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E6578" w14:textId="77777777" w:rsidR="00250F16" w:rsidRPr="00EE01C3" w:rsidRDefault="00250F16" w:rsidP="00250F16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10878B02" w14:textId="77777777" w:rsidR="00250F16" w:rsidRPr="00EE01C3" w:rsidRDefault="00906320" w:rsidP="00250F16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  <w:r w:rsidRPr="00EE01C3">
        <w:rPr>
          <w:rFonts w:ascii="Verdana" w:hAnsi="Verdana"/>
          <w:b/>
          <w:noProof/>
          <w:color w:val="404040"/>
          <w:sz w:val="44"/>
          <w:szCs w:val="44"/>
          <w:lang w:eastAsia="pt-P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B6F3C25" wp14:editId="75635013">
                <wp:simplePos x="0" y="0"/>
                <wp:positionH relativeFrom="page">
                  <wp:align>right</wp:align>
                </wp:positionH>
                <wp:positionV relativeFrom="paragraph">
                  <wp:posOffset>364490</wp:posOffset>
                </wp:positionV>
                <wp:extent cx="7555865" cy="1541780"/>
                <wp:effectExtent l="0" t="0" r="6985" b="1270"/>
                <wp:wrapNone/>
                <wp:docPr id="2" name="Rec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5865" cy="154178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B95234" w14:textId="77777777" w:rsidR="00FF4F58" w:rsidRPr="00EE01C3" w:rsidRDefault="00FF4F58" w:rsidP="00906320">
                            <w:pPr>
                              <w:shd w:val="clear" w:color="auto" w:fill="D0CECE" w:themeFill="background2" w:themeFillShade="E6"/>
                              <w:spacing w:after="0" w:line="656" w:lineRule="exact"/>
                              <w:ind w:right="-12"/>
                              <w:jc w:val="center"/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</w:pPr>
                            <w:r w:rsidRPr="00EE01C3"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  <w:t>Referencial de Competências</w:t>
                            </w:r>
                          </w:p>
                          <w:p w14:paraId="5593A055" w14:textId="77777777" w:rsidR="00FF4F58" w:rsidRPr="00EE01C3" w:rsidRDefault="00FF4F58" w:rsidP="00906320">
                            <w:pPr>
                              <w:shd w:val="clear" w:color="auto" w:fill="D0CECE" w:themeFill="background2" w:themeFillShade="E6"/>
                              <w:spacing w:after="0" w:line="656" w:lineRule="exact"/>
                              <w:ind w:right="-12"/>
                              <w:jc w:val="center"/>
                              <w:rPr>
                                <w:rFonts w:ascii="Verdana" w:hAnsi="Verdana"/>
                                <w:b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</w:pPr>
                            <w:r w:rsidRPr="00EE01C3"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  <w:t>da Qualificação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6F3C25" id="Rectângulo 1" o:spid="_x0000_s1026" style="position:absolute;left:0;text-align:left;margin-left:543.75pt;margin-top:28.7pt;width:594.95pt;height:121.4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" fillcolor="#cfcdcd [2894]" stroked="f" strokeweight="1pt">
                <v:textbox>
                  <w:txbxContent>
                    <w:p w14:paraId="79B95234" w14:textId="77777777" w:rsidR="00FF4F58" w:rsidRPr="00EE01C3" w:rsidRDefault="00FF4F58" w:rsidP="00906320">
                      <w:pPr>
                        <w:shd w:val="clear" w:color="auto" w:fill="D0CECE" w:themeFill="background2" w:themeFillShade="E6"/>
                        <w:spacing w:after="0" w:line="656" w:lineRule="exact"/>
                        <w:ind w:right="-12"/>
                        <w:jc w:val="center"/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</w:pPr>
                      <w:r w:rsidRPr="00EE01C3"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  <w:t>Referencial de Competências</w:t>
                      </w:r>
                    </w:p>
                    <w:p w14:paraId="5593A055" w14:textId="77777777" w:rsidR="00FF4F58" w:rsidRPr="00EE01C3" w:rsidRDefault="00FF4F58" w:rsidP="00906320">
                      <w:pPr>
                        <w:shd w:val="clear" w:color="auto" w:fill="D0CECE" w:themeFill="background2" w:themeFillShade="E6"/>
                        <w:spacing w:after="0" w:line="656" w:lineRule="exact"/>
                        <w:ind w:right="-12"/>
                        <w:jc w:val="center"/>
                        <w:rPr>
                          <w:rFonts w:ascii="Verdana" w:hAnsi="Verdana"/>
                          <w:b/>
                          <w:sz w:val="44"/>
                          <w:szCs w:val="44"/>
                          <w:shd w:val="clear" w:color="auto" w:fill="D0CECE" w:themeFill="background2" w:themeFillShade="E6"/>
                        </w:rPr>
                      </w:pPr>
                      <w:r w:rsidRPr="00EE01C3"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  <w:t>da Qualificação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3AEC8592" w14:textId="77777777" w:rsidR="00AC6E34" w:rsidRPr="00EE01C3" w:rsidRDefault="00AC6E34" w:rsidP="00693A88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1ECD1492" w14:textId="77777777" w:rsidR="00AC6E34" w:rsidRPr="00EE01C3" w:rsidRDefault="00AC6E34" w:rsidP="00693A88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3C9AF969" w14:textId="77777777" w:rsidR="00AC6E34" w:rsidRPr="00EE01C3" w:rsidRDefault="00AC6E34" w:rsidP="00250F16">
      <w:pPr>
        <w:spacing w:line="656" w:lineRule="exact"/>
        <w:ind w:left="-1701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205EF8DA" w14:textId="77777777" w:rsidR="00721800" w:rsidRPr="00EE01C3" w:rsidRDefault="00721800" w:rsidP="00693A88">
      <w:pPr>
        <w:spacing w:line="656" w:lineRule="exact"/>
        <w:jc w:val="center"/>
        <w:rPr>
          <w:rFonts w:ascii="Verdana" w:hAnsi="Verdana"/>
          <w:b/>
          <w:color w:val="404040"/>
          <w:sz w:val="44"/>
          <w:szCs w:val="44"/>
        </w:rPr>
      </w:pPr>
    </w:p>
    <w:p w14:paraId="767D9683" w14:textId="1DB51738" w:rsidR="00863E5E" w:rsidRPr="00F51457" w:rsidRDefault="00220DBF" w:rsidP="00863E5E">
      <w:pPr>
        <w:spacing w:after="0" w:line="656" w:lineRule="exact"/>
        <w:jc w:val="center"/>
        <w:rPr>
          <w:rFonts w:ascii="Verdana Pro Light" w:hAnsi="Verdana Pro Light"/>
          <w:b/>
          <w:color w:val="000000" w:themeColor="text1"/>
          <w:sz w:val="32"/>
          <w:szCs w:val="24"/>
        </w:rPr>
      </w:pPr>
      <w:r>
        <w:rPr>
          <w:rFonts w:ascii="Verdana Pro Light" w:hAnsi="Verdana Pro Light"/>
          <w:b/>
          <w:color w:val="000000" w:themeColor="text1"/>
          <w:sz w:val="32"/>
          <w:szCs w:val="24"/>
        </w:rPr>
        <w:t>Intérprete de Dança Contemporânea</w:t>
      </w:r>
    </w:p>
    <w:p w14:paraId="4B041F31" w14:textId="77777777" w:rsidR="00863E5E" w:rsidRPr="006B26A4" w:rsidRDefault="00863E5E" w:rsidP="00863E5E">
      <w:pPr>
        <w:spacing w:after="0" w:line="656" w:lineRule="exact"/>
        <w:jc w:val="center"/>
        <w:rPr>
          <w:rFonts w:ascii="Verdana Pro Light" w:hAnsi="Verdana Pro Light"/>
          <w:color w:val="000000" w:themeColor="text1"/>
          <w:sz w:val="44"/>
        </w:rPr>
      </w:pPr>
      <w:r w:rsidRPr="006B26A4">
        <w:rPr>
          <w:rFonts w:ascii="Verdana Pro Light" w:hAnsi="Verdana Pro Light"/>
          <w:color w:val="000000" w:themeColor="text1"/>
          <w:sz w:val="20"/>
          <w:szCs w:val="24"/>
        </w:rPr>
        <w:t>(designação da qualificação)</w:t>
      </w:r>
    </w:p>
    <w:p w14:paraId="782D8186" w14:textId="77777777" w:rsidR="00AC6E34" w:rsidRPr="00712C22" w:rsidRDefault="00AC6E34" w:rsidP="00250F16">
      <w:pPr>
        <w:spacing w:after="0" w:line="656" w:lineRule="exact"/>
        <w:ind w:left="-1701"/>
        <w:jc w:val="center"/>
        <w:rPr>
          <w:rFonts w:ascii="Verdana Pro Light" w:eastAsia="Arial Unicode MS" w:hAnsi="Verdana Pro Light" w:cstheme="minorHAnsi"/>
          <w:smallCaps/>
          <w:color w:val="000000" w:themeColor="text1"/>
          <w:sz w:val="32"/>
          <w:szCs w:val="32"/>
        </w:rPr>
      </w:pPr>
      <w:r w:rsidRPr="00712C22">
        <w:rPr>
          <w:rFonts w:ascii="Verdana Pro Light" w:hAnsi="Verdana Pro Light" w:cstheme="minorHAnsi"/>
          <w:b/>
          <w:noProof/>
          <w:color w:val="000000" w:themeColor="text1"/>
          <w:sz w:val="56"/>
          <w:lang w:eastAsia="pt-PT"/>
        </w:rPr>
        <mc:AlternateContent>
          <mc:Choice Requires="wps">
            <w:drawing>
              <wp:inline distT="0" distB="0" distL="0" distR="0" wp14:anchorId="7E03D3D2" wp14:editId="73E22748">
                <wp:extent cx="7917180" cy="68400"/>
                <wp:effectExtent l="0" t="0" r="7620" b="8255"/>
                <wp:docPr id="11" name="Rectâ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7180" cy="684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F44030" w14:textId="77777777" w:rsidR="00FF4F58" w:rsidRPr="00EF41D5" w:rsidRDefault="00FF4F58" w:rsidP="00AC6E34">
                            <w:pPr>
                              <w:shd w:val="clear" w:color="auto" w:fill="C4BD97"/>
                              <w:spacing w:line="656" w:lineRule="exact"/>
                              <w:jc w:val="center"/>
                              <w:rPr>
                                <w:b/>
                                <w:smallCaps/>
                                <w:color w:val="404040"/>
                                <w:sz w:val="72"/>
                                <w:shd w:val="clear" w:color="auto" w:fill="D0CECE" w:themeFill="background2" w:themeFillShade="E6"/>
                              </w:rPr>
                            </w:pPr>
                          </w:p>
                          <w:p w14:paraId="2E4F4D60" w14:textId="77777777" w:rsidR="00FF4F58" w:rsidRPr="00EF41D5" w:rsidRDefault="00FF4F58" w:rsidP="00AC6E34">
                            <w:pPr>
                              <w:shd w:val="clear" w:color="auto" w:fill="C4BD97"/>
                              <w:jc w:val="center"/>
                              <w:rPr>
                                <w:shd w:val="clear" w:color="auto" w:fill="D0CECE" w:themeFill="background2" w:themeFillShade="E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E03D3D2" id="Rectângulo 2" o:spid="_x0000_s1027" style="width:623.4pt;height:5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" fillcolor="#cfcdcd [2894]" stroked="f" strokeweight="1pt">
                <v:textbox>
                  <w:txbxContent>
                    <w:p w14:paraId="4DF44030" w14:textId="77777777" w:rsidR="00FF4F58" w:rsidRPr="00EF41D5" w:rsidRDefault="00FF4F58" w:rsidP="00AC6E34">
                      <w:pPr>
                        <w:shd w:val="clear" w:color="auto" w:fill="C4BD97"/>
                        <w:spacing w:line="656" w:lineRule="exact"/>
                        <w:jc w:val="center"/>
                        <w:rPr>
                          <w:b/>
                          <w:smallCaps/>
                          <w:color w:val="404040"/>
                          <w:sz w:val="72"/>
                          <w:shd w:val="clear" w:color="auto" w:fill="D0CECE" w:themeFill="background2" w:themeFillShade="E6"/>
                        </w:rPr>
                      </w:pPr>
                    </w:p>
                    <w:p w14:paraId="2E4F4D60" w14:textId="77777777" w:rsidR="00FF4F58" w:rsidRPr="00EF41D5" w:rsidRDefault="00FF4F58" w:rsidP="00AC6E34">
                      <w:pPr>
                        <w:shd w:val="clear" w:color="auto" w:fill="C4BD97"/>
                        <w:jc w:val="center"/>
                        <w:rPr>
                          <w:shd w:val="clear" w:color="auto" w:fill="D0CECE" w:themeFill="background2" w:themeFillShade="E6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04CEF303" w14:textId="6E5E5A30" w:rsidR="00AC6E34" w:rsidRPr="00712C22" w:rsidRDefault="00AC6E34" w:rsidP="00AC6E34">
      <w:pPr>
        <w:spacing w:line="400" w:lineRule="exact"/>
        <w:jc w:val="right"/>
        <w:rPr>
          <w:rFonts w:ascii="Verdana Pro Light" w:eastAsia="Arial Unicode MS" w:hAnsi="Verdana Pro Light" w:cstheme="minorHAnsi"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  <w:szCs w:val="26"/>
        </w:rPr>
        <w:t>Área de Educação e Formação</w:t>
      </w: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  <w:szCs w:val="26"/>
        </w:rPr>
        <w:t>:</w:t>
      </w:r>
      <w:r w:rsidRPr="00712C22">
        <w:rPr>
          <w:rFonts w:ascii="Verdana Pro Light" w:eastAsia="Arial Unicode MS" w:hAnsi="Verdana Pro Light" w:cstheme="minorHAnsi"/>
          <w:b/>
          <w:bCs/>
          <w:color w:val="000000" w:themeColor="text1"/>
          <w:szCs w:val="26"/>
        </w:rPr>
        <w:t xml:space="preserve"> </w:t>
      </w:r>
      <w:r w:rsidR="00220DBF">
        <w:rPr>
          <w:rFonts w:ascii="Verdana Pro Light" w:eastAsia="Arial Unicode MS" w:hAnsi="Verdana Pro Light" w:cstheme="minorHAnsi"/>
          <w:bCs/>
          <w:color w:val="000000" w:themeColor="text1"/>
          <w:szCs w:val="26"/>
        </w:rPr>
        <w:t>212</w:t>
      </w:r>
      <w:r w:rsidRPr="00712C22">
        <w:rPr>
          <w:rFonts w:ascii="Verdana Pro Light" w:eastAsia="Arial Unicode MS" w:hAnsi="Verdana Pro Light" w:cstheme="minorHAnsi"/>
          <w:bCs/>
          <w:color w:val="000000" w:themeColor="text1"/>
          <w:szCs w:val="26"/>
        </w:rPr>
        <w:t xml:space="preserve"> –</w:t>
      </w:r>
      <w:r w:rsidRPr="00712C22">
        <w:rPr>
          <w:rFonts w:ascii="Verdana Pro Light" w:eastAsia="Arial Unicode MS" w:hAnsi="Verdana Pro Light" w:cstheme="minorHAnsi"/>
          <w:bCs/>
          <w:color w:val="000000" w:themeColor="text1"/>
          <w:spacing w:val="-13"/>
          <w:szCs w:val="26"/>
        </w:rPr>
        <w:t xml:space="preserve"> </w:t>
      </w:r>
      <w:r w:rsidR="00CA2596">
        <w:rPr>
          <w:rFonts w:ascii="Verdana Pro Light" w:eastAsia="Arial Unicode MS" w:hAnsi="Verdana Pro Light" w:cstheme="minorHAnsi"/>
          <w:bCs/>
          <w:color w:val="000000" w:themeColor="text1"/>
          <w:spacing w:val="-13"/>
          <w:szCs w:val="26"/>
        </w:rPr>
        <w:t>Artes do Espetáculo</w:t>
      </w:r>
      <w:r w:rsidR="00D8678A" w:rsidRPr="00D8678A">
        <w:rPr>
          <w:rFonts w:ascii="Verdana Pro Light" w:eastAsia="Arial Unicode MS" w:hAnsi="Verdana Pro Light" w:cstheme="minorHAnsi"/>
          <w:bCs/>
          <w:color w:val="000000" w:themeColor="text1"/>
          <w:spacing w:val="-13"/>
          <w:szCs w:val="26"/>
        </w:rPr>
        <w:t xml:space="preserve"> </w:t>
      </w: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Código da Qualificação</w:t>
      </w: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: 000000</w:t>
      </w:r>
    </w:p>
    <w:p w14:paraId="124D5AFD" w14:textId="34B6E24B" w:rsidR="00721800" w:rsidRPr="00361B38" w:rsidRDefault="00721800" w:rsidP="35D1FEEC">
      <w:pPr>
        <w:jc w:val="right"/>
        <w:rPr>
          <w:rFonts w:ascii="Wingdings" w:eastAsia="Wingdings" w:hAnsi="Wingdings" w:cs="Wingdings"/>
          <w:b/>
          <w:bCs/>
          <w:color w:val="000000" w:themeColor="text1"/>
          <w:sz w:val="40"/>
          <w:szCs w:val="40"/>
        </w:rPr>
      </w:pPr>
      <w:r w:rsidRPr="35D1FEEC">
        <w:rPr>
          <w:rFonts w:ascii="Verdana Pro Light" w:eastAsia="Arial Unicode MS" w:hAnsi="Verdana Pro Light"/>
          <w:b/>
          <w:bCs/>
          <w:smallCaps/>
          <w:color w:val="000000" w:themeColor="text1"/>
        </w:rPr>
        <w:t>Nível de Qualificação:</w:t>
      </w:r>
      <w:r w:rsidRPr="35D1FEEC">
        <w:rPr>
          <w:rFonts w:eastAsia="Arial Unicode MS" w:cs="Arial Unicode MS"/>
          <w:b/>
          <w:bCs/>
          <w:smallCaps/>
          <w:color w:val="000000" w:themeColor="text1"/>
        </w:rPr>
        <w:t xml:space="preserve"> </w:t>
      </w:r>
      <w:r w:rsidR="00BE4305" w:rsidRPr="00CF60BD">
        <w:rPr>
          <w:rFonts w:ascii="Wingdings" w:eastAsia="Wingdings" w:hAnsi="Wingdings" w:cs="Wingdings"/>
          <w:b/>
          <w:bCs/>
          <w:color w:val="000000" w:themeColor="text1"/>
          <w:sz w:val="32"/>
          <w:szCs w:val="28"/>
        </w:rPr>
        <w:t></w:t>
      </w:r>
    </w:p>
    <w:p w14:paraId="3CA8456C" w14:textId="77777777" w:rsidR="00AC6E34" w:rsidRPr="00712C22" w:rsidRDefault="00DA3EB2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Pontos de Crédito:</w:t>
      </w:r>
    </w:p>
    <w:p w14:paraId="1E7C0BD7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Publicações e Atualizações:</w:t>
      </w:r>
    </w:p>
    <w:p w14:paraId="17DEF526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_______________________________________________________________</w:t>
      </w:r>
      <w:r w:rsidR="00DA3EB2"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_______________________________________________________________</w:t>
      </w: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</w:t>
      </w:r>
      <w:r w:rsidR="00DA3EB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_______________________________.</w:t>
      </w:r>
    </w:p>
    <w:p w14:paraId="5F6F7590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/>
          <w:bCs/>
          <w:smallCaps/>
          <w:color w:val="000000" w:themeColor="text1"/>
        </w:rPr>
        <w:t>Observações:</w:t>
      </w:r>
    </w:p>
    <w:p w14:paraId="51FE0F72" w14:textId="77777777" w:rsidR="00AC6E34" w:rsidRPr="00712C22" w:rsidRDefault="00AC6E34" w:rsidP="00AC6E34">
      <w:pPr>
        <w:jc w:val="right"/>
        <w:rPr>
          <w:rFonts w:ascii="Verdana Pro Light" w:eastAsia="Arial Unicode MS" w:hAnsi="Verdana Pro Light" w:cstheme="minorHAnsi"/>
          <w:bCs/>
          <w:smallCaps/>
          <w:color w:val="000000" w:themeColor="text1"/>
        </w:rPr>
      </w:pPr>
      <w:r w:rsidRPr="00712C22">
        <w:rPr>
          <w:rFonts w:ascii="Verdana Pro Light" w:eastAsia="Arial Unicode MS" w:hAnsi="Verdana Pro Light" w:cstheme="minorHAnsi"/>
          <w:bCs/>
          <w:smallCaps/>
          <w:color w:val="000000" w:themeColor="text1"/>
        </w:rPr>
        <w:t>______________________________________________________________________________________________________________________________</w:t>
      </w:r>
    </w:p>
    <w:p w14:paraId="1AA3651A" w14:textId="77777777" w:rsidR="008C1AD9" w:rsidRDefault="008C1AD9">
      <w:pPr>
        <w:rPr>
          <w:rFonts w:ascii="Verdana Pro Light" w:eastAsia="Arial Unicode MS" w:hAnsi="Verdana Pro Light" w:cs="Arial Unicode MS"/>
          <w:bCs/>
          <w:smallCaps/>
          <w:color w:val="000000" w:themeColor="text1"/>
          <w:sz w:val="26"/>
          <w:szCs w:val="26"/>
        </w:rPr>
        <w:sectPr w:rsidR="008C1AD9" w:rsidSect="00C66843">
          <w:headerReference w:type="default" r:id="rId11"/>
          <w:footerReference w:type="default" r:id="rId12"/>
          <w:pgSz w:w="11906" w:h="16838"/>
          <w:pgMar w:top="1418" w:right="1134" w:bottom="1418" w:left="1134" w:header="709" w:footer="221" w:gutter="0"/>
          <w:cols w:space="708"/>
          <w:docGrid w:linePitch="360"/>
        </w:sectPr>
      </w:pPr>
    </w:p>
    <w:p w14:paraId="096A6460" w14:textId="77777777" w:rsidR="00AC6E34" w:rsidRPr="00712C22" w:rsidRDefault="00AC6E34" w:rsidP="00234037">
      <w:pPr>
        <w:spacing w:after="120" w:line="240" w:lineRule="auto"/>
        <w:rPr>
          <w:rFonts w:ascii="Verdana Pro Light" w:hAnsi="Verdana Pro Light" w:cstheme="minorHAnsi"/>
          <w:b/>
          <w:smallCaps/>
          <w:sz w:val="20"/>
        </w:rPr>
      </w:pPr>
      <w:r w:rsidRPr="00712C22">
        <w:rPr>
          <w:rFonts w:ascii="Verdana Pro Light" w:hAnsi="Verdana Pro Light" w:cstheme="minorHAnsi"/>
          <w:b/>
          <w:smallCaps/>
          <w:sz w:val="20"/>
        </w:rPr>
        <w:lastRenderedPageBreak/>
        <w:t>Descrição Geral da Qualificação (Missão):</w:t>
      </w:r>
    </w:p>
    <w:p w14:paraId="0507D694" w14:textId="109CA96F" w:rsidR="00AC6E34" w:rsidRDefault="00280690" w:rsidP="00EE1746">
      <w:pPr>
        <w:pStyle w:val="PargrafodaLista"/>
        <w:spacing w:after="120" w:line="240" w:lineRule="auto"/>
        <w:ind w:left="0"/>
        <w:jc w:val="both"/>
        <w:rPr>
          <w:rFonts w:ascii="Verdana Pro Light" w:hAnsi="Verdana Pro Light" w:cstheme="minorHAnsi"/>
        </w:rPr>
      </w:pPr>
      <w:r w:rsidRPr="00280690">
        <w:rPr>
          <w:rFonts w:ascii="Verdana Pro Light" w:hAnsi="Verdana Pro Light" w:cstheme="minorHAnsi"/>
        </w:rPr>
        <w:t>Comunicar e expressar-se através da movimentação e controlo corporal, executando esquemas coreográficos de dança contemporânea, nos mais diversos contextos, e participar na criação e produção coreográfica, através da análise e reflexão dos processos e produtos criativos</w:t>
      </w:r>
      <w:r>
        <w:rPr>
          <w:rFonts w:ascii="Verdana Pro Light" w:hAnsi="Verdana Pro Light" w:cstheme="minorHAnsi"/>
        </w:rPr>
        <w:t>.</w:t>
      </w:r>
    </w:p>
    <w:p w14:paraId="18BFA4CA" w14:textId="77777777" w:rsidR="00F84D14" w:rsidRPr="00712C22" w:rsidRDefault="00F84D14" w:rsidP="00234037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</w:rPr>
      </w:pPr>
    </w:p>
    <w:p w14:paraId="0B2195A1" w14:textId="77777777" w:rsidR="00AC6E34" w:rsidRPr="00712C22" w:rsidRDefault="00AC6E34" w:rsidP="00234037">
      <w:pPr>
        <w:spacing w:after="120" w:line="240" w:lineRule="auto"/>
        <w:rPr>
          <w:rFonts w:ascii="Verdana Pro Light" w:hAnsi="Verdana Pro Light" w:cstheme="minorHAnsi"/>
          <w:b/>
          <w:smallCaps/>
          <w:sz w:val="20"/>
        </w:rPr>
      </w:pPr>
      <w:r w:rsidRPr="00712C22">
        <w:rPr>
          <w:rFonts w:ascii="Verdana Pro Light" w:hAnsi="Verdana Pro Light" w:cstheme="minorHAnsi"/>
          <w:b/>
          <w:smallCaps/>
          <w:sz w:val="20"/>
        </w:rPr>
        <w:t>Atividades Principais:</w:t>
      </w:r>
    </w:p>
    <w:p w14:paraId="2275F677" w14:textId="076E0E90" w:rsidR="00D8678A" w:rsidRPr="00D8678A" w:rsidRDefault="00D8678A" w:rsidP="00EE1746">
      <w:pPr>
        <w:pStyle w:val="PargrafodaLista"/>
        <w:spacing w:after="120" w:line="240" w:lineRule="auto"/>
        <w:jc w:val="both"/>
        <w:rPr>
          <w:rFonts w:ascii="Verdana Pro Light" w:hAnsi="Verdana Pro Light" w:cstheme="minorHAnsi"/>
        </w:rPr>
      </w:pPr>
      <w:r>
        <w:rPr>
          <w:rFonts w:ascii="Verdana Pro Light" w:hAnsi="Verdana Pro Light" w:cstheme="minorHAnsi"/>
        </w:rPr>
        <w:t>A1.</w:t>
      </w:r>
      <w:r w:rsidR="00955270">
        <w:rPr>
          <w:rFonts w:ascii="Verdana Pro Light" w:hAnsi="Verdana Pro Light" w:cstheme="minorHAnsi"/>
        </w:rPr>
        <w:t xml:space="preserve"> </w:t>
      </w:r>
      <w:r w:rsidR="003A5E79" w:rsidRPr="003A5E79">
        <w:rPr>
          <w:rFonts w:ascii="Verdana Pro Light" w:hAnsi="Verdana Pro Light" w:cstheme="minorHAnsi"/>
        </w:rPr>
        <w:t>Preparar, executar e desenvolver as capacidades físicas, de coordenação motora e de exploração de todas as unidades estruturais do movimento</w:t>
      </w:r>
    </w:p>
    <w:p w14:paraId="227CF6D1" w14:textId="6C618AC3" w:rsidR="00D8678A" w:rsidRPr="00D8678A" w:rsidRDefault="00D8678A" w:rsidP="00EE1746">
      <w:pPr>
        <w:pStyle w:val="PargrafodaLista"/>
        <w:spacing w:after="120" w:line="240" w:lineRule="auto"/>
        <w:jc w:val="both"/>
        <w:rPr>
          <w:rFonts w:ascii="Verdana Pro Light" w:hAnsi="Verdana Pro Light" w:cstheme="minorHAnsi"/>
        </w:rPr>
      </w:pPr>
      <w:r>
        <w:rPr>
          <w:rFonts w:ascii="Verdana Pro Light" w:hAnsi="Verdana Pro Light" w:cstheme="minorHAnsi"/>
        </w:rPr>
        <w:t xml:space="preserve">A2. </w:t>
      </w:r>
      <w:r w:rsidR="00203FCB" w:rsidRPr="00203FCB">
        <w:rPr>
          <w:rFonts w:ascii="Verdana Pro Light" w:hAnsi="Verdana Pro Light" w:cstheme="minorHAnsi"/>
        </w:rPr>
        <w:t>Executar movimentos de dança clássica, de progressão espacial e sequências de movimentos de dança moderna</w:t>
      </w:r>
    </w:p>
    <w:p w14:paraId="2F15839F" w14:textId="4236A88F" w:rsidR="00D8678A" w:rsidRPr="00D8678A" w:rsidRDefault="00D8678A" w:rsidP="00EE1746">
      <w:pPr>
        <w:pStyle w:val="PargrafodaLista"/>
        <w:spacing w:after="120" w:line="240" w:lineRule="auto"/>
        <w:jc w:val="both"/>
        <w:rPr>
          <w:rFonts w:ascii="Verdana Pro Light" w:hAnsi="Verdana Pro Light" w:cstheme="minorHAnsi"/>
        </w:rPr>
      </w:pPr>
      <w:r>
        <w:rPr>
          <w:rFonts w:ascii="Verdana Pro Light" w:hAnsi="Verdana Pro Light" w:cstheme="minorHAnsi"/>
        </w:rPr>
        <w:t xml:space="preserve">A3. </w:t>
      </w:r>
      <w:r w:rsidR="00203FCB" w:rsidRPr="00203FCB">
        <w:rPr>
          <w:rFonts w:ascii="Verdana Pro Light" w:hAnsi="Verdana Pro Light" w:cstheme="minorHAnsi"/>
        </w:rPr>
        <w:t>Criar e desenvolver processos de produção e reprodução coreográficas</w:t>
      </w:r>
    </w:p>
    <w:p w14:paraId="6767407A" w14:textId="12EC6C0E" w:rsidR="00D8678A" w:rsidRPr="00D8678A" w:rsidRDefault="00D8678A" w:rsidP="00EE1746">
      <w:pPr>
        <w:pStyle w:val="PargrafodaLista"/>
        <w:spacing w:after="120" w:line="240" w:lineRule="auto"/>
        <w:jc w:val="both"/>
        <w:rPr>
          <w:rFonts w:ascii="Verdana Pro Light" w:hAnsi="Verdana Pro Light" w:cstheme="minorHAnsi"/>
        </w:rPr>
      </w:pPr>
      <w:r>
        <w:rPr>
          <w:rFonts w:ascii="Verdana Pro Light" w:hAnsi="Verdana Pro Light" w:cstheme="minorHAnsi"/>
        </w:rPr>
        <w:t xml:space="preserve">A4. </w:t>
      </w:r>
      <w:r w:rsidR="00471210" w:rsidRPr="00471210">
        <w:rPr>
          <w:rFonts w:ascii="Verdana Pro Light" w:hAnsi="Verdana Pro Light" w:cstheme="minorHAnsi"/>
        </w:rPr>
        <w:t>Colaborar com as diversas áreas e profissionais em projetos de criação das artes performativas</w:t>
      </w:r>
    </w:p>
    <w:p w14:paraId="7F2180BA" w14:textId="17F63345" w:rsidR="00D8678A" w:rsidRPr="00D8678A" w:rsidRDefault="00D8678A" w:rsidP="00EE1746">
      <w:pPr>
        <w:pStyle w:val="PargrafodaLista"/>
        <w:spacing w:after="120" w:line="240" w:lineRule="auto"/>
        <w:jc w:val="both"/>
        <w:rPr>
          <w:rFonts w:ascii="Verdana Pro Light" w:hAnsi="Verdana Pro Light" w:cstheme="minorHAnsi"/>
        </w:rPr>
      </w:pPr>
      <w:r>
        <w:rPr>
          <w:rFonts w:ascii="Verdana Pro Light" w:hAnsi="Verdana Pro Light" w:cstheme="minorHAnsi"/>
        </w:rPr>
        <w:t xml:space="preserve">A5. </w:t>
      </w:r>
      <w:r w:rsidR="00471210" w:rsidRPr="00471210">
        <w:rPr>
          <w:rFonts w:ascii="Verdana Pro Light" w:hAnsi="Verdana Pro Light" w:cstheme="minorHAnsi"/>
        </w:rPr>
        <w:t>Construir o seu percurso profissional</w:t>
      </w:r>
    </w:p>
    <w:p w14:paraId="43545BCD" w14:textId="3FF6DD35" w:rsidR="00D8678A" w:rsidRPr="00D8678A" w:rsidRDefault="00D8678A" w:rsidP="00D8678A">
      <w:pPr>
        <w:pStyle w:val="PargrafodaLista"/>
        <w:spacing w:after="120" w:line="240" w:lineRule="auto"/>
        <w:rPr>
          <w:rFonts w:ascii="Verdana Pro Light" w:hAnsi="Verdana Pro Light" w:cstheme="minorHAnsi"/>
        </w:rPr>
      </w:pPr>
      <w:r>
        <w:rPr>
          <w:rFonts w:ascii="Verdana Pro Light" w:hAnsi="Verdana Pro Light" w:cstheme="minorHAnsi"/>
        </w:rPr>
        <w:t xml:space="preserve">A6. </w:t>
      </w:r>
    </w:p>
    <w:p w14:paraId="1652A79C" w14:textId="7C911F7B" w:rsidR="00D8678A" w:rsidRPr="00D8678A" w:rsidRDefault="00D8678A" w:rsidP="00D8678A">
      <w:pPr>
        <w:pStyle w:val="PargrafodaLista"/>
        <w:spacing w:after="120" w:line="240" w:lineRule="auto"/>
        <w:rPr>
          <w:rFonts w:ascii="Verdana Pro Light" w:hAnsi="Verdana Pro Light" w:cstheme="minorHAnsi"/>
        </w:rPr>
      </w:pPr>
      <w:r>
        <w:rPr>
          <w:rFonts w:ascii="Verdana Pro Light" w:hAnsi="Verdana Pro Light" w:cstheme="minorHAnsi"/>
        </w:rPr>
        <w:t xml:space="preserve">A7. </w:t>
      </w:r>
    </w:p>
    <w:p w14:paraId="7BF4C0DE" w14:textId="66719ABB" w:rsidR="00D8678A" w:rsidRPr="00D8678A" w:rsidRDefault="00D8678A" w:rsidP="00D8678A">
      <w:pPr>
        <w:pStyle w:val="PargrafodaLista"/>
        <w:spacing w:after="120" w:line="240" w:lineRule="auto"/>
        <w:rPr>
          <w:rFonts w:ascii="Verdana Pro Light" w:hAnsi="Verdana Pro Light" w:cstheme="minorHAnsi"/>
        </w:rPr>
      </w:pPr>
      <w:r>
        <w:rPr>
          <w:rFonts w:ascii="Verdana Pro Light" w:hAnsi="Verdana Pro Light" w:cstheme="minorHAnsi"/>
        </w:rPr>
        <w:t xml:space="preserve">A8. </w:t>
      </w:r>
    </w:p>
    <w:p w14:paraId="77980380" w14:textId="2F49EB40" w:rsidR="00D8678A" w:rsidRPr="00D8678A" w:rsidRDefault="00D8678A" w:rsidP="00D8678A">
      <w:pPr>
        <w:pStyle w:val="PargrafodaLista"/>
        <w:spacing w:after="120" w:line="240" w:lineRule="auto"/>
        <w:rPr>
          <w:rFonts w:ascii="Verdana Pro Light" w:hAnsi="Verdana Pro Light" w:cstheme="minorHAnsi"/>
        </w:rPr>
      </w:pPr>
      <w:r>
        <w:rPr>
          <w:rFonts w:ascii="Verdana Pro Light" w:hAnsi="Verdana Pro Light" w:cstheme="minorHAnsi"/>
        </w:rPr>
        <w:t xml:space="preserve">A9. </w:t>
      </w:r>
    </w:p>
    <w:p w14:paraId="1DCB3346" w14:textId="41D2BEA2" w:rsidR="00AC6E34" w:rsidRPr="00712C22" w:rsidRDefault="00D8678A" w:rsidP="00D8678A">
      <w:pPr>
        <w:pStyle w:val="PargrafodaLista"/>
        <w:spacing w:after="120" w:line="240" w:lineRule="auto"/>
        <w:ind w:left="0" w:firstLine="708"/>
        <w:rPr>
          <w:rFonts w:ascii="Verdana Pro Light" w:hAnsi="Verdana Pro Light" w:cstheme="minorHAnsi"/>
        </w:rPr>
      </w:pPr>
      <w:r>
        <w:rPr>
          <w:rFonts w:ascii="Verdana Pro Light" w:hAnsi="Verdana Pro Light" w:cstheme="minorHAnsi"/>
        </w:rPr>
        <w:t xml:space="preserve">A10. </w:t>
      </w:r>
    </w:p>
    <w:p w14:paraId="177ABBF4" w14:textId="77777777" w:rsidR="00AC6E34" w:rsidRPr="00250F16" w:rsidRDefault="00AC6E34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5A8949F8" w14:textId="77777777" w:rsidR="00AC6E34" w:rsidRDefault="00AC6E34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250F16">
        <w:rPr>
          <w:rFonts w:ascii="Verdana Pro Light" w:hAnsi="Verdana Pro Light" w:cstheme="minorHAnsi"/>
          <w:b/>
          <w:smallCaps/>
          <w:sz w:val="24"/>
          <w:szCs w:val="24"/>
        </w:rPr>
        <w:t>Unidades de</w:t>
      </w:r>
      <w:r w:rsidRPr="00250F16">
        <w:rPr>
          <w:rFonts w:ascii="Verdana Pro Light" w:hAnsi="Verdana Pro Light" w:cstheme="minorHAnsi"/>
          <w:b/>
          <w:smallCaps/>
          <w:spacing w:val="-14"/>
          <w:sz w:val="24"/>
          <w:szCs w:val="24"/>
        </w:rPr>
        <w:t xml:space="preserve"> </w:t>
      </w:r>
      <w:r w:rsidRPr="00250F16">
        <w:rPr>
          <w:rFonts w:ascii="Verdana Pro Light" w:hAnsi="Verdana Pro Light" w:cstheme="minorHAnsi"/>
          <w:b/>
          <w:smallCaps/>
          <w:sz w:val="24"/>
          <w:szCs w:val="24"/>
        </w:rPr>
        <w:t>Competência</w:t>
      </w:r>
      <w:r w:rsidR="00AB44C5" w:rsidRPr="00250F16">
        <w:rPr>
          <w:rFonts w:ascii="Verdana Pro Light" w:hAnsi="Verdana Pro Light" w:cstheme="minorHAnsi"/>
          <w:b/>
          <w:smallCaps/>
          <w:sz w:val="24"/>
          <w:szCs w:val="24"/>
        </w:rPr>
        <w:t xml:space="preserve"> (UC)</w:t>
      </w:r>
    </w:p>
    <w:p w14:paraId="5FE79020" w14:textId="77777777" w:rsidR="00250F16" w:rsidRPr="00250F16" w:rsidRDefault="00250F16" w:rsidP="00250F16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</w:p>
    <w:p w14:paraId="5190FE14" w14:textId="77777777" w:rsidR="00AC6E34" w:rsidRPr="00250F16" w:rsidRDefault="00AC6E34" w:rsidP="00250F16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250F16">
        <w:rPr>
          <w:rFonts w:ascii="Verdana Pro Light" w:hAnsi="Verdana Pro Light" w:cstheme="minorHAnsi"/>
          <w:b/>
          <w:smallCaps/>
          <w:sz w:val="24"/>
          <w:szCs w:val="24"/>
        </w:rPr>
        <w:t>UC Obrigatórias</w:t>
      </w:r>
    </w:p>
    <w:tbl>
      <w:tblPr>
        <w:tblStyle w:val="TabelacomGrelha"/>
        <w:tblW w:w="9122" w:type="dxa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5"/>
        <w:gridCol w:w="709"/>
        <w:gridCol w:w="6328"/>
        <w:gridCol w:w="900"/>
      </w:tblGrid>
      <w:tr w:rsidR="00442B8A" w:rsidRPr="00712C22" w14:paraId="68A4A669" w14:textId="77777777" w:rsidTr="0021089E">
        <w:trPr>
          <w:trHeight w:val="556"/>
          <w:tblHeader/>
          <w:jc w:val="center"/>
        </w:trPr>
        <w:tc>
          <w:tcPr>
            <w:tcW w:w="1185" w:type="dxa"/>
            <w:shd w:val="clear" w:color="auto" w:fill="D0CECE" w:themeFill="background2" w:themeFillShade="E6"/>
            <w:vAlign w:val="center"/>
          </w:tcPr>
          <w:p w14:paraId="42703908" w14:textId="77777777" w:rsidR="00442B8A" w:rsidRPr="00712C22" w:rsidRDefault="00442B8A" w:rsidP="00EF41D5">
            <w:pPr>
              <w:pStyle w:val="TableParagraph"/>
              <w:tabs>
                <w:tab w:val="left" w:pos="284"/>
                <w:tab w:val="left" w:pos="679"/>
              </w:tabs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Código</w:t>
            </w:r>
            <w:r w:rsidR="00346D6E"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 UC</w:t>
            </w:r>
            <w:r w:rsidR="00346D6E" w:rsidRPr="00712C22">
              <w:rPr>
                <w:rStyle w:val="Refdenotaderodap"/>
                <w:rFonts w:ascii="Verdana Pro Light" w:hAnsi="Verdana Pro Light"/>
                <w:b/>
                <w:smallCaps/>
                <w:sz w:val="16"/>
                <w:szCs w:val="16"/>
              </w:rPr>
              <w:footnoteReference w:id="1"/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6648B3BB" w14:textId="77777777" w:rsidR="00442B8A" w:rsidRPr="00712C22" w:rsidRDefault="00442B8A" w:rsidP="000B6869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proofErr w:type="gramStart"/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N.º</w:t>
            </w:r>
            <w:proofErr w:type="gramEnd"/>
            <w:r w:rsidR="000B6869"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 </w:t>
            </w: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UC</w:t>
            </w:r>
          </w:p>
        </w:tc>
        <w:tc>
          <w:tcPr>
            <w:tcW w:w="6328" w:type="dxa"/>
            <w:shd w:val="clear" w:color="auto" w:fill="D0CECE" w:themeFill="background2" w:themeFillShade="E6"/>
            <w:vAlign w:val="center"/>
          </w:tcPr>
          <w:p w14:paraId="0E24063F" w14:textId="77777777" w:rsidR="00442B8A" w:rsidRPr="00712C22" w:rsidRDefault="00442B8A" w:rsidP="00234037">
            <w:pPr>
              <w:pStyle w:val="TableParagraph"/>
              <w:ind w:right="-109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proofErr w:type="spellStart"/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Unidades</w:t>
            </w:r>
            <w:proofErr w:type="spellEnd"/>
            <w:r w:rsidR="00346D6E"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 </w:t>
            </w:r>
            <w:r w:rsidR="00346D6E"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de </w:t>
            </w:r>
            <w:proofErr w:type="spellStart"/>
            <w:r w:rsidR="00346D6E"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Competência</w:t>
            </w:r>
            <w:proofErr w:type="spellEnd"/>
          </w:p>
        </w:tc>
        <w:tc>
          <w:tcPr>
            <w:tcW w:w="900" w:type="dxa"/>
            <w:shd w:val="clear" w:color="auto" w:fill="D0CECE" w:themeFill="background2" w:themeFillShade="E6"/>
            <w:vAlign w:val="center"/>
          </w:tcPr>
          <w:p w14:paraId="1710554A" w14:textId="77777777" w:rsidR="00442B8A" w:rsidRPr="00712C22" w:rsidRDefault="00442B8A" w:rsidP="000B6869">
            <w:pPr>
              <w:pStyle w:val="TableParagraph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Pontos de Crédito</w:t>
            </w:r>
          </w:p>
        </w:tc>
      </w:tr>
      <w:tr w:rsidR="00442B8A" w:rsidRPr="006C0318" w14:paraId="55D0E95A" w14:textId="77777777" w:rsidTr="0021089E">
        <w:trPr>
          <w:trHeight w:val="317"/>
          <w:jc w:val="center"/>
        </w:trPr>
        <w:tc>
          <w:tcPr>
            <w:tcW w:w="1185" w:type="dxa"/>
            <w:vAlign w:val="center"/>
          </w:tcPr>
          <w:p w14:paraId="0F9102A2" w14:textId="77777777" w:rsidR="00442B8A" w:rsidRPr="00234037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91EB753" w14:textId="77777777" w:rsidR="00442B8A" w:rsidRPr="00712C22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/>
                <w:b/>
                <w:sz w:val="16"/>
                <w:szCs w:val="16"/>
              </w:rPr>
            </w:pPr>
            <w:r w:rsidRPr="00712C22">
              <w:rPr>
                <w:rFonts w:ascii="Verdana Pro Light" w:hAnsi="Verdana Pro Light" w:cs="Tahoma"/>
                <w:b/>
                <w:sz w:val="16"/>
                <w:szCs w:val="16"/>
              </w:rPr>
              <w:t>01</w:t>
            </w:r>
          </w:p>
        </w:tc>
        <w:tc>
          <w:tcPr>
            <w:tcW w:w="6328" w:type="dxa"/>
            <w:vAlign w:val="center"/>
          </w:tcPr>
          <w:p w14:paraId="3A6BC704" w14:textId="72B6AD0C" w:rsidR="00442B8A" w:rsidRPr="00C208E7" w:rsidRDefault="0067259C" w:rsidP="00C208E7">
            <w:pPr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208E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Executar técnicas de dança clássica – nível elementar </w:t>
            </w:r>
          </w:p>
        </w:tc>
        <w:tc>
          <w:tcPr>
            <w:tcW w:w="900" w:type="dxa"/>
            <w:vAlign w:val="center"/>
          </w:tcPr>
          <w:p w14:paraId="53BEB274" w14:textId="1E51E1BE" w:rsidR="00442B8A" w:rsidRPr="00234037" w:rsidRDefault="00254A2E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442B8A" w:rsidRPr="006C0318" w14:paraId="7E38F529" w14:textId="77777777" w:rsidTr="0021089E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A94FA09" w14:textId="77777777" w:rsidR="00442B8A" w:rsidRPr="00234037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0490B07" w14:textId="77777777" w:rsidR="00442B8A" w:rsidRPr="00712C22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712C22">
              <w:rPr>
                <w:rFonts w:ascii="Verdana Pro Light" w:hAnsi="Verdana Pro Light" w:cs="Tahoma"/>
                <w:b/>
                <w:sz w:val="16"/>
                <w:szCs w:val="16"/>
              </w:rPr>
              <w:t>02</w:t>
            </w:r>
          </w:p>
        </w:tc>
        <w:tc>
          <w:tcPr>
            <w:tcW w:w="6328" w:type="dxa"/>
            <w:vAlign w:val="center"/>
          </w:tcPr>
          <w:p w14:paraId="1D38EAA1" w14:textId="6877C6B1" w:rsidR="00442B8A" w:rsidRPr="00C208E7" w:rsidRDefault="006341CD" w:rsidP="00C208E7">
            <w:pPr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208E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Executar técnicas de dança clássica – nível intermédio </w:t>
            </w:r>
          </w:p>
        </w:tc>
        <w:tc>
          <w:tcPr>
            <w:tcW w:w="900" w:type="dxa"/>
            <w:vAlign w:val="center"/>
          </w:tcPr>
          <w:p w14:paraId="2B8DE939" w14:textId="2226DBD1" w:rsidR="00442B8A" w:rsidRPr="00234037" w:rsidRDefault="006341CD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442B8A" w:rsidRPr="006C0318" w14:paraId="3E462578" w14:textId="77777777" w:rsidTr="0021089E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6A2234B5" w14:textId="77777777" w:rsidR="00442B8A" w:rsidRPr="006C0318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D4CE5B0" w14:textId="77777777" w:rsidR="00442B8A" w:rsidRPr="000B6869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03</w:t>
            </w:r>
          </w:p>
        </w:tc>
        <w:tc>
          <w:tcPr>
            <w:tcW w:w="6328" w:type="dxa"/>
            <w:vAlign w:val="center"/>
          </w:tcPr>
          <w:p w14:paraId="4A1453EC" w14:textId="2216095E" w:rsidR="00442B8A" w:rsidRPr="00C208E7" w:rsidRDefault="006341CD" w:rsidP="00C208E7">
            <w:pPr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208E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Executar técnicas de dança moderna – nível elementar </w:t>
            </w:r>
          </w:p>
        </w:tc>
        <w:tc>
          <w:tcPr>
            <w:tcW w:w="900" w:type="dxa"/>
            <w:vAlign w:val="center"/>
          </w:tcPr>
          <w:p w14:paraId="08E46D6A" w14:textId="16B53D52" w:rsidR="00442B8A" w:rsidRPr="00234037" w:rsidRDefault="0097592A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2,5</w:t>
            </w:r>
          </w:p>
        </w:tc>
      </w:tr>
      <w:tr w:rsidR="00442B8A" w:rsidRPr="006C0318" w14:paraId="0F635330" w14:textId="77777777" w:rsidTr="0021089E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4183BA5" w14:textId="77777777" w:rsidR="00442B8A" w:rsidRPr="006C0318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0B4F49E" w14:textId="77777777" w:rsidR="00442B8A" w:rsidRPr="000B6869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04</w:t>
            </w:r>
          </w:p>
        </w:tc>
        <w:tc>
          <w:tcPr>
            <w:tcW w:w="6328" w:type="dxa"/>
            <w:vAlign w:val="center"/>
          </w:tcPr>
          <w:p w14:paraId="49193CC5" w14:textId="7003465B" w:rsidR="00442B8A" w:rsidRPr="00C208E7" w:rsidRDefault="006341CD" w:rsidP="00C208E7">
            <w:pPr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208E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Executar técnicas de dança moderna – nível intermédio </w:t>
            </w:r>
          </w:p>
        </w:tc>
        <w:tc>
          <w:tcPr>
            <w:tcW w:w="900" w:type="dxa"/>
            <w:vAlign w:val="center"/>
          </w:tcPr>
          <w:p w14:paraId="683D3691" w14:textId="3AD82829" w:rsidR="00442B8A" w:rsidRPr="00234037" w:rsidRDefault="0097592A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442B8A" w:rsidRPr="006C0318" w14:paraId="0B73064F" w14:textId="77777777" w:rsidTr="0021089E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07B0B3C" w14:textId="77777777" w:rsidR="00442B8A" w:rsidRPr="006C0318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B6B02D8" w14:textId="77777777" w:rsidR="00442B8A" w:rsidRPr="000B6869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05</w:t>
            </w:r>
          </w:p>
        </w:tc>
        <w:tc>
          <w:tcPr>
            <w:tcW w:w="6328" w:type="dxa"/>
            <w:shd w:val="clear" w:color="auto" w:fill="auto"/>
            <w:vAlign w:val="center"/>
          </w:tcPr>
          <w:p w14:paraId="1358F0AA" w14:textId="28D9E036" w:rsidR="00442B8A" w:rsidRPr="00C208E7" w:rsidRDefault="006341CD" w:rsidP="00C208E7">
            <w:pPr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208E7">
              <w:rPr>
                <w:rFonts w:ascii="Verdana Pro Light" w:eastAsia="Arial Unicode MS" w:hAnsi="Verdana Pro Light" w:cs="Arial Unicode MS"/>
                <w:sz w:val="18"/>
                <w:szCs w:val="18"/>
              </w:rPr>
              <w:t>Executar técnicas de dança contemporânea – nível elementar</w:t>
            </w:r>
          </w:p>
        </w:tc>
        <w:tc>
          <w:tcPr>
            <w:tcW w:w="900" w:type="dxa"/>
            <w:vAlign w:val="center"/>
          </w:tcPr>
          <w:p w14:paraId="56155537" w14:textId="49478572" w:rsidR="00442B8A" w:rsidRPr="00234037" w:rsidRDefault="008E7394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 w:rsidR="0097592A">
              <w:rPr>
                <w:rFonts w:ascii="Verdana Pro Light" w:eastAsia="Arial Unicode MS" w:hAnsi="Verdana Pro Light" w:cs="Arial Unicode MS"/>
                <w:sz w:val="18"/>
                <w:szCs w:val="18"/>
              </w:rPr>
              <w:t>,5</w:t>
            </w:r>
          </w:p>
        </w:tc>
      </w:tr>
      <w:tr w:rsidR="00442B8A" w:rsidRPr="006C0318" w14:paraId="3E299294" w14:textId="77777777" w:rsidTr="0021089E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6C5CAAE" w14:textId="77777777" w:rsidR="00442B8A" w:rsidRPr="006C0318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CFD6813" w14:textId="77777777" w:rsidR="00442B8A" w:rsidRPr="000B6869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06</w:t>
            </w:r>
          </w:p>
        </w:tc>
        <w:tc>
          <w:tcPr>
            <w:tcW w:w="6328" w:type="dxa"/>
            <w:vAlign w:val="center"/>
          </w:tcPr>
          <w:p w14:paraId="208E8C34" w14:textId="40C8C589" w:rsidR="00442B8A" w:rsidRPr="00C208E7" w:rsidRDefault="00220F11" w:rsidP="00C208E7">
            <w:pPr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20F11">
              <w:rPr>
                <w:rFonts w:ascii="Verdana Pro Light" w:eastAsia="Arial Unicode MS" w:hAnsi="Verdana Pro Light" w:cs="Arial Unicode MS"/>
                <w:sz w:val="18"/>
                <w:szCs w:val="18"/>
              </w:rPr>
              <w:t>Executar técnicas de improvisação na dança contemporânea – Nível elementar</w:t>
            </w:r>
          </w:p>
        </w:tc>
        <w:tc>
          <w:tcPr>
            <w:tcW w:w="900" w:type="dxa"/>
            <w:vAlign w:val="center"/>
          </w:tcPr>
          <w:p w14:paraId="17A55E91" w14:textId="2F9E011C" w:rsidR="00442B8A" w:rsidRPr="00234037" w:rsidRDefault="0097592A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442B8A" w:rsidRPr="006C0318" w14:paraId="1BC54414" w14:textId="77777777" w:rsidTr="0021089E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BE9108E" w14:textId="77777777" w:rsidR="00442B8A" w:rsidRPr="006C0318" w:rsidRDefault="00442B8A" w:rsidP="000B6869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72CFACB" w14:textId="77777777" w:rsidR="00442B8A" w:rsidRPr="000B6869" w:rsidRDefault="00442B8A" w:rsidP="000B6869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07</w:t>
            </w:r>
          </w:p>
        </w:tc>
        <w:tc>
          <w:tcPr>
            <w:tcW w:w="6328" w:type="dxa"/>
            <w:vAlign w:val="center"/>
          </w:tcPr>
          <w:p w14:paraId="339E041B" w14:textId="5A570CB5" w:rsidR="00442B8A" w:rsidRPr="00C208E7" w:rsidRDefault="006341CD" w:rsidP="00C208E7">
            <w:pPr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208E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Executar técnicas de contacto improvisação na dança contemporânea </w:t>
            </w:r>
          </w:p>
        </w:tc>
        <w:tc>
          <w:tcPr>
            <w:tcW w:w="900" w:type="dxa"/>
            <w:vAlign w:val="center"/>
          </w:tcPr>
          <w:p w14:paraId="501048CA" w14:textId="0297611C" w:rsidR="00442B8A" w:rsidRPr="00234037" w:rsidRDefault="0097592A" w:rsidP="000B6869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627EDE" w:rsidRPr="006C0318" w14:paraId="628D1077" w14:textId="77777777" w:rsidTr="0021089E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9D16CCF" w14:textId="77777777" w:rsidR="00627EDE" w:rsidRPr="006C0318" w:rsidRDefault="00627EDE" w:rsidP="00627EDE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2482E38" w14:textId="77777777" w:rsidR="00627EDE" w:rsidRPr="000B6869" w:rsidRDefault="00627EDE" w:rsidP="00627EDE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08</w:t>
            </w:r>
          </w:p>
        </w:tc>
        <w:tc>
          <w:tcPr>
            <w:tcW w:w="6328" w:type="dxa"/>
          </w:tcPr>
          <w:p w14:paraId="5621FF45" w14:textId="74657FB9" w:rsidR="00627EDE" w:rsidRPr="00C208E7" w:rsidRDefault="00627EDE" w:rsidP="00C208E7">
            <w:pPr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208E7">
              <w:rPr>
                <w:rFonts w:ascii="Verdana Pro Light" w:eastAsia="Arial Unicode MS" w:hAnsi="Verdana Pro Light" w:cs="Arial Unicode MS"/>
                <w:sz w:val="18"/>
                <w:szCs w:val="18"/>
              </w:rPr>
              <w:t>Executar movimentos de dança clássica com diferentes tipos de dinâmicas</w:t>
            </w:r>
          </w:p>
        </w:tc>
        <w:tc>
          <w:tcPr>
            <w:tcW w:w="900" w:type="dxa"/>
          </w:tcPr>
          <w:p w14:paraId="714AEDAE" w14:textId="6BC83B0A" w:rsidR="00627EDE" w:rsidRPr="00234037" w:rsidRDefault="00627EDE" w:rsidP="00627EDE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12D5D"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627EDE" w:rsidRPr="006C0318" w14:paraId="70FCFDA4" w14:textId="77777777" w:rsidTr="0021089E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8BD8091" w14:textId="77777777" w:rsidR="00627EDE" w:rsidRPr="006C0318" w:rsidRDefault="00627EDE" w:rsidP="00627EDE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8FA249F" w14:textId="77777777" w:rsidR="00627EDE" w:rsidRPr="000B6869" w:rsidRDefault="00627EDE" w:rsidP="00627EDE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09</w:t>
            </w:r>
          </w:p>
        </w:tc>
        <w:tc>
          <w:tcPr>
            <w:tcW w:w="6328" w:type="dxa"/>
          </w:tcPr>
          <w:p w14:paraId="2F5BE1D2" w14:textId="7CB50410" w:rsidR="00627EDE" w:rsidRPr="00C208E7" w:rsidRDefault="00627EDE" w:rsidP="00C208E7">
            <w:pPr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208E7">
              <w:rPr>
                <w:rFonts w:ascii="Verdana Pro Light" w:eastAsia="Arial Unicode MS" w:hAnsi="Verdana Pro Light" w:cs="Arial Unicode MS"/>
                <w:sz w:val="18"/>
                <w:szCs w:val="18"/>
              </w:rPr>
              <w:t>Executar movimentos de progressão espacial</w:t>
            </w:r>
          </w:p>
        </w:tc>
        <w:tc>
          <w:tcPr>
            <w:tcW w:w="900" w:type="dxa"/>
          </w:tcPr>
          <w:p w14:paraId="72F30B14" w14:textId="7B8DE88A" w:rsidR="00627EDE" w:rsidRPr="00234037" w:rsidRDefault="00627EDE" w:rsidP="00627EDE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12D5D"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627EDE" w:rsidRPr="006C0318" w14:paraId="16EB1A55" w14:textId="77777777" w:rsidTr="0021089E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49B74B0" w14:textId="77777777" w:rsidR="00627EDE" w:rsidRPr="006C0318" w:rsidRDefault="00627EDE" w:rsidP="00627EDE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AD8645F" w14:textId="77777777" w:rsidR="00627EDE" w:rsidRPr="000B6869" w:rsidRDefault="00627EDE" w:rsidP="00627EDE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10</w:t>
            </w:r>
          </w:p>
        </w:tc>
        <w:tc>
          <w:tcPr>
            <w:tcW w:w="6328" w:type="dxa"/>
          </w:tcPr>
          <w:p w14:paraId="6A8F6195" w14:textId="678A3B70" w:rsidR="00627EDE" w:rsidRPr="00C208E7" w:rsidRDefault="00627EDE" w:rsidP="00C208E7">
            <w:pPr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208E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Executar técnicas de dança clássica – nível avançado </w:t>
            </w:r>
          </w:p>
        </w:tc>
        <w:tc>
          <w:tcPr>
            <w:tcW w:w="900" w:type="dxa"/>
          </w:tcPr>
          <w:p w14:paraId="199F7F80" w14:textId="0E1EE45B" w:rsidR="00627EDE" w:rsidRPr="00234037" w:rsidRDefault="00627EDE" w:rsidP="00627EDE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12D5D"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627EDE" w:rsidRPr="006C0318" w14:paraId="225BA4CA" w14:textId="77777777" w:rsidTr="0021089E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45DF7A2" w14:textId="77777777" w:rsidR="00627EDE" w:rsidRPr="006C0318" w:rsidRDefault="00627EDE" w:rsidP="00627EDE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3F1EA01" w14:textId="77777777" w:rsidR="00627EDE" w:rsidRPr="000B6869" w:rsidRDefault="00627EDE" w:rsidP="00627EDE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11</w:t>
            </w:r>
          </w:p>
        </w:tc>
        <w:tc>
          <w:tcPr>
            <w:tcW w:w="6328" w:type="dxa"/>
          </w:tcPr>
          <w:p w14:paraId="62AAEE45" w14:textId="58468A0F" w:rsidR="00627EDE" w:rsidRPr="00C208E7" w:rsidRDefault="00627EDE" w:rsidP="00C208E7">
            <w:pPr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208E7">
              <w:rPr>
                <w:rFonts w:ascii="Verdana Pro Light" w:eastAsia="Arial Unicode MS" w:hAnsi="Verdana Pro Light" w:cs="Arial Unicode MS"/>
                <w:sz w:val="18"/>
                <w:szCs w:val="18"/>
              </w:rPr>
              <w:t>Executar técnicas de dança contemporânea – nível intermédio</w:t>
            </w:r>
          </w:p>
        </w:tc>
        <w:tc>
          <w:tcPr>
            <w:tcW w:w="900" w:type="dxa"/>
          </w:tcPr>
          <w:p w14:paraId="5283B8F6" w14:textId="522B3207" w:rsidR="00627EDE" w:rsidRPr="00234037" w:rsidRDefault="00627EDE" w:rsidP="00627EDE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12D5D"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627EDE" w:rsidRPr="006C0318" w14:paraId="275BBA21" w14:textId="77777777" w:rsidTr="0021089E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0CD90AE" w14:textId="77777777" w:rsidR="00627EDE" w:rsidRPr="006C0318" w:rsidRDefault="00627EDE" w:rsidP="00627EDE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9343EFF" w14:textId="77777777" w:rsidR="00627EDE" w:rsidRPr="000B6869" w:rsidRDefault="00627EDE" w:rsidP="00627EDE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12</w:t>
            </w:r>
          </w:p>
        </w:tc>
        <w:tc>
          <w:tcPr>
            <w:tcW w:w="6328" w:type="dxa"/>
          </w:tcPr>
          <w:p w14:paraId="4461AA08" w14:textId="530BFA5A" w:rsidR="00627EDE" w:rsidRPr="00C208E7" w:rsidRDefault="00627EDE" w:rsidP="00C208E7">
            <w:pPr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208E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Executar técnicas de dança contemporânea – nível avançado </w:t>
            </w:r>
          </w:p>
        </w:tc>
        <w:tc>
          <w:tcPr>
            <w:tcW w:w="900" w:type="dxa"/>
          </w:tcPr>
          <w:p w14:paraId="71C4D63C" w14:textId="5E2B0E82" w:rsidR="00627EDE" w:rsidRPr="00234037" w:rsidRDefault="00627EDE" w:rsidP="00627EDE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12D5D"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627EDE" w:rsidRPr="006C0318" w14:paraId="6EA106F3" w14:textId="77777777" w:rsidTr="0021089E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500410F" w14:textId="77777777" w:rsidR="00627EDE" w:rsidRPr="006C0318" w:rsidRDefault="00627EDE" w:rsidP="00627EDE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5CC9158" w14:textId="77777777" w:rsidR="00627EDE" w:rsidRPr="000B6869" w:rsidRDefault="00627EDE" w:rsidP="00627EDE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13</w:t>
            </w:r>
          </w:p>
        </w:tc>
        <w:tc>
          <w:tcPr>
            <w:tcW w:w="6328" w:type="dxa"/>
          </w:tcPr>
          <w:p w14:paraId="43F0E650" w14:textId="4D87707B" w:rsidR="00627EDE" w:rsidRPr="00C208E7" w:rsidRDefault="00627EDE" w:rsidP="00C208E7">
            <w:pPr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208E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Executar técnica </w:t>
            </w:r>
            <w:proofErr w:type="spellStart"/>
            <w:r w:rsidRPr="003409CA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Flying</w:t>
            </w:r>
            <w:proofErr w:type="spellEnd"/>
            <w:r w:rsidRPr="003409CA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409CA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Low</w:t>
            </w:r>
            <w:proofErr w:type="spellEnd"/>
            <w:r w:rsidRPr="00C208E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</w:tc>
        <w:tc>
          <w:tcPr>
            <w:tcW w:w="900" w:type="dxa"/>
          </w:tcPr>
          <w:p w14:paraId="0BC062F5" w14:textId="3E2E3EDD" w:rsidR="00627EDE" w:rsidRPr="00234037" w:rsidRDefault="00CE0A56" w:rsidP="00627EDE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</w:t>
            </w:r>
            <w:r w:rsidR="00627EDE" w:rsidRPr="00A12D5D">
              <w:rPr>
                <w:rFonts w:ascii="Verdana Pro Light" w:eastAsia="Arial Unicode MS" w:hAnsi="Verdana Pro Light" w:cs="Arial Unicode MS"/>
                <w:sz w:val="18"/>
                <w:szCs w:val="18"/>
              </w:rPr>
              <w:t>,5</w:t>
            </w:r>
          </w:p>
        </w:tc>
      </w:tr>
      <w:tr w:rsidR="00163E8C" w:rsidRPr="006C0318" w14:paraId="26CC5EFE" w14:textId="77777777" w:rsidTr="005A7E23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2949017" w14:textId="77777777" w:rsidR="00163E8C" w:rsidRPr="006C0318" w:rsidRDefault="00163E8C" w:rsidP="00163E8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86886EB" w14:textId="77777777" w:rsidR="00163E8C" w:rsidRPr="000B6869" w:rsidRDefault="00163E8C" w:rsidP="00163E8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14</w:t>
            </w:r>
          </w:p>
        </w:tc>
        <w:tc>
          <w:tcPr>
            <w:tcW w:w="6328" w:type="dxa"/>
            <w:vAlign w:val="center"/>
          </w:tcPr>
          <w:p w14:paraId="2D0CA091" w14:textId="065382A9" w:rsidR="00163E8C" w:rsidRPr="00C208E7" w:rsidRDefault="00163E8C" w:rsidP="00C208E7">
            <w:pPr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208E7">
              <w:rPr>
                <w:rFonts w:ascii="Verdana Pro Light" w:eastAsia="Arial Unicode MS" w:hAnsi="Verdana Pro Light" w:cs="Arial Unicode MS"/>
                <w:sz w:val="18"/>
                <w:szCs w:val="18"/>
              </w:rPr>
              <w:t>Executar técnicas de composição de dança contemporânea</w:t>
            </w:r>
          </w:p>
        </w:tc>
        <w:tc>
          <w:tcPr>
            <w:tcW w:w="900" w:type="dxa"/>
          </w:tcPr>
          <w:p w14:paraId="5878A12F" w14:textId="5B94A156" w:rsidR="00163E8C" w:rsidRPr="00234037" w:rsidRDefault="00163E8C" w:rsidP="00163E8C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219B3"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163E8C" w:rsidRPr="006C0318" w14:paraId="4FF24149" w14:textId="77777777" w:rsidTr="005A7E23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96504BA" w14:textId="77777777" w:rsidR="00163E8C" w:rsidRPr="006C0318" w:rsidRDefault="00163E8C" w:rsidP="00163E8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3730DDE" w14:textId="77777777" w:rsidR="00163E8C" w:rsidRPr="000B6869" w:rsidRDefault="00163E8C" w:rsidP="00163E8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15</w:t>
            </w:r>
          </w:p>
        </w:tc>
        <w:tc>
          <w:tcPr>
            <w:tcW w:w="6328" w:type="dxa"/>
            <w:vAlign w:val="center"/>
          </w:tcPr>
          <w:p w14:paraId="6FE7BD43" w14:textId="605B0447" w:rsidR="00163E8C" w:rsidRPr="00C208E7" w:rsidRDefault="00163E8C" w:rsidP="00C208E7">
            <w:pPr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208E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Recriar uma coreografia a partir de reportório da dança contemporânea </w:t>
            </w:r>
          </w:p>
        </w:tc>
        <w:tc>
          <w:tcPr>
            <w:tcW w:w="900" w:type="dxa"/>
          </w:tcPr>
          <w:p w14:paraId="28549559" w14:textId="6FFE35E2" w:rsidR="00163E8C" w:rsidRPr="00234037" w:rsidRDefault="00163E8C" w:rsidP="00163E8C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219B3"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163E8C" w:rsidRPr="006C0318" w14:paraId="378602A6" w14:textId="77777777" w:rsidTr="005A7E23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BBF7213" w14:textId="77777777" w:rsidR="00163E8C" w:rsidRPr="006C0318" w:rsidRDefault="00163E8C" w:rsidP="00163E8C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A88139A" w14:textId="77777777" w:rsidR="00163E8C" w:rsidRPr="000B6869" w:rsidRDefault="00163E8C" w:rsidP="00163E8C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16</w:t>
            </w:r>
          </w:p>
        </w:tc>
        <w:tc>
          <w:tcPr>
            <w:tcW w:w="6328" w:type="dxa"/>
            <w:vAlign w:val="center"/>
          </w:tcPr>
          <w:p w14:paraId="7164C678" w14:textId="2D2E497E" w:rsidR="00163E8C" w:rsidRPr="00C208E7" w:rsidRDefault="00163E8C" w:rsidP="00C208E7">
            <w:pPr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208E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Construir uma coreografia </w:t>
            </w:r>
          </w:p>
        </w:tc>
        <w:tc>
          <w:tcPr>
            <w:tcW w:w="900" w:type="dxa"/>
          </w:tcPr>
          <w:p w14:paraId="421EED65" w14:textId="0666108C" w:rsidR="00163E8C" w:rsidRPr="00234037" w:rsidRDefault="00163E8C" w:rsidP="00163E8C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2219B3"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E20026" w:rsidRPr="006C0318" w14:paraId="2213E77D" w14:textId="77777777" w:rsidTr="0021089E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B2074AB" w14:textId="77777777" w:rsidR="00E20026" w:rsidRPr="006C0318" w:rsidRDefault="00E20026" w:rsidP="00E20026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728A036" w14:textId="77777777" w:rsidR="00E20026" w:rsidRPr="000B6869" w:rsidRDefault="00E20026" w:rsidP="00E20026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17</w:t>
            </w:r>
          </w:p>
        </w:tc>
        <w:tc>
          <w:tcPr>
            <w:tcW w:w="6328" w:type="dxa"/>
            <w:vAlign w:val="center"/>
          </w:tcPr>
          <w:p w14:paraId="0C96F42A" w14:textId="026B293B" w:rsidR="00E20026" w:rsidRPr="00234037" w:rsidRDefault="00E20026" w:rsidP="00E20026">
            <w:pPr>
              <w:rPr>
                <w:rFonts w:ascii="Verdana Pro Light" w:hAnsi="Verdana Pro Light"/>
                <w:sz w:val="18"/>
                <w:szCs w:val="18"/>
              </w:rPr>
            </w:pPr>
            <w:r w:rsidRPr="003409CA">
              <w:rPr>
                <w:rFonts w:ascii="Verdana Pro Light" w:hAnsi="Verdana Pro Light"/>
                <w:sz w:val="18"/>
                <w:szCs w:val="18"/>
              </w:rPr>
              <w:t>Construir um projeto artístico de dança</w:t>
            </w:r>
          </w:p>
        </w:tc>
        <w:tc>
          <w:tcPr>
            <w:tcW w:w="900" w:type="dxa"/>
            <w:vAlign w:val="center"/>
          </w:tcPr>
          <w:p w14:paraId="162199BF" w14:textId="641975D4" w:rsidR="00E20026" w:rsidRPr="00234037" w:rsidRDefault="00E20026" w:rsidP="00E20026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2,5</w:t>
            </w:r>
          </w:p>
        </w:tc>
      </w:tr>
      <w:tr w:rsidR="00334000" w:rsidRPr="006C0318" w14:paraId="53497A04" w14:textId="77777777" w:rsidTr="0021089E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0A47B9A" w14:textId="77777777" w:rsidR="00334000" w:rsidRPr="006C0318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126B0F0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18</w:t>
            </w:r>
          </w:p>
        </w:tc>
        <w:tc>
          <w:tcPr>
            <w:tcW w:w="6328" w:type="dxa"/>
            <w:vAlign w:val="center"/>
          </w:tcPr>
          <w:p w14:paraId="745ED9E6" w14:textId="39AD5C30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  <w:r w:rsidRPr="00C208E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Utilizar técnicas de voz </w:t>
            </w:r>
          </w:p>
        </w:tc>
        <w:tc>
          <w:tcPr>
            <w:tcW w:w="900" w:type="dxa"/>
            <w:vAlign w:val="center"/>
          </w:tcPr>
          <w:p w14:paraId="75DA505A" w14:textId="4AB667B1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2,5</w:t>
            </w:r>
          </w:p>
        </w:tc>
      </w:tr>
      <w:tr w:rsidR="00334000" w:rsidRPr="006C0318" w14:paraId="683748E1" w14:textId="77777777" w:rsidTr="0021089E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4DAC5E4" w14:textId="77777777" w:rsidR="00334000" w:rsidRPr="006C0318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7E69EE3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19</w:t>
            </w:r>
          </w:p>
        </w:tc>
        <w:tc>
          <w:tcPr>
            <w:tcW w:w="6328" w:type="dxa"/>
            <w:vAlign w:val="center"/>
          </w:tcPr>
          <w:p w14:paraId="056A22E4" w14:textId="52B4CB5D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  <w:r w:rsidRPr="003409CA">
              <w:rPr>
                <w:rFonts w:ascii="Verdana Pro Light" w:hAnsi="Verdana Pro Light"/>
                <w:sz w:val="18"/>
                <w:szCs w:val="18"/>
              </w:rPr>
              <w:t xml:space="preserve">Executar exercícios simples de canto </w:t>
            </w:r>
          </w:p>
        </w:tc>
        <w:tc>
          <w:tcPr>
            <w:tcW w:w="900" w:type="dxa"/>
            <w:vAlign w:val="center"/>
          </w:tcPr>
          <w:p w14:paraId="53C92FB0" w14:textId="7CEA955C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2,5</w:t>
            </w:r>
          </w:p>
        </w:tc>
      </w:tr>
      <w:tr w:rsidR="00334000" w:rsidRPr="006C0318" w14:paraId="766C9619" w14:textId="77777777" w:rsidTr="00DD35B2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BF3C6B1" w14:textId="77777777" w:rsidR="00334000" w:rsidRPr="006C0318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21A3DCE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20</w:t>
            </w:r>
          </w:p>
        </w:tc>
        <w:tc>
          <w:tcPr>
            <w:tcW w:w="6328" w:type="dxa"/>
            <w:shd w:val="clear" w:color="auto" w:fill="auto"/>
            <w:vAlign w:val="center"/>
          </w:tcPr>
          <w:p w14:paraId="03C1E8F2" w14:textId="04E61E8C" w:rsidR="00334000" w:rsidRPr="006D0181" w:rsidRDefault="00334000" w:rsidP="00334000">
            <w:pPr>
              <w:rPr>
                <w:rFonts w:ascii="Verdana Pro Light" w:hAnsi="Verdana Pro Light"/>
                <w:sz w:val="18"/>
                <w:szCs w:val="18"/>
                <w:highlight w:val="red"/>
              </w:rPr>
            </w:pPr>
            <w:r w:rsidRPr="00DD35B2">
              <w:rPr>
                <w:rFonts w:ascii="Verdana Pro Light" w:hAnsi="Verdana Pro Light"/>
                <w:sz w:val="18"/>
                <w:szCs w:val="18"/>
              </w:rPr>
              <w:t>Planear e gerir uma carreira artística</w:t>
            </w:r>
          </w:p>
        </w:tc>
        <w:tc>
          <w:tcPr>
            <w:tcW w:w="900" w:type="dxa"/>
            <w:vAlign w:val="center"/>
          </w:tcPr>
          <w:p w14:paraId="41124EFA" w14:textId="0B2E8401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334000" w:rsidRPr="006C0318" w14:paraId="7D38E96A" w14:textId="77777777" w:rsidTr="0021089E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EC72FA6" w14:textId="77777777" w:rsidR="00334000" w:rsidRPr="006C0318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A7BC2CD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21</w:t>
            </w:r>
          </w:p>
        </w:tc>
        <w:tc>
          <w:tcPr>
            <w:tcW w:w="6328" w:type="dxa"/>
            <w:vAlign w:val="center"/>
          </w:tcPr>
          <w:p w14:paraId="78ED27F5" w14:textId="128AD51C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  <w:r w:rsidRPr="003409CA">
              <w:rPr>
                <w:rFonts w:ascii="Verdana Pro Light" w:hAnsi="Verdana Pro Light"/>
                <w:sz w:val="18"/>
                <w:szCs w:val="18"/>
              </w:rPr>
              <w:t>Prestar informação sobre o intérprete de dança contemporânea</w:t>
            </w:r>
          </w:p>
        </w:tc>
        <w:tc>
          <w:tcPr>
            <w:tcW w:w="900" w:type="dxa"/>
            <w:vAlign w:val="center"/>
          </w:tcPr>
          <w:p w14:paraId="3D22DB03" w14:textId="731E563B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2,5</w:t>
            </w:r>
          </w:p>
        </w:tc>
      </w:tr>
      <w:tr w:rsidR="00334000" w:rsidRPr="006C0318" w14:paraId="64C603FA" w14:textId="77777777" w:rsidTr="0021089E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B5F73DC" w14:textId="77777777" w:rsidR="00334000" w:rsidRPr="006C0318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7EC6535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22</w:t>
            </w:r>
          </w:p>
        </w:tc>
        <w:tc>
          <w:tcPr>
            <w:tcW w:w="6328" w:type="dxa"/>
            <w:vAlign w:val="center"/>
          </w:tcPr>
          <w:p w14:paraId="72F39B7C" w14:textId="6DDF0513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  <w:r w:rsidRPr="003409CA">
              <w:rPr>
                <w:rFonts w:ascii="Verdana Pro Light" w:hAnsi="Verdana Pro Light"/>
                <w:sz w:val="18"/>
                <w:szCs w:val="18"/>
              </w:rPr>
              <w:t>Colaborar e trabalhar em equipa</w:t>
            </w:r>
            <w:r>
              <w:rPr>
                <w:rFonts w:ascii="Verdana Pro Light" w:hAnsi="Verdana Pro Light"/>
                <w:sz w:val="18"/>
                <w:szCs w:val="18"/>
              </w:rPr>
              <w:t xml:space="preserve"> no contexto da </w:t>
            </w:r>
            <w:r w:rsidRPr="00C208E7">
              <w:rPr>
                <w:rFonts w:ascii="Verdana Pro Light" w:eastAsia="Arial Unicode MS" w:hAnsi="Verdana Pro Light" w:cs="Arial Unicode MS"/>
                <w:sz w:val="18"/>
                <w:szCs w:val="18"/>
              </w:rPr>
              <w:t>dança contemporânea</w:t>
            </w:r>
          </w:p>
        </w:tc>
        <w:tc>
          <w:tcPr>
            <w:tcW w:w="900" w:type="dxa"/>
            <w:vAlign w:val="center"/>
          </w:tcPr>
          <w:p w14:paraId="06A0E035" w14:textId="1FD29C9F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334000" w:rsidRPr="006C0318" w14:paraId="72430D0F" w14:textId="77777777" w:rsidTr="0021089E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B938CE7" w14:textId="77777777" w:rsidR="00334000" w:rsidRPr="006C0318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6912FCC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23</w:t>
            </w:r>
          </w:p>
        </w:tc>
        <w:tc>
          <w:tcPr>
            <w:tcW w:w="6328" w:type="dxa"/>
            <w:vAlign w:val="center"/>
          </w:tcPr>
          <w:p w14:paraId="0AE3493A" w14:textId="6DCF36D5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  <w:r w:rsidRPr="003409CA">
              <w:rPr>
                <w:rFonts w:ascii="Verdana Pro Light" w:hAnsi="Verdana Pro Light"/>
                <w:sz w:val="18"/>
                <w:szCs w:val="18"/>
              </w:rPr>
              <w:t>Implementar as normas de segurança e saúde no trabalho</w:t>
            </w:r>
            <w:r>
              <w:rPr>
                <w:rFonts w:ascii="Verdana Pro Light" w:hAnsi="Verdana Pro Light"/>
                <w:sz w:val="18"/>
                <w:szCs w:val="18"/>
              </w:rPr>
              <w:t xml:space="preserve"> no setor da dança</w:t>
            </w:r>
          </w:p>
        </w:tc>
        <w:tc>
          <w:tcPr>
            <w:tcW w:w="900" w:type="dxa"/>
            <w:vAlign w:val="center"/>
          </w:tcPr>
          <w:p w14:paraId="4C7CFEAD" w14:textId="417776A0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2,5</w:t>
            </w:r>
          </w:p>
        </w:tc>
      </w:tr>
      <w:tr w:rsidR="00334000" w:rsidRPr="006C0318" w14:paraId="1FAB92AE" w14:textId="77777777" w:rsidTr="0021089E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158ECF7" w14:textId="77777777" w:rsidR="00334000" w:rsidRPr="006C0318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B878498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24</w:t>
            </w:r>
          </w:p>
        </w:tc>
        <w:tc>
          <w:tcPr>
            <w:tcW w:w="6328" w:type="dxa"/>
            <w:vAlign w:val="center"/>
          </w:tcPr>
          <w:p w14:paraId="38F66BEC" w14:textId="1F0EABAC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  <w:r w:rsidRPr="003409CA">
              <w:rPr>
                <w:rFonts w:ascii="Verdana Pro Light" w:hAnsi="Verdana Pro Light"/>
                <w:sz w:val="18"/>
                <w:szCs w:val="18"/>
              </w:rPr>
              <w:t>Comunicar e interagir em língua inglesa</w:t>
            </w:r>
            <w:r w:rsidRPr="00C208E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no setor da </w:t>
            </w:r>
            <w:r w:rsidRPr="00C208E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dança </w:t>
            </w:r>
          </w:p>
        </w:tc>
        <w:tc>
          <w:tcPr>
            <w:tcW w:w="900" w:type="dxa"/>
            <w:vAlign w:val="center"/>
          </w:tcPr>
          <w:p w14:paraId="6097191F" w14:textId="10DCAD45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334000" w:rsidRPr="006C0318" w14:paraId="140C31DB" w14:textId="77777777" w:rsidTr="0021089E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426DD94" w14:textId="77777777" w:rsidR="00334000" w:rsidRPr="006C0318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20F2B5E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25</w:t>
            </w:r>
          </w:p>
        </w:tc>
        <w:tc>
          <w:tcPr>
            <w:tcW w:w="6328" w:type="dxa"/>
            <w:vAlign w:val="center"/>
          </w:tcPr>
          <w:p w14:paraId="0AFF7C42" w14:textId="6B40E076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064EB1EB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6C0318" w14:paraId="54381C75" w14:textId="77777777" w:rsidTr="0021089E">
        <w:trPr>
          <w:trHeight w:val="245"/>
          <w:jc w:val="center"/>
        </w:trPr>
        <w:tc>
          <w:tcPr>
            <w:tcW w:w="118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2E15BDA" w14:textId="77777777" w:rsidR="00334000" w:rsidRPr="006C0318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A8D8401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26</w:t>
            </w:r>
          </w:p>
        </w:tc>
        <w:tc>
          <w:tcPr>
            <w:tcW w:w="6328" w:type="dxa"/>
            <w:tcBorders>
              <w:bottom w:val="dotted" w:sz="4" w:space="0" w:color="auto"/>
            </w:tcBorders>
            <w:vAlign w:val="center"/>
          </w:tcPr>
          <w:p w14:paraId="720DCA9D" w14:textId="32EFF5E5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900" w:type="dxa"/>
            <w:tcBorders>
              <w:bottom w:val="dotted" w:sz="4" w:space="0" w:color="auto"/>
            </w:tcBorders>
            <w:vAlign w:val="center"/>
          </w:tcPr>
          <w:p w14:paraId="1622E857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7EDBA054" w14:textId="77777777" w:rsidTr="00210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07A89FF4" w14:textId="77777777" w:rsidR="00334000" w:rsidRPr="000B6869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6B0D193F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27</w:t>
            </w:r>
          </w:p>
        </w:tc>
        <w:tc>
          <w:tcPr>
            <w:tcW w:w="6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8E7C45" w14:textId="3AB922BD" w:rsidR="00334000" w:rsidRPr="006C0318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254262F9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317BACAE" w14:textId="77777777" w:rsidTr="00210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4AA2A75B" w14:textId="77777777" w:rsidR="00334000" w:rsidRPr="000B6869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CFB3D2D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28</w:t>
            </w:r>
          </w:p>
        </w:tc>
        <w:tc>
          <w:tcPr>
            <w:tcW w:w="6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66CF80" w14:textId="6B76909D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C332768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6E3AAE6F" w14:textId="77777777" w:rsidTr="00210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09C5843" w14:textId="77777777" w:rsidR="00334000" w:rsidRPr="000B6869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38F3065D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29</w:t>
            </w:r>
          </w:p>
        </w:tc>
        <w:tc>
          <w:tcPr>
            <w:tcW w:w="6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E47F9B8" w14:textId="3E96BCB7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0A44032E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70F8C760" w14:textId="77777777" w:rsidTr="00210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C42D767" w14:textId="77777777" w:rsidR="00334000" w:rsidRPr="000B6869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0B4E66A9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30</w:t>
            </w:r>
          </w:p>
        </w:tc>
        <w:tc>
          <w:tcPr>
            <w:tcW w:w="6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C50582" w14:textId="37D27EB0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76713B31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16CA8BAB" w14:textId="77777777" w:rsidTr="00210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1305A264" w14:textId="77777777" w:rsidR="00334000" w:rsidRPr="000B6869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A339B30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31</w:t>
            </w:r>
          </w:p>
        </w:tc>
        <w:tc>
          <w:tcPr>
            <w:tcW w:w="6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8D55782" w14:textId="21530759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7B8ACC3F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701553DB" w14:textId="77777777" w:rsidTr="00210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35CDF7B" w14:textId="77777777" w:rsidR="00334000" w:rsidRPr="000B6869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4CF67302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32</w:t>
            </w:r>
          </w:p>
        </w:tc>
        <w:tc>
          <w:tcPr>
            <w:tcW w:w="6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5A70159" w14:textId="77777777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12EB8335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4BE506C3" w14:textId="77777777" w:rsidTr="00210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D3EDCF6" w14:textId="77777777" w:rsidR="00334000" w:rsidRPr="000B6869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6FAFB27D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33</w:t>
            </w:r>
          </w:p>
        </w:tc>
        <w:tc>
          <w:tcPr>
            <w:tcW w:w="6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25F5F9E" w14:textId="77777777" w:rsidR="00334000" w:rsidRPr="006C0318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FE41420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35CDAC98" w14:textId="77777777" w:rsidTr="00210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2C413956" w14:textId="77777777" w:rsidR="00334000" w:rsidRPr="000B6869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D41718E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34</w:t>
            </w:r>
          </w:p>
        </w:tc>
        <w:tc>
          <w:tcPr>
            <w:tcW w:w="6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2AE4235" w14:textId="77777777" w:rsidR="00334000" w:rsidRPr="006C0318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622EBB20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5637F30C" w14:textId="77777777" w:rsidTr="00210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2E630143" w14:textId="77777777" w:rsidR="00334000" w:rsidRPr="000B6869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27342A1A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35</w:t>
            </w:r>
          </w:p>
        </w:tc>
        <w:tc>
          <w:tcPr>
            <w:tcW w:w="6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3FFB38" w14:textId="77777777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0C9549AC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182018A0" w14:textId="77777777" w:rsidTr="00210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3B73E99A" w14:textId="77777777" w:rsidR="00334000" w:rsidRPr="000B6869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68D59568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36</w:t>
            </w:r>
          </w:p>
        </w:tc>
        <w:tc>
          <w:tcPr>
            <w:tcW w:w="6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4D1962A" w14:textId="77777777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77AABDD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43CA17C2" w14:textId="77777777" w:rsidTr="00210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225D75B6" w14:textId="77777777" w:rsidR="00334000" w:rsidRPr="000B6869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76799ACF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37</w:t>
            </w:r>
          </w:p>
        </w:tc>
        <w:tc>
          <w:tcPr>
            <w:tcW w:w="6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234F348" w14:textId="77777777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3465E334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62C31B3C" w14:textId="77777777" w:rsidTr="00210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3AFE4D76" w14:textId="77777777" w:rsidR="00334000" w:rsidRPr="000B6869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48EE757E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38</w:t>
            </w:r>
          </w:p>
        </w:tc>
        <w:tc>
          <w:tcPr>
            <w:tcW w:w="6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1E4381" w14:textId="77777777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471098CF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08578DCA" w14:textId="77777777" w:rsidTr="00210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1F8A50F" w14:textId="77777777" w:rsidR="00334000" w:rsidRPr="000B6869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6AE12F9A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39</w:t>
            </w:r>
          </w:p>
        </w:tc>
        <w:tc>
          <w:tcPr>
            <w:tcW w:w="6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EC0A39" w14:textId="77777777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0951207A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3AD6215D" w14:textId="77777777" w:rsidTr="00210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21E72AF8" w14:textId="77777777" w:rsidR="00334000" w:rsidRPr="000B6869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3C68227E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40</w:t>
            </w:r>
          </w:p>
        </w:tc>
        <w:tc>
          <w:tcPr>
            <w:tcW w:w="6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0010AC" w14:textId="77777777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78C423E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16F517A5" w14:textId="77777777" w:rsidTr="00210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43CAB949" w14:textId="77777777" w:rsidR="00334000" w:rsidRPr="000B6869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33310D1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41</w:t>
            </w:r>
          </w:p>
        </w:tc>
        <w:tc>
          <w:tcPr>
            <w:tcW w:w="6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18FFF5" w14:textId="77777777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7F2058A1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66BCFB8B" w14:textId="77777777" w:rsidTr="00210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398D1DB" w14:textId="77777777" w:rsidR="00334000" w:rsidRPr="000B6869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28B7B240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42</w:t>
            </w:r>
          </w:p>
        </w:tc>
        <w:tc>
          <w:tcPr>
            <w:tcW w:w="6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A3E061C" w14:textId="77777777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287D373E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0B08A697" w14:textId="77777777" w:rsidTr="00210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B0B0245" w14:textId="77777777" w:rsidR="00334000" w:rsidRPr="000B6869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70631E27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43</w:t>
            </w:r>
          </w:p>
        </w:tc>
        <w:tc>
          <w:tcPr>
            <w:tcW w:w="6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588BF92" w14:textId="77777777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0A2A1231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3376AB20" w14:textId="77777777" w:rsidTr="00210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65EB9897" w14:textId="77777777" w:rsidR="00334000" w:rsidRPr="000B6869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1A49B95E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44</w:t>
            </w:r>
          </w:p>
        </w:tc>
        <w:tc>
          <w:tcPr>
            <w:tcW w:w="6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58FCD4" w14:textId="77777777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05E814E8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4B583A60" w14:textId="77777777" w:rsidTr="00210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6A8FAFDB" w14:textId="77777777" w:rsidR="00334000" w:rsidRPr="000B6869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255A5E78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45</w:t>
            </w:r>
          </w:p>
        </w:tc>
        <w:tc>
          <w:tcPr>
            <w:tcW w:w="6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E6E961" w14:textId="77777777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3393E22A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5738440B" w14:textId="77777777" w:rsidTr="00210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12C45BE8" w14:textId="77777777" w:rsidR="00334000" w:rsidRPr="000B6869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12067D65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46</w:t>
            </w:r>
          </w:p>
        </w:tc>
        <w:tc>
          <w:tcPr>
            <w:tcW w:w="6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054251" w14:textId="77777777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4ACDE0DC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37EEFFB4" w14:textId="77777777" w:rsidTr="00210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249737F5" w14:textId="77777777" w:rsidR="00334000" w:rsidRPr="000B6869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84A834D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47</w:t>
            </w:r>
          </w:p>
        </w:tc>
        <w:tc>
          <w:tcPr>
            <w:tcW w:w="6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D9BFDE2" w14:textId="77777777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2467A9EF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47A4B0B4" w14:textId="77777777" w:rsidTr="00210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66D479F9" w14:textId="77777777" w:rsidR="00334000" w:rsidRPr="000B6869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005840A5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48</w:t>
            </w:r>
          </w:p>
        </w:tc>
        <w:tc>
          <w:tcPr>
            <w:tcW w:w="6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B49EBB" w14:textId="77777777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303A4CE5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3B78354B" w14:textId="77777777" w:rsidTr="00210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141BB61F" w14:textId="77777777" w:rsidR="00334000" w:rsidRPr="000B6869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062676BE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49</w:t>
            </w:r>
          </w:p>
        </w:tc>
        <w:tc>
          <w:tcPr>
            <w:tcW w:w="6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CA60256" w14:textId="77777777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7B45044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6B22C928" w14:textId="77777777" w:rsidTr="00210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7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0DA14A01" w14:textId="77777777" w:rsidR="00334000" w:rsidRPr="000B6869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7FA0ADF9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50</w:t>
            </w:r>
          </w:p>
        </w:tc>
        <w:tc>
          <w:tcPr>
            <w:tcW w:w="6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23F30B4" w14:textId="77777777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D3C3DFC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0A9C4E67" w14:textId="77777777" w:rsidTr="00210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7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308BF0DA" w14:textId="77777777" w:rsidR="00334000" w:rsidRPr="000B6869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03A3B5A3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51</w:t>
            </w:r>
          </w:p>
        </w:tc>
        <w:tc>
          <w:tcPr>
            <w:tcW w:w="6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7BEAE8" w14:textId="77777777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3EEFA511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22C76578" w14:textId="77777777" w:rsidTr="00210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29787500" w14:textId="77777777" w:rsidR="00334000" w:rsidRPr="000B6869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0D2D4197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6"/>
                <w:szCs w:val="16"/>
              </w:rPr>
            </w:pPr>
            <w:r w:rsidRPr="000B6869">
              <w:rPr>
                <w:rFonts w:ascii="Verdana Pro Light" w:hAnsi="Verdana Pro Light" w:cs="Tahoma"/>
                <w:b/>
                <w:sz w:val="16"/>
                <w:szCs w:val="16"/>
              </w:rPr>
              <w:t>52</w:t>
            </w:r>
          </w:p>
        </w:tc>
        <w:tc>
          <w:tcPr>
            <w:tcW w:w="63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3A075D" w14:textId="77777777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79393587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3CB80D15" w14:textId="77777777" w:rsidTr="002108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822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68C75F3" w14:textId="77777777" w:rsidR="00334000" w:rsidRPr="00346D6E" w:rsidRDefault="00334000" w:rsidP="00334000">
            <w:pPr>
              <w:jc w:val="right"/>
              <w:rPr>
                <w:rFonts w:ascii="Verdana Pro Light" w:hAnsi="Verdana Pro Light"/>
                <w:b/>
                <w:color w:val="0070C0"/>
                <w:sz w:val="18"/>
                <w:szCs w:val="18"/>
              </w:rPr>
            </w:pPr>
            <w:r w:rsidRPr="00FF4F58">
              <w:rPr>
                <w:rFonts w:ascii="Verdana Pro Light" w:hAnsi="Verdana Pro Light"/>
                <w:b/>
                <w:sz w:val="18"/>
                <w:szCs w:val="18"/>
              </w:rPr>
              <w:t>Total de pontos de crédito de UC Obrigatórias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6595BE72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</w:tbl>
    <w:p w14:paraId="7BDAA728" w14:textId="77777777" w:rsidR="00AC6E34" w:rsidRPr="00250F16" w:rsidRDefault="00AC6E34" w:rsidP="00250F16">
      <w:pPr>
        <w:spacing w:after="0" w:line="276" w:lineRule="auto"/>
        <w:rPr>
          <w:rFonts w:ascii="Verdana Pro Light" w:hAnsi="Verdana Pro Light"/>
          <w:smallCaps/>
          <w:sz w:val="24"/>
          <w:szCs w:val="24"/>
        </w:rPr>
      </w:pPr>
    </w:p>
    <w:tbl>
      <w:tblPr>
        <w:tblW w:w="4780" w:type="pct"/>
        <w:jc w:val="center"/>
        <w:shd w:val="clear" w:color="auto" w:fill="EEECE1"/>
        <w:tblLook w:val="04A0" w:firstRow="1" w:lastRow="0" w:firstColumn="1" w:lastColumn="0" w:noHBand="0" w:noVBand="1"/>
      </w:tblPr>
      <w:tblGrid>
        <w:gridCol w:w="9214"/>
      </w:tblGrid>
      <w:tr w:rsidR="00AC6E34" w:rsidRPr="00712C22" w14:paraId="06BE6E6E" w14:textId="77777777" w:rsidTr="00EF41D5">
        <w:trPr>
          <w:trHeight w:val="1056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</w:tcPr>
          <w:p w14:paraId="0E4BA325" w14:textId="77777777" w:rsidR="00AC6E34" w:rsidRPr="00662AC2" w:rsidRDefault="00AC6E34" w:rsidP="00EF41D5">
            <w:pPr>
              <w:spacing w:before="160" w:after="0" w:line="240" w:lineRule="auto"/>
              <w:jc w:val="both"/>
              <w:rPr>
                <w:rFonts w:ascii="Verdana Pro Light" w:hAnsi="Verdana Pro Light" w:cstheme="minorHAnsi"/>
                <w:b/>
                <w:sz w:val="18"/>
              </w:rPr>
            </w:pPr>
            <w:r w:rsidRPr="00712C22">
              <w:rPr>
                <w:rFonts w:ascii="Verdana Pro Light" w:hAnsi="Verdana Pro Light" w:cstheme="minorHAnsi"/>
                <w:b/>
                <w:sz w:val="18"/>
              </w:rPr>
              <w:lastRenderedPageBreak/>
              <w:t>Para obter a qualificação de ______________________________, para além das UC Obrigatórias, terão também de ser realizadas UC Opcionais</w:t>
            </w:r>
            <w:r w:rsidR="00616272">
              <w:rPr>
                <w:rStyle w:val="Refdenotaderodap"/>
                <w:rFonts w:ascii="Verdana Pro Light" w:hAnsi="Verdana Pro Light" w:cstheme="minorHAnsi"/>
                <w:b/>
                <w:sz w:val="18"/>
              </w:rPr>
              <w:footnoteReference w:id="2"/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 xml:space="preserve"> correspondentes à carga horária de ____ ou ao total de pontos de crédito de</w:t>
            </w:r>
            <w:r w:rsidR="00FF4F58">
              <w:rPr>
                <w:rFonts w:ascii="Verdana Pro Light" w:hAnsi="Verdana Pro Light" w:cstheme="minorHAnsi"/>
                <w:b/>
                <w:sz w:val="18"/>
              </w:rPr>
              <w:t xml:space="preserve"> </w:t>
            </w:r>
            <w:r w:rsidRPr="00712C22">
              <w:rPr>
                <w:rFonts w:ascii="Verdana Pro Light" w:hAnsi="Verdana Pro Light" w:cstheme="minorHAnsi"/>
                <w:b/>
                <w:sz w:val="18"/>
              </w:rPr>
              <w:t>____.</w:t>
            </w:r>
          </w:p>
        </w:tc>
      </w:tr>
    </w:tbl>
    <w:p w14:paraId="529F16FA" w14:textId="77777777" w:rsidR="00AC6E34" w:rsidRPr="00712C22" w:rsidRDefault="00AC6E34" w:rsidP="00234037">
      <w:pPr>
        <w:spacing w:after="0" w:line="360" w:lineRule="auto"/>
        <w:jc w:val="center"/>
        <w:rPr>
          <w:rFonts w:ascii="Verdana Pro Light" w:hAnsi="Verdana Pro Light"/>
          <w:b/>
          <w:smallCaps/>
          <w:sz w:val="24"/>
          <w:szCs w:val="24"/>
          <w:u w:val="single"/>
        </w:rPr>
      </w:pPr>
    </w:p>
    <w:p w14:paraId="3C414452" w14:textId="77777777" w:rsidR="00AC6E34" w:rsidRPr="00DA3EB2" w:rsidRDefault="00AC6E34" w:rsidP="00250F16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sz w:val="24"/>
          <w:szCs w:val="24"/>
        </w:rPr>
      </w:pPr>
      <w:r w:rsidRPr="00DA3EB2">
        <w:rPr>
          <w:rFonts w:ascii="Verdana Pro Light" w:hAnsi="Verdana Pro Light" w:cstheme="minorHAnsi"/>
          <w:b/>
          <w:smallCaps/>
          <w:sz w:val="24"/>
          <w:szCs w:val="24"/>
        </w:rPr>
        <w:t>UC Opcionais</w:t>
      </w:r>
    </w:p>
    <w:tbl>
      <w:tblPr>
        <w:tblStyle w:val="TabelacomGrelha"/>
        <w:tblW w:w="9123" w:type="dxa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709"/>
        <w:gridCol w:w="6094"/>
        <w:gridCol w:w="1134"/>
      </w:tblGrid>
      <w:tr w:rsidR="00612684" w:rsidRPr="00712C22" w14:paraId="4EBA886D" w14:textId="77777777" w:rsidTr="00EF41D5">
        <w:trPr>
          <w:trHeight w:val="556"/>
          <w:tblHeader/>
          <w:jc w:val="center"/>
        </w:trPr>
        <w:tc>
          <w:tcPr>
            <w:tcW w:w="1186" w:type="dxa"/>
            <w:shd w:val="clear" w:color="auto" w:fill="D0CECE" w:themeFill="background2" w:themeFillShade="E6"/>
            <w:vAlign w:val="center"/>
          </w:tcPr>
          <w:p w14:paraId="2EE6CCEA" w14:textId="77777777" w:rsidR="00612684" w:rsidRPr="00712C22" w:rsidRDefault="00612684" w:rsidP="00EF41D5">
            <w:pPr>
              <w:pStyle w:val="TableParagraph"/>
              <w:tabs>
                <w:tab w:val="left" w:pos="284"/>
                <w:tab w:val="left" w:pos="679"/>
              </w:tabs>
              <w:spacing w:before="120" w:after="120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>Código</w:t>
            </w:r>
            <w:r w:rsidR="006F0B80" w:rsidRPr="00712C22">
              <w:rPr>
                <w:rFonts w:ascii="Verdana Pro Light" w:hAnsi="Verdana Pro Light"/>
                <w:b/>
                <w:smallCaps/>
                <w:sz w:val="16"/>
                <w:szCs w:val="16"/>
              </w:rPr>
              <w:t xml:space="preserve"> UC</w:t>
            </w:r>
            <w:r w:rsidR="006F0B80" w:rsidRPr="00721800">
              <w:rPr>
                <w:rFonts w:ascii="Verdana Pro Light" w:hAnsi="Verdana Pro Light"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674FFFA7" w14:textId="77777777" w:rsidR="00E82A9D" w:rsidRDefault="00612684" w:rsidP="00E82A9D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proofErr w:type="gramStart"/>
            <w:r w:rsidRPr="00712C22">
              <w:rPr>
                <w:rFonts w:ascii="Verdana Pro Light" w:hAnsi="Verdana Pro Light"/>
                <w:b/>
                <w:smallCaps/>
                <w:sz w:val="18"/>
              </w:rPr>
              <w:t>N.º</w:t>
            </w:r>
            <w:proofErr w:type="gramEnd"/>
          </w:p>
          <w:p w14:paraId="030F90EC" w14:textId="77777777" w:rsidR="00612684" w:rsidRPr="00712C22" w:rsidRDefault="00612684" w:rsidP="00E82A9D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r w:rsidRPr="00712C22">
              <w:rPr>
                <w:rFonts w:ascii="Verdana Pro Light" w:hAnsi="Verdana Pro Light"/>
                <w:b/>
                <w:smallCaps/>
                <w:sz w:val="18"/>
              </w:rPr>
              <w:t>UC</w:t>
            </w:r>
          </w:p>
        </w:tc>
        <w:tc>
          <w:tcPr>
            <w:tcW w:w="6094" w:type="dxa"/>
            <w:shd w:val="clear" w:color="auto" w:fill="D0CECE" w:themeFill="background2" w:themeFillShade="E6"/>
            <w:vAlign w:val="center"/>
          </w:tcPr>
          <w:p w14:paraId="07376CC1" w14:textId="77777777" w:rsidR="00612684" w:rsidRPr="00712C22" w:rsidRDefault="00612684" w:rsidP="00EF41D5">
            <w:pPr>
              <w:pStyle w:val="TableParagraph"/>
              <w:ind w:right="-109"/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proofErr w:type="spellStart"/>
            <w:r w:rsidRPr="00712C22">
              <w:rPr>
                <w:rFonts w:ascii="Verdana Pro Light" w:hAnsi="Verdana Pro Light"/>
                <w:b/>
                <w:smallCaps/>
                <w:sz w:val="18"/>
              </w:rPr>
              <w:t>Unidades</w:t>
            </w:r>
            <w:proofErr w:type="spellEnd"/>
            <w:r w:rsidR="006F0B80">
              <w:rPr>
                <w:rFonts w:ascii="Verdana Pro Light" w:hAnsi="Verdana Pro Light"/>
                <w:b/>
                <w:smallCaps/>
                <w:sz w:val="18"/>
              </w:rPr>
              <w:t xml:space="preserve"> </w:t>
            </w:r>
            <w:r w:rsidR="006F0B80" w:rsidRPr="00712C22">
              <w:rPr>
                <w:rFonts w:ascii="Verdana Pro Light" w:hAnsi="Verdana Pro Light"/>
                <w:b/>
                <w:smallCaps/>
                <w:sz w:val="18"/>
              </w:rPr>
              <w:t xml:space="preserve">de </w:t>
            </w:r>
            <w:proofErr w:type="spellStart"/>
            <w:r w:rsidR="006F0B80" w:rsidRPr="00712C22">
              <w:rPr>
                <w:rFonts w:ascii="Verdana Pro Light" w:hAnsi="Verdana Pro Light"/>
                <w:b/>
                <w:smallCaps/>
                <w:sz w:val="18"/>
              </w:rPr>
              <w:t>Competência</w:t>
            </w:r>
            <w:proofErr w:type="spellEnd"/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7453D25F" w14:textId="77777777" w:rsidR="00612684" w:rsidRPr="00712C22" w:rsidRDefault="00612684" w:rsidP="000B6869">
            <w:pPr>
              <w:pStyle w:val="TableParagraph"/>
              <w:jc w:val="center"/>
              <w:rPr>
                <w:rFonts w:ascii="Verdana Pro Light" w:hAnsi="Verdana Pro Light"/>
                <w:b/>
                <w:smallCaps/>
                <w:sz w:val="8"/>
                <w:szCs w:val="8"/>
              </w:rPr>
            </w:pPr>
            <w:r w:rsidRPr="00712C22">
              <w:rPr>
                <w:rFonts w:ascii="Verdana Pro Light" w:hAnsi="Verdana Pro Light"/>
                <w:b/>
                <w:smallCaps/>
                <w:sz w:val="18"/>
              </w:rPr>
              <w:t>Pontos de Crédito</w:t>
            </w:r>
          </w:p>
        </w:tc>
      </w:tr>
      <w:tr w:rsidR="001852E6" w:rsidRPr="00712C22" w14:paraId="0543A8E3" w14:textId="77777777" w:rsidTr="00EF41D5">
        <w:trPr>
          <w:trHeight w:val="316"/>
          <w:jc w:val="center"/>
        </w:trPr>
        <w:tc>
          <w:tcPr>
            <w:tcW w:w="1186" w:type="dxa"/>
            <w:vAlign w:val="center"/>
          </w:tcPr>
          <w:p w14:paraId="6510AD50" w14:textId="77777777" w:rsidR="001852E6" w:rsidRPr="00234037" w:rsidRDefault="001852E6" w:rsidP="001852E6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BD5CF99" w14:textId="77777777" w:rsidR="001852E6" w:rsidRPr="00712C22" w:rsidRDefault="001852E6" w:rsidP="001852E6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/>
                <w:b/>
                <w:sz w:val="18"/>
              </w:rPr>
            </w:pPr>
            <w:r w:rsidRPr="00712C22">
              <w:rPr>
                <w:rFonts w:ascii="Verdana Pro Light" w:hAnsi="Verdana Pro Light" w:cs="Tahoma"/>
                <w:b/>
                <w:sz w:val="18"/>
              </w:rPr>
              <w:t>01</w:t>
            </w:r>
          </w:p>
        </w:tc>
        <w:tc>
          <w:tcPr>
            <w:tcW w:w="6094" w:type="dxa"/>
            <w:vAlign w:val="center"/>
          </w:tcPr>
          <w:p w14:paraId="6489EBE2" w14:textId="45620074" w:rsidR="001852E6" w:rsidRPr="00234037" w:rsidRDefault="00931453" w:rsidP="001852E6">
            <w:pPr>
              <w:rPr>
                <w:rFonts w:ascii="Verdana Pro Light" w:hAnsi="Verdana Pro Light"/>
                <w:sz w:val="18"/>
                <w:szCs w:val="18"/>
              </w:rPr>
            </w:pPr>
            <w:r>
              <w:rPr>
                <w:rFonts w:ascii="Verdana Pro Light" w:hAnsi="Verdana Pro Light"/>
                <w:sz w:val="18"/>
                <w:szCs w:val="18"/>
              </w:rPr>
              <w:t xml:space="preserve">Planear e dinamizar </w:t>
            </w:r>
            <w:r w:rsidR="00653696">
              <w:rPr>
                <w:rFonts w:ascii="Verdana Pro Light" w:hAnsi="Verdana Pro Light"/>
                <w:sz w:val="18"/>
                <w:szCs w:val="18"/>
              </w:rPr>
              <w:t>atividades de dança contemporânea</w:t>
            </w:r>
          </w:p>
        </w:tc>
        <w:tc>
          <w:tcPr>
            <w:tcW w:w="1134" w:type="dxa"/>
            <w:vAlign w:val="center"/>
          </w:tcPr>
          <w:p w14:paraId="1A2B2C00" w14:textId="1780E835" w:rsidR="001852E6" w:rsidRPr="00234037" w:rsidRDefault="00E20026" w:rsidP="001852E6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1852E6" w:rsidRPr="00712C22" w14:paraId="4DA8012F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0FB2B860" w14:textId="77777777" w:rsidR="001852E6" w:rsidRPr="00234037" w:rsidRDefault="001852E6" w:rsidP="001852E6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657FF49" w14:textId="77777777" w:rsidR="001852E6" w:rsidRPr="00712C22" w:rsidRDefault="001852E6" w:rsidP="001852E6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712C22">
              <w:rPr>
                <w:rFonts w:ascii="Verdana Pro Light" w:hAnsi="Verdana Pro Light" w:cs="Tahoma"/>
                <w:b/>
                <w:sz w:val="18"/>
              </w:rPr>
              <w:t>02</w:t>
            </w:r>
          </w:p>
        </w:tc>
        <w:tc>
          <w:tcPr>
            <w:tcW w:w="6094" w:type="dxa"/>
            <w:vAlign w:val="center"/>
          </w:tcPr>
          <w:p w14:paraId="08E96725" w14:textId="12847A60" w:rsidR="001852E6" w:rsidRPr="00234037" w:rsidRDefault="001852E6" w:rsidP="001852E6">
            <w:pPr>
              <w:rPr>
                <w:rFonts w:ascii="Verdana Pro Light" w:hAnsi="Verdana Pro Light"/>
                <w:sz w:val="18"/>
                <w:szCs w:val="18"/>
              </w:rPr>
            </w:pPr>
            <w:r w:rsidRPr="008977F0">
              <w:rPr>
                <w:rFonts w:ascii="Verdana Pro Light" w:hAnsi="Verdana Pro Light"/>
                <w:sz w:val="18"/>
                <w:szCs w:val="18"/>
              </w:rPr>
              <w:t xml:space="preserve">Comunicar e interagir em língua estrangeira </w:t>
            </w:r>
          </w:p>
        </w:tc>
        <w:tc>
          <w:tcPr>
            <w:tcW w:w="1134" w:type="dxa"/>
            <w:vAlign w:val="center"/>
          </w:tcPr>
          <w:p w14:paraId="7D269ED3" w14:textId="34FE47C7" w:rsidR="001852E6" w:rsidRPr="00234037" w:rsidRDefault="00D87141" w:rsidP="001852E6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4,5</w:t>
            </w:r>
          </w:p>
        </w:tc>
      </w:tr>
      <w:tr w:rsidR="00334000" w:rsidRPr="00712C22" w14:paraId="3F022813" w14:textId="77777777" w:rsidTr="00804BE7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1423DB8" w14:textId="77777777" w:rsidR="00334000" w:rsidRPr="00234037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54686ED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03</w:t>
            </w:r>
          </w:p>
        </w:tc>
        <w:tc>
          <w:tcPr>
            <w:tcW w:w="6094" w:type="dxa"/>
            <w:vAlign w:val="center"/>
          </w:tcPr>
          <w:p w14:paraId="1DB2E5BA" w14:textId="1D238AA6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  <w:r w:rsidRPr="00C41E51">
              <w:rPr>
                <w:rFonts w:ascii="Verdana Pro Light" w:hAnsi="Verdana Pro Light"/>
                <w:sz w:val="18"/>
                <w:szCs w:val="18"/>
              </w:rPr>
              <w:t>Praticar movimentos expressivos em contexto teatral</w:t>
            </w:r>
          </w:p>
        </w:tc>
        <w:tc>
          <w:tcPr>
            <w:tcW w:w="1134" w:type="dxa"/>
          </w:tcPr>
          <w:p w14:paraId="7323C9D0" w14:textId="778AD52C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9213DB">
              <w:rPr>
                <w:rFonts w:ascii="Verdana Pro Light" w:eastAsia="Arial Unicode MS" w:hAnsi="Verdana Pro Light" w:cs="Arial Unicode MS"/>
                <w:sz w:val="18"/>
                <w:szCs w:val="18"/>
              </w:rPr>
              <w:t>2,5</w:t>
            </w:r>
          </w:p>
        </w:tc>
      </w:tr>
      <w:tr w:rsidR="00334000" w:rsidRPr="00712C22" w14:paraId="6FB590AD" w14:textId="77777777" w:rsidTr="00804BE7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0C82FF3" w14:textId="77777777" w:rsidR="00334000" w:rsidRPr="00234037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AE46F52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04</w:t>
            </w:r>
          </w:p>
        </w:tc>
        <w:tc>
          <w:tcPr>
            <w:tcW w:w="6094" w:type="dxa"/>
            <w:vAlign w:val="center"/>
          </w:tcPr>
          <w:p w14:paraId="188F61CD" w14:textId="2420F525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  <w:r w:rsidRPr="00C41E51">
              <w:rPr>
                <w:rFonts w:ascii="Verdana Pro Light" w:hAnsi="Verdana Pro Light"/>
                <w:sz w:val="18"/>
                <w:szCs w:val="18"/>
              </w:rPr>
              <w:t xml:space="preserve">Interpretar Danças Urbanas - </w:t>
            </w:r>
            <w:proofErr w:type="spellStart"/>
            <w:r w:rsidRPr="00C41E51">
              <w:rPr>
                <w:rFonts w:ascii="Verdana Pro Light" w:hAnsi="Verdana Pro Light"/>
                <w:sz w:val="18"/>
                <w:szCs w:val="18"/>
              </w:rPr>
              <w:t>freestyle</w:t>
            </w:r>
            <w:proofErr w:type="spellEnd"/>
          </w:p>
        </w:tc>
        <w:tc>
          <w:tcPr>
            <w:tcW w:w="1134" w:type="dxa"/>
          </w:tcPr>
          <w:p w14:paraId="4FA7B41D" w14:textId="1F693F2C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9213DB">
              <w:rPr>
                <w:rFonts w:ascii="Verdana Pro Light" w:eastAsia="Arial Unicode MS" w:hAnsi="Verdana Pro Light" w:cs="Arial Unicode MS"/>
                <w:sz w:val="18"/>
                <w:szCs w:val="18"/>
              </w:rPr>
              <w:t>2,5</w:t>
            </w:r>
          </w:p>
        </w:tc>
      </w:tr>
      <w:tr w:rsidR="00334000" w:rsidRPr="00712C22" w14:paraId="40692F23" w14:textId="77777777" w:rsidTr="00C41E51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37C3C61" w14:textId="77777777" w:rsidR="00334000" w:rsidRPr="00234037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0250EB5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05</w:t>
            </w:r>
          </w:p>
        </w:tc>
        <w:tc>
          <w:tcPr>
            <w:tcW w:w="6094" w:type="dxa"/>
            <w:shd w:val="clear" w:color="auto" w:fill="auto"/>
            <w:vAlign w:val="center"/>
          </w:tcPr>
          <w:p w14:paraId="58B21BCE" w14:textId="23A92D57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  <w:r w:rsidRPr="00C41E51">
              <w:rPr>
                <w:rFonts w:ascii="Verdana Pro Light" w:hAnsi="Verdana Pro Light"/>
                <w:sz w:val="18"/>
                <w:szCs w:val="18"/>
              </w:rPr>
              <w:t>Interpretar Danças do Mundo</w:t>
            </w:r>
          </w:p>
        </w:tc>
        <w:tc>
          <w:tcPr>
            <w:tcW w:w="1134" w:type="dxa"/>
          </w:tcPr>
          <w:p w14:paraId="43E196F6" w14:textId="2C3D187B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9213DB">
              <w:rPr>
                <w:rFonts w:ascii="Verdana Pro Light" w:eastAsia="Arial Unicode MS" w:hAnsi="Verdana Pro Light" w:cs="Arial Unicode MS"/>
                <w:sz w:val="18"/>
                <w:szCs w:val="18"/>
              </w:rPr>
              <w:t>2,5</w:t>
            </w:r>
          </w:p>
        </w:tc>
      </w:tr>
      <w:tr w:rsidR="00334000" w:rsidRPr="00712C22" w14:paraId="7882D784" w14:textId="77777777" w:rsidTr="00C41E51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E422E67" w14:textId="77777777" w:rsidR="00334000" w:rsidRPr="00234037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BFAF357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06</w:t>
            </w:r>
          </w:p>
        </w:tc>
        <w:tc>
          <w:tcPr>
            <w:tcW w:w="6094" w:type="dxa"/>
            <w:vAlign w:val="center"/>
          </w:tcPr>
          <w:p w14:paraId="15564D37" w14:textId="19AA1E69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ADCED28" w14:textId="359B160F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36E55383" w14:textId="77777777" w:rsidTr="00C41E51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E92E7CD" w14:textId="77777777" w:rsidR="00334000" w:rsidRPr="00234037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4D37F42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07</w:t>
            </w:r>
          </w:p>
        </w:tc>
        <w:tc>
          <w:tcPr>
            <w:tcW w:w="6094" w:type="dxa"/>
            <w:vAlign w:val="center"/>
          </w:tcPr>
          <w:p w14:paraId="70C5F45F" w14:textId="4DE9C396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53CC1D7" w14:textId="2E5D5745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620E84C1" w14:textId="77777777" w:rsidTr="00C41E51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6C18C8D" w14:textId="77777777" w:rsidR="00334000" w:rsidRPr="00234037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A39CD66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08</w:t>
            </w:r>
          </w:p>
        </w:tc>
        <w:tc>
          <w:tcPr>
            <w:tcW w:w="6094" w:type="dxa"/>
            <w:vAlign w:val="center"/>
          </w:tcPr>
          <w:p w14:paraId="3689832B" w14:textId="2B8D6FDE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479DC8A" w14:textId="577E83A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27A0B992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207CC28" w14:textId="77777777" w:rsidR="00334000" w:rsidRPr="00234037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03017E2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09</w:t>
            </w:r>
          </w:p>
        </w:tc>
        <w:tc>
          <w:tcPr>
            <w:tcW w:w="6094" w:type="dxa"/>
            <w:vAlign w:val="center"/>
          </w:tcPr>
          <w:p w14:paraId="301134E2" w14:textId="77777777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F269EA4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746C1857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BFBCE29" w14:textId="77777777" w:rsidR="00334000" w:rsidRPr="00234037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620D69B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10</w:t>
            </w:r>
          </w:p>
        </w:tc>
        <w:tc>
          <w:tcPr>
            <w:tcW w:w="6094" w:type="dxa"/>
            <w:vAlign w:val="center"/>
          </w:tcPr>
          <w:p w14:paraId="14D5DEBD" w14:textId="77777777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BCEB7BF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6ED410EF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1EEA87B" w14:textId="77777777" w:rsidR="00334000" w:rsidRPr="00234037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BC25FA8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11</w:t>
            </w:r>
          </w:p>
        </w:tc>
        <w:tc>
          <w:tcPr>
            <w:tcW w:w="6094" w:type="dxa"/>
            <w:vAlign w:val="center"/>
          </w:tcPr>
          <w:p w14:paraId="1ADC9C4E" w14:textId="77777777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C6521F2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62848923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89AA0BA" w14:textId="77777777" w:rsidR="00334000" w:rsidRPr="00234037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F14DBCF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12</w:t>
            </w:r>
          </w:p>
        </w:tc>
        <w:tc>
          <w:tcPr>
            <w:tcW w:w="6094" w:type="dxa"/>
            <w:vAlign w:val="center"/>
          </w:tcPr>
          <w:p w14:paraId="1E415EAE" w14:textId="77777777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CDA01D1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09B5D0FE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18DF83B" w14:textId="77777777" w:rsidR="00334000" w:rsidRPr="00234037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E78B439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13</w:t>
            </w:r>
          </w:p>
        </w:tc>
        <w:tc>
          <w:tcPr>
            <w:tcW w:w="6094" w:type="dxa"/>
            <w:vAlign w:val="center"/>
          </w:tcPr>
          <w:p w14:paraId="47A69871" w14:textId="77777777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D33078F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27322C56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F1F6429" w14:textId="77777777" w:rsidR="00334000" w:rsidRPr="00234037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252421A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14</w:t>
            </w:r>
          </w:p>
        </w:tc>
        <w:tc>
          <w:tcPr>
            <w:tcW w:w="6094" w:type="dxa"/>
            <w:vAlign w:val="center"/>
          </w:tcPr>
          <w:p w14:paraId="78BEA4AD" w14:textId="77777777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4C07AC2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18D26886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ADB9A23" w14:textId="77777777" w:rsidR="00334000" w:rsidRPr="00234037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5B501B6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15</w:t>
            </w:r>
          </w:p>
        </w:tc>
        <w:tc>
          <w:tcPr>
            <w:tcW w:w="6094" w:type="dxa"/>
            <w:vAlign w:val="center"/>
          </w:tcPr>
          <w:p w14:paraId="6C0F8A84" w14:textId="77777777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B41DD45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10C08E7F" w14:textId="77777777" w:rsidTr="00EF41D5">
        <w:trPr>
          <w:trHeight w:val="332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B00A8F5" w14:textId="77777777" w:rsidR="00334000" w:rsidRPr="00234037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35E9565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16</w:t>
            </w:r>
          </w:p>
        </w:tc>
        <w:tc>
          <w:tcPr>
            <w:tcW w:w="6094" w:type="dxa"/>
            <w:vAlign w:val="center"/>
          </w:tcPr>
          <w:p w14:paraId="1E962E18" w14:textId="77777777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272FF80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7C6FC78E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6274C12" w14:textId="77777777" w:rsidR="00334000" w:rsidRPr="00234037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C9E2647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17</w:t>
            </w:r>
          </w:p>
        </w:tc>
        <w:tc>
          <w:tcPr>
            <w:tcW w:w="6094" w:type="dxa"/>
            <w:vAlign w:val="center"/>
          </w:tcPr>
          <w:p w14:paraId="0A2F6689" w14:textId="77777777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77D493F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4799AF9A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7479256" w14:textId="77777777" w:rsidR="00334000" w:rsidRPr="00234037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FC5E1E8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18</w:t>
            </w:r>
          </w:p>
        </w:tc>
        <w:tc>
          <w:tcPr>
            <w:tcW w:w="6094" w:type="dxa"/>
            <w:vAlign w:val="center"/>
          </w:tcPr>
          <w:p w14:paraId="25785401" w14:textId="77777777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43B7239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3C9D0C41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DF277F1" w14:textId="77777777" w:rsidR="00334000" w:rsidRPr="00234037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9F03FF5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19</w:t>
            </w:r>
          </w:p>
        </w:tc>
        <w:tc>
          <w:tcPr>
            <w:tcW w:w="6094" w:type="dxa"/>
            <w:vAlign w:val="center"/>
          </w:tcPr>
          <w:p w14:paraId="60D24097" w14:textId="77777777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D04CF99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39B22617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FEBF433" w14:textId="77777777" w:rsidR="00334000" w:rsidRPr="00234037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A043985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20</w:t>
            </w:r>
          </w:p>
        </w:tc>
        <w:tc>
          <w:tcPr>
            <w:tcW w:w="6094" w:type="dxa"/>
            <w:vAlign w:val="center"/>
          </w:tcPr>
          <w:p w14:paraId="1F1F79DC" w14:textId="77777777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592BEE5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37E52D65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026C2477" w14:textId="77777777" w:rsidR="00334000" w:rsidRPr="00234037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9BF901F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21</w:t>
            </w:r>
          </w:p>
        </w:tc>
        <w:tc>
          <w:tcPr>
            <w:tcW w:w="6094" w:type="dxa"/>
            <w:vAlign w:val="center"/>
          </w:tcPr>
          <w:p w14:paraId="1508B328" w14:textId="77777777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9CDD15A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367AD7DE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E0B46A8" w14:textId="77777777" w:rsidR="00334000" w:rsidRPr="00234037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1A27DC9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22</w:t>
            </w:r>
          </w:p>
        </w:tc>
        <w:tc>
          <w:tcPr>
            <w:tcW w:w="6094" w:type="dxa"/>
            <w:vAlign w:val="center"/>
          </w:tcPr>
          <w:p w14:paraId="11C07172" w14:textId="77777777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ECCEBB2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53A79875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1B82F13" w14:textId="77777777" w:rsidR="00334000" w:rsidRPr="00234037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1F2B40F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23</w:t>
            </w:r>
          </w:p>
        </w:tc>
        <w:tc>
          <w:tcPr>
            <w:tcW w:w="6094" w:type="dxa"/>
            <w:vAlign w:val="center"/>
          </w:tcPr>
          <w:p w14:paraId="46F27A37" w14:textId="77777777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F4776DB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79FB98A0" w14:textId="77777777" w:rsidTr="00EF41D5">
        <w:trPr>
          <w:trHeight w:val="347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F90A5BB" w14:textId="77777777" w:rsidR="00334000" w:rsidRPr="00234037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B32DFFC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24</w:t>
            </w:r>
          </w:p>
        </w:tc>
        <w:tc>
          <w:tcPr>
            <w:tcW w:w="6094" w:type="dxa"/>
            <w:vAlign w:val="center"/>
          </w:tcPr>
          <w:p w14:paraId="79C79358" w14:textId="77777777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86C9E23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0394817C" w14:textId="77777777" w:rsidTr="00EF41D5">
        <w:trPr>
          <w:trHeight w:val="347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41B3254" w14:textId="77777777" w:rsidR="00334000" w:rsidRPr="00234037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2669243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25</w:t>
            </w:r>
          </w:p>
        </w:tc>
        <w:tc>
          <w:tcPr>
            <w:tcW w:w="6094" w:type="dxa"/>
            <w:vAlign w:val="center"/>
          </w:tcPr>
          <w:p w14:paraId="1405F4B3" w14:textId="77777777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3894122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26CD816C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3381423" w14:textId="77777777" w:rsidR="00334000" w:rsidRPr="00234037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969755B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26</w:t>
            </w:r>
          </w:p>
        </w:tc>
        <w:tc>
          <w:tcPr>
            <w:tcW w:w="6094" w:type="dxa"/>
            <w:vAlign w:val="center"/>
          </w:tcPr>
          <w:p w14:paraId="6DC7FA99" w14:textId="77777777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BE5B7EB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05CCC88C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4EAD7EA" w14:textId="77777777" w:rsidR="00334000" w:rsidRPr="00234037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069F105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27</w:t>
            </w:r>
          </w:p>
        </w:tc>
        <w:tc>
          <w:tcPr>
            <w:tcW w:w="6094" w:type="dxa"/>
            <w:vAlign w:val="center"/>
          </w:tcPr>
          <w:p w14:paraId="6B500B74" w14:textId="77777777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8D45BA5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7F40F83E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C36633A" w14:textId="77777777" w:rsidR="00334000" w:rsidRPr="00234037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D895CAB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28</w:t>
            </w:r>
          </w:p>
        </w:tc>
        <w:tc>
          <w:tcPr>
            <w:tcW w:w="6094" w:type="dxa"/>
            <w:vAlign w:val="center"/>
          </w:tcPr>
          <w:p w14:paraId="49B4F997" w14:textId="77777777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ED7FE3B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587068AF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A80686B" w14:textId="77777777" w:rsidR="00334000" w:rsidRPr="00234037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B32C17D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29</w:t>
            </w:r>
          </w:p>
        </w:tc>
        <w:tc>
          <w:tcPr>
            <w:tcW w:w="6094" w:type="dxa"/>
            <w:vAlign w:val="center"/>
          </w:tcPr>
          <w:p w14:paraId="5535B28C" w14:textId="77777777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80F9269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63DEAA3D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B6CF7A9" w14:textId="77777777" w:rsidR="00334000" w:rsidRPr="00234037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E65F26C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30</w:t>
            </w:r>
          </w:p>
        </w:tc>
        <w:tc>
          <w:tcPr>
            <w:tcW w:w="6094" w:type="dxa"/>
            <w:vAlign w:val="center"/>
          </w:tcPr>
          <w:p w14:paraId="381205F5" w14:textId="77777777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67B50FC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63A09D7A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035C611" w14:textId="77777777" w:rsidR="00334000" w:rsidRPr="00234037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9FC6732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31</w:t>
            </w:r>
          </w:p>
        </w:tc>
        <w:tc>
          <w:tcPr>
            <w:tcW w:w="6094" w:type="dxa"/>
            <w:vAlign w:val="center"/>
          </w:tcPr>
          <w:p w14:paraId="430FCE18" w14:textId="77777777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0623BE5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45F8741B" w14:textId="77777777" w:rsidTr="00EF41D5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3C630A2" w14:textId="77777777" w:rsidR="00334000" w:rsidRPr="00234037" w:rsidRDefault="00334000" w:rsidP="00334000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5446C21" w14:textId="77777777" w:rsidR="00334000" w:rsidRPr="000B6869" w:rsidRDefault="00334000" w:rsidP="00334000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sz w:val="18"/>
              </w:rPr>
            </w:pPr>
            <w:r w:rsidRPr="000B6869">
              <w:rPr>
                <w:rFonts w:ascii="Verdana Pro Light" w:hAnsi="Verdana Pro Light" w:cs="Tahoma"/>
                <w:b/>
                <w:sz w:val="18"/>
              </w:rPr>
              <w:t>32</w:t>
            </w:r>
          </w:p>
        </w:tc>
        <w:tc>
          <w:tcPr>
            <w:tcW w:w="6094" w:type="dxa"/>
            <w:vAlign w:val="center"/>
          </w:tcPr>
          <w:p w14:paraId="2CF4E716" w14:textId="77777777" w:rsidR="00334000" w:rsidRPr="00234037" w:rsidRDefault="00334000" w:rsidP="00334000">
            <w:pPr>
              <w:rPr>
                <w:rFonts w:ascii="Verdana Pro Light" w:hAnsi="Verdana Pro Light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A51FA34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5E765A86" w14:textId="77777777" w:rsidTr="00D9424D">
        <w:trPr>
          <w:trHeight w:val="658"/>
          <w:jc w:val="center"/>
        </w:trPr>
        <w:tc>
          <w:tcPr>
            <w:tcW w:w="9123" w:type="dxa"/>
            <w:gridSpan w:val="4"/>
            <w:shd w:val="clear" w:color="auto" w:fill="auto"/>
            <w:vAlign w:val="center"/>
          </w:tcPr>
          <w:p w14:paraId="678B1A21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334000" w:rsidRPr="00712C22" w14:paraId="63B20E66" w14:textId="77777777" w:rsidTr="00430953">
        <w:trPr>
          <w:trHeight w:val="423"/>
          <w:jc w:val="center"/>
        </w:trPr>
        <w:tc>
          <w:tcPr>
            <w:tcW w:w="7989" w:type="dxa"/>
            <w:gridSpan w:val="3"/>
            <w:shd w:val="clear" w:color="auto" w:fill="E7E6E6" w:themeFill="background2"/>
            <w:vAlign w:val="center"/>
          </w:tcPr>
          <w:p w14:paraId="7D7BAE27" w14:textId="77777777" w:rsidR="00334000" w:rsidRPr="00234037" w:rsidRDefault="00334000" w:rsidP="00334000">
            <w:pPr>
              <w:jc w:val="right"/>
              <w:rPr>
                <w:rFonts w:ascii="Verdana Pro Light" w:hAnsi="Verdana Pro Light"/>
                <w:sz w:val="18"/>
                <w:szCs w:val="18"/>
              </w:rPr>
            </w:pPr>
            <w:r w:rsidRPr="00FF4F58">
              <w:rPr>
                <w:rFonts w:ascii="Verdana Pro Light" w:hAnsi="Verdana Pro Light" w:cs="Tahoma"/>
                <w:b/>
                <w:sz w:val="18"/>
                <w:szCs w:val="20"/>
              </w:rPr>
              <w:t>Total de pontos de crédito da componente de formação tecnológica</w:t>
            </w:r>
          </w:p>
        </w:tc>
        <w:tc>
          <w:tcPr>
            <w:tcW w:w="1134" w:type="dxa"/>
            <w:vAlign w:val="center"/>
          </w:tcPr>
          <w:p w14:paraId="0CD50874" w14:textId="77777777" w:rsidR="00334000" w:rsidRPr="00234037" w:rsidRDefault="00334000" w:rsidP="00334000">
            <w:pPr>
              <w:jc w:val="center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</w:tbl>
    <w:p w14:paraId="40DF4B1A" w14:textId="77777777" w:rsidR="00727CAB" w:rsidRPr="003D1065" w:rsidRDefault="00727CAB">
      <w:pPr>
        <w:rPr>
          <w:rFonts w:ascii="Verdana Pro Light" w:hAnsi="Verdana Pro Light" w:cstheme="minorHAnsi"/>
          <w:b/>
          <w:smallCaps/>
          <w:sz w:val="14"/>
          <w:szCs w:val="24"/>
        </w:rPr>
      </w:pPr>
    </w:p>
    <w:p w14:paraId="5150FB70" w14:textId="77777777" w:rsidR="00727CAB" w:rsidRDefault="00727CAB" w:rsidP="00727CAB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sz w:val="24"/>
          <w:szCs w:val="24"/>
        </w:rPr>
      </w:pP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t>Unidade</w:t>
      </w:r>
      <w:r>
        <w:rPr>
          <w:rFonts w:ascii="Verdana Pro Light" w:hAnsi="Verdana Pro Light" w:cs="Times New Roman"/>
          <w:b/>
          <w:smallCaps/>
          <w:sz w:val="24"/>
          <w:szCs w:val="24"/>
        </w:rPr>
        <w:t>s</w:t>
      </w:r>
      <w:r w:rsidRPr="00136AD8">
        <w:rPr>
          <w:rFonts w:ascii="Verdana Pro Light" w:hAnsi="Verdana Pro Light" w:cs="Times New Roman"/>
          <w:b/>
          <w:smallCaps/>
          <w:sz w:val="24"/>
          <w:szCs w:val="24"/>
        </w:rPr>
        <w:t xml:space="preserve"> de Competência</w:t>
      </w:r>
      <w:r w:rsidR="006F276D">
        <w:rPr>
          <w:rFonts w:ascii="Verdana Pro Light" w:hAnsi="Verdana Pro Light" w:cs="Times New Roman"/>
          <w:b/>
          <w:smallCaps/>
          <w:sz w:val="24"/>
          <w:szCs w:val="24"/>
        </w:rPr>
        <w:t xml:space="preserve"> Obrigatórias</w:t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727CAB" w:rsidRPr="00136AD8" w14:paraId="38425352" w14:textId="77777777" w:rsidTr="00EF41D5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ACACD1B" w14:textId="383245E1" w:rsidR="00727CAB" w:rsidRPr="00136AD8" w:rsidRDefault="00727CAB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87C9A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0000/000</w:t>
            </w:r>
            <w:r w:rsidR="00440439" w:rsidRPr="00F87C9A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12B6158" w14:textId="3D3895AE" w:rsidR="00727CAB" w:rsidRPr="009C256C" w:rsidRDefault="00254A2E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t>Executar técnicas de dança clássica – nível elementar</w:t>
            </w:r>
          </w:p>
        </w:tc>
      </w:tr>
    </w:tbl>
    <w:p w14:paraId="091F2C2C" w14:textId="0BC31F79" w:rsidR="00727CAB" w:rsidRDefault="00727CAB" w:rsidP="00727CAB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bookmarkStart w:id="0" w:name="_bookmark5"/>
      <w:bookmarkEnd w:id="0"/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="00610FB9"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4F23C733" w14:textId="57A2B114" w:rsidR="00AC37D3" w:rsidRPr="003200F2" w:rsidRDefault="00AC37D3" w:rsidP="00AC37D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bookmarkStart w:id="1" w:name="_Hlk155098514"/>
      <w:r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: </w:t>
      </w:r>
      <w:r>
        <w:rPr>
          <w:rFonts w:ascii="Verdana Pro Light" w:eastAsia="Arial Unicode MS" w:hAnsi="Verdana Pro Light" w:cs="Times New Roman"/>
          <w:smallCaps/>
          <w:sz w:val="20"/>
        </w:rPr>
        <w:t>50h</w:t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727CAB" w:rsidRPr="00136AD8" w14:paraId="55A17D40" w14:textId="77777777" w:rsidTr="00EF41D5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bookmarkEnd w:id="1"/>
          <w:p w14:paraId="4D807F53" w14:textId="77777777" w:rsidR="00727CAB" w:rsidRPr="001B353A" w:rsidRDefault="00727CAB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727CAB" w:rsidRPr="00136AD8" w14:paraId="212B293D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4EE1E2" w14:textId="7E1DAE21" w:rsidR="00727CAB" w:rsidRPr="001B353A" w:rsidRDefault="00727CAB" w:rsidP="004F11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C72B41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Reconhecer a técnica de dança clássica</w:t>
            </w:r>
          </w:p>
          <w:p w14:paraId="003C6895" w14:textId="3C78F050" w:rsidR="00727CAB" w:rsidRPr="001B353A" w:rsidRDefault="00727CAB" w:rsidP="004F11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5511C7">
              <w:rPr>
                <w:rFonts w:ascii="Verdana Pro Light" w:eastAsia="Arial Unicode MS" w:hAnsi="Verdana Pro Light" w:cs="Arial Unicode MS"/>
                <w:sz w:val="18"/>
                <w:szCs w:val="18"/>
              </w:rPr>
              <w:t>Realizar</w:t>
            </w:r>
            <w:r w:rsidR="00FF77C9" w:rsidRPr="00FF77C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exercícios de dança clássica no chão, na barra</w:t>
            </w:r>
            <w:r w:rsidR="00182A7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</w:t>
            </w:r>
            <w:r w:rsidR="00FF77C9" w:rsidRPr="00FF77C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no centro</w:t>
            </w:r>
          </w:p>
          <w:p w14:paraId="090F0B24" w14:textId="476A402F" w:rsidR="00A32493" w:rsidRPr="00A32493" w:rsidRDefault="00727CAB" w:rsidP="00860C5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D72563">
              <w:rPr>
                <w:rFonts w:ascii="Verdana Pro Light" w:eastAsia="Arial Unicode MS" w:hAnsi="Verdana Pro Light" w:cs="Arial Unicode MS"/>
                <w:sz w:val="18"/>
                <w:szCs w:val="18"/>
              </w:rPr>
              <w:t>Efetuar</w:t>
            </w:r>
            <w:r w:rsidR="005511C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587086">
              <w:rPr>
                <w:rFonts w:ascii="Verdana Pro Light" w:eastAsia="Arial Unicode MS" w:hAnsi="Verdana Pro Light" w:cs="Arial Unicode MS"/>
                <w:sz w:val="18"/>
                <w:szCs w:val="18"/>
              </w:rPr>
              <w:t>deslocamentos</w:t>
            </w:r>
          </w:p>
        </w:tc>
      </w:tr>
      <w:tr w:rsidR="00727CAB" w:rsidRPr="00136AD8" w14:paraId="300336B6" w14:textId="77777777" w:rsidTr="00EF41D5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FD9D5BD" w14:textId="77777777" w:rsidR="00727CAB" w:rsidRPr="001B353A" w:rsidRDefault="00727CAB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2E97F90" w14:textId="77777777" w:rsidR="00727CAB" w:rsidRPr="001B353A" w:rsidRDefault="00727CAB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2CF913A" w14:textId="77777777" w:rsidR="00727CAB" w:rsidRPr="001B353A" w:rsidRDefault="00727CAB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727CAB" w:rsidRPr="00136AD8" w14:paraId="5AA1A29E" w14:textId="77777777" w:rsidTr="00FF5816">
        <w:trPr>
          <w:trHeight w:val="2267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BD3FA0" w14:textId="77777777" w:rsidR="00AC2401" w:rsidRPr="002A28C4" w:rsidRDefault="00AC2401" w:rsidP="00AC240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A28C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Introdução à técnica de dança clássica</w:t>
            </w:r>
          </w:p>
          <w:p w14:paraId="36A18B1C" w14:textId="374970F5" w:rsidR="00DF0846" w:rsidRDefault="00D9463C" w:rsidP="00DF084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Estrutura de uma aula de técnica de dança clássica</w:t>
            </w:r>
          </w:p>
          <w:p w14:paraId="0519AE77" w14:textId="77777777" w:rsidR="00083630" w:rsidRDefault="00422376" w:rsidP="004223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Postura, alinhamento e corpo</w:t>
            </w:r>
          </w:p>
          <w:p w14:paraId="39857860" w14:textId="77777777" w:rsidR="00422376" w:rsidRDefault="00422376" w:rsidP="004223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Exercícios de chão</w:t>
            </w:r>
          </w:p>
          <w:p w14:paraId="6172B480" w14:textId="77777777" w:rsidR="00422376" w:rsidRDefault="00D97068" w:rsidP="004223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Exercícios de barra (executados de frente ou de lado para a barra)</w:t>
            </w:r>
          </w:p>
          <w:p w14:paraId="76795602" w14:textId="6CC9B810" w:rsidR="00D97068" w:rsidRDefault="00F86D1E" w:rsidP="004223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Exercícios de centro</w:t>
            </w:r>
            <w:r w:rsidR="00486ED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(adagio, </w:t>
            </w:r>
            <w:proofErr w:type="spellStart"/>
            <w:r w:rsidR="00486ED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port</w:t>
            </w:r>
            <w:proofErr w:type="spellEnd"/>
            <w:r w:rsidR="00486ED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</w:t>
            </w:r>
            <w:proofErr w:type="spellStart"/>
            <w:r w:rsidR="00486ED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bras</w:t>
            </w:r>
            <w:proofErr w:type="spellEnd"/>
            <w:r w:rsidR="00486ED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="00486ED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pir</w:t>
            </w:r>
            <w:r w:rsidR="004C0AC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ouettes</w:t>
            </w:r>
            <w:proofErr w:type="spellEnd"/>
            <w:r w:rsidR="004C0AC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allegro)</w:t>
            </w:r>
          </w:p>
          <w:p w14:paraId="06C15CA9" w14:textId="77777777" w:rsidR="00F86D1E" w:rsidRDefault="004C0ACF" w:rsidP="004223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Exercícios de dia</w:t>
            </w:r>
            <w:r w:rsidR="006C3C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gonal (deslocamentos)</w:t>
            </w:r>
          </w:p>
          <w:p w14:paraId="09AD19C8" w14:textId="77777777" w:rsidR="006C3C2B" w:rsidRDefault="006C3C2B" w:rsidP="004223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Terminologia </w:t>
            </w:r>
            <w:r w:rsidR="008962C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elementar da técnica de dança clássica</w:t>
            </w:r>
          </w:p>
          <w:p w14:paraId="7DC99AD5" w14:textId="77777777" w:rsidR="008962C6" w:rsidRDefault="008962C6" w:rsidP="004223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 de pontas elementar</w:t>
            </w:r>
          </w:p>
          <w:p w14:paraId="7313C9F7" w14:textId="3C77ACFA" w:rsidR="00D11174" w:rsidRPr="00422376" w:rsidRDefault="00D11174" w:rsidP="0042237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5E82D2" w14:textId="77777777" w:rsidR="00F12105" w:rsidRDefault="00F12105" w:rsidP="00F121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 estrutura</w:t>
            </w:r>
            <w:r>
              <w:t xml:space="preserve"> </w:t>
            </w:r>
            <w:r w:rsidRPr="00D95F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uma aula de técnica de dança clássica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188D461B" w14:textId="65985F7C" w:rsidR="00727CAB" w:rsidRDefault="00344DD5" w:rsidP="00727CA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as técnicas de postura e alinhamento do corpo</w:t>
            </w:r>
          </w:p>
          <w:p w14:paraId="4442BB6F" w14:textId="77777777" w:rsidR="00477B79" w:rsidRDefault="00477B79" w:rsidP="00477B7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dança clássica no chão: tronco, pés, cabeça, ombros, braços/mãos, membros inferiores e exercícios de flexibilidade</w:t>
            </w:r>
          </w:p>
          <w:p w14:paraId="44123EDE" w14:textId="32EC0466" w:rsidR="00344DD5" w:rsidRDefault="00344DD5" w:rsidP="00727CA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coordenação motora</w:t>
            </w:r>
          </w:p>
          <w:p w14:paraId="5785C310" w14:textId="08B6B09B" w:rsidR="00344DD5" w:rsidRDefault="0070787E" w:rsidP="00727CA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memorização dos exercícios</w:t>
            </w:r>
          </w:p>
          <w:p w14:paraId="7EC73FB7" w14:textId="70D2357F" w:rsidR="00727CAB" w:rsidRPr="00860C55" w:rsidRDefault="0070787E" w:rsidP="00860C5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diferentes dinâmicas </w:t>
            </w:r>
            <w:r w:rsidR="000508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 movimento (suave, forte, </w:t>
            </w:r>
            <w:r w:rsidR="006545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contínua e descontínua) e de tempo.</w:t>
            </w:r>
            <w:r w:rsidR="000508D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09D4B178" w14:textId="77777777" w:rsidR="00C350AF" w:rsidRDefault="00C350AF" w:rsidP="00C350A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dança clássica na barra</w:t>
            </w:r>
          </w:p>
          <w:p w14:paraId="3FA8F9F9" w14:textId="77777777" w:rsidR="00C350AF" w:rsidRDefault="00C350AF" w:rsidP="00C350A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dança clássica no centro</w:t>
            </w:r>
          </w:p>
          <w:p w14:paraId="3629A99A" w14:textId="37F8C835" w:rsidR="00727CAB" w:rsidRPr="000521D6" w:rsidRDefault="00C350AF" w:rsidP="00860C5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60C5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Efetuar deslocamentos com recurso à técnica da dança clássica: andar, andar em meia ponta e correr.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3AC4A" w14:textId="2A681CD0" w:rsidR="00A26624" w:rsidRPr="00A26624" w:rsidRDefault="00A26624" w:rsidP="00AC4C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A2662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utodisciplina e determinação</w:t>
            </w:r>
          </w:p>
          <w:p w14:paraId="106DF1B4" w14:textId="79FDEDF5" w:rsidR="00A26624" w:rsidRPr="00A26624" w:rsidRDefault="00FD45D3" w:rsidP="00AC4C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0093405B" w14:textId="77777777" w:rsidR="00FD45D3" w:rsidRDefault="00FD45D3" w:rsidP="00AC4C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</w:t>
            </w:r>
          </w:p>
          <w:p w14:paraId="64DE4E65" w14:textId="6A094528" w:rsidR="00A26624" w:rsidRPr="00A26624" w:rsidRDefault="00274013" w:rsidP="00AC4C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</w:t>
            </w:r>
          </w:p>
          <w:p w14:paraId="75F0620B" w14:textId="1980260B" w:rsidR="00A26624" w:rsidRPr="00A26624" w:rsidRDefault="00A26624" w:rsidP="00AC4C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A2662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riatividade, imaginação e sensibilidade</w:t>
            </w:r>
          </w:p>
          <w:p w14:paraId="3037C762" w14:textId="17DA24B7" w:rsidR="00B10B38" w:rsidRPr="00B10B38" w:rsidRDefault="00274013" w:rsidP="00AC4C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</w:t>
            </w:r>
          </w:p>
          <w:p w14:paraId="57FFE11A" w14:textId="77777777" w:rsidR="00727CAB" w:rsidRDefault="00727CAB" w:rsidP="00CA4732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1775918" w14:textId="1AC86E4B" w:rsidR="00811FD1" w:rsidRPr="00CA4732" w:rsidRDefault="00811FD1" w:rsidP="00811FD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5DC31A4" w14:textId="77777777" w:rsidR="00727CAB" w:rsidRPr="00F87025" w:rsidRDefault="00727CAB" w:rsidP="004F117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7B694BCC" w14:textId="77777777" w:rsidR="00727CAB" w:rsidRPr="00F20E6F" w:rsidRDefault="00727CAB" w:rsidP="00727CAB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18DCE8B" w14:textId="75C225B3" w:rsidR="00727CAB" w:rsidRPr="0064164C" w:rsidRDefault="004F117D" w:rsidP="004F117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1B0FD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Utilizando </w:t>
      </w:r>
      <w:r w:rsidR="00617AF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 postura e alinhamento corporal adequado</w:t>
      </w:r>
    </w:p>
    <w:p w14:paraId="083960AC" w14:textId="170D52E2" w:rsidR="00727CAB" w:rsidRPr="0064164C" w:rsidRDefault="004F117D" w:rsidP="004F117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811FD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</w:t>
      </w:r>
      <w:r w:rsidR="005511C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ealizando</w:t>
      </w:r>
      <w:r w:rsidR="0011026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as </w:t>
      </w:r>
      <w:r w:rsidR="003B7C0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técnicas de dança clás</w:t>
      </w:r>
      <w:r w:rsidR="001B0FD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</w:t>
      </w:r>
      <w:r w:rsidR="003B7C0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ica</w:t>
      </w:r>
      <w:r w:rsidR="00820C1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 w:rsidR="00820C16" w:rsidRPr="00FF77C9">
        <w:rPr>
          <w:rFonts w:ascii="Verdana Pro Light" w:eastAsia="Arial Unicode MS" w:hAnsi="Verdana Pro Light" w:cs="Arial Unicode MS"/>
          <w:sz w:val="18"/>
          <w:szCs w:val="18"/>
        </w:rPr>
        <w:t>no chão, na barra</w:t>
      </w:r>
      <w:r w:rsidR="00ED0505">
        <w:rPr>
          <w:rFonts w:ascii="Verdana Pro Light" w:eastAsia="Arial Unicode MS" w:hAnsi="Verdana Pro Light" w:cs="Arial Unicode MS"/>
          <w:sz w:val="18"/>
          <w:szCs w:val="18"/>
        </w:rPr>
        <w:t xml:space="preserve">, </w:t>
      </w:r>
      <w:r w:rsidR="00820C16" w:rsidRPr="00FF77C9">
        <w:rPr>
          <w:rFonts w:ascii="Verdana Pro Light" w:eastAsia="Arial Unicode MS" w:hAnsi="Verdana Pro Light" w:cs="Arial Unicode MS"/>
          <w:sz w:val="18"/>
          <w:szCs w:val="18"/>
        </w:rPr>
        <w:t>centro</w:t>
      </w:r>
      <w:r w:rsidR="00ED0505">
        <w:rPr>
          <w:rFonts w:ascii="Verdana Pro Light" w:eastAsia="Arial Unicode MS" w:hAnsi="Verdana Pro Light" w:cs="Arial Unicode MS"/>
          <w:sz w:val="18"/>
          <w:szCs w:val="18"/>
        </w:rPr>
        <w:t xml:space="preserve"> e diagonal</w:t>
      </w:r>
    </w:p>
    <w:p w14:paraId="1C3E667A" w14:textId="50964DA3" w:rsidR="00727CAB" w:rsidRPr="0064164C" w:rsidRDefault="004F117D" w:rsidP="004F117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811FD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Efetuando</w:t>
      </w:r>
      <w:r w:rsidR="00944A0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deslocamentos</w:t>
      </w:r>
      <w:r w:rsidR="003E4B4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com recurso à técnica da dança clássica</w:t>
      </w:r>
    </w:p>
    <w:p w14:paraId="20EE0E72" w14:textId="49A66F22" w:rsidR="00727CAB" w:rsidRPr="0064164C" w:rsidRDefault="004F117D" w:rsidP="004F117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F4629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Aplicando diferentes dinâmicas</w:t>
      </w:r>
      <w:r w:rsidR="00E7779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 w:rsidR="00E77795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de movimento</w:t>
      </w:r>
    </w:p>
    <w:p w14:paraId="67ACE0C3" w14:textId="77777777" w:rsidR="00727CAB" w:rsidRPr="0064164C" w:rsidRDefault="004F117D" w:rsidP="004F117D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6E377F44" w14:textId="77777777" w:rsidR="00727CAB" w:rsidRPr="00136AD8" w:rsidRDefault="00727CAB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21A3927" w14:textId="77777777" w:rsidR="00727CAB" w:rsidRPr="00F87025" w:rsidRDefault="00727CAB" w:rsidP="004F117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7F975F9" w14:textId="77777777" w:rsidR="001A7E4B" w:rsidRDefault="001A7E4B" w:rsidP="001A7E4B">
      <w:pPr>
        <w:autoSpaceDE w:val="0"/>
        <w:autoSpaceDN w:val="0"/>
        <w:adjustRightInd w:val="0"/>
        <w:spacing w:after="0" w:line="240" w:lineRule="auto"/>
        <w:rPr>
          <w:rFonts w:ascii="Verdana Pro Light" w:eastAsia="Arial Unicode MS" w:hAnsi="Verdana Pro Light" w:cs="Arial Unicode MS"/>
          <w:sz w:val="18"/>
          <w:szCs w:val="18"/>
        </w:rPr>
      </w:pPr>
      <w:bookmarkStart w:id="2" w:name="_Hlk155277997"/>
    </w:p>
    <w:p w14:paraId="017AD245" w14:textId="31A7979B" w:rsidR="001A7E4B" w:rsidRPr="001A7E4B" w:rsidRDefault="001A7E4B" w:rsidP="001A7E4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1A7E4B">
        <w:rPr>
          <w:rFonts w:ascii="Verdana Pro Light" w:eastAsia="Arial Unicode MS" w:hAnsi="Verdana Pro Light" w:cs="Arial Unicode MS"/>
          <w:sz w:val="18"/>
          <w:szCs w:val="18"/>
        </w:rPr>
        <w:t>Académico: Participação em aulas, workshops e seminários em diferentes contextos académicos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1A7E4B">
        <w:rPr>
          <w:rFonts w:ascii="Verdana Pro Light" w:eastAsia="Arial Unicode MS" w:hAnsi="Verdana Pro Light" w:cs="Arial Unicode MS"/>
          <w:sz w:val="18"/>
          <w:szCs w:val="18"/>
        </w:rPr>
        <w:t>e educativos</w:t>
      </w:r>
    </w:p>
    <w:p w14:paraId="371D9434" w14:textId="1FF78051" w:rsidR="00104BCB" w:rsidRDefault="001A7E4B" w:rsidP="001A7E4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1A7E4B">
        <w:rPr>
          <w:rFonts w:ascii="Verdana Pro Light" w:eastAsia="Arial Unicode MS" w:hAnsi="Verdana Pro Light" w:cs="Arial Unicode MS"/>
          <w:sz w:val="18"/>
          <w:szCs w:val="18"/>
        </w:rPr>
        <w:t>Artístico e Pré-profissional: Participação em espetáculos de dança e eventos performativos</w:t>
      </w:r>
    </w:p>
    <w:p w14:paraId="1213A22B" w14:textId="0E74EFBB" w:rsidR="002A28C4" w:rsidRPr="002A28C4" w:rsidRDefault="002A28C4" w:rsidP="002A28C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A28C4">
        <w:rPr>
          <w:rFonts w:ascii="Verdana Pro Light" w:eastAsia="Arial Unicode MS" w:hAnsi="Verdana Pro Light" w:cs="Arial Unicode MS"/>
          <w:sz w:val="18"/>
          <w:szCs w:val="18"/>
        </w:rPr>
        <w:t>Atividades ligadas às profissões da dança, nos domínios artístico, educativo, lúdico e inclusivo.</w:t>
      </w:r>
    </w:p>
    <w:p w14:paraId="34E93441" w14:textId="16410D43" w:rsidR="002A28C4" w:rsidRPr="002A28C4" w:rsidRDefault="002A28C4" w:rsidP="002A28C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bookmarkEnd w:id="2"/>
    <w:p w14:paraId="48E170C7" w14:textId="77777777" w:rsidR="00727CAB" w:rsidRPr="002A28C4" w:rsidRDefault="00727CAB" w:rsidP="00727CA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BB063EE" w14:textId="77777777" w:rsidR="00727CAB" w:rsidRPr="00051C79" w:rsidRDefault="00727CAB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8F64894" w14:textId="77777777" w:rsidR="00727CAB" w:rsidRPr="00F87025" w:rsidRDefault="00727CAB" w:rsidP="004F117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5682271" w14:textId="539FB33C" w:rsidR="00E74BCD" w:rsidRPr="00EF63AF" w:rsidRDefault="00E74BCD" w:rsidP="00302041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EF63AF">
        <w:rPr>
          <w:rFonts w:ascii="Verdana Pro Light" w:eastAsia="Arial Unicode MS" w:hAnsi="Verdana Pro Light" w:cs="Arial Unicode MS"/>
          <w:sz w:val="18"/>
          <w:szCs w:val="18"/>
        </w:rPr>
        <w:t>Estúdio de dança devidamente preparado e equipado (sala ampla, arejada, iluminada, com chão</w:t>
      </w:r>
      <w:r w:rsidR="00EF63AF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EF63AF">
        <w:rPr>
          <w:rFonts w:ascii="Verdana Pro Light" w:eastAsia="Arial Unicode MS" w:hAnsi="Verdana Pro Light" w:cs="Arial Unicode MS"/>
          <w:sz w:val="18"/>
          <w:szCs w:val="18"/>
        </w:rPr>
        <w:t>de linóleo com caixa de ar, barras, espelhos, equipamento de som)</w:t>
      </w:r>
    </w:p>
    <w:p w14:paraId="06FDEF1E" w14:textId="6E7DA53A" w:rsidR="00E74BCD" w:rsidRPr="00E74BCD" w:rsidRDefault="00E74BCD" w:rsidP="00302041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E74BCD">
        <w:rPr>
          <w:rFonts w:ascii="Verdana Pro Light" w:eastAsia="Arial Unicode MS" w:hAnsi="Verdana Pro Light" w:cs="Arial Unicode MS"/>
          <w:sz w:val="18"/>
          <w:szCs w:val="18"/>
        </w:rPr>
        <w:t>Instrumentos de treino em dança (colchões, bolas suíças, bandas elásticas, tijolos de espuma…)</w:t>
      </w:r>
    </w:p>
    <w:p w14:paraId="56CB0FDD" w14:textId="46604413" w:rsidR="00E74BCD" w:rsidRPr="00E74BCD" w:rsidRDefault="00E74BCD" w:rsidP="00302041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E74BCD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472C7371" w14:textId="570656AE" w:rsidR="00E74BCD" w:rsidRPr="00E74BCD" w:rsidRDefault="00E74BCD" w:rsidP="00302041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E74BCD">
        <w:rPr>
          <w:rFonts w:ascii="Verdana Pro Light" w:eastAsia="Arial Unicode MS" w:hAnsi="Verdana Pro Light" w:cs="Arial Unicode MS"/>
          <w:sz w:val="18"/>
          <w:szCs w:val="18"/>
        </w:rPr>
        <w:t>Dispositivos de projeção de imagem/vídeo</w:t>
      </w:r>
    </w:p>
    <w:p w14:paraId="0F558DF2" w14:textId="6F16F282" w:rsidR="00E74BCD" w:rsidRPr="00E74BCD" w:rsidRDefault="00E74BCD" w:rsidP="00302041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E74BCD">
        <w:rPr>
          <w:rFonts w:ascii="Verdana Pro Light" w:eastAsia="Arial Unicode MS" w:hAnsi="Verdana Pro Light" w:cs="Arial Unicode MS"/>
          <w:sz w:val="18"/>
          <w:szCs w:val="18"/>
        </w:rPr>
        <w:t>Dispositivos de registo de imagem/vídeo</w:t>
      </w:r>
    </w:p>
    <w:p w14:paraId="5789148A" w14:textId="77777777" w:rsidR="00047362" w:rsidRDefault="00E74BCD" w:rsidP="00302041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E74BCD">
        <w:rPr>
          <w:rFonts w:ascii="Verdana Pro Light" w:eastAsia="Arial Unicode MS" w:hAnsi="Verdana Pro Light" w:cs="Arial Unicode MS"/>
          <w:sz w:val="18"/>
          <w:szCs w:val="18"/>
        </w:rPr>
        <w:t>Equipamento específico para aulas práticas (Maillot, sapatilhas de ballet…)</w:t>
      </w:r>
    </w:p>
    <w:p w14:paraId="4C3092B8" w14:textId="29EF2C74" w:rsidR="00727CAB" w:rsidRPr="00047362" w:rsidRDefault="00E74BCD" w:rsidP="00302041">
      <w:pPr>
        <w:pStyle w:val="PargrafodaLista"/>
        <w:numPr>
          <w:ilvl w:val="0"/>
          <w:numId w:val="3"/>
        </w:numPr>
        <w:spacing w:before="120" w:after="0" w:line="360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47362">
        <w:rPr>
          <w:rFonts w:ascii="Verdana Pro Light" w:eastAsia="Arial Unicode MS" w:hAnsi="Verdana Pro Light" w:cs="Arial Unicode MS"/>
          <w:sz w:val="18"/>
          <w:szCs w:val="18"/>
        </w:rPr>
        <w:t>Manuais técnicos</w:t>
      </w:r>
    </w:p>
    <w:p w14:paraId="16B39343" w14:textId="77777777" w:rsidR="00727CAB" w:rsidRPr="00047362" w:rsidRDefault="00727CAB" w:rsidP="00047362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22540B1" w14:textId="77777777" w:rsidR="00727CAB" w:rsidRPr="00051C79" w:rsidRDefault="00727CAB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A2F877C" w14:textId="77777777" w:rsidR="00727CAB" w:rsidRPr="00F87025" w:rsidRDefault="00727CAB" w:rsidP="004F117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DDF3D6D" w14:textId="77777777" w:rsidR="00D574E6" w:rsidRPr="00D574E6" w:rsidRDefault="00D574E6" w:rsidP="00302041">
      <w:pPr>
        <w:pStyle w:val="PargrafodaLista"/>
        <w:numPr>
          <w:ilvl w:val="0"/>
          <w:numId w:val="3"/>
        </w:numPr>
        <w:spacing w:before="120" w:after="0" w:line="360" w:lineRule="auto"/>
        <w:ind w:left="567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bookmarkStart w:id="3" w:name="_Hlk157505572"/>
      <w:r w:rsidRPr="00D574E6">
        <w:rPr>
          <w:rFonts w:ascii="Verdana Pro Light" w:eastAsia="Arial Unicode MS" w:hAnsi="Verdana Pro Light" w:cs="Arial Unicode MS"/>
          <w:sz w:val="18"/>
          <w:szCs w:val="18"/>
        </w:rPr>
        <w:t>Forma de organização da formação: presencial</w:t>
      </w:r>
    </w:p>
    <w:p w14:paraId="08446C99" w14:textId="1237A901" w:rsidR="00D574E6" w:rsidRPr="00D574E6" w:rsidRDefault="00D574E6" w:rsidP="00302041">
      <w:pPr>
        <w:pStyle w:val="PargrafodaLista"/>
        <w:numPr>
          <w:ilvl w:val="0"/>
          <w:numId w:val="3"/>
        </w:numPr>
        <w:spacing w:before="120" w:after="0" w:line="360" w:lineRule="auto"/>
        <w:ind w:left="567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D574E6">
        <w:rPr>
          <w:rFonts w:ascii="Verdana Pro Light" w:eastAsia="Arial Unicode MS" w:hAnsi="Verdana Pro Light" w:cs="Arial Unicode MS"/>
          <w:sz w:val="18"/>
          <w:szCs w:val="18"/>
        </w:rPr>
        <w:t>Necessidade de garantir o espaço adequado, bem como o material necessário</w:t>
      </w:r>
    </w:p>
    <w:p w14:paraId="5455F166" w14:textId="69C13EBC" w:rsidR="00D574E6" w:rsidRPr="000F0E5D" w:rsidRDefault="00D574E6" w:rsidP="00302041">
      <w:pPr>
        <w:pStyle w:val="PargrafodaLista"/>
        <w:numPr>
          <w:ilvl w:val="0"/>
          <w:numId w:val="3"/>
        </w:numPr>
        <w:spacing w:before="120" w:after="0" w:line="360" w:lineRule="auto"/>
        <w:ind w:left="567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D574E6">
        <w:rPr>
          <w:rFonts w:ascii="Verdana Pro Light" w:eastAsia="Arial Unicode MS" w:hAnsi="Verdana Pro Light" w:cs="Arial Unicode MS"/>
          <w:sz w:val="18"/>
          <w:szCs w:val="18"/>
        </w:rPr>
        <w:t>Proporcionar oportunidades de assistir a espetáculos e outros eventos de dança (bailados, aulas</w:t>
      </w:r>
      <w:r w:rsidR="000F0E5D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0F0E5D">
        <w:rPr>
          <w:rFonts w:ascii="Verdana Pro Light" w:eastAsia="Arial Unicode MS" w:hAnsi="Verdana Pro Light" w:cs="Arial Unicode MS"/>
          <w:sz w:val="18"/>
          <w:szCs w:val="18"/>
        </w:rPr>
        <w:t>profissionais, conferências…)</w:t>
      </w:r>
    </w:p>
    <w:p w14:paraId="2048583E" w14:textId="2A869EE5" w:rsidR="00D574E6" w:rsidRDefault="00D574E6" w:rsidP="00302041">
      <w:pPr>
        <w:pStyle w:val="PargrafodaLista"/>
        <w:numPr>
          <w:ilvl w:val="0"/>
          <w:numId w:val="3"/>
        </w:numPr>
        <w:spacing w:before="120" w:after="0" w:line="360" w:lineRule="auto"/>
        <w:ind w:left="567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D574E6">
        <w:rPr>
          <w:rFonts w:ascii="Verdana Pro Light" w:eastAsia="Arial Unicode MS" w:hAnsi="Verdana Pro Light" w:cs="Arial Unicode MS"/>
          <w:sz w:val="18"/>
          <w:szCs w:val="18"/>
        </w:rPr>
        <w:t>Incentivar a colaboração (professores e alunos) entre turmas do curso dos diferentes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D574E6">
        <w:rPr>
          <w:rFonts w:ascii="Verdana Pro Light" w:eastAsia="Arial Unicode MS" w:hAnsi="Verdana Pro Light" w:cs="Arial Unicode MS"/>
          <w:sz w:val="18"/>
          <w:szCs w:val="18"/>
        </w:rPr>
        <w:t>anos-</w:t>
      </w:r>
      <w:r w:rsidR="001B7CDB" w:rsidRPr="00D574E6">
        <w:rPr>
          <w:rFonts w:ascii="Verdana Pro Light" w:eastAsia="Arial Unicode MS" w:hAnsi="Verdana Pro Light" w:cs="Arial Unicode MS"/>
          <w:sz w:val="18"/>
          <w:szCs w:val="18"/>
        </w:rPr>
        <w:t>10</w:t>
      </w:r>
      <w:r w:rsidR="001B7CDB">
        <w:rPr>
          <w:rFonts w:ascii="Verdana Pro Light" w:eastAsia="Arial Unicode MS" w:hAnsi="Verdana Pro Light" w:cs="Arial Unicode MS"/>
          <w:sz w:val="18"/>
          <w:szCs w:val="18"/>
        </w:rPr>
        <w:t>.</w:t>
      </w:r>
      <w:r w:rsidR="001B7CDB" w:rsidRPr="00D574E6">
        <w:rPr>
          <w:rFonts w:ascii="Verdana Pro Light" w:eastAsia="Arial Unicode MS" w:hAnsi="Verdana Pro Light" w:cs="Arial Unicode MS"/>
          <w:sz w:val="18"/>
          <w:szCs w:val="18"/>
        </w:rPr>
        <w:t>º, 11.º</w:t>
      </w:r>
      <w:r w:rsidRPr="00D574E6">
        <w:rPr>
          <w:rFonts w:ascii="Verdana Pro Light" w:eastAsia="Arial Unicode MS" w:hAnsi="Verdana Pro Light" w:cs="Arial Unicode MS"/>
          <w:sz w:val="18"/>
          <w:szCs w:val="18"/>
        </w:rPr>
        <w:t xml:space="preserve"> e 12</w:t>
      </w:r>
      <w:r w:rsidR="001B7CDB">
        <w:rPr>
          <w:rFonts w:ascii="Verdana Pro Light" w:eastAsia="Arial Unicode MS" w:hAnsi="Verdana Pro Light" w:cs="Arial Unicode MS"/>
          <w:sz w:val="18"/>
          <w:szCs w:val="18"/>
        </w:rPr>
        <w:t>.</w:t>
      </w:r>
      <w:r w:rsidRPr="00D574E6">
        <w:rPr>
          <w:rFonts w:ascii="Verdana Pro Light" w:eastAsia="Arial Unicode MS" w:hAnsi="Verdana Pro Light" w:cs="Arial Unicode MS"/>
          <w:sz w:val="18"/>
          <w:szCs w:val="18"/>
        </w:rPr>
        <w:t>ºano</w:t>
      </w:r>
      <w:r w:rsidR="001B7CDB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bookmarkEnd w:id="3"/>
    <w:p w14:paraId="1242E1E5" w14:textId="77777777" w:rsidR="00727CAB" w:rsidRPr="00051C79" w:rsidRDefault="00727CAB" w:rsidP="00727CAB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AE0BC20" w14:textId="77777777" w:rsidR="004F117D" w:rsidRDefault="004F117D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73C06CEF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A9DD85E" w14:textId="1D334B79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87C9A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0000/000</w:t>
            </w:r>
            <w:r w:rsidR="00440439" w:rsidRPr="00F87C9A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4823F39" w14:textId="3FC33F4D" w:rsidR="008C76A8" w:rsidRPr="009C256C" w:rsidRDefault="00AC71B5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AC71B5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Executar técnicas de dança clássica – nível intermédio</w:t>
            </w:r>
          </w:p>
        </w:tc>
      </w:tr>
    </w:tbl>
    <w:p w14:paraId="0AB1BC22" w14:textId="1C0A17CC" w:rsidR="008C76A8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3DFD29BC" w14:textId="77777777" w:rsidR="00FF5816" w:rsidRPr="003200F2" w:rsidRDefault="00FF5816" w:rsidP="00FF581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: </w:t>
      </w:r>
      <w:r>
        <w:rPr>
          <w:rFonts w:ascii="Verdana Pro Light" w:eastAsia="Arial Unicode MS" w:hAnsi="Verdana Pro Light" w:cs="Times New Roman"/>
          <w:smallCaps/>
          <w:sz w:val="20"/>
        </w:rPr>
        <w:t>50h</w:t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422A90BE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8BE936C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7A3828D2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C6024B" w14:textId="7E4E02EF" w:rsidR="00410AEA" w:rsidRPr="00410AEA" w:rsidRDefault="00410AEA" w:rsidP="00410AEA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10AE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 w:rsidR="00BF401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Realizar </w:t>
            </w:r>
            <w:r w:rsidRPr="00410AEA">
              <w:rPr>
                <w:rFonts w:ascii="Verdana Pro Light" w:eastAsia="Arial Unicode MS" w:hAnsi="Verdana Pro Light" w:cs="Arial Unicode MS"/>
                <w:sz w:val="18"/>
                <w:szCs w:val="18"/>
              </w:rPr>
              <w:t>os passos básicos da Técnica de Dança Clássica</w:t>
            </w:r>
          </w:p>
          <w:p w14:paraId="6552D6C7" w14:textId="1C0BE358" w:rsidR="00410AEA" w:rsidRPr="00410AEA" w:rsidRDefault="00410AEA" w:rsidP="00410AEA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10AE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="00BF401B">
              <w:rPr>
                <w:rFonts w:ascii="Verdana Pro Light" w:eastAsia="Arial Unicode MS" w:hAnsi="Verdana Pro Light" w:cs="Arial Unicode MS"/>
                <w:sz w:val="18"/>
                <w:szCs w:val="18"/>
              </w:rPr>
              <w:t>Mobilizar</w:t>
            </w:r>
            <w:r w:rsidRPr="00410AE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competências de coordenação, memória, dinâmicas e progressão espacial</w:t>
            </w:r>
          </w:p>
          <w:p w14:paraId="41A2B90C" w14:textId="69AD56CF" w:rsidR="00410AEA" w:rsidRPr="001B353A" w:rsidRDefault="00410AEA" w:rsidP="00410AEA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410AE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 w:rsidR="00BF401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Interpretar </w:t>
            </w:r>
            <w:r w:rsidRPr="00410AEA">
              <w:rPr>
                <w:rFonts w:ascii="Verdana Pro Light" w:eastAsia="Arial Unicode MS" w:hAnsi="Verdana Pro Light" w:cs="Arial Unicode MS"/>
                <w:sz w:val="18"/>
                <w:szCs w:val="18"/>
              </w:rPr>
              <w:t>o movimento a nível técnico e performativo</w:t>
            </w:r>
          </w:p>
          <w:p w14:paraId="5932501C" w14:textId="0A497663" w:rsidR="008C76A8" w:rsidRPr="001B353A" w:rsidRDefault="008C76A8" w:rsidP="00A32493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8C76A8" w:rsidRPr="00136AD8" w14:paraId="20FEA823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782FAA5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6D67D9B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D9D9233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2F5FD8" w:rsidRPr="00136AD8" w14:paraId="7AF3F943" w14:textId="77777777" w:rsidTr="00E80791">
        <w:trPr>
          <w:trHeight w:val="2961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3B8A89" w14:textId="77777777" w:rsidR="004D791B" w:rsidRPr="004D791B" w:rsidRDefault="004D791B" w:rsidP="00BF401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D79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Postura e alinhamento corporal;</w:t>
            </w:r>
          </w:p>
          <w:p w14:paraId="4392E437" w14:textId="1796931C" w:rsidR="004D791B" w:rsidRPr="009B5619" w:rsidRDefault="004D791B" w:rsidP="00BF401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B56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Terminologia intermédia da</w:t>
            </w:r>
            <w:r w:rsidR="009B56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9B56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 de dança clássica;</w:t>
            </w:r>
          </w:p>
          <w:p w14:paraId="7549EF9A" w14:textId="77777777" w:rsidR="004D791B" w:rsidRPr="004D791B" w:rsidRDefault="004D791B" w:rsidP="00BF401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D79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Perceção temporal e espacial;</w:t>
            </w:r>
          </w:p>
          <w:p w14:paraId="4C893273" w14:textId="06FCD81E" w:rsidR="004D791B" w:rsidRPr="006013D8" w:rsidRDefault="004D791B" w:rsidP="00BF401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13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interpretativas de dança</w:t>
            </w:r>
            <w:r w:rsidR="006013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6013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clássica;</w:t>
            </w:r>
          </w:p>
          <w:p w14:paraId="466143BD" w14:textId="77777777" w:rsidR="004D791B" w:rsidRPr="004D791B" w:rsidRDefault="004D791B" w:rsidP="00BF401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D79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respiração na</w:t>
            </w:r>
          </w:p>
          <w:p w14:paraId="1C707AF6" w14:textId="77777777" w:rsidR="004D791B" w:rsidRPr="004D791B" w:rsidRDefault="004D791B" w:rsidP="00BF401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D79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execução do movimento;</w:t>
            </w:r>
          </w:p>
          <w:p w14:paraId="2229E5EB" w14:textId="77777777" w:rsidR="004D791B" w:rsidRPr="004D791B" w:rsidRDefault="004D791B" w:rsidP="00BF401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D79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projeção no olhar;</w:t>
            </w:r>
          </w:p>
          <w:p w14:paraId="59784222" w14:textId="4EA17C08" w:rsidR="004D791B" w:rsidRPr="009B5619" w:rsidRDefault="004D791B" w:rsidP="00BF401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B56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Exercícios na barra, em meia</w:t>
            </w:r>
            <w:r w:rsidR="009B5619" w:rsidRPr="009B56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9B56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ponta e em ponta de nível</w:t>
            </w:r>
            <w:r w:rsidR="009B56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9B56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intermédio;</w:t>
            </w:r>
          </w:p>
          <w:p w14:paraId="5FEA4E23" w14:textId="01B2D451" w:rsidR="004D791B" w:rsidRPr="009B5619" w:rsidRDefault="004D791B" w:rsidP="00BF401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B56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Exercícios no centro (executados</w:t>
            </w:r>
            <w:r w:rsidR="009B56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9B56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9B56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face, </w:t>
            </w:r>
            <w:proofErr w:type="spellStart"/>
            <w:r w:rsidRPr="009B56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croisé</w:t>
            </w:r>
            <w:proofErr w:type="spellEnd"/>
            <w:r w:rsidRPr="009B56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9B56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effacé</w:t>
            </w:r>
            <w:proofErr w:type="spellEnd"/>
            <w:r w:rsidRPr="009B56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ou </w:t>
            </w:r>
            <w:proofErr w:type="spellStart"/>
            <w:r w:rsidRPr="009B56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ecarté</w:t>
            </w:r>
            <w:proofErr w:type="spellEnd"/>
            <w:r w:rsidRPr="009B56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</w:p>
          <w:p w14:paraId="3AC475BF" w14:textId="77777777" w:rsidR="004D791B" w:rsidRPr="004D791B" w:rsidRDefault="004D791B" w:rsidP="00BF401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D79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Exercícios na diagonal;</w:t>
            </w:r>
          </w:p>
          <w:p w14:paraId="760A67D6" w14:textId="3604DDE3" w:rsidR="004D791B" w:rsidRPr="009B5619" w:rsidRDefault="004D791B" w:rsidP="00BF401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B56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Técnica e </w:t>
            </w:r>
            <w:proofErr w:type="spellStart"/>
            <w:r w:rsidRPr="009B56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performatividade</w:t>
            </w:r>
            <w:proofErr w:type="spellEnd"/>
            <w:r w:rsidRPr="009B56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na</w:t>
            </w:r>
            <w:r w:rsidR="009B5619" w:rsidRPr="009B56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9B56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execução de movimentos de</w:t>
            </w:r>
            <w:r w:rsidR="009B56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9B56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 de dança clássica;</w:t>
            </w:r>
          </w:p>
          <w:p w14:paraId="597A4DF6" w14:textId="0998A20B" w:rsidR="008575F9" w:rsidRPr="007E7136" w:rsidRDefault="004D791B" w:rsidP="009B561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D79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Competências físicas</w:t>
            </w:r>
            <w:r w:rsidR="009B56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D79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(virtuosidade; coordenação;</w:t>
            </w:r>
            <w:r w:rsidR="009E0E7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D791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alongamento; força, controlo)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25D971" w14:textId="5E8ADE7E" w:rsidR="005777E8" w:rsidRPr="00B05325" w:rsidRDefault="005777E8" w:rsidP="00BF401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053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as técnicas de postura e</w:t>
            </w:r>
            <w:r w:rsidR="00B05325" w:rsidRPr="00B053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B0532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alinhamento do corpo;</w:t>
            </w:r>
          </w:p>
          <w:p w14:paraId="2D620648" w14:textId="1B0C1EE0" w:rsidR="005777E8" w:rsidRPr="00760785" w:rsidRDefault="00117E3E" w:rsidP="00B0532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6078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</w:t>
            </w:r>
            <w:r w:rsidR="005777E8" w:rsidRPr="0076078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exercícios de dança</w:t>
            </w:r>
            <w:r w:rsidR="0076078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5777E8" w:rsidRPr="0076078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clássica na barra, no centro e na</w:t>
            </w:r>
            <w:r w:rsidR="00B05325" w:rsidRPr="0076078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5777E8" w:rsidRPr="0076078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diagonal;</w:t>
            </w:r>
          </w:p>
          <w:p w14:paraId="6BE4DD66" w14:textId="4B5AE2E0" w:rsidR="005777E8" w:rsidRPr="005777E8" w:rsidRDefault="005777E8" w:rsidP="00BF401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777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as técnicas de</w:t>
            </w:r>
            <w:r w:rsidR="0076078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</w:t>
            </w:r>
            <w:r w:rsidRPr="005777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rogressão</w:t>
            </w:r>
            <w:r w:rsidR="00117E3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5777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espacial;</w:t>
            </w:r>
          </w:p>
          <w:p w14:paraId="36626C5D" w14:textId="054E77CE" w:rsidR="005777E8" w:rsidRPr="00E25857" w:rsidRDefault="005777E8" w:rsidP="00BF401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258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movimentos de acordo</w:t>
            </w:r>
            <w:r w:rsidR="00E25857" w:rsidRPr="00E258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E258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 a estrutura espacial</w:t>
            </w:r>
            <w:r w:rsidR="00E258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E258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requerida;</w:t>
            </w:r>
          </w:p>
          <w:p w14:paraId="2C578988" w14:textId="0BBA2881" w:rsidR="005777E8" w:rsidRPr="00E25857" w:rsidRDefault="005777E8" w:rsidP="00BF401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258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manutenção</w:t>
            </w:r>
            <w:r w:rsidR="00E25857" w:rsidRPr="00E258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E258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 distância em relação aos</w:t>
            </w:r>
            <w:r w:rsidR="00E258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E258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outros elementos;</w:t>
            </w:r>
          </w:p>
          <w:p w14:paraId="46875E72" w14:textId="3FF5C8C0" w:rsidR="005777E8" w:rsidRPr="00E25857" w:rsidRDefault="005777E8" w:rsidP="00BF401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258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orientação</w:t>
            </w:r>
            <w:r w:rsidR="00E25857" w:rsidRPr="00E258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E258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estruturada relativamente ao</w:t>
            </w:r>
            <w:r w:rsidR="00E258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E258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público;</w:t>
            </w:r>
          </w:p>
          <w:p w14:paraId="597B2C25" w14:textId="036455E7" w:rsidR="005777E8" w:rsidRPr="00E25857" w:rsidRDefault="005777E8" w:rsidP="00BF401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258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perceção</w:t>
            </w:r>
            <w:r w:rsidR="00E258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E258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temporal e espacial;</w:t>
            </w:r>
          </w:p>
          <w:p w14:paraId="3420745C" w14:textId="4B11D316" w:rsidR="005777E8" w:rsidRPr="00E25857" w:rsidRDefault="005777E8" w:rsidP="00BF401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258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interpretativas</w:t>
            </w:r>
            <w:r w:rsidR="00E25857" w:rsidRPr="00E258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E2585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dança clássica;</w:t>
            </w:r>
          </w:p>
          <w:p w14:paraId="5554BB2F" w14:textId="3EDA87B5" w:rsidR="005777E8" w:rsidRPr="007E389E" w:rsidRDefault="005777E8" w:rsidP="00BF401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E389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respiração na</w:t>
            </w:r>
            <w:r w:rsidR="007E389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7E389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execução do movimento;</w:t>
            </w:r>
          </w:p>
          <w:p w14:paraId="0B044C45" w14:textId="5FA9853D" w:rsidR="002F5FD8" w:rsidRPr="007E389E" w:rsidRDefault="005777E8" w:rsidP="005777E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E389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projeção no</w:t>
            </w:r>
            <w:r w:rsidR="007E389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7E389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olhar;</w:t>
            </w:r>
          </w:p>
          <w:p w14:paraId="1D88FD16" w14:textId="77777777" w:rsidR="00760785" w:rsidRDefault="00760785" w:rsidP="0076078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coordenação motora</w:t>
            </w:r>
          </w:p>
          <w:p w14:paraId="2B61F056" w14:textId="77777777" w:rsidR="00760785" w:rsidRDefault="00760785" w:rsidP="0076078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memorização de exercícios</w:t>
            </w:r>
          </w:p>
          <w:p w14:paraId="674DE7AF" w14:textId="77777777" w:rsidR="00760785" w:rsidRDefault="00760785" w:rsidP="0076078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356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passos básicos da técnica de dança clássica</w:t>
            </w:r>
          </w:p>
          <w:p w14:paraId="32BE199D" w14:textId="77777777" w:rsidR="00760785" w:rsidRDefault="00760785" w:rsidP="0076078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</w:t>
            </w:r>
            <w:r w:rsidRPr="007356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dança clássica na barra, em ½ ponta e no centro.</w:t>
            </w:r>
          </w:p>
          <w:p w14:paraId="1BE6BBD6" w14:textId="77777777" w:rsidR="00760785" w:rsidRPr="00117E3E" w:rsidRDefault="00760785" w:rsidP="00117E3E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1FDF9A" w14:textId="77777777" w:rsidR="00E368A2" w:rsidRPr="00E368A2" w:rsidRDefault="00E368A2" w:rsidP="00BF401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368A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Autodisciplina e determinação;</w:t>
            </w:r>
          </w:p>
          <w:p w14:paraId="54D1C88C" w14:textId="77777777" w:rsidR="00E368A2" w:rsidRPr="00E368A2" w:rsidRDefault="00E368A2" w:rsidP="00BF401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368A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Curiosidade;</w:t>
            </w:r>
          </w:p>
          <w:p w14:paraId="0F0791A5" w14:textId="77777777" w:rsidR="00E368A2" w:rsidRPr="00E368A2" w:rsidRDefault="00E368A2" w:rsidP="00BF401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368A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Autoconhecimento;</w:t>
            </w:r>
          </w:p>
          <w:p w14:paraId="306B1C97" w14:textId="77777777" w:rsidR="00E368A2" w:rsidRPr="00E368A2" w:rsidRDefault="00E368A2" w:rsidP="00BF401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368A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Persistência;</w:t>
            </w:r>
          </w:p>
          <w:p w14:paraId="373C48B7" w14:textId="6AD8E383" w:rsidR="00E368A2" w:rsidRPr="00E368A2" w:rsidRDefault="00E368A2" w:rsidP="00BF401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368A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Criatividade, imaginação 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E368A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sensibilidade;</w:t>
            </w:r>
          </w:p>
          <w:p w14:paraId="1EBE6D93" w14:textId="77777777" w:rsidR="00E368A2" w:rsidRPr="00E368A2" w:rsidRDefault="00E368A2" w:rsidP="00BF401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368A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</w:t>
            </w:r>
          </w:p>
          <w:p w14:paraId="0A7E52C2" w14:textId="77777777" w:rsidR="00E368A2" w:rsidRPr="00E368A2" w:rsidRDefault="00E368A2" w:rsidP="00BF401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368A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Autonomia;</w:t>
            </w:r>
          </w:p>
          <w:p w14:paraId="2B39925A" w14:textId="77777777" w:rsidR="00E368A2" w:rsidRPr="00E368A2" w:rsidRDefault="00E368A2" w:rsidP="00BF401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368A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Cooperação;</w:t>
            </w:r>
          </w:p>
          <w:p w14:paraId="5AB0512C" w14:textId="77777777" w:rsidR="00E368A2" w:rsidRPr="00E368A2" w:rsidRDefault="00E368A2" w:rsidP="00BF401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368A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Espírito de equipa;</w:t>
            </w:r>
          </w:p>
          <w:p w14:paraId="3926F3F4" w14:textId="77777777" w:rsidR="00E368A2" w:rsidRPr="00E368A2" w:rsidRDefault="00E368A2" w:rsidP="00BF401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368A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Proatividade;</w:t>
            </w:r>
          </w:p>
          <w:p w14:paraId="47457C78" w14:textId="1D9D1187" w:rsidR="002F5FD8" w:rsidRDefault="00E368A2" w:rsidP="00BF401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368A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Iniciativa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4E5CB8C1" w14:textId="77777777" w:rsidR="00723BFC" w:rsidRDefault="00723BFC" w:rsidP="00723BFC">
            <w:p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03C78D3" w14:textId="4DC2C9E5" w:rsidR="00723BFC" w:rsidRPr="00723BFC" w:rsidRDefault="00723BFC" w:rsidP="00723BFC">
            <w:pPr>
              <w:rPr>
                <w:lang w:eastAsia="pt-PT"/>
              </w:rPr>
            </w:pPr>
          </w:p>
        </w:tc>
      </w:tr>
    </w:tbl>
    <w:p w14:paraId="6B44DF47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4C368B0C" w14:textId="77777777" w:rsidR="008C76A8" w:rsidRPr="00F20E6F" w:rsidRDefault="008C76A8" w:rsidP="008C76A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0C1B9092" w14:textId="2996FC5A" w:rsidR="004B3CA6" w:rsidRPr="004B3CA6" w:rsidRDefault="004B3CA6" w:rsidP="004B3CA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4B3CA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  <w:r w:rsidRPr="004B3CA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1. Utilizando a postura e alinhamento corporal adequado</w:t>
      </w:r>
    </w:p>
    <w:p w14:paraId="654E7A18" w14:textId="2E0B77B3" w:rsidR="004B3CA6" w:rsidRPr="004B3CA6" w:rsidRDefault="004B3CA6" w:rsidP="004B3CA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4B3CA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CD.2 Realizando as técnicas de dança clássica no chão, barra, centro e diagonal de forma organizada e</w:t>
      </w:r>
      <w:r w:rsidR="00F14F6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 w:rsidRPr="004B3CA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consciente</w:t>
      </w:r>
    </w:p>
    <w:p w14:paraId="0EAEE202" w14:textId="77777777" w:rsidR="004B3CA6" w:rsidRPr="004B3CA6" w:rsidRDefault="004B3CA6" w:rsidP="004B3CA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4B3CA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CD.3 Efetuando deslocamentos com recurso à técnica de dança clássica</w:t>
      </w:r>
    </w:p>
    <w:p w14:paraId="662120CB" w14:textId="24253933" w:rsidR="004B3CA6" w:rsidRPr="004B3CA6" w:rsidRDefault="004B3CA6" w:rsidP="004B3CA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4B3CA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CD.4 </w:t>
      </w:r>
      <w:proofErr w:type="gramStart"/>
      <w:r w:rsidRPr="004B3CA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Aplicand</w:t>
      </w:r>
      <w:r w:rsidR="00A325E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</w:t>
      </w:r>
      <w:r w:rsidRPr="004B3CA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diferentes dinâmicas</w:t>
      </w:r>
      <w:proofErr w:type="gramEnd"/>
      <w:r w:rsidR="00F14F6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 w:rsidR="00F14F60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de movimento</w:t>
      </w:r>
    </w:p>
    <w:p w14:paraId="5F2EE595" w14:textId="1FF4032F" w:rsidR="008C76A8" w:rsidRPr="0064164C" w:rsidRDefault="004B3CA6" w:rsidP="004B3CA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4B3CA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CD.5 Dominando competências físicas variadas</w:t>
      </w:r>
    </w:p>
    <w:p w14:paraId="252A7D3E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A136D84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373359A" w14:textId="6F22064A" w:rsidR="00660150" w:rsidRPr="00660150" w:rsidRDefault="00660150" w:rsidP="00F14F60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Académico: Participação em aulas, workshops e seminários em diferentes contextos académicos e educativos</w:t>
      </w:r>
    </w:p>
    <w:p w14:paraId="4C7066EB" w14:textId="77777777" w:rsidR="00660150" w:rsidRDefault="00660150" w:rsidP="00F14F60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Artístico e Profissional: Participação em espetáculos de dança, eventos performativos 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660150">
        <w:rPr>
          <w:rFonts w:ascii="Verdana Pro Light" w:eastAsia="Arial Unicode MS" w:hAnsi="Verdana Pro Light" w:cs="Arial Unicode MS"/>
          <w:sz w:val="18"/>
          <w:szCs w:val="18"/>
        </w:rPr>
        <w:t>concursos de dança</w:t>
      </w:r>
    </w:p>
    <w:p w14:paraId="123ED6DD" w14:textId="4EA5DF32" w:rsidR="00221D44" w:rsidRPr="00660150" w:rsidRDefault="00660150" w:rsidP="00F14F60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Atividades ligadas às profissões da dança, nos domínios artístico, educativo, lúdico e inclusivo</w:t>
      </w:r>
      <w:r w:rsidR="00221D44" w:rsidRPr="00660150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0FC59D2D" w14:textId="77777777" w:rsidR="00221D44" w:rsidRPr="002A28C4" w:rsidRDefault="00221D44" w:rsidP="00221D4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509685D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4F5803E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94596CD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DB70CDD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27564AF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F0F8DA8" w14:textId="4E96C0F0" w:rsidR="004C67BE" w:rsidRPr="00EF63AF" w:rsidRDefault="004C67BE" w:rsidP="00F14F60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EF63AF">
        <w:rPr>
          <w:rFonts w:ascii="Verdana Pro Light" w:eastAsia="Arial Unicode MS" w:hAnsi="Verdana Pro Light" w:cs="Arial Unicode MS"/>
          <w:sz w:val="18"/>
          <w:szCs w:val="18"/>
        </w:rPr>
        <w:t>Estúdio de dança devidamente preparado e equipado (sala ampla, arejada, iluminada, com chão</w:t>
      </w:r>
      <w:r w:rsidR="00EF63AF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EF63AF">
        <w:rPr>
          <w:rFonts w:ascii="Verdana Pro Light" w:eastAsia="Arial Unicode MS" w:hAnsi="Verdana Pro Light" w:cs="Arial Unicode MS"/>
          <w:sz w:val="18"/>
          <w:szCs w:val="18"/>
        </w:rPr>
        <w:t>de linóleo com caixa de ar, barras, espelhos, equipamento de som)</w:t>
      </w:r>
    </w:p>
    <w:p w14:paraId="32BA22A6" w14:textId="721E2524" w:rsidR="004C67BE" w:rsidRPr="004C67BE" w:rsidRDefault="004C67BE" w:rsidP="00F14F60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C67BE">
        <w:rPr>
          <w:rFonts w:ascii="Verdana Pro Light" w:eastAsia="Arial Unicode MS" w:hAnsi="Verdana Pro Light" w:cs="Arial Unicode MS"/>
          <w:sz w:val="18"/>
          <w:szCs w:val="18"/>
        </w:rPr>
        <w:t>Instrumentos de treino em dança (colchões, bolas suíças, bandas elásticas, tijolos de espuma…)</w:t>
      </w:r>
    </w:p>
    <w:p w14:paraId="29D0121F" w14:textId="1D4E0D1E" w:rsidR="004C67BE" w:rsidRPr="004C67BE" w:rsidRDefault="004C67BE" w:rsidP="00F14F60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C67BE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2E54049B" w14:textId="56BB049A" w:rsidR="004C67BE" w:rsidRPr="004C67BE" w:rsidRDefault="004C67BE" w:rsidP="00F14F60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C67BE">
        <w:rPr>
          <w:rFonts w:ascii="Verdana Pro Light" w:eastAsia="Arial Unicode MS" w:hAnsi="Verdana Pro Light" w:cs="Arial Unicode MS"/>
          <w:sz w:val="18"/>
          <w:szCs w:val="18"/>
        </w:rPr>
        <w:t>Dispositivos de projeção de imagem/vídeo</w:t>
      </w:r>
    </w:p>
    <w:p w14:paraId="684183E0" w14:textId="73278E14" w:rsidR="004C67BE" w:rsidRPr="004C67BE" w:rsidRDefault="004C67BE" w:rsidP="00F14F60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C67BE">
        <w:rPr>
          <w:rFonts w:ascii="Verdana Pro Light" w:eastAsia="Arial Unicode MS" w:hAnsi="Verdana Pro Light" w:cs="Arial Unicode MS"/>
          <w:sz w:val="18"/>
          <w:szCs w:val="18"/>
        </w:rPr>
        <w:t>Dispositivos de registo de imagem/vídeo</w:t>
      </w:r>
    </w:p>
    <w:p w14:paraId="4F934CBC" w14:textId="77777777" w:rsidR="000049A5" w:rsidRDefault="004C67BE" w:rsidP="00F14F60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C67BE">
        <w:rPr>
          <w:rFonts w:ascii="Verdana Pro Light" w:eastAsia="Arial Unicode MS" w:hAnsi="Verdana Pro Light" w:cs="Arial Unicode MS"/>
          <w:sz w:val="18"/>
          <w:szCs w:val="18"/>
        </w:rPr>
        <w:t>Equipamento específico para aulas práticas (Maillot, sapatilhas de ballet…)</w:t>
      </w:r>
    </w:p>
    <w:p w14:paraId="5B721D09" w14:textId="51EEC1F2" w:rsidR="008C76A8" w:rsidRDefault="004C67BE" w:rsidP="00F14F60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049A5">
        <w:rPr>
          <w:rFonts w:ascii="Verdana Pro Light" w:eastAsia="Arial Unicode MS" w:hAnsi="Verdana Pro Light" w:cs="Arial Unicode MS"/>
          <w:sz w:val="18"/>
          <w:szCs w:val="18"/>
        </w:rPr>
        <w:t>Manuais técnicos</w:t>
      </w:r>
    </w:p>
    <w:p w14:paraId="7FD0712A" w14:textId="77777777" w:rsidR="000049A5" w:rsidRPr="000049A5" w:rsidRDefault="000049A5" w:rsidP="000049A5">
      <w:pPr>
        <w:pStyle w:val="PargrafodaLista"/>
        <w:numPr>
          <w:ilvl w:val="0"/>
          <w:numId w:val="3"/>
        </w:numPr>
        <w:spacing w:before="120" w:after="0" w:line="276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76BE8EF" w14:textId="77777777" w:rsidR="000049A5" w:rsidRDefault="000049A5" w:rsidP="00483040">
      <w:pPr>
        <w:spacing w:before="120" w:after="0" w:line="276" w:lineRule="auto"/>
        <w:ind w:left="66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268A36F" w14:textId="77777777" w:rsidR="00483040" w:rsidRPr="00483040" w:rsidRDefault="00483040" w:rsidP="00483040">
      <w:pPr>
        <w:spacing w:before="120" w:after="0" w:line="276" w:lineRule="auto"/>
        <w:ind w:left="66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50553FD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63D1F54" w14:textId="77777777" w:rsidR="007E183A" w:rsidRPr="007E183A" w:rsidRDefault="007E183A" w:rsidP="00F14F60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Forma de organização da formação: presencial</w:t>
      </w:r>
    </w:p>
    <w:p w14:paraId="71E78AD1" w14:textId="00117E71" w:rsidR="007E183A" w:rsidRPr="007E183A" w:rsidRDefault="007E183A" w:rsidP="00F14F60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Necessidade de garantir o espaço adequado, bem como o material necessário</w:t>
      </w:r>
    </w:p>
    <w:p w14:paraId="6141C78C" w14:textId="0F4456E7" w:rsidR="007E183A" w:rsidRPr="00C85B1A" w:rsidRDefault="007E183A" w:rsidP="00F14F60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Proporcionar oportunidades variadas e diferenciadas de participação em eventos de dança de</w:t>
      </w:r>
      <w:r w:rsidR="00C85B1A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natureza educativa e artística</w:t>
      </w:r>
    </w:p>
    <w:p w14:paraId="2C29D7A1" w14:textId="77777777" w:rsidR="00C85B1A" w:rsidRDefault="007E183A" w:rsidP="00F14F60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Proporcionar oportunidades de assistir a espetáculos e outros eventos de dança (bailados, aulas</w:t>
      </w:r>
    </w:p>
    <w:p w14:paraId="64E6A041" w14:textId="4BCA54F3" w:rsidR="007E183A" w:rsidRPr="00C85B1A" w:rsidRDefault="007E183A" w:rsidP="00F14F60">
      <w:pPr>
        <w:pStyle w:val="PargrafodaLista"/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C85B1A">
        <w:rPr>
          <w:rFonts w:ascii="Verdana Pro Light" w:eastAsia="Arial Unicode MS" w:hAnsi="Verdana Pro Light" w:cs="Arial Unicode MS"/>
          <w:sz w:val="18"/>
          <w:szCs w:val="18"/>
        </w:rPr>
        <w:t>profissionais, conferências…)</w:t>
      </w:r>
    </w:p>
    <w:p w14:paraId="74C57F4A" w14:textId="34E56E28" w:rsidR="008C76A8" w:rsidRPr="00F14F60" w:rsidRDefault="007E183A" w:rsidP="00F14F60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Incentivar a colaboração (professores e alunos) entre turmas do curso dos diferentes</w:t>
      </w:r>
      <w:r w:rsidR="00C85B1A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anos</w:t>
      </w:r>
      <w:r w:rsidR="00C85B1A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-</w:t>
      </w:r>
      <w:r w:rsidR="00C85B1A" w:rsidRPr="00C85B1A">
        <w:rPr>
          <w:rFonts w:ascii="Verdana Pro Light" w:eastAsia="Arial Unicode MS" w:hAnsi="Verdana Pro Light" w:cs="Arial Unicode MS"/>
          <w:sz w:val="18"/>
          <w:szCs w:val="18"/>
        </w:rPr>
        <w:t>10</w:t>
      </w:r>
      <w:r w:rsidR="00C85B1A">
        <w:rPr>
          <w:rFonts w:ascii="Verdana Pro Light" w:eastAsia="Arial Unicode MS" w:hAnsi="Verdana Pro Light" w:cs="Arial Unicode MS"/>
          <w:sz w:val="18"/>
          <w:szCs w:val="18"/>
        </w:rPr>
        <w:t>.</w:t>
      </w:r>
      <w:r w:rsidR="00C85B1A" w:rsidRPr="00C85B1A">
        <w:rPr>
          <w:rFonts w:ascii="Verdana Pro Light" w:eastAsia="Arial Unicode MS" w:hAnsi="Verdana Pro Light" w:cs="Arial Unicode MS"/>
          <w:sz w:val="18"/>
          <w:szCs w:val="18"/>
        </w:rPr>
        <w:t>º, 11.º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 xml:space="preserve"> e 12</w:t>
      </w:r>
      <w:r w:rsidR="00C85B1A">
        <w:rPr>
          <w:rFonts w:ascii="Verdana Pro Light" w:eastAsia="Arial Unicode MS" w:hAnsi="Verdana Pro Light" w:cs="Arial Unicode MS"/>
          <w:sz w:val="18"/>
          <w:szCs w:val="18"/>
        </w:rPr>
        <w:t>.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º</w:t>
      </w:r>
      <w:r w:rsidR="00C85B1A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ano</w:t>
      </w:r>
      <w:r w:rsidR="00C85B1A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37A17947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3B25F76" w14:textId="6BD2BDA6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C51BA2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0000/000</w:t>
            </w:r>
            <w:r w:rsidR="00C51BA2" w:rsidRPr="00C51BA2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D05191F" w14:textId="6626508E" w:rsidR="008C76A8" w:rsidRPr="009C256C" w:rsidRDefault="00904930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904930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Executar técnicas de dança moderna – nível elementar</w:t>
            </w:r>
          </w:p>
        </w:tc>
      </w:tr>
    </w:tbl>
    <w:p w14:paraId="0B5F9893" w14:textId="1C9B50FD" w:rsidR="008C76A8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="00985A36"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</w:t>
      </w:r>
      <w:r w:rsidR="00985A36"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08C70836" w14:textId="70ACB1A0" w:rsidR="00FF5816" w:rsidRPr="00FF5816" w:rsidRDefault="00FF5816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b/>
          <w:smallCaps/>
          <w:sz w:val="20"/>
        </w:rPr>
      </w:pPr>
      <w:r w:rsidRPr="00FF5816">
        <w:rPr>
          <w:rFonts w:ascii="Verdana Pro Light" w:eastAsia="Arial Unicode MS" w:hAnsi="Verdana Pro Light" w:cs="Times New Roman"/>
          <w:b/>
          <w:smallCaps/>
          <w:sz w:val="20"/>
        </w:rPr>
        <w:t>C</w:t>
      </w:r>
      <w:r>
        <w:rPr>
          <w:rFonts w:ascii="Verdana Pro Light" w:eastAsia="Arial Unicode MS" w:hAnsi="Verdana Pro Light" w:cs="Times New Roman"/>
          <w:b/>
          <w:smallCaps/>
          <w:sz w:val="20"/>
        </w:rPr>
        <w:t>arga</w:t>
      </w:r>
      <w:r w:rsidRPr="00FF5816">
        <w:rPr>
          <w:rFonts w:ascii="Verdana Pro Light" w:eastAsia="Arial Unicode MS" w:hAnsi="Verdana Pro Light" w:cs="Times New Roman"/>
          <w:b/>
          <w:smallCaps/>
          <w:sz w:val="20"/>
        </w:rPr>
        <w:t xml:space="preserve"> H</w:t>
      </w:r>
      <w:r>
        <w:rPr>
          <w:rFonts w:ascii="Verdana Pro Light" w:eastAsia="Arial Unicode MS" w:hAnsi="Verdana Pro Light" w:cs="Times New Roman"/>
          <w:b/>
          <w:smallCaps/>
          <w:sz w:val="20"/>
        </w:rPr>
        <w:t>orária</w:t>
      </w:r>
      <w:r w:rsidRPr="00FF5816">
        <w:rPr>
          <w:rFonts w:ascii="Verdana Pro Light" w:eastAsia="Arial Unicode MS" w:hAnsi="Verdana Pro Light" w:cs="Times New Roman"/>
          <w:b/>
          <w:smallCaps/>
          <w:sz w:val="20"/>
        </w:rPr>
        <w:t xml:space="preserve">: </w:t>
      </w:r>
      <w:r w:rsidRPr="00FF5816">
        <w:rPr>
          <w:rFonts w:ascii="Verdana Pro Light" w:eastAsia="Arial Unicode MS" w:hAnsi="Verdana Pro Light" w:cs="Times New Roman"/>
          <w:bCs/>
          <w:smallCaps/>
          <w:sz w:val="20"/>
        </w:rPr>
        <w:t>25H</w:t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50BF7D4D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5F98712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6BD16270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36E2EA" w14:textId="5B5E4A1A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0A56B9">
              <w:rPr>
                <w:rFonts w:ascii="Verdana Pro Light" w:eastAsia="Arial Unicode MS" w:hAnsi="Verdana Pro Light" w:cs="Arial Unicode MS"/>
                <w:sz w:val="18"/>
                <w:szCs w:val="18"/>
              </w:rPr>
              <w:t>Demonstrar</w:t>
            </w:r>
            <w:r w:rsidR="00D60AF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23230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os </w:t>
            </w:r>
            <w:r w:rsidR="00D60AF2">
              <w:rPr>
                <w:rFonts w:ascii="Verdana Pro Light" w:eastAsia="Arial Unicode MS" w:hAnsi="Verdana Pro Light" w:cs="Arial Unicode MS"/>
                <w:sz w:val="18"/>
                <w:szCs w:val="18"/>
              </w:rPr>
              <w:t>e</w:t>
            </w:r>
            <w:r w:rsidR="00D60AF2" w:rsidRPr="00D60AF2">
              <w:rPr>
                <w:rFonts w:ascii="Verdana Pro Light" w:eastAsia="Arial Unicode MS" w:hAnsi="Verdana Pro Light" w:cs="Arial Unicode MS"/>
                <w:sz w:val="18"/>
                <w:szCs w:val="18"/>
              </w:rPr>
              <w:t>lementos Básicos da técnica Graham</w:t>
            </w:r>
          </w:p>
          <w:p w14:paraId="1DAC1316" w14:textId="56A0FA7C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0A56B9">
              <w:rPr>
                <w:rFonts w:ascii="Verdana Pro Light" w:eastAsia="Arial Unicode MS" w:hAnsi="Verdana Pro Light" w:cs="Arial Unicode MS"/>
                <w:sz w:val="18"/>
                <w:szCs w:val="18"/>
              </w:rPr>
              <w:t>Realizar</w:t>
            </w:r>
            <w:r w:rsidR="0042558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987553">
              <w:rPr>
                <w:rFonts w:ascii="Verdana Pro Light" w:eastAsia="Arial Unicode MS" w:hAnsi="Verdana Pro Light" w:cs="Arial Unicode MS"/>
                <w:sz w:val="18"/>
                <w:szCs w:val="18"/>
              </w:rPr>
              <w:t>exercícios com elementos técnicos não locomotores</w:t>
            </w:r>
          </w:p>
          <w:p w14:paraId="6D64F1EE" w14:textId="71464BF9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DD4D02">
              <w:rPr>
                <w:rFonts w:ascii="Verdana Pro Light" w:eastAsia="Arial Unicode MS" w:hAnsi="Verdana Pro Light" w:cs="Arial Unicode MS"/>
                <w:sz w:val="18"/>
                <w:szCs w:val="18"/>
              </w:rPr>
              <w:t>Realizar</w:t>
            </w:r>
            <w:r w:rsidR="0098755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exercícios com elementos técnicos locomotores</w:t>
            </w:r>
          </w:p>
          <w:p w14:paraId="54A2277A" w14:textId="7FA64142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</w:p>
        </w:tc>
      </w:tr>
      <w:tr w:rsidR="008C76A8" w:rsidRPr="00136AD8" w14:paraId="24DB8CC0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ABA4AD6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7D5E02A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3057EBB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5415E076" w14:textId="77777777" w:rsidTr="00C55909">
        <w:trPr>
          <w:trHeight w:val="22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B359CD" w14:textId="7B725C3E" w:rsidR="008C76A8" w:rsidRPr="00F22A49" w:rsidRDefault="00987553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Noções Básicas da técnica de Graham</w:t>
            </w:r>
          </w:p>
          <w:p w14:paraId="1C88BBDB" w14:textId="5331FE25" w:rsidR="008C76A8" w:rsidRPr="00F22A49" w:rsidRDefault="007C5AA7" w:rsidP="007C5AA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Contextualização</w:t>
            </w:r>
          </w:p>
          <w:p w14:paraId="449B84BE" w14:textId="669E938C" w:rsidR="008C76A8" w:rsidRPr="00F22A49" w:rsidRDefault="007C5AA7" w:rsidP="007C5AA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Linguagem motora específica - </w:t>
            </w:r>
            <w:proofErr w:type="spellStart"/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warm-up</w:t>
            </w:r>
            <w:proofErr w:type="spellEnd"/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no chão, </w:t>
            </w:r>
            <w:proofErr w:type="spellStart"/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contract</w:t>
            </w:r>
            <w:proofErr w:type="spellEnd"/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release</w:t>
            </w:r>
            <w:proofErr w:type="spellEnd"/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proofErr w:type="gramStart"/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stretches,etc</w:t>
            </w:r>
            <w:proofErr w:type="spellEnd"/>
            <w:proofErr w:type="gramEnd"/>
          </w:p>
          <w:p w14:paraId="1D40521B" w14:textId="766D628D" w:rsidR="008C76A8" w:rsidRPr="00F22A49" w:rsidRDefault="007C5AA7" w:rsidP="007C5AA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Terminologia</w:t>
            </w:r>
          </w:p>
          <w:p w14:paraId="479A8A8F" w14:textId="6E0761B9" w:rsidR="008C76A8" w:rsidRPr="00F22A49" w:rsidRDefault="007C5AA7" w:rsidP="007C5AA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Autodisciplina e concentração</w:t>
            </w:r>
          </w:p>
          <w:p w14:paraId="0EC264FF" w14:textId="000E85E8" w:rsidR="008C76A8" w:rsidRPr="00F22A49" w:rsidRDefault="00D57C94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Elementos Básicos da técnica Graham</w:t>
            </w:r>
          </w:p>
          <w:p w14:paraId="52A94455" w14:textId="53C4D33B" w:rsidR="008C76A8" w:rsidRPr="00F22A49" w:rsidRDefault="00D57C94" w:rsidP="007377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Trabalho de base realizado no chão</w:t>
            </w:r>
            <w:r w:rsidR="00C503AC"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:</w:t>
            </w:r>
            <w:r w:rsidRPr="00F22A49">
              <w:t xml:space="preserve"> </w:t>
            </w:r>
            <w:proofErr w:type="spellStart"/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Spine</w:t>
            </w:r>
            <w:proofErr w:type="spellEnd"/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Streches</w:t>
            </w:r>
            <w:proofErr w:type="spellEnd"/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Spine</w:t>
            </w:r>
            <w:proofErr w:type="spellEnd"/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Curls</w:t>
            </w:r>
            <w:proofErr w:type="spellEnd"/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Legs</w:t>
            </w:r>
            <w:proofErr w:type="spellEnd"/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Exercises</w:t>
            </w:r>
            <w:proofErr w:type="spellEnd"/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Side </w:t>
            </w:r>
            <w:proofErr w:type="spellStart"/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Falls</w:t>
            </w:r>
            <w:proofErr w:type="spellEnd"/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Rising</w:t>
            </w:r>
            <w:proofErr w:type="spellEnd"/>
          </w:p>
          <w:p w14:paraId="0669E020" w14:textId="7784E045" w:rsidR="00D57C94" w:rsidRPr="00F22A49" w:rsidRDefault="00D57C94" w:rsidP="007377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Trabalho de base realizado no centro</w:t>
            </w:r>
            <w:r w:rsidR="00C503AC"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:</w:t>
            </w:r>
            <w:r w:rsidR="0073777D"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="0073777D"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Positions</w:t>
            </w:r>
            <w:proofErr w:type="spellEnd"/>
            <w:r w:rsidR="0073777D"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="0073777D"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of</w:t>
            </w:r>
            <w:proofErr w:type="spellEnd"/>
            <w:r w:rsidR="0073777D"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Dance, </w:t>
            </w:r>
            <w:proofErr w:type="spellStart"/>
            <w:r w:rsidR="0073777D"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Parallel</w:t>
            </w:r>
            <w:proofErr w:type="spellEnd"/>
            <w:r w:rsidR="0073777D"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="0073777D"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Exercises</w:t>
            </w:r>
            <w:proofErr w:type="spellEnd"/>
            <w:r w:rsidR="0073777D"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="0073777D"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Contractions</w:t>
            </w:r>
            <w:proofErr w:type="spellEnd"/>
            <w:r w:rsidR="0073777D"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gramStart"/>
            <w:r w:rsidR="0073777D"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Adagio</w:t>
            </w:r>
            <w:proofErr w:type="gramEnd"/>
          </w:p>
          <w:p w14:paraId="42AF4579" w14:textId="051CF0CA" w:rsidR="008C76A8" w:rsidRPr="00F22A49" w:rsidRDefault="0073777D" w:rsidP="009C0E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Trabalho de base realizado no </w:t>
            </w:r>
            <w:r w:rsidR="009C0E7D"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espaço</w:t>
            </w:r>
            <w:r w:rsidR="00C503AC"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:</w:t>
            </w:r>
            <w:r w:rsidR="009C0E7D"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="009C0E7D"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Walking</w:t>
            </w:r>
            <w:proofErr w:type="spellEnd"/>
            <w:r w:rsidR="009C0E7D"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="009C0E7D"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Triplet</w:t>
            </w:r>
            <w:proofErr w:type="spellEnd"/>
            <w:r w:rsidR="009C0E7D"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="009C0E7D"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Skips</w:t>
            </w:r>
            <w:proofErr w:type="spellEnd"/>
            <w:r w:rsidR="009C0E7D"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="00C4283F"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Leap</w:t>
            </w:r>
            <w:proofErr w:type="spellEnd"/>
            <w:r w:rsidR="00C4283F"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</w:t>
            </w:r>
            <w:r w:rsidR="009C0E7D"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="009C0E7D"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Sequences</w:t>
            </w:r>
            <w:proofErr w:type="spellEnd"/>
          </w:p>
          <w:p w14:paraId="59090F91" w14:textId="50D56A15" w:rsidR="008C76A8" w:rsidRPr="00F22A49" w:rsidRDefault="009C0E7D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Trabalho dos elementos técnicos não locomotores</w:t>
            </w:r>
          </w:p>
          <w:p w14:paraId="4BA71AFF" w14:textId="4A8234D6" w:rsidR="008C76A8" w:rsidRDefault="009C0E7D" w:rsidP="009C0E7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C0E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Exercícios do Centro corporal</w:t>
            </w:r>
          </w:p>
          <w:p w14:paraId="098C1124" w14:textId="2F63ECAB" w:rsidR="00AC4FEA" w:rsidRDefault="00AC4FEA" w:rsidP="00AC4FE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C4FE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Exercícios dos membros superiores</w:t>
            </w:r>
          </w:p>
          <w:p w14:paraId="5A4DBA35" w14:textId="5E5494F0" w:rsidR="00F51501" w:rsidRDefault="00F51501" w:rsidP="00F5150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515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Exercícios dos membros inferiores</w:t>
            </w:r>
          </w:p>
          <w:p w14:paraId="099CF5E7" w14:textId="0E27B27F" w:rsidR="008C76A8" w:rsidRPr="00ED0505" w:rsidRDefault="00A36D5E" w:rsidP="00863C3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599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</w:pPr>
            <w:r w:rsidRPr="00863C3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Trabalho dos elementos técnicos locomotores</w:t>
            </w:r>
            <w:r w:rsidR="00863C3D" w:rsidRPr="00863C3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: </w:t>
            </w:r>
            <w:proofErr w:type="spellStart"/>
            <w:r w:rsidRPr="00863C3D"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>Deslocamentos</w:t>
            </w:r>
            <w:proofErr w:type="spellEnd"/>
            <w:r w:rsidR="00863C3D" w:rsidRPr="00863C3D"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 xml:space="preserve">; </w:t>
            </w:r>
            <w:r w:rsidR="00EF7394" w:rsidRPr="00863C3D"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>Saltos</w:t>
            </w:r>
            <w:r w:rsidR="00863C3D" w:rsidRPr="00863C3D"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 xml:space="preserve">; </w:t>
            </w:r>
            <w:r w:rsidR="00EF7394" w:rsidRPr="00863C3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Quedas</w:t>
            </w:r>
            <w:r w:rsidR="00863C3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; </w:t>
            </w:r>
            <w:r w:rsidR="00EF7394" w:rsidRPr="00ED0505"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>Voltas</w:t>
            </w:r>
            <w:r w:rsidR="00863C3D"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>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924966" w14:textId="53D21913" w:rsidR="008C76A8" w:rsidRDefault="006015CB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 contexto da técnica de Graham</w:t>
            </w:r>
          </w:p>
          <w:p w14:paraId="3816CDE2" w14:textId="23A793EF" w:rsidR="008C76A8" w:rsidRDefault="00660C93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 linguagem motora e a terminologia específica da técnica de Graham</w:t>
            </w:r>
            <w:r w:rsidR="00C60A2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- </w:t>
            </w:r>
            <w:r w:rsidR="00C60A28" w:rsidRPr="0055358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respiração, </w:t>
            </w:r>
            <w:proofErr w:type="spellStart"/>
            <w:r w:rsidR="00C60A28" w:rsidRPr="0055358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contraction</w:t>
            </w:r>
            <w:proofErr w:type="spellEnd"/>
            <w:r w:rsidR="00C60A28" w:rsidRPr="0055358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="00C60A28" w:rsidRPr="0055358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and</w:t>
            </w:r>
            <w:proofErr w:type="spellEnd"/>
            <w:r w:rsidR="00C60A28" w:rsidRPr="0055358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="00C60A28" w:rsidRPr="0055358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release</w:t>
            </w:r>
            <w:proofErr w:type="spellEnd"/>
            <w:r w:rsidR="00C60A28" w:rsidRPr="0055358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(contração e expansão), centro motor e movimento em espiral</w:t>
            </w:r>
          </w:p>
          <w:p w14:paraId="16846719" w14:textId="1D8D391C" w:rsidR="00BB131E" w:rsidRDefault="001A15A2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</w:t>
            </w:r>
            <w:r w:rsidR="00BB131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importância </w:t>
            </w:r>
            <w:r w:rsidR="00BB131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autodisciplina 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da </w:t>
            </w:r>
            <w:r w:rsidR="00BB131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concentração na técnica de Gr</w:t>
            </w:r>
            <w:r w:rsidR="00A8517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aham</w:t>
            </w:r>
          </w:p>
          <w:p w14:paraId="5DE52C4B" w14:textId="1DE0C27B" w:rsidR="008C76A8" w:rsidRDefault="00D5735D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</w:t>
            </w:r>
            <w:r w:rsidR="00BB131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 </w:t>
            </w:r>
            <w:r w:rsidR="001D54C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="00BB131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base da técnica de Graham </w:t>
            </w:r>
            <w:r w:rsidR="00392C2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realizad</w:t>
            </w:r>
            <w:r w:rsidR="001D54C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="00392C2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BB131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 chão, no centro e no espaço</w:t>
            </w:r>
          </w:p>
          <w:p w14:paraId="10A71818" w14:textId="5905ECFB" w:rsidR="002143E3" w:rsidRPr="00500DDB" w:rsidRDefault="00F22A49" w:rsidP="002143E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</w:t>
            </w:r>
            <w:r w:rsidR="00281E0B" w:rsidRPr="00500DD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elementos </w:t>
            </w:r>
            <w:r w:rsidR="00514E4A" w:rsidRPr="00500DD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técnicos não locomotores:</w:t>
            </w:r>
            <w:r w:rsidR="001D14E5" w:rsidRPr="00500DD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exercícios do Centro corporal</w:t>
            </w:r>
            <w:r w:rsidR="00500DDB" w:rsidRPr="00500DD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r w:rsidR="001D14E5" w:rsidRPr="00500DD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dos membros superiores</w:t>
            </w:r>
            <w:r w:rsidR="00500DDB" w:rsidRPr="00500DD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r w:rsidR="002143E3" w:rsidRPr="00500DD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dos membros inferiores</w:t>
            </w:r>
          </w:p>
          <w:p w14:paraId="39271635" w14:textId="6A0E0B97" w:rsidR="008C76A8" w:rsidRPr="00557C8F" w:rsidRDefault="00557C8F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57C8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Efetuar</w:t>
            </w:r>
            <w:r w:rsidR="00182FA4" w:rsidRPr="00557C8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deslocamentos</w:t>
            </w:r>
            <w:r w:rsidRPr="00557C8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r w:rsidR="00182FA4" w:rsidRPr="00557C8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saltos</w:t>
            </w:r>
            <w:r w:rsidRPr="00557C8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r w:rsidR="00182FA4" w:rsidRPr="00557C8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quedas</w:t>
            </w:r>
            <w:r w:rsidRPr="00557C8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r w:rsidR="00182FA4" w:rsidRPr="00557C8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vol</w:t>
            </w:r>
            <w:r w:rsidR="00A81F73" w:rsidRPr="00557C8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</w:t>
            </w:r>
            <w:r w:rsidR="00182FA4" w:rsidRPr="00557C8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</w:t>
            </w:r>
          </w:p>
          <w:p w14:paraId="2B8BAEF2" w14:textId="6FEDFD73" w:rsidR="008C76A8" w:rsidRDefault="003B17ED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</w:t>
            </w:r>
            <w:r w:rsidR="00250422" w:rsidRPr="00500DD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os elementos técnicos locomotores</w:t>
            </w:r>
            <w:r w:rsidR="00CD7E6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: </w:t>
            </w:r>
            <w:r w:rsidR="0025042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deslocamentos, saltos, quedas e voltas</w:t>
            </w:r>
          </w:p>
          <w:p w14:paraId="28C33C87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4F5CCE0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4C1924E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23FC91" w14:textId="77777777" w:rsidR="003B17ED" w:rsidRPr="003B17ED" w:rsidRDefault="003B17ED" w:rsidP="003729B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1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Autodisciplina e determinação;</w:t>
            </w:r>
          </w:p>
          <w:p w14:paraId="579D1E57" w14:textId="77777777" w:rsidR="003B17ED" w:rsidRPr="003B17ED" w:rsidRDefault="003B17ED" w:rsidP="003729B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1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Curiosidade;</w:t>
            </w:r>
          </w:p>
          <w:p w14:paraId="41A1DD60" w14:textId="77777777" w:rsidR="003B17ED" w:rsidRPr="003B17ED" w:rsidRDefault="003B17ED" w:rsidP="003729B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1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Autoconhecimento;</w:t>
            </w:r>
          </w:p>
          <w:p w14:paraId="79B689AF" w14:textId="77777777" w:rsidR="003B17ED" w:rsidRPr="003B17ED" w:rsidRDefault="003B17ED" w:rsidP="003729B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1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Persistência;</w:t>
            </w:r>
          </w:p>
          <w:p w14:paraId="6ACCE84C" w14:textId="77777777" w:rsidR="003B17ED" w:rsidRPr="003B17ED" w:rsidRDefault="003B17ED" w:rsidP="003729B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1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Criatividade, imaginação e sensibilidade;</w:t>
            </w:r>
          </w:p>
          <w:p w14:paraId="51F890D6" w14:textId="77777777" w:rsidR="003B17ED" w:rsidRPr="003B17ED" w:rsidRDefault="003B17ED" w:rsidP="003729B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1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</w:t>
            </w:r>
          </w:p>
          <w:p w14:paraId="7619FA6A" w14:textId="77777777" w:rsidR="003B17ED" w:rsidRPr="003B17ED" w:rsidRDefault="003B17ED" w:rsidP="003729B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1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Cooperação;</w:t>
            </w:r>
          </w:p>
          <w:p w14:paraId="5DA8B78E" w14:textId="77777777" w:rsidR="003B17ED" w:rsidRPr="003B17ED" w:rsidRDefault="003B17ED" w:rsidP="003729B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B1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Espírito de equipa;</w:t>
            </w:r>
          </w:p>
          <w:p w14:paraId="061A368A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6AB1018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6B46A4F" w14:textId="77777777" w:rsidR="008C76A8" w:rsidRPr="00BA0905" w:rsidRDefault="008C76A8" w:rsidP="00BA090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25F064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27FD63D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D4AA7D9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650E449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852A10E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24F97C71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1227B32D" w14:textId="77777777" w:rsidR="008C76A8" w:rsidRPr="00F20E6F" w:rsidRDefault="008C76A8" w:rsidP="008C76A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8117AB3" w14:textId="56673D5C" w:rsidR="008C76A8" w:rsidRPr="00DD4D02" w:rsidRDefault="008C76A8" w:rsidP="00B0020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DD4D0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 w:rsidRPr="00DD4D0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F30BA2" w:rsidRPr="00DD4D0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Aplicando</w:t>
      </w:r>
      <w:r w:rsidR="001F546F" w:rsidRPr="00DD4D0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 técnica de Graham</w:t>
      </w:r>
      <w:r w:rsidR="00B00203" w:rsidRPr="00DD4D0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para a preparação corporal e para a potenciação da presença cénica </w:t>
      </w:r>
    </w:p>
    <w:p w14:paraId="719CE517" w14:textId="2A848482" w:rsidR="008C76A8" w:rsidRPr="00DD4D02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DD4D0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 w:rsidRPr="00DD4D0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DD4D02" w:rsidRPr="00DD4D0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Realizando</w:t>
      </w:r>
      <w:r w:rsidR="00800468" w:rsidRPr="00DD4D0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exercícios</w:t>
      </w:r>
      <w:r w:rsidR="00B177C1" w:rsidRPr="00DD4D0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com elementos técnicos não locomotores</w:t>
      </w:r>
    </w:p>
    <w:p w14:paraId="2B0D88CF" w14:textId="2733C54C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DD4D0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 w:rsidRPr="00DD4D0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DD4D02" w:rsidRPr="00DD4D0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Realizando</w:t>
      </w:r>
      <w:r w:rsidR="00B177C1" w:rsidRPr="00DD4D0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exercícios com elementos técnicos locomotores</w:t>
      </w:r>
    </w:p>
    <w:p w14:paraId="414644F1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3FCF9FED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1B3720CA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CF1A91F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07B2647" w14:textId="77777777" w:rsidR="00283273" w:rsidRPr="00660150" w:rsidRDefault="00283273" w:rsidP="00A20C61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bookmarkStart w:id="4" w:name="_Hlk157526285"/>
      <w:r w:rsidRPr="00660150">
        <w:rPr>
          <w:rFonts w:ascii="Verdana Pro Light" w:eastAsia="Arial Unicode MS" w:hAnsi="Verdana Pro Light" w:cs="Arial Unicode MS"/>
          <w:sz w:val="18"/>
          <w:szCs w:val="18"/>
        </w:rPr>
        <w:t>Académico: Participação em aulas, workshops e seminários em diferentes contextos académicos e educativos</w:t>
      </w:r>
    </w:p>
    <w:p w14:paraId="4F7836F3" w14:textId="1A5BA739" w:rsidR="00283273" w:rsidRDefault="00283273" w:rsidP="00A20C61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Artístico e P</w:t>
      </w:r>
      <w:r>
        <w:rPr>
          <w:rFonts w:ascii="Verdana Pro Light" w:eastAsia="Arial Unicode MS" w:hAnsi="Verdana Pro Light" w:cs="Arial Unicode MS"/>
          <w:sz w:val="18"/>
          <w:szCs w:val="18"/>
        </w:rPr>
        <w:t>ré-</w:t>
      </w:r>
      <w:r w:rsidR="00B025DC">
        <w:rPr>
          <w:rFonts w:ascii="Verdana Pro Light" w:eastAsia="Arial Unicode MS" w:hAnsi="Verdana Pro Light" w:cs="Arial Unicode MS"/>
          <w:sz w:val="18"/>
          <w:szCs w:val="18"/>
        </w:rPr>
        <w:t>p</w:t>
      </w:r>
      <w:r w:rsidRPr="00660150">
        <w:rPr>
          <w:rFonts w:ascii="Verdana Pro Light" w:eastAsia="Arial Unicode MS" w:hAnsi="Verdana Pro Light" w:cs="Arial Unicode MS"/>
          <w:sz w:val="18"/>
          <w:szCs w:val="18"/>
        </w:rPr>
        <w:t>rofissional: Participação em espetáculos de dança, eventos performativos 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660150">
        <w:rPr>
          <w:rFonts w:ascii="Verdana Pro Light" w:eastAsia="Arial Unicode MS" w:hAnsi="Verdana Pro Light" w:cs="Arial Unicode MS"/>
          <w:sz w:val="18"/>
          <w:szCs w:val="18"/>
        </w:rPr>
        <w:t>concursos de dança</w:t>
      </w:r>
    </w:p>
    <w:p w14:paraId="51E0FB37" w14:textId="77777777" w:rsidR="00283273" w:rsidRPr="00660150" w:rsidRDefault="00283273" w:rsidP="00A20C61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Atividades ligadas às profissões da dança, nos domínios artístico, educativo, lúdico e inclusivo.</w:t>
      </w:r>
    </w:p>
    <w:bookmarkEnd w:id="4"/>
    <w:p w14:paraId="5288F56F" w14:textId="77777777" w:rsidR="00221D44" w:rsidRPr="002A28C4" w:rsidRDefault="00221D44" w:rsidP="00221D4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F33BFE2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F5513E7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DE92D61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57EBF61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A80973F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7DCF7E7" w14:textId="18CDE342" w:rsidR="00283273" w:rsidRPr="003B21EC" w:rsidRDefault="00283273" w:rsidP="00A20C61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B21EC">
        <w:rPr>
          <w:rFonts w:ascii="Verdana Pro Light" w:eastAsia="Arial Unicode MS" w:hAnsi="Verdana Pro Light" w:cs="Arial Unicode MS"/>
          <w:sz w:val="18"/>
          <w:szCs w:val="18"/>
        </w:rPr>
        <w:t>Estúdio de dança devidamente preparado e equipado (sala ampla, arejada, iluminada, com chão</w:t>
      </w:r>
      <w:r w:rsidR="003B21EC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3B21EC">
        <w:rPr>
          <w:rFonts w:ascii="Verdana Pro Light" w:eastAsia="Arial Unicode MS" w:hAnsi="Verdana Pro Light" w:cs="Arial Unicode MS"/>
          <w:sz w:val="18"/>
          <w:szCs w:val="18"/>
        </w:rPr>
        <w:t>de linóleo com caixa de ar, barras, espelhos, equipamento de som)</w:t>
      </w:r>
    </w:p>
    <w:p w14:paraId="031F3EE6" w14:textId="77777777" w:rsidR="00283273" w:rsidRPr="004C67BE" w:rsidRDefault="00283273" w:rsidP="00A20C61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C67BE">
        <w:rPr>
          <w:rFonts w:ascii="Verdana Pro Light" w:eastAsia="Arial Unicode MS" w:hAnsi="Verdana Pro Light" w:cs="Arial Unicode MS"/>
          <w:sz w:val="18"/>
          <w:szCs w:val="18"/>
        </w:rPr>
        <w:t>Instrumentos de treino em dança (colchões, bolas suíças, bandas elásticas, tijolos de espuma…)</w:t>
      </w:r>
    </w:p>
    <w:p w14:paraId="60BCB932" w14:textId="77777777" w:rsidR="00283273" w:rsidRPr="004C67BE" w:rsidRDefault="00283273" w:rsidP="00A20C61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C67BE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4319A37C" w14:textId="77777777" w:rsidR="00283273" w:rsidRPr="004C67BE" w:rsidRDefault="00283273" w:rsidP="00A20C61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C67BE">
        <w:rPr>
          <w:rFonts w:ascii="Verdana Pro Light" w:eastAsia="Arial Unicode MS" w:hAnsi="Verdana Pro Light" w:cs="Arial Unicode MS"/>
          <w:sz w:val="18"/>
          <w:szCs w:val="18"/>
        </w:rPr>
        <w:t>Dispositivos de projeção de imagem/vídeo</w:t>
      </w:r>
    </w:p>
    <w:p w14:paraId="49A1A13D" w14:textId="77777777" w:rsidR="00283273" w:rsidRPr="004C67BE" w:rsidRDefault="00283273" w:rsidP="00A20C61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C67BE">
        <w:rPr>
          <w:rFonts w:ascii="Verdana Pro Light" w:eastAsia="Arial Unicode MS" w:hAnsi="Verdana Pro Light" w:cs="Arial Unicode MS"/>
          <w:sz w:val="18"/>
          <w:szCs w:val="18"/>
        </w:rPr>
        <w:t>Dispositivos de registo de imagem/vídeo</w:t>
      </w:r>
    </w:p>
    <w:p w14:paraId="58B38F27" w14:textId="77777777" w:rsidR="00283273" w:rsidRDefault="00283273" w:rsidP="00A20C61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C67BE">
        <w:rPr>
          <w:rFonts w:ascii="Verdana Pro Light" w:eastAsia="Arial Unicode MS" w:hAnsi="Verdana Pro Light" w:cs="Arial Unicode MS"/>
          <w:sz w:val="18"/>
          <w:szCs w:val="18"/>
        </w:rPr>
        <w:t>Equipamento específico para aulas práticas (Maillot, sapatilhas de ballet…)</w:t>
      </w:r>
    </w:p>
    <w:p w14:paraId="7B87BDE1" w14:textId="77777777" w:rsidR="00283273" w:rsidRDefault="00283273" w:rsidP="00A20C61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049A5">
        <w:rPr>
          <w:rFonts w:ascii="Verdana Pro Light" w:eastAsia="Arial Unicode MS" w:hAnsi="Verdana Pro Light" w:cs="Arial Unicode MS"/>
          <w:sz w:val="18"/>
          <w:szCs w:val="18"/>
        </w:rPr>
        <w:t>Manuais técnicos</w:t>
      </w:r>
    </w:p>
    <w:p w14:paraId="218C6477" w14:textId="77777777" w:rsidR="00283273" w:rsidRPr="000049A5" w:rsidRDefault="00283273" w:rsidP="00283273">
      <w:pPr>
        <w:pStyle w:val="PargrafodaLista"/>
        <w:numPr>
          <w:ilvl w:val="0"/>
          <w:numId w:val="3"/>
        </w:numPr>
        <w:spacing w:before="120" w:after="0" w:line="276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1F6E94C" w14:textId="77777777" w:rsidR="00283273" w:rsidRDefault="00283273" w:rsidP="00283273">
      <w:pPr>
        <w:spacing w:before="120" w:after="0" w:line="276" w:lineRule="auto"/>
        <w:ind w:left="66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860C7B4" w14:textId="77777777" w:rsidR="00283273" w:rsidRPr="00483040" w:rsidRDefault="00283273" w:rsidP="00283273">
      <w:pPr>
        <w:spacing w:before="120" w:after="0" w:line="276" w:lineRule="auto"/>
        <w:ind w:left="66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3D9F59E" w14:textId="77777777" w:rsidR="00283273" w:rsidRPr="00F87025" w:rsidRDefault="00283273" w:rsidP="0028327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BB09533" w14:textId="77777777" w:rsidR="00283273" w:rsidRPr="007E183A" w:rsidRDefault="00283273" w:rsidP="00A20C61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Forma de organização da formação: presencial</w:t>
      </w:r>
    </w:p>
    <w:p w14:paraId="7058A775" w14:textId="77777777" w:rsidR="00283273" w:rsidRPr="007E183A" w:rsidRDefault="00283273" w:rsidP="00A20C61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Necessidade de garantir o espaço adequado, bem como o material necessário</w:t>
      </w:r>
    </w:p>
    <w:p w14:paraId="141D1CEE" w14:textId="77777777" w:rsidR="00283273" w:rsidRPr="00C85B1A" w:rsidRDefault="00283273" w:rsidP="00A20C61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Proporcionar oportunidades variadas e diferenciadas de participação em eventos de dança 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natureza educativa e artística</w:t>
      </w:r>
    </w:p>
    <w:p w14:paraId="3BEB9FD1" w14:textId="77777777" w:rsidR="00283273" w:rsidRDefault="00283273" w:rsidP="00A20C61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Proporcionar oportunidades de assistir a espetáculos e outros eventos de dança (bailados, aulas</w:t>
      </w:r>
    </w:p>
    <w:p w14:paraId="595EE818" w14:textId="77777777" w:rsidR="00283273" w:rsidRPr="00C85B1A" w:rsidRDefault="00283273" w:rsidP="00A20C61">
      <w:pPr>
        <w:pStyle w:val="PargrafodaLista"/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C85B1A">
        <w:rPr>
          <w:rFonts w:ascii="Verdana Pro Light" w:eastAsia="Arial Unicode MS" w:hAnsi="Verdana Pro Light" w:cs="Arial Unicode MS"/>
          <w:sz w:val="18"/>
          <w:szCs w:val="18"/>
        </w:rPr>
        <w:t>profissionais, conferências…)</w:t>
      </w:r>
    </w:p>
    <w:p w14:paraId="28FAD263" w14:textId="77777777" w:rsidR="00283273" w:rsidRPr="00C85B1A" w:rsidRDefault="00283273" w:rsidP="00A20C61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Incentivar a colaboração (professores e alunos) entre turmas do curso dos diferentes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anos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-10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º, 11.º e 12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º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ano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53576606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6C6C416" w14:textId="3EF40E21" w:rsidR="008C76A8" w:rsidRPr="00FF5816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F5816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0000/000</w:t>
            </w:r>
            <w:r w:rsidR="00693EFA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25D60CE" w14:textId="65A26370" w:rsidR="008C76A8" w:rsidRPr="00FF5816" w:rsidRDefault="004F3F8B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FF5816">
              <w:t>Executar técnicas de dança moderna – nível intermédio</w:t>
            </w:r>
          </w:p>
        </w:tc>
      </w:tr>
    </w:tbl>
    <w:p w14:paraId="52A4DAA9" w14:textId="63FB04E5" w:rsidR="008C76A8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="00985A36">
        <w:rPr>
          <w:rFonts w:ascii="Verdana Pro Light" w:eastAsia="Arial Unicode MS" w:hAnsi="Verdana Pro Light" w:cs="Times New Roman"/>
          <w:smallCaps/>
          <w:sz w:val="20"/>
        </w:rPr>
        <w:t>4,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3C9035C9" w14:textId="77777777" w:rsidR="00FF5816" w:rsidRPr="003200F2" w:rsidRDefault="00FF5816" w:rsidP="00FF581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: </w:t>
      </w:r>
      <w:r>
        <w:rPr>
          <w:rFonts w:ascii="Verdana Pro Light" w:eastAsia="Arial Unicode MS" w:hAnsi="Verdana Pro Light" w:cs="Times New Roman"/>
          <w:smallCaps/>
          <w:sz w:val="20"/>
        </w:rPr>
        <w:t>50h</w:t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0CAC6151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0FAB2DB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10757AB6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1E072A" w14:textId="4AE60AE2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0D2132">
              <w:rPr>
                <w:rFonts w:ascii="Verdana Pro Light" w:eastAsia="Arial Unicode MS" w:hAnsi="Verdana Pro Light" w:cs="Arial Unicode MS"/>
                <w:sz w:val="18"/>
                <w:szCs w:val="18"/>
              </w:rPr>
              <w:t>Realizar</w:t>
            </w:r>
            <w:r w:rsidR="00A85AB9" w:rsidRPr="00A85AB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movimentos de dança moderna com base na técnica de </w:t>
            </w:r>
            <w:r w:rsidR="00430C97" w:rsidRPr="008F19E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Cunningham</w:t>
            </w:r>
          </w:p>
          <w:p w14:paraId="3705AC93" w14:textId="5E65A89E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0D2132">
              <w:rPr>
                <w:rFonts w:ascii="Verdana Pro Light" w:eastAsia="Arial Unicode MS" w:hAnsi="Verdana Pro Light" w:cs="Arial Unicode MS"/>
                <w:sz w:val="18"/>
                <w:szCs w:val="18"/>
              </w:rPr>
              <w:t>Efetuar</w:t>
            </w:r>
            <w:r w:rsidR="00AE15F0" w:rsidRPr="00AE15F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diferentes movimentos a partir das posições “paralelo” e </w:t>
            </w:r>
            <w:r w:rsidR="00FF5816" w:rsidRPr="00AE15F0">
              <w:rPr>
                <w:rFonts w:ascii="Verdana Pro Light" w:eastAsia="Arial Unicode MS" w:hAnsi="Verdana Pro Light" w:cs="Arial Unicode MS"/>
                <w:sz w:val="18"/>
                <w:szCs w:val="18"/>
              </w:rPr>
              <w:t>“</w:t>
            </w:r>
            <w:proofErr w:type="spellStart"/>
            <w:r w:rsidR="00FF5816" w:rsidRPr="00AE15F0">
              <w:rPr>
                <w:rFonts w:ascii="Verdana Pro Light" w:eastAsia="Arial Unicode MS" w:hAnsi="Verdana Pro Light" w:cs="Arial Unicode MS"/>
                <w:sz w:val="18"/>
                <w:szCs w:val="18"/>
              </w:rPr>
              <w:t>en</w:t>
            </w:r>
            <w:r w:rsidR="00AE15F0" w:rsidRPr="00AE15F0">
              <w:rPr>
                <w:rFonts w:ascii="Verdana Pro Light" w:eastAsia="Arial Unicode MS" w:hAnsi="Verdana Pro Light" w:cs="Arial Unicode MS"/>
                <w:sz w:val="18"/>
                <w:szCs w:val="18"/>
              </w:rPr>
              <w:t>-dehors</w:t>
            </w:r>
            <w:proofErr w:type="spellEnd"/>
            <w:r w:rsidR="00AE15F0" w:rsidRPr="00AE15F0">
              <w:rPr>
                <w:rFonts w:ascii="Verdana Pro Light" w:eastAsia="Arial Unicode MS" w:hAnsi="Verdana Pro Light" w:cs="Arial Unicode MS"/>
                <w:sz w:val="18"/>
                <w:szCs w:val="18"/>
              </w:rPr>
              <w:t>”</w:t>
            </w:r>
          </w:p>
          <w:p w14:paraId="6FBA66D4" w14:textId="44DA1035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0D2132">
              <w:rPr>
                <w:rFonts w:ascii="Verdana Pro Light" w:eastAsia="Arial Unicode MS" w:hAnsi="Verdana Pro Light" w:cs="Arial Unicode MS"/>
                <w:sz w:val="18"/>
                <w:szCs w:val="18"/>
              </w:rPr>
              <w:t>Realizar</w:t>
            </w:r>
            <w:r w:rsidR="00AE15F0" w:rsidRPr="00AE15F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movimentos de dança moderna com diferentes dinâmicas e velocidades</w:t>
            </w:r>
          </w:p>
          <w:p w14:paraId="5D07D4A4" w14:textId="389EF148" w:rsidR="008C76A8" w:rsidRPr="001B353A" w:rsidRDefault="008C76A8" w:rsidP="00F22A49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8C76A8" w:rsidRPr="00136AD8" w14:paraId="71A045CE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5F15783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6B6E355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13BE3D6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4F6BF0D5" w14:textId="77777777" w:rsidTr="00957211">
        <w:trPr>
          <w:trHeight w:val="3103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A2F177" w14:textId="6AC64957" w:rsidR="008C76A8" w:rsidRPr="00F22A49" w:rsidRDefault="00AE15F0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Noções básicas da técnica Cunningham</w:t>
            </w:r>
          </w:p>
          <w:p w14:paraId="01C7CA29" w14:textId="5C15FA02" w:rsidR="00AE15F0" w:rsidRPr="00F22A49" w:rsidRDefault="00AE15F0" w:rsidP="00F10E1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Contexto e linguagem</w:t>
            </w:r>
          </w:p>
          <w:p w14:paraId="02162A64" w14:textId="5CD6301F" w:rsidR="008C76A8" w:rsidRPr="00F22A49" w:rsidRDefault="00F10E14" w:rsidP="00F10E1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Postura e alinhamento corporal</w:t>
            </w:r>
          </w:p>
          <w:p w14:paraId="2764EEBC" w14:textId="77D41762" w:rsidR="008C76A8" w:rsidRPr="00F22A49" w:rsidRDefault="00F10E14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Elementos da técnica Cunningham</w:t>
            </w:r>
          </w:p>
          <w:p w14:paraId="61AD0A10" w14:textId="0650AE69" w:rsidR="00F10E14" w:rsidRPr="00F22A49" w:rsidRDefault="00F10E14" w:rsidP="00F10E1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Semelhanças, diferenças e complementaridade entre a técnica de Graham e a técnica de Cunningham</w:t>
            </w:r>
          </w:p>
          <w:p w14:paraId="662762CF" w14:textId="598CCB71" w:rsidR="008C76A8" w:rsidRPr="00F22A49" w:rsidRDefault="008018E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Trabalho dos elementos técnicos não locomotores</w:t>
            </w:r>
          </w:p>
          <w:p w14:paraId="10069F1B" w14:textId="4A8D4C64" w:rsidR="008C76A8" w:rsidRPr="00F22A49" w:rsidRDefault="008018E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Exercício de tronco</w:t>
            </w:r>
          </w:p>
          <w:p w14:paraId="6912849B" w14:textId="6DA3788D" w:rsidR="008C76A8" w:rsidRPr="00F22A49" w:rsidRDefault="008018E8" w:rsidP="008018E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Bounces</w:t>
            </w:r>
            <w:proofErr w:type="spellEnd"/>
          </w:p>
          <w:p w14:paraId="7F253334" w14:textId="34285B2D" w:rsidR="008018E8" w:rsidRPr="00F22A49" w:rsidRDefault="008018E8" w:rsidP="008018E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Curves</w:t>
            </w:r>
          </w:p>
          <w:p w14:paraId="7D16B450" w14:textId="042E05BA" w:rsidR="008018E8" w:rsidRPr="00ED0505" w:rsidRDefault="008018E8" w:rsidP="008018E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</w:pPr>
            <w:r w:rsidRPr="00ED0505"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 xml:space="preserve">Curl/uncurl (bends, </w:t>
            </w:r>
            <w:proofErr w:type="spellStart"/>
            <w:r w:rsidRPr="00ED0505"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>overcurve</w:t>
            </w:r>
            <w:proofErr w:type="spellEnd"/>
            <w:r w:rsidRPr="00ED0505"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>, arches)</w:t>
            </w:r>
          </w:p>
          <w:p w14:paraId="2F282BD4" w14:textId="2BF28699" w:rsidR="009023D3" w:rsidRPr="00F22A49" w:rsidRDefault="009023D3" w:rsidP="008018E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Drops</w:t>
            </w:r>
            <w:proofErr w:type="spellEnd"/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/</w:t>
            </w:r>
            <w:proofErr w:type="spellStart"/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lifts</w:t>
            </w:r>
            <w:proofErr w:type="spellEnd"/>
          </w:p>
          <w:p w14:paraId="4BDAA61E" w14:textId="709DF181" w:rsidR="009023D3" w:rsidRPr="00F22A49" w:rsidRDefault="009023D3" w:rsidP="008018E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High</w:t>
            </w:r>
            <w:proofErr w:type="spellEnd"/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release</w:t>
            </w:r>
            <w:proofErr w:type="spellEnd"/>
          </w:p>
          <w:p w14:paraId="19330E4D" w14:textId="188B56BA" w:rsidR="009023D3" w:rsidRPr="00F22A49" w:rsidRDefault="009023D3" w:rsidP="008018E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Contraction</w:t>
            </w:r>
            <w:proofErr w:type="spellEnd"/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/</w:t>
            </w:r>
            <w:proofErr w:type="spellStart"/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release</w:t>
            </w:r>
            <w:proofErr w:type="spellEnd"/>
          </w:p>
          <w:p w14:paraId="4CDE86E4" w14:textId="349BB728" w:rsidR="009023D3" w:rsidRPr="00F22A49" w:rsidRDefault="009023D3" w:rsidP="008018E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Spirals</w:t>
            </w:r>
            <w:proofErr w:type="spellEnd"/>
          </w:p>
          <w:p w14:paraId="06D4DE0E" w14:textId="18620BD6" w:rsidR="009023D3" w:rsidRPr="00F22A49" w:rsidRDefault="009023D3" w:rsidP="008018E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Pitch</w:t>
            </w:r>
            <w:proofErr w:type="spellEnd"/>
          </w:p>
          <w:p w14:paraId="6340B8B0" w14:textId="5ADF4767" w:rsidR="00776913" w:rsidRPr="00F22A49" w:rsidRDefault="00776913" w:rsidP="008018E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Twist (sobre um e dois apoios, com transferência de peso, com combinações com curves, </w:t>
            </w:r>
            <w:proofErr w:type="spellStart"/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pitch</w:t>
            </w:r>
            <w:proofErr w:type="spellEnd"/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diferentes apoios)</w:t>
            </w:r>
          </w:p>
          <w:p w14:paraId="52402A63" w14:textId="57EEEF48" w:rsidR="00776913" w:rsidRPr="00F22A49" w:rsidRDefault="00776913" w:rsidP="008018E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Stretches</w:t>
            </w:r>
            <w:proofErr w:type="spellEnd"/>
          </w:p>
          <w:p w14:paraId="493D5E5C" w14:textId="2AA2D13B" w:rsidR="00897832" w:rsidRPr="00F22A49" w:rsidRDefault="00897832" w:rsidP="008018E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Exercícios dos membros superiores</w:t>
            </w:r>
          </w:p>
          <w:p w14:paraId="438D8134" w14:textId="3F488AE2" w:rsidR="00897832" w:rsidRPr="00F22A49" w:rsidRDefault="00897832" w:rsidP="008018E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Combinação das diferentes posições de braços: paralelo, inversão, oposição, angular, coordenação, </w:t>
            </w:r>
            <w:proofErr w:type="spellStart"/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ports</w:t>
            </w:r>
            <w:proofErr w:type="spellEnd"/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</w:t>
            </w:r>
            <w:proofErr w:type="spellStart"/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bras</w:t>
            </w:r>
            <w:proofErr w:type="spellEnd"/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arm</w:t>
            </w:r>
            <w:proofErr w:type="spellEnd"/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circles</w:t>
            </w:r>
            <w:proofErr w:type="spellEnd"/>
          </w:p>
          <w:p w14:paraId="1C131C48" w14:textId="2D5E1ACE" w:rsidR="00897832" w:rsidRPr="00F22A49" w:rsidRDefault="00897832" w:rsidP="008018E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Exercícios dos membros inferiores</w:t>
            </w:r>
          </w:p>
          <w:p w14:paraId="06761830" w14:textId="3D7654BF" w:rsidR="008C76A8" w:rsidRPr="00F22A49" w:rsidRDefault="002A4551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Trabalho do movimento a partir das posições em “paralelo” e “</w:t>
            </w:r>
            <w:proofErr w:type="spellStart"/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dehors</w:t>
            </w:r>
            <w:proofErr w:type="spellEnd"/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”</w:t>
            </w:r>
          </w:p>
          <w:p w14:paraId="0DBB8551" w14:textId="7BB0D17B" w:rsidR="008C76A8" w:rsidRDefault="002A4551" w:rsidP="009572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Pliés</w:t>
            </w:r>
            <w:proofErr w:type="spellEnd"/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</w:t>
            </w:r>
            <w:r w:rsidRPr="002A455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2A455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rises</w:t>
            </w:r>
            <w:proofErr w:type="spellEnd"/>
            <w:r w:rsidRPr="002A455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com diferentes posturas do tronco e braços</w:t>
            </w:r>
          </w:p>
          <w:p w14:paraId="6DF61FCF" w14:textId="76A83E1E" w:rsidR="008C76A8" w:rsidRDefault="002A4551" w:rsidP="009572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2A455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Fondus</w:t>
            </w:r>
            <w:proofErr w:type="spellEnd"/>
            <w:r w:rsidRPr="002A455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com diferentes posturas de braços e tronco</w:t>
            </w:r>
          </w:p>
          <w:p w14:paraId="162F288F" w14:textId="11D67A3A" w:rsidR="008C76A8" w:rsidRDefault="002A4551" w:rsidP="009572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2A455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Lunges</w:t>
            </w:r>
            <w:proofErr w:type="spellEnd"/>
            <w:r w:rsidRPr="002A455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com diferentes amplitudes</w:t>
            </w:r>
          </w:p>
          <w:p w14:paraId="2A33C034" w14:textId="7F33DB56" w:rsidR="008C76A8" w:rsidRDefault="00957211" w:rsidP="009572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95721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Brushes</w:t>
            </w:r>
            <w:proofErr w:type="spellEnd"/>
            <w:r w:rsidRPr="0095721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com contraçã</w:t>
            </w:r>
            <w:r w:rsidR="002F03D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</w:t>
            </w:r>
          </w:p>
          <w:p w14:paraId="5E641305" w14:textId="77777777" w:rsidR="008C76A8" w:rsidRDefault="00957211" w:rsidP="009572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95721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Retirés</w:t>
            </w:r>
            <w:proofErr w:type="spellEnd"/>
            <w:r w:rsidRPr="0095721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com </w:t>
            </w:r>
            <w:proofErr w:type="spellStart"/>
            <w:r w:rsidRPr="0095721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rises</w:t>
            </w:r>
            <w:proofErr w:type="spellEnd"/>
            <w:r w:rsidRPr="0095721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passagem paralelo e </w:t>
            </w:r>
            <w:proofErr w:type="spellStart"/>
            <w:r w:rsidRPr="0095721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95721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95721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dehors</w:t>
            </w:r>
            <w:proofErr w:type="spellEnd"/>
            <w:r w:rsidRPr="0095721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batimento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</w:p>
          <w:p w14:paraId="071BFD36" w14:textId="77777777" w:rsidR="00957211" w:rsidRDefault="00957211" w:rsidP="009572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5721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Atitudes: </w:t>
            </w:r>
            <w:proofErr w:type="spellStart"/>
            <w:r w:rsidRPr="0095721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spiral</w:t>
            </w:r>
            <w:proofErr w:type="spellEnd"/>
            <w:r w:rsidRPr="0095721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paralelo/ </w:t>
            </w:r>
            <w:proofErr w:type="spellStart"/>
            <w:r w:rsidRPr="0095721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95721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95721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dehors</w:t>
            </w:r>
            <w:proofErr w:type="spellEnd"/>
            <w:r w:rsidRPr="0095721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diferentes níveis, diferentes posturas de braços</w:t>
            </w:r>
          </w:p>
          <w:p w14:paraId="5A2B705F" w14:textId="77777777" w:rsidR="00957211" w:rsidRDefault="00957211" w:rsidP="009572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proofErr w:type="gramStart"/>
            <w:r w:rsidRPr="0095721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Saltos:sautés</w:t>
            </w:r>
            <w:proofErr w:type="spellEnd"/>
            <w:proofErr w:type="gramEnd"/>
            <w:r w:rsidRPr="0095721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95721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leaps</w:t>
            </w:r>
            <w:proofErr w:type="spellEnd"/>
            <w:r w:rsidRPr="0095721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95721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hops</w:t>
            </w:r>
            <w:proofErr w:type="spellEnd"/>
            <w:r w:rsidRPr="0095721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95721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jump</w:t>
            </w:r>
            <w:proofErr w:type="spellEnd"/>
            <w:r w:rsidRPr="0095721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com </w:t>
            </w:r>
            <w:proofErr w:type="spellStart"/>
            <w:r w:rsidRPr="0095721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contraction</w:t>
            </w:r>
            <w:proofErr w:type="spellEnd"/>
            <w:r w:rsidRPr="0095721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95721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assemblés</w:t>
            </w:r>
            <w:proofErr w:type="spellEnd"/>
            <w:r w:rsidRPr="0095721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95721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sissones</w:t>
            </w:r>
            <w:proofErr w:type="spellEnd"/>
          </w:p>
          <w:p w14:paraId="0448B27F" w14:textId="77777777" w:rsidR="00076620" w:rsidRDefault="00076620" w:rsidP="009572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Falls</w:t>
            </w:r>
            <w:proofErr w:type="spellEnd"/>
          </w:p>
          <w:p w14:paraId="61DA2EDB" w14:textId="0A447F5F" w:rsidR="00076620" w:rsidRDefault="00076620" w:rsidP="0095721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7662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Passos auxiliares e de transição: runs, steps, </w:t>
            </w:r>
            <w:proofErr w:type="spellStart"/>
            <w:r w:rsidRPr="0007662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triplets</w:t>
            </w:r>
            <w:proofErr w:type="spellEnd"/>
            <w:r w:rsidRPr="0007662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07662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long</w:t>
            </w:r>
            <w:proofErr w:type="spellEnd"/>
            <w:r w:rsidRPr="0007662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steps, coupé, </w:t>
            </w:r>
            <w:proofErr w:type="spellStart"/>
            <w:r w:rsidRPr="0007662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walks</w:t>
            </w:r>
            <w:proofErr w:type="spellEnd"/>
            <w:r w:rsidRPr="0007662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07662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triplet</w:t>
            </w:r>
            <w:proofErr w:type="spellEnd"/>
            <w:r w:rsidRPr="0007662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07662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walk</w:t>
            </w:r>
            <w:proofErr w:type="spellEnd"/>
            <w:r w:rsidRPr="0007662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frontal 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lateral</w:t>
            </w:r>
          </w:p>
          <w:p w14:paraId="2F92D675" w14:textId="77777777" w:rsidR="00076620" w:rsidRPr="00F22A49" w:rsidRDefault="00E877BF" w:rsidP="00E877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22A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Dinâmicas de movimento</w:t>
            </w:r>
          </w:p>
          <w:p w14:paraId="1434638D" w14:textId="77777777" w:rsidR="00E877BF" w:rsidRDefault="00E877BF" w:rsidP="00C0005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877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Corporais: utilização em uníssono e em dissociação das várias unidades corporais</w:t>
            </w:r>
          </w:p>
          <w:p w14:paraId="10FFBCDE" w14:textId="36F70728" w:rsidR="00E877BF" w:rsidRDefault="00E877BF" w:rsidP="00C0005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877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Espaciais: nível (baixo, médio, alto); plano (vertical, sagital, horizontal</w:t>
            </w:r>
            <w:r w:rsidR="00DC372E" w:rsidRPr="00E877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); direções</w:t>
            </w:r>
            <w:r w:rsidRPr="00E877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(frente, trás, direita,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E877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esquerda, diagonais)</w:t>
            </w:r>
          </w:p>
          <w:p w14:paraId="1E6164F5" w14:textId="101C3465" w:rsidR="00E877BF" w:rsidRPr="001B353A" w:rsidRDefault="00C0005D" w:rsidP="00C0005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0005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Temporais: cadência, ritmo, acento, pulsação, fraseamento, fluência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6ACB38" w14:textId="7318A619" w:rsidR="008C76A8" w:rsidRDefault="003F1A50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Identificar</w:t>
            </w:r>
            <w:r w:rsidR="00C0005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 contexto e a linguagem da técnica de </w:t>
            </w:r>
            <w:r w:rsidR="00C0005D" w:rsidRPr="00C0005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Cunningham</w:t>
            </w:r>
          </w:p>
          <w:p w14:paraId="3102F05F" w14:textId="67DC44CD" w:rsidR="008C76A8" w:rsidRDefault="00B76D34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a postura e alinhamento corporal na técnica de </w:t>
            </w:r>
            <w:r w:rsidRPr="00AE15F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Cunningham</w:t>
            </w:r>
          </w:p>
          <w:p w14:paraId="30ED306B" w14:textId="1593F5FA" w:rsidR="008F19EA" w:rsidRDefault="008F19EA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</w:t>
            </w:r>
            <w:r w:rsidRPr="008F19E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elementos da técnica Cunningham</w:t>
            </w:r>
          </w:p>
          <w:p w14:paraId="58CC3BDC" w14:textId="5AC28E77" w:rsidR="008C76A8" w:rsidRDefault="00AB70DB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Estabelecer semelhanças, diferenças e</w:t>
            </w:r>
            <w:r w:rsidR="00841E9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complementaridades entre a técnica de Graham e a técnica de </w:t>
            </w:r>
            <w:r w:rsidRPr="00AE15F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Cunningham</w:t>
            </w:r>
          </w:p>
          <w:p w14:paraId="2E214E79" w14:textId="7640BD3B" w:rsidR="008C76A8" w:rsidRPr="00517AA8" w:rsidRDefault="00E51CA7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51C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Articular a técnica de Graham com a técnica Cunningham</w:t>
            </w:r>
          </w:p>
          <w:p w14:paraId="4ECC52D8" w14:textId="4C3D3434" w:rsidR="008C76A8" w:rsidRDefault="00A54611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</w:t>
            </w:r>
            <w:r w:rsidR="00E51CA7" w:rsidRPr="00E51C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as técnicas de postura e alinhamento corporal</w:t>
            </w:r>
          </w:p>
          <w:p w14:paraId="0F930EF9" w14:textId="683858F2" w:rsidR="008C76A8" w:rsidRDefault="00430C97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30C9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as técnicas de alinhamento da coluna vertebral em vários planos espaciais 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30C9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dos joelhos com os pés em exercícios específicos</w:t>
            </w:r>
          </w:p>
          <w:p w14:paraId="17B22C85" w14:textId="397B7299" w:rsidR="008C76A8" w:rsidRDefault="000C6BFC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a técnica de </w:t>
            </w:r>
            <w:r w:rsidRPr="00E51CA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Cunningham</w:t>
            </w:r>
          </w:p>
          <w:p w14:paraId="4351EDB9" w14:textId="76AD3F4F" w:rsidR="003C1B2F" w:rsidRDefault="005E4ACB" w:rsidP="003C1B2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Efetuar</w:t>
            </w:r>
            <w:r w:rsidR="003C1B2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</w:t>
            </w:r>
            <w:r w:rsidR="003C1B2F" w:rsidRPr="002A455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rabalho do movimento a partir das posições em “paralelo” e “</w:t>
            </w:r>
            <w:proofErr w:type="spellStart"/>
            <w:r w:rsidR="003C1B2F" w:rsidRPr="002A455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="003C1B2F" w:rsidRPr="002A455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="003C1B2F" w:rsidRPr="002A455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dehors</w:t>
            </w:r>
            <w:proofErr w:type="spellEnd"/>
            <w:r w:rsidR="003C1B2F" w:rsidRPr="002A455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”</w:t>
            </w:r>
          </w:p>
          <w:p w14:paraId="2962976D" w14:textId="333B0545" w:rsidR="008C76A8" w:rsidRDefault="003C1B2F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equilíbrio</w:t>
            </w:r>
          </w:p>
          <w:p w14:paraId="4657F169" w14:textId="074585D9" w:rsidR="008C76A8" w:rsidRDefault="005E4ACB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</w:t>
            </w:r>
            <w:r w:rsidR="00D77D7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dinâmicas demovimento </w:t>
            </w:r>
            <w:r w:rsidR="007E3CD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corporais, espaciais e temporais</w:t>
            </w:r>
          </w:p>
          <w:p w14:paraId="36D5278E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A5B4755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ACC4C1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A8EE6E4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858BA3" w14:textId="77777777" w:rsidR="007E3CDC" w:rsidRDefault="007E3CDC" w:rsidP="007E3CD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A2662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utodisciplina e determinação</w:t>
            </w:r>
          </w:p>
          <w:p w14:paraId="42FD4381" w14:textId="77777777" w:rsidR="007E3CDC" w:rsidRPr="00A26624" w:rsidRDefault="007E3CDC" w:rsidP="007E3CD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09138F39" w14:textId="77777777" w:rsidR="007E3CDC" w:rsidRDefault="007E3CDC" w:rsidP="007E3CD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</w:t>
            </w:r>
          </w:p>
          <w:p w14:paraId="4E6A2BA3" w14:textId="71057D7C" w:rsidR="007E3CDC" w:rsidRPr="00A26624" w:rsidRDefault="007E3CDC" w:rsidP="007E3CD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</w:t>
            </w:r>
          </w:p>
          <w:p w14:paraId="1E5ABA84" w14:textId="77777777" w:rsidR="007E3CDC" w:rsidRPr="00A26624" w:rsidRDefault="007E3CDC" w:rsidP="007E3CD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A2662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riatividade, imaginação e sensibilidade</w:t>
            </w:r>
          </w:p>
          <w:p w14:paraId="19B21DC4" w14:textId="77777777" w:rsidR="007E3CDC" w:rsidRPr="00B10B38" w:rsidRDefault="007E3CDC" w:rsidP="007E3CD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</w:t>
            </w:r>
          </w:p>
          <w:p w14:paraId="193C1A45" w14:textId="77777777" w:rsidR="00D204DC" w:rsidRDefault="00D204DC" w:rsidP="00D204D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</w:t>
            </w:r>
          </w:p>
          <w:p w14:paraId="17818C9C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FFBEE1F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EEB16F7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BDCFDA9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7FC26DE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3D6081AD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3A5BADE1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6A2A5705" w14:textId="77777777" w:rsidR="008C76A8" w:rsidRPr="00F20E6F" w:rsidRDefault="008C76A8" w:rsidP="008C76A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5594330" w14:textId="70E58B0D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F8568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Aplicando a técnica de Cunningham</w:t>
      </w:r>
      <w:r w:rsidR="0090765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nos movimentos de dança moderna </w:t>
      </w:r>
    </w:p>
    <w:p w14:paraId="7C73899C" w14:textId="01AA8E00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4A4F5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Demonstrando conhecimento sobre</w:t>
      </w:r>
      <w:r w:rsidR="00CA394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as</w:t>
      </w:r>
      <w:r w:rsidR="00CA394A" w:rsidRPr="00CA394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semelhanças</w:t>
      </w:r>
      <w:r w:rsidR="00CA394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 as</w:t>
      </w:r>
      <w:r w:rsidR="00CA394A" w:rsidRPr="00CA394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diferenças e complementaridades entre a técnica de Graham e a técnica de Cunningham</w:t>
      </w:r>
    </w:p>
    <w:p w14:paraId="77732B91" w14:textId="5383C8A4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8F7C9D">
        <w:rPr>
          <w:rFonts w:ascii="Verdana Pro Light" w:eastAsia="Arial Unicode MS" w:hAnsi="Verdana Pro Light" w:cs="Arial Unicode MS"/>
          <w:sz w:val="18"/>
          <w:szCs w:val="18"/>
        </w:rPr>
        <w:t>Cumprindo os</w:t>
      </w:r>
      <w:r w:rsidR="008F7C9D" w:rsidRPr="0057221A">
        <w:rPr>
          <w:rFonts w:ascii="Verdana Pro Light" w:eastAsia="Arial Unicode MS" w:hAnsi="Verdana Pro Light" w:cs="Arial Unicode MS"/>
          <w:sz w:val="18"/>
          <w:szCs w:val="18"/>
        </w:rPr>
        <w:t xml:space="preserve"> movimentos de dança moderna com diferentes dinâmicas e velocidades</w:t>
      </w:r>
    </w:p>
    <w:p w14:paraId="185B4A4C" w14:textId="3E83709B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013DF964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41951226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EE604B7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EFF3C09" w14:textId="77777777" w:rsidR="00A20C61" w:rsidRPr="00660150" w:rsidRDefault="00A20C61" w:rsidP="00A20C61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Académico: Participação em aulas, workshops e seminários em diferentes contextos académicos e educativos</w:t>
      </w:r>
    </w:p>
    <w:p w14:paraId="30AEFE23" w14:textId="77777777" w:rsidR="00A20C61" w:rsidRDefault="00A20C61" w:rsidP="00A20C61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Artístico e P</w:t>
      </w:r>
      <w:r>
        <w:rPr>
          <w:rFonts w:ascii="Verdana Pro Light" w:eastAsia="Arial Unicode MS" w:hAnsi="Verdana Pro Light" w:cs="Arial Unicode MS"/>
          <w:sz w:val="18"/>
          <w:szCs w:val="18"/>
        </w:rPr>
        <w:t>ré-p</w:t>
      </w:r>
      <w:r w:rsidRPr="00660150">
        <w:rPr>
          <w:rFonts w:ascii="Verdana Pro Light" w:eastAsia="Arial Unicode MS" w:hAnsi="Verdana Pro Light" w:cs="Arial Unicode MS"/>
          <w:sz w:val="18"/>
          <w:szCs w:val="18"/>
        </w:rPr>
        <w:t>rofissional: Participação em espetáculos de dança, eventos performativos 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660150">
        <w:rPr>
          <w:rFonts w:ascii="Verdana Pro Light" w:eastAsia="Arial Unicode MS" w:hAnsi="Verdana Pro Light" w:cs="Arial Unicode MS"/>
          <w:sz w:val="18"/>
          <w:szCs w:val="18"/>
        </w:rPr>
        <w:t>concursos de dança</w:t>
      </w:r>
    </w:p>
    <w:p w14:paraId="44584886" w14:textId="77777777" w:rsidR="00A20C61" w:rsidRPr="00660150" w:rsidRDefault="00A20C61" w:rsidP="00A20C61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Atividades ligadas às profissões da dança, nos domínios artístico, educativo, lúdico e inclusivo.</w:t>
      </w:r>
    </w:p>
    <w:p w14:paraId="6D1FAD58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C42812E" w14:textId="2AA0036B" w:rsidR="0057221A" w:rsidRPr="00080559" w:rsidRDefault="0057221A" w:rsidP="0008055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80559">
        <w:rPr>
          <w:rFonts w:ascii="Verdana Pro Light" w:eastAsia="Arial Unicode MS" w:hAnsi="Verdana Pro Light" w:cs="Arial Unicode MS"/>
          <w:sz w:val="18"/>
          <w:szCs w:val="18"/>
        </w:rPr>
        <w:tab/>
      </w:r>
    </w:p>
    <w:p w14:paraId="7A9F2B1B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745B14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7AFD8F9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E1C64FD" w14:textId="77777777" w:rsidR="004311DD" w:rsidRPr="003B21EC" w:rsidRDefault="004311DD" w:rsidP="004311DD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3B21EC">
        <w:rPr>
          <w:rFonts w:ascii="Verdana Pro Light" w:eastAsia="Arial Unicode MS" w:hAnsi="Verdana Pro Light" w:cs="Arial Unicode MS"/>
          <w:sz w:val="18"/>
          <w:szCs w:val="18"/>
        </w:rPr>
        <w:t>Estúdio de dança devidamente preparado e equipado (sala ampla, arejada, iluminada, com chão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3B21EC">
        <w:rPr>
          <w:rFonts w:ascii="Verdana Pro Light" w:eastAsia="Arial Unicode MS" w:hAnsi="Verdana Pro Light" w:cs="Arial Unicode MS"/>
          <w:sz w:val="18"/>
          <w:szCs w:val="18"/>
        </w:rPr>
        <w:t>de linóleo com caixa de ar, barras, espelhos, equipamento de som)</w:t>
      </w:r>
    </w:p>
    <w:p w14:paraId="325B161A" w14:textId="77777777" w:rsidR="004311DD" w:rsidRPr="004C67BE" w:rsidRDefault="004311DD" w:rsidP="004311DD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C67BE">
        <w:rPr>
          <w:rFonts w:ascii="Verdana Pro Light" w:eastAsia="Arial Unicode MS" w:hAnsi="Verdana Pro Light" w:cs="Arial Unicode MS"/>
          <w:sz w:val="18"/>
          <w:szCs w:val="18"/>
        </w:rPr>
        <w:t>Instrumentos de treino em dança (colchões, bolas suíças, bandas elásticas, tijolos de espuma…)</w:t>
      </w:r>
    </w:p>
    <w:p w14:paraId="6B6BB544" w14:textId="77777777" w:rsidR="004311DD" w:rsidRPr="004C67BE" w:rsidRDefault="004311DD" w:rsidP="004311DD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C67BE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1E15D908" w14:textId="77777777" w:rsidR="004311DD" w:rsidRPr="004C67BE" w:rsidRDefault="004311DD" w:rsidP="004311DD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C67BE">
        <w:rPr>
          <w:rFonts w:ascii="Verdana Pro Light" w:eastAsia="Arial Unicode MS" w:hAnsi="Verdana Pro Light" w:cs="Arial Unicode MS"/>
          <w:sz w:val="18"/>
          <w:szCs w:val="18"/>
        </w:rPr>
        <w:t>Dispositivos de projeção de imagem/vídeo</w:t>
      </w:r>
    </w:p>
    <w:p w14:paraId="4733CDF7" w14:textId="77777777" w:rsidR="004311DD" w:rsidRPr="004C67BE" w:rsidRDefault="004311DD" w:rsidP="004311DD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C67BE">
        <w:rPr>
          <w:rFonts w:ascii="Verdana Pro Light" w:eastAsia="Arial Unicode MS" w:hAnsi="Verdana Pro Light" w:cs="Arial Unicode MS"/>
          <w:sz w:val="18"/>
          <w:szCs w:val="18"/>
        </w:rPr>
        <w:t>Dispositivos de registo de imagem/vídeo</w:t>
      </w:r>
    </w:p>
    <w:p w14:paraId="29715034" w14:textId="77777777" w:rsidR="004311DD" w:rsidRDefault="004311DD" w:rsidP="004311DD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C67BE">
        <w:rPr>
          <w:rFonts w:ascii="Verdana Pro Light" w:eastAsia="Arial Unicode MS" w:hAnsi="Verdana Pro Light" w:cs="Arial Unicode MS"/>
          <w:sz w:val="18"/>
          <w:szCs w:val="18"/>
        </w:rPr>
        <w:t>Equipamento específico para aulas práticas (Maillot, sapatilhas de ballet…)</w:t>
      </w:r>
    </w:p>
    <w:p w14:paraId="7B1E9BB3" w14:textId="77777777" w:rsidR="004311DD" w:rsidRDefault="004311DD" w:rsidP="004311DD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049A5">
        <w:rPr>
          <w:rFonts w:ascii="Verdana Pro Light" w:eastAsia="Arial Unicode MS" w:hAnsi="Verdana Pro Light" w:cs="Arial Unicode MS"/>
          <w:sz w:val="18"/>
          <w:szCs w:val="18"/>
        </w:rPr>
        <w:t>Manuais técnicos</w:t>
      </w:r>
    </w:p>
    <w:p w14:paraId="7B899ADF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907490E" w14:textId="77777777" w:rsidR="008C76A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78A9B97" w14:textId="77777777" w:rsidR="008C76A8" w:rsidRPr="00501DC8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B7FD335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1D692E9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6F0F721" w14:textId="77777777" w:rsidR="00042262" w:rsidRPr="007E183A" w:rsidRDefault="00042262" w:rsidP="00042262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Forma de organização da formação: presencial</w:t>
      </w:r>
    </w:p>
    <w:p w14:paraId="45459C42" w14:textId="77777777" w:rsidR="00042262" w:rsidRPr="007E183A" w:rsidRDefault="00042262" w:rsidP="00042262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Necessidade de garantir o espaço adequado, bem como o material necessário</w:t>
      </w:r>
    </w:p>
    <w:p w14:paraId="1A885FB4" w14:textId="77777777" w:rsidR="00042262" w:rsidRPr="00C85B1A" w:rsidRDefault="00042262" w:rsidP="00042262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Proporcionar oportunidades variadas e diferenciadas de participação em eventos de dança 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natureza educativa e artística</w:t>
      </w:r>
    </w:p>
    <w:p w14:paraId="7CCC3A0E" w14:textId="77777777" w:rsidR="00042262" w:rsidRDefault="00042262" w:rsidP="00042262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Proporcionar oportunidades de assistir a espetáculos e outros eventos de dança (bailados, aulas</w:t>
      </w:r>
    </w:p>
    <w:p w14:paraId="41DC17BB" w14:textId="77777777" w:rsidR="00042262" w:rsidRPr="00C85B1A" w:rsidRDefault="00042262" w:rsidP="00042262">
      <w:pPr>
        <w:pStyle w:val="PargrafodaLista"/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C85B1A">
        <w:rPr>
          <w:rFonts w:ascii="Verdana Pro Light" w:eastAsia="Arial Unicode MS" w:hAnsi="Verdana Pro Light" w:cs="Arial Unicode MS"/>
          <w:sz w:val="18"/>
          <w:szCs w:val="18"/>
        </w:rPr>
        <w:t>profissionais, conferências…)</w:t>
      </w:r>
    </w:p>
    <w:p w14:paraId="33874976" w14:textId="77777777" w:rsidR="00042262" w:rsidRPr="00C85B1A" w:rsidRDefault="00042262" w:rsidP="00042262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lastRenderedPageBreak/>
        <w:t>Incentivar a colaboração (professores e alunos) entre turmas do curso dos diferentes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anos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-10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º, 11.º e 12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º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ano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4FCEDBD2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7209D0C1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9E0D5D1" w14:textId="356A5E10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806723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UC 0000/000</w:t>
            </w:r>
            <w:r w:rsidR="00806723" w:rsidRPr="00806723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1778A84" w14:textId="39A2542A" w:rsidR="008C76A8" w:rsidRPr="009C256C" w:rsidRDefault="002216CD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2216CD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Executar técnicas de dança contemporânea – nível elementar</w:t>
            </w:r>
          </w:p>
        </w:tc>
      </w:tr>
    </w:tbl>
    <w:p w14:paraId="19D73CD9" w14:textId="59ED9EE0" w:rsidR="008C76A8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="008E7394">
        <w:rPr>
          <w:rFonts w:ascii="Verdana Pro Light" w:eastAsia="Arial Unicode MS" w:hAnsi="Verdana Pro Light" w:cs="Times New Roman"/>
          <w:bCs/>
          <w:smallCaps/>
          <w:sz w:val="20"/>
        </w:rPr>
        <w:t>4</w:t>
      </w:r>
      <w:r w:rsidRPr="00FF5816">
        <w:rPr>
          <w:rFonts w:ascii="Verdana Pro Light" w:eastAsia="Arial Unicode MS" w:hAnsi="Verdana Pro Light" w:cs="Times New Roman"/>
          <w:bCs/>
          <w:smallCaps/>
          <w:sz w:val="20"/>
        </w:rPr>
        <w:t>,</w:t>
      </w:r>
      <w:r w:rsidR="00CF0DF9"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5</w:t>
      </w:r>
    </w:p>
    <w:p w14:paraId="50138FFF" w14:textId="77777777" w:rsidR="00FF5816" w:rsidRPr="003200F2" w:rsidRDefault="00FF5816" w:rsidP="00FF581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: </w:t>
      </w:r>
      <w:r>
        <w:rPr>
          <w:rFonts w:ascii="Verdana Pro Light" w:eastAsia="Arial Unicode MS" w:hAnsi="Verdana Pro Light" w:cs="Times New Roman"/>
          <w:smallCaps/>
          <w:sz w:val="20"/>
        </w:rPr>
        <w:t>50h</w:t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327DE712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94AB7E7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3DC76534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64F868" w14:textId="77777777" w:rsidR="007017DA" w:rsidRPr="007017DA" w:rsidRDefault="007017DA" w:rsidP="007017DA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7017D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Reconhecer e Identificar diferentes estilos técnicos</w:t>
            </w:r>
          </w:p>
          <w:p w14:paraId="309A636E" w14:textId="247B4301" w:rsidR="007017DA" w:rsidRPr="007017DA" w:rsidRDefault="007017DA" w:rsidP="007017DA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7017D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="00B3744D">
              <w:rPr>
                <w:rFonts w:ascii="Verdana Pro Light" w:eastAsia="Arial Unicode MS" w:hAnsi="Verdana Pro Light" w:cs="Arial Unicode MS"/>
                <w:sz w:val="18"/>
                <w:szCs w:val="18"/>
              </w:rPr>
              <w:t>Mobilizar</w:t>
            </w:r>
            <w:r w:rsidRPr="007017D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competências de coordenação, memória, dinâmicas e progressão espacial</w:t>
            </w:r>
          </w:p>
          <w:p w14:paraId="65104F84" w14:textId="219DE018" w:rsidR="00F22A49" w:rsidRPr="00F22A49" w:rsidRDefault="007017DA" w:rsidP="007017DA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7017D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 w:rsidR="00B3744D">
              <w:rPr>
                <w:rFonts w:ascii="Verdana Pro Light" w:eastAsia="Arial Unicode MS" w:hAnsi="Verdana Pro Light" w:cs="Arial Unicode MS"/>
                <w:sz w:val="18"/>
                <w:szCs w:val="18"/>
              </w:rPr>
              <w:t>Interpretar o</w:t>
            </w:r>
            <w:r w:rsidRPr="007017D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movimento a nível técnico e performativo</w:t>
            </w:r>
          </w:p>
        </w:tc>
      </w:tr>
      <w:tr w:rsidR="008C76A8" w:rsidRPr="00136AD8" w14:paraId="75A6733C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5824519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1A19552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EEA17F8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36D8904D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C40B70" w14:textId="4EA7CDA4" w:rsidR="00F35919" w:rsidRPr="00F35919" w:rsidRDefault="00F35919" w:rsidP="00F3591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359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Noções Básicas da técnica de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F359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Graham;</w:t>
            </w:r>
          </w:p>
          <w:p w14:paraId="10282A4F" w14:textId="31275594" w:rsidR="00F35919" w:rsidRPr="00F35919" w:rsidRDefault="00F35919" w:rsidP="00F3591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359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Elementos Básicos da técnica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F359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Graham;</w:t>
            </w:r>
          </w:p>
          <w:p w14:paraId="445AE824" w14:textId="67FF276A" w:rsidR="00F35919" w:rsidRPr="00F35919" w:rsidRDefault="00F35919" w:rsidP="00F3591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359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Trabalho dos elementos técnicos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F359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não locomotores;</w:t>
            </w:r>
          </w:p>
          <w:p w14:paraId="0553C691" w14:textId="5787E915" w:rsidR="00F35919" w:rsidRPr="00F35919" w:rsidRDefault="00F35919" w:rsidP="00F3591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359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Trabalho dos elementos técnicos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F359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locomotores;</w:t>
            </w:r>
          </w:p>
          <w:p w14:paraId="54309D99" w14:textId="38F5E45B" w:rsidR="00F35919" w:rsidRPr="00F35919" w:rsidRDefault="00F35919" w:rsidP="00F3591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359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Noções básicas da técnica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F359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Cunningham;</w:t>
            </w:r>
          </w:p>
          <w:p w14:paraId="6A3E73EF" w14:textId="39E5B41C" w:rsidR="00F35919" w:rsidRPr="00F35919" w:rsidRDefault="00F35919" w:rsidP="00F3591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359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Elementos da técnica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F359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Cunningham;</w:t>
            </w:r>
          </w:p>
          <w:p w14:paraId="0D51DB22" w14:textId="299F9940" w:rsidR="00F35919" w:rsidRPr="00F35919" w:rsidRDefault="00F35919" w:rsidP="00F3591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359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Trabalho dos elementos técnicos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F359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não locomotores;</w:t>
            </w:r>
          </w:p>
          <w:p w14:paraId="18505D87" w14:textId="77777777" w:rsidR="00F35919" w:rsidRPr="00F35919" w:rsidRDefault="00F35919" w:rsidP="00F3591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359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Exercícios de tronco;</w:t>
            </w:r>
          </w:p>
          <w:p w14:paraId="5E20C408" w14:textId="77777777" w:rsidR="00F35919" w:rsidRPr="00F35919" w:rsidRDefault="00F35919" w:rsidP="00F3591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359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Trabalho do movimento a partir</w:t>
            </w:r>
          </w:p>
          <w:p w14:paraId="5A2BE90A" w14:textId="0D93E54D" w:rsidR="00F35919" w:rsidRPr="00480199" w:rsidRDefault="00480199" w:rsidP="00480199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F35919" w:rsidRPr="004801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das posições em “paralelo” e “</w:t>
            </w:r>
            <w:proofErr w:type="spellStart"/>
            <w:r w:rsidR="00F35919" w:rsidRPr="004801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="00F35919" w:rsidRPr="004801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dehors</w:t>
            </w:r>
            <w:proofErr w:type="spellEnd"/>
            <w:r w:rsidR="00F35919" w:rsidRPr="004801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”;</w:t>
            </w:r>
          </w:p>
          <w:p w14:paraId="61980B0F" w14:textId="77777777" w:rsidR="00F35919" w:rsidRPr="00F35919" w:rsidRDefault="00F35919" w:rsidP="00F3591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359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Dinâmicas de movimento;</w:t>
            </w:r>
          </w:p>
          <w:p w14:paraId="44872C82" w14:textId="1EA1E9F1" w:rsidR="00F35919" w:rsidRPr="00480199" w:rsidRDefault="00F35919" w:rsidP="0048019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359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Elementos básicos da técnica da</w:t>
            </w:r>
            <w:r w:rsidR="004801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801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dança contemporânea;</w:t>
            </w:r>
          </w:p>
          <w:p w14:paraId="10C35E08" w14:textId="77777777" w:rsidR="00F35919" w:rsidRPr="00F35919" w:rsidRDefault="00F35919" w:rsidP="00F3591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359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Consciencialização corporal;</w:t>
            </w:r>
          </w:p>
          <w:p w14:paraId="5C63C830" w14:textId="42B040FD" w:rsidR="009C1743" w:rsidRPr="004D5FEE" w:rsidRDefault="00F35919" w:rsidP="004D5FE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359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Construção de um vocabulário</w:t>
            </w:r>
            <w:r w:rsidR="004D5F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D5F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inerente à técnica de dança</w:t>
            </w:r>
            <w:r w:rsidR="004D5F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D5FE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moderna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85B031" w14:textId="12D1E992" w:rsidR="007E3B21" w:rsidRPr="007E3B21" w:rsidRDefault="007E3B21" w:rsidP="007E3B2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E3B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elementos básicos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7E3B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das técnicas da dança contemporânea, diferenças 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7E3B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complementaridade entre 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7E3B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técnicas.</w:t>
            </w:r>
          </w:p>
          <w:p w14:paraId="0F6C8780" w14:textId="77A5C90A" w:rsidR="007E3B21" w:rsidRPr="007E3B21" w:rsidRDefault="00B3744D" w:rsidP="007E3B2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</w:t>
            </w:r>
            <w:r w:rsidR="007E3B21" w:rsidRPr="007E3B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movimentos de dança</w:t>
            </w:r>
            <w:r w:rsidR="007E3B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7E3B21" w:rsidRPr="007E3B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contemporânea.</w:t>
            </w:r>
          </w:p>
          <w:p w14:paraId="245B7752" w14:textId="6A404FAE" w:rsidR="007E3B21" w:rsidRPr="007E3B21" w:rsidRDefault="007E3B21" w:rsidP="007E3B2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E3B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 importância da integração dos três corpos: físico,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7E3B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emocional e mental.</w:t>
            </w:r>
          </w:p>
          <w:p w14:paraId="08DB0202" w14:textId="67B2E0A3" w:rsidR="007E3B21" w:rsidRPr="007E3B21" w:rsidRDefault="007E3B21" w:rsidP="007E3B2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E3B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Memorizar sequências dançadas, associando princípios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7E3B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interpretativos</w:t>
            </w:r>
          </w:p>
          <w:p w14:paraId="011F18D7" w14:textId="21416776" w:rsidR="007E3B21" w:rsidRPr="007E3B21" w:rsidRDefault="007E3B21" w:rsidP="007E3B2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E3B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as técnicas de postura 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7E3B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alinhamento corporal.</w:t>
            </w:r>
          </w:p>
          <w:p w14:paraId="2F4CA0A5" w14:textId="3B386896" w:rsidR="007E3B21" w:rsidRPr="007E3B21" w:rsidRDefault="007E3B21" w:rsidP="007E3B2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E3B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 terminologia da técnica das técnicas de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7E3B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perceção temporal e espacial.</w:t>
            </w:r>
          </w:p>
          <w:p w14:paraId="442C46D3" w14:textId="2CFE48D4" w:rsidR="007E3B21" w:rsidRPr="007E3B21" w:rsidRDefault="007E3B21" w:rsidP="007E3B2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</w:t>
            </w:r>
            <w:r w:rsidRPr="007E3B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movimentos com diferentes dinâmicas 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7E3B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velocidades.</w:t>
            </w:r>
          </w:p>
          <w:p w14:paraId="205205B0" w14:textId="246ED144" w:rsidR="007E3B21" w:rsidRPr="007E3B21" w:rsidRDefault="00B3744D" w:rsidP="007E3B2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</w:t>
            </w:r>
            <w:r w:rsidR="007E3B21" w:rsidRPr="007E3B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sequências de movimento de dança, associando princípios</w:t>
            </w:r>
            <w:r w:rsidR="007E3B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7E3B21" w:rsidRPr="007E3B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interpretativos.</w:t>
            </w:r>
          </w:p>
          <w:p w14:paraId="0E7EE294" w14:textId="2725DEF6" w:rsidR="007E3B21" w:rsidRPr="007E3B21" w:rsidRDefault="00B3744D" w:rsidP="007E3B2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</w:t>
            </w:r>
            <w:r w:rsidR="007E3B21" w:rsidRPr="007E3B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exercícios com elementos técnicos não</w:t>
            </w:r>
            <w:r w:rsidR="007E3B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7E3B21" w:rsidRPr="007E3B2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locomotores.</w:t>
            </w:r>
          </w:p>
          <w:p w14:paraId="511FC581" w14:textId="74DEC96C" w:rsidR="007E3B21" w:rsidRPr="00B3744D" w:rsidRDefault="00B3744D" w:rsidP="007E3B2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3744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</w:t>
            </w:r>
            <w:r w:rsidR="007E3B21" w:rsidRPr="00B3744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exercícios com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7E3B21" w:rsidRPr="00B3744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elementos técnicos locomotores.</w:t>
            </w:r>
          </w:p>
          <w:p w14:paraId="4F8015C8" w14:textId="561FBB5A" w:rsidR="008C76A8" w:rsidRPr="00B3744D" w:rsidRDefault="007E3B21" w:rsidP="007E3B2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3744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técnicas de </w:t>
            </w:r>
            <w:r w:rsidR="00B3744D" w:rsidRPr="00B3744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perceção</w:t>
            </w:r>
            <w:r w:rsidR="00B3744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B3744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temporal e espacial.</w:t>
            </w:r>
          </w:p>
          <w:p w14:paraId="09F27825" w14:textId="77777777" w:rsidR="008C76A8" w:rsidRPr="00B3744D" w:rsidRDefault="008C76A8" w:rsidP="00B3744D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0BD5E62" w14:textId="77777777" w:rsidR="008C76A8" w:rsidRPr="00AA449D" w:rsidRDefault="008C76A8" w:rsidP="00AA449D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542CF1" w14:textId="77777777" w:rsidR="00871545" w:rsidRPr="00871545" w:rsidRDefault="00871545" w:rsidP="008715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715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Responsabilidade</w:t>
            </w:r>
          </w:p>
          <w:p w14:paraId="1C4CFC29" w14:textId="77777777" w:rsidR="00871545" w:rsidRPr="00871545" w:rsidRDefault="00871545" w:rsidP="008715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715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Autodisciplina</w:t>
            </w:r>
          </w:p>
          <w:p w14:paraId="507265DE" w14:textId="77777777" w:rsidR="00871545" w:rsidRPr="00871545" w:rsidRDefault="00871545" w:rsidP="008715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715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</w:t>
            </w:r>
          </w:p>
          <w:p w14:paraId="4FBADF99" w14:textId="77777777" w:rsidR="00871545" w:rsidRPr="00871545" w:rsidRDefault="00871545" w:rsidP="008715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715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</w:t>
            </w:r>
          </w:p>
          <w:p w14:paraId="4F20C447" w14:textId="77777777" w:rsidR="00871545" w:rsidRPr="00871545" w:rsidRDefault="00871545" w:rsidP="008715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715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3716AD83" w14:textId="77777777" w:rsidR="00871545" w:rsidRPr="00871545" w:rsidRDefault="00871545" w:rsidP="008715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715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Determinação</w:t>
            </w:r>
          </w:p>
          <w:p w14:paraId="7C0B4CA2" w14:textId="77777777" w:rsidR="00871545" w:rsidRPr="00871545" w:rsidRDefault="00871545" w:rsidP="008715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715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</w:t>
            </w:r>
          </w:p>
          <w:p w14:paraId="5887DF15" w14:textId="77777777" w:rsidR="00871545" w:rsidRPr="00871545" w:rsidRDefault="00871545" w:rsidP="008715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715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 e autocrítico</w:t>
            </w:r>
          </w:p>
          <w:p w14:paraId="0ACB5DC2" w14:textId="6F8608C2" w:rsidR="008C76A8" w:rsidRPr="00057283" w:rsidRDefault="00871545" w:rsidP="008715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715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grupo (união)</w:t>
            </w:r>
          </w:p>
        </w:tc>
      </w:tr>
    </w:tbl>
    <w:p w14:paraId="2D24B5FC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466607B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16904A05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387454B2" w14:textId="77777777" w:rsidR="008C76A8" w:rsidRPr="00F20E6F" w:rsidRDefault="008C76A8" w:rsidP="008C76A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092BC35" w14:textId="77777777" w:rsidR="004D5FEE" w:rsidRPr="004D5FEE" w:rsidRDefault="004D5FEE" w:rsidP="004D5FEE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4D5FE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Utilizando a postura e alinhamento corporal adequado</w:t>
      </w:r>
    </w:p>
    <w:p w14:paraId="1CC2F5F7" w14:textId="1C9EA434" w:rsidR="004D5FEE" w:rsidRPr="004D5FEE" w:rsidRDefault="004D5FEE" w:rsidP="004D5FEE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4D5FE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CD.2 Realizando as técnicas de dança contemporânea no chão, centro e diagonal de forma organizada </w:t>
      </w:r>
      <w:proofErr w:type="gramStart"/>
      <w:r w:rsidRPr="004D5FE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 </w:t>
      </w:r>
      <w:r w:rsidRPr="004D5FE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consciente</w:t>
      </w:r>
      <w:proofErr w:type="gramEnd"/>
    </w:p>
    <w:p w14:paraId="7E62B4D5" w14:textId="77777777" w:rsidR="004D5FEE" w:rsidRPr="004D5FEE" w:rsidRDefault="004D5FEE" w:rsidP="004D5FEE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4D5FE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CD.3 Efetuando deslocamentos com recurso à técnica de dança contemporânea</w:t>
      </w:r>
    </w:p>
    <w:p w14:paraId="2BC040BF" w14:textId="77777777" w:rsidR="004D5FEE" w:rsidRPr="004D5FEE" w:rsidRDefault="004D5FEE" w:rsidP="004D5FEE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4D5FE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CD.4 </w:t>
      </w:r>
      <w:proofErr w:type="gramStart"/>
      <w:r w:rsidRPr="004D5FE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Aplicando diferentes dinâmicas</w:t>
      </w:r>
      <w:proofErr w:type="gramEnd"/>
    </w:p>
    <w:p w14:paraId="6FCD4B55" w14:textId="0980B27C" w:rsidR="008C76A8" w:rsidRDefault="004D5FEE" w:rsidP="004D5FEE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4D5FE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CD.5 Dominando competências básicas, físicas e técnicas variadas</w:t>
      </w:r>
    </w:p>
    <w:p w14:paraId="7F380AF8" w14:textId="77777777" w:rsidR="004D5FEE" w:rsidRPr="00136AD8" w:rsidRDefault="004D5FEE" w:rsidP="004D5FEE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1CFEA2D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8BD8C15" w14:textId="4BD05DD7" w:rsidR="009E3B1D" w:rsidRPr="009E3B1D" w:rsidRDefault="009E3B1D" w:rsidP="009E3B1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9E3B1D">
        <w:rPr>
          <w:rFonts w:ascii="Verdana Pro Light" w:eastAsia="Arial Unicode MS" w:hAnsi="Verdana Pro Light" w:cs="Arial Unicode MS"/>
          <w:sz w:val="18"/>
          <w:szCs w:val="18"/>
        </w:rPr>
        <w:t>Académico: Participação em aulas, workshops e seminários em diferentes contextos académicos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9E3B1D">
        <w:rPr>
          <w:rFonts w:ascii="Verdana Pro Light" w:eastAsia="Arial Unicode MS" w:hAnsi="Verdana Pro Light" w:cs="Arial Unicode MS"/>
          <w:sz w:val="18"/>
          <w:szCs w:val="18"/>
        </w:rPr>
        <w:t>e educativos</w:t>
      </w:r>
    </w:p>
    <w:p w14:paraId="0AB3CEBC" w14:textId="773D86FD" w:rsidR="009E3B1D" w:rsidRPr="009E3B1D" w:rsidRDefault="009E3B1D" w:rsidP="009E3B1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9E3B1D">
        <w:rPr>
          <w:rFonts w:ascii="Verdana Pro Light" w:eastAsia="Arial Unicode MS" w:hAnsi="Verdana Pro Light" w:cs="Arial Unicode MS"/>
          <w:sz w:val="18"/>
          <w:szCs w:val="18"/>
        </w:rPr>
        <w:t>Artístico e Pré-profissional: Participação em espetáculos de dança e eventos performativos</w:t>
      </w:r>
    </w:p>
    <w:p w14:paraId="78ED4E5E" w14:textId="0D2FC8D3" w:rsidR="00221D44" w:rsidRPr="002A28C4" w:rsidRDefault="009E3B1D" w:rsidP="009E3B1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9E3B1D">
        <w:rPr>
          <w:rFonts w:ascii="Verdana Pro Light" w:eastAsia="Arial Unicode MS" w:hAnsi="Verdana Pro Light" w:cs="Arial Unicode MS"/>
          <w:sz w:val="18"/>
          <w:szCs w:val="18"/>
        </w:rPr>
        <w:t>Atividades ligadas às profissões da dança, nos domínios artístico, educativo, lúdico e inclusivo</w:t>
      </w:r>
    </w:p>
    <w:p w14:paraId="10578236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82B1E7F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93DAF8C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E847DA7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BD549CE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07D5161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3D73402" w14:textId="19E10A10" w:rsidR="004F76B6" w:rsidRPr="004F76B6" w:rsidRDefault="004F76B6" w:rsidP="004F76B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Estúdio de dança devidamente preparado e equipado (sala ampla, arejada, iluminada, com chão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4F76B6">
        <w:rPr>
          <w:rFonts w:ascii="Verdana Pro Light" w:eastAsia="Arial Unicode MS" w:hAnsi="Verdana Pro Light" w:cs="Arial Unicode MS"/>
          <w:sz w:val="18"/>
          <w:szCs w:val="18"/>
        </w:rPr>
        <w:t>de linóleo com caixa de ar, barras, espelhos, equipamento de som)</w:t>
      </w:r>
    </w:p>
    <w:p w14:paraId="31F30B17" w14:textId="1367125C" w:rsidR="004F76B6" w:rsidRPr="004F76B6" w:rsidRDefault="004F76B6" w:rsidP="004F76B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Instrumentos de treino em dança (colchões, bolas suíças, bandas elásticas, tijolos de espuma…)</w:t>
      </w:r>
    </w:p>
    <w:p w14:paraId="53FD4D71" w14:textId="267E5F6F" w:rsidR="004F76B6" w:rsidRPr="004F76B6" w:rsidRDefault="004F76B6" w:rsidP="004F76B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3790CAF5" w14:textId="371A7325" w:rsidR="004F76B6" w:rsidRPr="004F76B6" w:rsidRDefault="004F76B6" w:rsidP="004F76B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Dispositivos de projeção de imagem/vídeo</w:t>
      </w:r>
    </w:p>
    <w:p w14:paraId="48C6E9DA" w14:textId="40B7F720" w:rsidR="004F76B6" w:rsidRPr="004F76B6" w:rsidRDefault="004F76B6" w:rsidP="004F76B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Dispositivos de registo de imagem/vídeo</w:t>
      </w:r>
    </w:p>
    <w:p w14:paraId="120629AA" w14:textId="79BA87EF" w:rsidR="004F76B6" w:rsidRPr="004F76B6" w:rsidRDefault="004F76B6" w:rsidP="004F76B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Equipamento específico para aulas práticas (Maillot, sapatilhas de ballet…)</w:t>
      </w:r>
    </w:p>
    <w:p w14:paraId="235D06C4" w14:textId="3C14541E" w:rsidR="008C76A8" w:rsidRDefault="004F76B6" w:rsidP="004F76B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Manuais técnicos</w:t>
      </w:r>
    </w:p>
    <w:p w14:paraId="51053E68" w14:textId="77777777" w:rsidR="008C76A8" w:rsidRPr="009E3A9A" w:rsidRDefault="008C76A8" w:rsidP="009E3A9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1380ECC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E9C7AFA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3DEE11E" w14:textId="77777777" w:rsidR="009E3A9A" w:rsidRPr="007E183A" w:rsidRDefault="009E3A9A" w:rsidP="009E3A9A">
      <w:pPr>
        <w:pStyle w:val="PargrafodaLista"/>
        <w:numPr>
          <w:ilvl w:val="0"/>
          <w:numId w:val="3"/>
        </w:numPr>
        <w:spacing w:before="120" w:after="0" w:line="276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Forma de organização da formação: presencial</w:t>
      </w:r>
    </w:p>
    <w:p w14:paraId="586F03E7" w14:textId="77777777" w:rsidR="009E3A9A" w:rsidRPr="007E183A" w:rsidRDefault="009E3A9A" w:rsidP="009E3A9A">
      <w:pPr>
        <w:pStyle w:val="PargrafodaLista"/>
        <w:numPr>
          <w:ilvl w:val="0"/>
          <w:numId w:val="3"/>
        </w:numPr>
        <w:spacing w:before="120" w:after="0" w:line="276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Necessidade de garantir o espaço adequado, bem como o material necessário</w:t>
      </w:r>
    </w:p>
    <w:p w14:paraId="35F5A41D" w14:textId="77777777" w:rsidR="009E3A9A" w:rsidRPr="00C85B1A" w:rsidRDefault="009E3A9A" w:rsidP="009E3A9A">
      <w:pPr>
        <w:pStyle w:val="PargrafodaLista"/>
        <w:numPr>
          <w:ilvl w:val="0"/>
          <w:numId w:val="3"/>
        </w:numPr>
        <w:spacing w:before="120" w:after="0" w:line="276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Proporcionar oportunidades variadas e diferenciadas de participação em eventos de dança 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natureza educativa e artística</w:t>
      </w:r>
    </w:p>
    <w:p w14:paraId="2BA5B54B" w14:textId="77777777" w:rsidR="009E3A9A" w:rsidRDefault="009E3A9A" w:rsidP="009E3A9A">
      <w:pPr>
        <w:pStyle w:val="PargrafodaLista"/>
        <w:numPr>
          <w:ilvl w:val="0"/>
          <w:numId w:val="3"/>
        </w:numPr>
        <w:spacing w:before="120" w:after="0" w:line="276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Proporcionar oportunidades de assistir a espetáculos e outros eventos de dança (bailados, aulas</w:t>
      </w:r>
    </w:p>
    <w:p w14:paraId="0F28C009" w14:textId="77777777" w:rsidR="009E3A9A" w:rsidRPr="00C85B1A" w:rsidRDefault="009E3A9A" w:rsidP="009E3A9A">
      <w:pPr>
        <w:pStyle w:val="PargrafodaLista"/>
        <w:spacing w:before="120" w:after="0" w:line="276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C85B1A">
        <w:rPr>
          <w:rFonts w:ascii="Verdana Pro Light" w:eastAsia="Arial Unicode MS" w:hAnsi="Verdana Pro Light" w:cs="Arial Unicode MS"/>
          <w:sz w:val="18"/>
          <w:szCs w:val="18"/>
        </w:rPr>
        <w:t>profissionais, conferências…)</w:t>
      </w:r>
    </w:p>
    <w:p w14:paraId="5E5F83E9" w14:textId="6AB16F12" w:rsidR="008C76A8" w:rsidRPr="009E3A9A" w:rsidRDefault="009E3A9A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Incentivar a colaboração (professores e alunos) entre turmas do curso dos diferentes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anos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-10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º, 11.º e 12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º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ano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11545A5D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C1B57A8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211B0437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FFEB8DF" w14:textId="27B72665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A810FA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0000/000</w:t>
            </w:r>
            <w:r w:rsidR="00C6134D" w:rsidRPr="00A810FA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6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A073222" w14:textId="57703C5F" w:rsidR="008C76A8" w:rsidRPr="009C256C" w:rsidRDefault="007C4D1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7C4D18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Executar técnicas de improvisação</w:t>
            </w:r>
            <w:r w:rsidR="00B5700E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na dança contemporânea</w:t>
            </w:r>
            <w:r w:rsidR="00C82E29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– Nível elementar</w:t>
            </w:r>
          </w:p>
        </w:tc>
      </w:tr>
    </w:tbl>
    <w:p w14:paraId="06A36850" w14:textId="273655FE" w:rsidR="008C76A8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41B58DDF" w14:textId="77777777" w:rsidR="00D56D73" w:rsidRPr="003200F2" w:rsidRDefault="00D56D73" w:rsidP="00D56D7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: </w:t>
      </w:r>
      <w:r>
        <w:rPr>
          <w:rFonts w:ascii="Verdana Pro Light" w:eastAsia="Arial Unicode MS" w:hAnsi="Verdana Pro Light" w:cs="Times New Roman"/>
          <w:smallCaps/>
          <w:sz w:val="20"/>
        </w:rPr>
        <w:t>50h</w:t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44576BB8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CCA34C7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174417B2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CC38E0" w14:textId="0E6CD1A0" w:rsidR="008C76A8" w:rsidRPr="001B353A" w:rsidRDefault="008C76A8" w:rsidP="006E006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6E006D" w:rsidRPr="006E006D">
              <w:rPr>
                <w:rFonts w:ascii="Verdana Pro Light" w:eastAsia="Arial Unicode MS" w:hAnsi="Verdana Pro Light" w:cs="Arial Unicode MS"/>
                <w:sz w:val="18"/>
                <w:szCs w:val="18"/>
              </w:rPr>
              <w:t>Utilizar várias linguagens motoras para consolidar a expressão individualizadora e o</w:t>
            </w:r>
            <w:r w:rsidR="006E006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6E006D" w:rsidRPr="006E006D">
              <w:rPr>
                <w:rFonts w:ascii="Verdana Pro Light" w:eastAsia="Arial Unicode MS" w:hAnsi="Verdana Pro Light" w:cs="Arial Unicode MS"/>
                <w:sz w:val="18"/>
                <w:szCs w:val="18"/>
              </w:rPr>
              <w:t>potencial criativo de cada um</w:t>
            </w:r>
          </w:p>
          <w:p w14:paraId="7DAECAB4" w14:textId="5F474C65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9B0D4F">
              <w:rPr>
                <w:rFonts w:ascii="Verdana Pro Light" w:eastAsia="Arial Unicode MS" w:hAnsi="Verdana Pro Light" w:cs="Arial Unicode MS"/>
                <w:sz w:val="18"/>
                <w:szCs w:val="18"/>
              </w:rPr>
              <w:t>Realizar</w:t>
            </w:r>
            <w:r w:rsidR="004F5EB4" w:rsidRPr="004F5EB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exercícios </w:t>
            </w:r>
            <w:r w:rsidR="00D72A6A" w:rsidRPr="00B40F3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consciencialização corporal e exploração do movimento</w:t>
            </w:r>
          </w:p>
          <w:p w14:paraId="35A359B8" w14:textId="1E3F98E5" w:rsidR="008C76A8" w:rsidRPr="001B353A" w:rsidRDefault="008C76A8" w:rsidP="00320EF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24575B">
              <w:rPr>
                <w:rFonts w:ascii="Verdana Pro Light" w:eastAsia="Arial Unicode MS" w:hAnsi="Verdana Pro Light" w:cs="Arial Unicode MS"/>
                <w:sz w:val="18"/>
                <w:szCs w:val="18"/>
              </w:rPr>
              <w:t>Utilizar</w:t>
            </w:r>
            <w:r w:rsidR="00320EF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320EFE" w:rsidRPr="00320EF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técnicas de Improvisação </w:t>
            </w:r>
            <w:bookmarkStart w:id="5" w:name="_Hlk157526516"/>
            <w:r w:rsidR="00320EFE" w:rsidRPr="00320EFE">
              <w:rPr>
                <w:rFonts w:ascii="Verdana Pro Light" w:eastAsia="Arial Unicode MS" w:hAnsi="Verdana Pro Light" w:cs="Arial Unicode MS"/>
                <w:sz w:val="18"/>
                <w:szCs w:val="18"/>
              </w:rPr>
              <w:t>na execução de movimentos de dança</w:t>
            </w:r>
            <w:r w:rsidR="00320EF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320EFE" w:rsidRPr="00320EFE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contemporânea</w:t>
            </w:r>
            <w:bookmarkEnd w:id="5"/>
          </w:p>
          <w:p w14:paraId="56B5CB46" w14:textId="71CBAFC0" w:rsidR="008C76A8" w:rsidRPr="001B353A" w:rsidRDefault="008C76A8" w:rsidP="00F22A49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8C76A8" w:rsidRPr="00136AD8" w14:paraId="64F03C0A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A4DC448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46FD5FA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17086CD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785791D7" w14:textId="77777777" w:rsidTr="00D56D73">
        <w:trPr>
          <w:trHeight w:val="1558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C361A" w14:textId="33008DBC" w:rsidR="008C76A8" w:rsidRDefault="00B40F3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40F3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Exercícios de consciencialização corporal e exploração do movimento</w:t>
            </w:r>
          </w:p>
          <w:p w14:paraId="73F487EA" w14:textId="7AA4E859" w:rsidR="008C76A8" w:rsidRDefault="00B40F38" w:rsidP="003445D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40F3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Exercícios de condição física - resistência, força, alongamento e relaxamento</w:t>
            </w:r>
          </w:p>
          <w:p w14:paraId="6A890C0D" w14:textId="228F24FE" w:rsidR="008C76A8" w:rsidRDefault="006A7F09" w:rsidP="003445D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A7F0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Exercício </w:t>
            </w:r>
            <w:r w:rsidR="00EA746B" w:rsidRPr="006A7F0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psicofísicos</w:t>
            </w:r>
          </w:p>
          <w:p w14:paraId="26A03946" w14:textId="3CEFA217" w:rsidR="008C76A8" w:rsidRDefault="003445D4" w:rsidP="003445D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45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Exercícios de coordenação motora</w:t>
            </w:r>
          </w:p>
          <w:p w14:paraId="6BC1F124" w14:textId="0F56F9CC" w:rsidR="008C76A8" w:rsidRDefault="003445D4" w:rsidP="003445D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45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Exploração de todas as unidades estruturais do movimento</w:t>
            </w:r>
          </w:p>
          <w:p w14:paraId="0A4CF38F" w14:textId="4F32071B" w:rsidR="008C76A8" w:rsidRDefault="003445D4" w:rsidP="004D597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41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445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Estrutura anatómica do corpo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: </w:t>
            </w:r>
            <w:r w:rsidR="004D597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3445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orpo como forma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r w:rsidR="004D597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3445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orpo no espaço envolvente</w:t>
            </w:r>
            <w:r w:rsidR="004D597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c</w:t>
            </w:r>
            <w:r w:rsidR="004D597C" w:rsidRPr="004D597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ontacto com o outro</w:t>
            </w:r>
          </w:p>
          <w:p w14:paraId="452863A1" w14:textId="7B1EE004" w:rsidR="008C76A8" w:rsidRDefault="004D597C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D597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improvisação</w:t>
            </w:r>
          </w:p>
          <w:p w14:paraId="3982F78C" w14:textId="70237973" w:rsidR="008C76A8" w:rsidRDefault="00F12735" w:rsidP="00C611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127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Improvisação com base em estímulos diversos: estímulos sonoros, visuais, sensoriais, emocionais 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F127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temáticos</w:t>
            </w:r>
          </w:p>
          <w:p w14:paraId="705F8A73" w14:textId="3CF1D6EA" w:rsidR="008C76A8" w:rsidRDefault="00F12735" w:rsidP="00C611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127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Improvisação adaptada a diferentes contextos: utilização de diferentes espaços, exploração de diferentes</w:t>
            </w:r>
            <w:r>
              <w:t xml:space="preserve"> </w:t>
            </w:r>
            <w:r w:rsidRPr="00F1273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objetos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1C4F60C1" w14:textId="64F0683D" w:rsidR="008C76A8" w:rsidRDefault="00C611E2" w:rsidP="00C611E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611E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Improvisação a partir do toque, do contacto com o (s) outro (s)</w:t>
            </w:r>
          </w:p>
          <w:p w14:paraId="2C3F9312" w14:textId="310D7141" w:rsidR="008C76A8" w:rsidRDefault="00C611E2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611E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Análise da prática criativa</w:t>
            </w:r>
          </w:p>
          <w:p w14:paraId="1DF9F3E8" w14:textId="4C1591B1" w:rsidR="008C76A8" w:rsidRPr="001A1779" w:rsidRDefault="005221EA" w:rsidP="001A177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221E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Rodas de partilha </w:t>
            </w:r>
            <w:r w:rsidR="00967A5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- </w:t>
            </w:r>
            <w:r w:rsidRPr="005221E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refletir e expressar a vivência de cada um no ato criativo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0EC102" w14:textId="22A0BE85" w:rsidR="008C76A8" w:rsidRDefault="00B40F3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40F3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 movimento, o gesto e a ação, enquanto experiência e enquanto</w:t>
            </w:r>
            <w:r w:rsidR="006A7F0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6A7F09" w:rsidRPr="006A7F0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construção de movimentos</w:t>
            </w:r>
          </w:p>
          <w:p w14:paraId="660F2644" w14:textId="3294C623" w:rsidR="008C76A8" w:rsidRDefault="0024575B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Aplicar</w:t>
            </w:r>
            <w:r w:rsidR="00D72A6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exercícios </w:t>
            </w:r>
            <w:r w:rsidR="00D72A6A" w:rsidRPr="004F5EB4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de condição física, </w:t>
            </w:r>
            <w:r w:rsidR="00EA746B" w:rsidRPr="004F5EB4">
              <w:rPr>
                <w:rFonts w:ascii="Verdana Pro Light" w:eastAsia="Arial Unicode MS" w:hAnsi="Verdana Pro Light" w:cs="Arial Unicode MS"/>
                <w:sz w:val="18"/>
                <w:szCs w:val="18"/>
              </w:rPr>
              <w:t>psicofísica</w:t>
            </w:r>
            <w:r w:rsidR="00D72A6A" w:rsidRPr="004F5EB4">
              <w:rPr>
                <w:rFonts w:ascii="Verdana Pro Light" w:eastAsia="Arial Unicode MS" w:hAnsi="Verdana Pro Light" w:cs="Arial Unicode MS"/>
                <w:sz w:val="18"/>
                <w:szCs w:val="18"/>
              </w:rPr>
              <w:t>, de coordenação motora e de</w:t>
            </w:r>
            <w:r w:rsidR="00D72A6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D72A6A" w:rsidRPr="004F5EB4">
              <w:rPr>
                <w:rFonts w:ascii="Verdana Pro Light" w:eastAsia="Arial Unicode MS" w:hAnsi="Verdana Pro Light" w:cs="Arial Unicode MS"/>
                <w:sz w:val="18"/>
                <w:szCs w:val="18"/>
              </w:rPr>
              <w:t>exploração de todas as unidades estruturais do movimento</w:t>
            </w:r>
          </w:p>
          <w:p w14:paraId="6E3BF5E9" w14:textId="7DE7C891" w:rsidR="008C76A8" w:rsidRDefault="002A2671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improvisação com base em estímulos diversos</w:t>
            </w:r>
          </w:p>
          <w:p w14:paraId="0D55EB7A" w14:textId="1772EDD4" w:rsidR="008C76A8" w:rsidRDefault="002A2671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improvisação</w:t>
            </w:r>
            <w:r w:rsidR="008F1FD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adaptada a diferentes contextos</w:t>
            </w:r>
          </w:p>
          <w:p w14:paraId="7AFE4FFC" w14:textId="77777777" w:rsidR="008F1FD1" w:rsidRDefault="008F1FD1" w:rsidP="008F1FD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4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técnicas de improvisação </w:t>
            </w:r>
            <w:r w:rsidRPr="00C611E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partir do toque, do contacto com o (s) outro (s)</w:t>
            </w:r>
          </w:p>
          <w:p w14:paraId="28AB67B0" w14:textId="3B508435" w:rsidR="008F1FD1" w:rsidRPr="00517AA8" w:rsidRDefault="008F1FD1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os princípios da </w:t>
            </w:r>
            <w:r w:rsidR="00FD4D0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análise da prática criativa</w:t>
            </w:r>
          </w:p>
          <w:p w14:paraId="190223FA" w14:textId="5ECEB948" w:rsidR="00FD4D04" w:rsidRDefault="000A5B6C" w:rsidP="00FD4D0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as</w:t>
            </w:r>
            <w:r w:rsidR="00FD4D0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r</w:t>
            </w:r>
            <w:r w:rsidR="00FD4D04" w:rsidRPr="005221E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odas de partilha para refletir e expressar a vivência de cada um no ato criativo</w:t>
            </w:r>
          </w:p>
          <w:p w14:paraId="3A72956B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8DB091B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5F9257A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21F9CE7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1D30CC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89D22DB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8724A2" w14:textId="77777777" w:rsidR="00FD4D04" w:rsidRDefault="00FD4D04" w:rsidP="00FD4D0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A2662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utodisciplina e determinação</w:t>
            </w:r>
          </w:p>
          <w:p w14:paraId="39949D31" w14:textId="77777777" w:rsidR="00F16C9F" w:rsidRPr="00A26624" w:rsidRDefault="00F16C9F" w:rsidP="00F16C9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A2662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riatividade, imaginação e sensibilidade</w:t>
            </w:r>
          </w:p>
          <w:p w14:paraId="47006DDA" w14:textId="77777777" w:rsidR="00FD4D04" w:rsidRPr="00A26624" w:rsidRDefault="00FD4D04" w:rsidP="00FD4D0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7683291F" w14:textId="77777777" w:rsidR="00FD4D04" w:rsidRDefault="00FD4D04" w:rsidP="00FD4D0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</w:t>
            </w:r>
          </w:p>
          <w:p w14:paraId="20CD7DCE" w14:textId="377F980D" w:rsidR="00FD4D04" w:rsidRPr="00A26624" w:rsidRDefault="00FD4D04" w:rsidP="00FD4D0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</w:t>
            </w:r>
          </w:p>
          <w:p w14:paraId="065FFEE9" w14:textId="77777777" w:rsidR="00FD4D04" w:rsidRPr="00B10B38" w:rsidRDefault="00FD4D04" w:rsidP="00FD4D0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10B3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0F4EDDC4" w14:textId="73A2ADE5" w:rsidR="008C76A8" w:rsidRDefault="00FD4D04" w:rsidP="00FD4D0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</w:t>
            </w:r>
          </w:p>
          <w:p w14:paraId="3C4AC0E9" w14:textId="386208BC" w:rsidR="00D204DC" w:rsidRDefault="00D204DC" w:rsidP="00FD4D0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</w:t>
            </w:r>
          </w:p>
          <w:p w14:paraId="1DCA5E86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7990023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3A7272A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E965830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8C212C9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34D71E5" w14:textId="4A477E96" w:rsidR="008C76A8" w:rsidRDefault="008C76A8" w:rsidP="008C76A8">
      <w:pPr>
        <w:rPr>
          <w:rFonts w:ascii="Verdana Pro Light" w:hAnsi="Verdana Pro Light"/>
          <w:smallCaps/>
        </w:rPr>
      </w:pPr>
    </w:p>
    <w:p w14:paraId="4D171231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0921BDE5" w14:textId="77777777" w:rsidR="008C76A8" w:rsidRPr="00F20E6F" w:rsidRDefault="008C76A8" w:rsidP="008C76A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E7EA75F" w14:textId="00B897AE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DA00C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Reconhecendo a importância da improvisação na dança contemporânea</w:t>
      </w:r>
    </w:p>
    <w:p w14:paraId="0BE7D5A9" w14:textId="3491A36E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6B265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Explorando </w:t>
      </w:r>
      <w:r w:rsidR="000F6B5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o movimento</w:t>
      </w:r>
    </w:p>
    <w:p w14:paraId="57FC6878" w14:textId="1181A0F2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0F6B5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Executando técnicas de improvisação</w:t>
      </w:r>
      <w:r w:rsidR="00967A53" w:rsidRPr="00967A53">
        <w:t xml:space="preserve"> </w:t>
      </w:r>
      <w:r w:rsidR="00967A53" w:rsidRPr="00967A5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 dança contemporânea</w:t>
      </w:r>
    </w:p>
    <w:p w14:paraId="0940A6A7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10460D18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6A70FC93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B968FB6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BF414D3" w14:textId="77777777" w:rsidR="00D9603B" w:rsidRPr="00660150" w:rsidRDefault="00D9603B" w:rsidP="00967A53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Académico: Participação em aulas, workshops e seminários em diferentes contextos académicos e educativos</w:t>
      </w:r>
    </w:p>
    <w:p w14:paraId="7DCF9C6B" w14:textId="77777777" w:rsidR="00D9603B" w:rsidRDefault="00D9603B" w:rsidP="00967A53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Artístico e Profissional: Participação em espetáculos de dança, eventos performativos 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660150">
        <w:rPr>
          <w:rFonts w:ascii="Verdana Pro Light" w:eastAsia="Arial Unicode MS" w:hAnsi="Verdana Pro Light" w:cs="Arial Unicode MS"/>
          <w:sz w:val="18"/>
          <w:szCs w:val="18"/>
        </w:rPr>
        <w:t>concursos de dança</w:t>
      </w:r>
    </w:p>
    <w:p w14:paraId="20B0B6CD" w14:textId="77777777" w:rsidR="00D9603B" w:rsidRPr="00660150" w:rsidRDefault="00D9603B" w:rsidP="00967A53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Atividades ligadas às profissões da dança, nos domínios artístico, educativo, lúdico e inclusivo.</w:t>
      </w:r>
    </w:p>
    <w:p w14:paraId="642653B3" w14:textId="77777777" w:rsidR="00221D44" w:rsidRPr="002A28C4" w:rsidRDefault="00221D44" w:rsidP="00221D4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4AFEB15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BDA6E0E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5BCD871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8C83A38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6D9F228" w14:textId="77777777" w:rsidR="001926B0" w:rsidRPr="004F76B6" w:rsidRDefault="001926B0" w:rsidP="001926B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Estúdio de dança devidamente preparado e equipado (sala ampla, arejada, iluminada, com chão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4F76B6">
        <w:rPr>
          <w:rFonts w:ascii="Verdana Pro Light" w:eastAsia="Arial Unicode MS" w:hAnsi="Verdana Pro Light" w:cs="Arial Unicode MS"/>
          <w:sz w:val="18"/>
          <w:szCs w:val="18"/>
        </w:rPr>
        <w:t>de linóleo com caixa de ar, barras, espelhos, equipamento de som)</w:t>
      </w:r>
    </w:p>
    <w:p w14:paraId="522BE13D" w14:textId="77777777" w:rsidR="001926B0" w:rsidRPr="004F76B6" w:rsidRDefault="001926B0" w:rsidP="001926B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Instrumentos de treino em dança (colchões, bolas suíças, bandas elásticas, tijolos de espuma…)</w:t>
      </w:r>
    </w:p>
    <w:p w14:paraId="786CD2E6" w14:textId="77777777" w:rsidR="001926B0" w:rsidRPr="004F76B6" w:rsidRDefault="001926B0" w:rsidP="001926B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01E3B76C" w14:textId="77777777" w:rsidR="001926B0" w:rsidRPr="004F76B6" w:rsidRDefault="001926B0" w:rsidP="001926B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Dispositivos de projeção de imagem/vídeo</w:t>
      </w:r>
    </w:p>
    <w:p w14:paraId="18005313" w14:textId="77777777" w:rsidR="001926B0" w:rsidRPr="004F76B6" w:rsidRDefault="001926B0" w:rsidP="001926B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Dispositivos de registo de imagem/vídeo</w:t>
      </w:r>
    </w:p>
    <w:p w14:paraId="5F7FB327" w14:textId="77777777" w:rsidR="001926B0" w:rsidRPr="004F76B6" w:rsidRDefault="001926B0" w:rsidP="001926B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Equipamento específico para aulas práticas (Maillot, sapatilhas de ballet…)</w:t>
      </w:r>
    </w:p>
    <w:p w14:paraId="4108D94D" w14:textId="77777777" w:rsidR="001926B0" w:rsidRDefault="001926B0" w:rsidP="001926B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Manuais técnicos</w:t>
      </w:r>
    </w:p>
    <w:p w14:paraId="0B853BAA" w14:textId="77777777" w:rsidR="001926B0" w:rsidRPr="009E3A9A" w:rsidRDefault="001926B0" w:rsidP="001926B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14E9053" w14:textId="77777777" w:rsidR="001926B0" w:rsidRPr="00051C79" w:rsidRDefault="001926B0" w:rsidP="001926B0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E037009" w14:textId="77777777" w:rsidR="001926B0" w:rsidRPr="00F87025" w:rsidRDefault="001926B0" w:rsidP="001926B0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4EDBF5E" w14:textId="77777777" w:rsidR="001926B0" w:rsidRPr="007E183A" w:rsidRDefault="001926B0" w:rsidP="00967A53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Forma de organização da formação: presencial</w:t>
      </w:r>
    </w:p>
    <w:p w14:paraId="1FD35889" w14:textId="77777777" w:rsidR="001926B0" w:rsidRPr="007E183A" w:rsidRDefault="001926B0" w:rsidP="00967A53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Necessidade de garantir o espaço adequado, bem como o material necessário</w:t>
      </w:r>
    </w:p>
    <w:p w14:paraId="09F83C04" w14:textId="77777777" w:rsidR="001926B0" w:rsidRPr="00C85B1A" w:rsidRDefault="001926B0" w:rsidP="00967A53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Proporcionar oportunidades variadas e diferenciadas de participação em eventos de dança 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natureza educativa e artística</w:t>
      </w:r>
    </w:p>
    <w:p w14:paraId="13231A6E" w14:textId="77777777" w:rsidR="001926B0" w:rsidRDefault="001926B0" w:rsidP="00967A53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Proporcionar oportunidades de assistir a espetáculos e outros eventos de dança (bailados, aulas</w:t>
      </w:r>
    </w:p>
    <w:p w14:paraId="44B9B18C" w14:textId="77777777" w:rsidR="001926B0" w:rsidRPr="00C85B1A" w:rsidRDefault="001926B0" w:rsidP="00967A53">
      <w:pPr>
        <w:pStyle w:val="PargrafodaLista"/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C85B1A">
        <w:rPr>
          <w:rFonts w:ascii="Verdana Pro Light" w:eastAsia="Arial Unicode MS" w:hAnsi="Verdana Pro Light" w:cs="Arial Unicode MS"/>
          <w:sz w:val="18"/>
          <w:szCs w:val="18"/>
        </w:rPr>
        <w:t>profissionais, conferências…)</w:t>
      </w:r>
    </w:p>
    <w:p w14:paraId="22DD1B8E" w14:textId="77777777" w:rsidR="001926B0" w:rsidRPr="009E3A9A" w:rsidRDefault="001926B0" w:rsidP="00967A53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Incentivar a colaboração (professores e alunos) entre turmas do curso dos diferentes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anos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-10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º, 11.º e 12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º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ano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4CCBEF0F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54975757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C9465CC" w14:textId="67D99654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041C6D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0000/000</w:t>
            </w:r>
            <w:r w:rsidR="00041C6D" w:rsidRPr="00041C6D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7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4121408" w14:textId="17A75960" w:rsidR="008C76A8" w:rsidRPr="009C256C" w:rsidRDefault="00A64E52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A64E52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Executar técnicas de contacto improvisação na dança contemporânea</w:t>
            </w:r>
          </w:p>
        </w:tc>
      </w:tr>
    </w:tbl>
    <w:p w14:paraId="10B6F999" w14:textId="1DA254C9" w:rsidR="008C76A8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33733646" w14:textId="77777777" w:rsidR="00D56D73" w:rsidRPr="003200F2" w:rsidRDefault="00D56D73" w:rsidP="00D56D7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: </w:t>
      </w:r>
      <w:r>
        <w:rPr>
          <w:rFonts w:ascii="Verdana Pro Light" w:eastAsia="Arial Unicode MS" w:hAnsi="Verdana Pro Light" w:cs="Times New Roman"/>
          <w:smallCaps/>
          <w:sz w:val="20"/>
        </w:rPr>
        <w:t>50h</w:t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60ABB2C1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0282F4F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184AC8B9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F573C6" w14:textId="75C8B260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397182">
              <w:rPr>
                <w:rFonts w:ascii="Verdana Pro Light" w:eastAsia="Arial Unicode MS" w:hAnsi="Verdana Pro Light" w:cs="Arial Unicode MS"/>
                <w:sz w:val="18"/>
                <w:szCs w:val="18"/>
              </w:rPr>
              <w:t>Preparar</w:t>
            </w:r>
            <w:r w:rsidR="009F61A2" w:rsidRPr="009F61A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 movimento a partir dos reflexos e da intuição</w:t>
            </w:r>
          </w:p>
          <w:p w14:paraId="24674EB8" w14:textId="795F24C9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397182">
              <w:rPr>
                <w:rFonts w:ascii="Verdana Pro Light" w:eastAsia="Arial Unicode MS" w:hAnsi="Verdana Pro Light" w:cs="Arial Unicode MS"/>
                <w:sz w:val="18"/>
                <w:szCs w:val="18"/>
              </w:rPr>
              <w:t>Realizar</w:t>
            </w:r>
            <w:r w:rsidR="00BD4F8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técnicas de </w:t>
            </w:r>
            <w:r w:rsidR="00BD4F8B" w:rsidRPr="00BD4F8B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contacto improvisação</w:t>
            </w:r>
          </w:p>
          <w:p w14:paraId="01BF05B6" w14:textId="36F9E585" w:rsidR="008C76A8" w:rsidRPr="00B677F4" w:rsidRDefault="008C76A8" w:rsidP="00B677F4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397182">
              <w:rPr>
                <w:rFonts w:ascii="Verdana Pro Light" w:eastAsia="Arial Unicode MS" w:hAnsi="Verdana Pro Light" w:cs="Arial Unicode MS"/>
                <w:sz w:val="18"/>
                <w:szCs w:val="18"/>
              </w:rPr>
              <w:t>Desenvolver</w:t>
            </w:r>
            <w:r w:rsidR="00C27C1D" w:rsidRPr="00C27C1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movimentos através do toque</w:t>
            </w:r>
          </w:p>
        </w:tc>
      </w:tr>
      <w:tr w:rsidR="008C76A8" w:rsidRPr="00136AD8" w14:paraId="04A2D127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8031E21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AA795F3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A3093CD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C76A8" w:rsidRPr="00136AD8" w14:paraId="205CC3B2" w14:textId="77777777" w:rsidTr="004C7765">
        <w:trPr>
          <w:trHeight w:val="1699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3E890D" w14:textId="20DE3506" w:rsidR="008C76A8" w:rsidRPr="00967A53" w:rsidRDefault="00B35357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67A5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Noções básicas da técnica de contacto improvisação</w:t>
            </w:r>
          </w:p>
          <w:p w14:paraId="7B1CA74A" w14:textId="654FE386" w:rsidR="008C76A8" w:rsidRDefault="002D1732" w:rsidP="002D173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D17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Contextualização - a teoria de Steve Paxton</w:t>
            </w:r>
          </w:p>
          <w:p w14:paraId="154AAD8F" w14:textId="639212E7" w:rsidR="008C76A8" w:rsidRDefault="002D1732" w:rsidP="002D173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D17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Princípios básicos de um</w:t>
            </w:r>
            <w:r w:rsidR="0056431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2D17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experiência que atua</w:t>
            </w:r>
          </w:p>
          <w:p w14:paraId="73E0B7F9" w14:textId="50920037" w:rsidR="008C76A8" w:rsidRPr="00967A53" w:rsidRDefault="003310B0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67A5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Prática do contacto improvisação - movimento orgânico intuitivo e reflexivo</w:t>
            </w:r>
          </w:p>
          <w:p w14:paraId="0EFEC85E" w14:textId="5585A3CC" w:rsidR="008C76A8" w:rsidRDefault="00A038EB" w:rsidP="00A038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599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038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Exercícios para ativar os sentidos: o tato, a visão, a audição, o paladar, o olfato, e o sentido </w:t>
            </w:r>
            <w:proofErr w:type="spellStart"/>
            <w:r w:rsidRPr="00A038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quinestésico</w:t>
            </w:r>
            <w:proofErr w:type="spellEnd"/>
          </w:p>
          <w:p w14:paraId="5B982DDB" w14:textId="7688C578" w:rsidR="00A038EB" w:rsidRDefault="00A038EB" w:rsidP="00A038E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599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038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Exercícios sobre a gravidade</w:t>
            </w:r>
          </w:p>
          <w:p w14:paraId="043DE640" w14:textId="75FF43E4" w:rsidR="008C76A8" w:rsidRDefault="00B4179E" w:rsidP="00B417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599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4179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Exercícios do toque - </w:t>
            </w:r>
            <w:proofErr w:type="spellStart"/>
            <w:r w:rsidRPr="00B4179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rolling</w:t>
            </w:r>
            <w:proofErr w:type="spellEnd"/>
            <w:r w:rsidRPr="00B4179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B4179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contact</w:t>
            </w:r>
            <w:proofErr w:type="spellEnd"/>
            <w:r w:rsidRPr="00B4179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B4179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point</w:t>
            </w:r>
            <w:proofErr w:type="spellEnd"/>
            <w:r w:rsidRPr="00B4179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; tocar e ser tocado</w:t>
            </w:r>
          </w:p>
          <w:p w14:paraId="3703CDB1" w14:textId="051D2B82" w:rsidR="00D91996" w:rsidRDefault="00D91996" w:rsidP="00B417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599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9199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Dar e receber: olhar, toque, </w:t>
            </w:r>
            <w:r w:rsidR="00A632BE" w:rsidRPr="00D9199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objeto</w:t>
            </w:r>
          </w:p>
          <w:p w14:paraId="514AC201" w14:textId="49555B91" w:rsidR="00D91996" w:rsidRDefault="00D91996" w:rsidP="00B417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599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9199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Suporte: estável, móvel, as 5 posições daquele que é suportado</w:t>
            </w:r>
          </w:p>
          <w:p w14:paraId="13A869FA" w14:textId="07D62DD5" w:rsidR="00D91996" w:rsidRDefault="00D91996" w:rsidP="00B417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599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9199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Coração: as 4 </w:t>
            </w:r>
            <w:r w:rsidR="00A632BE" w:rsidRPr="00D9199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direções</w:t>
            </w:r>
            <w:r w:rsidRPr="00D9199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do coração (abertura; empatia; </w:t>
            </w:r>
            <w:r w:rsidR="00A632BE" w:rsidRPr="00D9199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afeto</w:t>
            </w:r>
            <w:r w:rsidRPr="00D9199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; amor)</w:t>
            </w:r>
          </w:p>
          <w:p w14:paraId="688581AF" w14:textId="571DABB0" w:rsidR="00D91996" w:rsidRDefault="00D91996" w:rsidP="00B417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599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9199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Exercício “Score” de Nancy </w:t>
            </w:r>
            <w:proofErr w:type="spellStart"/>
            <w:r w:rsidRPr="00D9199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Stark</w:t>
            </w:r>
            <w:proofErr w:type="spellEnd"/>
            <w:r w:rsidRPr="00D9199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Smith</w:t>
            </w:r>
          </w:p>
          <w:p w14:paraId="6397C058" w14:textId="6CF0DA9E" w:rsidR="009D7AE5" w:rsidRDefault="009D7AE5" w:rsidP="00B417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599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D7AE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Chegada energética / física</w:t>
            </w:r>
          </w:p>
          <w:p w14:paraId="65B6D0C8" w14:textId="4C79541B" w:rsidR="009D7AE5" w:rsidRDefault="009D7AE5" w:rsidP="00B417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599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9D7AE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Kinesfera</w:t>
            </w:r>
            <w:proofErr w:type="spellEnd"/>
            <w:r w:rsidRPr="009D7AE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expandir a </w:t>
            </w:r>
            <w:proofErr w:type="spellStart"/>
            <w:r w:rsidRPr="009D7AE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kinesfera</w:t>
            </w:r>
            <w:proofErr w:type="spellEnd"/>
            <w:r w:rsidRPr="009D7AE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coincidir 2 </w:t>
            </w:r>
            <w:proofErr w:type="spellStart"/>
            <w:r w:rsidRPr="009D7AE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kinesferas</w:t>
            </w:r>
            <w:proofErr w:type="spellEnd"/>
          </w:p>
          <w:p w14:paraId="3C8AF71B" w14:textId="7583C3D8" w:rsidR="009D7AE5" w:rsidRDefault="00A632BE" w:rsidP="00B417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599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D7AE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Atração</w:t>
            </w:r>
            <w:r w:rsidR="009D7AE5" w:rsidRPr="009D7AE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coincidência, confluência, passar, repulsão, intersecção, confluência, divergência, </w:t>
            </w:r>
            <w:r w:rsidR="009D7AE5" w:rsidRPr="009D7AE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colisão, toque</w:t>
            </w:r>
            <w:r w:rsidR="009D7AE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r w:rsidR="009D7AE5" w:rsidRPr="009D7AE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contraste, tangente, “</w:t>
            </w:r>
            <w:proofErr w:type="spellStart"/>
            <w:r w:rsidR="009D7AE5" w:rsidRPr="009D7AE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streaming</w:t>
            </w:r>
            <w:proofErr w:type="spellEnd"/>
            <w:r w:rsidR="009D7AE5" w:rsidRPr="009D7AE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”, “gap”</w:t>
            </w:r>
          </w:p>
          <w:p w14:paraId="06A70765" w14:textId="02C63BB7" w:rsidR="004D67B7" w:rsidRDefault="004D67B7" w:rsidP="00B417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599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D67B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Resolução da sala, reflexão</w:t>
            </w:r>
          </w:p>
          <w:p w14:paraId="2F9310CF" w14:textId="06AFDE7C" w:rsidR="008C76A8" w:rsidRPr="004C7765" w:rsidRDefault="004D67B7" w:rsidP="004C776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599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D67B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Exercícios de chão: “</w:t>
            </w:r>
            <w:proofErr w:type="spellStart"/>
            <w:r w:rsidRPr="004D67B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helix</w:t>
            </w:r>
            <w:proofErr w:type="spellEnd"/>
            <w:r w:rsidRPr="004D67B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”, “croissant”, “</w:t>
            </w:r>
            <w:proofErr w:type="spellStart"/>
            <w:r w:rsidRPr="004D67B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roulés</w:t>
            </w:r>
            <w:proofErr w:type="spellEnd"/>
            <w:r w:rsidRPr="004D67B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”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F89F87" w14:textId="3ECA10B7" w:rsidR="008C76A8" w:rsidRDefault="00C27C1D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27C1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Identificar os elementos da técnica de contacto improvisação</w:t>
            </w:r>
          </w:p>
          <w:p w14:paraId="580CDF13" w14:textId="6AC59692" w:rsidR="008C76A8" w:rsidRDefault="00C27C1D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as premissas </w:t>
            </w:r>
            <w:r w:rsidRPr="00C27C1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 técnica de contacto improvisação</w:t>
            </w:r>
          </w:p>
          <w:p w14:paraId="5CD26F7E" w14:textId="642E9B06" w:rsidR="00AB62BB" w:rsidRDefault="00BB5FE4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</w:t>
            </w:r>
            <w:r w:rsidR="00AB62B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movimentos com base nos reflexos e na intuição</w:t>
            </w:r>
          </w:p>
          <w:p w14:paraId="00D6BE5D" w14:textId="747F905F" w:rsidR="008C76A8" w:rsidRDefault="007D6601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a técnica de contacto improvisação</w:t>
            </w:r>
          </w:p>
          <w:p w14:paraId="49519CD3" w14:textId="09CCDEE7" w:rsidR="008C76A8" w:rsidRPr="00517AA8" w:rsidRDefault="00BE09DB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Efetuar</w:t>
            </w:r>
            <w:r w:rsidR="00095E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exercícios </w:t>
            </w:r>
            <w:r w:rsidR="006B5BE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sobre a gravidade</w:t>
            </w:r>
          </w:p>
          <w:p w14:paraId="5AFA167B" w14:textId="589588B6" w:rsidR="008C76A8" w:rsidRDefault="00BE09DB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Efetuar</w:t>
            </w:r>
            <w:r w:rsidR="006B5BE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exercícios do toque</w:t>
            </w:r>
          </w:p>
          <w:p w14:paraId="473D4B18" w14:textId="069087A0" w:rsidR="008C76A8" w:rsidRDefault="00EC4D6B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C4D6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 importância da espontaneidade na comunicação e expressão</w:t>
            </w:r>
            <w:r w:rsidR="007E459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no movimento</w:t>
            </w:r>
          </w:p>
          <w:p w14:paraId="1576AC77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4C3156B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B196896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8CE1D9B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652985B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9AB94C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67684B5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B25969" w14:textId="77777777" w:rsidR="00FB7E5D" w:rsidRPr="00A26624" w:rsidRDefault="00FB7E5D" w:rsidP="00FB7E5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A2662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riatividade, imaginação e sensibilidade</w:t>
            </w:r>
          </w:p>
          <w:p w14:paraId="52FE2BAF" w14:textId="77777777" w:rsidR="000F0AF0" w:rsidRDefault="000F0AF0" w:rsidP="000F0AF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A2662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utodisciplina e determinação</w:t>
            </w:r>
          </w:p>
          <w:p w14:paraId="2D6050CA" w14:textId="74DBC07D" w:rsidR="000F0AF0" w:rsidRPr="00B10B38" w:rsidRDefault="001D6800" w:rsidP="000F0AF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Pensamento</w:t>
            </w:r>
            <w:r w:rsidR="000F0AF0" w:rsidRPr="00B10B3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critico</w:t>
            </w:r>
          </w:p>
          <w:p w14:paraId="630813CC" w14:textId="77777777" w:rsidR="000F0AF0" w:rsidRPr="00A26624" w:rsidRDefault="000F0AF0" w:rsidP="000F0AF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47EC5EB6" w14:textId="77777777" w:rsidR="000F0AF0" w:rsidRDefault="000F0AF0" w:rsidP="000F0AF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</w:t>
            </w:r>
          </w:p>
          <w:p w14:paraId="51FA51A5" w14:textId="63EDD642" w:rsidR="000F0AF0" w:rsidRPr="00A26624" w:rsidRDefault="000F0AF0" w:rsidP="000F0AF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</w:t>
            </w:r>
          </w:p>
          <w:p w14:paraId="0B1B0581" w14:textId="77777777" w:rsidR="000F0AF0" w:rsidRPr="00B10B38" w:rsidRDefault="000F0AF0" w:rsidP="000F0AF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10B3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7AF03C47" w14:textId="77777777" w:rsidR="000F0AF0" w:rsidRDefault="000F0AF0" w:rsidP="000F0AF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</w:t>
            </w:r>
          </w:p>
          <w:p w14:paraId="5219648B" w14:textId="45B6E69A" w:rsidR="00A836F4" w:rsidRPr="00A836F4" w:rsidRDefault="00A836F4" w:rsidP="00A836F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836F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</w:t>
            </w:r>
          </w:p>
          <w:p w14:paraId="3090FA56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4E08677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493592C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3D0D3EF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D5F67D8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01F9227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6369CFC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8315FF1" w14:textId="77777777" w:rsidR="008C76A8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93A65B7" w14:textId="77777777" w:rsidR="008C76A8" w:rsidRPr="00057283" w:rsidRDefault="008C76A8" w:rsidP="00FF4F5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1CC4F92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6154797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6968447E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60189167" w14:textId="77777777" w:rsidR="008C76A8" w:rsidRPr="00F20E6F" w:rsidRDefault="008C76A8" w:rsidP="008C76A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298F1162" w14:textId="1F358E62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C45B0C" w:rsidRPr="0071069E">
        <w:rPr>
          <w:rFonts w:ascii="Verdana Pro Light" w:eastAsia="Arial Unicode MS" w:hAnsi="Verdana Pro Light" w:cs="Arial Unicode MS"/>
          <w:sz w:val="18"/>
          <w:szCs w:val="18"/>
        </w:rPr>
        <w:t>Prepara</w:t>
      </w:r>
      <w:r w:rsidR="00C45B0C">
        <w:rPr>
          <w:rFonts w:ascii="Verdana Pro Light" w:eastAsia="Arial Unicode MS" w:hAnsi="Verdana Pro Light" w:cs="Arial Unicode MS"/>
          <w:sz w:val="18"/>
          <w:szCs w:val="18"/>
        </w:rPr>
        <w:t>ndo</w:t>
      </w:r>
      <w:r w:rsidR="00C45B0C" w:rsidRPr="0071069E">
        <w:rPr>
          <w:rFonts w:ascii="Verdana Pro Light" w:eastAsia="Arial Unicode MS" w:hAnsi="Verdana Pro Light" w:cs="Arial Unicode MS"/>
          <w:sz w:val="18"/>
          <w:szCs w:val="18"/>
        </w:rPr>
        <w:t xml:space="preserve"> o movimento a partir dos reflexos e da intuição</w:t>
      </w:r>
      <w:r w:rsidR="00C45B0C" w:rsidRPr="002F302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</w:p>
    <w:p w14:paraId="709AA4D4" w14:textId="6A04CC46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4574E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Cumprindo a aplicação de</w:t>
      </w:r>
      <w:r w:rsidR="002F302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técnica</w:t>
      </w:r>
      <w:r w:rsidR="00C45B0C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</w:t>
      </w:r>
      <w:r w:rsidR="002F302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de contacto improvis</w:t>
      </w:r>
      <w:r w:rsidR="000C533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ação</w:t>
      </w:r>
    </w:p>
    <w:p w14:paraId="77B25D1C" w14:textId="4E0EC220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EA746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Reconhecendo </w:t>
      </w:r>
      <w:r w:rsidR="00EA746B" w:rsidRPr="006A7BA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 importância da espontaneidade na comunicação e expressão</w:t>
      </w:r>
    </w:p>
    <w:p w14:paraId="10AB045E" w14:textId="05B6BA1E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0BD3541B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454E4E00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81326B2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62696C8" w14:textId="77777777" w:rsidR="00B677F4" w:rsidRPr="00660150" w:rsidRDefault="00B677F4" w:rsidP="00DD33C1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bookmarkStart w:id="6" w:name="_Hlk157508039"/>
      <w:r w:rsidRPr="00660150">
        <w:rPr>
          <w:rFonts w:ascii="Verdana Pro Light" w:eastAsia="Arial Unicode MS" w:hAnsi="Verdana Pro Light" w:cs="Arial Unicode MS"/>
          <w:sz w:val="18"/>
          <w:szCs w:val="18"/>
        </w:rPr>
        <w:t>Académico: Participação em aulas, workshops e seminários em diferentes contextos académicos e educativos</w:t>
      </w:r>
    </w:p>
    <w:p w14:paraId="31734302" w14:textId="77777777" w:rsidR="00B677F4" w:rsidRDefault="00B677F4" w:rsidP="00DD33C1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Artístico e Profissional: Participação em espetáculos de dança, eventos performativos 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660150">
        <w:rPr>
          <w:rFonts w:ascii="Verdana Pro Light" w:eastAsia="Arial Unicode MS" w:hAnsi="Verdana Pro Light" w:cs="Arial Unicode MS"/>
          <w:sz w:val="18"/>
          <w:szCs w:val="18"/>
        </w:rPr>
        <w:t>concursos de dança</w:t>
      </w:r>
    </w:p>
    <w:p w14:paraId="2DDE8117" w14:textId="77777777" w:rsidR="00B677F4" w:rsidRPr="00660150" w:rsidRDefault="00B677F4" w:rsidP="00DD33C1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Atividades ligadas às profissões da dança, nos domínios artístico, educativo, lúdico e inclusivo.</w:t>
      </w:r>
    </w:p>
    <w:p w14:paraId="7CC99786" w14:textId="77777777" w:rsidR="00221D44" w:rsidRPr="002A28C4" w:rsidRDefault="00221D44" w:rsidP="00221D4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1C06C8E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E116106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5F73B35" w14:textId="77777777" w:rsidR="008C76A8" w:rsidRPr="00984B30" w:rsidRDefault="008C76A8" w:rsidP="008C76A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8A74076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360D165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07EDA07" w14:textId="77777777" w:rsidR="00B06091" w:rsidRPr="004F76B6" w:rsidRDefault="00B06091" w:rsidP="00B0609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Estúdio de dança devidamente preparado e equipado (sala ampla, arejada, iluminada, com chão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4F76B6">
        <w:rPr>
          <w:rFonts w:ascii="Verdana Pro Light" w:eastAsia="Arial Unicode MS" w:hAnsi="Verdana Pro Light" w:cs="Arial Unicode MS"/>
          <w:sz w:val="18"/>
          <w:szCs w:val="18"/>
        </w:rPr>
        <w:t>de linóleo com caixa de ar, barras, espelhos, equipamento de som)</w:t>
      </w:r>
    </w:p>
    <w:p w14:paraId="4D7F3288" w14:textId="77777777" w:rsidR="00B06091" w:rsidRPr="004F76B6" w:rsidRDefault="00B06091" w:rsidP="00B0609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Instrumentos de treino em dança (colchões, bolas suíças, bandas elásticas, tijolos de espuma…)</w:t>
      </w:r>
    </w:p>
    <w:p w14:paraId="23C26C24" w14:textId="77777777" w:rsidR="00B06091" w:rsidRPr="004F76B6" w:rsidRDefault="00B06091" w:rsidP="00B0609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74BB67A8" w14:textId="77777777" w:rsidR="00B06091" w:rsidRPr="004F76B6" w:rsidRDefault="00B06091" w:rsidP="00B0609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Dispositivos de projeção de imagem/vídeo</w:t>
      </w:r>
    </w:p>
    <w:p w14:paraId="54849C47" w14:textId="77777777" w:rsidR="00B06091" w:rsidRPr="004F76B6" w:rsidRDefault="00B06091" w:rsidP="00B0609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Dispositivos de registo de imagem/vídeo</w:t>
      </w:r>
    </w:p>
    <w:p w14:paraId="7E6C408E" w14:textId="77777777" w:rsidR="00B06091" w:rsidRPr="004F76B6" w:rsidRDefault="00B06091" w:rsidP="00B0609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Equipamento específico para aulas práticas (Maillot, sapatilhas de ballet…)</w:t>
      </w:r>
    </w:p>
    <w:p w14:paraId="19F595F4" w14:textId="77777777" w:rsidR="00B06091" w:rsidRDefault="00B06091" w:rsidP="00B0609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Manuais técnicos</w:t>
      </w:r>
    </w:p>
    <w:p w14:paraId="7D86699C" w14:textId="77777777" w:rsidR="00B06091" w:rsidRPr="009E3A9A" w:rsidRDefault="00B06091" w:rsidP="00B0609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88E79D0" w14:textId="77777777" w:rsidR="00B06091" w:rsidRPr="00051C79" w:rsidRDefault="00B06091" w:rsidP="00B06091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CE3E904" w14:textId="77777777" w:rsidR="00B06091" w:rsidRPr="00F87025" w:rsidRDefault="00B06091" w:rsidP="00B06091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4E6F3118" w14:textId="77777777" w:rsidR="00B06091" w:rsidRPr="007E183A" w:rsidRDefault="00B06091" w:rsidP="004D38BE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Forma de organização da formação: presencial</w:t>
      </w:r>
    </w:p>
    <w:p w14:paraId="1ABB3C43" w14:textId="77777777" w:rsidR="00B06091" w:rsidRPr="007E183A" w:rsidRDefault="00B06091" w:rsidP="004D38BE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Necessidade de garantir o espaço adequado, bem como o material necessário</w:t>
      </w:r>
    </w:p>
    <w:p w14:paraId="1C03A850" w14:textId="77777777" w:rsidR="00B06091" w:rsidRPr="00C85B1A" w:rsidRDefault="00B06091" w:rsidP="004D38BE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Proporcionar oportunidades variadas e diferenciadas de participação em eventos de dança 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natureza educativa e artística</w:t>
      </w:r>
    </w:p>
    <w:p w14:paraId="535CD3F6" w14:textId="77777777" w:rsidR="00B06091" w:rsidRDefault="00B06091" w:rsidP="004D38BE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Proporcionar oportunidades de assistir a espetáculos e outros eventos de dança (bailados, aulas</w:t>
      </w:r>
    </w:p>
    <w:p w14:paraId="2B3C6879" w14:textId="77777777" w:rsidR="00B06091" w:rsidRPr="00C85B1A" w:rsidRDefault="00B06091" w:rsidP="004D38BE">
      <w:pPr>
        <w:pStyle w:val="PargrafodaLista"/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C85B1A">
        <w:rPr>
          <w:rFonts w:ascii="Verdana Pro Light" w:eastAsia="Arial Unicode MS" w:hAnsi="Verdana Pro Light" w:cs="Arial Unicode MS"/>
          <w:sz w:val="18"/>
          <w:szCs w:val="18"/>
        </w:rPr>
        <w:t>profissionais, conferências…)</w:t>
      </w:r>
    </w:p>
    <w:p w14:paraId="4780B735" w14:textId="77777777" w:rsidR="00B06091" w:rsidRPr="009E3A9A" w:rsidRDefault="00B06091" w:rsidP="004D38BE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Incentivar a colaboração (professores e alunos) entre turmas do curso dos diferentes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anos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-10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º, 11.º e 12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º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ano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6276BDCF" w14:textId="77777777" w:rsidR="008C76A8" w:rsidRPr="00051C79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bookmarkEnd w:id="6"/>
    <w:p w14:paraId="005C8712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lastRenderedPageBreak/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0FA1AF8D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8B65AFC" w14:textId="2A8B8200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7E586A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0000/000</w:t>
            </w:r>
            <w:r w:rsidR="00674EA4" w:rsidRPr="007E586A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8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6CD5E27" w14:textId="424A0A9B" w:rsidR="008C76A8" w:rsidRPr="009C256C" w:rsidRDefault="000F0AF0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0F0AF0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Executar movimentos de dança clássica com diferentes tipos de dinâmicas</w:t>
            </w:r>
          </w:p>
        </w:tc>
      </w:tr>
    </w:tbl>
    <w:p w14:paraId="4C794561" w14:textId="54AA156C" w:rsidR="008C76A8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7465BC88" w14:textId="77777777" w:rsidR="00D56D73" w:rsidRDefault="00D56D73" w:rsidP="00D56D7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: </w:t>
      </w:r>
      <w:r>
        <w:rPr>
          <w:rFonts w:ascii="Verdana Pro Light" w:eastAsia="Arial Unicode MS" w:hAnsi="Verdana Pro Light" w:cs="Times New Roman"/>
          <w:smallCaps/>
          <w:sz w:val="20"/>
        </w:rPr>
        <w:t>50h</w:t>
      </w:r>
    </w:p>
    <w:p w14:paraId="5FF1BF7D" w14:textId="77777777" w:rsidR="00AA444A" w:rsidRPr="003200F2" w:rsidRDefault="00AA444A" w:rsidP="00D56D7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C76A8" w:rsidRPr="00136AD8" w14:paraId="43D292DB" w14:textId="77777777" w:rsidTr="00FF4F5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1CEC119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C76A8" w:rsidRPr="00136AD8" w14:paraId="1EA54772" w14:textId="77777777" w:rsidTr="00FF4F5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58ACEF" w14:textId="660A4A25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4B6CD1">
              <w:rPr>
                <w:rFonts w:ascii="Verdana Pro Light" w:eastAsia="Arial Unicode MS" w:hAnsi="Verdana Pro Light" w:cs="Arial Unicode MS"/>
                <w:sz w:val="18"/>
                <w:szCs w:val="18"/>
              </w:rPr>
              <w:t>Realizar</w:t>
            </w:r>
            <w:r w:rsidR="008D696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781714">
              <w:rPr>
                <w:rFonts w:ascii="Verdana Pro Light" w:eastAsia="Arial Unicode MS" w:hAnsi="Verdana Pro Light" w:cs="Arial Unicode MS"/>
                <w:sz w:val="18"/>
                <w:szCs w:val="18"/>
              </w:rPr>
              <w:t>t</w:t>
            </w:r>
            <w:r w:rsidR="00781714" w:rsidRPr="00781714">
              <w:rPr>
                <w:rFonts w:ascii="Verdana Pro Light" w:eastAsia="Arial Unicode MS" w:hAnsi="Verdana Pro Light" w:cs="Arial Unicode MS"/>
                <w:sz w:val="18"/>
                <w:szCs w:val="18"/>
              </w:rPr>
              <w:t>écnicas de postura e alinhamento corporal</w:t>
            </w:r>
          </w:p>
          <w:p w14:paraId="64EF0A57" w14:textId="797FB20F" w:rsidR="008C76A8" w:rsidRPr="001B353A" w:rsidRDefault="008C76A8" w:rsidP="00FF4F5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8D6965">
              <w:rPr>
                <w:rFonts w:ascii="Verdana Pro Light" w:eastAsia="Arial Unicode MS" w:hAnsi="Verdana Pro Light" w:cs="Arial Unicode MS"/>
                <w:sz w:val="18"/>
                <w:szCs w:val="18"/>
              </w:rPr>
              <w:t>Desenvolver</w:t>
            </w:r>
            <w:r w:rsidR="0062702A" w:rsidRPr="0062702A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movimentos de dança clássica com diferentes tipos de dinâmicas</w:t>
            </w:r>
          </w:p>
          <w:p w14:paraId="7C031E10" w14:textId="389A5B88" w:rsidR="008C76A8" w:rsidRPr="00056245" w:rsidRDefault="008C76A8" w:rsidP="0005624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4B6CD1">
              <w:rPr>
                <w:rFonts w:ascii="Verdana Pro Light" w:eastAsia="Arial Unicode MS" w:hAnsi="Verdana Pro Light" w:cs="Arial Unicode MS"/>
                <w:sz w:val="18"/>
                <w:szCs w:val="18"/>
              </w:rPr>
              <w:t>Efetuar</w:t>
            </w:r>
            <w:r w:rsidR="00034038" w:rsidRPr="00FF77C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exercícios de dança clássica </w:t>
            </w:r>
            <w:r w:rsidR="00034038" w:rsidRPr="00F07822">
              <w:rPr>
                <w:rFonts w:ascii="Verdana Pro Light" w:eastAsia="Arial Unicode MS" w:hAnsi="Verdana Pro Light" w:cs="Arial Unicode MS"/>
                <w:sz w:val="18"/>
                <w:szCs w:val="18"/>
              </w:rPr>
              <w:t>na barra, em ½ ponta e no centro</w:t>
            </w:r>
          </w:p>
        </w:tc>
      </w:tr>
      <w:tr w:rsidR="008C76A8" w:rsidRPr="00136AD8" w14:paraId="7BA248EF" w14:textId="77777777" w:rsidTr="00FF4F58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5B2AF2A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2F6B46C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D748F16" w14:textId="77777777" w:rsidR="008C76A8" w:rsidRPr="001B353A" w:rsidRDefault="008C76A8" w:rsidP="00FF4F5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3E2C9E" w:rsidRPr="00136AD8" w14:paraId="7B720B95" w14:textId="77777777" w:rsidTr="00FF4F58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9330DC" w14:textId="21B84474" w:rsidR="003E2C9E" w:rsidRPr="009D51C3" w:rsidRDefault="00E63A9C" w:rsidP="003E2C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D51C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postura e alinhamento corporal</w:t>
            </w:r>
          </w:p>
          <w:p w14:paraId="67ABCFF0" w14:textId="5190B46D" w:rsidR="00E63A9C" w:rsidRPr="009D51C3" w:rsidRDefault="00E63A9C" w:rsidP="003E2C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D51C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Movimentos de dança clássica com diferentes tipos de dinâmicas (suave,</w:t>
            </w:r>
            <w:r w:rsidR="000023DF" w:rsidRPr="009D51C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9D51C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forte, contínua,</w:t>
            </w:r>
            <w:r w:rsidR="000023DF" w:rsidRPr="009D51C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9D51C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descontínua)</w:t>
            </w:r>
          </w:p>
          <w:p w14:paraId="2FA21CA1" w14:textId="5492AA11" w:rsidR="003E2C9E" w:rsidRPr="009D51C3" w:rsidRDefault="003E2C9E" w:rsidP="003E2C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D51C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Exercícios na Barra </w:t>
            </w:r>
          </w:p>
          <w:p w14:paraId="793112B1" w14:textId="77777777" w:rsidR="003E2C9E" w:rsidRDefault="003E2C9E" w:rsidP="003E2C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EC46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Demi</w:t>
            </w:r>
            <w:proofErr w:type="spellEnd"/>
            <w:r w:rsidRPr="00EC46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Pr="00EC46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grand</w:t>
            </w:r>
            <w:proofErr w:type="spellEnd"/>
            <w:r w:rsidRPr="00EC46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EC46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plié</w:t>
            </w:r>
            <w:proofErr w:type="spellEnd"/>
            <w:r w:rsidRPr="00EC46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em 1ª, 2ª, 4ª, e 5ª posição com </w:t>
            </w:r>
            <w:proofErr w:type="spellStart"/>
            <w:r w:rsidRPr="00EC46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port</w:t>
            </w:r>
            <w:proofErr w:type="spellEnd"/>
            <w:r w:rsidRPr="00EC46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</w:t>
            </w:r>
            <w:proofErr w:type="spellStart"/>
            <w:r w:rsidRPr="00EC46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bras</w:t>
            </w:r>
            <w:proofErr w:type="spellEnd"/>
          </w:p>
          <w:p w14:paraId="6AA71812" w14:textId="77777777" w:rsidR="003E2C9E" w:rsidRDefault="003E2C9E" w:rsidP="003E2C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EC46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Battement</w:t>
            </w:r>
            <w:proofErr w:type="spellEnd"/>
            <w:r w:rsidRPr="00EC46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EC46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tendu</w:t>
            </w:r>
            <w:proofErr w:type="spellEnd"/>
            <w:r w:rsidRPr="00EC46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de 1ª ou 5ª posição, </w:t>
            </w:r>
            <w:proofErr w:type="spellStart"/>
            <w:r w:rsidRPr="00EC46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EC46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EC46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croix</w:t>
            </w:r>
            <w:proofErr w:type="spellEnd"/>
          </w:p>
          <w:p w14:paraId="2753497A" w14:textId="77777777" w:rsidR="003E2C9E" w:rsidRDefault="003E2C9E" w:rsidP="003E2C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EC46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Battement</w:t>
            </w:r>
            <w:proofErr w:type="spellEnd"/>
            <w:r w:rsidRPr="00EC46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EC46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glissé</w:t>
            </w:r>
            <w:proofErr w:type="spellEnd"/>
            <w:r w:rsidRPr="00EC46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de 1ª ou 5ª posição, </w:t>
            </w:r>
            <w:proofErr w:type="spellStart"/>
            <w:r w:rsidRPr="00EC46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EC46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EC46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croix</w:t>
            </w:r>
            <w:proofErr w:type="spellEnd"/>
          </w:p>
          <w:p w14:paraId="4136861E" w14:textId="77777777" w:rsidR="003E2C9E" w:rsidRDefault="003E2C9E" w:rsidP="003E2C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2A51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Battement</w:t>
            </w:r>
            <w:proofErr w:type="spellEnd"/>
            <w:r w:rsidRPr="002A51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2A51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jeté</w:t>
            </w:r>
            <w:proofErr w:type="spellEnd"/>
            <w:r w:rsidRPr="002A51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de 1ª ou 5ª posição, </w:t>
            </w:r>
            <w:proofErr w:type="spellStart"/>
            <w:r w:rsidRPr="002A51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2A51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2A51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croix</w:t>
            </w:r>
            <w:proofErr w:type="spellEnd"/>
          </w:p>
          <w:p w14:paraId="63C3FA99" w14:textId="77777777" w:rsidR="003E2C9E" w:rsidRDefault="003E2C9E" w:rsidP="003E2C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2A51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Rond</w:t>
            </w:r>
            <w:proofErr w:type="spellEnd"/>
            <w:r w:rsidRPr="002A51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</w:t>
            </w:r>
            <w:proofErr w:type="spellStart"/>
            <w:r w:rsidRPr="002A51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jambe</w:t>
            </w:r>
            <w:proofErr w:type="spellEnd"/>
            <w:r w:rsidRPr="002A51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à terre – de 5ª posição, </w:t>
            </w:r>
            <w:proofErr w:type="spellStart"/>
            <w:r w:rsidRPr="002A51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2A51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2A51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dehors</w:t>
            </w:r>
            <w:proofErr w:type="spellEnd"/>
            <w:r w:rsidRPr="002A51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Pr="002A51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2A51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2A51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dedans</w:t>
            </w:r>
            <w:proofErr w:type="spellEnd"/>
          </w:p>
          <w:p w14:paraId="7071A748" w14:textId="0C4CD1FF" w:rsidR="003E2C9E" w:rsidRDefault="007D635A" w:rsidP="003E2C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7D635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Battement</w:t>
            </w:r>
            <w:proofErr w:type="spellEnd"/>
            <w:r w:rsidRPr="007D635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7D635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fondu</w:t>
            </w:r>
            <w:proofErr w:type="spellEnd"/>
            <w:r w:rsidRPr="007D635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à terre e </w:t>
            </w:r>
            <w:proofErr w:type="spellStart"/>
            <w:r w:rsidRPr="007D635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7D635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7D635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l’air</w:t>
            </w:r>
            <w:proofErr w:type="spellEnd"/>
            <w:r w:rsidRPr="007D635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 45º – </w:t>
            </w:r>
            <w:proofErr w:type="spellStart"/>
            <w:r w:rsidRPr="007D635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7D635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7D635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croix</w:t>
            </w:r>
            <w:proofErr w:type="spellEnd"/>
          </w:p>
          <w:p w14:paraId="15C3CFE8" w14:textId="240A2BA1" w:rsidR="00554879" w:rsidRPr="00F7768E" w:rsidRDefault="00554879" w:rsidP="003E2C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5548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Assemblé</w:t>
            </w:r>
            <w:proofErr w:type="spellEnd"/>
            <w:r w:rsidRPr="005548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5548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soutenu</w:t>
            </w:r>
            <w:proofErr w:type="spellEnd"/>
          </w:p>
          <w:p w14:paraId="41C14485" w14:textId="75DF8244" w:rsidR="003E2C9E" w:rsidRDefault="003E2C9E" w:rsidP="003E2C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25741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Battement</w:t>
            </w:r>
            <w:proofErr w:type="spellEnd"/>
            <w:r w:rsidRPr="0025741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25741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soutenu</w:t>
            </w:r>
            <w:proofErr w:type="spellEnd"/>
            <w:r w:rsidR="005548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554879" w:rsidRPr="005548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– </w:t>
            </w:r>
            <w:proofErr w:type="spellStart"/>
            <w:r w:rsidR="00554879" w:rsidRPr="005548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="00554879" w:rsidRPr="005548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="00554879" w:rsidRPr="005548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croix</w:t>
            </w:r>
            <w:proofErr w:type="spellEnd"/>
          </w:p>
          <w:p w14:paraId="7135F7D2" w14:textId="3D7FB461" w:rsidR="00554879" w:rsidRDefault="00554879" w:rsidP="003E2C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5548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Battement</w:t>
            </w:r>
            <w:proofErr w:type="spellEnd"/>
            <w:r w:rsidRPr="005548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5548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frappé</w:t>
            </w:r>
            <w:proofErr w:type="spellEnd"/>
          </w:p>
          <w:p w14:paraId="2E6E7018" w14:textId="03A77859" w:rsidR="003E2C9E" w:rsidRPr="00ED0505" w:rsidRDefault="00BD12FE" w:rsidP="003E2C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</w:pPr>
            <w:r w:rsidRPr="00ED0505"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 xml:space="preserve">Petit battement sur le </w:t>
            </w:r>
            <w:proofErr w:type="spellStart"/>
            <w:r w:rsidRPr="00ED0505"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>cou</w:t>
            </w:r>
            <w:proofErr w:type="spellEnd"/>
            <w:r w:rsidRPr="00ED0505"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>-de-pied</w:t>
            </w:r>
          </w:p>
          <w:p w14:paraId="5DCF1106" w14:textId="77777777" w:rsidR="003E2C9E" w:rsidRDefault="003E2C9E" w:rsidP="003E2C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7A66D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Rises</w:t>
            </w:r>
            <w:proofErr w:type="spellEnd"/>
          </w:p>
          <w:p w14:paraId="6BCCF7E2" w14:textId="74D9DE5D" w:rsidR="003E2C9E" w:rsidRDefault="003E2C9E" w:rsidP="003E2C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7A66D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Retirés</w:t>
            </w:r>
            <w:proofErr w:type="spellEnd"/>
            <w:r w:rsidRPr="007A66D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314E77BD" w14:textId="5B8BDADD" w:rsidR="003E2C9E" w:rsidRDefault="00BD12FE" w:rsidP="003E2C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BD12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Relevé</w:t>
            </w:r>
            <w:proofErr w:type="spellEnd"/>
            <w:r w:rsidRPr="00BD12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BD12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lent</w:t>
            </w:r>
            <w:proofErr w:type="spellEnd"/>
          </w:p>
          <w:p w14:paraId="13A2A751" w14:textId="2D582091" w:rsidR="00BD12FE" w:rsidRDefault="00BD12FE" w:rsidP="003E2C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BD12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Developpé</w:t>
            </w:r>
            <w:proofErr w:type="spellEnd"/>
            <w:r w:rsidRPr="00BD12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</w:t>
            </w:r>
            <w:proofErr w:type="spellStart"/>
            <w:r w:rsidRPr="00BD12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BD12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BD12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croix</w:t>
            </w:r>
            <w:proofErr w:type="spellEnd"/>
          </w:p>
          <w:p w14:paraId="22E6B8B6" w14:textId="7FC7EF75" w:rsidR="00BD12FE" w:rsidRDefault="000B27D0" w:rsidP="003E2C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0B27D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Grand</w:t>
            </w:r>
            <w:proofErr w:type="spellEnd"/>
            <w:r w:rsidRPr="000B27D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0B27D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battement</w:t>
            </w:r>
            <w:proofErr w:type="spellEnd"/>
          </w:p>
          <w:p w14:paraId="2A545106" w14:textId="77777777" w:rsidR="003E2C9E" w:rsidRPr="009D51C3" w:rsidRDefault="003E2C9E" w:rsidP="003E2C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D51C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Exercícios em ½ ponta</w:t>
            </w:r>
          </w:p>
          <w:p w14:paraId="7FB511F7" w14:textId="620BA0A8" w:rsidR="003E2C9E" w:rsidRPr="009D51C3" w:rsidRDefault="003E2C9E" w:rsidP="003E2C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9D51C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Relevé</w:t>
            </w:r>
            <w:proofErr w:type="spellEnd"/>
            <w:r w:rsidRPr="009D51C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0B27D0" w:rsidRPr="009D51C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5th</w:t>
            </w:r>
          </w:p>
          <w:p w14:paraId="607F392C" w14:textId="62D78738" w:rsidR="003E2C9E" w:rsidRPr="009D51C3" w:rsidRDefault="00AD5C87" w:rsidP="003E2C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9D51C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Echappé</w:t>
            </w:r>
            <w:proofErr w:type="spellEnd"/>
            <w:r w:rsidRPr="009D51C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9D51C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relevé</w:t>
            </w:r>
            <w:proofErr w:type="spellEnd"/>
            <w:r w:rsidRPr="009D51C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9D51C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9D51C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9D51C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croix</w:t>
            </w:r>
            <w:proofErr w:type="spellEnd"/>
          </w:p>
          <w:p w14:paraId="0C593C72" w14:textId="41921148" w:rsidR="00AD5C87" w:rsidRPr="009D51C3" w:rsidRDefault="00AD5C87" w:rsidP="003E2C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9D51C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Relevé</w:t>
            </w:r>
            <w:proofErr w:type="spellEnd"/>
            <w:r w:rsidRPr="009D51C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9D51C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devant</w:t>
            </w:r>
            <w:proofErr w:type="spellEnd"/>
            <w:r w:rsidRPr="009D51C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9D51C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derrière</w:t>
            </w:r>
            <w:proofErr w:type="spellEnd"/>
            <w:r w:rsidRPr="009D51C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9D51C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passé</w:t>
            </w:r>
            <w:proofErr w:type="spellEnd"/>
            <w:r w:rsidRPr="009D51C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9D51C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devant</w:t>
            </w:r>
            <w:proofErr w:type="spellEnd"/>
            <w:r w:rsidRPr="009D51C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Pr="009D51C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passé</w:t>
            </w:r>
            <w:proofErr w:type="spellEnd"/>
            <w:r w:rsidRPr="009D51C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9D51C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derrière</w:t>
            </w:r>
            <w:proofErr w:type="spellEnd"/>
          </w:p>
          <w:p w14:paraId="733DDA94" w14:textId="57F2C822" w:rsidR="00AD5C87" w:rsidRPr="009D51C3" w:rsidRDefault="00AD5C87" w:rsidP="003E2C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9D51C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Demi-detorune</w:t>
            </w:r>
            <w:proofErr w:type="spellEnd"/>
          </w:p>
          <w:p w14:paraId="0BC14459" w14:textId="77777777" w:rsidR="003E2C9E" w:rsidRPr="005C35D3" w:rsidRDefault="003E2C9E" w:rsidP="003E2C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D51C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Exercícios no Centro (podem ser executados</w:t>
            </w:r>
            <w:r w:rsidRPr="005C35D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5C35D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5C35D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face, </w:t>
            </w:r>
            <w:proofErr w:type="spellStart"/>
            <w:r w:rsidRPr="005C35D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croisé</w:t>
            </w:r>
            <w:proofErr w:type="spellEnd"/>
            <w:r w:rsidRPr="005C35D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5C35D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effacé</w:t>
            </w:r>
            <w:proofErr w:type="spellEnd"/>
            <w:r w:rsidRPr="005C35D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ou écarté)</w:t>
            </w:r>
          </w:p>
          <w:p w14:paraId="1067CB5F" w14:textId="77777777" w:rsidR="003E2C9E" w:rsidRDefault="003E2C9E" w:rsidP="003E2C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F26C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Port</w:t>
            </w:r>
            <w:proofErr w:type="spellEnd"/>
            <w:r w:rsidRPr="00F26C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</w:t>
            </w:r>
            <w:proofErr w:type="spellStart"/>
            <w:r w:rsidRPr="00F26C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bras</w:t>
            </w:r>
            <w:proofErr w:type="spellEnd"/>
            <w:r w:rsidRPr="00F26C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com reverse </w:t>
            </w:r>
            <w:proofErr w:type="spellStart"/>
            <w:r w:rsidRPr="00F26C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movement</w:t>
            </w:r>
            <w:proofErr w:type="spellEnd"/>
          </w:p>
          <w:p w14:paraId="78F1C876" w14:textId="77777777" w:rsidR="003E2C9E" w:rsidRDefault="003E2C9E" w:rsidP="003E2C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F26C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Pliés</w:t>
            </w:r>
            <w:proofErr w:type="spellEnd"/>
            <w:r w:rsidRPr="00F26C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Pr="00F26C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rises</w:t>
            </w:r>
            <w:proofErr w:type="spellEnd"/>
          </w:p>
          <w:p w14:paraId="6EA4459C" w14:textId="4B746234" w:rsidR="003E2C9E" w:rsidRDefault="003E2C9E" w:rsidP="003E2C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F26C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Battement</w:t>
            </w:r>
            <w:proofErr w:type="spellEnd"/>
            <w:r w:rsidRPr="00F26C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F26C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tendu</w:t>
            </w:r>
            <w:proofErr w:type="spellEnd"/>
            <w:r w:rsidR="009B71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="009B710D" w:rsidRPr="009B71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="009B710D" w:rsidRPr="009B71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="009B710D" w:rsidRPr="009B71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croix</w:t>
            </w:r>
            <w:proofErr w:type="spellEnd"/>
          </w:p>
          <w:p w14:paraId="2F0F5D7F" w14:textId="2B1E620C" w:rsidR="003E2C9E" w:rsidRDefault="003E2C9E" w:rsidP="003E2C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0070F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Battement</w:t>
            </w:r>
            <w:proofErr w:type="spellEnd"/>
            <w:r w:rsidRPr="000070F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0070F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glissé</w:t>
            </w:r>
            <w:proofErr w:type="spellEnd"/>
            <w:r w:rsidR="009B71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="009B710D" w:rsidRPr="009B71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="009B710D" w:rsidRPr="009B71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="009B710D" w:rsidRPr="009B71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croix</w:t>
            </w:r>
            <w:proofErr w:type="spellEnd"/>
          </w:p>
          <w:p w14:paraId="7B82934C" w14:textId="2082D0D9" w:rsidR="003E2C9E" w:rsidRDefault="003E2C9E" w:rsidP="003E2C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0070F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Rond</w:t>
            </w:r>
            <w:proofErr w:type="spellEnd"/>
            <w:r w:rsidRPr="000070F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</w:t>
            </w:r>
            <w:proofErr w:type="spellStart"/>
            <w:r w:rsidRPr="000070F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jambe</w:t>
            </w:r>
            <w:proofErr w:type="spellEnd"/>
            <w:r w:rsidRPr="000070F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à terre</w:t>
            </w:r>
            <w:r w:rsidR="009B710D">
              <w:t xml:space="preserve"> </w:t>
            </w:r>
            <w:r w:rsidR="009B710D" w:rsidRPr="009B71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 2 tempos</w:t>
            </w:r>
          </w:p>
          <w:p w14:paraId="5B59B35C" w14:textId="6AC6455A" w:rsidR="003E2C9E" w:rsidRDefault="003E2C9E" w:rsidP="003E2C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0070F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Grand</w:t>
            </w:r>
            <w:proofErr w:type="spellEnd"/>
            <w:r w:rsidRPr="000070F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0070F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Battement</w:t>
            </w:r>
            <w:proofErr w:type="spellEnd"/>
            <w:r w:rsidR="00C0436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C04364" w:rsidRPr="00C0436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 2 tempos</w:t>
            </w:r>
          </w:p>
          <w:p w14:paraId="69953F1D" w14:textId="4355F1B0" w:rsidR="003E2C9E" w:rsidRPr="00D44AF3" w:rsidRDefault="003E2C9E" w:rsidP="00D44AF3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0070F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Retiré</w:t>
            </w:r>
            <w:proofErr w:type="spellEnd"/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458CCC" w14:textId="2B3DD03A" w:rsidR="003E2C9E" w:rsidRDefault="003E2C9E" w:rsidP="003E2C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Aplicar técnicas </w:t>
            </w:r>
            <w:r w:rsidR="00E63A9C" w:rsidRPr="00E63A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postura e alinhamento corporal</w:t>
            </w:r>
          </w:p>
          <w:p w14:paraId="34373A9D" w14:textId="1FD17A6A" w:rsidR="003E2C9E" w:rsidRDefault="00F56D23" w:rsidP="003E2C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os</w:t>
            </w:r>
            <w:r w:rsidR="00E63A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movimentos de dança clássica </w:t>
            </w:r>
            <w:r w:rsidR="00E63A9C" w:rsidRPr="00E63A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 diferentes tipos de dinâmicas (suave,</w:t>
            </w:r>
            <w:r w:rsidR="000023D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E63A9C" w:rsidRPr="00E63A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forte, contínua, descontínua)</w:t>
            </w:r>
          </w:p>
          <w:p w14:paraId="45D05DF8" w14:textId="77777777" w:rsidR="003E2C9E" w:rsidRDefault="003E2C9E" w:rsidP="003E2C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dança clássica na barra</w:t>
            </w:r>
          </w:p>
          <w:p w14:paraId="71B0B740" w14:textId="77777777" w:rsidR="003E2C9E" w:rsidRDefault="003E2C9E" w:rsidP="003E2C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técnicas de dança clássica </w:t>
            </w:r>
            <w:r w:rsidRPr="00F07822">
              <w:rPr>
                <w:rFonts w:ascii="Verdana Pro Light" w:eastAsia="Arial Unicode MS" w:hAnsi="Verdana Pro Light" w:cs="Arial Unicode MS"/>
                <w:sz w:val="18"/>
                <w:szCs w:val="18"/>
              </w:rPr>
              <w:t>em ½ ponta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23731168" w14:textId="77777777" w:rsidR="003E2C9E" w:rsidRDefault="003E2C9E" w:rsidP="003E2C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dança clássica no centro</w:t>
            </w:r>
          </w:p>
          <w:p w14:paraId="106F7FB4" w14:textId="77777777" w:rsidR="003E2C9E" w:rsidRPr="00517AA8" w:rsidRDefault="003E2C9E" w:rsidP="003E2C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082C35B" w14:textId="77777777" w:rsidR="003E2C9E" w:rsidRDefault="003E2C9E" w:rsidP="003E2C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38D3EEB" w14:textId="77777777" w:rsidR="003E2C9E" w:rsidRDefault="003E2C9E" w:rsidP="003E2C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CB3946F" w14:textId="77777777" w:rsidR="003E2C9E" w:rsidRDefault="003E2C9E" w:rsidP="003E2C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0526913" w14:textId="77777777" w:rsidR="003E2C9E" w:rsidRDefault="003E2C9E" w:rsidP="003E2C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495D665" w14:textId="77777777" w:rsidR="003E2C9E" w:rsidRDefault="003E2C9E" w:rsidP="003E2C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34EA805" w14:textId="77777777" w:rsidR="003E2C9E" w:rsidRDefault="003E2C9E" w:rsidP="003E2C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B90C506" w14:textId="77777777" w:rsidR="003E2C9E" w:rsidRDefault="003E2C9E" w:rsidP="003E2C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BE33EBC" w14:textId="77777777" w:rsidR="003E2C9E" w:rsidRDefault="003E2C9E" w:rsidP="003E2C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82FE8B1" w14:textId="77777777" w:rsidR="003E2C9E" w:rsidRPr="00057283" w:rsidRDefault="003E2C9E" w:rsidP="003E2C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BDEDA1" w14:textId="77777777" w:rsidR="003E2C9E" w:rsidRPr="00A26624" w:rsidRDefault="003E2C9E" w:rsidP="003E2C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A2662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utodisciplina e determinação</w:t>
            </w:r>
          </w:p>
          <w:p w14:paraId="675206F6" w14:textId="470786E0" w:rsidR="003E2C9E" w:rsidRPr="00B10B38" w:rsidRDefault="001D6800" w:rsidP="003E2C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Pensamento</w:t>
            </w:r>
            <w:r w:rsidR="003E2C9E" w:rsidRPr="00B10B3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critico</w:t>
            </w:r>
          </w:p>
          <w:p w14:paraId="09D47DDF" w14:textId="77777777" w:rsidR="003E2C9E" w:rsidRDefault="003E2C9E" w:rsidP="003E2C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</w:t>
            </w:r>
          </w:p>
          <w:p w14:paraId="37ED8AC9" w14:textId="3456DBA9" w:rsidR="003E2C9E" w:rsidRPr="00A26624" w:rsidRDefault="003E2C9E" w:rsidP="003E2C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</w:t>
            </w:r>
          </w:p>
          <w:p w14:paraId="2EF21265" w14:textId="77777777" w:rsidR="003E2C9E" w:rsidRPr="00B10B38" w:rsidRDefault="003E2C9E" w:rsidP="003E2C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10B3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18CF51F7" w14:textId="77777777" w:rsidR="003E2C9E" w:rsidRPr="00A26624" w:rsidRDefault="003E2C9E" w:rsidP="003E2C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A2662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riatividade, imaginação e sensibilidade</w:t>
            </w:r>
          </w:p>
          <w:p w14:paraId="64883AFC" w14:textId="77777777" w:rsidR="003E2C9E" w:rsidRPr="00B10B38" w:rsidRDefault="003E2C9E" w:rsidP="003E2C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</w:t>
            </w:r>
          </w:p>
          <w:p w14:paraId="565E51B9" w14:textId="547F733E" w:rsidR="003E2C9E" w:rsidRPr="00057283" w:rsidRDefault="00702A8E" w:rsidP="003E2C9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</w:t>
            </w:r>
          </w:p>
        </w:tc>
      </w:tr>
    </w:tbl>
    <w:p w14:paraId="61334A1D" w14:textId="77777777" w:rsidR="008C76A8" w:rsidRDefault="008C76A8" w:rsidP="008C76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7AF2576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653CDB0F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6AACBB51" w14:textId="77777777" w:rsidR="008C76A8" w:rsidRPr="00F20E6F" w:rsidRDefault="008C76A8" w:rsidP="008C76A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F9B0FB4" w14:textId="6FCF7D24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5D619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Reali</w:t>
      </w:r>
      <w:r w:rsidR="0023741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zando </w:t>
      </w:r>
      <w:r w:rsidR="00174CC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técnicas </w:t>
      </w:r>
      <w:r w:rsidR="00174CCF" w:rsidRPr="00174CC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 postura e alinhamento corporal</w:t>
      </w:r>
    </w:p>
    <w:p w14:paraId="7AB66133" w14:textId="62F7A558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23741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Desenvolvendo</w:t>
      </w:r>
      <w:r w:rsidR="00174CC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movimentos </w:t>
      </w:r>
      <w:r w:rsidR="00174CCF" w:rsidRPr="00174CC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 dança clássica com diferentes tipos de dinâmicas (</w:t>
      </w:r>
      <w:r w:rsidR="00AA444A" w:rsidRPr="00174CC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suave, forte</w:t>
      </w:r>
      <w:r w:rsidR="00174CCF" w:rsidRPr="00174CC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, contínua, descontínua)</w:t>
      </w:r>
    </w:p>
    <w:p w14:paraId="41BBE8A0" w14:textId="2FB301FE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23741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Efetuando</w:t>
      </w:r>
      <w:r w:rsidR="004C5F4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técnicas </w:t>
      </w:r>
      <w:r w:rsidR="004C5F45" w:rsidRPr="004C5F4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de dança clássica </w:t>
      </w:r>
      <w:r w:rsidR="003E0419" w:rsidRPr="003E041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na barra, em ½ ponta e no centro</w:t>
      </w:r>
    </w:p>
    <w:p w14:paraId="60D808C8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5AD5C582" w14:textId="77777777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5606F8CC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4838B84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73BF3C9" w14:textId="77777777" w:rsidR="00B677F4" w:rsidRPr="00660150" w:rsidRDefault="00B677F4" w:rsidP="00056245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Académico: Participação em aulas, workshops e seminários em diferentes contextos académicos e educativos</w:t>
      </w:r>
    </w:p>
    <w:p w14:paraId="12043226" w14:textId="77777777" w:rsidR="00B677F4" w:rsidRDefault="00B677F4" w:rsidP="00056245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Artístico e Profissional: Participação em espetáculos de dança, eventos performativos 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660150">
        <w:rPr>
          <w:rFonts w:ascii="Verdana Pro Light" w:eastAsia="Arial Unicode MS" w:hAnsi="Verdana Pro Light" w:cs="Arial Unicode MS"/>
          <w:sz w:val="18"/>
          <w:szCs w:val="18"/>
        </w:rPr>
        <w:t>concursos de dança</w:t>
      </w:r>
    </w:p>
    <w:p w14:paraId="4604A443" w14:textId="77777777" w:rsidR="00B677F4" w:rsidRPr="00660150" w:rsidRDefault="00B677F4" w:rsidP="00056245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Atividades ligadas às profissões da dança, nos domínios artístico, educativo, lúdico e inclusivo.</w:t>
      </w:r>
    </w:p>
    <w:p w14:paraId="3B1E6A9E" w14:textId="77777777" w:rsidR="00B677F4" w:rsidRPr="002A28C4" w:rsidRDefault="00B677F4" w:rsidP="00B677F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8ED05CB" w14:textId="77777777" w:rsidR="00B677F4" w:rsidRPr="00984B30" w:rsidRDefault="00B677F4" w:rsidP="00B677F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80400C8" w14:textId="77777777" w:rsidR="00B677F4" w:rsidRPr="00984B30" w:rsidRDefault="00B677F4" w:rsidP="00B677F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C9ECFCD" w14:textId="77777777" w:rsidR="00B677F4" w:rsidRPr="00984B30" w:rsidRDefault="00B677F4" w:rsidP="00B677F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396A876" w14:textId="77777777" w:rsidR="00B677F4" w:rsidRPr="00051C79" w:rsidRDefault="00B677F4" w:rsidP="00B677F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5C9B187" w14:textId="77777777" w:rsidR="00B677F4" w:rsidRPr="00F87025" w:rsidRDefault="00B677F4" w:rsidP="00B677F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5AC48C8" w14:textId="77777777" w:rsidR="00B677F4" w:rsidRPr="004F76B6" w:rsidRDefault="00B677F4" w:rsidP="00B677F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Estúdio de dança devidamente preparado e equipado (sala ampla, arejada, iluminada, com chão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4F76B6">
        <w:rPr>
          <w:rFonts w:ascii="Verdana Pro Light" w:eastAsia="Arial Unicode MS" w:hAnsi="Verdana Pro Light" w:cs="Arial Unicode MS"/>
          <w:sz w:val="18"/>
          <w:szCs w:val="18"/>
        </w:rPr>
        <w:t>de linóleo com caixa de ar, barras, espelhos, equipamento de som)</w:t>
      </w:r>
    </w:p>
    <w:p w14:paraId="7D70F818" w14:textId="77777777" w:rsidR="00B677F4" w:rsidRPr="004F76B6" w:rsidRDefault="00B677F4" w:rsidP="00B677F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Instrumentos de treino em dança (colchões, bolas suíças, bandas elásticas, tijolos de espuma…)</w:t>
      </w:r>
    </w:p>
    <w:p w14:paraId="71EAAFF2" w14:textId="77777777" w:rsidR="00B677F4" w:rsidRPr="004F76B6" w:rsidRDefault="00B677F4" w:rsidP="00B677F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536CC13D" w14:textId="77777777" w:rsidR="00B677F4" w:rsidRPr="004F76B6" w:rsidRDefault="00B677F4" w:rsidP="00B677F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Dispositivos de projeção de imagem/vídeo</w:t>
      </w:r>
    </w:p>
    <w:p w14:paraId="0E3E1169" w14:textId="77777777" w:rsidR="00B677F4" w:rsidRPr="004F76B6" w:rsidRDefault="00B677F4" w:rsidP="00B677F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Dispositivos de registo de imagem/vídeo</w:t>
      </w:r>
    </w:p>
    <w:p w14:paraId="7E2EB139" w14:textId="77777777" w:rsidR="00B677F4" w:rsidRPr="004F76B6" w:rsidRDefault="00B677F4" w:rsidP="00B677F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Equipamento específico para aulas práticas (Maillot, sapatilhas de ballet…)</w:t>
      </w:r>
    </w:p>
    <w:p w14:paraId="6051CDDE" w14:textId="77777777" w:rsidR="00B677F4" w:rsidRDefault="00B677F4" w:rsidP="00B677F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Manuais técnicos</w:t>
      </w:r>
    </w:p>
    <w:p w14:paraId="4D7C8A56" w14:textId="77777777" w:rsidR="00B677F4" w:rsidRPr="00056245" w:rsidRDefault="00B677F4" w:rsidP="00B677F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DD3E9DF" w14:textId="77777777" w:rsidR="00B677F4" w:rsidRPr="00F87025" w:rsidRDefault="00B677F4" w:rsidP="00B677F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5BFE7AF" w14:textId="77777777" w:rsidR="00B677F4" w:rsidRPr="007E183A" w:rsidRDefault="00B677F4" w:rsidP="00056245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Forma de organização da formação: presencial</w:t>
      </w:r>
    </w:p>
    <w:p w14:paraId="2E27C59E" w14:textId="77777777" w:rsidR="00B677F4" w:rsidRPr="007E183A" w:rsidRDefault="00B677F4" w:rsidP="00056245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Necessidade de garantir o espaço adequado, bem como o material necessário</w:t>
      </w:r>
    </w:p>
    <w:p w14:paraId="46D51C35" w14:textId="77777777" w:rsidR="00B677F4" w:rsidRPr="00C85B1A" w:rsidRDefault="00B677F4" w:rsidP="00056245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Proporcionar oportunidades variadas e diferenciadas de participação em eventos de dança 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natureza educativa e artística</w:t>
      </w:r>
    </w:p>
    <w:p w14:paraId="78A806F9" w14:textId="77777777" w:rsidR="00B677F4" w:rsidRDefault="00B677F4" w:rsidP="00056245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Proporcionar oportunidades de assistir a espetáculos e outros eventos de dança (bailados, aulas</w:t>
      </w:r>
    </w:p>
    <w:p w14:paraId="612089F9" w14:textId="77777777" w:rsidR="00B677F4" w:rsidRPr="00C85B1A" w:rsidRDefault="00B677F4" w:rsidP="00056245">
      <w:pPr>
        <w:pStyle w:val="PargrafodaLista"/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C85B1A">
        <w:rPr>
          <w:rFonts w:ascii="Verdana Pro Light" w:eastAsia="Arial Unicode MS" w:hAnsi="Verdana Pro Light" w:cs="Arial Unicode MS"/>
          <w:sz w:val="18"/>
          <w:szCs w:val="18"/>
        </w:rPr>
        <w:t>profissionais, conferências…)</w:t>
      </w:r>
    </w:p>
    <w:p w14:paraId="3859F7B0" w14:textId="77777777" w:rsidR="00B677F4" w:rsidRPr="009E3A9A" w:rsidRDefault="00B677F4" w:rsidP="00056245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Incentivar a colaboração (professores e alunos) entre turmas do curso dos diferentes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anos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-10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º, 11.º e 12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º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ano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6E7FF9CB" w14:textId="77777777" w:rsidR="00B677F4" w:rsidRPr="00051C79" w:rsidRDefault="00B677F4" w:rsidP="00B677F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C2D61D3" w14:textId="0C576852" w:rsidR="008C76A8" w:rsidRDefault="008C76A8" w:rsidP="008C76A8">
      <w:pPr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50D81068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40ECA52" w14:textId="2AA72328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0F6C34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0000/000</w:t>
            </w:r>
            <w:r w:rsidR="00701554" w:rsidRPr="000F6C34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9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674907E" w14:textId="1E89F0A6" w:rsidR="008C76A8" w:rsidRPr="009C256C" w:rsidRDefault="00D2265E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D2265E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Executar movimentos de progressão espacial</w:t>
            </w:r>
          </w:p>
        </w:tc>
      </w:tr>
    </w:tbl>
    <w:p w14:paraId="392CBB71" w14:textId="0A39A0B9" w:rsidR="008C76A8" w:rsidRDefault="008C76A8" w:rsidP="008C76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39157F4A" w14:textId="77777777" w:rsidR="00D56D73" w:rsidRPr="003200F2" w:rsidRDefault="00D56D73" w:rsidP="00D56D7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: </w:t>
      </w:r>
      <w:r>
        <w:rPr>
          <w:rFonts w:ascii="Verdana Pro Light" w:eastAsia="Arial Unicode MS" w:hAnsi="Verdana Pro Light" w:cs="Times New Roman"/>
          <w:smallCaps/>
          <w:sz w:val="20"/>
        </w:rPr>
        <w:t>50h</w:t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E91094" w:rsidRPr="00136AD8" w14:paraId="4CF9CAFF" w14:textId="77777777" w:rsidTr="00254BD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05F2421" w14:textId="77777777" w:rsidR="00E91094" w:rsidRPr="001B353A" w:rsidRDefault="00E91094" w:rsidP="00254B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E91094" w:rsidRPr="00136AD8" w14:paraId="46B17902" w14:textId="77777777" w:rsidTr="00254BD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ED7DA4" w14:textId="5D6C711B" w:rsidR="00E91094" w:rsidRPr="00D2265E" w:rsidRDefault="00E91094" w:rsidP="00254BD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BE67FE">
              <w:rPr>
                <w:rFonts w:ascii="Verdana Pro Light" w:eastAsia="Arial Unicode MS" w:hAnsi="Verdana Pro Light" w:cs="Arial Unicode MS"/>
                <w:sz w:val="18"/>
                <w:szCs w:val="18"/>
              </w:rPr>
              <w:t>Efetuar</w:t>
            </w:r>
            <w:r w:rsidRPr="00D2265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técnicas de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Pr="00220ACD">
              <w:rPr>
                <w:rFonts w:ascii="Verdana Pro Light" w:eastAsia="Arial Unicode MS" w:hAnsi="Verdana Pro Light" w:cs="Arial Unicode MS"/>
                <w:sz w:val="18"/>
                <w:szCs w:val="18"/>
              </w:rPr>
              <w:t>progressão espacial</w:t>
            </w:r>
          </w:p>
          <w:p w14:paraId="22F9D0BA" w14:textId="16B0C5BC" w:rsidR="00E91094" w:rsidRPr="00D2265E" w:rsidRDefault="00E91094" w:rsidP="00254BD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D2265E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Pr="00D2265E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BE67FE">
              <w:rPr>
                <w:rFonts w:ascii="Verdana Pro Light" w:eastAsia="Arial Unicode MS" w:hAnsi="Verdana Pro Light" w:cs="Arial Unicode MS"/>
                <w:sz w:val="18"/>
                <w:szCs w:val="18"/>
              </w:rPr>
              <w:t>Desenvolver</w:t>
            </w:r>
            <w:r w:rsidRPr="00C41DD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movimentos de acordo com a estrutura espacial requerida</w:t>
            </w:r>
          </w:p>
          <w:p w14:paraId="64C9225F" w14:textId="33992AA3" w:rsidR="00E91094" w:rsidRDefault="00E91094" w:rsidP="00254BD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D2265E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 w:rsidRPr="00D2265E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BE67FE">
              <w:rPr>
                <w:rFonts w:ascii="Verdana Pro Light" w:eastAsia="Arial Unicode MS" w:hAnsi="Verdana Pro Light" w:cs="Arial Unicode MS"/>
                <w:sz w:val="18"/>
                <w:szCs w:val="18"/>
              </w:rPr>
              <w:t>Efetuar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técnicas</w:t>
            </w:r>
            <w:r w:rsidRPr="00742905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de manutenção da distância em relação aos outros elementos</w:t>
            </w:r>
          </w:p>
          <w:p w14:paraId="13387633" w14:textId="5B844CB6" w:rsidR="00E91094" w:rsidRPr="00D2265E" w:rsidRDefault="00E91094" w:rsidP="00254BD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</w:t>
            </w:r>
            <w:r w:rsidR="00BE67FE">
              <w:rPr>
                <w:rFonts w:ascii="Verdana Pro Light" w:eastAsia="Arial Unicode MS" w:hAnsi="Verdana Pro Light" w:cs="Arial Unicode MS"/>
                <w:sz w:val="18"/>
                <w:szCs w:val="18"/>
              </w:rPr>
              <w:t>Efetuar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técnicas de</w:t>
            </w:r>
            <w:r w:rsidRPr="002631A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orientação estruturada relativamente ao público</w:t>
            </w:r>
          </w:p>
          <w:p w14:paraId="3A285497" w14:textId="77777777" w:rsidR="00E91094" w:rsidRDefault="00E91094" w:rsidP="00254BD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D2265E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5</w:t>
            </w:r>
            <w:r w:rsidRPr="00D2265E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 w:rsidRPr="00D2265E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BE67FE">
              <w:rPr>
                <w:rFonts w:ascii="Verdana Pro Light" w:eastAsia="Arial Unicode MS" w:hAnsi="Verdana Pro Light" w:cs="Arial Unicode MS"/>
                <w:sz w:val="18"/>
                <w:szCs w:val="18"/>
              </w:rPr>
              <w:t>Realizar</w:t>
            </w:r>
            <w:r w:rsidRPr="00D2265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exercícios de dança clássica na barra, em ½ ponta e no centro</w:t>
            </w:r>
          </w:p>
          <w:p w14:paraId="781B3447" w14:textId="7B7C85FD" w:rsidR="000F7713" w:rsidRPr="001B353A" w:rsidRDefault="000F7713" w:rsidP="00254BD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E91094" w:rsidRPr="00136AD8" w14:paraId="01FFFD4A" w14:textId="77777777" w:rsidTr="00254BD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17C2D40" w14:textId="77777777" w:rsidR="00E91094" w:rsidRPr="001B353A" w:rsidRDefault="00E91094" w:rsidP="00254B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3E0BCD4" w14:textId="77777777" w:rsidR="00E91094" w:rsidRPr="001B353A" w:rsidRDefault="00E91094" w:rsidP="00254B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FB8DCEB" w14:textId="77777777" w:rsidR="00E91094" w:rsidRPr="001B353A" w:rsidRDefault="00E91094" w:rsidP="00254B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E91094" w:rsidRPr="00136AD8" w14:paraId="0D3E9820" w14:textId="77777777" w:rsidTr="00254BD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A4B229" w14:textId="77777777" w:rsidR="00E91094" w:rsidRPr="00FE200A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progressão espacial</w:t>
            </w:r>
          </w:p>
          <w:p w14:paraId="4D53A42A" w14:textId="77777777" w:rsidR="00E91094" w:rsidRPr="00FE200A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Exercícios na Barra </w:t>
            </w:r>
          </w:p>
          <w:p w14:paraId="1CCDC4DD" w14:textId="77777777" w:rsidR="00E91094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EC46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Demi</w:t>
            </w:r>
            <w:proofErr w:type="spellEnd"/>
            <w:r w:rsidRPr="00EC46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Pr="00EC46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grand</w:t>
            </w:r>
            <w:proofErr w:type="spellEnd"/>
            <w:r w:rsidRPr="00EC46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EC46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plié</w:t>
            </w:r>
            <w:proofErr w:type="spellEnd"/>
            <w:r w:rsidRPr="00EC46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em 1ª, 2ª, 4ª, e 5ª posição com </w:t>
            </w:r>
            <w:proofErr w:type="spellStart"/>
            <w:r w:rsidRPr="00EC46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port</w:t>
            </w:r>
            <w:proofErr w:type="spellEnd"/>
            <w:r w:rsidRPr="00EC46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</w:t>
            </w:r>
            <w:proofErr w:type="spellStart"/>
            <w:r w:rsidRPr="00EC46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bras</w:t>
            </w:r>
            <w:proofErr w:type="spellEnd"/>
          </w:p>
          <w:p w14:paraId="1D061174" w14:textId="77777777" w:rsidR="00E91094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EC46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Battement</w:t>
            </w:r>
            <w:proofErr w:type="spellEnd"/>
            <w:r w:rsidRPr="00EC46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EC46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tendu</w:t>
            </w:r>
            <w:proofErr w:type="spellEnd"/>
            <w:r w:rsidRPr="00EC46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de 1ª ou 5ª posição, </w:t>
            </w:r>
            <w:proofErr w:type="spellStart"/>
            <w:r w:rsidRPr="00EC46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EC46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EC46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croix</w:t>
            </w:r>
            <w:proofErr w:type="spellEnd"/>
          </w:p>
          <w:p w14:paraId="0CD84757" w14:textId="77777777" w:rsidR="00E91094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EC46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Battement</w:t>
            </w:r>
            <w:proofErr w:type="spellEnd"/>
            <w:r w:rsidRPr="00EC46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EC46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glissé</w:t>
            </w:r>
            <w:proofErr w:type="spellEnd"/>
            <w:r w:rsidRPr="00EC46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de 1ª ou 5ª posição, </w:t>
            </w:r>
            <w:proofErr w:type="spellStart"/>
            <w:r w:rsidRPr="00EC46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EC46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EC462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croix</w:t>
            </w:r>
            <w:proofErr w:type="spellEnd"/>
          </w:p>
          <w:p w14:paraId="603590EC" w14:textId="77777777" w:rsidR="00E91094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DE3B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Battement</w:t>
            </w:r>
            <w:proofErr w:type="spellEnd"/>
            <w:r w:rsidRPr="00DE3B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DE3B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glissé</w:t>
            </w:r>
            <w:proofErr w:type="spellEnd"/>
            <w:r w:rsidRPr="00DE3B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DE3B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DE3B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DE3B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cloche</w:t>
            </w:r>
            <w:proofErr w:type="spellEnd"/>
          </w:p>
          <w:p w14:paraId="0205900B" w14:textId="77777777" w:rsidR="00E91094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2A51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Battement</w:t>
            </w:r>
            <w:proofErr w:type="spellEnd"/>
            <w:r w:rsidRPr="002A51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2A51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jeté</w:t>
            </w:r>
            <w:proofErr w:type="spellEnd"/>
            <w:r w:rsidRPr="002A51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de 1ª ou 5ª posição, </w:t>
            </w:r>
            <w:proofErr w:type="spellStart"/>
            <w:r w:rsidRPr="002A51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2A51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2A51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croix</w:t>
            </w:r>
            <w:proofErr w:type="spellEnd"/>
          </w:p>
          <w:p w14:paraId="2A73B576" w14:textId="77777777" w:rsidR="00E91094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8C3D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Battement</w:t>
            </w:r>
            <w:proofErr w:type="spellEnd"/>
            <w:r w:rsidRPr="008C3D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8C3D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jeté</w:t>
            </w:r>
            <w:proofErr w:type="spellEnd"/>
            <w:r w:rsidRPr="008C3D0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piqué</w:t>
            </w:r>
          </w:p>
          <w:p w14:paraId="340543F1" w14:textId="77777777" w:rsidR="00E91094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2A51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Rond</w:t>
            </w:r>
            <w:proofErr w:type="spellEnd"/>
            <w:r w:rsidRPr="002A51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</w:t>
            </w:r>
            <w:proofErr w:type="spellStart"/>
            <w:r w:rsidRPr="002A51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jambe</w:t>
            </w:r>
            <w:proofErr w:type="spellEnd"/>
            <w:r w:rsidRPr="002A51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à terre – de 5ª posição, </w:t>
            </w:r>
            <w:proofErr w:type="spellStart"/>
            <w:r w:rsidRPr="002A51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2A51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2A51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dehors</w:t>
            </w:r>
            <w:proofErr w:type="spellEnd"/>
            <w:r w:rsidRPr="002A51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Pr="002A51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2A51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2A51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dedans</w:t>
            </w:r>
            <w:proofErr w:type="spellEnd"/>
          </w:p>
          <w:p w14:paraId="490C3763" w14:textId="77777777" w:rsidR="00E91094" w:rsidRPr="00ED0505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</w:pPr>
            <w:r w:rsidRPr="00ED0505"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 xml:space="preserve">Rond de jambe </w:t>
            </w:r>
            <w:proofErr w:type="spellStart"/>
            <w:r w:rsidRPr="00ED0505"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>en</w:t>
            </w:r>
            <w:proofErr w:type="spellEnd"/>
            <w:r w:rsidRPr="00ED0505"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 xml:space="preserve"> </w:t>
            </w:r>
            <w:proofErr w:type="spellStart"/>
            <w:r w:rsidRPr="00ED0505"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>l’air</w:t>
            </w:r>
            <w:proofErr w:type="spellEnd"/>
            <w:r w:rsidRPr="00ED0505"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 xml:space="preserve"> – </w:t>
            </w:r>
            <w:proofErr w:type="spellStart"/>
            <w:r w:rsidRPr="00ED0505"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>en</w:t>
            </w:r>
            <w:proofErr w:type="spellEnd"/>
            <w:r w:rsidRPr="00ED0505"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 xml:space="preserve"> dehors e </w:t>
            </w:r>
            <w:proofErr w:type="spellStart"/>
            <w:r w:rsidRPr="00ED0505"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>en</w:t>
            </w:r>
            <w:proofErr w:type="spellEnd"/>
            <w:r w:rsidRPr="00ED0505"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 xml:space="preserve"> dedans</w:t>
            </w:r>
          </w:p>
          <w:p w14:paraId="74B5ABB3" w14:textId="6159C525" w:rsidR="00E91094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7D635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Battement</w:t>
            </w:r>
            <w:proofErr w:type="spellEnd"/>
            <w:r w:rsidRPr="007D635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="00BE67FE" w:rsidRPr="007D635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fondu</w:t>
            </w:r>
            <w:proofErr w:type="spellEnd"/>
            <w:r w:rsidR="00BE67FE" w:rsidRPr="007D635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="00BE67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7D635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7D635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croix</w:t>
            </w:r>
            <w:proofErr w:type="spellEnd"/>
          </w:p>
          <w:p w14:paraId="7888F0F4" w14:textId="77777777" w:rsidR="00E91094" w:rsidRPr="00F7768E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5548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Assemblé</w:t>
            </w:r>
            <w:proofErr w:type="spellEnd"/>
            <w:r w:rsidRPr="005548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5548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soutenu</w:t>
            </w:r>
            <w:proofErr w:type="spellEnd"/>
          </w:p>
          <w:p w14:paraId="3890B574" w14:textId="77777777" w:rsidR="00E91094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25741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Battement</w:t>
            </w:r>
            <w:proofErr w:type="spellEnd"/>
            <w:r w:rsidRPr="0025741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25741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soutenu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5548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– </w:t>
            </w:r>
            <w:proofErr w:type="spellStart"/>
            <w:r w:rsidRPr="005548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5548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5548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croix</w:t>
            </w:r>
            <w:proofErr w:type="spellEnd"/>
          </w:p>
          <w:p w14:paraId="228E03E0" w14:textId="77777777" w:rsidR="00E91094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5548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Battement</w:t>
            </w:r>
            <w:proofErr w:type="spellEnd"/>
            <w:r w:rsidRPr="005548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55487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frappé</w:t>
            </w:r>
            <w:proofErr w:type="spellEnd"/>
          </w:p>
          <w:p w14:paraId="3D376EF5" w14:textId="77777777" w:rsidR="00E91094" w:rsidRPr="00ED0505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</w:pPr>
            <w:r w:rsidRPr="00ED0505"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 xml:space="preserve">Petit battement sur le </w:t>
            </w:r>
            <w:proofErr w:type="spellStart"/>
            <w:r w:rsidRPr="00ED0505"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>cou</w:t>
            </w:r>
            <w:proofErr w:type="spellEnd"/>
            <w:r w:rsidRPr="00ED0505"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>-de-pied</w:t>
            </w:r>
          </w:p>
          <w:p w14:paraId="12A88AE4" w14:textId="77777777" w:rsidR="00E91094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C5604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Flic-Flac</w:t>
            </w:r>
            <w:proofErr w:type="spellEnd"/>
            <w:r w:rsidRPr="00C5604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</w:t>
            </w:r>
            <w:proofErr w:type="spellStart"/>
            <w:r w:rsidRPr="00C5604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C5604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C5604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dehors</w:t>
            </w:r>
            <w:proofErr w:type="spellEnd"/>
          </w:p>
          <w:p w14:paraId="66E51728" w14:textId="77777777" w:rsidR="00E91094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7A66D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Rises</w:t>
            </w:r>
            <w:proofErr w:type="spellEnd"/>
          </w:p>
          <w:p w14:paraId="7DB63A8F" w14:textId="77777777" w:rsidR="00E91094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7A66D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Retirés</w:t>
            </w:r>
            <w:proofErr w:type="spellEnd"/>
            <w:r w:rsidRPr="007A66D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52F188C4" w14:textId="77777777" w:rsidR="00E91094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BD12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Relevé</w:t>
            </w:r>
            <w:proofErr w:type="spellEnd"/>
            <w:r w:rsidRPr="00BD12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BD12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lent</w:t>
            </w:r>
            <w:proofErr w:type="spellEnd"/>
          </w:p>
          <w:p w14:paraId="1718BB1F" w14:textId="77777777" w:rsidR="00E91094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BD12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Developpé</w:t>
            </w:r>
            <w:proofErr w:type="spellEnd"/>
            <w:r w:rsidRPr="00BD12F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2ACF47AA" w14:textId="77777777" w:rsidR="00E91094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24378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Demi</w:t>
            </w:r>
            <w:proofErr w:type="spellEnd"/>
            <w:r w:rsidRPr="0024378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24378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grand</w:t>
            </w:r>
            <w:proofErr w:type="spellEnd"/>
            <w:r w:rsidRPr="0024378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24378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rond</w:t>
            </w:r>
            <w:proofErr w:type="spellEnd"/>
            <w:r w:rsidRPr="0024378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jambé</w:t>
            </w:r>
          </w:p>
          <w:p w14:paraId="6CFD0F75" w14:textId="77777777" w:rsidR="00E91094" w:rsidRPr="00ED0505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</w:pPr>
            <w:r w:rsidRPr="00ED0505"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 xml:space="preserve">Pirouette – </w:t>
            </w:r>
            <w:proofErr w:type="spellStart"/>
            <w:r w:rsidRPr="00ED0505"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>en</w:t>
            </w:r>
            <w:proofErr w:type="spellEnd"/>
            <w:r w:rsidRPr="00ED0505"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 xml:space="preserve"> dehors e </w:t>
            </w:r>
            <w:proofErr w:type="spellStart"/>
            <w:r w:rsidRPr="00ED0505"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>en</w:t>
            </w:r>
            <w:proofErr w:type="spellEnd"/>
            <w:r w:rsidRPr="00ED0505">
              <w:rPr>
                <w:rFonts w:ascii="Verdana Pro Light" w:eastAsia="Arial Unicode MS" w:hAnsi="Verdana Pro Light" w:cs="Arial Unicode MS"/>
                <w:sz w:val="18"/>
                <w:szCs w:val="18"/>
                <w:lang w:val="en-US" w:eastAsia="pt-PT"/>
              </w:rPr>
              <w:t xml:space="preserve"> dedans</w:t>
            </w:r>
          </w:p>
          <w:p w14:paraId="4346FF61" w14:textId="77777777" w:rsidR="00E91094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0B27D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Grand</w:t>
            </w:r>
            <w:proofErr w:type="spellEnd"/>
            <w:r w:rsidRPr="000B27D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0B27D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battement</w:t>
            </w:r>
            <w:proofErr w:type="spellEnd"/>
          </w:p>
          <w:p w14:paraId="15BFFA17" w14:textId="77777777" w:rsidR="00E91094" w:rsidRPr="00FE200A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49606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Grand</w:t>
            </w:r>
            <w:proofErr w:type="spellEnd"/>
            <w:r w:rsidRPr="0049606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49606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battements</w:t>
            </w:r>
            <w:proofErr w:type="spellEnd"/>
            <w:r w:rsidRPr="0049606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49606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49606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49606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cloche</w:t>
            </w:r>
            <w:proofErr w:type="spellEnd"/>
            <w:r w:rsidRPr="0049606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/ </w:t>
            </w:r>
            <w:proofErr w:type="spellStart"/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balançoire</w:t>
            </w:r>
            <w:proofErr w:type="spellEnd"/>
          </w:p>
          <w:p w14:paraId="00EA13A2" w14:textId="77777777" w:rsidR="00E91094" w:rsidRPr="00FE200A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Exercícios em ½ ponta</w:t>
            </w:r>
          </w:p>
          <w:p w14:paraId="2EFFE812" w14:textId="77777777" w:rsidR="00E91094" w:rsidRPr="00FE200A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Relevé</w:t>
            </w:r>
            <w:proofErr w:type="spellEnd"/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5th</w:t>
            </w:r>
          </w:p>
          <w:p w14:paraId="2A76D98D" w14:textId="77777777" w:rsidR="00E91094" w:rsidRPr="00FE200A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Echappé</w:t>
            </w:r>
            <w:proofErr w:type="spellEnd"/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relevé</w:t>
            </w:r>
            <w:proofErr w:type="spellEnd"/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croix</w:t>
            </w:r>
            <w:proofErr w:type="spellEnd"/>
          </w:p>
          <w:p w14:paraId="2C84C17D" w14:textId="77777777" w:rsidR="00E91094" w:rsidRPr="00FE200A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Relevé</w:t>
            </w:r>
            <w:proofErr w:type="spellEnd"/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devant</w:t>
            </w:r>
            <w:proofErr w:type="spellEnd"/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derrière</w:t>
            </w:r>
            <w:proofErr w:type="spellEnd"/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passé</w:t>
            </w:r>
            <w:proofErr w:type="spellEnd"/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devant</w:t>
            </w:r>
            <w:proofErr w:type="spellEnd"/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passé</w:t>
            </w:r>
            <w:proofErr w:type="spellEnd"/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derrière</w:t>
            </w:r>
            <w:proofErr w:type="spellEnd"/>
          </w:p>
          <w:p w14:paraId="7BFFB0A3" w14:textId="77777777" w:rsidR="00E91094" w:rsidRPr="00FE200A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Demi-detorune</w:t>
            </w:r>
            <w:proofErr w:type="spellEnd"/>
          </w:p>
          <w:p w14:paraId="1B2845B4" w14:textId="77777777" w:rsidR="00E91094" w:rsidRPr="00FE200A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Relevés</w:t>
            </w:r>
            <w:proofErr w:type="spellEnd"/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2 pés para 1 e de 1 para 1</w:t>
            </w:r>
          </w:p>
          <w:p w14:paraId="7306DC96" w14:textId="77777777" w:rsidR="00E91094" w:rsidRPr="00FE200A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Posé</w:t>
            </w:r>
            <w:proofErr w:type="spellEnd"/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into</w:t>
            </w:r>
            <w:proofErr w:type="spellEnd"/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arabésque</w:t>
            </w:r>
            <w:proofErr w:type="spellEnd"/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em meia ponta</w:t>
            </w:r>
          </w:p>
          <w:p w14:paraId="69494A4B" w14:textId="77777777" w:rsidR="00E91094" w:rsidRPr="00FE200A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Exercícios no Centro (podem ser executados </w:t>
            </w:r>
            <w:proofErr w:type="spellStart"/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face, </w:t>
            </w:r>
            <w:proofErr w:type="spellStart"/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croisé</w:t>
            </w:r>
            <w:proofErr w:type="spellEnd"/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effacé</w:t>
            </w:r>
            <w:proofErr w:type="spellEnd"/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ou écarté)</w:t>
            </w:r>
          </w:p>
          <w:p w14:paraId="3BB41D5A" w14:textId="77777777" w:rsidR="00E91094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Port</w:t>
            </w:r>
            <w:proofErr w:type="spellEnd"/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</w:t>
            </w:r>
            <w:proofErr w:type="spellStart"/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bras</w:t>
            </w:r>
            <w:proofErr w:type="spellEnd"/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com reverse</w:t>
            </w:r>
            <w:r w:rsidRPr="00F26C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F26C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movement</w:t>
            </w:r>
            <w:proofErr w:type="spellEnd"/>
          </w:p>
          <w:p w14:paraId="07D6D413" w14:textId="77777777" w:rsidR="00E91094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F26C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Pliés</w:t>
            </w:r>
            <w:proofErr w:type="spellEnd"/>
            <w:r w:rsidRPr="00F26C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Pr="00F26C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rises</w:t>
            </w:r>
            <w:proofErr w:type="spellEnd"/>
          </w:p>
          <w:p w14:paraId="5792903A" w14:textId="77777777" w:rsidR="00E91094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F26C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Battement</w:t>
            </w:r>
            <w:proofErr w:type="spellEnd"/>
            <w:r w:rsidRPr="00F26C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F26C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tendu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9B71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9B71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9B71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croix</w:t>
            </w:r>
            <w:proofErr w:type="spellEnd"/>
          </w:p>
          <w:p w14:paraId="2CB3EB2C" w14:textId="77777777" w:rsidR="00E91094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0070F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Battement</w:t>
            </w:r>
            <w:proofErr w:type="spellEnd"/>
            <w:r w:rsidRPr="000070F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0070F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glissé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9B71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9B71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9B71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croix</w:t>
            </w:r>
            <w:proofErr w:type="spellEnd"/>
          </w:p>
          <w:p w14:paraId="0D51B242" w14:textId="77777777" w:rsidR="00E91094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0070F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Rond</w:t>
            </w:r>
            <w:proofErr w:type="spellEnd"/>
            <w:r w:rsidRPr="000070F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</w:t>
            </w:r>
            <w:proofErr w:type="spellStart"/>
            <w:r w:rsidRPr="000070F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jambe</w:t>
            </w:r>
            <w:proofErr w:type="spellEnd"/>
            <w:r w:rsidRPr="000070F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à terre</w:t>
            </w:r>
            <w:r>
              <w:t xml:space="preserve"> </w:t>
            </w:r>
            <w:r w:rsidRPr="009B71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 2 tempos</w:t>
            </w:r>
          </w:p>
          <w:p w14:paraId="12303518" w14:textId="77777777" w:rsidR="00E91094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5456B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Rond</w:t>
            </w:r>
            <w:proofErr w:type="spellEnd"/>
            <w:r w:rsidRPr="005456B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</w:t>
            </w:r>
            <w:proofErr w:type="spellStart"/>
            <w:r w:rsidRPr="005456B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jambe</w:t>
            </w:r>
            <w:proofErr w:type="spellEnd"/>
            <w:r w:rsidRPr="005456B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5456B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5456B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5456B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l’air</w:t>
            </w:r>
            <w:proofErr w:type="spellEnd"/>
          </w:p>
          <w:p w14:paraId="5E718626" w14:textId="77777777" w:rsidR="00E91094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99244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Battement</w:t>
            </w:r>
            <w:proofErr w:type="spellEnd"/>
            <w:r w:rsidRPr="0099244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99244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fondu</w:t>
            </w:r>
            <w:proofErr w:type="spellEnd"/>
            <w:r w:rsidRPr="0099244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à terre e </w:t>
            </w:r>
            <w:proofErr w:type="spellStart"/>
            <w:r w:rsidRPr="0099244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99244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99244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l’air</w:t>
            </w:r>
            <w:proofErr w:type="spellEnd"/>
          </w:p>
          <w:p w14:paraId="443454FE" w14:textId="77777777" w:rsidR="00E91094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0070F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Grand</w:t>
            </w:r>
            <w:proofErr w:type="spellEnd"/>
            <w:r w:rsidRPr="000070F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0070F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Battement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C0436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 2 tempos</w:t>
            </w:r>
          </w:p>
          <w:p w14:paraId="7A951C03" w14:textId="6291784B" w:rsidR="00E91094" w:rsidRPr="008F1C44" w:rsidRDefault="00E91094" w:rsidP="008F1C4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0070F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Retiré</w:t>
            </w:r>
            <w:proofErr w:type="spellEnd"/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60A297" w14:textId="77777777" w:rsidR="00E91094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Aplicar técnicas </w:t>
            </w:r>
            <w:r w:rsidRPr="00E63A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 </w:t>
            </w:r>
            <w:r w:rsidRPr="002631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progressão espacial</w:t>
            </w:r>
          </w:p>
          <w:p w14:paraId="274A4C4E" w14:textId="4B8A5481" w:rsidR="00E91094" w:rsidRDefault="0023741B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</w:t>
            </w:r>
            <w:r w:rsidR="00E9109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movimentos </w:t>
            </w:r>
            <w:r w:rsidR="00E91094" w:rsidRPr="002631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acordo com a estrutura espacial requerida</w:t>
            </w:r>
          </w:p>
          <w:p w14:paraId="685E10D1" w14:textId="47A1D478" w:rsidR="00E91094" w:rsidRDefault="0023741B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</w:t>
            </w:r>
            <w:r w:rsidR="00E9109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exercícios </w:t>
            </w:r>
            <w:r w:rsidR="00E91094" w:rsidRPr="0048611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manutenção da distância em relação aos outros elementos</w:t>
            </w:r>
          </w:p>
          <w:p w14:paraId="7BB822E0" w14:textId="6B2F8F3D" w:rsidR="00E91094" w:rsidRDefault="0023741B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</w:t>
            </w:r>
            <w:r w:rsidR="00E9109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exercícios de</w:t>
            </w:r>
            <w:r w:rsidR="00E91094" w:rsidRPr="0048611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orientação estruturada relativamente ao público</w:t>
            </w:r>
          </w:p>
          <w:p w14:paraId="621EDC5D" w14:textId="77777777" w:rsidR="00E91094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dança clássica na barra</w:t>
            </w:r>
          </w:p>
          <w:p w14:paraId="54F8D8B1" w14:textId="77777777" w:rsidR="00E91094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técnicas de dança clássica </w:t>
            </w:r>
            <w:r w:rsidRPr="00F07822">
              <w:rPr>
                <w:rFonts w:ascii="Verdana Pro Light" w:eastAsia="Arial Unicode MS" w:hAnsi="Verdana Pro Light" w:cs="Arial Unicode MS"/>
                <w:sz w:val="18"/>
                <w:szCs w:val="18"/>
              </w:rPr>
              <w:t>em ½ ponta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699DD045" w14:textId="77777777" w:rsidR="00E91094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dança clássica no centro</w:t>
            </w:r>
          </w:p>
          <w:p w14:paraId="664BDC54" w14:textId="77777777" w:rsidR="00E91094" w:rsidRPr="00517AA8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75066A0" w14:textId="77777777" w:rsidR="00E91094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27DAF04" w14:textId="77777777" w:rsidR="00E91094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AAFEA59" w14:textId="77777777" w:rsidR="00E91094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9BE0D27" w14:textId="77777777" w:rsidR="00E91094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B0B938B" w14:textId="77777777" w:rsidR="00E91094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628176F" w14:textId="77777777" w:rsidR="00E91094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B17D24C" w14:textId="77777777" w:rsidR="00E91094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BEB6056" w14:textId="77777777" w:rsidR="00E91094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FDB9BF4" w14:textId="77777777" w:rsidR="00E91094" w:rsidRPr="00057283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C62F15" w14:textId="77777777" w:rsidR="00E91094" w:rsidRPr="00A26624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A2662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utodisciplina e determinação</w:t>
            </w:r>
          </w:p>
          <w:p w14:paraId="2B08E1D7" w14:textId="413B4225" w:rsidR="00E91094" w:rsidRPr="00B10B38" w:rsidRDefault="001D6800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Pensamento</w:t>
            </w:r>
            <w:r w:rsidR="00E91094" w:rsidRPr="00B10B3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critico</w:t>
            </w:r>
          </w:p>
          <w:p w14:paraId="619C490E" w14:textId="77777777" w:rsidR="00E91094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</w:t>
            </w:r>
          </w:p>
          <w:p w14:paraId="43AB7CA5" w14:textId="0C9351EA" w:rsidR="00E91094" w:rsidRPr="00A26624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</w:t>
            </w:r>
          </w:p>
          <w:p w14:paraId="24D9A8A0" w14:textId="77777777" w:rsidR="00E91094" w:rsidRPr="00B10B38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10B3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62567800" w14:textId="77777777" w:rsidR="00E91094" w:rsidRPr="00A26624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Pr="00A2662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riatividade, imaginação e sensibilidade</w:t>
            </w:r>
          </w:p>
          <w:p w14:paraId="2A46926F" w14:textId="77777777" w:rsidR="00E91094" w:rsidRPr="00B10B38" w:rsidRDefault="00E9109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</w:t>
            </w:r>
          </w:p>
          <w:p w14:paraId="706C7E85" w14:textId="35C56AF2" w:rsidR="00E91094" w:rsidRPr="00057283" w:rsidRDefault="00AA1BC8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</w:t>
            </w:r>
          </w:p>
        </w:tc>
      </w:tr>
    </w:tbl>
    <w:p w14:paraId="041FA456" w14:textId="77777777" w:rsidR="008C76A8" w:rsidRPr="00136AD8" w:rsidRDefault="008C76A8" w:rsidP="008C76A8">
      <w:pPr>
        <w:spacing w:after="0" w:line="240" w:lineRule="auto"/>
        <w:ind w:right="-1"/>
        <w:rPr>
          <w:rFonts w:ascii="Verdana Pro Light" w:hAnsi="Verdana Pro Light" w:cs="Times New Roman"/>
        </w:rPr>
      </w:pPr>
    </w:p>
    <w:p w14:paraId="6773D787" w14:textId="77777777" w:rsidR="008C76A8" w:rsidRDefault="008C76A8" w:rsidP="008C76A8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622034D3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08977A3E" w14:textId="77777777" w:rsidR="008C76A8" w:rsidRPr="00F20E6F" w:rsidRDefault="008C76A8" w:rsidP="008C76A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36394C1B" w14:textId="1E522DEC" w:rsidR="008C76A8" w:rsidRPr="002F278E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2F278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 w:rsidRPr="002F278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2C2903">
        <w:rPr>
          <w:rFonts w:ascii="Verdana Pro Light" w:eastAsia="Arial Unicode MS" w:hAnsi="Verdana Pro Light" w:cs="Arial Unicode MS"/>
          <w:sz w:val="18"/>
          <w:szCs w:val="18"/>
        </w:rPr>
        <w:t>Aplicando</w:t>
      </w:r>
      <w:r w:rsidR="00083A37" w:rsidRPr="002F278E">
        <w:rPr>
          <w:rFonts w:ascii="Verdana Pro Light" w:eastAsia="Arial Unicode MS" w:hAnsi="Verdana Pro Light" w:cs="Arial Unicode MS"/>
          <w:sz w:val="18"/>
          <w:szCs w:val="18"/>
        </w:rPr>
        <w:t xml:space="preserve"> técnicas de progressão espacial</w:t>
      </w:r>
    </w:p>
    <w:p w14:paraId="4F296865" w14:textId="11BB7D24" w:rsidR="008C76A8" w:rsidRPr="002F278E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2F278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 w:rsidRPr="002F278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083A37" w:rsidRPr="002F278E">
        <w:rPr>
          <w:rFonts w:ascii="Verdana Pro Light" w:eastAsia="Arial Unicode MS" w:hAnsi="Verdana Pro Light" w:cs="Arial Unicode MS"/>
          <w:sz w:val="18"/>
          <w:szCs w:val="18"/>
        </w:rPr>
        <w:t>Desenvolve</w:t>
      </w:r>
      <w:r w:rsidR="00703DB1" w:rsidRPr="002F278E">
        <w:rPr>
          <w:rFonts w:ascii="Verdana Pro Light" w:eastAsia="Arial Unicode MS" w:hAnsi="Verdana Pro Light" w:cs="Arial Unicode MS"/>
          <w:sz w:val="18"/>
          <w:szCs w:val="18"/>
        </w:rPr>
        <w:t>ndo</w:t>
      </w:r>
      <w:r w:rsidR="00083A37" w:rsidRPr="002F278E">
        <w:rPr>
          <w:rFonts w:ascii="Verdana Pro Light" w:eastAsia="Arial Unicode MS" w:hAnsi="Verdana Pro Light" w:cs="Arial Unicode MS"/>
          <w:sz w:val="18"/>
          <w:szCs w:val="18"/>
        </w:rPr>
        <w:t xml:space="preserve"> movimentos de acordo com a estrutura espacial requerida</w:t>
      </w:r>
    </w:p>
    <w:p w14:paraId="0296DA90" w14:textId="4A598C2E" w:rsidR="008C76A8" w:rsidRPr="002F278E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2F278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 w:rsidRPr="002F278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2C2903">
        <w:rPr>
          <w:rFonts w:ascii="Verdana Pro Light" w:eastAsia="Arial Unicode MS" w:hAnsi="Verdana Pro Light" w:cs="Arial Unicode MS"/>
          <w:sz w:val="18"/>
          <w:szCs w:val="18"/>
        </w:rPr>
        <w:t>Cumprindo as</w:t>
      </w:r>
      <w:r w:rsidR="00083A37" w:rsidRPr="002F278E">
        <w:rPr>
          <w:rFonts w:ascii="Verdana Pro Light" w:eastAsia="Arial Unicode MS" w:hAnsi="Verdana Pro Light" w:cs="Arial Unicode MS"/>
          <w:sz w:val="18"/>
          <w:szCs w:val="18"/>
        </w:rPr>
        <w:t xml:space="preserve"> técnicas de manutenção da distância em relação aos outros elementos</w:t>
      </w:r>
    </w:p>
    <w:p w14:paraId="704B810E" w14:textId="234756B5" w:rsidR="008C76A8" w:rsidRPr="002F278E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2F278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 w:rsidRPr="002F278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2C2903">
        <w:rPr>
          <w:rFonts w:ascii="Verdana Pro Light" w:eastAsia="Arial Unicode MS" w:hAnsi="Verdana Pro Light" w:cs="Arial Unicode MS"/>
          <w:sz w:val="18"/>
          <w:szCs w:val="18"/>
        </w:rPr>
        <w:t>Aplicando as</w:t>
      </w:r>
      <w:r w:rsidR="00083A37" w:rsidRPr="002F278E">
        <w:rPr>
          <w:rFonts w:ascii="Verdana Pro Light" w:eastAsia="Arial Unicode MS" w:hAnsi="Verdana Pro Light" w:cs="Arial Unicode MS"/>
          <w:sz w:val="18"/>
          <w:szCs w:val="18"/>
        </w:rPr>
        <w:t xml:space="preserve"> técnicas de orientação estruturada relativamente ao público</w:t>
      </w:r>
    </w:p>
    <w:p w14:paraId="1BA2DF84" w14:textId="1AA22395" w:rsidR="008C76A8" w:rsidRPr="0064164C" w:rsidRDefault="008C76A8" w:rsidP="008C76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2F278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 w:rsidRPr="002F278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526584DF" w14:textId="77777777" w:rsidR="008C76A8" w:rsidRPr="00136AD8" w:rsidRDefault="008C76A8" w:rsidP="008C76A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BA74883" w14:textId="77777777" w:rsidR="008C76A8" w:rsidRPr="00F87025" w:rsidRDefault="008C76A8" w:rsidP="008C76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7C9C161" w14:textId="77777777" w:rsidR="003F7514" w:rsidRPr="00660150" w:rsidRDefault="003F7514" w:rsidP="00056245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Académico: Participação em aulas, workshops e seminários em diferentes contextos académicos e educativos</w:t>
      </w:r>
    </w:p>
    <w:p w14:paraId="620C67B9" w14:textId="77777777" w:rsidR="003F7514" w:rsidRDefault="003F7514" w:rsidP="00056245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Artístico e Profissional: Participação em espetáculos de dança, eventos performativos 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660150">
        <w:rPr>
          <w:rFonts w:ascii="Verdana Pro Light" w:eastAsia="Arial Unicode MS" w:hAnsi="Verdana Pro Light" w:cs="Arial Unicode MS"/>
          <w:sz w:val="18"/>
          <w:szCs w:val="18"/>
        </w:rPr>
        <w:t>concursos de dança</w:t>
      </w:r>
    </w:p>
    <w:p w14:paraId="10F41AF9" w14:textId="77777777" w:rsidR="003F7514" w:rsidRPr="00660150" w:rsidRDefault="003F7514" w:rsidP="00056245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Atividades ligadas às profissões da dança, nos domínios artístico, educativo, lúdico e inclusivo.</w:t>
      </w:r>
    </w:p>
    <w:p w14:paraId="7FBB721C" w14:textId="77777777" w:rsidR="003F7514" w:rsidRPr="002A28C4" w:rsidRDefault="003F7514" w:rsidP="003F75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5158A17" w14:textId="77777777" w:rsidR="003F7514" w:rsidRPr="00984B30" w:rsidRDefault="003F7514" w:rsidP="003F75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65F802E" w14:textId="77777777" w:rsidR="003F7514" w:rsidRPr="00984B30" w:rsidRDefault="003F7514" w:rsidP="003F75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8C526CD" w14:textId="77777777" w:rsidR="003F7514" w:rsidRPr="00984B30" w:rsidRDefault="003F7514" w:rsidP="003F75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E6E41E5" w14:textId="77777777" w:rsidR="003F7514" w:rsidRPr="00051C79" w:rsidRDefault="003F7514" w:rsidP="003F751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6E2A33E" w14:textId="77777777" w:rsidR="003F7514" w:rsidRPr="00F87025" w:rsidRDefault="003F7514" w:rsidP="003F751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F9D4C14" w14:textId="77777777" w:rsidR="003F7514" w:rsidRPr="004F76B6" w:rsidRDefault="003F7514" w:rsidP="003F75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Estúdio de dança devidamente preparado e equipado (sala ampla, arejada, iluminada, com chão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4F76B6">
        <w:rPr>
          <w:rFonts w:ascii="Verdana Pro Light" w:eastAsia="Arial Unicode MS" w:hAnsi="Verdana Pro Light" w:cs="Arial Unicode MS"/>
          <w:sz w:val="18"/>
          <w:szCs w:val="18"/>
        </w:rPr>
        <w:t>de linóleo com caixa de ar, barras, espelhos, equipamento de som)</w:t>
      </w:r>
    </w:p>
    <w:p w14:paraId="407C6AD7" w14:textId="77777777" w:rsidR="003F7514" w:rsidRPr="004F76B6" w:rsidRDefault="003F7514" w:rsidP="003F75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Instrumentos de treino em dança (colchões, bolas suíças, bandas elásticas, tijolos de espuma…)</w:t>
      </w:r>
    </w:p>
    <w:p w14:paraId="001B9034" w14:textId="77777777" w:rsidR="003F7514" w:rsidRPr="004F76B6" w:rsidRDefault="003F7514" w:rsidP="003F75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3C77C30E" w14:textId="77777777" w:rsidR="003F7514" w:rsidRPr="004F76B6" w:rsidRDefault="003F7514" w:rsidP="003F75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Dispositivos de projeção de imagem/vídeo</w:t>
      </w:r>
    </w:p>
    <w:p w14:paraId="5982B159" w14:textId="77777777" w:rsidR="003F7514" w:rsidRPr="004F76B6" w:rsidRDefault="003F7514" w:rsidP="003F75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Dispositivos de registo de imagem/vídeo</w:t>
      </w:r>
    </w:p>
    <w:p w14:paraId="05DA9394" w14:textId="77777777" w:rsidR="003F7514" w:rsidRPr="004F76B6" w:rsidRDefault="003F7514" w:rsidP="003F75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Equipamento específico para aulas práticas (Maillot, sapatilhas de ballet…)</w:t>
      </w:r>
    </w:p>
    <w:p w14:paraId="2D5C4BFD" w14:textId="77777777" w:rsidR="003F7514" w:rsidRDefault="003F7514" w:rsidP="003F75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Manuais técnicos</w:t>
      </w:r>
    </w:p>
    <w:p w14:paraId="48DBFDBB" w14:textId="77777777" w:rsidR="003F7514" w:rsidRPr="009E3A9A" w:rsidRDefault="003F7514" w:rsidP="003F751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AA1BA16" w14:textId="77777777" w:rsidR="003F7514" w:rsidRPr="00051C79" w:rsidRDefault="003F7514" w:rsidP="003F751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96CBEF2" w14:textId="77777777" w:rsidR="003F7514" w:rsidRPr="00F87025" w:rsidRDefault="003F7514" w:rsidP="003F751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BE64BC5" w14:textId="77777777" w:rsidR="003F7514" w:rsidRPr="007E183A" w:rsidRDefault="003F7514" w:rsidP="00056245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Forma de organização da formação: presencial</w:t>
      </w:r>
    </w:p>
    <w:p w14:paraId="1CF56FBA" w14:textId="77777777" w:rsidR="003F7514" w:rsidRPr="007E183A" w:rsidRDefault="003F7514" w:rsidP="00056245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Necessidade de garantir o espaço adequado, bem como o material necessário</w:t>
      </w:r>
    </w:p>
    <w:p w14:paraId="0ECBFE07" w14:textId="77777777" w:rsidR="003F7514" w:rsidRPr="00C85B1A" w:rsidRDefault="003F7514" w:rsidP="00056245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Proporcionar oportunidades variadas e diferenciadas de participação em eventos de dança 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natureza educativa e artística</w:t>
      </w:r>
    </w:p>
    <w:p w14:paraId="42DD02A6" w14:textId="77777777" w:rsidR="003F7514" w:rsidRDefault="003F7514" w:rsidP="00056245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Proporcionar oportunidades de assistir a espetáculos e outros eventos de dança (bailados, aulas</w:t>
      </w:r>
    </w:p>
    <w:p w14:paraId="33BB654F" w14:textId="77777777" w:rsidR="003F7514" w:rsidRPr="00C85B1A" w:rsidRDefault="003F7514" w:rsidP="00056245">
      <w:pPr>
        <w:pStyle w:val="PargrafodaLista"/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C85B1A">
        <w:rPr>
          <w:rFonts w:ascii="Verdana Pro Light" w:eastAsia="Arial Unicode MS" w:hAnsi="Verdana Pro Light" w:cs="Arial Unicode MS"/>
          <w:sz w:val="18"/>
          <w:szCs w:val="18"/>
        </w:rPr>
        <w:t>profissionais, conferências…)</w:t>
      </w:r>
    </w:p>
    <w:p w14:paraId="372A5AB8" w14:textId="77777777" w:rsidR="003F7514" w:rsidRPr="009E3A9A" w:rsidRDefault="003F7514" w:rsidP="00056245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Incentivar a colaboração (professores e alunos) entre turmas do curso dos diferentes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anos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-10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º, 11.º e 12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º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ano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6EE72892" w14:textId="77777777" w:rsidR="003F7514" w:rsidRPr="00051C79" w:rsidRDefault="003F7514" w:rsidP="003F751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C76A8" w:rsidRPr="00136AD8" w14:paraId="3CE43368" w14:textId="77777777" w:rsidTr="00FF4F5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601861F" w14:textId="254D0BC7" w:rsidR="008C76A8" w:rsidRPr="00136AD8" w:rsidRDefault="008C76A8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B1046F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0000/00</w:t>
            </w:r>
            <w:r w:rsidR="00651723" w:rsidRPr="00B1046F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3833DBC" w14:textId="14CE4E83" w:rsidR="008C76A8" w:rsidRPr="009C256C" w:rsidRDefault="00C5294F" w:rsidP="00FF4F5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C5294F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Executar técnicas de dança clássica – nível avançado</w:t>
            </w:r>
          </w:p>
        </w:tc>
      </w:tr>
    </w:tbl>
    <w:p w14:paraId="51AA95CC" w14:textId="3FC13FF6" w:rsidR="00FF4827" w:rsidRDefault="00FF4827" w:rsidP="00FF4827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627917B9" w14:textId="77777777" w:rsidR="00D56D73" w:rsidRPr="003200F2" w:rsidRDefault="00D56D73" w:rsidP="00D56D7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: </w:t>
      </w:r>
      <w:r>
        <w:rPr>
          <w:rFonts w:ascii="Verdana Pro Light" w:eastAsia="Arial Unicode MS" w:hAnsi="Verdana Pro Light" w:cs="Times New Roman"/>
          <w:smallCaps/>
          <w:sz w:val="20"/>
        </w:rPr>
        <w:t>50h</w:t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AB4901" w:rsidRPr="00136AD8" w14:paraId="66AC0E75" w14:textId="77777777" w:rsidTr="00254BD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F11BDD2" w14:textId="77777777" w:rsidR="00AB4901" w:rsidRPr="001B353A" w:rsidRDefault="00AB4901" w:rsidP="00254B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B4901" w:rsidRPr="00136AD8" w14:paraId="062408F8" w14:textId="77777777" w:rsidTr="00254BD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7B715C" w14:textId="13E1EB89" w:rsidR="00CE11B2" w:rsidRPr="00CE11B2" w:rsidRDefault="00CE11B2" w:rsidP="00CE11B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E11B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 w:rsidR="000E659E">
              <w:rPr>
                <w:rFonts w:ascii="Verdana Pro Light" w:eastAsia="Arial Unicode MS" w:hAnsi="Verdana Pro Light" w:cs="Arial Unicode MS"/>
                <w:sz w:val="18"/>
                <w:szCs w:val="18"/>
              </w:rPr>
              <w:t>Explorar</w:t>
            </w:r>
            <w:r w:rsidRPr="00CE11B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progredir </w:t>
            </w:r>
            <w:r w:rsidR="000E659E">
              <w:rPr>
                <w:rFonts w:ascii="Verdana Pro Light" w:eastAsia="Arial Unicode MS" w:hAnsi="Verdana Pro Light" w:cs="Arial Unicode MS"/>
                <w:sz w:val="18"/>
                <w:szCs w:val="18"/>
              </w:rPr>
              <w:t>n</w:t>
            </w:r>
            <w:r w:rsidRPr="00CE11B2">
              <w:rPr>
                <w:rFonts w:ascii="Verdana Pro Light" w:eastAsia="Arial Unicode MS" w:hAnsi="Verdana Pro Light" w:cs="Arial Unicode MS"/>
                <w:sz w:val="18"/>
                <w:szCs w:val="18"/>
              </w:rPr>
              <w:t>o conhecimento da base da Técnica de Dança Clássica aumentando a</w:t>
            </w:r>
            <w:r w:rsidR="00605FE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Pr="00CE11B2">
              <w:rPr>
                <w:rFonts w:ascii="Verdana Pro Light" w:eastAsia="Arial Unicode MS" w:hAnsi="Verdana Pro Light" w:cs="Arial Unicode MS"/>
                <w:sz w:val="18"/>
                <w:szCs w:val="18"/>
              </w:rPr>
              <w:t>complexidade</w:t>
            </w:r>
          </w:p>
          <w:p w14:paraId="16B8A3D3" w14:textId="75943784" w:rsidR="00CE11B2" w:rsidRPr="00CE11B2" w:rsidRDefault="00CE11B2" w:rsidP="00CE11B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E11B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="000E659E">
              <w:rPr>
                <w:rFonts w:ascii="Verdana Pro Light" w:eastAsia="Arial Unicode MS" w:hAnsi="Verdana Pro Light" w:cs="Arial Unicode MS"/>
                <w:sz w:val="18"/>
                <w:szCs w:val="18"/>
              </w:rPr>
              <w:t>Mobilizar</w:t>
            </w:r>
            <w:r w:rsidRPr="00CE11B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competências de coordenação, memória, dinâmicas e progressão espacial</w:t>
            </w:r>
          </w:p>
          <w:p w14:paraId="68308914" w14:textId="023FAAEC" w:rsidR="00CE11B2" w:rsidRDefault="00CE11B2" w:rsidP="00CE11B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CE11B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 w:rsidR="000E659E">
              <w:rPr>
                <w:rFonts w:ascii="Verdana Pro Light" w:eastAsia="Arial Unicode MS" w:hAnsi="Verdana Pro Light" w:cs="Arial Unicode MS"/>
                <w:sz w:val="18"/>
                <w:szCs w:val="18"/>
              </w:rPr>
              <w:t>Utilizar a c</w:t>
            </w:r>
            <w:r w:rsidRPr="00CE11B2">
              <w:rPr>
                <w:rFonts w:ascii="Verdana Pro Light" w:eastAsia="Arial Unicode MS" w:hAnsi="Verdana Pro Light" w:cs="Arial Unicode MS"/>
                <w:sz w:val="18"/>
                <w:szCs w:val="18"/>
              </w:rPr>
              <w:t>apacidade de interpretação do movimento a nível técnico e performativo</w:t>
            </w:r>
          </w:p>
          <w:p w14:paraId="461DF3F0" w14:textId="77777777" w:rsidR="00B457D4" w:rsidRPr="001B353A" w:rsidRDefault="00B457D4" w:rsidP="00254BD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</w:p>
        </w:tc>
      </w:tr>
      <w:tr w:rsidR="00AB4901" w:rsidRPr="00136AD8" w14:paraId="218DA43F" w14:textId="77777777" w:rsidTr="00254BD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F78D036" w14:textId="77777777" w:rsidR="00AB4901" w:rsidRPr="001B353A" w:rsidRDefault="00AB4901" w:rsidP="00254B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8D87159" w14:textId="77777777" w:rsidR="00AB4901" w:rsidRPr="001B353A" w:rsidRDefault="00AB4901" w:rsidP="00254B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28132FB" w14:textId="77777777" w:rsidR="00AB4901" w:rsidRPr="001B353A" w:rsidRDefault="00AB4901" w:rsidP="00254B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AB4901" w:rsidRPr="00136AD8" w14:paraId="0786F56A" w14:textId="77777777" w:rsidTr="003447C2">
        <w:trPr>
          <w:trHeight w:val="2975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7BA025" w14:textId="21643A25" w:rsidR="000A6FB4" w:rsidRPr="00074134" w:rsidRDefault="000A6FB4" w:rsidP="0007413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6F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Terminologia avançada da</w:t>
            </w:r>
            <w:r w:rsidR="0007413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7413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 de dança clássica;</w:t>
            </w:r>
          </w:p>
          <w:p w14:paraId="1FB066F6" w14:textId="77777777" w:rsidR="00B7756E" w:rsidRDefault="000A6FB4" w:rsidP="0007413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6F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Estudo de obras de repertório da</w:t>
            </w:r>
            <w:r w:rsidR="0007413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7413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dança clássica</w:t>
            </w:r>
          </w:p>
          <w:p w14:paraId="1BB30957" w14:textId="77777777" w:rsidR="000E0B09" w:rsidRPr="000E0B09" w:rsidRDefault="000E0B09" w:rsidP="0009320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E0B0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Postura e alinhamento corporal</w:t>
            </w:r>
          </w:p>
          <w:p w14:paraId="69B750E9" w14:textId="77777777" w:rsidR="000E0B09" w:rsidRPr="000E0B09" w:rsidRDefault="000E0B09" w:rsidP="0009320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E0B0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Perceção temporal e espacial</w:t>
            </w:r>
          </w:p>
          <w:p w14:paraId="38A7EE09" w14:textId="77777777" w:rsidR="000E0B09" w:rsidRPr="000E0B09" w:rsidRDefault="000E0B09" w:rsidP="0009320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E0B0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interpretativas de dança clássica</w:t>
            </w:r>
          </w:p>
          <w:p w14:paraId="1D639E9F" w14:textId="77777777" w:rsidR="000E0B09" w:rsidRPr="000E0B09" w:rsidRDefault="000E0B09" w:rsidP="0009320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E0B0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respiração na execução do movimento</w:t>
            </w:r>
          </w:p>
          <w:p w14:paraId="11C8FAF4" w14:textId="77777777" w:rsidR="000E0B09" w:rsidRPr="000E0B09" w:rsidRDefault="000E0B09" w:rsidP="0009320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E0B0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projeção no olhar</w:t>
            </w:r>
          </w:p>
          <w:p w14:paraId="6650172A" w14:textId="0A3B019E" w:rsidR="000E0B09" w:rsidRPr="000E0B09" w:rsidRDefault="000E0B09" w:rsidP="0009320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E0B0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Técnica e </w:t>
            </w:r>
            <w:proofErr w:type="spellStart"/>
            <w:r w:rsidRPr="000E0B0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performatividade</w:t>
            </w:r>
            <w:proofErr w:type="spellEnd"/>
            <w:r w:rsidRPr="000E0B0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na execução de movimentos de dança clássica</w:t>
            </w:r>
            <w:r w:rsidR="0058448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:</w:t>
            </w:r>
          </w:p>
          <w:p w14:paraId="29958CC3" w14:textId="77777777" w:rsidR="000E0B09" w:rsidRPr="000E0B09" w:rsidRDefault="000E0B09" w:rsidP="00D637E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3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E0B0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Virtuosidade</w:t>
            </w:r>
          </w:p>
          <w:p w14:paraId="6945DAE5" w14:textId="77777777" w:rsidR="000E0B09" w:rsidRPr="000E0B09" w:rsidRDefault="000E0B09" w:rsidP="00D637E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3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E0B0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Coordenação</w:t>
            </w:r>
          </w:p>
          <w:p w14:paraId="37EB7D07" w14:textId="77777777" w:rsidR="000E0B09" w:rsidRPr="000E0B09" w:rsidRDefault="000E0B09" w:rsidP="00D637E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3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E0B0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Alongamento</w:t>
            </w:r>
          </w:p>
          <w:p w14:paraId="6028365B" w14:textId="77777777" w:rsidR="000E0B09" w:rsidRPr="000E0B09" w:rsidRDefault="000E0B09" w:rsidP="00D637E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3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E0B0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Força</w:t>
            </w:r>
          </w:p>
          <w:p w14:paraId="01BA1F79" w14:textId="77777777" w:rsidR="000E0B09" w:rsidRPr="000E0B09" w:rsidRDefault="000E0B09" w:rsidP="00D637E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63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E0B0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Controlo</w:t>
            </w:r>
          </w:p>
          <w:p w14:paraId="5C561356" w14:textId="77777777" w:rsidR="000E0B09" w:rsidRPr="000E0B09" w:rsidRDefault="000E0B09" w:rsidP="0009320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E0B0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Exercícios na Barra </w:t>
            </w:r>
          </w:p>
          <w:p w14:paraId="37280D19" w14:textId="77777777" w:rsidR="00542E84" w:rsidRPr="00C316B5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Demi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grand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plié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em 1ª, 2ª, 4ª, e 5ª posição com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port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bras</w:t>
            </w:r>
            <w:proofErr w:type="spellEnd"/>
          </w:p>
          <w:p w14:paraId="168B4C3B" w14:textId="77777777" w:rsidR="00542E84" w:rsidRPr="00C316B5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Battement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tendu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de 1ª ou 5ª posição,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croix</w:t>
            </w:r>
            <w:proofErr w:type="spellEnd"/>
          </w:p>
          <w:p w14:paraId="78F8263B" w14:textId="77777777" w:rsidR="00542E84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Battement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glissé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de 1ª ou 5ª posição,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croix</w:t>
            </w:r>
            <w:proofErr w:type="spellEnd"/>
          </w:p>
          <w:p w14:paraId="62DFAB7A" w14:textId="77777777" w:rsidR="00542E84" w:rsidRPr="00C316B5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4B02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Battement</w:t>
            </w:r>
            <w:proofErr w:type="spellEnd"/>
            <w:r w:rsidRPr="004B02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4B02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tendu</w:t>
            </w:r>
            <w:proofErr w:type="spellEnd"/>
            <w:r w:rsidRPr="004B02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4B021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relevé</w:t>
            </w:r>
            <w:proofErr w:type="spellEnd"/>
          </w:p>
          <w:p w14:paraId="39C265E0" w14:textId="77777777" w:rsidR="00542E84" w:rsidRPr="00C316B5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Battement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glissé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cloche</w:t>
            </w:r>
            <w:proofErr w:type="spellEnd"/>
          </w:p>
          <w:p w14:paraId="71CB1432" w14:textId="77777777" w:rsidR="00542E84" w:rsidRPr="00C316B5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Battement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jeté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de 1ª ou 5ª posição,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croix</w:t>
            </w:r>
            <w:proofErr w:type="spellEnd"/>
          </w:p>
          <w:p w14:paraId="16D2A97E" w14:textId="77777777" w:rsidR="00542E84" w:rsidRPr="00C316B5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Battement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jeté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piqué</w:t>
            </w:r>
          </w:p>
          <w:p w14:paraId="2ABD0CD5" w14:textId="77777777" w:rsidR="00542E84" w:rsidRPr="00C316B5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Rond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jambe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à terre – de 5ª posição,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dehors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dedans</w:t>
            </w:r>
            <w:proofErr w:type="spellEnd"/>
          </w:p>
          <w:p w14:paraId="31A21ADA" w14:textId="77777777" w:rsidR="00542E84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Rond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jambe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l’air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dehors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dedans</w:t>
            </w:r>
            <w:proofErr w:type="spellEnd"/>
          </w:p>
          <w:p w14:paraId="32ECDE02" w14:textId="77777777" w:rsidR="00542E84" w:rsidRPr="00C316B5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F2599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Rond</w:t>
            </w:r>
            <w:proofErr w:type="spellEnd"/>
            <w:r w:rsidRPr="00F2599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</w:t>
            </w:r>
            <w:proofErr w:type="spellStart"/>
            <w:r w:rsidRPr="00F2599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jambe</w:t>
            </w:r>
            <w:proofErr w:type="spellEnd"/>
            <w:r w:rsidRPr="00F2599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F2599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jeté</w:t>
            </w:r>
            <w:proofErr w:type="spellEnd"/>
          </w:p>
          <w:p w14:paraId="440DD123" w14:textId="77777777" w:rsidR="00542E84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Battement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fondu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-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croix</w:t>
            </w:r>
            <w:proofErr w:type="spellEnd"/>
          </w:p>
          <w:p w14:paraId="611D0075" w14:textId="77777777" w:rsidR="00542E84" w:rsidRPr="00C316B5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6D0D1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Battement</w:t>
            </w:r>
            <w:proofErr w:type="spellEnd"/>
            <w:r w:rsidRPr="006D0D1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6D0D1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fondu</w:t>
            </w:r>
            <w:proofErr w:type="spellEnd"/>
            <w:r w:rsidRPr="006D0D1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em ½ ponta– </w:t>
            </w:r>
            <w:proofErr w:type="spellStart"/>
            <w:r w:rsidRPr="006D0D1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6D0D1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6D0D1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croix</w:t>
            </w:r>
            <w:proofErr w:type="spellEnd"/>
          </w:p>
          <w:p w14:paraId="30A7730E" w14:textId="77777777" w:rsidR="00542E84" w:rsidRPr="00C316B5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Assemblé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soutenu</w:t>
            </w:r>
            <w:proofErr w:type="spellEnd"/>
          </w:p>
          <w:p w14:paraId="22F59ECE" w14:textId="77777777" w:rsidR="00542E84" w:rsidRPr="00C316B5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Battement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soutenu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croix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r w:rsidRPr="001C7EE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 ½ ponta</w:t>
            </w:r>
          </w:p>
          <w:p w14:paraId="43D9F996" w14:textId="77777777" w:rsidR="00542E84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Battement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frappé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D33D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 ½ ponta</w:t>
            </w:r>
          </w:p>
          <w:p w14:paraId="1C48C48A" w14:textId="77777777" w:rsidR="00542E84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A70D7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Battements</w:t>
            </w:r>
            <w:proofErr w:type="spellEnd"/>
            <w:r w:rsidRPr="00A70D7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A70D7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frappé</w:t>
            </w:r>
            <w:proofErr w:type="spellEnd"/>
            <w:r w:rsidRPr="00A70D7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A70D7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degagé</w:t>
            </w:r>
            <w:proofErr w:type="spellEnd"/>
          </w:p>
          <w:p w14:paraId="2EA89BD4" w14:textId="77777777" w:rsidR="00542E84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8F715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Battement</w:t>
            </w:r>
            <w:proofErr w:type="spellEnd"/>
            <w:r w:rsidRPr="008F715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8F715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frappé</w:t>
            </w:r>
            <w:proofErr w:type="spellEnd"/>
            <w:r w:rsidRPr="008F715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8F715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fouétté</w:t>
            </w:r>
            <w:proofErr w:type="spellEnd"/>
          </w:p>
          <w:p w14:paraId="156EE89D" w14:textId="77777777" w:rsidR="00542E84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F03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Petit </w:t>
            </w:r>
            <w:proofErr w:type="spellStart"/>
            <w:r w:rsidRPr="00FF03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battement</w:t>
            </w:r>
            <w:proofErr w:type="spellEnd"/>
            <w:r w:rsidRPr="00FF03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FF03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sur</w:t>
            </w:r>
            <w:proofErr w:type="spellEnd"/>
            <w:r w:rsidRPr="00FF03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FF03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</w:t>
            </w:r>
            <w:proofErr w:type="spellEnd"/>
            <w:r w:rsidRPr="00FF03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FF03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cou</w:t>
            </w:r>
            <w:proofErr w:type="spellEnd"/>
            <w:r w:rsidRPr="00FF03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-de-</w:t>
            </w:r>
            <w:proofErr w:type="spellStart"/>
            <w:r w:rsidRPr="00FF03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pied</w:t>
            </w:r>
            <w:proofErr w:type="spellEnd"/>
          </w:p>
          <w:p w14:paraId="5ADE8548" w14:textId="77777777" w:rsidR="00542E84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740E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Petit </w:t>
            </w:r>
            <w:proofErr w:type="spellStart"/>
            <w:r w:rsidRPr="00C740E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battement</w:t>
            </w:r>
            <w:proofErr w:type="spellEnd"/>
            <w:r w:rsidRPr="00C740E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C740E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sur</w:t>
            </w:r>
            <w:proofErr w:type="spellEnd"/>
            <w:r w:rsidRPr="00C740E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C740E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</w:t>
            </w:r>
            <w:proofErr w:type="spellEnd"/>
            <w:r w:rsidRPr="00C740E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C740E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cou</w:t>
            </w:r>
            <w:proofErr w:type="spellEnd"/>
            <w:r w:rsidRPr="00C740E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-de-</w:t>
            </w:r>
            <w:proofErr w:type="spellStart"/>
            <w:r w:rsidRPr="00C740E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pied</w:t>
            </w:r>
            <w:proofErr w:type="spellEnd"/>
            <w:r w:rsidRPr="00C740E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C740E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serrés</w:t>
            </w:r>
            <w:proofErr w:type="spellEnd"/>
          </w:p>
          <w:p w14:paraId="25AC087B" w14:textId="77777777" w:rsidR="00542E84" w:rsidRPr="00FF0383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FF03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Flic-Flac</w:t>
            </w:r>
            <w:proofErr w:type="spellEnd"/>
            <w:r w:rsidRPr="00FF03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</w:t>
            </w:r>
            <w:proofErr w:type="spellStart"/>
            <w:r w:rsidRPr="00FF03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FF03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FF03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dehors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1D33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</w:t>
            </w:r>
            <w:proofErr w:type="spellStart"/>
            <w:r w:rsidRPr="001D33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1D33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1D33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dedans</w:t>
            </w:r>
            <w:proofErr w:type="spellEnd"/>
          </w:p>
          <w:p w14:paraId="53CE0AAF" w14:textId="77777777" w:rsidR="00542E84" w:rsidRPr="00C316B5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Rises</w:t>
            </w:r>
            <w:proofErr w:type="spellEnd"/>
          </w:p>
          <w:p w14:paraId="227CB7AA" w14:textId="77777777" w:rsidR="00542E84" w:rsidRPr="00C316B5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Retirés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259EB14D" w14:textId="77777777" w:rsidR="00542E84" w:rsidRPr="00C316B5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Relevé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lent</w:t>
            </w:r>
            <w:proofErr w:type="spellEnd"/>
          </w:p>
          <w:p w14:paraId="5404A7D2" w14:textId="77777777" w:rsidR="00542E84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Developpé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51A6FCC1" w14:textId="77777777" w:rsidR="00542E84" w:rsidRPr="00C316B5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8C2DA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Developpé</w:t>
            </w:r>
            <w:proofErr w:type="spellEnd"/>
            <w:r w:rsidRPr="008C2DA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8C2DA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passé</w:t>
            </w:r>
            <w:proofErr w:type="spellEnd"/>
            <w:r w:rsidRPr="008C2DA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Pr="008C2DA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enveloppé</w:t>
            </w:r>
            <w:proofErr w:type="spellEnd"/>
          </w:p>
          <w:p w14:paraId="0E3B4D4F" w14:textId="77777777" w:rsidR="00542E84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Demi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grand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rond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jambé</w:t>
            </w:r>
          </w:p>
          <w:p w14:paraId="14119755" w14:textId="77777777" w:rsidR="00542E84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973F2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Grand</w:t>
            </w:r>
            <w:proofErr w:type="spellEnd"/>
            <w:r w:rsidRPr="00973F2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973F2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rond</w:t>
            </w:r>
            <w:proofErr w:type="spellEnd"/>
            <w:r w:rsidRPr="00973F2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</w:t>
            </w:r>
            <w:proofErr w:type="spellStart"/>
            <w:r w:rsidRPr="00973F2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jambe</w:t>
            </w:r>
            <w:proofErr w:type="spellEnd"/>
            <w:r w:rsidRPr="00973F2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973F2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973F2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973F2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l’air</w:t>
            </w:r>
            <w:proofErr w:type="spellEnd"/>
          </w:p>
          <w:p w14:paraId="01E7643C" w14:textId="77777777" w:rsidR="00542E84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73590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Fouetté</w:t>
            </w:r>
            <w:proofErr w:type="spellEnd"/>
            <w:r w:rsidRPr="0073590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73590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of</w:t>
            </w:r>
            <w:proofErr w:type="spellEnd"/>
            <w:r w:rsidRPr="0073590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73590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Adage</w:t>
            </w:r>
            <w:proofErr w:type="spellEnd"/>
          </w:p>
          <w:p w14:paraId="24FD08CC" w14:textId="77777777" w:rsidR="00542E84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Ponché</w:t>
            </w:r>
            <w:proofErr w:type="spellEnd"/>
          </w:p>
          <w:p w14:paraId="1A473A07" w14:textId="77777777" w:rsidR="00542E84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9902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Tombé</w:t>
            </w:r>
            <w:proofErr w:type="spellEnd"/>
          </w:p>
          <w:p w14:paraId="3989E6B3" w14:textId="77777777" w:rsidR="00542E84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3601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Pirouette</w:t>
            </w:r>
            <w:proofErr w:type="spellEnd"/>
            <w:r w:rsidRPr="003601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</w:t>
            </w:r>
            <w:proofErr w:type="spellStart"/>
            <w:r w:rsidRPr="003601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3601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3601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dehors</w:t>
            </w:r>
            <w:proofErr w:type="spellEnd"/>
            <w:r w:rsidRPr="003601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Pr="003601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3601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36013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dedans</w:t>
            </w:r>
            <w:proofErr w:type="spellEnd"/>
          </w:p>
          <w:p w14:paraId="7A6437CB" w14:textId="77777777" w:rsidR="00542E84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9809D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Grand</w:t>
            </w:r>
            <w:proofErr w:type="spellEnd"/>
            <w:r w:rsidRPr="009809D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9809D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battement</w:t>
            </w:r>
            <w:proofErr w:type="spellEnd"/>
          </w:p>
          <w:p w14:paraId="71BD4D9F" w14:textId="77777777" w:rsidR="00542E84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406A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Grand</w:t>
            </w:r>
            <w:proofErr w:type="spellEnd"/>
            <w:r w:rsidRPr="00406A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406A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battements</w:t>
            </w:r>
            <w:proofErr w:type="spellEnd"/>
            <w:r w:rsidRPr="00406A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406A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406A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406A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cloche</w:t>
            </w:r>
            <w:proofErr w:type="spellEnd"/>
            <w:r w:rsidRPr="00406A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/ </w:t>
            </w:r>
            <w:proofErr w:type="spellStart"/>
            <w:r w:rsidRPr="00406A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balançoire</w:t>
            </w:r>
            <w:proofErr w:type="spellEnd"/>
          </w:p>
          <w:p w14:paraId="0657B5BD" w14:textId="77777777" w:rsidR="00542E84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E60DE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Grand</w:t>
            </w:r>
            <w:proofErr w:type="spellEnd"/>
            <w:r w:rsidRPr="00E60DE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E60DE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battements</w:t>
            </w:r>
            <w:proofErr w:type="spellEnd"/>
            <w:r w:rsidRPr="00E60DE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E60DE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E60DE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E60DE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rond</w:t>
            </w:r>
            <w:proofErr w:type="spellEnd"/>
          </w:p>
          <w:p w14:paraId="6DE3D991" w14:textId="77777777" w:rsidR="00542E84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A0386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Grand</w:t>
            </w:r>
            <w:proofErr w:type="spellEnd"/>
            <w:r w:rsidRPr="00A0386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A0386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battements</w:t>
            </w:r>
            <w:proofErr w:type="spellEnd"/>
            <w:r w:rsidRPr="00A0386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piqué</w:t>
            </w:r>
          </w:p>
          <w:p w14:paraId="591E7B92" w14:textId="77777777" w:rsidR="00542E84" w:rsidRPr="00C316B5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1777F76" w14:textId="77777777" w:rsidR="00542E84" w:rsidRPr="00FE200A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Exercícios em ½ ponta</w:t>
            </w:r>
          </w:p>
          <w:p w14:paraId="6061892A" w14:textId="77777777" w:rsidR="00542E84" w:rsidRPr="00C316B5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Relevé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5th</w:t>
            </w:r>
          </w:p>
          <w:p w14:paraId="18D7EC0D" w14:textId="77777777" w:rsidR="00542E84" w:rsidRPr="00C316B5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Echappé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relevé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croix</w:t>
            </w:r>
            <w:proofErr w:type="spellEnd"/>
          </w:p>
          <w:p w14:paraId="2E875ADB" w14:textId="77777777" w:rsidR="00542E84" w:rsidRPr="00C316B5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Relevé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devant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derrière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passé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devant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passé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derrière</w:t>
            </w:r>
            <w:proofErr w:type="spellEnd"/>
          </w:p>
          <w:p w14:paraId="19B55CE0" w14:textId="77777777" w:rsidR="00542E84" w:rsidRPr="00C316B5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Demi-detorune</w:t>
            </w:r>
            <w:proofErr w:type="spellEnd"/>
          </w:p>
          <w:p w14:paraId="5DB8C4A1" w14:textId="77777777" w:rsidR="00542E84" w:rsidRPr="00C316B5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Relevés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2 pés para 1 e de 1 para 1</w:t>
            </w:r>
          </w:p>
          <w:p w14:paraId="145C4ABA" w14:textId="77777777" w:rsidR="00542E84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Posé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into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arabésque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em meia ponta</w:t>
            </w:r>
          </w:p>
          <w:p w14:paraId="33AB8D2D" w14:textId="77777777" w:rsidR="00542E84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E64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Preparação para </w:t>
            </w:r>
            <w:proofErr w:type="spellStart"/>
            <w:r w:rsidRPr="006E64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fouetté</w:t>
            </w:r>
            <w:proofErr w:type="spellEnd"/>
            <w:r w:rsidRPr="006E64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6E64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rond</w:t>
            </w:r>
            <w:proofErr w:type="spellEnd"/>
            <w:r w:rsidRPr="006E64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</w:t>
            </w:r>
            <w:proofErr w:type="spellStart"/>
            <w:r w:rsidRPr="006E64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jambe</w:t>
            </w:r>
            <w:proofErr w:type="spellEnd"/>
            <w:r w:rsidRPr="006E64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6E64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6E64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6E64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tournant</w:t>
            </w:r>
            <w:proofErr w:type="spellEnd"/>
          </w:p>
          <w:p w14:paraId="5753B563" w14:textId="77777777" w:rsidR="00542E84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360CD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Fouetté</w:t>
            </w:r>
            <w:proofErr w:type="spellEnd"/>
            <w:r w:rsidRPr="00360CD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360CD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rond</w:t>
            </w:r>
            <w:proofErr w:type="spellEnd"/>
            <w:r w:rsidRPr="00360CD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</w:t>
            </w:r>
            <w:proofErr w:type="spellStart"/>
            <w:r w:rsidRPr="00360CD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jambe</w:t>
            </w:r>
            <w:proofErr w:type="spellEnd"/>
            <w:r w:rsidRPr="00360CD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360CD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360CD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360CD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tournant</w:t>
            </w:r>
            <w:proofErr w:type="spellEnd"/>
          </w:p>
          <w:p w14:paraId="41628017" w14:textId="77777777" w:rsidR="00542E84" w:rsidRPr="00C316B5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71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Coupé </w:t>
            </w:r>
            <w:proofErr w:type="spellStart"/>
            <w:r w:rsidRPr="00271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fouetté</w:t>
            </w:r>
            <w:proofErr w:type="spellEnd"/>
            <w:r w:rsidRPr="00271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2717B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raccourci</w:t>
            </w:r>
            <w:proofErr w:type="spellEnd"/>
          </w:p>
          <w:p w14:paraId="7AD8C61F" w14:textId="77777777" w:rsidR="00542E84" w:rsidRPr="00FE200A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Exercícios no Centro (podem ser executados </w:t>
            </w:r>
            <w:proofErr w:type="spellStart"/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face, </w:t>
            </w:r>
            <w:proofErr w:type="spellStart"/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croisé</w:t>
            </w:r>
            <w:proofErr w:type="spellEnd"/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effacé</w:t>
            </w:r>
            <w:proofErr w:type="spellEnd"/>
            <w:r w:rsidRPr="00FE20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ou écarté)</w:t>
            </w:r>
          </w:p>
          <w:p w14:paraId="6935964F" w14:textId="77777777" w:rsidR="00542E84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Port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bras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3E1EA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com circular </w:t>
            </w:r>
            <w:proofErr w:type="spellStart"/>
            <w:r w:rsidRPr="003E1EA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movement</w:t>
            </w:r>
            <w:proofErr w:type="spellEnd"/>
            <w:r w:rsidRPr="003E1EA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transferências de peso </w:t>
            </w:r>
          </w:p>
          <w:p w14:paraId="47D44910" w14:textId="77777777" w:rsidR="00542E84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Pliés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</w:t>
            </w:r>
            <w:proofErr w:type="spellStart"/>
            <w:r w:rsidRPr="001278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grand</w:t>
            </w:r>
            <w:proofErr w:type="spellEnd"/>
            <w:r w:rsidRPr="001278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1278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pliés</w:t>
            </w:r>
            <w:proofErr w:type="spellEnd"/>
            <w:r w:rsidRPr="001278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Pr="0012789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rises</w:t>
            </w:r>
            <w:proofErr w:type="spellEnd"/>
          </w:p>
          <w:p w14:paraId="3603C806" w14:textId="77777777" w:rsidR="00542E84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D346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Battement</w:t>
            </w:r>
            <w:proofErr w:type="spellEnd"/>
            <w:r w:rsidRPr="00D346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D346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tendu</w:t>
            </w:r>
            <w:proofErr w:type="spellEnd"/>
            <w:r w:rsidRPr="00D346C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com pernas alternadas</w:t>
            </w:r>
          </w:p>
          <w:p w14:paraId="4A1D6685" w14:textId="77777777" w:rsidR="00542E84" w:rsidRPr="00C316B5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2B4F4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Battement</w:t>
            </w:r>
            <w:proofErr w:type="spellEnd"/>
            <w:r w:rsidRPr="002B4F4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2B4F4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glissé</w:t>
            </w:r>
            <w:proofErr w:type="spellEnd"/>
            <w:r w:rsidRPr="002B4F4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com pernas alternada</w:t>
            </w:r>
          </w:p>
          <w:p w14:paraId="64F2DC13" w14:textId="77777777" w:rsidR="00542E84" w:rsidRPr="00C316B5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Battement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tendu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croix</w:t>
            </w:r>
            <w:proofErr w:type="spellEnd"/>
          </w:p>
          <w:p w14:paraId="53F1A3FC" w14:textId="77777777" w:rsidR="00542E84" w:rsidRPr="00C316B5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Battement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glissé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croix</w:t>
            </w:r>
            <w:proofErr w:type="spellEnd"/>
          </w:p>
          <w:p w14:paraId="782CE7A4" w14:textId="77777777" w:rsidR="00542E84" w:rsidRPr="00C316B5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Rond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jambe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à terre</w:t>
            </w:r>
            <w:r w:rsidRPr="00C316B5">
              <w:t xml:space="preserve"> </w:t>
            </w:r>
            <w:r w:rsidRPr="00535FF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 </w:t>
            </w:r>
            <w:proofErr w:type="spellStart"/>
            <w:r w:rsidRPr="00535FF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535FF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535FF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l’air</w:t>
            </w:r>
            <w:proofErr w:type="spellEnd"/>
          </w:p>
          <w:p w14:paraId="6DBF6A66" w14:textId="77777777" w:rsidR="00542E84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Battement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fondu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à terre e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</w:t>
            </w:r>
            <w:proofErr w:type="spellEnd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l’air</w:t>
            </w:r>
            <w:proofErr w:type="spellEnd"/>
          </w:p>
          <w:p w14:paraId="6361B394" w14:textId="77777777" w:rsidR="00542E84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D0588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Battement</w:t>
            </w:r>
            <w:proofErr w:type="spellEnd"/>
            <w:r w:rsidRPr="00D0588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D0588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frappés</w:t>
            </w:r>
            <w:proofErr w:type="spellEnd"/>
            <w:r w:rsidRPr="00D0588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D0588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simple</w:t>
            </w:r>
            <w:proofErr w:type="spellEnd"/>
            <w:r w:rsidRPr="00D0588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</w:t>
            </w:r>
            <w:proofErr w:type="spellStart"/>
            <w:r w:rsidRPr="00D0588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degagé</w:t>
            </w:r>
            <w:proofErr w:type="spellEnd"/>
          </w:p>
          <w:p w14:paraId="36331D97" w14:textId="77777777" w:rsidR="00542E84" w:rsidRPr="00C316B5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A7352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Battement</w:t>
            </w:r>
            <w:proofErr w:type="spellEnd"/>
            <w:r w:rsidRPr="00A7352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A7352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frappé</w:t>
            </w:r>
            <w:proofErr w:type="spellEnd"/>
            <w:r w:rsidRPr="00A7352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A7352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fouetté</w:t>
            </w:r>
            <w:proofErr w:type="spellEnd"/>
          </w:p>
          <w:p w14:paraId="6203081D" w14:textId="77777777" w:rsidR="00542E84" w:rsidRDefault="00542E84" w:rsidP="00542E8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4E532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Grand</w:t>
            </w:r>
            <w:proofErr w:type="spellEnd"/>
            <w:r w:rsidRPr="004E532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4E532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Battement</w:t>
            </w:r>
            <w:proofErr w:type="spellEnd"/>
            <w:r w:rsidRPr="004E532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em 2 tempos</w:t>
            </w:r>
          </w:p>
          <w:p w14:paraId="3EC02882" w14:textId="4F78011B" w:rsidR="00EA136A" w:rsidRPr="00B604B9" w:rsidRDefault="00542E84" w:rsidP="00B604B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4E532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Retiré</w:t>
            </w:r>
            <w:proofErr w:type="spellEnd"/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0101DD" w14:textId="5B65A728" w:rsidR="000A6FB4" w:rsidRDefault="000A6FB4" w:rsidP="0007413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6F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Identificar a terminologia</w:t>
            </w:r>
            <w:r w:rsidR="0007413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7413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avançada da técnica de dança</w:t>
            </w:r>
            <w:r w:rsidR="0007413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7413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clássica;</w:t>
            </w:r>
          </w:p>
          <w:p w14:paraId="50B2C2E9" w14:textId="77777777" w:rsidR="00104777" w:rsidRDefault="00104777" w:rsidP="001047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Efetuar trabalho prático</w:t>
            </w:r>
            <w:r w:rsidRPr="000A6F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 partir das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7413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obras de repertório visionadas;</w:t>
            </w:r>
          </w:p>
          <w:p w14:paraId="1336CDA5" w14:textId="767B2BCF" w:rsidR="007B15FD" w:rsidRDefault="007B15FD" w:rsidP="001047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B15F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e reescrever o movimento a partir da análise das obras selecionadas</w:t>
            </w:r>
          </w:p>
          <w:p w14:paraId="36067243" w14:textId="77777777" w:rsidR="00104777" w:rsidRPr="008616D0" w:rsidRDefault="00104777" w:rsidP="001047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reprodução de </w:t>
            </w:r>
            <w:r w:rsidRPr="008616D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estruturas coreográficas visionadas;</w:t>
            </w:r>
          </w:p>
          <w:p w14:paraId="6E55AA90" w14:textId="77777777" w:rsidR="00222A9B" w:rsidRPr="00C316B5" w:rsidRDefault="00222A9B" w:rsidP="00222A9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perceção temporal e espacial</w:t>
            </w:r>
          </w:p>
          <w:p w14:paraId="677D3B2A" w14:textId="77777777" w:rsidR="00222A9B" w:rsidRPr="00C316B5" w:rsidRDefault="00222A9B" w:rsidP="00222A9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interpretativas de dança clássica</w:t>
            </w:r>
          </w:p>
          <w:p w14:paraId="4A53A6FA" w14:textId="77777777" w:rsidR="00222A9B" w:rsidRPr="00C316B5" w:rsidRDefault="00222A9B" w:rsidP="00222A9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respiração na execução do movimento</w:t>
            </w:r>
          </w:p>
          <w:p w14:paraId="0639B42B" w14:textId="77777777" w:rsidR="00222A9B" w:rsidRPr="00C316B5" w:rsidRDefault="00222A9B" w:rsidP="00222A9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projeção do olhar</w:t>
            </w:r>
          </w:p>
          <w:p w14:paraId="216E1FB9" w14:textId="77777777" w:rsidR="00104777" w:rsidRPr="00074134" w:rsidRDefault="00104777" w:rsidP="00104777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6F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virtuosidade,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7413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coordenação, força e controlo da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7413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execução de movimentos de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7413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dança clássica;</w:t>
            </w:r>
          </w:p>
          <w:p w14:paraId="6EC185F3" w14:textId="3F498C45" w:rsidR="00222A9B" w:rsidRPr="00C316B5" w:rsidRDefault="00222A9B" w:rsidP="00222A9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</w:t>
            </w:r>
            <w:r w:rsidR="00F929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as </w:t>
            </w: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dança clássica na barra</w:t>
            </w:r>
          </w:p>
          <w:p w14:paraId="41271FAC" w14:textId="74933E03" w:rsidR="009A0F4C" w:rsidRPr="00C316B5" w:rsidRDefault="009A0F4C" w:rsidP="009A0F4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</w:t>
            </w:r>
            <w:r w:rsidR="00F929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as</w:t>
            </w: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técnicas de dança clássica </w:t>
            </w: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</w:rPr>
              <w:t>em ½ ponta</w:t>
            </w: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14F6F17D" w14:textId="3FC7CD80" w:rsidR="009A0F4C" w:rsidRDefault="009A0F4C" w:rsidP="009A0F4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</w:t>
            </w:r>
            <w:r w:rsidR="00F9296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as </w:t>
            </w: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dança clássica no centro</w:t>
            </w:r>
          </w:p>
          <w:p w14:paraId="4E33F29F" w14:textId="5287E5B2" w:rsidR="000A6FB4" w:rsidRPr="00074134" w:rsidRDefault="000A6FB4" w:rsidP="0007413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A6FB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diferentes estruturas</w:t>
            </w:r>
            <w:r w:rsidR="0007413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7413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coreográficas (Repetição,</w:t>
            </w:r>
            <w:r w:rsidR="0007413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7413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contraste, simultâneo, cânon,</w:t>
            </w:r>
            <w:r w:rsidR="0007413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7413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corpo, espaço, dinâmica,</w:t>
            </w:r>
            <w:r w:rsidR="0007413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7413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composição e tempo</w:t>
            </w:r>
            <w:r w:rsidR="00CF49A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)</w:t>
            </w:r>
            <w:r w:rsidRPr="0007413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;</w:t>
            </w:r>
          </w:p>
          <w:p w14:paraId="7E9284B5" w14:textId="3E588E93" w:rsidR="00AB4901" w:rsidRPr="00074134" w:rsidRDefault="00AB4901" w:rsidP="0007413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682999" w14:textId="77777777" w:rsidR="00605FED" w:rsidRPr="00605FED" w:rsidRDefault="00605FED" w:rsidP="00605F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5F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Autodisciplina e determinação;</w:t>
            </w:r>
          </w:p>
          <w:p w14:paraId="5210ADD8" w14:textId="77777777" w:rsidR="00605FED" w:rsidRPr="00605FED" w:rsidRDefault="00605FED" w:rsidP="00605F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5F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Curiosidade;</w:t>
            </w:r>
          </w:p>
          <w:p w14:paraId="64EA1A72" w14:textId="77777777" w:rsidR="00605FED" w:rsidRPr="00605FED" w:rsidRDefault="00605FED" w:rsidP="00605F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5F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Autoconhecimento;</w:t>
            </w:r>
          </w:p>
          <w:p w14:paraId="04058599" w14:textId="77777777" w:rsidR="00605FED" w:rsidRPr="00605FED" w:rsidRDefault="00605FED" w:rsidP="00605F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5F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Persistência;</w:t>
            </w:r>
          </w:p>
          <w:p w14:paraId="36C082E2" w14:textId="4C8E8069" w:rsidR="00605FED" w:rsidRPr="00605FED" w:rsidRDefault="00605FED" w:rsidP="00605F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5F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Criatividade, imaginação 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605F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sensibilidade;</w:t>
            </w:r>
          </w:p>
          <w:p w14:paraId="1269DC37" w14:textId="77777777" w:rsidR="00605FED" w:rsidRPr="00605FED" w:rsidRDefault="00605FED" w:rsidP="00605F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5F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</w:t>
            </w:r>
          </w:p>
          <w:p w14:paraId="0231E1BB" w14:textId="77777777" w:rsidR="00605FED" w:rsidRPr="00605FED" w:rsidRDefault="00605FED" w:rsidP="00605FE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05F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Autonomia;</w:t>
            </w:r>
          </w:p>
          <w:p w14:paraId="2E838B62" w14:textId="3444C8AF" w:rsidR="00A43E42" w:rsidRPr="00A43E42" w:rsidRDefault="00A43E42" w:rsidP="00630CE1">
            <w:pPr>
              <w:pStyle w:val="PargrafodaLista"/>
              <w:spacing w:before="120" w:after="0" w:line="276" w:lineRule="auto"/>
              <w:ind w:left="215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F818992" w14:textId="77777777" w:rsidR="00AB4901" w:rsidRDefault="00AB4901" w:rsidP="00AB4901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B3944D1" w14:textId="77777777" w:rsidR="00AB4901" w:rsidRPr="003200F2" w:rsidRDefault="00AB4901" w:rsidP="00FF4827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</w:p>
    <w:p w14:paraId="18418AC7" w14:textId="77777777" w:rsidR="00FF4827" w:rsidRPr="00136AD8" w:rsidRDefault="00FF4827" w:rsidP="00FF4827">
      <w:pPr>
        <w:spacing w:after="0" w:line="240" w:lineRule="auto"/>
        <w:ind w:right="-1"/>
        <w:rPr>
          <w:rFonts w:ascii="Verdana Pro Light" w:hAnsi="Verdana Pro Light" w:cs="Times New Roman"/>
        </w:rPr>
      </w:pPr>
    </w:p>
    <w:p w14:paraId="35EF691D" w14:textId="77777777" w:rsidR="00FF4827" w:rsidRDefault="00FF4827" w:rsidP="00FF4827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CA04A7D" w14:textId="77777777" w:rsidR="00FF4827" w:rsidRDefault="00FF4827" w:rsidP="00FF4827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6C5665CA" w14:textId="77777777" w:rsidR="00FF4827" w:rsidRPr="00F87025" w:rsidRDefault="00FF4827" w:rsidP="00FF482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498BE20E" w14:textId="77777777" w:rsidR="00FF4827" w:rsidRPr="00F20E6F" w:rsidRDefault="00FF4827" w:rsidP="00FF4827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24FD885C" w14:textId="3D2B4245" w:rsidR="00590499" w:rsidRPr="00590499" w:rsidRDefault="00FF4827" w:rsidP="0059049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 w:rsidR="0059049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 w:rsidR="00590499" w:rsidRPr="0059049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Utilizando a postura e alinhamento corporal adequado</w:t>
      </w:r>
    </w:p>
    <w:p w14:paraId="14630992" w14:textId="3BB11C69" w:rsidR="00590499" w:rsidRPr="00590499" w:rsidRDefault="00590499" w:rsidP="0059049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9049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CD.2 Realizando as técnicas de dança clássica no chão, barra, centro e diagonal de forma organizada e</w:t>
      </w:r>
      <w:r w:rsidR="00CF237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 w:rsidRPr="0059049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consciente</w:t>
      </w:r>
    </w:p>
    <w:p w14:paraId="3672F2D7" w14:textId="77777777" w:rsidR="00590499" w:rsidRPr="00590499" w:rsidRDefault="00590499" w:rsidP="0059049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9049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CD.3 Efetuando deslocamentos com recurso à técnica de dança clássica</w:t>
      </w:r>
    </w:p>
    <w:p w14:paraId="72DB02E9" w14:textId="4DB24816" w:rsidR="00590499" w:rsidRPr="00590499" w:rsidRDefault="00590499" w:rsidP="0059049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9049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CD.4 </w:t>
      </w:r>
      <w:proofErr w:type="gramStart"/>
      <w:r w:rsidRPr="0059049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Aplicando diferentes dinâmicas</w:t>
      </w:r>
      <w:proofErr w:type="gramEnd"/>
      <w:r w:rsidR="00F5196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de movimento</w:t>
      </w:r>
    </w:p>
    <w:p w14:paraId="1997CA82" w14:textId="42EBAA07" w:rsidR="00590499" w:rsidRDefault="00590499" w:rsidP="00590499">
      <w:pPr>
        <w:tabs>
          <w:tab w:val="center" w:pos="4890"/>
        </w:tabs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59049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CD.5 Dominando competências físicas variadas</w:t>
      </w:r>
      <w:r w:rsidR="00E33C4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 complexas</w:t>
      </w:r>
    </w:p>
    <w:p w14:paraId="5BCE152C" w14:textId="4E34A575" w:rsidR="00E33C44" w:rsidRDefault="00E33C44" w:rsidP="00590499">
      <w:pPr>
        <w:tabs>
          <w:tab w:val="center" w:pos="4890"/>
        </w:tabs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CD.6 Reproduzindo e interpretando obras coreográficas</w:t>
      </w:r>
    </w:p>
    <w:p w14:paraId="42F6957B" w14:textId="77777777" w:rsidR="00FF4827" w:rsidRPr="00136AD8" w:rsidRDefault="00FF4827" w:rsidP="00FF482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8D15CF0" w14:textId="77777777" w:rsidR="00FF4827" w:rsidRPr="00F87025" w:rsidRDefault="00FF4827" w:rsidP="00FF482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920788B" w14:textId="458C9648" w:rsidR="00953CF5" w:rsidRPr="00953CF5" w:rsidRDefault="00953CF5" w:rsidP="00953CF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953CF5">
        <w:rPr>
          <w:rFonts w:ascii="Verdana Pro Light" w:eastAsia="Arial Unicode MS" w:hAnsi="Verdana Pro Light" w:cs="Arial Unicode MS"/>
          <w:sz w:val="18"/>
          <w:szCs w:val="18"/>
        </w:rPr>
        <w:t>Académico: Participação em aulas, workshops e seminários em diferentes contextos académicos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953CF5">
        <w:rPr>
          <w:rFonts w:ascii="Verdana Pro Light" w:eastAsia="Arial Unicode MS" w:hAnsi="Verdana Pro Light" w:cs="Arial Unicode MS"/>
          <w:sz w:val="18"/>
          <w:szCs w:val="18"/>
        </w:rPr>
        <w:t>e educativos</w:t>
      </w:r>
      <w:r w:rsidR="007C054F">
        <w:rPr>
          <w:rFonts w:ascii="Verdana Pro Light" w:eastAsia="Arial Unicode MS" w:hAnsi="Verdana Pro Light" w:cs="Arial Unicode MS"/>
          <w:sz w:val="18"/>
          <w:szCs w:val="18"/>
        </w:rPr>
        <w:t xml:space="preserve">; </w:t>
      </w:r>
      <w:r w:rsidR="007C054F" w:rsidRPr="007C054F">
        <w:rPr>
          <w:rFonts w:ascii="Verdana Pro Light" w:eastAsia="Arial Unicode MS" w:hAnsi="Verdana Pro Light" w:cs="Arial Unicode MS"/>
          <w:sz w:val="18"/>
          <w:szCs w:val="18"/>
        </w:rPr>
        <w:t>Apoio como professor cooperante e assistente de coreógrafo</w:t>
      </w:r>
    </w:p>
    <w:p w14:paraId="0270D536" w14:textId="4AD1D13C" w:rsidR="00953CF5" w:rsidRPr="00953CF5" w:rsidRDefault="00953CF5" w:rsidP="00953CF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953CF5">
        <w:rPr>
          <w:rFonts w:ascii="Verdana Pro Light" w:eastAsia="Arial Unicode MS" w:hAnsi="Verdana Pro Light" w:cs="Arial Unicode MS"/>
          <w:sz w:val="18"/>
          <w:szCs w:val="18"/>
        </w:rPr>
        <w:t>Artístico e Profissional: Participação em espetáculos de dança, eventos performativos 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953CF5">
        <w:rPr>
          <w:rFonts w:ascii="Verdana Pro Light" w:eastAsia="Arial Unicode MS" w:hAnsi="Verdana Pro Light" w:cs="Arial Unicode MS"/>
          <w:sz w:val="18"/>
          <w:szCs w:val="18"/>
        </w:rPr>
        <w:t>concursos de dança</w:t>
      </w:r>
    </w:p>
    <w:p w14:paraId="682649BD" w14:textId="0A7A8FD9" w:rsidR="00221D44" w:rsidRPr="002A28C4" w:rsidRDefault="00953CF5" w:rsidP="00953CF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953CF5">
        <w:rPr>
          <w:rFonts w:ascii="Verdana Pro Light" w:eastAsia="Arial Unicode MS" w:hAnsi="Verdana Pro Light" w:cs="Arial Unicode MS"/>
          <w:sz w:val="18"/>
          <w:szCs w:val="18"/>
        </w:rPr>
        <w:t>Atividades ligadas às profissões da dança, nos domínios artístico, educativo, lúdico e inclusivo</w:t>
      </w:r>
    </w:p>
    <w:p w14:paraId="556D4C2E" w14:textId="2D535F8F" w:rsidR="00544F93" w:rsidRPr="000D39D8" w:rsidRDefault="00544F93" w:rsidP="000D39D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0D39D8">
        <w:rPr>
          <w:rFonts w:ascii="Verdana Pro Light" w:eastAsia="Arial Unicode MS" w:hAnsi="Verdana Pro Light" w:cs="Arial Unicode MS"/>
          <w:sz w:val="18"/>
          <w:szCs w:val="18"/>
        </w:rPr>
        <w:tab/>
      </w:r>
    </w:p>
    <w:p w14:paraId="34125927" w14:textId="77777777" w:rsidR="00FF4827" w:rsidRPr="00984B30" w:rsidRDefault="00FF4827" w:rsidP="00FF482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EF3091B" w14:textId="77777777" w:rsidR="00FF4827" w:rsidRPr="00984B30" w:rsidRDefault="00FF4827" w:rsidP="00FF482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CB125C8" w14:textId="77777777" w:rsidR="00FF4827" w:rsidRPr="00051C79" w:rsidRDefault="00FF4827" w:rsidP="00FF482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3031C63" w14:textId="77777777" w:rsidR="00FF4827" w:rsidRPr="00F87025" w:rsidRDefault="00FF4827" w:rsidP="00FF482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883D15D" w14:textId="26EA366A" w:rsidR="00B7591B" w:rsidRPr="00B7591B" w:rsidRDefault="00B7591B" w:rsidP="00B7591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B7591B">
        <w:rPr>
          <w:rFonts w:ascii="Verdana Pro Light" w:eastAsia="Arial Unicode MS" w:hAnsi="Verdana Pro Light" w:cs="Arial Unicode MS"/>
          <w:sz w:val="18"/>
          <w:szCs w:val="18"/>
        </w:rPr>
        <w:t>Estúdio de dança devidamente preparado e equipado (sala ampla, arejada, iluminada, com chão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B7591B">
        <w:rPr>
          <w:rFonts w:ascii="Verdana Pro Light" w:eastAsia="Arial Unicode MS" w:hAnsi="Verdana Pro Light" w:cs="Arial Unicode MS"/>
          <w:sz w:val="18"/>
          <w:szCs w:val="18"/>
        </w:rPr>
        <w:t>de linóleo com caixa de ar, barras, espelhos, equipamento de som)</w:t>
      </w:r>
    </w:p>
    <w:p w14:paraId="140392F6" w14:textId="33E354AA" w:rsidR="00B7591B" w:rsidRPr="00B7591B" w:rsidRDefault="00B7591B" w:rsidP="00B7591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B7591B">
        <w:rPr>
          <w:rFonts w:ascii="Verdana Pro Light" w:eastAsia="Arial Unicode MS" w:hAnsi="Verdana Pro Light" w:cs="Arial Unicode MS"/>
          <w:sz w:val="18"/>
          <w:szCs w:val="18"/>
        </w:rPr>
        <w:t>Instrumentos de treino em dança (colchões, bolas suíças, bandas elásticas, tijolos de espuma…)</w:t>
      </w:r>
    </w:p>
    <w:p w14:paraId="6829A75B" w14:textId="677E1345" w:rsidR="00B7591B" w:rsidRPr="00B7591B" w:rsidRDefault="00B7591B" w:rsidP="00B7591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B7591B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21062C8C" w14:textId="67D3E489" w:rsidR="00B7591B" w:rsidRPr="00B7591B" w:rsidRDefault="00B7591B" w:rsidP="00B7591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B7591B">
        <w:rPr>
          <w:rFonts w:ascii="Verdana Pro Light" w:eastAsia="Arial Unicode MS" w:hAnsi="Verdana Pro Light" w:cs="Arial Unicode MS"/>
          <w:sz w:val="18"/>
          <w:szCs w:val="18"/>
        </w:rPr>
        <w:t>Dispositivos de projeção de imagem/vídeo</w:t>
      </w:r>
    </w:p>
    <w:p w14:paraId="04E7AC36" w14:textId="7F3F0698" w:rsidR="00B7591B" w:rsidRPr="00B7591B" w:rsidRDefault="00B7591B" w:rsidP="00B7591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B7591B">
        <w:rPr>
          <w:rFonts w:ascii="Verdana Pro Light" w:eastAsia="Arial Unicode MS" w:hAnsi="Verdana Pro Light" w:cs="Arial Unicode MS"/>
          <w:sz w:val="18"/>
          <w:szCs w:val="18"/>
        </w:rPr>
        <w:t>Dispositivos de registo de imagem/vídeo</w:t>
      </w:r>
    </w:p>
    <w:p w14:paraId="46C653AE" w14:textId="2F878DE1" w:rsidR="00B7591B" w:rsidRPr="00B7591B" w:rsidRDefault="00B7591B" w:rsidP="00B7591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B7591B">
        <w:rPr>
          <w:rFonts w:ascii="Verdana Pro Light" w:eastAsia="Arial Unicode MS" w:hAnsi="Verdana Pro Light" w:cs="Arial Unicode MS"/>
          <w:sz w:val="18"/>
          <w:szCs w:val="18"/>
        </w:rPr>
        <w:t>Equipamento específico para aulas práticas (Maillot, sapatilhas de ballet…)</w:t>
      </w:r>
    </w:p>
    <w:p w14:paraId="7FAE72FE" w14:textId="5B62C78D" w:rsidR="00FF4827" w:rsidRPr="00F51961" w:rsidRDefault="00B7591B" w:rsidP="00F5196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B7591B">
        <w:rPr>
          <w:rFonts w:ascii="Verdana Pro Light" w:eastAsia="Arial Unicode MS" w:hAnsi="Verdana Pro Light" w:cs="Arial Unicode MS"/>
          <w:sz w:val="18"/>
          <w:szCs w:val="18"/>
        </w:rPr>
        <w:t>Manuais técnicos</w:t>
      </w:r>
    </w:p>
    <w:p w14:paraId="2A2D407C" w14:textId="77777777" w:rsidR="00FF4827" w:rsidRPr="00F51961" w:rsidRDefault="00FF4827" w:rsidP="00F51961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148EBE8" w14:textId="77777777" w:rsidR="00FF4827" w:rsidRPr="00F87025" w:rsidRDefault="00FF4827" w:rsidP="00FF482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EB8DCDE" w14:textId="77777777" w:rsidR="00555BD0" w:rsidRPr="007E183A" w:rsidRDefault="00555BD0" w:rsidP="00F51961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Forma de organização da formação: presencial</w:t>
      </w:r>
    </w:p>
    <w:p w14:paraId="54FE0D7C" w14:textId="77777777" w:rsidR="00555BD0" w:rsidRPr="007E183A" w:rsidRDefault="00555BD0" w:rsidP="00F51961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Necessidade de garantir o espaço adequado, bem como o material necessário</w:t>
      </w:r>
    </w:p>
    <w:p w14:paraId="315829E9" w14:textId="77777777" w:rsidR="00555BD0" w:rsidRPr="00C85B1A" w:rsidRDefault="00555BD0" w:rsidP="00F51961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Proporcionar oportunidades variadas e diferenciadas de participação em eventos de dança 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natureza educativa e artística</w:t>
      </w:r>
    </w:p>
    <w:p w14:paraId="1E4C9DA6" w14:textId="77777777" w:rsidR="00555BD0" w:rsidRDefault="00555BD0" w:rsidP="00F51961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Proporcionar oportunidades de assistir a espetáculos e outros eventos de dança (bailados, aulas</w:t>
      </w:r>
    </w:p>
    <w:p w14:paraId="7C48A026" w14:textId="77777777" w:rsidR="00555BD0" w:rsidRPr="00C85B1A" w:rsidRDefault="00555BD0" w:rsidP="00F51961">
      <w:pPr>
        <w:pStyle w:val="PargrafodaLista"/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C85B1A">
        <w:rPr>
          <w:rFonts w:ascii="Verdana Pro Light" w:eastAsia="Arial Unicode MS" w:hAnsi="Verdana Pro Light" w:cs="Arial Unicode MS"/>
          <w:sz w:val="18"/>
          <w:szCs w:val="18"/>
        </w:rPr>
        <w:t>profissionais, conferências…)</w:t>
      </w:r>
    </w:p>
    <w:p w14:paraId="0934D083" w14:textId="77777777" w:rsidR="00555BD0" w:rsidRPr="00C85B1A" w:rsidRDefault="00555BD0" w:rsidP="00F51961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Incentivar a colaboração (professores e alunos) entre turmas do curso dos diferentes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anos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-10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º, 11.º e 12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º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ano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58EFD92" w14:textId="77777777" w:rsidR="00FF4827" w:rsidRPr="00051C79" w:rsidRDefault="00FF4827" w:rsidP="00FF482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F24216" w:rsidRPr="00136AD8" w14:paraId="0243EE47" w14:textId="77777777" w:rsidTr="00254BD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9050562" w14:textId="2DC12F5C" w:rsidR="00F24216" w:rsidRPr="00F6476A" w:rsidRDefault="00F24216" w:rsidP="00254BD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F6476A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0000/00</w:t>
            </w:r>
            <w:r w:rsidR="00F6476A" w:rsidRPr="00F6476A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0AC6FA5" w14:textId="45070A2E" w:rsidR="00F24216" w:rsidRPr="009C256C" w:rsidRDefault="009515E5" w:rsidP="00254BD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9515E5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Executar técnicas de dança contemporânea – nível intermédio</w:t>
            </w:r>
          </w:p>
        </w:tc>
      </w:tr>
    </w:tbl>
    <w:p w14:paraId="62E49B2B" w14:textId="77777777" w:rsidR="00F24216" w:rsidRDefault="00F24216" w:rsidP="00F2421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2D27E78B" w14:textId="77777777" w:rsidR="00D56D73" w:rsidRPr="003200F2" w:rsidRDefault="00D56D73" w:rsidP="00D56D7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: </w:t>
      </w:r>
      <w:r>
        <w:rPr>
          <w:rFonts w:ascii="Verdana Pro Light" w:eastAsia="Arial Unicode MS" w:hAnsi="Verdana Pro Light" w:cs="Times New Roman"/>
          <w:smallCaps/>
          <w:sz w:val="20"/>
        </w:rPr>
        <w:t>50h</w:t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F24216" w:rsidRPr="00136AD8" w14:paraId="45B34A0E" w14:textId="77777777" w:rsidTr="00254BD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19C569A" w14:textId="77777777" w:rsidR="00F24216" w:rsidRPr="001B353A" w:rsidRDefault="00F24216" w:rsidP="00254B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F24216" w:rsidRPr="00136AD8" w14:paraId="3611DD47" w14:textId="77777777" w:rsidTr="00254BD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D958BB" w14:textId="4BE994A4" w:rsidR="007540CE" w:rsidRPr="007540CE" w:rsidRDefault="007540CE" w:rsidP="007540C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7540C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</w:t>
            </w:r>
            <w:r w:rsidR="00031F44">
              <w:rPr>
                <w:rFonts w:ascii="Verdana Pro Light" w:eastAsia="Arial Unicode MS" w:hAnsi="Verdana Pro Light" w:cs="Arial Unicode MS"/>
                <w:sz w:val="18"/>
                <w:szCs w:val="18"/>
              </w:rPr>
              <w:t>Realizar</w:t>
            </w:r>
            <w:r w:rsidRPr="007540C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os diferentes estilos técnicos adquiridos</w:t>
            </w:r>
          </w:p>
          <w:p w14:paraId="492DE1BD" w14:textId="3324F8E1" w:rsidR="007540CE" w:rsidRPr="007540CE" w:rsidRDefault="007540CE" w:rsidP="007540C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7540C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="00BA558E">
              <w:rPr>
                <w:rFonts w:ascii="Verdana Pro Light" w:eastAsia="Arial Unicode MS" w:hAnsi="Verdana Pro Light" w:cs="Arial Unicode MS"/>
                <w:sz w:val="18"/>
                <w:szCs w:val="18"/>
              </w:rPr>
              <w:t>Mobilizar</w:t>
            </w:r>
            <w:r w:rsidRPr="007540C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 competências de coordenação, memória, dinâmicas e progressão espacial</w:t>
            </w:r>
          </w:p>
          <w:p w14:paraId="0562B04B" w14:textId="4824A623" w:rsidR="00F24216" w:rsidRPr="00450807" w:rsidRDefault="007540CE" w:rsidP="0045080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7540C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 w:rsidR="006A1F2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Interpretar </w:t>
            </w:r>
            <w:r w:rsidRPr="007540CE">
              <w:rPr>
                <w:rFonts w:ascii="Verdana Pro Light" w:eastAsia="Arial Unicode MS" w:hAnsi="Verdana Pro Light" w:cs="Arial Unicode MS"/>
                <w:sz w:val="18"/>
                <w:szCs w:val="18"/>
              </w:rPr>
              <w:t>o movimento a nível técnico e performativo</w:t>
            </w:r>
          </w:p>
        </w:tc>
      </w:tr>
      <w:tr w:rsidR="00F24216" w:rsidRPr="00136AD8" w14:paraId="111081EA" w14:textId="77777777" w:rsidTr="00254BD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662B0D3" w14:textId="77777777" w:rsidR="00F24216" w:rsidRPr="001B353A" w:rsidRDefault="00F24216" w:rsidP="00254B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3268C28" w14:textId="77777777" w:rsidR="00F24216" w:rsidRPr="001B353A" w:rsidRDefault="00F24216" w:rsidP="00254B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8DBBDE3" w14:textId="77777777" w:rsidR="00F24216" w:rsidRPr="001B353A" w:rsidRDefault="00F24216" w:rsidP="00254B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F24216" w:rsidRPr="00136AD8" w14:paraId="1C2256B0" w14:textId="77777777" w:rsidTr="00EA6BD0">
        <w:trPr>
          <w:trHeight w:val="8141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AF9F20" w14:textId="47F9A9D9" w:rsidR="00E40DBF" w:rsidRPr="004739F2" w:rsidRDefault="00E40DBF" w:rsidP="00E40D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4739F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Grounding</w:t>
            </w:r>
            <w:proofErr w:type="spellEnd"/>
            <w:r w:rsidRPr="004739F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- exercícios bioenergéticos </w:t>
            </w:r>
            <w:r w:rsidR="00DD616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- </w:t>
            </w:r>
            <w:r w:rsidRPr="004739F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relação entre o</w:t>
            </w:r>
            <w:r w:rsidR="004739F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739F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corpo e a mente</w:t>
            </w:r>
            <w:r w:rsidR="000444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:</w:t>
            </w:r>
          </w:p>
          <w:p w14:paraId="3D783BCF" w14:textId="77777777" w:rsidR="00E40DBF" w:rsidRPr="00E40DBF" w:rsidRDefault="00E40DBF" w:rsidP="0004440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40D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Ao nível do espaço;</w:t>
            </w:r>
          </w:p>
          <w:p w14:paraId="489B3BFB" w14:textId="77777777" w:rsidR="00E40DBF" w:rsidRPr="00E40DBF" w:rsidRDefault="00E40DBF" w:rsidP="0004440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40D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Trajetórias;</w:t>
            </w:r>
          </w:p>
          <w:p w14:paraId="1B8E8514" w14:textId="33D32BFB" w:rsidR="00E40DBF" w:rsidRPr="00DD6164" w:rsidRDefault="00E40DBF" w:rsidP="0004440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D616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Fluidez, elasticidade e</w:t>
            </w:r>
            <w:r w:rsidR="00DD616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DD616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relaxamento do movimento;</w:t>
            </w:r>
          </w:p>
          <w:p w14:paraId="170EE200" w14:textId="61C7E727" w:rsidR="00E40DBF" w:rsidRPr="0004440C" w:rsidRDefault="00E40DBF" w:rsidP="00E40D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444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Ritmo, dinâmicas, equilíbrio</w:t>
            </w:r>
            <w:r w:rsidR="0004440C" w:rsidRPr="000444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: </w:t>
            </w:r>
            <w:r w:rsidRPr="000444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entre pausa e movimento</w:t>
            </w:r>
            <w:r w:rsidR="0004440C" w:rsidRPr="000444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; </w:t>
            </w:r>
            <w:r w:rsidRPr="000444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entre</w:t>
            </w:r>
            <w:r w:rsidR="0004440C" w:rsidRPr="000444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444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 movimento da dança e o gesto</w:t>
            </w:r>
            <w:r w:rsidR="000444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444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natural;</w:t>
            </w:r>
          </w:p>
          <w:p w14:paraId="3100DFC2" w14:textId="77777777" w:rsidR="00E40DBF" w:rsidRPr="00E40DBF" w:rsidRDefault="00E40DBF" w:rsidP="00E40D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40D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Ações locomotoras;</w:t>
            </w:r>
          </w:p>
          <w:p w14:paraId="324BE0FC" w14:textId="0E46F53A" w:rsidR="00E40DBF" w:rsidRPr="0004440C" w:rsidRDefault="00E40DBF" w:rsidP="0004440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40D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Elementos da técnica expressão</w:t>
            </w:r>
            <w:r w:rsidR="000444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444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um movimento livre;</w:t>
            </w:r>
          </w:p>
          <w:p w14:paraId="22356B56" w14:textId="2D04A816" w:rsidR="00E40DBF" w:rsidRPr="0004440C" w:rsidRDefault="00E40DBF" w:rsidP="0004440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40D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Expressividade e criatividade de</w:t>
            </w:r>
            <w:r w:rsidR="000444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444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movimento;</w:t>
            </w:r>
          </w:p>
          <w:p w14:paraId="705A7FB9" w14:textId="5176351A" w:rsidR="00E40DBF" w:rsidRPr="0004440C" w:rsidRDefault="00E40DBF" w:rsidP="0004440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40D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Aperfeiçoamento da consciência</w:t>
            </w:r>
            <w:r w:rsidR="000444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444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corporal e da relação do</w:t>
            </w:r>
            <w:r w:rsidR="000444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444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bailarino com o espaço;</w:t>
            </w:r>
          </w:p>
          <w:p w14:paraId="4FAF8594" w14:textId="7305CE03" w:rsidR="00E40DBF" w:rsidRPr="0004440C" w:rsidRDefault="00E40DBF" w:rsidP="0004440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40D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Exercícios de consciencialização</w:t>
            </w:r>
            <w:r w:rsidR="000444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444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corporal e exploração do</w:t>
            </w:r>
            <w:r w:rsidR="000444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444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movimento;</w:t>
            </w:r>
          </w:p>
          <w:p w14:paraId="1BA44CC5" w14:textId="77777777" w:rsidR="00E40DBF" w:rsidRPr="00E40DBF" w:rsidRDefault="00E40DBF" w:rsidP="00E40D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40D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improvisação;</w:t>
            </w:r>
          </w:p>
          <w:p w14:paraId="0921D86B" w14:textId="77777777" w:rsidR="00E40DBF" w:rsidRPr="00E40DBF" w:rsidRDefault="00E40DBF" w:rsidP="00E40D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40D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Análise da prática criativa;</w:t>
            </w:r>
          </w:p>
          <w:p w14:paraId="7F9F752C" w14:textId="76DCD6CA" w:rsidR="00415E86" w:rsidRPr="0004440C" w:rsidRDefault="00E40DBF" w:rsidP="0004440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40D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Rodas de partilha para refletir e</w:t>
            </w:r>
            <w:r w:rsidR="000444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444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expressar a vivência de cada um</w:t>
            </w:r>
            <w:r w:rsidR="000444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0444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 ato criativo;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C4DF77" w14:textId="5B502C17" w:rsidR="00872EBF" w:rsidRPr="00872EBF" w:rsidRDefault="00872EBF" w:rsidP="00872E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72E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o conhecimento técnico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872E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adquirido;</w:t>
            </w:r>
          </w:p>
          <w:p w14:paraId="501A9D15" w14:textId="6398D9B1" w:rsidR="00872EBF" w:rsidRPr="00872EBF" w:rsidRDefault="008323DB" w:rsidP="00872E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e p</w:t>
            </w:r>
            <w:r w:rsidR="00872EBF" w:rsidRPr="00872E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otencializar o conhecimento</w:t>
            </w:r>
            <w:r w:rsidR="00872E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872EBF" w:rsidRPr="00872E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corporal/técnico;</w:t>
            </w:r>
          </w:p>
          <w:p w14:paraId="7BD72DF5" w14:textId="242636D8" w:rsidR="00872EBF" w:rsidRPr="008323DB" w:rsidRDefault="00872EBF" w:rsidP="00872E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323D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o conhecimento corporal</w:t>
            </w:r>
            <w:r w:rsidR="008323DB" w:rsidRPr="008323D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8323D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 diferentes formas de</w:t>
            </w:r>
            <w:r w:rsidR="008323D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8323D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movimentar/técnicas;</w:t>
            </w:r>
          </w:p>
          <w:p w14:paraId="476B8899" w14:textId="593D5712" w:rsidR="00872EBF" w:rsidRPr="0026627F" w:rsidRDefault="00872EBF" w:rsidP="00461C4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662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elementos básicos</w:t>
            </w:r>
            <w:r w:rsidR="008323DB" w:rsidRPr="002662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2662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do </w:t>
            </w:r>
            <w:proofErr w:type="spellStart"/>
            <w:r w:rsidRPr="002662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Flying</w:t>
            </w:r>
            <w:proofErr w:type="spellEnd"/>
            <w:r w:rsidRPr="002662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2662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low</w:t>
            </w:r>
            <w:proofErr w:type="spellEnd"/>
            <w:r w:rsidRPr="002662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Contato</w:t>
            </w:r>
            <w:r w:rsidR="00461C4A" w:rsidRPr="002662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i</w:t>
            </w:r>
            <w:r w:rsidRPr="002662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mprovisação e Improvisação;</w:t>
            </w:r>
          </w:p>
          <w:p w14:paraId="62B845E1" w14:textId="5B27DEBD" w:rsidR="00872EBF" w:rsidRPr="0026627F" w:rsidRDefault="00872EBF" w:rsidP="00872E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662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 importância da</w:t>
            </w:r>
            <w:r w:rsidR="00461C4A" w:rsidRPr="002662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2662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natureza orgânica do</w:t>
            </w:r>
            <w:r w:rsidR="00461C4A" w:rsidRPr="002662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2662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movimento;</w:t>
            </w:r>
          </w:p>
          <w:p w14:paraId="5485CBD4" w14:textId="6290E31D" w:rsidR="00872EBF" w:rsidRPr="00461C4A" w:rsidRDefault="00872EBF" w:rsidP="00872E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61C4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execução do</w:t>
            </w:r>
            <w:r w:rsidR="00461C4A" w:rsidRPr="00461C4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61C4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movimento com fluidez,</w:t>
            </w:r>
            <w:r w:rsidR="00461C4A" w:rsidRPr="00461C4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61C4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elasticidade e relaxamento das</w:t>
            </w:r>
            <w:r w:rsidR="00461C4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61C4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articulações;</w:t>
            </w:r>
          </w:p>
          <w:p w14:paraId="00F4CEF2" w14:textId="1554F4CF" w:rsidR="00872EBF" w:rsidRPr="00DC6314" w:rsidRDefault="00872EBF" w:rsidP="00872E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C631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força,</w:t>
            </w:r>
            <w:r w:rsidR="00461C4A" w:rsidRPr="00DC631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DC631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equilíbrio e contato firme com o</w:t>
            </w:r>
            <w:r w:rsidR="00461C4A" w:rsidRPr="00DC631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DC631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chão e os vários níveis do</w:t>
            </w:r>
            <w:r w:rsidR="00DC631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DC631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espaço;</w:t>
            </w:r>
          </w:p>
          <w:p w14:paraId="49AD6687" w14:textId="583954F2" w:rsidR="00872EBF" w:rsidRPr="00DC6314" w:rsidRDefault="00872EBF" w:rsidP="00872E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C631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noção do</w:t>
            </w:r>
            <w:r w:rsidR="00DC6314" w:rsidRPr="00DC631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DC631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espaço, peso, tempo e fluxo do</w:t>
            </w:r>
            <w:r w:rsidR="00DC631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DC631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movimento;</w:t>
            </w:r>
          </w:p>
          <w:p w14:paraId="2312A905" w14:textId="36FD701F" w:rsidR="00872EBF" w:rsidRPr="00DC6314" w:rsidRDefault="00872EBF" w:rsidP="00872E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C631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padrões de movimentos</w:t>
            </w:r>
            <w:r w:rsidR="00DC6314" w:rsidRPr="00DC631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DC631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que relacionem respiração,</w:t>
            </w:r>
            <w:r w:rsidR="00DC6314" w:rsidRPr="00DC631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DC631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velocidade e libertação de</w:t>
            </w:r>
            <w:r w:rsidR="00DC631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DC631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energia;</w:t>
            </w:r>
          </w:p>
          <w:p w14:paraId="38BDC441" w14:textId="4F64A49D" w:rsidR="00872EBF" w:rsidRPr="00DC6314" w:rsidRDefault="00872EBF" w:rsidP="00872E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6627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 movimento</w:t>
            </w:r>
            <w:r w:rsidRPr="00DC631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o</w:t>
            </w:r>
            <w:r w:rsidR="00DC6314" w:rsidRPr="00DC631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DC631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gesto e a ação, enquanto</w:t>
            </w:r>
            <w:r w:rsidR="00DC6314" w:rsidRPr="00DC631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DC631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experiência e enquanto</w:t>
            </w:r>
            <w:r w:rsidR="00DC631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DC631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construção de movimentos;</w:t>
            </w:r>
          </w:p>
          <w:p w14:paraId="6F0CB33D" w14:textId="336D38A0" w:rsidR="00872EBF" w:rsidRPr="008819D9" w:rsidRDefault="00872EBF" w:rsidP="00872E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819D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elementos da</w:t>
            </w:r>
            <w:r w:rsidR="008819D9" w:rsidRPr="008819D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8819D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 de contacto</w:t>
            </w:r>
            <w:r w:rsidR="008819D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8819D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improvisação;</w:t>
            </w:r>
          </w:p>
          <w:p w14:paraId="552833F3" w14:textId="5B77679E" w:rsidR="00872EBF" w:rsidRPr="009105D8" w:rsidRDefault="009105D8" w:rsidP="00872E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</w:t>
            </w:r>
            <w:r w:rsidR="00872EBF" w:rsidRPr="009105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 movimento a partir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872EBF" w:rsidRPr="009105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dos reflexos e da intuição;</w:t>
            </w:r>
          </w:p>
          <w:p w14:paraId="00E143A9" w14:textId="6DEDF8C2" w:rsidR="00430B46" w:rsidRPr="00430B46" w:rsidRDefault="00430B46" w:rsidP="00430B4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Aplicar</w:t>
            </w:r>
            <w:r w:rsidR="00872EBF" w:rsidRPr="00430B4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movimentos através do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872EBF" w:rsidRPr="00430B4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toque;</w:t>
            </w:r>
          </w:p>
          <w:p w14:paraId="6AE97B46" w14:textId="7441B8A4" w:rsidR="00430B46" w:rsidRPr="00430B46" w:rsidRDefault="00430B46" w:rsidP="00430B4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</w:t>
            </w:r>
            <w:r w:rsidRPr="00430B4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movimentos co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 </w:t>
            </w:r>
            <w:r w:rsidRPr="00430B4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recurso a adereços/instrumentos</w:t>
            </w:r>
          </w:p>
          <w:p w14:paraId="1741F36F" w14:textId="77777777" w:rsidR="00430B46" w:rsidRPr="00872EBF" w:rsidRDefault="00430B46" w:rsidP="00872EB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10D05BC" w14:textId="77777777" w:rsidR="00F24216" w:rsidRPr="009602C8" w:rsidRDefault="00F24216" w:rsidP="00872EBF">
            <w:p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0D8A45" w14:textId="77777777" w:rsidR="00F24216" w:rsidRPr="00EA6BD0" w:rsidRDefault="00F24216" w:rsidP="00872EBF">
            <w:pPr>
              <w:spacing w:before="120" w:after="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68A864" w14:textId="77777777" w:rsidR="00430B46" w:rsidRPr="00872EBF" w:rsidRDefault="00430B46" w:rsidP="00430B4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72E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Autodisciplina</w:t>
            </w:r>
          </w:p>
          <w:p w14:paraId="2B10D9E6" w14:textId="77777777" w:rsidR="00430B46" w:rsidRPr="00872EBF" w:rsidRDefault="00430B46" w:rsidP="00430B4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72E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</w:t>
            </w:r>
          </w:p>
          <w:p w14:paraId="40841C21" w14:textId="77777777" w:rsidR="00430B46" w:rsidRPr="00872EBF" w:rsidRDefault="00430B46" w:rsidP="00430B4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72E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</w:t>
            </w:r>
          </w:p>
          <w:p w14:paraId="2737F415" w14:textId="77777777" w:rsidR="00430B46" w:rsidRPr="00872EBF" w:rsidRDefault="00430B46" w:rsidP="00430B4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72E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289B9828" w14:textId="77777777" w:rsidR="00430B46" w:rsidRPr="00872EBF" w:rsidRDefault="00430B46" w:rsidP="00430B4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72E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Determinação</w:t>
            </w:r>
          </w:p>
          <w:p w14:paraId="7428F7CA" w14:textId="77777777" w:rsidR="00430B46" w:rsidRPr="00872EBF" w:rsidRDefault="00430B46" w:rsidP="00430B4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72E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</w:t>
            </w:r>
          </w:p>
          <w:p w14:paraId="62B7089A" w14:textId="77777777" w:rsidR="00430B46" w:rsidRPr="00872EBF" w:rsidRDefault="00430B46" w:rsidP="00430B4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72E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Criatividade, imaginação e</w:t>
            </w:r>
          </w:p>
          <w:p w14:paraId="22D1DE7A" w14:textId="77777777" w:rsidR="00430B46" w:rsidRPr="00872EBF" w:rsidRDefault="00430B46" w:rsidP="00430B4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72E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</w:t>
            </w:r>
          </w:p>
          <w:p w14:paraId="6850C2B0" w14:textId="77777777" w:rsidR="00430B46" w:rsidRPr="00872EBF" w:rsidRDefault="00430B46" w:rsidP="00430B4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72E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 e autocrítico</w:t>
            </w:r>
          </w:p>
          <w:p w14:paraId="7D49C801" w14:textId="77777777" w:rsidR="00430B46" w:rsidRPr="00872EBF" w:rsidRDefault="00430B46" w:rsidP="00430B4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72E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grupo</w:t>
            </w:r>
          </w:p>
          <w:p w14:paraId="49B7681F" w14:textId="009E567D" w:rsidR="00F24216" w:rsidRPr="00C316B5" w:rsidRDefault="00F24216" w:rsidP="00430B4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C646737" w14:textId="77777777" w:rsidR="00F24216" w:rsidRDefault="00F24216" w:rsidP="00F24216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2D89B8B" w14:textId="77777777" w:rsidR="00F24216" w:rsidRDefault="00F24216" w:rsidP="00F2421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</w:p>
    <w:p w14:paraId="71F986EF" w14:textId="77777777" w:rsidR="0004440C" w:rsidRDefault="0004440C" w:rsidP="00F2421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</w:p>
    <w:p w14:paraId="67521C30" w14:textId="77777777" w:rsidR="0004440C" w:rsidRDefault="0004440C" w:rsidP="00F2421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</w:p>
    <w:p w14:paraId="132739FA" w14:textId="77777777" w:rsidR="004344CC" w:rsidRDefault="004344CC" w:rsidP="00F2421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</w:p>
    <w:p w14:paraId="74B3352D" w14:textId="77777777" w:rsidR="004344CC" w:rsidRDefault="004344CC" w:rsidP="00F2421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</w:p>
    <w:p w14:paraId="55F37D06" w14:textId="77777777" w:rsidR="004344CC" w:rsidRDefault="004344CC" w:rsidP="00F2421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</w:p>
    <w:p w14:paraId="7F862E01" w14:textId="77777777" w:rsidR="004344CC" w:rsidRDefault="004344CC" w:rsidP="00F2421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</w:p>
    <w:p w14:paraId="66F9E01B" w14:textId="77777777" w:rsidR="004344CC" w:rsidRDefault="004344CC" w:rsidP="00F2421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</w:p>
    <w:p w14:paraId="6C722271" w14:textId="77777777" w:rsidR="004344CC" w:rsidRDefault="004344CC" w:rsidP="00F2421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</w:p>
    <w:p w14:paraId="299D9D06" w14:textId="77777777" w:rsidR="004344CC" w:rsidRDefault="004344CC" w:rsidP="00F2421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</w:p>
    <w:p w14:paraId="2538A1DF" w14:textId="77777777" w:rsidR="004344CC" w:rsidRDefault="004344CC" w:rsidP="00F2421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</w:p>
    <w:p w14:paraId="7D317EDA" w14:textId="77777777" w:rsidR="004344CC" w:rsidRDefault="004344CC" w:rsidP="00F2421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</w:p>
    <w:p w14:paraId="184DBAF2" w14:textId="77777777" w:rsidR="004344CC" w:rsidRPr="003200F2" w:rsidRDefault="004344CC" w:rsidP="00F24216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</w:p>
    <w:p w14:paraId="2AD4195C" w14:textId="77777777" w:rsidR="00F24216" w:rsidRPr="00136AD8" w:rsidRDefault="00F24216" w:rsidP="00F24216">
      <w:pPr>
        <w:spacing w:after="0" w:line="240" w:lineRule="auto"/>
        <w:ind w:right="-1"/>
        <w:rPr>
          <w:rFonts w:ascii="Verdana Pro Light" w:hAnsi="Verdana Pro Light" w:cs="Times New Roman"/>
        </w:rPr>
      </w:pPr>
    </w:p>
    <w:p w14:paraId="25DDAD8C" w14:textId="77777777" w:rsidR="00F24216" w:rsidRDefault="00F24216" w:rsidP="00F24216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19B8A1D" w14:textId="77777777" w:rsidR="00F24216" w:rsidRPr="00F87025" w:rsidRDefault="00F24216" w:rsidP="00F2421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770E5FE9" w14:textId="77777777" w:rsidR="00F24216" w:rsidRPr="00F20E6F" w:rsidRDefault="00F24216" w:rsidP="00F24216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21C7AB70" w14:textId="77777777" w:rsidR="00031F44" w:rsidRPr="00031F44" w:rsidRDefault="00031F44" w:rsidP="00031F44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031F4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Utilizando a postura e alinhamento corporal adequado</w:t>
      </w:r>
    </w:p>
    <w:p w14:paraId="5AD0796F" w14:textId="6276FB22" w:rsidR="00031F44" w:rsidRPr="00031F44" w:rsidRDefault="00031F44" w:rsidP="00031F44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031F4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CD.2 Realizando as técnicas de dança contemporânea no chão, centro e diagonal de forma organizada e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 w:rsidRPr="00031F4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consciente</w:t>
      </w:r>
    </w:p>
    <w:p w14:paraId="56CFE06A" w14:textId="27E82FBA" w:rsidR="00031F44" w:rsidRPr="00031F44" w:rsidRDefault="00031F44" w:rsidP="00031F44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031F4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CD.3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Mobilizando </w:t>
      </w:r>
      <w:r w:rsidRPr="00031F4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várias linguagens motoras para consolidar a expressão individualizadora e o potencial criativo de cada um</w:t>
      </w:r>
    </w:p>
    <w:p w14:paraId="237647E3" w14:textId="2F70F18F" w:rsidR="00F24216" w:rsidRDefault="00031F44" w:rsidP="00031F44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031F4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4</w:t>
      </w:r>
      <w:r w:rsidRPr="00031F4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 w:rsidR="00C40D8E" w:rsidRPr="00031F4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Reproduzindo e interpretando obras coreográficas</w:t>
      </w:r>
    </w:p>
    <w:p w14:paraId="7C86E947" w14:textId="77777777" w:rsidR="00C40D8E" w:rsidRPr="00C40D8E" w:rsidRDefault="00C40D8E" w:rsidP="00031F44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</w:p>
    <w:p w14:paraId="0BB099DF" w14:textId="77777777" w:rsidR="00F24216" w:rsidRPr="00F87025" w:rsidRDefault="00F24216" w:rsidP="00F2421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CFD86AD" w14:textId="77777777" w:rsidR="001B3B58" w:rsidRPr="001B3B58" w:rsidRDefault="001B3B58" w:rsidP="001B3B5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1B3B58">
        <w:rPr>
          <w:rFonts w:ascii="Verdana Pro Light" w:eastAsia="Arial Unicode MS" w:hAnsi="Verdana Pro Light" w:cs="Arial Unicode MS"/>
          <w:sz w:val="18"/>
          <w:szCs w:val="18"/>
        </w:rPr>
        <w:t>Académico: Participação em aulas, workshops e seminários em diferentes contextos académicos</w:t>
      </w:r>
    </w:p>
    <w:p w14:paraId="052488EC" w14:textId="77777777" w:rsidR="001B3B58" w:rsidRPr="001B3B58" w:rsidRDefault="001B3B58" w:rsidP="001B3B5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1B3B58">
        <w:rPr>
          <w:rFonts w:ascii="Verdana Pro Light" w:eastAsia="Arial Unicode MS" w:hAnsi="Verdana Pro Light" w:cs="Arial Unicode MS"/>
          <w:sz w:val="18"/>
          <w:szCs w:val="18"/>
        </w:rPr>
        <w:t>e educativos</w:t>
      </w:r>
    </w:p>
    <w:p w14:paraId="65A572B0" w14:textId="545E2F7D" w:rsidR="001B3B58" w:rsidRPr="001B3B58" w:rsidRDefault="001B3B58" w:rsidP="001B3B5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1B3B58">
        <w:rPr>
          <w:rFonts w:ascii="Verdana Pro Light" w:eastAsia="Arial Unicode MS" w:hAnsi="Verdana Pro Light" w:cs="Arial Unicode MS"/>
          <w:sz w:val="18"/>
          <w:szCs w:val="18"/>
        </w:rPr>
        <w:t>Artístico e Pré-profissional: Participação em espetáculos de dança e eventos performativos</w:t>
      </w:r>
    </w:p>
    <w:p w14:paraId="15CDE6D4" w14:textId="7BD5221E" w:rsidR="00221D44" w:rsidRPr="002A28C4" w:rsidRDefault="001B3B58" w:rsidP="001B3B58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1B3B58">
        <w:rPr>
          <w:rFonts w:ascii="Verdana Pro Light" w:eastAsia="Arial Unicode MS" w:hAnsi="Verdana Pro Light" w:cs="Arial Unicode MS"/>
          <w:sz w:val="18"/>
          <w:szCs w:val="18"/>
        </w:rPr>
        <w:t>Atividades ligadas às profissões da dança, nos domínios artístico, educativo, lúdico e inclusivo</w:t>
      </w:r>
      <w:r w:rsidR="00221D44" w:rsidRPr="002A28C4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171D0033" w14:textId="77777777" w:rsidR="00221D44" w:rsidRPr="002A28C4" w:rsidRDefault="00221D44" w:rsidP="00221D4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B10DBA5" w14:textId="77777777" w:rsidR="00F24216" w:rsidRPr="00984B30" w:rsidRDefault="00F24216" w:rsidP="00F2421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0C6F05B" w14:textId="77777777" w:rsidR="00F24216" w:rsidRPr="00984B30" w:rsidRDefault="00F24216" w:rsidP="00F2421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AFF9B5E" w14:textId="77777777" w:rsidR="00F24216" w:rsidRPr="00984B30" w:rsidRDefault="00F24216" w:rsidP="00F2421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AF8237E" w14:textId="77777777" w:rsidR="00F24216" w:rsidRPr="00051C79" w:rsidRDefault="00F24216" w:rsidP="00F2421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C76510B" w14:textId="77777777" w:rsidR="00F24216" w:rsidRPr="00F87025" w:rsidRDefault="00F24216" w:rsidP="00F2421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164E2BF0" w14:textId="42938D2B" w:rsidR="00E25197" w:rsidRPr="008404F3" w:rsidRDefault="00E25197" w:rsidP="00E2519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8404F3">
        <w:rPr>
          <w:rFonts w:ascii="Verdana Pro Light" w:eastAsia="Arial Unicode MS" w:hAnsi="Verdana Pro Light" w:cs="Arial Unicode MS"/>
          <w:sz w:val="18"/>
          <w:szCs w:val="18"/>
        </w:rPr>
        <w:t>Estúdio de dança devidamente preparado e equipado (sala ampla, arejada, iluminada, com chão</w:t>
      </w:r>
      <w:r w:rsidR="008404F3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8404F3">
        <w:rPr>
          <w:rFonts w:ascii="Verdana Pro Light" w:eastAsia="Arial Unicode MS" w:hAnsi="Verdana Pro Light" w:cs="Arial Unicode MS"/>
          <w:sz w:val="18"/>
          <w:szCs w:val="18"/>
        </w:rPr>
        <w:t>de linóleo com caixa de ar, barras, espelhos, equipamento de som)</w:t>
      </w:r>
    </w:p>
    <w:p w14:paraId="4FF84F22" w14:textId="5E374CD9" w:rsidR="00E25197" w:rsidRPr="00E25197" w:rsidRDefault="00E25197" w:rsidP="00E2519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E25197">
        <w:rPr>
          <w:rFonts w:ascii="Verdana Pro Light" w:eastAsia="Arial Unicode MS" w:hAnsi="Verdana Pro Light" w:cs="Arial Unicode MS"/>
          <w:sz w:val="18"/>
          <w:szCs w:val="18"/>
        </w:rPr>
        <w:t>Instrumentos de treino em dança (colchões, bolas suíças, bandas elásticas, tijolos de espuma…)</w:t>
      </w:r>
    </w:p>
    <w:p w14:paraId="0400A6FE" w14:textId="3BD97395" w:rsidR="00E25197" w:rsidRPr="00E25197" w:rsidRDefault="00E25197" w:rsidP="00E2519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E25197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2813175F" w14:textId="024FB688" w:rsidR="00E25197" w:rsidRPr="00E25197" w:rsidRDefault="00E25197" w:rsidP="00E2519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E25197">
        <w:rPr>
          <w:rFonts w:ascii="Verdana Pro Light" w:eastAsia="Arial Unicode MS" w:hAnsi="Verdana Pro Light" w:cs="Arial Unicode MS"/>
          <w:sz w:val="18"/>
          <w:szCs w:val="18"/>
        </w:rPr>
        <w:t>Dispositivos de projeção de imagem/vídeo</w:t>
      </w:r>
    </w:p>
    <w:p w14:paraId="7F745AB8" w14:textId="5283A0C2" w:rsidR="00E25197" w:rsidRPr="00E25197" w:rsidRDefault="00E25197" w:rsidP="00E2519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E25197">
        <w:rPr>
          <w:rFonts w:ascii="Verdana Pro Light" w:eastAsia="Arial Unicode MS" w:hAnsi="Verdana Pro Light" w:cs="Arial Unicode MS"/>
          <w:sz w:val="18"/>
          <w:szCs w:val="18"/>
        </w:rPr>
        <w:t>Dispositivos de registo de imagem/vídeo</w:t>
      </w:r>
    </w:p>
    <w:p w14:paraId="2DC9426D" w14:textId="0B10575E" w:rsidR="00E25197" w:rsidRPr="00E25197" w:rsidRDefault="00E25197" w:rsidP="00E2519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E25197">
        <w:rPr>
          <w:rFonts w:ascii="Verdana Pro Light" w:eastAsia="Arial Unicode MS" w:hAnsi="Verdana Pro Light" w:cs="Arial Unicode MS"/>
          <w:sz w:val="18"/>
          <w:szCs w:val="18"/>
        </w:rPr>
        <w:t>Equipamento específico para aulas práticas (Maillot, sapatilhas de ballet…)</w:t>
      </w:r>
    </w:p>
    <w:p w14:paraId="75E3EF8B" w14:textId="14891989" w:rsidR="00F24216" w:rsidRPr="00501DC8" w:rsidRDefault="00E25197" w:rsidP="00E25197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E25197">
        <w:rPr>
          <w:rFonts w:ascii="Verdana Pro Light" w:eastAsia="Arial Unicode MS" w:hAnsi="Verdana Pro Light" w:cs="Arial Unicode MS"/>
          <w:sz w:val="18"/>
          <w:szCs w:val="18"/>
        </w:rPr>
        <w:t>Manuais técnicos</w:t>
      </w:r>
    </w:p>
    <w:p w14:paraId="217EB018" w14:textId="77777777" w:rsidR="00F24216" w:rsidRPr="008404F3" w:rsidRDefault="00F24216" w:rsidP="00F2421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43655EF" w14:textId="77777777" w:rsidR="00F24216" w:rsidRPr="00F87025" w:rsidRDefault="00F24216" w:rsidP="00F2421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C6C251C" w14:textId="77777777" w:rsidR="00A43566" w:rsidRPr="00D574E6" w:rsidRDefault="00A43566" w:rsidP="008404F3">
      <w:pPr>
        <w:pStyle w:val="PargrafodaLista"/>
        <w:numPr>
          <w:ilvl w:val="0"/>
          <w:numId w:val="3"/>
        </w:numPr>
        <w:spacing w:before="120" w:after="0" w:line="360" w:lineRule="auto"/>
        <w:ind w:left="567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D574E6">
        <w:rPr>
          <w:rFonts w:ascii="Verdana Pro Light" w:eastAsia="Arial Unicode MS" w:hAnsi="Verdana Pro Light" w:cs="Arial Unicode MS"/>
          <w:sz w:val="18"/>
          <w:szCs w:val="18"/>
        </w:rPr>
        <w:t>Forma de organização da formação: presencial</w:t>
      </w:r>
    </w:p>
    <w:p w14:paraId="1BD86590" w14:textId="77777777" w:rsidR="00A43566" w:rsidRPr="00D574E6" w:rsidRDefault="00A43566" w:rsidP="008404F3">
      <w:pPr>
        <w:pStyle w:val="PargrafodaLista"/>
        <w:numPr>
          <w:ilvl w:val="0"/>
          <w:numId w:val="3"/>
        </w:numPr>
        <w:spacing w:before="120" w:after="0" w:line="360" w:lineRule="auto"/>
        <w:ind w:left="567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D574E6">
        <w:rPr>
          <w:rFonts w:ascii="Verdana Pro Light" w:eastAsia="Arial Unicode MS" w:hAnsi="Verdana Pro Light" w:cs="Arial Unicode MS"/>
          <w:sz w:val="18"/>
          <w:szCs w:val="18"/>
        </w:rPr>
        <w:t>Necessidade de garantir o espaço adequado, bem como o material necessário</w:t>
      </w:r>
    </w:p>
    <w:p w14:paraId="57BCF63D" w14:textId="77777777" w:rsidR="00A43566" w:rsidRPr="000F0E5D" w:rsidRDefault="00A43566" w:rsidP="008404F3">
      <w:pPr>
        <w:pStyle w:val="PargrafodaLista"/>
        <w:numPr>
          <w:ilvl w:val="0"/>
          <w:numId w:val="3"/>
        </w:numPr>
        <w:spacing w:before="120" w:after="0" w:line="360" w:lineRule="auto"/>
        <w:ind w:left="567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D574E6">
        <w:rPr>
          <w:rFonts w:ascii="Verdana Pro Light" w:eastAsia="Arial Unicode MS" w:hAnsi="Verdana Pro Light" w:cs="Arial Unicode MS"/>
          <w:sz w:val="18"/>
          <w:szCs w:val="18"/>
        </w:rPr>
        <w:t>Proporcionar oportunidades de assistir a espetáculos e outros eventos de dança (bailados, aulas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0F0E5D">
        <w:rPr>
          <w:rFonts w:ascii="Verdana Pro Light" w:eastAsia="Arial Unicode MS" w:hAnsi="Verdana Pro Light" w:cs="Arial Unicode MS"/>
          <w:sz w:val="18"/>
          <w:szCs w:val="18"/>
        </w:rPr>
        <w:t>profissionais, conferências…)</w:t>
      </w:r>
    </w:p>
    <w:p w14:paraId="073F7375" w14:textId="77777777" w:rsidR="00A43566" w:rsidRDefault="00A43566" w:rsidP="008404F3">
      <w:pPr>
        <w:pStyle w:val="PargrafodaLista"/>
        <w:numPr>
          <w:ilvl w:val="0"/>
          <w:numId w:val="3"/>
        </w:numPr>
        <w:spacing w:before="120" w:after="0" w:line="360" w:lineRule="auto"/>
        <w:ind w:left="567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D574E6">
        <w:rPr>
          <w:rFonts w:ascii="Verdana Pro Light" w:eastAsia="Arial Unicode MS" w:hAnsi="Verdana Pro Light" w:cs="Arial Unicode MS"/>
          <w:sz w:val="18"/>
          <w:szCs w:val="18"/>
        </w:rPr>
        <w:t>Incentivar a colaboração (professores e alunos) entre turmas do curso dos diferentes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D574E6">
        <w:rPr>
          <w:rFonts w:ascii="Verdana Pro Light" w:eastAsia="Arial Unicode MS" w:hAnsi="Verdana Pro Light" w:cs="Arial Unicode MS"/>
          <w:sz w:val="18"/>
          <w:szCs w:val="18"/>
        </w:rPr>
        <w:t>anos-10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  <w:r w:rsidRPr="00D574E6">
        <w:rPr>
          <w:rFonts w:ascii="Verdana Pro Light" w:eastAsia="Arial Unicode MS" w:hAnsi="Verdana Pro Light" w:cs="Arial Unicode MS"/>
          <w:sz w:val="18"/>
          <w:szCs w:val="18"/>
        </w:rPr>
        <w:t>º, 11.º e 12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  <w:r w:rsidRPr="00D574E6">
        <w:rPr>
          <w:rFonts w:ascii="Verdana Pro Light" w:eastAsia="Arial Unicode MS" w:hAnsi="Verdana Pro Light" w:cs="Arial Unicode MS"/>
          <w:sz w:val="18"/>
          <w:szCs w:val="18"/>
        </w:rPr>
        <w:t>ºano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5A7C98F6" w14:textId="77777777" w:rsidR="00F24216" w:rsidRDefault="00F24216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832708D" w14:textId="77777777" w:rsidR="00724BC9" w:rsidRDefault="00724BC9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9A38825" w14:textId="77777777" w:rsidR="00724BC9" w:rsidRDefault="00724BC9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1F0C50D" w14:textId="77777777" w:rsidR="00724BC9" w:rsidRDefault="00724BC9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724BC9" w:rsidRPr="00136AD8" w14:paraId="792705D1" w14:textId="77777777" w:rsidTr="00254BD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70E34B2" w14:textId="256B5E1D" w:rsidR="00724BC9" w:rsidRPr="00136AD8" w:rsidRDefault="00724BC9" w:rsidP="00254BD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D814D7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0000/00</w:t>
            </w:r>
            <w:r w:rsidR="00D814D7" w:rsidRPr="00D814D7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7086C13" w14:textId="30ED8DB0" w:rsidR="00724BC9" w:rsidRPr="009C256C" w:rsidRDefault="008D2558" w:rsidP="00254BD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8D2558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Executar técnicas de dança contemporânea – nível avançado</w:t>
            </w:r>
          </w:p>
        </w:tc>
      </w:tr>
    </w:tbl>
    <w:p w14:paraId="0FFB9B40" w14:textId="77777777" w:rsidR="00724BC9" w:rsidRDefault="00724BC9" w:rsidP="00724BC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7A9A88C7" w14:textId="77777777" w:rsidR="00D56D73" w:rsidRPr="003200F2" w:rsidRDefault="00D56D73" w:rsidP="00D56D7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: </w:t>
      </w:r>
      <w:r>
        <w:rPr>
          <w:rFonts w:ascii="Verdana Pro Light" w:eastAsia="Arial Unicode MS" w:hAnsi="Verdana Pro Light" w:cs="Times New Roman"/>
          <w:smallCaps/>
          <w:sz w:val="20"/>
        </w:rPr>
        <w:t>50h</w:t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724BC9" w:rsidRPr="00136AD8" w14:paraId="7A76F71E" w14:textId="77777777" w:rsidTr="00254BD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589971D" w14:textId="77777777" w:rsidR="00724BC9" w:rsidRPr="001B353A" w:rsidRDefault="00724BC9" w:rsidP="00254B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724BC9" w:rsidRPr="00136AD8" w14:paraId="274E87F2" w14:textId="77777777" w:rsidTr="00254BD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2808AB" w14:textId="7B0ECF76" w:rsidR="00F7361C" w:rsidRPr="00F7361C" w:rsidRDefault="00724BC9" w:rsidP="00F7361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F7361C" w:rsidRPr="00F7361C">
              <w:rPr>
                <w:rFonts w:ascii="Verdana Pro Light" w:eastAsia="Arial Unicode MS" w:hAnsi="Verdana Pro Light" w:cs="Arial Unicode MS"/>
                <w:sz w:val="18"/>
                <w:szCs w:val="18"/>
              </w:rPr>
              <w:t>Automatização dos diferentes estilos técnicos</w:t>
            </w:r>
          </w:p>
          <w:p w14:paraId="14448564" w14:textId="404DB75F" w:rsidR="00F7361C" w:rsidRPr="00F7361C" w:rsidRDefault="00F7361C" w:rsidP="00F7361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F7361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="00365AEB">
              <w:rPr>
                <w:rFonts w:ascii="Verdana Pro Light" w:eastAsia="Arial Unicode MS" w:hAnsi="Verdana Pro Light" w:cs="Arial Unicode MS"/>
                <w:sz w:val="18"/>
                <w:szCs w:val="18"/>
              </w:rPr>
              <w:t>Explorar</w:t>
            </w:r>
            <w:r w:rsidR="00365AEB" w:rsidRPr="006C5F4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técnicas de apropriação de um movimento livre (sem imitação)</w:t>
            </w:r>
            <w:r w:rsidR="00365AEB" w:rsidRPr="00241C3A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</w:p>
          <w:p w14:paraId="40F333F5" w14:textId="008082F8" w:rsidR="00724BC9" w:rsidRPr="00D2265E" w:rsidRDefault="00F7361C" w:rsidP="00F7361C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FA020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</w:t>
            </w:r>
            <w:r w:rsidR="00365AEB">
              <w:rPr>
                <w:rFonts w:ascii="Verdana Pro Light" w:eastAsia="Arial Unicode MS" w:hAnsi="Verdana Pro Light" w:cs="Arial Unicode MS"/>
                <w:sz w:val="18"/>
                <w:szCs w:val="18"/>
              </w:rPr>
              <w:t>Mobilizar</w:t>
            </w:r>
            <w:r w:rsidR="00365AEB" w:rsidRPr="00F7361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as competências de coordenação, memória, dinâmicas e progressão espacial nos seus</w:t>
            </w:r>
            <w:r w:rsidR="00365AE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365AEB" w:rsidRPr="00F7361C">
              <w:rPr>
                <w:rFonts w:ascii="Verdana Pro Light" w:eastAsia="Arial Unicode MS" w:hAnsi="Verdana Pro Light" w:cs="Arial Unicode MS"/>
                <w:sz w:val="18"/>
                <w:szCs w:val="18"/>
              </w:rPr>
              <w:t>trabalhos coreográficos</w:t>
            </w:r>
          </w:p>
          <w:p w14:paraId="5199840E" w14:textId="6CBCF7CC" w:rsidR="00724BC9" w:rsidRDefault="00724BC9" w:rsidP="00FE200A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D2265E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5915BA">
              <w:rPr>
                <w:rFonts w:ascii="Verdana Pro Light" w:eastAsia="Arial Unicode MS" w:hAnsi="Verdana Pro Light" w:cs="Arial Unicode MS"/>
                <w:sz w:val="18"/>
                <w:szCs w:val="18"/>
              </w:rPr>
              <w:t>4</w:t>
            </w:r>
            <w:r w:rsidRPr="00D2265E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 w:rsidRPr="00D2265E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FD4BDD" w:rsidRPr="00FA020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365AEB">
              <w:rPr>
                <w:rFonts w:ascii="Verdana Pro Light" w:eastAsia="Arial Unicode MS" w:hAnsi="Verdana Pro Light" w:cs="Arial Unicode MS"/>
                <w:sz w:val="18"/>
                <w:szCs w:val="18"/>
              </w:rPr>
              <w:t>Executar</w:t>
            </w:r>
            <w:r w:rsidR="00365AEB" w:rsidRPr="00C41DD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365AE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técnicas </w:t>
            </w:r>
            <w:r w:rsidR="00365AEB" w:rsidRPr="009643C7">
              <w:rPr>
                <w:rFonts w:ascii="Verdana Pro Light" w:eastAsia="Arial Unicode MS" w:hAnsi="Verdana Pro Light" w:cs="Arial Unicode MS"/>
                <w:sz w:val="18"/>
                <w:szCs w:val="18"/>
              </w:rPr>
              <w:t>expressivas de dança contemporânea com base na imaginação,</w:t>
            </w:r>
            <w:r w:rsidR="00365AE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365AEB" w:rsidRPr="009643C7">
              <w:rPr>
                <w:rFonts w:ascii="Verdana Pro Light" w:eastAsia="Arial Unicode MS" w:hAnsi="Verdana Pro Light" w:cs="Arial Unicode MS"/>
                <w:sz w:val="18"/>
                <w:szCs w:val="18"/>
              </w:rPr>
              <w:t>sensibilidade emocional e estética</w:t>
            </w:r>
          </w:p>
          <w:p w14:paraId="1B946760" w14:textId="32959417" w:rsidR="00FB17F2" w:rsidRPr="00FE200A" w:rsidRDefault="00FB17F2" w:rsidP="00365AEB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="00365AEB">
              <w:rPr>
                <w:rFonts w:ascii="Verdana Pro Light" w:eastAsia="Arial Unicode MS" w:hAnsi="Verdana Pro Light" w:cs="Arial Unicode MS"/>
                <w:sz w:val="18"/>
                <w:szCs w:val="18"/>
              </w:rPr>
              <w:t>5</w:t>
            </w:r>
            <w:r w:rsidRPr="00D2265E">
              <w:rPr>
                <w:rFonts w:ascii="Verdana Pro Light" w:eastAsia="Arial Unicode MS" w:hAnsi="Verdana Pro Light" w:cs="Arial Unicode MS"/>
                <w:sz w:val="18"/>
                <w:szCs w:val="18"/>
              </w:rPr>
              <w:t>.</w:t>
            </w:r>
            <w:r w:rsidRPr="00D2265E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0269CA" w:rsidRPr="00FA02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 uma coreografia</w:t>
            </w:r>
          </w:p>
        </w:tc>
      </w:tr>
      <w:tr w:rsidR="00724BC9" w:rsidRPr="00136AD8" w14:paraId="5D0127A5" w14:textId="77777777" w:rsidTr="00254BD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AC21FFD" w14:textId="77777777" w:rsidR="00724BC9" w:rsidRPr="001B353A" w:rsidRDefault="00724BC9" w:rsidP="00254B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451F4EA" w14:textId="77777777" w:rsidR="00724BC9" w:rsidRPr="001B353A" w:rsidRDefault="00724BC9" w:rsidP="00254B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72DA433" w14:textId="77777777" w:rsidR="00724BC9" w:rsidRPr="001B353A" w:rsidRDefault="00724BC9" w:rsidP="00254B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724BC9" w:rsidRPr="00136AD8" w14:paraId="77A64188" w14:textId="77777777" w:rsidTr="00254BD2">
        <w:trPr>
          <w:trHeight w:val="274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73C9DC" w14:textId="77777777" w:rsidR="00FD33BA" w:rsidRPr="008814E7" w:rsidRDefault="00FD33BA" w:rsidP="00FD33B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814E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Elementos estruturantes da dança</w:t>
            </w:r>
          </w:p>
          <w:p w14:paraId="0013BAE4" w14:textId="77777777" w:rsidR="00FD33BA" w:rsidRDefault="00FD33BA" w:rsidP="00FD33B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b/>
                <w:bCs/>
                <w:sz w:val="18"/>
                <w:szCs w:val="18"/>
                <w:lang w:eastAsia="pt-PT"/>
              </w:rPr>
              <w:t xml:space="preserve"> </w:t>
            </w:r>
            <w:r w:rsidRPr="001B495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Elementos da técnica </w:t>
            </w:r>
            <w:proofErr w:type="spellStart"/>
            <w:r w:rsidRPr="001B495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release</w:t>
            </w:r>
            <w:proofErr w:type="spellEnd"/>
            <w:r w:rsidRPr="001B495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- expressão de um movimento livre</w:t>
            </w:r>
          </w:p>
          <w:p w14:paraId="0FF578A0" w14:textId="77777777" w:rsidR="00FD33BA" w:rsidRDefault="00FD33BA" w:rsidP="00FD33B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B495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Ao nível do corpo</w:t>
            </w:r>
          </w:p>
          <w:p w14:paraId="572143A7" w14:textId="77777777" w:rsidR="00FD33BA" w:rsidRDefault="00FD33BA" w:rsidP="00FD33B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255B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Ao nível do espaço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322D47A3" w14:textId="77777777" w:rsidR="00FD33BA" w:rsidRDefault="00FD33BA" w:rsidP="00FD33B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950E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Ao nível do tempo</w:t>
            </w:r>
          </w:p>
          <w:p w14:paraId="0E22040C" w14:textId="77777777" w:rsidR="00FD33BA" w:rsidRDefault="00FD33BA" w:rsidP="00FD33B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F545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Expressividade e criatividade de movimento</w:t>
            </w:r>
          </w:p>
          <w:p w14:paraId="4A01ECF1" w14:textId="77777777" w:rsidR="00FD33BA" w:rsidRDefault="00FD33BA" w:rsidP="00FD33B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8541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Libertação do movimento a partir de exercícios de improvisação</w:t>
            </w:r>
          </w:p>
          <w:p w14:paraId="46EBB650" w14:textId="77777777" w:rsidR="00FD33BA" w:rsidRDefault="00FD33BA" w:rsidP="00FD33B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457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8541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Expressividade do movimento</w:t>
            </w:r>
          </w:p>
          <w:p w14:paraId="04C65730" w14:textId="77777777" w:rsidR="00FD33BA" w:rsidRDefault="00FD33BA" w:rsidP="00FD33B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8541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Sequências coreográfica</w:t>
            </w:r>
          </w:p>
          <w:p w14:paraId="6DE6DCA8" w14:textId="6CD36493" w:rsidR="009D58E4" w:rsidRPr="009D58E4" w:rsidRDefault="009D58E4" w:rsidP="00FD33BA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D58E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Consciencialização corporal e aquecimento a solo, a pares ou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9D58E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 grupo;</w:t>
            </w:r>
          </w:p>
          <w:p w14:paraId="4CAC1184" w14:textId="77777777" w:rsidR="009D58E4" w:rsidRPr="009D58E4" w:rsidRDefault="009D58E4" w:rsidP="009D58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D58E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Métodos de composição;</w:t>
            </w:r>
          </w:p>
          <w:p w14:paraId="39050E3F" w14:textId="44DB3EA6" w:rsidR="009D58E4" w:rsidRPr="00A92515" w:rsidRDefault="009D58E4" w:rsidP="009D58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9251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Reflexão e análise sobre o</w:t>
            </w:r>
            <w:r w:rsidR="003D1F32" w:rsidRPr="00A9251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A9251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 de criação;</w:t>
            </w:r>
          </w:p>
          <w:p w14:paraId="7F025D5B" w14:textId="353E5359" w:rsidR="009D58E4" w:rsidRPr="00A92515" w:rsidRDefault="000B1AEB" w:rsidP="009D58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9251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="009D58E4" w:rsidRPr="00A9251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eças mais</w:t>
            </w:r>
            <w:r w:rsidR="003D1F32" w:rsidRPr="00A9251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9D58E4" w:rsidRPr="00A9251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marcantes da dança</w:t>
            </w:r>
            <w:r w:rsidR="003D1F32" w:rsidRPr="00A9251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9D58E4" w:rsidRPr="00A9251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contemporânea;</w:t>
            </w:r>
          </w:p>
          <w:p w14:paraId="678603D2" w14:textId="3008C125" w:rsidR="009D58E4" w:rsidRPr="00A92515" w:rsidRDefault="00654A1F" w:rsidP="009D58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9251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Pesquisa sobre a</w:t>
            </w:r>
            <w:r w:rsidR="003C6247" w:rsidRPr="00A9251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 peças</w:t>
            </w:r>
            <w:r w:rsidR="009D58E4" w:rsidRPr="00A9251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mais marcantes da</w:t>
            </w:r>
            <w:r w:rsidR="003D1F32" w:rsidRPr="00A9251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9D58E4" w:rsidRPr="00A9251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história da dança</w:t>
            </w:r>
            <w:r w:rsidR="003D1F32" w:rsidRPr="00A9251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9D58E4" w:rsidRPr="00A9251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contemporânea;</w:t>
            </w:r>
          </w:p>
          <w:p w14:paraId="083C1552" w14:textId="5B5514EE" w:rsidR="009D58E4" w:rsidRPr="007A78A1" w:rsidRDefault="009D58E4" w:rsidP="009D58E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A78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Reprodução da obra ou parte da</w:t>
            </w:r>
            <w:r w:rsidR="003D1F32" w:rsidRPr="007A78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7A78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obra coreográfica;</w:t>
            </w:r>
          </w:p>
          <w:p w14:paraId="7BC30060" w14:textId="6BF8E088" w:rsidR="00724BC9" w:rsidRPr="00D85413" w:rsidRDefault="009D58E4" w:rsidP="003D1F3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A78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Recriação da obra ou parte da</w:t>
            </w:r>
            <w:r w:rsidR="003D1F32" w:rsidRPr="007A78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7A78A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obra coreográfica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11816E" w14:textId="77777777" w:rsidR="00E81B50" w:rsidRDefault="00E81B50" w:rsidP="00E81B5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os elementos estruturantes da dança </w:t>
            </w:r>
          </w:p>
          <w:p w14:paraId="4F9F1FB1" w14:textId="77777777" w:rsidR="00E81B50" w:rsidRDefault="00E81B50" w:rsidP="00E81B5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os elementos da </w:t>
            </w:r>
            <w:r w:rsidRPr="009563C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técnica </w:t>
            </w:r>
            <w:proofErr w:type="spellStart"/>
            <w:r w:rsidRPr="009563C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Release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ao nível do corpo</w:t>
            </w: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268FB520" w14:textId="77777777" w:rsidR="00E81B50" w:rsidRDefault="00E81B50" w:rsidP="00E81B5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os elementos da </w:t>
            </w:r>
            <w:r w:rsidRPr="009563C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técnica </w:t>
            </w:r>
            <w:proofErr w:type="spellStart"/>
            <w:r w:rsidRPr="009563C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Release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ao nível do espaço</w:t>
            </w:r>
          </w:p>
          <w:p w14:paraId="72244EB6" w14:textId="77777777" w:rsidR="00E81B50" w:rsidRDefault="00E81B50" w:rsidP="00E81B5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os elementos da </w:t>
            </w:r>
            <w:r w:rsidRPr="009563C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técnica </w:t>
            </w:r>
            <w:proofErr w:type="spellStart"/>
            <w:r w:rsidRPr="009563C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Release</w:t>
            </w:r>
            <w:proofErr w:type="spellEnd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ao nível do tempo</w:t>
            </w:r>
          </w:p>
          <w:p w14:paraId="0CA6BC0C" w14:textId="77777777" w:rsidR="00E81B50" w:rsidRPr="00C316B5" w:rsidRDefault="00E81B50" w:rsidP="00E81B5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l</w:t>
            </w:r>
            <w:r w:rsidRPr="00521EB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ibertação do movimento a partir de exercícios de improvisação</w:t>
            </w:r>
          </w:p>
          <w:p w14:paraId="7388C397" w14:textId="77777777" w:rsidR="00E81B50" w:rsidRPr="00C316B5" w:rsidRDefault="00E81B50" w:rsidP="00E81B5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e</w:t>
            </w:r>
            <w:r w:rsidRPr="00EA2C8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xpressividade do movimento</w:t>
            </w:r>
          </w:p>
          <w:p w14:paraId="60C470A3" w14:textId="77777777" w:rsidR="00E81B50" w:rsidRPr="00C316B5" w:rsidRDefault="00E81B50" w:rsidP="00E81B5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Efetuar s</w:t>
            </w:r>
            <w:r w:rsidRPr="007E625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equências coreográfica</w:t>
            </w:r>
          </w:p>
          <w:p w14:paraId="06E379E6" w14:textId="68FFAEEE" w:rsidR="00420301" w:rsidRPr="00420301" w:rsidRDefault="00420301" w:rsidP="0042030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203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métodos de composição coreográfica: em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203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tempo real e em repetição;</w:t>
            </w:r>
          </w:p>
          <w:p w14:paraId="1D1CB216" w14:textId="54646424" w:rsidR="00420301" w:rsidRPr="00420301" w:rsidRDefault="00420301" w:rsidP="0042030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203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expressivas 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203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criativas da interpretação;</w:t>
            </w:r>
          </w:p>
          <w:p w14:paraId="2C54E8C1" w14:textId="77B22E75" w:rsidR="00420301" w:rsidRPr="00833610" w:rsidRDefault="00420301" w:rsidP="0083361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203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métodos de composição;</w:t>
            </w:r>
          </w:p>
          <w:p w14:paraId="536A6901" w14:textId="0D07D0C4" w:rsidR="00420301" w:rsidRPr="00420301" w:rsidRDefault="00420301" w:rsidP="0042030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203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 importância da reflexão sobre o processo de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203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criação;</w:t>
            </w:r>
          </w:p>
          <w:p w14:paraId="502B65CC" w14:textId="364E77D5" w:rsidR="00420301" w:rsidRPr="00420301" w:rsidRDefault="00420301" w:rsidP="0042030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203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 importância de uma abordagem histórica de trabalhos marcantes na história da dança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203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contemporânea;</w:t>
            </w:r>
          </w:p>
          <w:p w14:paraId="3CFE025E" w14:textId="2E764352" w:rsidR="00420301" w:rsidRPr="00420301" w:rsidRDefault="00420301" w:rsidP="0042030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203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trabalhos marcantes na história da dança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203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contemporânea;</w:t>
            </w:r>
          </w:p>
          <w:p w14:paraId="6AAB5F20" w14:textId="29C52683" w:rsidR="00420301" w:rsidRPr="00420301" w:rsidRDefault="00420301" w:rsidP="0042030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203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Reconhecer a forma como os coreógrafos atuam como agentes históricos de uma arqueologia da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203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dança;</w:t>
            </w:r>
          </w:p>
          <w:p w14:paraId="37DE1613" w14:textId="7323D278" w:rsidR="00420301" w:rsidRPr="00420301" w:rsidRDefault="00833610" w:rsidP="0042030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Visualizar e analisar as</w:t>
            </w:r>
            <w:r w:rsidR="00420301" w:rsidRPr="004203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peças marcantes da</w:t>
            </w:r>
            <w:r w:rsidR="004203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420301" w:rsidRPr="004203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dança contemporânea;</w:t>
            </w:r>
          </w:p>
          <w:p w14:paraId="3DE9534B" w14:textId="77244F95" w:rsidR="00420301" w:rsidRPr="00420301" w:rsidRDefault="004E5028" w:rsidP="0042030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</w:t>
            </w:r>
            <w:r w:rsidR="00420301" w:rsidRPr="004203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processos de produção e reprodução de coreografias através do conhecimento, transformações e alterações de peças de dança</w:t>
            </w:r>
            <w:r w:rsidR="004203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420301" w:rsidRPr="004203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contemporânea;</w:t>
            </w:r>
          </w:p>
          <w:p w14:paraId="3062DCBB" w14:textId="2433CCA0" w:rsidR="00420301" w:rsidRPr="00420301" w:rsidRDefault="00420301" w:rsidP="0042030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203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improvisação com base numa variedade de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203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estímulos e diferentes contextos;</w:t>
            </w:r>
          </w:p>
          <w:p w14:paraId="13714D5F" w14:textId="616C653A" w:rsidR="00420301" w:rsidRPr="00420301" w:rsidRDefault="004E5028" w:rsidP="0042030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</w:t>
            </w:r>
            <w:r w:rsidR="00420301" w:rsidRPr="004203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movimentos de dança contemporânea através do potencial criativo e do descondicionamento do gesto</w:t>
            </w:r>
            <w:r w:rsidR="004203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420301" w:rsidRPr="004203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 da interpretação;</w:t>
            </w:r>
          </w:p>
          <w:p w14:paraId="2E3B0D53" w14:textId="020589A2" w:rsidR="00724BC9" w:rsidRPr="00420301" w:rsidRDefault="00420301" w:rsidP="0042030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203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jogo e de composição em tempo real e em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2030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repetição.</w:t>
            </w:r>
          </w:p>
          <w:p w14:paraId="2A7AE360" w14:textId="77777777" w:rsidR="00724BC9" w:rsidRPr="00C316B5" w:rsidRDefault="00724BC9" w:rsidP="0042030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47884FF" w14:textId="77777777" w:rsidR="00724BC9" w:rsidRPr="00CD0C45" w:rsidRDefault="00724BC9" w:rsidP="00CD0C4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4144AB" w14:textId="77777777" w:rsidR="00CD0C45" w:rsidRPr="00CD0C45" w:rsidRDefault="00CD0C45" w:rsidP="00CD0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D0C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Autodisciplina;</w:t>
            </w:r>
          </w:p>
          <w:p w14:paraId="4AF3FF94" w14:textId="77777777" w:rsidR="00CD0C45" w:rsidRPr="00CD0C45" w:rsidRDefault="00CD0C45" w:rsidP="00CD0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D0C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Autoconfiança;</w:t>
            </w:r>
          </w:p>
          <w:p w14:paraId="0DA0B818" w14:textId="77777777" w:rsidR="00CD0C45" w:rsidRPr="00CD0C45" w:rsidRDefault="00CD0C45" w:rsidP="00CD0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D0C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Autoconhecimento;</w:t>
            </w:r>
          </w:p>
          <w:p w14:paraId="69C336B3" w14:textId="77777777" w:rsidR="00CD0C45" w:rsidRPr="00CD0C45" w:rsidRDefault="00CD0C45" w:rsidP="00CD0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D0C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Curiosidade;</w:t>
            </w:r>
          </w:p>
          <w:p w14:paraId="011663E6" w14:textId="77777777" w:rsidR="00CD0C45" w:rsidRPr="00CD0C45" w:rsidRDefault="00CD0C45" w:rsidP="00CD0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D0C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Determinação;</w:t>
            </w:r>
          </w:p>
          <w:p w14:paraId="53030D20" w14:textId="77777777" w:rsidR="00CD0C45" w:rsidRPr="00CD0C45" w:rsidRDefault="00CD0C45" w:rsidP="00CD0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D0C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Persistência;</w:t>
            </w:r>
          </w:p>
          <w:p w14:paraId="30A4D120" w14:textId="6D2CBF26" w:rsidR="00CD0C45" w:rsidRPr="00CD0C45" w:rsidRDefault="00CD0C45" w:rsidP="00CD0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D0C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Criatividade, imaginação 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CD0C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sensibilidade;</w:t>
            </w:r>
          </w:p>
          <w:p w14:paraId="3DF78966" w14:textId="77777777" w:rsidR="00CD0C45" w:rsidRPr="00CD0C45" w:rsidRDefault="00CD0C45" w:rsidP="00CD0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D0C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 e autocrítico;</w:t>
            </w:r>
          </w:p>
          <w:p w14:paraId="5C5EE08D" w14:textId="77777777" w:rsidR="00CD0C45" w:rsidRPr="00CD0C45" w:rsidRDefault="00CD0C45" w:rsidP="00CD0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D0C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grupo;</w:t>
            </w:r>
          </w:p>
          <w:p w14:paraId="3ED95A8A" w14:textId="77777777" w:rsidR="00CD0C45" w:rsidRPr="00CD0C45" w:rsidRDefault="00CD0C45" w:rsidP="00CD0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D0C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Autonomia;</w:t>
            </w:r>
          </w:p>
          <w:p w14:paraId="646A7B21" w14:textId="33732764" w:rsidR="00724BC9" w:rsidRDefault="00CD0C45" w:rsidP="00CD0C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D0C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Liderança.</w:t>
            </w:r>
          </w:p>
          <w:p w14:paraId="53C94827" w14:textId="77777777" w:rsidR="00266959" w:rsidRDefault="00266959" w:rsidP="00266959">
            <w:pP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270ACE9" w14:textId="77777777" w:rsidR="00266959" w:rsidRPr="00266959" w:rsidRDefault="00266959" w:rsidP="00B72E5B">
            <w:pPr>
              <w:spacing w:before="120" w:after="0" w:line="276" w:lineRule="auto"/>
              <w:ind w:left="709" w:hanging="567"/>
              <w:rPr>
                <w:lang w:eastAsia="pt-PT"/>
              </w:rPr>
            </w:pPr>
          </w:p>
        </w:tc>
      </w:tr>
    </w:tbl>
    <w:p w14:paraId="402CE4E9" w14:textId="77777777" w:rsidR="00724BC9" w:rsidRDefault="00724BC9" w:rsidP="00724BC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55684B5" w14:textId="77777777" w:rsidR="00724BC9" w:rsidRPr="003200F2" w:rsidRDefault="00724BC9" w:rsidP="00724BC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</w:p>
    <w:p w14:paraId="332DC0DD" w14:textId="77777777" w:rsidR="00724BC9" w:rsidRPr="00136AD8" w:rsidRDefault="00724BC9" w:rsidP="00724BC9">
      <w:pPr>
        <w:spacing w:after="0" w:line="240" w:lineRule="auto"/>
        <w:ind w:right="-1"/>
        <w:rPr>
          <w:rFonts w:ascii="Verdana Pro Light" w:hAnsi="Verdana Pro Light" w:cs="Times New Roman"/>
        </w:rPr>
      </w:pPr>
    </w:p>
    <w:p w14:paraId="7D4C9F18" w14:textId="77777777" w:rsidR="00724BC9" w:rsidRDefault="00724BC9" w:rsidP="00724BC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F80607D" w14:textId="77777777" w:rsidR="00724BC9" w:rsidRDefault="00724BC9" w:rsidP="00724BC9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7B029684" w14:textId="77777777" w:rsidR="00724BC9" w:rsidRPr="00F87025" w:rsidRDefault="00724BC9" w:rsidP="00724BC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2D553094" w14:textId="77777777" w:rsidR="00724BC9" w:rsidRPr="00F20E6F" w:rsidRDefault="00724BC9" w:rsidP="00724BC9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287B818" w14:textId="1C43D190" w:rsidR="00A93716" w:rsidRPr="00A93716" w:rsidRDefault="00A93716" w:rsidP="00A9371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A9371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  <w:r w:rsidRPr="00A9371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1. Utilizando a postura e alinhamento corporal adequado</w:t>
      </w:r>
    </w:p>
    <w:p w14:paraId="6150B39D" w14:textId="6C3413D6" w:rsidR="00A93716" w:rsidRPr="00A93716" w:rsidRDefault="00A93716" w:rsidP="00A9371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A9371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CD.2 Realizando as técnicas de dança contemporânea no chão, centro e diagonal de forma organizada e</w:t>
      </w:r>
      <w:r w:rsidR="00C577B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 w:rsidRPr="00A9371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consciente e autónoma</w:t>
      </w:r>
    </w:p>
    <w:p w14:paraId="70076B78" w14:textId="77777777" w:rsidR="00A93716" w:rsidRPr="00A93716" w:rsidRDefault="00A93716" w:rsidP="00A9371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A9371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CD.3 Efetuando deslocamentos com recurso à técnica de dança contemporânea</w:t>
      </w:r>
    </w:p>
    <w:p w14:paraId="67B2C7D6" w14:textId="1AC87DA4" w:rsidR="00A93716" w:rsidRPr="00A93716" w:rsidRDefault="00A93716" w:rsidP="00A9371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A9371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CD.4 </w:t>
      </w:r>
      <w:proofErr w:type="gramStart"/>
      <w:r w:rsidRPr="00A9371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Aplicando diferentes dinâmicas</w:t>
      </w:r>
      <w:proofErr w:type="gramEnd"/>
      <w:r w:rsidR="00C577B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de movimento</w:t>
      </w:r>
    </w:p>
    <w:p w14:paraId="50A956A6" w14:textId="3AF55C38" w:rsidR="00A93716" w:rsidRPr="00A93716" w:rsidRDefault="00A93716" w:rsidP="00A9371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A9371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CD.5 </w:t>
      </w:r>
      <w:proofErr w:type="gramStart"/>
      <w:r w:rsidRPr="00A9371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Aplicando técnicas</w:t>
      </w:r>
      <w:proofErr w:type="gramEnd"/>
      <w:r w:rsidRPr="00A9371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expressivas de dança contemporânea com base na imaginação, sensibilidade</w:t>
      </w:r>
      <w:r w:rsidR="00C577B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 w:rsidRPr="00A9371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emocional e estética</w:t>
      </w:r>
    </w:p>
    <w:p w14:paraId="2DA1C0A6" w14:textId="0D471E99" w:rsidR="00A93716" w:rsidRDefault="00A93716" w:rsidP="00A9371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A9371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CD.6 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Criando</w:t>
      </w:r>
      <w:r w:rsidRPr="00A9371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 interpretando obras coreográficas </w:t>
      </w:r>
    </w:p>
    <w:p w14:paraId="5F9BBA38" w14:textId="1B8D7164" w:rsidR="00724BC9" w:rsidRPr="0064164C" w:rsidRDefault="00724BC9" w:rsidP="00A93716">
      <w:pPr>
        <w:spacing w:before="120" w:after="0" w:line="276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</w:p>
    <w:p w14:paraId="7443E276" w14:textId="77777777" w:rsidR="00724BC9" w:rsidRPr="00136AD8" w:rsidRDefault="00724BC9" w:rsidP="00724BC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B53CD30" w14:textId="77777777" w:rsidR="00724BC9" w:rsidRPr="00F87025" w:rsidRDefault="00724BC9" w:rsidP="00724BC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9CB8965" w14:textId="77777777" w:rsidR="00211340" w:rsidRPr="00211340" w:rsidRDefault="00211340" w:rsidP="0021134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11340">
        <w:rPr>
          <w:rFonts w:ascii="Verdana Pro Light" w:eastAsia="Arial Unicode MS" w:hAnsi="Verdana Pro Light" w:cs="Arial Unicode MS"/>
          <w:sz w:val="18"/>
          <w:szCs w:val="18"/>
        </w:rPr>
        <w:t>Académico: Participação em aulas, workshops e seminários em diferentes contextos académicos</w:t>
      </w:r>
    </w:p>
    <w:p w14:paraId="7062BEE8" w14:textId="77777777" w:rsidR="00211340" w:rsidRPr="00211340" w:rsidRDefault="00211340" w:rsidP="0021134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11340">
        <w:rPr>
          <w:rFonts w:ascii="Verdana Pro Light" w:eastAsia="Arial Unicode MS" w:hAnsi="Verdana Pro Light" w:cs="Arial Unicode MS"/>
          <w:sz w:val="18"/>
          <w:szCs w:val="18"/>
        </w:rPr>
        <w:t>e educativos</w:t>
      </w:r>
    </w:p>
    <w:p w14:paraId="1742B49B" w14:textId="2A740A9D" w:rsidR="00211340" w:rsidRPr="00211340" w:rsidRDefault="00211340" w:rsidP="0021134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11340">
        <w:rPr>
          <w:rFonts w:ascii="Verdana Pro Light" w:eastAsia="Arial Unicode MS" w:hAnsi="Verdana Pro Light" w:cs="Arial Unicode MS"/>
          <w:sz w:val="18"/>
          <w:szCs w:val="18"/>
        </w:rPr>
        <w:t>Artístico e Profissional: Participação em espetáculos de dança e eventos performativos</w:t>
      </w:r>
    </w:p>
    <w:p w14:paraId="75176E8E" w14:textId="77777777" w:rsidR="00211340" w:rsidRPr="00211340" w:rsidRDefault="00211340" w:rsidP="00211340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11340">
        <w:rPr>
          <w:rFonts w:ascii="Verdana Pro Light" w:eastAsia="Arial Unicode MS" w:hAnsi="Verdana Pro Light" w:cs="Arial Unicode MS"/>
          <w:sz w:val="18"/>
          <w:szCs w:val="18"/>
        </w:rPr>
        <w:t>Atividades ligadas às profissões da dança, nos domínios artístico, educativo, lúdico e inclusivo.</w:t>
      </w:r>
    </w:p>
    <w:p w14:paraId="3DFE67F7" w14:textId="77777777" w:rsidR="00221D44" w:rsidRPr="002A28C4" w:rsidRDefault="00221D44" w:rsidP="00221D4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7B127C2" w14:textId="77777777" w:rsidR="00724BC9" w:rsidRPr="00984B30" w:rsidRDefault="00724BC9" w:rsidP="00724BC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24F03FC" w14:textId="77777777" w:rsidR="00724BC9" w:rsidRPr="00984B30" w:rsidRDefault="00724BC9" w:rsidP="00724BC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C58B177" w14:textId="77777777" w:rsidR="00724BC9" w:rsidRPr="00051C79" w:rsidRDefault="00724BC9" w:rsidP="00724BC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19CF0AF" w14:textId="77777777" w:rsidR="00724BC9" w:rsidRPr="00F87025" w:rsidRDefault="00724BC9" w:rsidP="00724BC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7546FB2E" w14:textId="73BB6E98" w:rsidR="001479C5" w:rsidRPr="001479C5" w:rsidRDefault="001479C5" w:rsidP="001479C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1479C5">
        <w:rPr>
          <w:rFonts w:ascii="Verdana Pro Light" w:eastAsia="Arial Unicode MS" w:hAnsi="Verdana Pro Light" w:cs="Arial Unicode MS"/>
          <w:sz w:val="18"/>
          <w:szCs w:val="18"/>
        </w:rPr>
        <w:t>Estúdio de dança devidamente preparado e equipado (sala ampla, arejada, iluminada, com chão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1479C5">
        <w:rPr>
          <w:rFonts w:ascii="Verdana Pro Light" w:eastAsia="Arial Unicode MS" w:hAnsi="Verdana Pro Light" w:cs="Arial Unicode MS"/>
          <w:sz w:val="18"/>
          <w:szCs w:val="18"/>
        </w:rPr>
        <w:t>de linóleo com caixa de ar, barras, espelhos, equipamento de som)</w:t>
      </w:r>
    </w:p>
    <w:p w14:paraId="3F1F103E" w14:textId="1FD876A1" w:rsidR="001479C5" w:rsidRPr="001479C5" w:rsidRDefault="001479C5" w:rsidP="001479C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1479C5">
        <w:rPr>
          <w:rFonts w:ascii="Verdana Pro Light" w:eastAsia="Arial Unicode MS" w:hAnsi="Verdana Pro Light" w:cs="Arial Unicode MS"/>
          <w:sz w:val="18"/>
          <w:szCs w:val="18"/>
        </w:rPr>
        <w:t>Instrumentos de treino em dança (colchões, bolas suíças, bandas elásticas, tijolos de espuma…)</w:t>
      </w:r>
    </w:p>
    <w:p w14:paraId="25BEF02B" w14:textId="4A3BF3CA" w:rsidR="001479C5" w:rsidRPr="001479C5" w:rsidRDefault="001479C5" w:rsidP="001479C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1479C5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29106CB3" w14:textId="37F51456" w:rsidR="001479C5" w:rsidRPr="001479C5" w:rsidRDefault="001479C5" w:rsidP="001479C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1479C5">
        <w:rPr>
          <w:rFonts w:ascii="Verdana Pro Light" w:eastAsia="Arial Unicode MS" w:hAnsi="Verdana Pro Light" w:cs="Arial Unicode MS"/>
          <w:sz w:val="18"/>
          <w:szCs w:val="18"/>
        </w:rPr>
        <w:t>Dispositivos de projeção de imagem/vídeo</w:t>
      </w:r>
    </w:p>
    <w:p w14:paraId="7626E903" w14:textId="122982F9" w:rsidR="001479C5" w:rsidRPr="001479C5" w:rsidRDefault="001479C5" w:rsidP="001479C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1479C5">
        <w:rPr>
          <w:rFonts w:ascii="Verdana Pro Light" w:eastAsia="Arial Unicode MS" w:hAnsi="Verdana Pro Light" w:cs="Arial Unicode MS"/>
          <w:sz w:val="18"/>
          <w:szCs w:val="18"/>
        </w:rPr>
        <w:t>Dispositivos de registo de imagem/vídeo</w:t>
      </w:r>
    </w:p>
    <w:p w14:paraId="4DC61E10" w14:textId="51C8A42E" w:rsidR="001479C5" w:rsidRPr="001479C5" w:rsidRDefault="001479C5" w:rsidP="001479C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1479C5">
        <w:rPr>
          <w:rFonts w:ascii="Verdana Pro Light" w:eastAsia="Arial Unicode MS" w:hAnsi="Verdana Pro Light" w:cs="Arial Unicode MS"/>
          <w:sz w:val="18"/>
          <w:szCs w:val="18"/>
        </w:rPr>
        <w:t>Equipamento específico para aulas práticas (Maillot, sapatilhas de ballet…)</w:t>
      </w:r>
    </w:p>
    <w:p w14:paraId="55BF98E0" w14:textId="150766E9" w:rsidR="00724BC9" w:rsidRPr="00501DC8" w:rsidRDefault="001479C5" w:rsidP="001479C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1479C5">
        <w:rPr>
          <w:rFonts w:ascii="Verdana Pro Light" w:eastAsia="Arial Unicode MS" w:hAnsi="Verdana Pro Light" w:cs="Arial Unicode MS"/>
          <w:sz w:val="18"/>
          <w:szCs w:val="18"/>
        </w:rPr>
        <w:t>Manuais técnicos</w:t>
      </w:r>
    </w:p>
    <w:p w14:paraId="6204A761" w14:textId="77777777" w:rsidR="00724BC9" w:rsidRPr="00051C79" w:rsidRDefault="00724BC9" w:rsidP="00724BC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7962288" w14:textId="77777777" w:rsidR="00724BC9" w:rsidRPr="00F87025" w:rsidRDefault="00724BC9" w:rsidP="00724BC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D9913A2" w14:textId="77777777" w:rsidR="000F0E5D" w:rsidRPr="00D574E6" w:rsidRDefault="000F0E5D" w:rsidP="00C577B8">
      <w:pPr>
        <w:pStyle w:val="PargrafodaLista"/>
        <w:numPr>
          <w:ilvl w:val="0"/>
          <w:numId w:val="3"/>
        </w:numPr>
        <w:spacing w:before="120" w:after="0" w:line="360" w:lineRule="auto"/>
        <w:ind w:left="567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D574E6">
        <w:rPr>
          <w:rFonts w:ascii="Verdana Pro Light" w:eastAsia="Arial Unicode MS" w:hAnsi="Verdana Pro Light" w:cs="Arial Unicode MS"/>
          <w:sz w:val="18"/>
          <w:szCs w:val="18"/>
        </w:rPr>
        <w:t>Forma de organização da formação: presencial</w:t>
      </w:r>
    </w:p>
    <w:p w14:paraId="4492EAC5" w14:textId="77777777" w:rsidR="000F0E5D" w:rsidRPr="00D574E6" w:rsidRDefault="000F0E5D" w:rsidP="00C577B8">
      <w:pPr>
        <w:pStyle w:val="PargrafodaLista"/>
        <w:numPr>
          <w:ilvl w:val="0"/>
          <w:numId w:val="3"/>
        </w:numPr>
        <w:spacing w:before="120" w:after="0" w:line="360" w:lineRule="auto"/>
        <w:ind w:left="567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D574E6">
        <w:rPr>
          <w:rFonts w:ascii="Verdana Pro Light" w:eastAsia="Arial Unicode MS" w:hAnsi="Verdana Pro Light" w:cs="Arial Unicode MS"/>
          <w:sz w:val="18"/>
          <w:szCs w:val="18"/>
        </w:rPr>
        <w:t>Necessidade de garantir o espaço adequado, bem como o material necessário</w:t>
      </w:r>
    </w:p>
    <w:p w14:paraId="534554E4" w14:textId="77777777" w:rsidR="000F0E5D" w:rsidRPr="000F0E5D" w:rsidRDefault="000F0E5D" w:rsidP="00C577B8">
      <w:pPr>
        <w:pStyle w:val="PargrafodaLista"/>
        <w:numPr>
          <w:ilvl w:val="0"/>
          <w:numId w:val="3"/>
        </w:numPr>
        <w:spacing w:before="120" w:after="0" w:line="360" w:lineRule="auto"/>
        <w:ind w:left="567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D574E6">
        <w:rPr>
          <w:rFonts w:ascii="Verdana Pro Light" w:eastAsia="Arial Unicode MS" w:hAnsi="Verdana Pro Light" w:cs="Arial Unicode MS"/>
          <w:sz w:val="18"/>
          <w:szCs w:val="18"/>
        </w:rPr>
        <w:t>Proporcionar oportunidades de assistir a espetáculos e outros eventos de dança (bailados, aulas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0F0E5D">
        <w:rPr>
          <w:rFonts w:ascii="Verdana Pro Light" w:eastAsia="Arial Unicode MS" w:hAnsi="Verdana Pro Light" w:cs="Arial Unicode MS"/>
          <w:sz w:val="18"/>
          <w:szCs w:val="18"/>
        </w:rPr>
        <w:t>profissionais, conferências…)</w:t>
      </w:r>
    </w:p>
    <w:p w14:paraId="25D69A0D" w14:textId="77777777" w:rsidR="000F0E5D" w:rsidRDefault="000F0E5D" w:rsidP="00C577B8">
      <w:pPr>
        <w:pStyle w:val="PargrafodaLista"/>
        <w:numPr>
          <w:ilvl w:val="0"/>
          <w:numId w:val="3"/>
        </w:numPr>
        <w:spacing w:before="120" w:after="0" w:line="360" w:lineRule="auto"/>
        <w:ind w:left="567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D574E6">
        <w:rPr>
          <w:rFonts w:ascii="Verdana Pro Light" w:eastAsia="Arial Unicode MS" w:hAnsi="Verdana Pro Light" w:cs="Arial Unicode MS"/>
          <w:sz w:val="18"/>
          <w:szCs w:val="18"/>
        </w:rPr>
        <w:t>Incentivar a colaboração (professores e alunos) entre turmas do curso dos diferentes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D574E6">
        <w:rPr>
          <w:rFonts w:ascii="Verdana Pro Light" w:eastAsia="Arial Unicode MS" w:hAnsi="Verdana Pro Light" w:cs="Arial Unicode MS"/>
          <w:sz w:val="18"/>
          <w:szCs w:val="18"/>
        </w:rPr>
        <w:t>anos-10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  <w:r w:rsidRPr="00D574E6">
        <w:rPr>
          <w:rFonts w:ascii="Verdana Pro Light" w:eastAsia="Arial Unicode MS" w:hAnsi="Verdana Pro Light" w:cs="Arial Unicode MS"/>
          <w:sz w:val="18"/>
          <w:szCs w:val="18"/>
        </w:rPr>
        <w:t>º, 11.º e 12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  <w:r w:rsidRPr="00D574E6">
        <w:rPr>
          <w:rFonts w:ascii="Verdana Pro Light" w:eastAsia="Arial Unicode MS" w:hAnsi="Verdana Pro Light" w:cs="Arial Unicode MS"/>
          <w:sz w:val="18"/>
          <w:szCs w:val="18"/>
        </w:rPr>
        <w:t>ºano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4F825BF2" w14:textId="77777777" w:rsidR="00724BC9" w:rsidRDefault="00724BC9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A70BF7" w:rsidRPr="00136AD8" w14:paraId="4C0AA50E" w14:textId="77777777" w:rsidTr="00254BD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ABFD225" w14:textId="1128594C" w:rsidR="00A70BF7" w:rsidRPr="00136AD8" w:rsidRDefault="00A70BF7" w:rsidP="00254BD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25755E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0000/00</w:t>
            </w:r>
            <w:r w:rsidR="00586B25" w:rsidRPr="0025755E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BEDC77B" w14:textId="7CDD13F9" w:rsidR="00A70BF7" w:rsidRPr="009C256C" w:rsidRDefault="00E02C58" w:rsidP="00254BD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Implementar</w:t>
            </w:r>
            <w:r w:rsidR="0014445F" w:rsidRPr="0014445F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técnica </w:t>
            </w:r>
            <w:proofErr w:type="spellStart"/>
            <w:r w:rsidR="0014445F" w:rsidRPr="0014445F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Flying</w:t>
            </w:r>
            <w:proofErr w:type="spellEnd"/>
            <w:r w:rsidR="0014445F" w:rsidRPr="0014445F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14445F" w:rsidRPr="0014445F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Low</w:t>
            </w:r>
            <w:proofErr w:type="spellEnd"/>
          </w:p>
        </w:tc>
      </w:tr>
    </w:tbl>
    <w:p w14:paraId="49168571" w14:textId="057E236D" w:rsidR="00A70BF7" w:rsidRDefault="00A70BF7" w:rsidP="00A70BF7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="00172F19"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,5</w:t>
      </w:r>
    </w:p>
    <w:p w14:paraId="4783DD73" w14:textId="13536C4E" w:rsidR="00D56D73" w:rsidRPr="003200F2" w:rsidRDefault="00D56D73" w:rsidP="00D56D7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: </w:t>
      </w:r>
      <w:r w:rsidR="00172F19">
        <w:rPr>
          <w:rFonts w:ascii="Verdana Pro Light" w:eastAsia="Arial Unicode MS" w:hAnsi="Verdana Pro Light" w:cs="Times New Roman"/>
          <w:smallCaps/>
          <w:sz w:val="20"/>
        </w:rPr>
        <w:t>25</w:t>
      </w:r>
      <w:r>
        <w:rPr>
          <w:rFonts w:ascii="Verdana Pro Light" w:eastAsia="Arial Unicode MS" w:hAnsi="Verdana Pro Light" w:cs="Times New Roman"/>
          <w:smallCaps/>
          <w:sz w:val="20"/>
        </w:rPr>
        <w:t>h</w:t>
      </w:r>
    </w:p>
    <w:p w14:paraId="000A183F" w14:textId="77777777" w:rsidR="00A70BF7" w:rsidRDefault="00A70BF7" w:rsidP="00A70BF7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A70BF7" w:rsidRPr="00136AD8" w14:paraId="1DEF1B4C" w14:textId="77777777" w:rsidTr="00254BD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E50D459" w14:textId="77777777" w:rsidR="00A70BF7" w:rsidRPr="001B353A" w:rsidRDefault="00A70BF7" w:rsidP="00254B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A70BF7" w:rsidRPr="00136AD8" w14:paraId="20085400" w14:textId="77777777" w:rsidTr="00254BD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F7063A" w14:textId="1620AA8A" w:rsidR="00A70BF7" w:rsidRPr="00D2265E" w:rsidRDefault="00A70BF7" w:rsidP="00561D7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C41DD0">
              <w:rPr>
                <w:rFonts w:ascii="Verdana Pro Light" w:eastAsia="Arial Unicode MS" w:hAnsi="Verdana Pro Light" w:cs="Arial Unicode MS"/>
                <w:sz w:val="18"/>
                <w:szCs w:val="18"/>
              </w:rPr>
              <w:t>Executar</w:t>
            </w:r>
            <w:r w:rsidRPr="006C5F4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561D7D" w:rsidRPr="00561D7D">
              <w:rPr>
                <w:rFonts w:ascii="Verdana Pro Light" w:eastAsia="Arial Unicode MS" w:hAnsi="Verdana Pro Light" w:cs="Arial Unicode MS"/>
                <w:sz w:val="18"/>
                <w:szCs w:val="18"/>
              </w:rPr>
              <w:t>padrões de movimentos que relacionem respiração, velocidade e libertação de</w:t>
            </w:r>
            <w:r w:rsidR="00561D7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561D7D" w:rsidRPr="00561D7D">
              <w:rPr>
                <w:rFonts w:ascii="Verdana Pro Light" w:eastAsia="Arial Unicode MS" w:hAnsi="Verdana Pro Light" w:cs="Arial Unicode MS"/>
                <w:sz w:val="18"/>
                <w:szCs w:val="18"/>
              </w:rPr>
              <w:t>energia</w:t>
            </w:r>
          </w:p>
          <w:p w14:paraId="494883FA" w14:textId="67C35AA0" w:rsidR="00B200D3" w:rsidRDefault="00A70BF7" w:rsidP="00B200D3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D2265E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Pr="00D2265E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C41DD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Executar </w:t>
            </w:r>
            <w:r w:rsidR="00B200D3" w:rsidRPr="00B200D3">
              <w:rPr>
                <w:rFonts w:ascii="Verdana Pro Light" w:eastAsia="Arial Unicode MS" w:hAnsi="Verdana Pro Light" w:cs="Arial Unicode MS"/>
                <w:sz w:val="18"/>
                <w:szCs w:val="18"/>
              </w:rPr>
              <w:t>movimentos em espiral, para o chão e fora do chão</w:t>
            </w:r>
          </w:p>
          <w:p w14:paraId="49C830E3" w14:textId="4BD3E0C0" w:rsidR="00A70BF7" w:rsidRPr="001B353A" w:rsidRDefault="00A70BF7" w:rsidP="00024705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</w:tc>
      </w:tr>
      <w:tr w:rsidR="00A70BF7" w:rsidRPr="00136AD8" w14:paraId="57206E4A" w14:textId="77777777" w:rsidTr="00254BD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A8B4E2D" w14:textId="77777777" w:rsidR="00A70BF7" w:rsidRPr="001B353A" w:rsidRDefault="00A70BF7" w:rsidP="00254B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D430DCE" w14:textId="77777777" w:rsidR="00A70BF7" w:rsidRPr="001B353A" w:rsidRDefault="00A70BF7" w:rsidP="00254B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075829C" w14:textId="77777777" w:rsidR="00A70BF7" w:rsidRPr="001B353A" w:rsidRDefault="00A70BF7" w:rsidP="00254B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A70BF7" w:rsidRPr="00136AD8" w14:paraId="17908A54" w14:textId="77777777" w:rsidTr="00254BD2">
        <w:trPr>
          <w:trHeight w:val="274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340200" w14:textId="4912D150" w:rsidR="00A70BF7" w:rsidRPr="00AD1983" w:rsidRDefault="00B200D3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19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Elementos fundamentais da técnica de </w:t>
            </w:r>
            <w:proofErr w:type="spellStart"/>
            <w:r w:rsidRPr="00AD19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Flying</w:t>
            </w:r>
            <w:proofErr w:type="spellEnd"/>
            <w:r w:rsidRPr="00AD19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AD19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Low</w:t>
            </w:r>
            <w:proofErr w:type="spellEnd"/>
          </w:p>
          <w:p w14:paraId="703D69CD" w14:textId="192CCEF4" w:rsidR="00A70BF7" w:rsidRDefault="00E92DF0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92DF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Trabalho de chão</w:t>
            </w:r>
          </w:p>
          <w:p w14:paraId="589A4851" w14:textId="156B595B" w:rsidR="00E92DF0" w:rsidRDefault="00D646DB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646D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Espirais de movimento para o chão</w:t>
            </w:r>
          </w:p>
          <w:p w14:paraId="54B9A0D9" w14:textId="6118C693" w:rsidR="00D646DB" w:rsidRDefault="00D646DB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646D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Espirais de movimento para fora do chão</w:t>
            </w:r>
          </w:p>
          <w:p w14:paraId="6616C031" w14:textId="34C0FD19" w:rsidR="00D646DB" w:rsidRDefault="00D646DB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646D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Trabalho em posição ereta: movimentos em espiral</w:t>
            </w:r>
          </w:p>
          <w:p w14:paraId="67FE4773" w14:textId="64F1BB25" w:rsidR="00782C08" w:rsidRPr="00AD1983" w:rsidRDefault="00782C08" w:rsidP="00782C0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D19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Técnica de </w:t>
            </w:r>
            <w:proofErr w:type="spellStart"/>
            <w:r w:rsidRPr="00AD19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Fying</w:t>
            </w:r>
            <w:proofErr w:type="spellEnd"/>
            <w:r w:rsidRPr="00AD19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AD19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Low</w:t>
            </w:r>
            <w:proofErr w:type="spellEnd"/>
            <w:r w:rsidRPr="00AD198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como aperfeiçoamento da consciência corporal e da relação do bailarino com o espaço</w:t>
            </w:r>
          </w:p>
          <w:p w14:paraId="7F10D953" w14:textId="11AF3BF3" w:rsidR="00A70BF7" w:rsidRDefault="00782C08" w:rsidP="00344E9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82C0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Trabalho de respiração, velocidade, libertação de energia através do corpo de forma a ativar uma relação</w:t>
            </w:r>
            <w:r w:rsidR="009F09D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9F09DB" w:rsidRPr="009F09D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entre o centro e as articulações</w:t>
            </w:r>
          </w:p>
          <w:p w14:paraId="446E4F18" w14:textId="19633DE7" w:rsidR="00A70BF7" w:rsidRDefault="009F09DB" w:rsidP="00344E9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F09D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Interconexões entre o ar, o chão, a energia do grupo e o espaço</w:t>
            </w:r>
          </w:p>
          <w:p w14:paraId="56DD34FE" w14:textId="33F0B433" w:rsidR="00A70BF7" w:rsidRDefault="00AF585E" w:rsidP="00344E9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585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Trabalho de foco entre a estrutura do esqueleto e a mente para melhorar a perceção física do bailarino</w:t>
            </w:r>
          </w:p>
          <w:p w14:paraId="7F479861" w14:textId="17140F7D" w:rsidR="00A70BF7" w:rsidRPr="00D85413" w:rsidRDefault="00A70BF7" w:rsidP="00344E9B">
            <w:pPr>
              <w:pStyle w:val="PargrafodaLista"/>
              <w:spacing w:before="120" w:after="0" w:line="276" w:lineRule="auto"/>
              <w:ind w:left="457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ADAC88" w14:textId="2D1AB3B5" w:rsidR="00A70BF7" w:rsidRDefault="00A70BF7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os elementos </w:t>
            </w:r>
            <w:r w:rsidR="002815A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fundamentais</w:t>
            </w:r>
            <w:r w:rsidR="00DB2CF5" w:rsidRPr="00DB2CF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da técnica </w:t>
            </w:r>
            <w:proofErr w:type="spellStart"/>
            <w:r w:rsidR="00DB2CF5" w:rsidRPr="00DB2CF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Flying</w:t>
            </w:r>
            <w:proofErr w:type="spellEnd"/>
            <w:r w:rsidR="00DB2CF5" w:rsidRPr="00DB2CF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="00DB2CF5" w:rsidRPr="00DB2CF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Low</w:t>
            </w:r>
            <w:proofErr w:type="spellEnd"/>
            <w:r w:rsidR="00DB2CF5" w:rsidRPr="00DB2CF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centrada no movimento em</w:t>
            </w:r>
            <w:r w:rsidR="00DB2CF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DB2CF5" w:rsidRPr="00DB2CF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espiral e no trabalho de chão</w:t>
            </w: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14ACC21C" w14:textId="07AD22C3" w:rsidR="00A70BF7" w:rsidRPr="00C316B5" w:rsidRDefault="00A70BF7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a técnica </w:t>
            </w:r>
            <w:proofErr w:type="spellStart"/>
            <w:r w:rsidR="002815A3" w:rsidRPr="00B200D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Flying</w:t>
            </w:r>
            <w:proofErr w:type="spellEnd"/>
            <w:r w:rsidR="002815A3" w:rsidRPr="00B200D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="002815A3" w:rsidRPr="00B200D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Low</w:t>
            </w:r>
            <w:proofErr w:type="spellEnd"/>
          </w:p>
          <w:p w14:paraId="429F64E5" w14:textId="1A74EEBB" w:rsidR="00A70BF7" w:rsidRPr="00C316B5" w:rsidRDefault="00D002C7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</w:t>
            </w:r>
            <w:r w:rsidR="008B610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movimentos que trabalhem a respiração, velocidade e libertação de energia</w:t>
            </w:r>
          </w:p>
          <w:p w14:paraId="77EE6BEC" w14:textId="61972BC9" w:rsidR="00A70BF7" w:rsidRPr="00C316B5" w:rsidRDefault="00D002C7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</w:t>
            </w:r>
            <w:r w:rsidR="002A04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i</w:t>
            </w:r>
            <w:r w:rsidR="002A040D" w:rsidRPr="002A040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nterconexões entre o ar, o chão, a energia do grupo e o espaço</w:t>
            </w:r>
          </w:p>
          <w:p w14:paraId="10AF288F" w14:textId="365BF15D" w:rsidR="00A70BF7" w:rsidRPr="00C316B5" w:rsidRDefault="00D002C7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</w:t>
            </w:r>
            <w:r w:rsidR="00FD1E6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movimentos que </w:t>
            </w:r>
            <w:r w:rsidR="00755F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trabalhem o </w:t>
            </w:r>
            <w:r w:rsidR="00755FEB" w:rsidRPr="00AF585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foco entre a estrutura do esqueleto e a mente</w:t>
            </w:r>
          </w:p>
          <w:p w14:paraId="75716002" w14:textId="77777777" w:rsidR="00A70BF7" w:rsidRPr="00C316B5" w:rsidRDefault="00A70BF7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8B4250" w14:textId="77777777" w:rsidR="00A70BF7" w:rsidRPr="00C316B5" w:rsidRDefault="00A70BF7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Autodisciplina e determinação</w:t>
            </w:r>
          </w:p>
          <w:p w14:paraId="6F7BDB04" w14:textId="147391A0" w:rsidR="00A70BF7" w:rsidRPr="00C316B5" w:rsidRDefault="0016286C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Pensamento</w:t>
            </w:r>
            <w:r w:rsidR="00A70BF7"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critico</w:t>
            </w:r>
          </w:p>
          <w:p w14:paraId="4DC6B44D" w14:textId="77777777" w:rsidR="00A70BF7" w:rsidRPr="00C316B5" w:rsidRDefault="00A70BF7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</w:t>
            </w:r>
          </w:p>
          <w:p w14:paraId="5AFFC736" w14:textId="5987E993" w:rsidR="00A70BF7" w:rsidRPr="00C316B5" w:rsidRDefault="00A70BF7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</w:t>
            </w:r>
          </w:p>
          <w:p w14:paraId="218A4945" w14:textId="77777777" w:rsidR="00A70BF7" w:rsidRPr="00C316B5" w:rsidRDefault="00A70BF7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4754210A" w14:textId="77777777" w:rsidR="00A70BF7" w:rsidRPr="00C316B5" w:rsidRDefault="00A70BF7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Criatividade, imaginação e sensibilidade</w:t>
            </w:r>
          </w:p>
          <w:p w14:paraId="01846490" w14:textId="77777777" w:rsidR="00A70BF7" w:rsidRPr="00C316B5" w:rsidRDefault="00A70BF7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</w:t>
            </w:r>
          </w:p>
          <w:p w14:paraId="4F129951" w14:textId="0B587CBB" w:rsidR="00A70BF7" w:rsidRPr="00C316B5" w:rsidRDefault="00F713CA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</w:t>
            </w:r>
          </w:p>
        </w:tc>
      </w:tr>
    </w:tbl>
    <w:p w14:paraId="1F17658D" w14:textId="77777777" w:rsidR="00A70BF7" w:rsidRDefault="00A70BF7" w:rsidP="00A70BF7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F9F8C11" w14:textId="77777777" w:rsidR="00A70BF7" w:rsidRPr="003200F2" w:rsidRDefault="00A70BF7" w:rsidP="00A70BF7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</w:p>
    <w:p w14:paraId="06CD4AB6" w14:textId="77777777" w:rsidR="00A70BF7" w:rsidRPr="00136AD8" w:rsidRDefault="00A70BF7" w:rsidP="00A70BF7">
      <w:pPr>
        <w:spacing w:after="0" w:line="240" w:lineRule="auto"/>
        <w:ind w:right="-1"/>
        <w:rPr>
          <w:rFonts w:ascii="Verdana Pro Light" w:hAnsi="Verdana Pro Light" w:cs="Times New Roman"/>
        </w:rPr>
      </w:pPr>
    </w:p>
    <w:p w14:paraId="0CB7D620" w14:textId="77777777" w:rsidR="00A70BF7" w:rsidRDefault="00A70BF7" w:rsidP="00A70BF7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39E5156" w14:textId="77777777" w:rsidR="00A70BF7" w:rsidRDefault="00A70BF7" w:rsidP="00A70BF7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6BA2FD32" w14:textId="77777777" w:rsidR="00A70BF7" w:rsidRPr="00F87025" w:rsidRDefault="00A70BF7" w:rsidP="00A70BF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66D866C4" w14:textId="77777777" w:rsidR="00A70BF7" w:rsidRPr="00F20E6F" w:rsidRDefault="00A70BF7" w:rsidP="00A70BF7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6EB53EF" w14:textId="3E8FC6FE" w:rsidR="00A70BF7" w:rsidRPr="0064164C" w:rsidRDefault="00A70BF7" w:rsidP="00A70BF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0E364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Executando </w:t>
      </w:r>
      <w:r w:rsidR="000E3642" w:rsidRPr="00561D7D">
        <w:rPr>
          <w:rFonts w:ascii="Verdana Pro Light" w:eastAsia="Arial Unicode MS" w:hAnsi="Verdana Pro Light" w:cs="Arial Unicode MS"/>
          <w:sz w:val="18"/>
          <w:szCs w:val="18"/>
        </w:rPr>
        <w:t>movimentos que relacionem respiração, velocidade e libertação de</w:t>
      </w:r>
      <w:r w:rsidR="000E3642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="000E3642" w:rsidRPr="00561D7D">
        <w:rPr>
          <w:rFonts w:ascii="Verdana Pro Light" w:eastAsia="Arial Unicode MS" w:hAnsi="Verdana Pro Light" w:cs="Arial Unicode MS"/>
          <w:sz w:val="18"/>
          <w:szCs w:val="18"/>
        </w:rPr>
        <w:t>energia</w:t>
      </w:r>
    </w:p>
    <w:p w14:paraId="5CFFAC6C" w14:textId="09933882" w:rsidR="00A70BF7" w:rsidRPr="0064164C" w:rsidRDefault="00A70BF7" w:rsidP="00A70BF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0E364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Executando a</w:t>
      </w:r>
      <w:r w:rsidR="000E3642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técnica </w:t>
      </w:r>
      <w:proofErr w:type="spellStart"/>
      <w:r w:rsidR="000E3642" w:rsidRPr="000E5C28">
        <w:rPr>
          <w:rFonts w:ascii="Verdana Pro Light" w:eastAsia="Arial Unicode MS" w:hAnsi="Verdana Pro Light" w:cs="Arial Unicode MS"/>
          <w:i/>
          <w:iCs/>
          <w:sz w:val="18"/>
          <w:szCs w:val="18"/>
          <w:lang w:eastAsia="pt-PT"/>
        </w:rPr>
        <w:t>Flying</w:t>
      </w:r>
      <w:proofErr w:type="spellEnd"/>
      <w:r w:rsidR="000E3642" w:rsidRPr="000E5C28">
        <w:rPr>
          <w:rFonts w:ascii="Verdana Pro Light" w:eastAsia="Arial Unicode MS" w:hAnsi="Verdana Pro Light" w:cs="Arial Unicode MS"/>
          <w:i/>
          <w:iCs/>
          <w:sz w:val="18"/>
          <w:szCs w:val="18"/>
          <w:lang w:eastAsia="pt-PT"/>
        </w:rPr>
        <w:t xml:space="preserve"> </w:t>
      </w:r>
      <w:proofErr w:type="spellStart"/>
      <w:r w:rsidR="000E3642" w:rsidRPr="000E5C28">
        <w:rPr>
          <w:rFonts w:ascii="Verdana Pro Light" w:eastAsia="Arial Unicode MS" w:hAnsi="Verdana Pro Light" w:cs="Arial Unicode MS"/>
          <w:i/>
          <w:iCs/>
          <w:sz w:val="18"/>
          <w:szCs w:val="18"/>
          <w:lang w:eastAsia="pt-PT"/>
        </w:rPr>
        <w:t>Low</w:t>
      </w:r>
      <w:proofErr w:type="spellEnd"/>
    </w:p>
    <w:p w14:paraId="578698B4" w14:textId="6AD004C6" w:rsidR="00A70BF7" w:rsidRPr="0064164C" w:rsidRDefault="00A70BF7" w:rsidP="00A70BF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619D19B0" w14:textId="77777777" w:rsidR="00A70BF7" w:rsidRPr="0064164C" w:rsidRDefault="00A70BF7" w:rsidP="00A70BF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62EF6F25" w14:textId="77777777" w:rsidR="00A70BF7" w:rsidRPr="0064164C" w:rsidRDefault="00A70BF7" w:rsidP="00A70BF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1687C219" w14:textId="77777777" w:rsidR="00A70BF7" w:rsidRPr="00136AD8" w:rsidRDefault="00A70BF7" w:rsidP="00A70BF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12E02E2" w14:textId="77777777" w:rsidR="00A70BF7" w:rsidRPr="00F87025" w:rsidRDefault="00A70BF7" w:rsidP="00A70BF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5972A2F6" w14:textId="77777777" w:rsidR="00A52FF4" w:rsidRPr="00660150" w:rsidRDefault="00A52FF4" w:rsidP="00AD1983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Académico: Participação em aulas, workshops e seminários em diferentes contextos académicos e educativos</w:t>
      </w:r>
    </w:p>
    <w:p w14:paraId="1DE29F12" w14:textId="77777777" w:rsidR="00A52FF4" w:rsidRDefault="00A52FF4" w:rsidP="00AD1983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Artístico e Profissional: Participação em espetáculos de dança, eventos performativos 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660150">
        <w:rPr>
          <w:rFonts w:ascii="Verdana Pro Light" w:eastAsia="Arial Unicode MS" w:hAnsi="Verdana Pro Light" w:cs="Arial Unicode MS"/>
          <w:sz w:val="18"/>
          <w:szCs w:val="18"/>
        </w:rPr>
        <w:t>concursos de dança</w:t>
      </w:r>
    </w:p>
    <w:p w14:paraId="19FD3801" w14:textId="77777777" w:rsidR="00A52FF4" w:rsidRPr="00660150" w:rsidRDefault="00A52FF4" w:rsidP="00AD1983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Atividades ligadas às profissões da dança, nos domínios artístico, educativo, lúdico e inclusivo.</w:t>
      </w:r>
    </w:p>
    <w:p w14:paraId="225A3643" w14:textId="77777777" w:rsidR="00A52FF4" w:rsidRPr="002A28C4" w:rsidRDefault="00A52FF4" w:rsidP="00A52FF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9E06F25" w14:textId="77777777" w:rsidR="00A52FF4" w:rsidRPr="00984B30" w:rsidRDefault="00A52FF4" w:rsidP="00A52FF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214D13C" w14:textId="77777777" w:rsidR="00A52FF4" w:rsidRPr="00984B30" w:rsidRDefault="00A52FF4" w:rsidP="00A52FF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3ABA8C3" w14:textId="77777777" w:rsidR="00A52FF4" w:rsidRPr="00984B30" w:rsidRDefault="00A52FF4" w:rsidP="00A52FF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B7622FF" w14:textId="77777777" w:rsidR="00A52FF4" w:rsidRPr="00051C79" w:rsidRDefault="00A52FF4" w:rsidP="00A52FF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E296888" w14:textId="77777777" w:rsidR="00A52FF4" w:rsidRPr="00F87025" w:rsidRDefault="00A52FF4" w:rsidP="00A52FF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59BDF5A" w14:textId="77777777" w:rsidR="00A52FF4" w:rsidRPr="004F76B6" w:rsidRDefault="00A52FF4" w:rsidP="00A52FF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Estúdio de dança devidamente preparado e equipado (sala ampla, arejada, iluminada, com chão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4F76B6">
        <w:rPr>
          <w:rFonts w:ascii="Verdana Pro Light" w:eastAsia="Arial Unicode MS" w:hAnsi="Verdana Pro Light" w:cs="Arial Unicode MS"/>
          <w:sz w:val="18"/>
          <w:szCs w:val="18"/>
        </w:rPr>
        <w:t>de linóleo com caixa de ar, barras, espelhos, equipamento de som)</w:t>
      </w:r>
    </w:p>
    <w:p w14:paraId="27D47782" w14:textId="77777777" w:rsidR="00A52FF4" w:rsidRPr="004F76B6" w:rsidRDefault="00A52FF4" w:rsidP="00A52FF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Instrumentos de treino em dança (colchões, bolas suíças, bandas elásticas, tijolos de espuma…)</w:t>
      </w:r>
    </w:p>
    <w:p w14:paraId="1CF97AB7" w14:textId="77777777" w:rsidR="00A52FF4" w:rsidRPr="004F76B6" w:rsidRDefault="00A52FF4" w:rsidP="00A52FF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29E572B5" w14:textId="77777777" w:rsidR="00A52FF4" w:rsidRPr="004F76B6" w:rsidRDefault="00A52FF4" w:rsidP="00A52FF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Dispositivos de projeção de imagem/vídeo</w:t>
      </w:r>
    </w:p>
    <w:p w14:paraId="626E5461" w14:textId="77777777" w:rsidR="00A52FF4" w:rsidRPr="004F76B6" w:rsidRDefault="00A52FF4" w:rsidP="00A52FF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Dispositivos de registo de imagem/vídeo</w:t>
      </w:r>
    </w:p>
    <w:p w14:paraId="3DA80A25" w14:textId="77777777" w:rsidR="00A52FF4" w:rsidRPr="004F76B6" w:rsidRDefault="00A52FF4" w:rsidP="00A52FF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Equipamento específico para aulas práticas (Maillot, sapatilhas de ballet…)</w:t>
      </w:r>
    </w:p>
    <w:p w14:paraId="7299FF69" w14:textId="77777777" w:rsidR="00A52FF4" w:rsidRDefault="00A52FF4" w:rsidP="00A52FF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Manuais técnicos</w:t>
      </w:r>
    </w:p>
    <w:p w14:paraId="18E85469" w14:textId="77777777" w:rsidR="00A52FF4" w:rsidRPr="009E3A9A" w:rsidRDefault="00A52FF4" w:rsidP="00A52FF4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3FAFDF6" w14:textId="77777777" w:rsidR="00A52FF4" w:rsidRPr="00051C79" w:rsidRDefault="00A52FF4" w:rsidP="00A52FF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EED9A96" w14:textId="77777777" w:rsidR="00A52FF4" w:rsidRPr="00F87025" w:rsidRDefault="00A52FF4" w:rsidP="00A52FF4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2C504CA0" w14:textId="77777777" w:rsidR="00A52FF4" w:rsidRPr="007E183A" w:rsidRDefault="00A52FF4" w:rsidP="00AD1983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Forma de organização da formação: presencial</w:t>
      </w:r>
    </w:p>
    <w:p w14:paraId="1F9871C4" w14:textId="77777777" w:rsidR="00A52FF4" w:rsidRPr="007E183A" w:rsidRDefault="00A52FF4" w:rsidP="00AD1983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Necessidade de garantir o espaço adequado, bem como o material necessário</w:t>
      </w:r>
    </w:p>
    <w:p w14:paraId="3651254D" w14:textId="77777777" w:rsidR="00A52FF4" w:rsidRPr="00C85B1A" w:rsidRDefault="00A52FF4" w:rsidP="00AD1983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Proporcionar oportunidades variadas e diferenciadas de participação em eventos de dança 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natureza educativa e artística</w:t>
      </w:r>
    </w:p>
    <w:p w14:paraId="6210BE2E" w14:textId="77777777" w:rsidR="00A52FF4" w:rsidRDefault="00A52FF4" w:rsidP="00AD1983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Proporcionar oportunidades de assistir a espetáculos e outros eventos de dança (bailados, aulas</w:t>
      </w:r>
    </w:p>
    <w:p w14:paraId="375CE84B" w14:textId="77777777" w:rsidR="00A52FF4" w:rsidRPr="00C85B1A" w:rsidRDefault="00A52FF4" w:rsidP="00AD1983">
      <w:pPr>
        <w:pStyle w:val="PargrafodaLista"/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C85B1A">
        <w:rPr>
          <w:rFonts w:ascii="Verdana Pro Light" w:eastAsia="Arial Unicode MS" w:hAnsi="Verdana Pro Light" w:cs="Arial Unicode MS"/>
          <w:sz w:val="18"/>
          <w:szCs w:val="18"/>
        </w:rPr>
        <w:t>profissionais, conferências…)</w:t>
      </w:r>
    </w:p>
    <w:p w14:paraId="02484936" w14:textId="77777777" w:rsidR="00A52FF4" w:rsidRPr="009E3A9A" w:rsidRDefault="00A52FF4" w:rsidP="00AD1983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Incentivar a colaboração (professores e alunos) entre turmas do curso dos diferentes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anos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-10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º, 11.º e 12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º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ano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2A2D466E" w14:textId="77777777" w:rsidR="00A52FF4" w:rsidRPr="00051C79" w:rsidRDefault="00A52FF4" w:rsidP="00A52FF4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E3642" w:rsidRPr="00136AD8" w14:paraId="4B986801" w14:textId="77777777" w:rsidTr="00254BD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135E99E" w14:textId="17D88F5A" w:rsidR="000E3642" w:rsidRPr="00136AD8" w:rsidRDefault="000E3642" w:rsidP="00254BD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9F29EE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0000/00</w:t>
            </w:r>
            <w:r w:rsidR="00586B25" w:rsidRPr="009F29EE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C5031EF" w14:textId="4473378C" w:rsidR="000E3642" w:rsidRPr="009C256C" w:rsidRDefault="001B6602" w:rsidP="00254BD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t>Executar técnicas de composição de dança contemporânea</w:t>
            </w:r>
          </w:p>
        </w:tc>
      </w:tr>
    </w:tbl>
    <w:p w14:paraId="00E3925F" w14:textId="77777777" w:rsidR="000E3642" w:rsidRDefault="000E3642" w:rsidP="000E3642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35DD822C" w14:textId="77777777" w:rsidR="00D56D73" w:rsidRPr="003200F2" w:rsidRDefault="00D56D73" w:rsidP="00D56D7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: </w:t>
      </w:r>
      <w:r>
        <w:rPr>
          <w:rFonts w:ascii="Verdana Pro Light" w:eastAsia="Arial Unicode MS" w:hAnsi="Verdana Pro Light" w:cs="Times New Roman"/>
          <w:smallCaps/>
          <w:sz w:val="20"/>
        </w:rPr>
        <w:t>50h</w:t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0E3642" w:rsidRPr="00136AD8" w14:paraId="619352E3" w14:textId="77777777" w:rsidTr="00254BD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651F792" w14:textId="77777777" w:rsidR="000E3642" w:rsidRPr="001B353A" w:rsidRDefault="000E3642" w:rsidP="00254B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E3642" w:rsidRPr="00136AD8" w14:paraId="0762F8A7" w14:textId="77777777" w:rsidTr="00254BD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DFA6CE" w14:textId="5CDD7C06" w:rsidR="000E3642" w:rsidRPr="00D2265E" w:rsidRDefault="000E3642" w:rsidP="00254BD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BF4127">
              <w:rPr>
                <w:rFonts w:ascii="Verdana Pro Light" w:eastAsia="Arial Unicode MS" w:hAnsi="Verdana Pro Light" w:cs="Arial Unicode MS"/>
                <w:sz w:val="18"/>
                <w:szCs w:val="18"/>
              </w:rPr>
              <w:t>Operacionalizar</w:t>
            </w:r>
            <w:r w:rsidRPr="006C5F4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2E4E86" w:rsidRPr="002E4E86">
              <w:rPr>
                <w:rFonts w:ascii="Verdana Pro Light" w:eastAsia="Arial Unicode MS" w:hAnsi="Verdana Pro Light" w:cs="Arial Unicode MS"/>
                <w:sz w:val="18"/>
                <w:szCs w:val="18"/>
              </w:rPr>
              <w:t>técnicas expressivas e criativas da interpretação</w:t>
            </w:r>
          </w:p>
          <w:p w14:paraId="7E0F0C97" w14:textId="1E32318B" w:rsidR="000E3642" w:rsidRDefault="000E3642" w:rsidP="00254BD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D2265E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Pr="00D2265E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CC6357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Reconhecer</w:t>
            </w:r>
            <w:r w:rsidRPr="00C41DD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3276CE" w:rsidRPr="003276CE">
              <w:rPr>
                <w:rFonts w:ascii="Verdana Pro Light" w:eastAsia="Arial Unicode MS" w:hAnsi="Verdana Pro Light" w:cs="Arial Unicode MS"/>
                <w:sz w:val="18"/>
                <w:szCs w:val="18"/>
              </w:rPr>
              <w:t>métodos de composição</w:t>
            </w:r>
          </w:p>
          <w:p w14:paraId="22630274" w14:textId="16F82EC7" w:rsidR="000E3642" w:rsidRDefault="000E3642" w:rsidP="00254BD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D2265E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 w:rsidRPr="00D2265E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331D5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Planear uma sequência </w:t>
            </w:r>
            <w:r w:rsidR="00331D51" w:rsidRPr="00D14846">
              <w:rPr>
                <w:rFonts w:ascii="Verdana Pro Light" w:eastAsia="Arial Unicode MS" w:hAnsi="Verdana Pro Light" w:cs="Arial Unicode MS"/>
                <w:sz w:val="18"/>
                <w:szCs w:val="18"/>
              </w:rPr>
              <w:t>coreográfica</w:t>
            </w:r>
          </w:p>
          <w:p w14:paraId="4B61F0E2" w14:textId="2DB493A7" w:rsidR="000E3642" w:rsidRPr="001B353A" w:rsidRDefault="000E3642" w:rsidP="00254BD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</w:t>
            </w:r>
            <w:r w:rsidR="00460F21" w:rsidRPr="00D14846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Construir uma sequência coreográfica</w:t>
            </w:r>
          </w:p>
        </w:tc>
      </w:tr>
      <w:tr w:rsidR="000E3642" w:rsidRPr="00136AD8" w14:paraId="48213CD0" w14:textId="77777777" w:rsidTr="00254BD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AE9DD61" w14:textId="77777777" w:rsidR="000E3642" w:rsidRPr="001B353A" w:rsidRDefault="000E3642" w:rsidP="00254B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8DED3B6" w14:textId="77777777" w:rsidR="000E3642" w:rsidRPr="001B353A" w:rsidRDefault="000E3642" w:rsidP="00254B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76CE887" w14:textId="77777777" w:rsidR="000E3642" w:rsidRPr="001B353A" w:rsidRDefault="000E3642" w:rsidP="00254B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0E3642" w:rsidRPr="00136AD8" w14:paraId="53A6B0E8" w14:textId="77777777" w:rsidTr="00254BD2">
        <w:trPr>
          <w:trHeight w:val="274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26D320" w14:textId="42786D16" w:rsidR="000E3642" w:rsidRPr="00024705" w:rsidRDefault="003276CE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2470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Consciencialização corporal e aquecimento a solo, em duplas ou em grupo</w:t>
            </w:r>
            <w:r w:rsidR="009355D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:</w:t>
            </w:r>
          </w:p>
          <w:p w14:paraId="727E4B1D" w14:textId="4E8805DD" w:rsidR="000E3642" w:rsidRPr="00024705" w:rsidRDefault="003276CE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2470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Exercícios de enraizamento corporal</w:t>
            </w:r>
          </w:p>
          <w:p w14:paraId="7214853A" w14:textId="23976755" w:rsidR="000E3642" w:rsidRPr="00024705" w:rsidRDefault="00533FA6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2470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Exercícios de condicionamento físico</w:t>
            </w:r>
          </w:p>
          <w:p w14:paraId="1847FF47" w14:textId="7A465B1D" w:rsidR="000E3642" w:rsidRPr="00024705" w:rsidRDefault="00533FA6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2470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Exercícios de perceção sensorial</w:t>
            </w:r>
          </w:p>
          <w:p w14:paraId="1D190E5A" w14:textId="2AB04045" w:rsidR="000E3642" w:rsidRPr="00024705" w:rsidRDefault="00533FA6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2470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Exercícios de perceção do corpo através do toque e de visualizações</w:t>
            </w:r>
          </w:p>
          <w:p w14:paraId="4678504D" w14:textId="1A41D37D" w:rsidR="00533FA6" w:rsidRPr="00024705" w:rsidRDefault="003F7E3F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2470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Exercícios de perceção do movimento através da cópia simultânea</w:t>
            </w:r>
          </w:p>
          <w:p w14:paraId="65485814" w14:textId="756FDBC7" w:rsidR="000E3642" w:rsidRPr="00024705" w:rsidRDefault="003F7E3F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2470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Métodos de composição</w:t>
            </w:r>
          </w:p>
          <w:p w14:paraId="2367D8C0" w14:textId="2A9CD095" w:rsidR="000E3642" w:rsidRPr="00024705" w:rsidRDefault="003F7E3F" w:rsidP="0055322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2470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Exercícios de Improvisação</w:t>
            </w:r>
          </w:p>
          <w:p w14:paraId="61F2FD4A" w14:textId="1EFC1219" w:rsidR="000E3642" w:rsidRDefault="003F7E3F" w:rsidP="0055322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F7E3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Exploração de “temas” de improviso para trazer novas formas e sensações de movimento, desenvolvendo</w:t>
            </w:r>
            <w:r w:rsidR="00171A4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171A41" w:rsidRPr="00171A4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imaginação e a criatividade</w:t>
            </w:r>
          </w:p>
          <w:p w14:paraId="41EBDAEC" w14:textId="7000962A" w:rsidR="000E3642" w:rsidRDefault="00171A41" w:rsidP="0055322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1A4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Criação de partituras de improviso</w:t>
            </w:r>
          </w:p>
          <w:p w14:paraId="1726093D" w14:textId="1BD9DB03" w:rsidR="00171A41" w:rsidRDefault="00171A41" w:rsidP="0055322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71A4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Exercícios de composição</w:t>
            </w:r>
            <w:r w:rsidRPr="0055322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171A4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Noções de composição coreográfica: tema e motivo; unidade, variedade e desenvolvimento lógico,</w:t>
            </w:r>
            <w:r w:rsidR="00DC12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E00BB0" w:rsidRPr="00E00BB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proporções e equilíbrio, forma e conteúdo</w:t>
            </w:r>
          </w:p>
          <w:p w14:paraId="0CB4CFDA" w14:textId="5C110D24" w:rsidR="00CC17CD" w:rsidRDefault="00CC17CD" w:rsidP="0055322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C17C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Composição em tempo real com duração determinada: desenvolvimento do motivo, contrastes e</w:t>
            </w:r>
            <w:r w:rsidR="00F116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F11649" w:rsidRPr="00F116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variedades, </w:t>
            </w:r>
            <w:r w:rsidR="00F11649" w:rsidRPr="00F116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fraseamento, métodos importados da música</w:t>
            </w:r>
          </w:p>
          <w:p w14:paraId="3D84500E" w14:textId="6B3604BF" w:rsidR="00F11649" w:rsidRDefault="00F11649" w:rsidP="0055322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116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Composição por repetição: duos, trios, grupos e nos seus diferentes espaços de apresentação</w:t>
            </w:r>
          </w:p>
          <w:p w14:paraId="2E621A66" w14:textId="336444B9" w:rsidR="00F11649" w:rsidRDefault="00F11649" w:rsidP="0055322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1164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Suporte da prática com recursos didáticos (livros, imagens, vídeos...)</w:t>
            </w:r>
          </w:p>
          <w:p w14:paraId="014C2918" w14:textId="77777777" w:rsidR="000E3642" w:rsidRPr="00024705" w:rsidRDefault="00F11649" w:rsidP="00F1164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2470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Reflexão e análise sobre o processo de criação</w:t>
            </w:r>
          </w:p>
          <w:p w14:paraId="74C1CFC0" w14:textId="77777777" w:rsidR="00F11649" w:rsidRDefault="00411378" w:rsidP="0055322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113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Rodas de partilha: ouvir e expressar a vivência de cada um no trabalho de criação</w:t>
            </w:r>
          </w:p>
          <w:p w14:paraId="103A5DD0" w14:textId="77D5D5CA" w:rsidR="00411378" w:rsidRPr="00D85413" w:rsidRDefault="00411378" w:rsidP="0055322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113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Práticas de correção e </w:t>
            </w:r>
            <w:r w:rsidR="00553224" w:rsidRPr="0041137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autocorreção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5FFE70" w14:textId="2461182F" w:rsidR="00654B9B" w:rsidRPr="00654B9B" w:rsidRDefault="001472F4" w:rsidP="00654B9B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Aplicar</w:t>
            </w:r>
            <w:r w:rsidR="00D3415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654B9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diferentes </w:t>
            </w:r>
            <w:r w:rsidR="00D3415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exercícios de</w:t>
            </w:r>
            <w:r w:rsidR="00BA7F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</w:t>
            </w:r>
            <w:r w:rsidR="00BA7F3B" w:rsidRPr="00BA7F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onsciencialização corporal e aquecimento a solo, em duplas ou em grupo</w:t>
            </w:r>
            <w:r w:rsidR="000E3642"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36210775" w14:textId="2008337C" w:rsidR="000E3642" w:rsidRDefault="001472F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</w:t>
            </w:r>
            <w:r w:rsidR="004755B5" w:rsidRPr="004755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A54F1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diversos </w:t>
            </w:r>
            <w:r w:rsidR="004755B5" w:rsidRPr="004755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métodos de composição coreográfica: em tempo real e em</w:t>
            </w:r>
            <w:r w:rsidR="004755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repetição</w:t>
            </w:r>
          </w:p>
          <w:p w14:paraId="77B3B04F" w14:textId="3F12F5D0" w:rsidR="006140BB" w:rsidRDefault="004F03A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</w:t>
            </w:r>
            <w:r w:rsidR="006140BB" w:rsidRPr="006140B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técnicas expressivas e criativas da interpretação</w:t>
            </w:r>
          </w:p>
          <w:p w14:paraId="00F48179" w14:textId="57C5C209" w:rsidR="004520C8" w:rsidRPr="00C316B5" w:rsidRDefault="004520C8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técnicas </w:t>
            </w:r>
            <w:r w:rsidRPr="004755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composição coreográfica: em tempo real e em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repetição</w:t>
            </w:r>
          </w:p>
          <w:p w14:paraId="772A9DC8" w14:textId="277DFFA0" w:rsidR="000E3642" w:rsidRPr="00C316B5" w:rsidRDefault="00083253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</w:t>
            </w:r>
            <w:r w:rsidR="009C4F1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práticas de reflexão</w:t>
            </w:r>
            <w:r w:rsidR="00A8566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e análise sobre o </w:t>
            </w:r>
            <w:r w:rsidR="00755A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processo de criação de </w:t>
            </w:r>
            <w:r w:rsidR="00755A45" w:rsidRPr="00D14846">
              <w:rPr>
                <w:rFonts w:ascii="Verdana Pro Light" w:eastAsia="Arial Unicode MS" w:hAnsi="Verdana Pro Light" w:cs="Arial Unicode MS"/>
                <w:sz w:val="18"/>
                <w:szCs w:val="18"/>
              </w:rPr>
              <w:t>uma sequência coreográfica</w:t>
            </w:r>
          </w:p>
          <w:p w14:paraId="38F3EF5A" w14:textId="77777777" w:rsidR="000E3642" w:rsidRPr="00C316B5" w:rsidRDefault="000E3642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FD439C" w14:textId="77777777" w:rsidR="000E3642" w:rsidRPr="00C316B5" w:rsidRDefault="000E3642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Autodisciplina e determinação</w:t>
            </w:r>
          </w:p>
          <w:p w14:paraId="3E17C2D1" w14:textId="34B32C20" w:rsidR="000E3642" w:rsidRPr="00C316B5" w:rsidRDefault="00E4765F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Pensamento</w:t>
            </w:r>
            <w:r w:rsidR="000E3642"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critico</w:t>
            </w:r>
          </w:p>
          <w:p w14:paraId="0F3A3BBE" w14:textId="77777777" w:rsidR="000E3642" w:rsidRPr="00C316B5" w:rsidRDefault="000E3642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</w:t>
            </w:r>
          </w:p>
          <w:p w14:paraId="4812ADA2" w14:textId="58B09EFD" w:rsidR="000E3642" w:rsidRPr="00C316B5" w:rsidRDefault="000E3642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</w:t>
            </w:r>
          </w:p>
          <w:p w14:paraId="0F9BEFE1" w14:textId="77777777" w:rsidR="000E3642" w:rsidRPr="00C316B5" w:rsidRDefault="000E3642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10AA162C" w14:textId="77777777" w:rsidR="000E3642" w:rsidRPr="00C316B5" w:rsidRDefault="000E3642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Criatividade, imaginação e sensibilidade</w:t>
            </w:r>
          </w:p>
          <w:p w14:paraId="682159A4" w14:textId="77777777" w:rsidR="000E3642" w:rsidRPr="00C316B5" w:rsidRDefault="000E3642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</w:t>
            </w:r>
          </w:p>
          <w:p w14:paraId="6278E99A" w14:textId="64248000" w:rsidR="000E3642" w:rsidRPr="00C316B5" w:rsidRDefault="00E4765F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</w:t>
            </w:r>
          </w:p>
        </w:tc>
      </w:tr>
    </w:tbl>
    <w:p w14:paraId="3CDD86B4" w14:textId="77777777" w:rsidR="000E3642" w:rsidRDefault="000E3642" w:rsidP="000E3642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98579BD" w14:textId="77777777" w:rsidR="000E3642" w:rsidRPr="003200F2" w:rsidRDefault="000E3642" w:rsidP="000E3642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</w:p>
    <w:p w14:paraId="309C130A" w14:textId="77777777" w:rsidR="000E3642" w:rsidRPr="00136AD8" w:rsidRDefault="000E3642" w:rsidP="000E3642">
      <w:pPr>
        <w:spacing w:after="0" w:line="240" w:lineRule="auto"/>
        <w:ind w:right="-1"/>
        <w:rPr>
          <w:rFonts w:ascii="Verdana Pro Light" w:hAnsi="Verdana Pro Light" w:cs="Times New Roman"/>
        </w:rPr>
      </w:pPr>
    </w:p>
    <w:p w14:paraId="6E933621" w14:textId="77777777" w:rsidR="000E3642" w:rsidRDefault="000E3642" w:rsidP="000E3642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090857A" w14:textId="77777777" w:rsidR="000E3642" w:rsidRDefault="000E3642" w:rsidP="000E3642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635D6BF7" w14:textId="77777777" w:rsidR="000E3642" w:rsidRPr="00F87025" w:rsidRDefault="000E3642" w:rsidP="000E364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1203C9FC" w14:textId="77777777" w:rsidR="000E3642" w:rsidRPr="00F20E6F" w:rsidRDefault="000E3642" w:rsidP="000E3642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36688790" w14:textId="64433E5B" w:rsidR="000E3642" w:rsidRPr="0064164C" w:rsidRDefault="000E3642" w:rsidP="000E364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862DA2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Planea</w:t>
      </w:r>
      <w:r w:rsidR="00DE522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ndo </w:t>
      </w:r>
      <w:r w:rsidR="00DE5221" w:rsidRPr="00A6243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uma sequência coreográfica</w:t>
      </w:r>
      <w:r w:rsidR="001635D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, de acordo com os métodos de composição coreográfica</w:t>
      </w:r>
    </w:p>
    <w:p w14:paraId="63256FEF" w14:textId="76B2829E" w:rsidR="000E3642" w:rsidRPr="0064164C" w:rsidRDefault="000E3642" w:rsidP="000E364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A6243F" w:rsidRPr="00A6243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Demonstrando autonomia e criatividade na </w:t>
      </w:r>
      <w:r w:rsidR="00E94FC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criação</w:t>
      </w:r>
      <w:r w:rsidR="00A6243F" w:rsidRPr="00A6243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de uma sequência coreográfica</w:t>
      </w:r>
    </w:p>
    <w:p w14:paraId="2E440EC0" w14:textId="1F2020EA" w:rsidR="000E3642" w:rsidRPr="00FC59EE" w:rsidRDefault="000E3642" w:rsidP="00FC59EE">
      <w:pPr>
        <w:pStyle w:val="PargrafodaLista"/>
        <w:spacing w:before="120" w:after="0" w:line="276" w:lineRule="auto"/>
        <w:ind w:left="142"/>
        <w:contextualSpacing w:val="0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1F5B2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Demonstrando capacidade </w:t>
      </w:r>
      <w:r w:rsidR="00FC59EE" w:rsidRPr="00FC59EE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d</w:t>
      </w:r>
      <w:r w:rsidR="001F5B26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e</w:t>
      </w:r>
      <w:r w:rsidR="00FC59EE" w:rsidRPr="00FC59EE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reflexão</w:t>
      </w:r>
      <w:r w:rsidR="001F5B26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e an</w:t>
      </w:r>
      <w:r w:rsidR="00A6243F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á</w:t>
      </w:r>
      <w:r w:rsidR="001F5B26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lise</w:t>
      </w:r>
      <w:r w:rsidR="00A6243F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d</w:t>
      </w:r>
      <w:r w:rsidR="00FC59EE" w:rsidRPr="00FC59EE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o processo de criação</w:t>
      </w:r>
    </w:p>
    <w:p w14:paraId="03F696F3" w14:textId="1BE90985" w:rsidR="000E3642" w:rsidRPr="0064164C" w:rsidRDefault="000E3642" w:rsidP="000E364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755A45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</w:p>
    <w:p w14:paraId="2609886C" w14:textId="77777777" w:rsidR="000E3642" w:rsidRPr="0064164C" w:rsidRDefault="000E3642" w:rsidP="000E3642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56C36E26" w14:textId="77777777" w:rsidR="000E3642" w:rsidRPr="00136AD8" w:rsidRDefault="000E3642" w:rsidP="000E3642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2659C9F" w14:textId="77777777" w:rsidR="000E3642" w:rsidRPr="00F87025" w:rsidRDefault="000E3642" w:rsidP="000E3642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81CF79D" w14:textId="77777777" w:rsidR="00BB45C3" w:rsidRPr="00660150" w:rsidRDefault="00BB45C3" w:rsidP="00B13A01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Académico: Participação em aulas, workshops e seminários em diferentes contextos académicos e educativos</w:t>
      </w:r>
    </w:p>
    <w:p w14:paraId="5A53EFF7" w14:textId="77777777" w:rsidR="00BB45C3" w:rsidRDefault="00BB45C3" w:rsidP="00B13A01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Artístico e Profissional: Participação em espetáculos de dança, eventos performativos 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660150">
        <w:rPr>
          <w:rFonts w:ascii="Verdana Pro Light" w:eastAsia="Arial Unicode MS" w:hAnsi="Verdana Pro Light" w:cs="Arial Unicode MS"/>
          <w:sz w:val="18"/>
          <w:szCs w:val="18"/>
        </w:rPr>
        <w:t>concursos de dança</w:t>
      </w:r>
    </w:p>
    <w:p w14:paraId="6129BDD5" w14:textId="77777777" w:rsidR="00BB45C3" w:rsidRPr="00660150" w:rsidRDefault="00BB45C3" w:rsidP="00B13A01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Atividades ligadas às profissões da dança, nos domínios artístico, educativo, lúdico e inclusivo.</w:t>
      </w:r>
    </w:p>
    <w:p w14:paraId="19646BD3" w14:textId="77777777" w:rsidR="00BB45C3" w:rsidRPr="002A28C4" w:rsidRDefault="00BB45C3" w:rsidP="00BB45C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C893028" w14:textId="77777777" w:rsidR="00BB45C3" w:rsidRPr="00984B30" w:rsidRDefault="00BB45C3" w:rsidP="00BB45C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6093257" w14:textId="77777777" w:rsidR="00BB45C3" w:rsidRPr="00984B30" w:rsidRDefault="00BB45C3" w:rsidP="00BB45C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9DD1C34" w14:textId="77777777" w:rsidR="00BB45C3" w:rsidRPr="00984B30" w:rsidRDefault="00BB45C3" w:rsidP="00BB45C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28FE69D" w14:textId="77777777" w:rsidR="00BB45C3" w:rsidRPr="00051C79" w:rsidRDefault="00BB45C3" w:rsidP="00BB45C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58EC1D8" w14:textId="77777777" w:rsidR="00BB45C3" w:rsidRPr="00F87025" w:rsidRDefault="00BB45C3" w:rsidP="00BB45C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0AF46C6" w14:textId="77777777" w:rsidR="00BB45C3" w:rsidRPr="004F76B6" w:rsidRDefault="00BB45C3" w:rsidP="00BB45C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Estúdio de dança devidamente preparado e equipado (sala ampla, arejada, iluminada, com chão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4F76B6">
        <w:rPr>
          <w:rFonts w:ascii="Verdana Pro Light" w:eastAsia="Arial Unicode MS" w:hAnsi="Verdana Pro Light" w:cs="Arial Unicode MS"/>
          <w:sz w:val="18"/>
          <w:szCs w:val="18"/>
        </w:rPr>
        <w:t>de linóleo com caixa de ar, barras, espelhos, equipamento de som)</w:t>
      </w:r>
    </w:p>
    <w:p w14:paraId="1F3AE276" w14:textId="77777777" w:rsidR="00BB45C3" w:rsidRPr="004F76B6" w:rsidRDefault="00BB45C3" w:rsidP="00BB45C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Instrumentos de treino em dança (colchões, bolas suíças, bandas elásticas, tijolos de espuma…)</w:t>
      </w:r>
    </w:p>
    <w:p w14:paraId="310E9C1D" w14:textId="77777777" w:rsidR="00BB45C3" w:rsidRPr="004F76B6" w:rsidRDefault="00BB45C3" w:rsidP="00BB45C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1887D6CF" w14:textId="77777777" w:rsidR="00BB45C3" w:rsidRPr="004F76B6" w:rsidRDefault="00BB45C3" w:rsidP="00BB45C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Dispositivos de projeção de imagem/vídeo</w:t>
      </w:r>
    </w:p>
    <w:p w14:paraId="2E48879C" w14:textId="77777777" w:rsidR="00BB45C3" w:rsidRPr="004F76B6" w:rsidRDefault="00BB45C3" w:rsidP="00BB45C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Dispositivos de registo de imagem/vídeo</w:t>
      </w:r>
    </w:p>
    <w:p w14:paraId="2F873F4B" w14:textId="77777777" w:rsidR="00BB45C3" w:rsidRPr="004F76B6" w:rsidRDefault="00BB45C3" w:rsidP="00BB45C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Equipamento específico para aulas práticas (Maillot, sapatilhas de ballet…)</w:t>
      </w:r>
    </w:p>
    <w:p w14:paraId="7293EEFE" w14:textId="77777777" w:rsidR="00BB45C3" w:rsidRDefault="00BB45C3" w:rsidP="00BB45C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Manuais técnicos</w:t>
      </w:r>
    </w:p>
    <w:p w14:paraId="304482CE" w14:textId="77777777" w:rsidR="00BB45C3" w:rsidRPr="009E3A9A" w:rsidRDefault="00BB45C3" w:rsidP="00BB45C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F5AEE7A" w14:textId="77777777" w:rsidR="00BB45C3" w:rsidRPr="00051C79" w:rsidRDefault="00BB45C3" w:rsidP="00BB45C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E7BAFC2" w14:textId="77777777" w:rsidR="00BB45C3" w:rsidRPr="00F87025" w:rsidRDefault="00BB45C3" w:rsidP="00BB45C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1A12A5D5" w14:textId="77777777" w:rsidR="00BB45C3" w:rsidRPr="007E183A" w:rsidRDefault="00BB45C3" w:rsidP="00B13A01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Forma de organização da formação: presencial</w:t>
      </w:r>
    </w:p>
    <w:p w14:paraId="587095B3" w14:textId="77777777" w:rsidR="00BB45C3" w:rsidRPr="007E183A" w:rsidRDefault="00BB45C3" w:rsidP="00B13A01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Necessidade de garantir o espaço adequado, bem como o material necessário</w:t>
      </w:r>
    </w:p>
    <w:p w14:paraId="722BCC24" w14:textId="77777777" w:rsidR="00BB45C3" w:rsidRPr="00C85B1A" w:rsidRDefault="00BB45C3" w:rsidP="00B13A01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Proporcionar oportunidades variadas e diferenciadas de participação em eventos de dança 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natureza educativa e artística</w:t>
      </w:r>
    </w:p>
    <w:p w14:paraId="1543724C" w14:textId="77777777" w:rsidR="00BB45C3" w:rsidRDefault="00BB45C3" w:rsidP="00B13A01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Proporcionar oportunidades de assistir a espetáculos e outros eventos de dança (bailados, aulas</w:t>
      </w:r>
    </w:p>
    <w:p w14:paraId="578492C4" w14:textId="77777777" w:rsidR="00BB45C3" w:rsidRPr="00C85B1A" w:rsidRDefault="00BB45C3" w:rsidP="00B13A01">
      <w:pPr>
        <w:pStyle w:val="PargrafodaLista"/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C85B1A">
        <w:rPr>
          <w:rFonts w:ascii="Verdana Pro Light" w:eastAsia="Arial Unicode MS" w:hAnsi="Verdana Pro Light" w:cs="Arial Unicode MS"/>
          <w:sz w:val="18"/>
          <w:szCs w:val="18"/>
        </w:rPr>
        <w:t>profissionais, conferências…)</w:t>
      </w:r>
    </w:p>
    <w:p w14:paraId="13FF5C25" w14:textId="77777777" w:rsidR="00BB45C3" w:rsidRPr="009E3A9A" w:rsidRDefault="00BB45C3" w:rsidP="00B13A01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Incentivar a colaboração (professores e alunos) entre turmas do curso dos diferentes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anos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-10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º, 11.º e 12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º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ano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467EC358" w14:textId="77777777" w:rsidR="00BB45C3" w:rsidRPr="00051C79" w:rsidRDefault="00BB45C3" w:rsidP="00BB45C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804C97" w:rsidRPr="00136AD8" w14:paraId="4AA76D5C" w14:textId="77777777" w:rsidTr="00254BD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CC469B7" w14:textId="1D4CEC1D" w:rsidR="00804C97" w:rsidRPr="00136AD8" w:rsidRDefault="00804C97" w:rsidP="00254BD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316A07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0000/00</w:t>
            </w:r>
            <w:r w:rsidR="00A47FEA" w:rsidRPr="00316A07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6183B4A" w14:textId="682C94F0" w:rsidR="00804C97" w:rsidRPr="009C256C" w:rsidRDefault="0003327C" w:rsidP="00254BD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t>Recriar uma coreografia a partir de reportório da dança contemporânea</w:t>
            </w:r>
          </w:p>
        </w:tc>
      </w:tr>
    </w:tbl>
    <w:p w14:paraId="4C76010A" w14:textId="77777777" w:rsidR="00804C97" w:rsidRDefault="00804C97" w:rsidP="00804C97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288A12C3" w14:textId="77777777" w:rsidR="00D56D73" w:rsidRPr="003200F2" w:rsidRDefault="00D56D73" w:rsidP="00D56D7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: </w:t>
      </w:r>
      <w:r>
        <w:rPr>
          <w:rFonts w:ascii="Verdana Pro Light" w:eastAsia="Arial Unicode MS" w:hAnsi="Verdana Pro Light" w:cs="Times New Roman"/>
          <w:smallCaps/>
          <w:sz w:val="20"/>
        </w:rPr>
        <w:t>50h</w:t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804C97" w:rsidRPr="00136AD8" w14:paraId="6FB918E1" w14:textId="77777777" w:rsidTr="00254BD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85F0112" w14:textId="77777777" w:rsidR="00804C97" w:rsidRPr="001B353A" w:rsidRDefault="00804C97" w:rsidP="00254B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804C97" w:rsidRPr="00136AD8" w14:paraId="2F0C1A23" w14:textId="77777777" w:rsidTr="00254BD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FC6DFE" w14:textId="40EF1FDE" w:rsidR="00804C97" w:rsidRPr="00D2265E" w:rsidRDefault="00804C97" w:rsidP="00254BD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6C4374" w:rsidRPr="006C4374">
              <w:rPr>
                <w:rFonts w:ascii="Verdana Pro Light" w:eastAsia="Arial Unicode MS" w:hAnsi="Verdana Pro Light" w:cs="Arial Unicode MS"/>
                <w:sz w:val="18"/>
                <w:szCs w:val="18"/>
              </w:rPr>
              <w:t>Tomar contacto com o repertório da dança contemporânea</w:t>
            </w:r>
          </w:p>
          <w:p w14:paraId="311485A9" w14:textId="75F9E3ED" w:rsidR="00804C97" w:rsidRDefault="00804C97" w:rsidP="00254BD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D2265E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Pr="00D2265E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5740E0" w:rsidRPr="005740E0">
              <w:rPr>
                <w:rFonts w:ascii="Verdana Pro Light" w:eastAsia="Arial Unicode MS" w:hAnsi="Verdana Pro Light" w:cs="Arial Unicode MS"/>
                <w:sz w:val="18"/>
                <w:szCs w:val="18"/>
              </w:rPr>
              <w:t>Analisar peças marcantes da dança contemporânea</w:t>
            </w:r>
          </w:p>
          <w:p w14:paraId="7B587CCE" w14:textId="1234C194" w:rsidR="00804C97" w:rsidRDefault="00804C97" w:rsidP="00254BD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D2265E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 w:rsidRPr="00D2265E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7D04BE" w:rsidRPr="007D04BE">
              <w:rPr>
                <w:rFonts w:ascii="Verdana Pro Light" w:eastAsia="Arial Unicode MS" w:hAnsi="Verdana Pro Light" w:cs="Arial Unicode MS"/>
                <w:sz w:val="18"/>
                <w:szCs w:val="18"/>
              </w:rPr>
              <w:t>Desenvolver processos de produção e reprodução de coreografias</w:t>
            </w:r>
          </w:p>
          <w:p w14:paraId="33444DB8" w14:textId="70E23F1A" w:rsidR="00D92C09" w:rsidRDefault="00D92C09" w:rsidP="00254BD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 </w:t>
            </w:r>
            <w:r w:rsidR="001035CE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Mobilizar </w:t>
            </w:r>
            <w:r w:rsidR="002E410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as </w:t>
            </w:r>
            <w:r w:rsidR="001035CE">
              <w:rPr>
                <w:rFonts w:ascii="Verdana Pro Light" w:eastAsia="Arial Unicode MS" w:hAnsi="Verdana Pro Light" w:cs="Arial Unicode MS"/>
                <w:sz w:val="18"/>
                <w:szCs w:val="18"/>
              </w:rPr>
              <w:t>ferramentas de composição</w:t>
            </w:r>
          </w:p>
          <w:p w14:paraId="0CB8F7EE" w14:textId="67FEF598" w:rsidR="00804C97" w:rsidRPr="001B353A" w:rsidRDefault="00B754A2" w:rsidP="00177F6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B754A2">
              <w:rPr>
                <w:rFonts w:ascii="Verdana Pro Light" w:eastAsia="Arial Unicode MS" w:hAnsi="Verdana Pro Light" w:cs="Arial Unicode MS"/>
                <w:sz w:val="18"/>
                <w:szCs w:val="18"/>
              </w:rPr>
              <w:t>R5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Utilizar o corpo e o movimento como instrumento de criação coreográfica</w:t>
            </w:r>
          </w:p>
        </w:tc>
      </w:tr>
      <w:tr w:rsidR="00804C97" w:rsidRPr="00136AD8" w14:paraId="674D9068" w14:textId="77777777" w:rsidTr="00254BD2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E537EC9" w14:textId="77777777" w:rsidR="00804C97" w:rsidRPr="001B353A" w:rsidRDefault="00804C97" w:rsidP="00254B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433EF8F" w14:textId="77777777" w:rsidR="00804C97" w:rsidRPr="001B353A" w:rsidRDefault="00804C97" w:rsidP="00254B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77A3B9C" w14:textId="77777777" w:rsidR="00804C97" w:rsidRPr="001B353A" w:rsidRDefault="00804C97" w:rsidP="00254B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04C97" w:rsidRPr="00136AD8" w14:paraId="53BC920C" w14:textId="77777777" w:rsidTr="00254BD2">
        <w:trPr>
          <w:trHeight w:val="274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376DF" w14:textId="77777777" w:rsidR="007D04BE" w:rsidRPr="00024705" w:rsidRDefault="007D04BE" w:rsidP="007D04B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2470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Análise das peças mais marcantes da dança contemporânea </w:t>
            </w:r>
          </w:p>
          <w:p w14:paraId="018CCA5C" w14:textId="60D0A3A4" w:rsidR="00804C97" w:rsidRPr="00024705" w:rsidRDefault="009F725F" w:rsidP="007D04B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2470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Visionamento e análise dos vídeos mais marcantes da história da dança contemporânea</w:t>
            </w:r>
          </w:p>
          <w:p w14:paraId="113BEF3C" w14:textId="79B8BB17" w:rsidR="00804C97" w:rsidRDefault="009F725F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2470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Contextualização, historiografia</w:t>
            </w:r>
            <w:r w:rsidRPr="009F725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da dança</w:t>
            </w:r>
          </w:p>
          <w:p w14:paraId="43559309" w14:textId="47F3BA6B" w:rsidR="00804C97" w:rsidRDefault="009F725F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F725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Especificidade de cada obra, de cada coreógrafo: partitura musical, coreografia, intérpretes, elementos</w:t>
            </w:r>
            <w:r w:rsidR="006C5A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6C5A84" w:rsidRPr="006C5A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cénicos</w:t>
            </w:r>
          </w:p>
          <w:p w14:paraId="7484E8E8" w14:textId="1C680F50" w:rsidR="006C5A84" w:rsidRDefault="006C5A8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C5A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Pluralidade de linguagens coreográficas</w:t>
            </w:r>
          </w:p>
          <w:p w14:paraId="6CD52710" w14:textId="46AFDAA1" w:rsidR="00804C97" w:rsidRPr="00024705" w:rsidRDefault="006C5A8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2470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Reprodução da obra ou parte da obra coreográfica</w:t>
            </w:r>
          </w:p>
          <w:p w14:paraId="6F26DE7F" w14:textId="40342E48" w:rsidR="006C5A84" w:rsidRPr="00024705" w:rsidRDefault="00C6542B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2470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Recriação da obra ou parte da obra coreográfica</w:t>
            </w:r>
          </w:p>
          <w:p w14:paraId="19958F1D" w14:textId="77777777" w:rsidR="00804C97" w:rsidRDefault="00C6542B" w:rsidP="00AE11C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2470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Exploração e criação</w:t>
            </w:r>
            <w:r w:rsidRPr="00C654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coreografias</w:t>
            </w:r>
          </w:p>
          <w:p w14:paraId="48CB95D6" w14:textId="77777777" w:rsidR="00412F32" w:rsidRPr="00412F32" w:rsidRDefault="00412F32" w:rsidP="00B951C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12F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Métodos e processos da construção coreográfica;</w:t>
            </w:r>
          </w:p>
          <w:p w14:paraId="45400B15" w14:textId="77777777" w:rsidR="00412F32" w:rsidRPr="00412F32" w:rsidRDefault="00412F32" w:rsidP="00B951C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12F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Elementos da coreografia;</w:t>
            </w:r>
          </w:p>
          <w:p w14:paraId="44F60463" w14:textId="77777777" w:rsidR="00412F32" w:rsidRPr="00412F32" w:rsidRDefault="00412F32" w:rsidP="00B951C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12F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Fase de movimento e o seu desenvolvimento;</w:t>
            </w:r>
          </w:p>
          <w:p w14:paraId="2D13290D" w14:textId="77777777" w:rsidR="00412F32" w:rsidRPr="00412F32" w:rsidRDefault="00412F32" w:rsidP="00B951C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12F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Corpo como instrumento/ferramenta de composição;</w:t>
            </w:r>
          </w:p>
          <w:p w14:paraId="2A73A480" w14:textId="531A9E74" w:rsidR="00412F32" w:rsidRPr="00C6542B" w:rsidRDefault="00412F32" w:rsidP="00B951C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12F3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Aplicação de processos de construção coreográfica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797D8C" w14:textId="5FC1E24B" w:rsidR="005F1045" w:rsidRDefault="001F047E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</w:t>
            </w:r>
            <w:r w:rsidR="006579EF" w:rsidRPr="006579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 importância de uma abordagem histórica de trabalhos marcantes na</w:t>
            </w:r>
            <w:r w:rsidR="005F10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5F1045" w:rsidRPr="005F10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história da dança contemporânea</w:t>
            </w:r>
          </w:p>
          <w:p w14:paraId="317A84E3" w14:textId="68CD7CAB" w:rsidR="00804C97" w:rsidRDefault="005F1045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F10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trabalhos marcantes na história da dança contemporânea</w:t>
            </w:r>
          </w:p>
          <w:p w14:paraId="0F11177B" w14:textId="2E34A56E" w:rsidR="005F1045" w:rsidRPr="005F1045" w:rsidRDefault="005F1045" w:rsidP="005F1045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2" w:hanging="21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F10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repertório da dança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5F104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contemporânea</w:t>
            </w:r>
          </w:p>
          <w:p w14:paraId="4448CFC2" w14:textId="34BB49B9" w:rsidR="00804C97" w:rsidRDefault="00AF008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F00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 forma como os coreógrafos atuam como agentes históricos de uma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AF00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arqueologia da dança</w:t>
            </w:r>
          </w:p>
          <w:p w14:paraId="4A4B3F07" w14:textId="64CC3049" w:rsidR="00AF0084" w:rsidRDefault="003E0783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579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interpretação de uma sequência coreográfica</w:t>
            </w:r>
            <w:r w:rsidR="006579EF" w:rsidRPr="006579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 que não é autor/a</w:t>
            </w:r>
          </w:p>
          <w:p w14:paraId="1E0DA03B" w14:textId="4A72492A" w:rsidR="00804C97" w:rsidRDefault="00722EF5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579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</w:t>
            </w:r>
            <w:r w:rsidR="003E0783" w:rsidRPr="006579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reinterpretação de uma sequência coreográfica preexistente</w:t>
            </w:r>
          </w:p>
          <w:p w14:paraId="766AF137" w14:textId="3410EA2B" w:rsidR="001A6CEB" w:rsidRPr="006579EF" w:rsidRDefault="001A6CEB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579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reprodução </w:t>
            </w:r>
            <w:r w:rsidRPr="006C5A8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 obra ou parte da obra coreográfica</w:t>
            </w:r>
          </w:p>
          <w:p w14:paraId="624CFCF2" w14:textId="77777777" w:rsidR="00804C97" w:rsidRDefault="001A6CEB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579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</w:t>
            </w:r>
            <w:r w:rsidRPr="004F78E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re</w:t>
            </w:r>
            <w:r w:rsidRPr="001A6CE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criação da obra ou parte da obra coreográfica</w:t>
            </w:r>
          </w:p>
          <w:p w14:paraId="018921B9" w14:textId="2FF0EA99" w:rsidR="00F72CFF" w:rsidRPr="00F72CFF" w:rsidRDefault="00F72CFF" w:rsidP="00F72CFF">
            <w:pPr>
              <w:pStyle w:val="PargrafodaLista"/>
              <w:numPr>
                <w:ilvl w:val="0"/>
                <w:numId w:val="4"/>
              </w:numPr>
              <w:spacing w:before="12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72CF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métodos e processos da construção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F72CF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coreográfica;</w:t>
            </w:r>
          </w:p>
          <w:p w14:paraId="73AA6727" w14:textId="21E95A23" w:rsidR="00F72CFF" w:rsidRDefault="00F72CFF" w:rsidP="00F72CFF">
            <w:pPr>
              <w:pStyle w:val="PargrafodaLista"/>
              <w:numPr>
                <w:ilvl w:val="0"/>
                <w:numId w:val="4"/>
              </w:numPr>
              <w:spacing w:before="12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Efetuar</w:t>
            </w:r>
            <w:r w:rsidRPr="00F72CF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trabalhos coreográficos,</w:t>
            </w:r>
          </w:p>
          <w:p w14:paraId="0B3C40DC" w14:textId="59C84921" w:rsidR="00F72CFF" w:rsidRPr="00F72CFF" w:rsidRDefault="00F72CFF" w:rsidP="00F72CFF">
            <w:pPr>
              <w:pStyle w:val="PargrafodaLista"/>
              <w:spacing w:before="12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72CF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através de métodos e processos</w:t>
            </w:r>
          </w:p>
          <w:p w14:paraId="528A5A4F" w14:textId="30A32B9C" w:rsidR="00F72CFF" w:rsidRPr="00F72CFF" w:rsidRDefault="00F72CFF" w:rsidP="00F72CFF">
            <w:pPr>
              <w:pStyle w:val="PargrafodaLista"/>
              <w:spacing w:before="12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72CF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diversificados, sua reflexão 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F72CF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análise;</w:t>
            </w:r>
          </w:p>
          <w:p w14:paraId="24E5F553" w14:textId="67A972F3" w:rsidR="00F72CFF" w:rsidRPr="00F72CFF" w:rsidRDefault="00F72CFF" w:rsidP="00F72CFF">
            <w:pPr>
              <w:pStyle w:val="PargrafodaLista"/>
              <w:numPr>
                <w:ilvl w:val="0"/>
                <w:numId w:val="4"/>
              </w:numPr>
              <w:spacing w:before="12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72CF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em estruturas coreográficas os elementos da coreografia os materiais do </w:t>
            </w:r>
            <w:r w:rsidRPr="00F72CF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espaço, do tempo, do corpo e do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F72CF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movimento;</w:t>
            </w:r>
          </w:p>
          <w:p w14:paraId="0BC8C7FC" w14:textId="7E8FFAB0" w:rsidR="00F72CFF" w:rsidRPr="00C316B5" w:rsidRDefault="00F72CFF" w:rsidP="00F72CFF">
            <w:pPr>
              <w:pStyle w:val="PargrafodaLista"/>
              <w:numPr>
                <w:ilvl w:val="0"/>
                <w:numId w:val="4"/>
              </w:numPr>
              <w:spacing w:before="120" w:line="276" w:lineRule="auto"/>
              <w:ind w:left="215" w:hanging="213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72CF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o corpo e o movimento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F72CF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enquanto ferramentas de criação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F72CF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 composição.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ACCC24" w14:textId="77777777" w:rsidR="00804C97" w:rsidRPr="00C316B5" w:rsidRDefault="00804C97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Responsabilidade pelas suas ações</w:t>
            </w:r>
          </w:p>
          <w:p w14:paraId="70204064" w14:textId="77777777" w:rsidR="00804C97" w:rsidRPr="00C316B5" w:rsidRDefault="00804C97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Autodisciplina e determinação</w:t>
            </w:r>
          </w:p>
          <w:p w14:paraId="205328D4" w14:textId="03C6E95A" w:rsidR="00804C97" w:rsidRPr="00C316B5" w:rsidRDefault="00D2177B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Pensamento</w:t>
            </w:r>
            <w:r w:rsidR="00804C97"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critico</w:t>
            </w:r>
          </w:p>
          <w:p w14:paraId="3200B269" w14:textId="77777777" w:rsidR="00804C97" w:rsidRPr="00C316B5" w:rsidRDefault="00804C97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</w:t>
            </w:r>
          </w:p>
          <w:p w14:paraId="5FC944ED" w14:textId="00F2DA0C" w:rsidR="00804C97" w:rsidRPr="00C316B5" w:rsidRDefault="00804C97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</w:t>
            </w:r>
          </w:p>
          <w:p w14:paraId="47662FAF" w14:textId="77777777" w:rsidR="00804C97" w:rsidRPr="00C316B5" w:rsidRDefault="00804C97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557908E7" w14:textId="77777777" w:rsidR="00804C97" w:rsidRPr="00C316B5" w:rsidRDefault="00804C97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Criatividade, imaginação e sensibilidade</w:t>
            </w:r>
          </w:p>
          <w:p w14:paraId="1F5775CA" w14:textId="77777777" w:rsidR="00804C97" w:rsidRPr="00C316B5" w:rsidRDefault="00804C97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</w:t>
            </w:r>
          </w:p>
          <w:p w14:paraId="794E8120" w14:textId="77CF4932" w:rsidR="00804C97" w:rsidRPr="00C316B5" w:rsidRDefault="00D2177B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</w:t>
            </w:r>
          </w:p>
        </w:tc>
      </w:tr>
    </w:tbl>
    <w:p w14:paraId="043BC615" w14:textId="77777777" w:rsidR="00804C97" w:rsidRDefault="00804C97" w:rsidP="00804C97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42AC071" w14:textId="77777777" w:rsidR="00804C97" w:rsidRPr="003200F2" w:rsidRDefault="00804C97" w:rsidP="00804C97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</w:p>
    <w:p w14:paraId="772553FD" w14:textId="77777777" w:rsidR="00804C97" w:rsidRPr="00136AD8" w:rsidRDefault="00804C97" w:rsidP="00804C97">
      <w:pPr>
        <w:spacing w:after="0" w:line="240" w:lineRule="auto"/>
        <w:ind w:right="-1"/>
        <w:rPr>
          <w:rFonts w:ascii="Verdana Pro Light" w:hAnsi="Verdana Pro Light" w:cs="Times New Roman"/>
        </w:rPr>
      </w:pPr>
    </w:p>
    <w:p w14:paraId="6E13FFCD" w14:textId="77777777" w:rsidR="00804C97" w:rsidRDefault="00804C97" w:rsidP="00804C97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0495516" w14:textId="77777777" w:rsidR="00804C97" w:rsidRDefault="00804C97" w:rsidP="00804C97">
      <w:pPr>
        <w:rPr>
          <w:rFonts w:ascii="Verdana Pro Light" w:hAnsi="Verdana Pro Light"/>
          <w:smallCaps/>
        </w:rPr>
      </w:pPr>
      <w:r>
        <w:rPr>
          <w:rFonts w:ascii="Verdana Pro Light" w:hAnsi="Verdana Pro Light"/>
          <w:smallCaps/>
        </w:rPr>
        <w:br w:type="page"/>
      </w:r>
    </w:p>
    <w:p w14:paraId="6851D8F9" w14:textId="77777777" w:rsidR="00804C97" w:rsidRPr="00F87025" w:rsidRDefault="00804C97" w:rsidP="00804C9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26FDBA33" w14:textId="77777777" w:rsidR="00804C97" w:rsidRPr="00F20E6F" w:rsidRDefault="00804C97" w:rsidP="00804C97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6EDD0606" w14:textId="24917F51" w:rsidR="00804C97" w:rsidRPr="0064164C" w:rsidRDefault="00804C97" w:rsidP="00804C9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A64B5B" w:rsidRPr="00A6243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Demonstrando autonomia e criatividade na </w:t>
      </w:r>
      <w:r w:rsidR="00A64B5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reprodução ou recriação </w:t>
      </w:r>
      <w:r w:rsidR="00A64B5B" w:rsidRPr="00B97BC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da obra ou parte da obra coreográfica</w:t>
      </w:r>
    </w:p>
    <w:p w14:paraId="303D09AB" w14:textId="336BACCD" w:rsidR="00804C97" w:rsidRPr="0064164C" w:rsidRDefault="00804C97" w:rsidP="00804C9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A64B5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Demonstrando capacidade </w:t>
      </w:r>
      <w:r w:rsidR="00A64B5B" w:rsidRPr="00FC59EE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d</w:t>
      </w:r>
      <w:r w:rsidR="00A64B5B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e</w:t>
      </w:r>
      <w:r w:rsidR="00A64B5B" w:rsidRPr="00FC59EE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reflexão</w:t>
      </w:r>
      <w:r w:rsidR="00A64B5B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e análise d</w:t>
      </w:r>
      <w:r w:rsidR="00A64B5B" w:rsidRPr="00FC59EE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o processo </w:t>
      </w:r>
      <w:r w:rsidR="00A64B5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reprodução ou recriação</w:t>
      </w:r>
    </w:p>
    <w:p w14:paraId="30A8B7C5" w14:textId="38775286" w:rsidR="00804C97" w:rsidRPr="00FC59EE" w:rsidRDefault="00804C97" w:rsidP="00804C97">
      <w:pPr>
        <w:pStyle w:val="PargrafodaLista"/>
        <w:spacing w:before="120" w:after="0" w:line="276" w:lineRule="auto"/>
        <w:ind w:left="142"/>
        <w:contextualSpacing w:val="0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EF37E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Manipulando as ferramentas da construção coreográfica</w:t>
      </w:r>
    </w:p>
    <w:p w14:paraId="539EC174" w14:textId="540CB8EC" w:rsidR="00804C97" w:rsidRPr="0064164C" w:rsidRDefault="00804C97" w:rsidP="00804C9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8D3AB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Aplicando as </w:t>
      </w:r>
      <w:r w:rsidR="002128D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ferramentas de composição</w:t>
      </w:r>
    </w:p>
    <w:p w14:paraId="0C706486" w14:textId="013E3423" w:rsidR="00804C97" w:rsidRPr="0064164C" w:rsidRDefault="00804C97" w:rsidP="00804C9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8D3ABD" w:rsidRPr="008D3AB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Utiliza</w:t>
      </w:r>
      <w:r w:rsidR="008D3AB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ndo</w:t>
      </w:r>
      <w:r w:rsidR="008D3ABD" w:rsidRPr="008D3ABD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 corpo e o movimento como instrumento de criação coreográfica</w:t>
      </w:r>
    </w:p>
    <w:p w14:paraId="4ECD12F0" w14:textId="77777777" w:rsidR="00804C97" w:rsidRPr="00136AD8" w:rsidRDefault="00804C97" w:rsidP="00804C9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C5C6C1D" w14:textId="77777777" w:rsidR="00804C97" w:rsidRPr="00F87025" w:rsidRDefault="00804C97" w:rsidP="00804C9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47EC27A" w14:textId="77777777" w:rsidR="00BB45C3" w:rsidRPr="00660150" w:rsidRDefault="00BB45C3" w:rsidP="0090361A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Académico: Participação em aulas, workshops e seminários em diferentes contextos académicos e educativos</w:t>
      </w:r>
    </w:p>
    <w:p w14:paraId="3DF7B4A9" w14:textId="77777777" w:rsidR="00BB45C3" w:rsidRDefault="00BB45C3" w:rsidP="0090361A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Artístico e Profissional: Participação em espetáculos de dança, eventos performativos 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660150">
        <w:rPr>
          <w:rFonts w:ascii="Verdana Pro Light" w:eastAsia="Arial Unicode MS" w:hAnsi="Verdana Pro Light" w:cs="Arial Unicode MS"/>
          <w:sz w:val="18"/>
          <w:szCs w:val="18"/>
        </w:rPr>
        <w:t>concursos de dança</w:t>
      </w:r>
    </w:p>
    <w:p w14:paraId="62DA986D" w14:textId="77777777" w:rsidR="00BB45C3" w:rsidRPr="00660150" w:rsidRDefault="00BB45C3" w:rsidP="0090361A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Atividades ligadas às profissões da dança, nos domínios artístico, educativo, lúdico e inclusivo.</w:t>
      </w:r>
    </w:p>
    <w:p w14:paraId="7716700D" w14:textId="77777777" w:rsidR="00BB45C3" w:rsidRPr="002A28C4" w:rsidRDefault="00BB45C3" w:rsidP="00BB45C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2D5967D" w14:textId="77777777" w:rsidR="00BB45C3" w:rsidRPr="00984B30" w:rsidRDefault="00BB45C3" w:rsidP="00BB45C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6FB0550" w14:textId="77777777" w:rsidR="00BB45C3" w:rsidRPr="00984B30" w:rsidRDefault="00BB45C3" w:rsidP="00BB45C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707A7FA" w14:textId="77777777" w:rsidR="00BB45C3" w:rsidRPr="00984B30" w:rsidRDefault="00BB45C3" w:rsidP="00BB45C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BC3FA75" w14:textId="77777777" w:rsidR="00BB45C3" w:rsidRPr="00051C79" w:rsidRDefault="00BB45C3" w:rsidP="00BB45C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86C5622" w14:textId="77777777" w:rsidR="00BB45C3" w:rsidRPr="00F87025" w:rsidRDefault="00BB45C3" w:rsidP="00BB45C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F314B77" w14:textId="77777777" w:rsidR="00BB45C3" w:rsidRPr="004F76B6" w:rsidRDefault="00BB45C3" w:rsidP="00BB45C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Estúdio de dança devidamente preparado e equipado (sala ampla, arejada, iluminada, com chão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4F76B6">
        <w:rPr>
          <w:rFonts w:ascii="Verdana Pro Light" w:eastAsia="Arial Unicode MS" w:hAnsi="Verdana Pro Light" w:cs="Arial Unicode MS"/>
          <w:sz w:val="18"/>
          <w:szCs w:val="18"/>
        </w:rPr>
        <w:t>de linóleo com caixa de ar, barras, espelhos, equipamento de som)</w:t>
      </w:r>
    </w:p>
    <w:p w14:paraId="3128EA66" w14:textId="77777777" w:rsidR="00BB45C3" w:rsidRPr="004F76B6" w:rsidRDefault="00BB45C3" w:rsidP="00BB45C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Instrumentos de treino em dança (colchões, bolas suíças, bandas elásticas, tijolos de espuma…)</w:t>
      </w:r>
    </w:p>
    <w:p w14:paraId="09B5208D" w14:textId="77777777" w:rsidR="00BB45C3" w:rsidRPr="004F76B6" w:rsidRDefault="00BB45C3" w:rsidP="00BB45C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04AE7E5E" w14:textId="77777777" w:rsidR="00BB45C3" w:rsidRPr="004F76B6" w:rsidRDefault="00BB45C3" w:rsidP="00BB45C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Dispositivos de projeção de imagem/vídeo</w:t>
      </w:r>
    </w:p>
    <w:p w14:paraId="35329804" w14:textId="77777777" w:rsidR="00BB45C3" w:rsidRPr="004F76B6" w:rsidRDefault="00BB45C3" w:rsidP="00BB45C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Dispositivos de registo de imagem/vídeo</w:t>
      </w:r>
    </w:p>
    <w:p w14:paraId="70FEB04F" w14:textId="77777777" w:rsidR="00BB45C3" w:rsidRPr="004F76B6" w:rsidRDefault="00BB45C3" w:rsidP="00BB45C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Equipamento específico para aulas práticas (Maillot, sapatilhas de ballet…)</w:t>
      </w:r>
    </w:p>
    <w:p w14:paraId="75BEC540" w14:textId="77777777" w:rsidR="00BB45C3" w:rsidRDefault="00BB45C3" w:rsidP="00BB45C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Manuais técnicos</w:t>
      </w:r>
    </w:p>
    <w:p w14:paraId="32A22083" w14:textId="77777777" w:rsidR="00BB45C3" w:rsidRPr="009E3A9A" w:rsidRDefault="00BB45C3" w:rsidP="00BB45C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0C60999" w14:textId="77777777" w:rsidR="00BB45C3" w:rsidRPr="00051C79" w:rsidRDefault="00BB45C3" w:rsidP="00BB45C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86AFB6A" w14:textId="77777777" w:rsidR="00BB45C3" w:rsidRPr="00F87025" w:rsidRDefault="00BB45C3" w:rsidP="00BB45C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B3BDA43" w14:textId="77777777" w:rsidR="00BB45C3" w:rsidRPr="007E183A" w:rsidRDefault="00BB45C3" w:rsidP="0090361A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Forma de organização da formação: presencial</w:t>
      </w:r>
    </w:p>
    <w:p w14:paraId="2231247E" w14:textId="77777777" w:rsidR="00BB45C3" w:rsidRPr="007E183A" w:rsidRDefault="00BB45C3" w:rsidP="0090361A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Necessidade de garantir o espaço adequado, bem como o material necessário</w:t>
      </w:r>
    </w:p>
    <w:p w14:paraId="5251BBAE" w14:textId="77777777" w:rsidR="00BB45C3" w:rsidRPr="00C85B1A" w:rsidRDefault="00BB45C3" w:rsidP="0090361A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Proporcionar oportunidades variadas e diferenciadas de participação em eventos de dança 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natureza educativa e artística</w:t>
      </w:r>
    </w:p>
    <w:p w14:paraId="2499EE1C" w14:textId="77777777" w:rsidR="00BB45C3" w:rsidRDefault="00BB45C3" w:rsidP="0090361A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Proporcionar oportunidades de assistir a espetáculos e outros eventos de dança (bailados, aulas</w:t>
      </w:r>
    </w:p>
    <w:p w14:paraId="4050713A" w14:textId="77777777" w:rsidR="00BB45C3" w:rsidRPr="00C85B1A" w:rsidRDefault="00BB45C3" w:rsidP="0090361A">
      <w:pPr>
        <w:pStyle w:val="PargrafodaLista"/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C85B1A">
        <w:rPr>
          <w:rFonts w:ascii="Verdana Pro Light" w:eastAsia="Arial Unicode MS" w:hAnsi="Verdana Pro Light" w:cs="Arial Unicode MS"/>
          <w:sz w:val="18"/>
          <w:szCs w:val="18"/>
        </w:rPr>
        <w:t>profissionais, conferências…)</w:t>
      </w:r>
    </w:p>
    <w:p w14:paraId="69149BBA" w14:textId="77777777" w:rsidR="00BB45C3" w:rsidRPr="009E3A9A" w:rsidRDefault="00BB45C3" w:rsidP="0090361A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Incentivar a colaboração (professores e alunos) entre turmas do curso dos diferentes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anos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-10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º, 11.º e 12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º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ano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48F31B10" w14:textId="77777777" w:rsidR="009C2975" w:rsidRDefault="009C2975" w:rsidP="008C76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C2975" w:rsidRPr="00136AD8" w14:paraId="39B79A62" w14:textId="77777777" w:rsidTr="00254BD2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06AE93A" w14:textId="2C898175" w:rsidR="009C2975" w:rsidRPr="00136AD8" w:rsidRDefault="009C2975" w:rsidP="00254BD2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BF3077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0000/00</w:t>
            </w:r>
            <w:r w:rsidR="00765905" w:rsidRPr="00BF3077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16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08216F6" w14:textId="2D4C10B3" w:rsidR="009C2975" w:rsidRPr="009C256C" w:rsidRDefault="002D174F" w:rsidP="00254BD2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t>Produzir</w:t>
            </w:r>
            <w:r w:rsidR="001E749B" w:rsidRPr="001E749B">
              <w:t xml:space="preserve"> uma coreografia</w:t>
            </w:r>
          </w:p>
        </w:tc>
      </w:tr>
    </w:tbl>
    <w:p w14:paraId="2089460C" w14:textId="77777777" w:rsidR="009C2975" w:rsidRDefault="009C2975" w:rsidP="009C2975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26C74B06" w14:textId="77777777" w:rsidR="00D56D73" w:rsidRPr="003200F2" w:rsidRDefault="00D56D73" w:rsidP="00D56D7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: </w:t>
      </w:r>
      <w:r>
        <w:rPr>
          <w:rFonts w:ascii="Verdana Pro Light" w:eastAsia="Arial Unicode MS" w:hAnsi="Verdana Pro Light" w:cs="Times New Roman"/>
          <w:smallCaps/>
          <w:sz w:val="20"/>
        </w:rPr>
        <w:t>50h</w:t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3402"/>
        <w:gridCol w:w="3153"/>
        <w:gridCol w:w="3265"/>
      </w:tblGrid>
      <w:tr w:rsidR="009C2975" w:rsidRPr="00136AD8" w14:paraId="0F3FA98B" w14:textId="77777777" w:rsidTr="00254BD2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983C595" w14:textId="77777777" w:rsidR="009C2975" w:rsidRPr="001B353A" w:rsidRDefault="009C2975" w:rsidP="00254B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9C2975" w:rsidRPr="00136AD8" w14:paraId="2DF4E119" w14:textId="77777777" w:rsidTr="00254BD2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57E6C1" w14:textId="0E9C9021" w:rsidR="009C2975" w:rsidRPr="00D2265E" w:rsidRDefault="009C2975" w:rsidP="00254BD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834862" w:rsidRPr="00834862">
              <w:rPr>
                <w:rFonts w:ascii="Verdana Pro Light" w:eastAsia="Arial Unicode MS" w:hAnsi="Verdana Pro Light" w:cs="Arial Unicode MS"/>
                <w:sz w:val="18"/>
                <w:szCs w:val="18"/>
              </w:rPr>
              <w:t>Realizar trabalhos coreográficos</w:t>
            </w:r>
          </w:p>
          <w:p w14:paraId="7F3C48DC" w14:textId="52C976F3" w:rsidR="009C2975" w:rsidRDefault="009C2975" w:rsidP="00254BD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D2265E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Pr="00D2265E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6B0C17" w:rsidRPr="001A1E17">
              <w:rPr>
                <w:rFonts w:ascii="Verdana Pro Light" w:eastAsia="Arial Unicode MS" w:hAnsi="Verdana Pro Light" w:cs="Arial Unicode MS"/>
                <w:sz w:val="18"/>
                <w:szCs w:val="18"/>
              </w:rPr>
              <w:t>Executar técnicas</w:t>
            </w:r>
            <w:r w:rsidR="006B0C1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6B0C17" w:rsidRPr="001A1E17">
              <w:rPr>
                <w:rFonts w:ascii="Verdana Pro Light" w:eastAsia="Arial Unicode MS" w:hAnsi="Verdana Pro Light" w:cs="Arial Unicode MS"/>
                <w:sz w:val="18"/>
                <w:szCs w:val="18"/>
              </w:rPr>
              <w:t>de processos de construção coreográfica</w:t>
            </w:r>
          </w:p>
          <w:p w14:paraId="6C8463C8" w14:textId="6699C43F" w:rsidR="009C2975" w:rsidRPr="0006082E" w:rsidRDefault="009C2975" w:rsidP="0006082E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D2265E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 w:rsidR="006B0C1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Executar </w:t>
            </w:r>
            <w:r w:rsidR="006B0C17" w:rsidRPr="008447E5">
              <w:rPr>
                <w:rFonts w:ascii="Verdana Pro Light" w:eastAsia="Arial Unicode MS" w:hAnsi="Verdana Pro Light" w:cs="Arial Unicode MS"/>
                <w:sz w:val="18"/>
                <w:szCs w:val="18"/>
              </w:rPr>
              <w:t>técnicas de análise e reflexão dos processos e produtos criativos</w:t>
            </w:r>
          </w:p>
        </w:tc>
      </w:tr>
      <w:tr w:rsidR="009C2975" w:rsidRPr="00136AD8" w14:paraId="28208A06" w14:textId="77777777" w:rsidTr="0006082E">
        <w:trPr>
          <w:trHeight w:val="296"/>
        </w:trPr>
        <w:tc>
          <w:tcPr>
            <w:tcW w:w="340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66C5639" w14:textId="77777777" w:rsidR="009C2975" w:rsidRPr="001B353A" w:rsidRDefault="009C2975" w:rsidP="00254B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15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5348FE4" w14:textId="77777777" w:rsidR="009C2975" w:rsidRPr="001B353A" w:rsidRDefault="009C2975" w:rsidP="00254B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C80E6BB" w14:textId="77777777" w:rsidR="009C2975" w:rsidRPr="001B353A" w:rsidRDefault="009C2975" w:rsidP="00254BD2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9C2975" w:rsidRPr="00136AD8" w14:paraId="4EB54A04" w14:textId="77777777" w:rsidTr="0006082E">
        <w:trPr>
          <w:trHeight w:val="274"/>
        </w:trPr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DAB4D6" w14:textId="77777777" w:rsidR="00152118" w:rsidRDefault="00152118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5211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Métodos e processos da construção coreográfica</w:t>
            </w:r>
          </w:p>
          <w:p w14:paraId="035BC5DA" w14:textId="4D9176D3" w:rsidR="009C2975" w:rsidRDefault="002176C3" w:rsidP="00F0562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176C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Elementos da coreografia - corpo, movimento, frase, transições, sequências, secções, estruturas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2176C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coreográficas e espaciais</w:t>
            </w:r>
          </w:p>
          <w:p w14:paraId="6A0ECA12" w14:textId="66A929E0" w:rsidR="002176C3" w:rsidRDefault="002176C3" w:rsidP="00F0562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2176C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Princípios da composição coreográfica - unidade; variedade e contraste; clímax; harmonia; repetição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5700F2" w:rsidRPr="005700F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sequência; equilíbrio e transição</w:t>
            </w:r>
          </w:p>
          <w:p w14:paraId="75CD09EC" w14:textId="3959F2B7" w:rsidR="005700F2" w:rsidRDefault="005700F2" w:rsidP="00F0562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700F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Ferramentas de Manipulação do Movimento: expansão, diminuição, espelho, reverso, desenvolvimento,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5700F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transformação, transposição, mudança de nível, inserção, embelezamento, acumulação, textura, repetição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5700F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 cânone</w:t>
            </w:r>
          </w:p>
          <w:p w14:paraId="1606975E" w14:textId="3DB311D2" w:rsidR="003F44EC" w:rsidRDefault="003F44EC" w:rsidP="00F0562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F44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Estrutura espacial: direções do corpo no espaço, tensão espacial, progressão e projeção</w:t>
            </w:r>
          </w:p>
          <w:p w14:paraId="1CBA6D7F" w14:textId="60B1D152" w:rsidR="003F44EC" w:rsidRDefault="003F44EC" w:rsidP="00F0562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F44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Intérprete – o corpo, o espaço, as dinâmicas, as ações e as relações do movimento</w:t>
            </w:r>
          </w:p>
          <w:p w14:paraId="72C1DC1D" w14:textId="3EB04E8B" w:rsidR="009C2975" w:rsidRDefault="0008718C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871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Fase de movimento e o seu desenvolvimento</w:t>
            </w:r>
          </w:p>
          <w:p w14:paraId="0B667AD2" w14:textId="3E9BD565" w:rsidR="0008718C" w:rsidRDefault="0008718C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08718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Corpo como instrumento/ferramenta de composição</w:t>
            </w:r>
          </w:p>
          <w:p w14:paraId="3AC50249" w14:textId="27148710" w:rsidR="0008718C" w:rsidRDefault="00EC340A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C34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Componentes da composição coreográfica</w:t>
            </w:r>
          </w:p>
          <w:p w14:paraId="3EB9898B" w14:textId="6E5CA999" w:rsidR="00EC340A" w:rsidRDefault="00EC340A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C34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Elementos da coreografia</w:t>
            </w:r>
          </w:p>
          <w:p w14:paraId="71310EAE" w14:textId="62D2B0D6" w:rsidR="00EC340A" w:rsidRDefault="00EC340A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C340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Processos e métodos criativos</w:t>
            </w:r>
          </w:p>
          <w:p w14:paraId="49703A79" w14:textId="77777777" w:rsidR="009C2975" w:rsidRDefault="007F00DE" w:rsidP="007F00D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00D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Trabalho em Site </w:t>
            </w:r>
            <w:proofErr w:type="spellStart"/>
            <w:r w:rsidRPr="007F00D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Specific</w:t>
            </w:r>
            <w:proofErr w:type="spellEnd"/>
          </w:p>
          <w:p w14:paraId="007BBEE6" w14:textId="7EAB010A" w:rsidR="00647A99" w:rsidRPr="00A17B4F" w:rsidRDefault="00A17B4F" w:rsidP="004B0AD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7B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T</w:t>
            </w:r>
            <w:r w:rsidR="00647A99" w:rsidRPr="00A17B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ipos e estruturas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647A99" w:rsidRPr="00A17B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coreográficas;</w:t>
            </w:r>
          </w:p>
          <w:p w14:paraId="26572771" w14:textId="77777777" w:rsidR="00647A99" w:rsidRPr="00647A99" w:rsidRDefault="00647A99" w:rsidP="004B0AD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47A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Plasticidade;</w:t>
            </w:r>
          </w:p>
          <w:p w14:paraId="7890E221" w14:textId="77777777" w:rsidR="00647A99" w:rsidRPr="00647A99" w:rsidRDefault="00647A99" w:rsidP="004B0AD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47A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Construção / criação prática do</w:t>
            </w:r>
          </w:p>
          <w:p w14:paraId="69400DA6" w14:textId="77777777" w:rsidR="00647A99" w:rsidRPr="00647A99" w:rsidRDefault="00647A99" w:rsidP="004B0AD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47A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projeto;</w:t>
            </w:r>
          </w:p>
          <w:p w14:paraId="360EAD05" w14:textId="1E9C29DB" w:rsidR="00647A99" w:rsidRPr="00A17B4F" w:rsidRDefault="00647A99" w:rsidP="004B0AD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7B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Modelos e relatórios</w:t>
            </w:r>
            <w:r w:rsidR="00A17B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A17B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coreográficos;</w:t>
            </w:r>
          </w:p>
          <w:p w14:paraId="12541F40" w14:textId="39F741E4" w:rsidR="00F502A7" w:rsidRPr="007F00DE" w:rsidRDefault="00F502A7" w:rsidP="00A17B4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1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3FA03C" w14:textId="67D09EA7" w:rsidR="009C2975" w:rsidRDefault="007F00DE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F00D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Identificar os métodos e processos da construção coreográfica</w:t>
            </w:r>
          </w:p>
          <w:p w14:paraId="4BF88B78" w14:textId="329505BF" w:rsidR="004F5FED" w:rsidRDefault="004F5FED" w:rsidP="00EA676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4F5F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em estruturas coreográficas os elementos da coreografia - os materiais do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4F5F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espaço, do tempo, do corpo e do movimento</w:t>
            </w:r>
          </w:p>
          <w:p w14:paraId="791350E7" w14:textId="09FA5033" w:rsidR="009C2975" w:rsidRPr="005F1045" w:rsidRDefault="006B0C17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2" w:hanging="210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B0C1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o corpo e o movimento enquanto ferramentas de criação e composição</w:t>
            </w:r>
          </w:p>
          <w:p w14:paraId="5B0DD2D9" w14:textId="2430E5E6" w:rsidR="004F5FED" w:rsidRDefault="004C6992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os c</w:t>
            </w:r>
            <w:r w:rsidRPr="004C699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omponentes da composição coreográfica</w:t>
            </w:r>
          </w:p>
          <w:p w14:paraId="6809933E" w14:textId="77777777" w:rsidR="001B4E18" w:rsidRDefault="001B4E18" w:rsidP="001B4E1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</w:t>
            </w:r>
            <w:r w:rsidRPr="007F00D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métodos e processos da construção coreográfica</w:t>
            </w:r>
          </w:p>
          <w:p w14:paraId="1859C191" w14:textId="60D8CAF3" w:rsidR="004F5FED" w:rsidRDefault="004A08B7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e</w:t>
            </w:r>
            <w:r w:rsidRPr="004A08B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lementos da coreografia</w:t>
            </w:r>
          </w:p>
          <w:p w14:paraId="70E93935" w14:textId="522D7C4A" w:rsidR="00BB7D87" w:rsidRDefault="00D570E4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570E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performativas de interpretação, transmissão e concretização de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D570E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processos e produtos criativos</w:t>
            </w:r>
          </w:p>
          <w:p w14:paraId="1E1FAF53" w14:textId="049DDAD3" w:rsidR="009C2975" w:rsidRPr="006579EF" w:rsidRDefault="009C2975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579E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4A08B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reflexão e análise do</w:t>
            </w:r>
            <w:r w:rsidR="00BB7D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processo de </w:t>
            </w:r>
            <w:r w:rsidR="00BB7D87" w:rsidRPr="00BB7D8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criação coreográfica</w:t>
            </w:r>
          </w:p>
          <w:p w14:paraId="28E9A2A0" w14:textId="55470365" w:rsidR="00A17B4F" w:rsidRPr="00A17B4F" w:rsidRDefault="00A17B4F" w:rsidP="00A17B4F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17B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Reescrever a partir do repertório da dança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A17B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contemporânea;</w:t>
            </w:r>
          </w:p>
          <w:p w14:paraId="4095C5EA" w14:textId="36EA6EE9" w:rsidR="009C2975" w:rsidRPr="00C316B5" w:rsidRDefault="00A17B4F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47A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Apresenta</w:t>
            </w:r>
            <w:r w:rsidR="00CD024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Pr="00647A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 projeto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647A9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artístico de dança em grupo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712FFA" w14:textId="77777777" w:rsidR="009C2975" w:rsidRPr="00C316B5" w:rsidRDefault="009C2975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Autodisciplina e determinação</w:t>
            </w:r>
          </w:p>
          <w:p w14:paraId="434A7E1C" w14:textId="4F082BFD" w:rsidR="009C2975" w:rsidRPr="00C316B5" w:rsidRDefault="00AA7D9F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Pensamento</w:t>
            </w:r>
            <w:r w:rsidR="009C2975"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critico</w:t>
            </w:r>
          </w:p>
          <w:p w14:paraId="4DFF94F8" w14:textId="77777777" w:rsidR="009C2975" w:rsidRPr="00C316B5" w:rsidRDefault="009C2975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</w:t>
            </w:r>
          </w:p>
          <w:p w14:paraId="6102CD7A" w14:textId="1405CA6D" w:rsidR="009C2975" w:rsidRPr="00C316B5" w:rsidRDefault="009C2975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</w:t>
            </w:r>
          </w:p>
          <w:p w14:paraId="4391A3ED" w14:textId="77777777" w:rsidR="009C2975" w:rsidRPr="00C316B5" w:rsidRDefault="009C2975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597A0A46" w14:textId="77777777" w:rsidR="009C2975" w:rsidRDefault="009C2975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Criatividade, imaginação e sensibilidade</w:t>
            </w:r>
          </w:p>
          <w:p w14:paraId="178F9631" w14:textId="33487094" w:rsidR="006F3B7F" w:rsidRDefault="006F3B7F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Espírito de equipa</w:t>
            </w:r>
          </w:p>
          <w:p w14:paraId="3CFB76B3" w14:textId="4661F516" w:rsidR="008F48ED" w:rsidRPr="00C316B5" w:rsidRDefault="008F48ED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39E8F320" w14:textId="77777777" w:rsidR="009C2975" w:rsidRPr="00C316B5" w:rsidRDefault="009C2975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</w:t>
            </w:r>
          </w:p>
          <w:p w14:paraId="38C3E858" w14:textId="130EF7EA" w:rsidR="009C2975" w:rsidRPr="00C316B5" w:rsidRDefault="00AA7D9F" w:rsidP="00254BD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</w:t>
            </w:r>
          </w:p>
        </w:tc>
      </w:tr>
    </w:tbl>
    <w:p w14:paraId="1BE55153" w14:textId="77777777" w:rsidR="009C2975" w:rsidRDefault="009C2975" w:rsidP="009C297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2928DDE" w14:textId="77777777" w:rsidR="00C54C0E" w:rsidRDefault="00C54C0E" w:rsidP="009C297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CF42E49" w14:textId="77777777" w:rsidR="00C54C0E" w:rsidRDefault="00C54C0E" w:rsidP="009C297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4FD8F62" w14:textId="77777777" w:rsidR="00C54C0E" w:rsidRDefault="00C54C0E" w:rsidP="009C297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A619E1D" w14:textId="77777777" w:rsidR="00C54C0E" w:rsidRDefault="00C54C0E" w:rsidP="009C297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1773898" w14:textId="77777777" w:rsidR="00C54C0E" w:rsidRDefault="00C54C0E" w:rsidP="009C297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EF9FE40" w14:textId="77777777" w:rsidR="00C54C0E" w:rsidRDefault="00C54C0E" w:rsidP="009C297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98CD8E4" w14:textId="77777777" w:rsidR="00C54C0E" w:rsidRDefault="00C54C0E" w:rsidP="009C297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B981E7F" w14:textId="77777777" w:rsidR="00C54C0E" w:rsidRDefault="00C54C0E" w:rsidP="009C297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BB71402" w14:textId="77777777" w:rsidR="00C54C0E" w:rsidRDefault="00C54C0E" w:rsidP="009C297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D7CF269" w14:textId="77777777" w:rsidR="00C54C0E" w:rsidRDefault="00C54C0E" w:rsidP="009C297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AFA444D" w14:textId="77777777" w:rsidR="00C54C0E" w:rsidRDefault="00C54C0E" w:rsidP="009C297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61BD6DF" w14:textId="77777777" w:rsidR="00C54C0E" w:rsidRDefault="00C54C0E" w:rsidP="009C297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ADF0305" w14:textId="77777777" w:rsidR="00C54C0E" w:rsidRDefault="00C54C0E" w:rsidP="009C297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55B26DF" w14:textId="77777777" w:rsidR="00C54C0E" w:rsidRDefault="00C54C0E" w:rsidP="009C297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53F8984" w14:textId="77777777" w:rsidR="00C54C0E" w:rsidRDefault="00C54C0E" w:rsidP="009C297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3EC07E4" w14:textId="77777777" w:rsidR="00C54C0E" w:rsidRDefault="00C54C0E" w:rsidP="009C297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D64B474" w14:textId="77777777" w:rsidR="00C54C0E" w:rsidRDefault="00C54C0E" w:rsidP="009C297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190A51D" w14:textId="77777777" w:rsidR="00C54C0E" w:rsidRDefault="00C54C0E" w:rsidP="009C297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97CF5D7" w14:textId="77777777" w:rsidR="00C54C0E" w:rsidRDefault="00C54C0E" w:rsidP="009C297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5005A0B" w14:textId="77777777" w:rsidR="00C54C0E" w:rsidRDefault="00C54C0E" w:rsidP="009C297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9630EAE" w14:textId="77777777" w:rsidR="00C54C0E" w:rsidRDefault="00C54C0E" w:rsidP="009C297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C751555" w14:textId="77777777" w:rsidR="00C54C0E" w:rsidRDefault="00C54C0E" w:rsidP="009C297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3CD1803" w14:textId="77777777" w:rsidR="00C54C0E" w:rsidRDefault="00C54C0E" w:rsidP="009C297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B683DF5" w14:textId="77777777" w:rsidR="00C54C0E" w:rsidRDefault="00C54C0E" w:rsidP="009C297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075D2EC" w14:textId="77777777" w:rsidR="00C54C0E" w:rsidRDefault="00C54C0E" w:rsidP="009C297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A73B509" w14:textId="77777777" w:rsidR="00C54C0E" w:rsidRDefault="00C54C0E" w:rsidP="009C297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DC31D2B" w14:textId="77777777" w:rsidR="00C54C0E" w:rsidRDefault="00C54C0E" w:rsidP="009C297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C535F3C" w14:textId="77777777" w:rsidR="00C54C0E" w:rsidRDefault="00C54C0E" w:rsidP="009C297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EF26A5F" w14:textId="77777777" w:rsidR="00C54C0E" w:rsidRDefault="00C54C0E" w:rsidP="009C297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F62D931" w14:textId="77777777" w:rsidR="00C54C0E" w:rsidRDefault="00C54C0E" w:rsidP="009C297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7C065AC" w14:textId="77777777" w:rsidR="00C54C0E" w:rsidRDefault="00C54C0E" w:rsidP="009C297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DD841F7" w14:textId="77777777" w:rsidR="00C54C0E" w:rsidRDefault="00C54C0E" w:rsidP="009C297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8350BF4" w14:textId="77777777" w:rsidR="00C54C0E" w:rsidRDefault="00C54C0E" w:rsidP="009C297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1992519" w14:textId="77777777" w:rsidR="00C54C0E" w:rsidRDefault="00C54C0E" w:rsidP="009C297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2090369" w14:textId="77777777" w:rsidR="00C54C0E" w:rsidRDefault="00C54C0E" w:rsidP="009C297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CD8356E" w14:textId="77777777" w:rsidR="00C54C0E" w:rsidRDefault="00C54C0E" w:rsidP="009C297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FB5C3BF" w14:textId="77777777" w:rsidR="00C54C0E" w:rsidRDefault="00C54C0E" w:rsidP="009C2975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21D2566" w14:textId="77777777" w:rsidR="009C2975" w:rsidRPr="00F87025" w:rsidRDefault="009C2975" w:rsidP="009C297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53308462" w14:textId="77777777" w:rsidR="009C2975" w:rsidRPr="00F20E6F" w:rsidRDefault="009C2975" w:rsidP="009C2975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075384A3" w14:textId="73FD044F" w:rsidR="009C2975" w:rsidRPr="0064164C" w:rsidRDefault="009C2975" w:rsidP="009C297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DA291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Construindo trabalhos coreográficos, de acordo com os métodos e processos de </w:t>
      </w:r>
      <w:r w:rsidR="00AB575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construção coreográfica</w:t>
      </w:r>
    </w:p>
    <w:p w14:paraId="2A141D4F" w14:textId="3ECC0422" w:rsidR="009C2975" w:rsidRPr="0064164C" w:rsidRDefault="009C2975" w:rsidP="009C297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A6243F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Demonstrando autonomia e criatividade na </w:t>
      </w:r>
      <w:r w:rsidR="00105DC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criação coreográfica</w:t>
      </w:r>
    </w:p>
    <w:p w14:paraId="60B52D19" w14:textId="17A52D72" w:rsidR="009C2975" w:rsidRPr="00FC59EE" w:rsidRDefault="009C2975" w:rsidP="009C2975">
      <w:pPr>
        <w:pStyle w:val="PargrafodaLista"/>
        <w:spacing w:before="120" w:after="0" w:line="276" w:lineRule="auto"/>
        <w:ind w:left="142"/>
        <w:contextualSpacing w:val="0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 xml:space="preserve">Demonstrando capacidade </w:t>
      </w:r>
      <w:r w:rsidRPr="00FC59EE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d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>e</w:t>
      </w:r>
      <w:r w:rsidRPr="00FC59EE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reflexão</w:t>
      </w:r>
      <w:r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e análise d</w:t>
      </w:r>
      <w:r w:rsidRPr="00FC59EE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o processo </w:t>
      </w:r>
      <w:r w:rsidR="00105DC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de criação coreográfica</w:t>
      </w:r>
    </w:p>
    <w:p w14:paraId="21900A46" w14:textId="04C04D46" w:rsidR="009C2975" w:rsidRPr="0064164C" w:rsidRDefault="009C2975" w:rsidP="009C297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36043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Utilizando o corpo </w:t>
      </w:r>
      <w:r w:rsidR="007515F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como instrumento de Criação</w:t>
      </w:r>
    </w:p>
    <w:p w14:paraId="2DE6F260" w14:textId="7472C09C" w:rsidR="009C2975" w:rsidRPr="0064164C" w:rsidRDefault="009C2975" w:rsidP="009C297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4666C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Aplicando as ferramentas de </w:t>
      </w:r>
      <w:r w:rsidR="001D4AE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composição</w:t>
      </w:r>
    </w:p>
    <w:p w14:paraId="0FED29A4" w14:textId="77777777" w:rsidR="009C2975" w:rsidRPr="00136AD8" w:rsidRDefault="009C2975" w:rsidP="009C297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863271D" w14:textId="77777777" w:rsidR="009C2975" w:rsidRPr="00F87025" w:rsidRDefault="009C2975" w:rsidP="009C297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E08E32B" w14:textId="77777777" w:rsidR="00BB45C3" w:rsidRPr="00660150" w:rsidRDefault="00BB45C3" w:rsidP="001147ED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Académico: Participação em aulas, workshops e seminários em diferentes contextos académicos e educativos</w:t>
      </w:r>
    </w:p>
    <w:p w14:paraId="75FFC18F" w14:textId="77777777" w:rsidR="00BB45C3" w:rsidRDefault="00BB45C3" w:rsidP="001147ED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Artístico e Profissional: Participação em espetáculos de dança, eventos performativos 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660150">
        <w:rPr>
          <w:rFonts w:ascii="Verdana Pro Light" w:eastAsia="Arial Unicode MS" w:hAnsi="Verdana Pro Light" w:cs="Arial Unicode MS"/>
          <w:sz w:val="18"/>
          <w:szCs w:val="18"/>
        </w:rPr>
        <w:t>concursos de dança</w:t>
      </w:r>
    </w:p>
    <w:p w14:paraId="6FB17C17" w14:textId="77777777" w:rsidR="00BB45C3" w:rsidRPr="00660150" w:rsidRDefault="00BB45C3" w:rsidP="001147ED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Atividades ligadas às profissões da dança, nos domínios artístico, educativo, lúdico e inclusivo.</w:t>
      </w:r>
    </w:p>
    <w:p w14:paraId="20398BAB" w14:textId="77777777" w:rsidR="00BB45C3" w:rsidRPr="00C54C0E" w:rsidRDefault="00BB45C3" w:rsidP="00C54C0E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AAFE2DB" w14:textId="77777777" w:rsidR="00BB45C3" w:rsidRPr="00051C79" w:rsidRDefault="00BB45C3" w:rsidP="00BB45C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89ECD31" w14:textId="77777777" w:rsidR="00BB45C3" w:rsidRPr="00F87025" w:rsidRDefault="00BB45C3" w:rsidP="00BB45C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6F329E46" w14:textId="77777777" w:rsidR="00BB45C3" w:rsidRPr="004F76B6" w:rsidRDefault="00BB45C3" w:rsidP="00BB45C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Estúdio de dança devidamente preparado e equipado (sala ampla, arejada, iluminada, com chão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4F76B6">
        <w:rPr>
          <w:rFonts w:ascii="Verdana Pro Light" w:eastAsia="Arial Unicode MS" w:hAnsi="Verdana Pro Light" w:cs="Arial Unicode MS"/>
          <w:sz w:val="18"/>
          <w:szCs w:val="18"/>
        </w:rPr>
        <w:t>de linóleo com caixa de ar, barras, espelhos, equipamento de som)</w:t>
      </w:r>
    </w:p>
    <w:p w14:paraId="03EEDC98" w14:textId="77777777" w:rsidR="00BB45C3" w:rsidRPr="004F76B6" w:rsidRDefault="00BB45C3" w:rsidP="00BB45C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Instrumentos de treino em dança (colchões, bolas suíças, bandas elásticas, tijolos de espuma…)</w:t>
      </w:r>
    </w:p>
    <w:p w14:paraId="7D915BC0" w14:textId="77777777" w:rsidR="00BB45C3" w:rsidRPr="004F76B6" w:rsidRDefault="00BB45C3" w:rsidP="00BB45C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4C79DF38" w14:textId="77777777" w:rsidR="00BB45C3" w:rsidRPr="004F76B6" w:rsidRDefault="00BB45C3" w:rsidP="00BB45C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Dispositivos de projeção de imagem/vídeo</w:t>
      </w:r>
    </w:p>
    <w:p w14:paraId="7A753497" w14:textId="77777777" w:rsidR="00BB45C3" w:rsidRPr="004F76B6" w:rsidRDefault="00BB45C3" w:rsidP="00BB45C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Dispositivos de registo de imagem/vídeo</w:t>
      </w:r>
    </w:p>
    <w:p w14:paraId="7D6F8F78" w14:textId="77777777" w:rsidR="00BB45C3" w:rsidRPr="004F76B6" w:rsidRDefault="00BB45C3" w:rsidP="00BB45C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Equipamento específico para aulas práticas (Maillot, sapatilhas de ballet…)</w:t>
      </w:r>
    </w:p>
    <w:p w14:paraId="3BDFF04C" w14:textId="77777777" w:rsidR="00BB45C3" w:rsidRDefault="00BB45C3" w:rsidP="00BB45C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Manuais técnicos</w:t>
      </w:r>
    </w:p>
    <w:p w14:paraId="19125746" w14:textId="77777777" w:rsidR="00BB45C3" w:rsidRPr="009E3A9A" w:rsidRDefault="00BB45C3" w:rsidP="00BB45C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FAACCBA" w14:textId="77777777" w:rsidR="00BB45C3" w:rsidRPr="00051C79" w:rsidRDefault="00BB45C3" w:rsidP="00BB45C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67CF389" w14:textId="77777777" w:rsidR="00BB45C3" w:rsidRPr="00F87025" w:rsidRDefault="00BB45C3" w:rsidP="00BB45C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2977AE8" w14:textId="77777777" w:rsidR="00BB45C3" w:rsidRPr="007E183A" w:rsidRDefault="00BB45C3" w:rsidP="001147ED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Forma de organização da formação: presencial</w:t>
      </w:r>
    </w:p>
    <w:p w14:paraId="0852C93C" w14:textId="77777777" w:rsidR="00BB45C3" w:rsidRPr="007E183A" w:rsidRDefault="00BB45C3" w:rsidP="001147ED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Necessidade de garantir o espaço adequado, bem como o material necessário</w:t>
      </w:r>
    </w:p>
    <w:p w14:paraId="6AFECA0E" w14:textId="77777777" w:rsidR="00BB45C3" w:rsidRPr="00C85B1A" w:rsidRDefault="00BB45C3" w:rsidP="001147ED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Proporcionar oportunidades variadas e diferenciadas de participação em eventos de dança 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natureza educativa e artística</w:t>
      </w:r>
    </w:p>
    <w:p w14:paraId="4B9A61F4" w14:textId="77777777" w:rsidR="00BB45C3" w:rsidRDefault="00BB45C3" w:rsidP="001147ED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Proporcionar oportunidades de assistir a espetáculos e outros eventos de dança (bailados, aulas</w:t>
      </w:r>
    </w:p>
    <w:p w14:paraId="7CACA754" w14:textId="77777777" w:rsidR="00BB45C3" w:rsidRPr="00C85B1A" w:rsidRDefault="00BB45C3" w:rsidP="001147ED">
      <w:pPr>
        <w:pStyle w:val="PargrafodaLista"/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C85B1A">
        <w:rPr>
          <w:rFonts w:ascii="Verdana Pro Light" w:eastAsia="Arial Unicode MS" w:hAnsi="Verdana Pro Light" w:cs="Arial Unicode MS"/>
          <w:sz w:val="18"/>
          <w:szCs w:val="18"/>
        </w:rPr>
        <w:t>profissionais, conferências…)</w:t>
      </w:r>
    </w:p>
    <w:p w14:paraId="069C2B9E" w14:textId="77777777" w:rsidR="00BB45C3" w:rsidRPr="009E3A9A" w:rsidRDefault="00BB45C3" w:rsidP="001147ED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Incentivar a colaboração (professores e alunos) entre turmas do curso dos diferentes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anos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-10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º, 11.º e 12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º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ano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304207AB" w14:textId="77777777" w:rsidR="00BB45C3" w:rsidRPr="00051C79" w:rsidRDefault="00BB45C3" w:rsidP="00BB45C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5B7BACB" w14:textId="77777777" w:rsidR="00177F61" w:rsidRDefault="00177F61" w:rsidP="0035577B">
      <w:pPr>
        <w:rPr>
          <w:rFonts w:ascii="Verdana Pro Light" w:eastAsia="Arial Unicode MS" w:hAnsi="Verdana Pro Light" w:cs="Times New Roman"/>
        </w:rPr>
      </w:pPr>
    </w:p>
    <w:p w14:paraId="66B7FC7F" w14:textId="77777777" w:rsidR="00C54C0E" w:rsidRDefault="00C54C0E" w:rsidP="0035577B">
      <w:pPr>
        <w:rPr>
          <w:rFonts w:ascii="Verdana Pro Light" w:eastAsia="Arial Unicode MS" w:hAnsi="Verdana Pro Light" w:cs="Times New Roman"/>
        </w:rPr>
      </w:pPr>
    </w:p>
    <w:p w14:paraId="25FE4E80" w14:textId="77777777" w:rsidR="00E13F43" w:rsidRDefault="00E13F43" w:rsidP="0035577B">
      <w:pPr>
        <w:rPr>
          <w:rFonts w:ascii="Verdana Pro Light" w:eastAsia="Arial Unicode MS" w:hAnsi="Verdana Pro Light" w:cs="Times New Roman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E13F43" w:rsidRPr="00136AD8" w14:paraId="1F3B09CB" w14:textId="77777777" w:rsidTr="004313D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FC08C55" w14:textId="5CD96786" w:rsidR="00E13F43" w:rsidRPr="00136AD8" w:rsidRDefault="00E13F43" w:rsidP="004313D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BF3077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0000/00</w:t>
            </w:r>
            <w:r w:rsidR="00A0038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17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8D49A94" w14:textId="77777777" w:rsidR="00E13F43" w:rsidRPr="009C256C" w:rsidRDefault="00E13F43" w:rsidP="004313D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Utilizar técnicas de voz</w:t>
            </w:r>
          </w:p>
        </w:tc>
      </w:tr>
    </w:tbl>
    <w:p w14:paraId="36F3650C" w14:textId="77777777" w:rsidR="00E13F43" w:rsidRDefault="00E13F43" w:rsidP="00E13F4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,5</w:t>
      </w:r>
    </w:p>
    <w:p w14:paraId="32784EF5" w14:textId="77777777" w:rsidR="00E13F43" w:rsidRPr="003200F2" w:rsidRDefault="00E13F43" w:rsidP="00E13F4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: </w:t>
      </w:r>
      <w:r w:rsidRPr="00731FC8">
        <w:rPr>
          <w:rFonts w:ascii="Verdana Pro Light" w:eastAsia="Arial Unicode MS" w:hAnsi="Verdana Pro Light" w:cs="Times New Roman"/>
          <w:bCs/>
          <w:smallCaps/>
          <w:sz w:val="20"/>
        </w:rPr>
        <w:t>2</w:t>
      </w:r>
      <w:r>
        <w:rPr>
          <w:rFonts w:ascii="Verdana Pro Light" w:eastAsia="Arial Unicode MS" w:hAnsi="Verdana Pro Light" w:cs="Times New Roman"/>
          <w:smallCaps/>
          <w:sz w:val="20"/>
        </w:rPr>
        <w:t>5h</w:t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3402"/>
        <w:gridCol w:w="3153"/>
        <w:gridCol w:w="3265"/>
      </w:tblGrid>
      <w:tr w:rsidR="00E13F43" w:rsidRPr="00136AD8" w14:paraId="7A7D2AF1" w14:textId="77777777" w:rsidTr="004313D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C79DF6D" w14:textId="77777777" w:rsidR="00E13F43" w:rsidRPr="001B353A" w:rsidRDefault="00E13F43" w:rsidP="004313D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E13F43" w:rsidRPr="00136AD8" w14:paraId="2B146475" w14:textId="77777777" w:rsidTr="004313D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E5514B" w14:textId="77777777" w:rsidR="00E13F43" w:rsidRPr="00D2265E" w:rsidRDefault="00E13F43" w:rsidP="004313D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 xml:space="preserve">Conhecer </w:t>
            </w:r>
            <w:r w:rsidRPr="005360BD">
              <w:rPr>
                <w:rFonts w:ascii="Verdana Pro Light" w:eastAsia="Arial Unicode MS" w:hAnsi="Verdana Pro Light" w:cs="Arial Unicode MS"/>
                <w:sz w:val="18"/>
                <w:szCs w:val="18"/>
              </w:rPr>
              <w:t>a fisiologia do aparelho vocal, seus órgãos e suas respetivas funções</w:t>
            </w:r>
          </w:p>
          <w:p w14:paraId="2E6C79E5" w14:textId="77777777" w:rsidR="00E13F43" w:rsidRDefault="00E13F43" w:rsidP="004313D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D2265E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Pr="00D2265E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660DF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a voz enquanto meio de comunicação e de expressão artística</w:t>
            </w:r>
          </w:p>
          <w:p w14:paraId="128D2341" w14:textId="77777777" w:rsidR="00E13F43" w:rsidRDefault="00E13F43" w:rsidP="004313D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D2265E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Pr="00660DF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o aparelho vocal enquanto ferramenta de trabalho</w:t>
            </w:r>
          </w:p>
          <w:p w14:paraId="4B8E3F04" w14:textId="77777777" w:rsidR="00E13F43" w:rsidRPr="0006082E" w:rsidRDefault="00E13F43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E13F43" w:rsidRPr="00136AD8" w14:paraId="5645EFBE" w14:textId="77777777" w:rsidTr="004313DD">
        <w:trPr>
          <w:trHeight w:val="296"/>
        </w:trPr>
        <w:tc>
          <w:tcPr>
            <w:tcW w:w="340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85E947A" w14:textId="77777777" w:rsidR="00E13F43" w:rsidRPr="001B353A" w:rsidRDefault="00E13F43" w:rsidP="004313D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15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F72DA18" w14:textId="77777777" w:rsidR="00E13F43" w:rsidRPr="001B353A" w:rsidRDefault="00E13F43" w:rsidP="004313D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425B964" w14:textId="77777777" w:rsidR="00E13F43" w:rsidRPr="001B353A" w:rsidRDefault="00E13F43" w:rsidP="004313D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E13F43" w:rsidRPr="00136AD8" w14:paraId="01202AC1" w14:textId="77777777" w:rsidTr="004313DD">
        <w:trPr>
          <w:trHeight w:val="274"/>
        </w:trPr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0B31A0" w14:textId="77777777" w:rsidR="00E13F43" w:rsidRPr="001B2C64" w:rsidRDefault="00E13F43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B2C6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Aparelho fonador</w:t>
            </w:r>
          </w:p>
          <w:p w14:paraId="4C7BACA7" w14:textId="77777777" w:rsidR="00E13F43" w:rsidRPr="001B2C64" w:rsidRDefault="00E13F43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B2C6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Fisiologia do aparelho vocal</w:t>
            </w:r>
          </w:p>
          <w:p w14:paraId="3F9B613A" w14:textId="77777777" w:rsidR="00E13F43" w:rsidRPr="001B2C64" w:rsidRDefault="00E13F43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B2C6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Órgãos e respetivas funções</w:t>
            </w:r>
          </w:p>
          <w:p w14:paraId="46EDD0C0" w14:textId="77777777" w:rsidR="00E13F43" w:rsidRPr="001B2C64" w:rsidRDefault="00E13F43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B2C6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Treino e desenvolvimento das capacidades vocais</w:t>
            </w:r>
          </w:p>
          <w:p w14:paraId="2C6E380F" w14:textId="77777777" w:rsidR="00E13F43" w:rsidRPr="001B2C64" w:rsidRDefault="00E13F43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B2C6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Uso da voz em movimento</w:t>
            </w:r>
          </w:p>
          <w:p w14:paraId="1B6956EB" w14:textId="77777777" w:rsidR="00E13F43" w:rsidRPr="001B2C64" w:rsidRDefault="00E13F43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B2C6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Consciencialização e utilização do aparelho fonador</w:t>
            </w:r>
          </w:p>
          <w:p w14:paraId="33382314" w14:textId="77777777" w:rsidR="00E13F43" w:rsidRPr="001B2C64" w:rsidRDefault="00E13F43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B2C6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Estatuto da Voz como ferramenta de trabalho</w:t>
            </w:r>
          </w:p>
          <w:p w14:paraId="0BA68877" w14:textId="77777777" w:rsidR="00E13F43" w:rsidRPr="007F00DE" w:rsidRDefault="00E13F43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174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1B2C6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Voz como meio de comunicação e expressão artística</w:t>
            </w:r>
          </w:p>
        </w:tc>
        <w:tc>
          <w:tcPr>
            <w:tcW w:w="31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CDFAAD" w14:textId="77777777" w:rsidR="00E13F43" w:rsidRPr="00CD06BE" w:rsidRDefault="00E13F43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D06B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 fisiologia do aparelho vocal, seus órgãos e suas respetivas funções</w:t>
            </w:r>
          </w:p>
          <w:p w14:paraId="0F16703B" w14:textId="77777777" w:rsidR="00E13F43" w:rsidRPr="00CD06BE" w:rsidRDefault="00E13F43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D06B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 voz como ferramenta importante de trabalho</w:t>
            </w:r>
          </w:p>
          <w:p w14:paraId="6ADC2F71" w14:textId="77777777" w:rsidR="00E13F43" w:rsidRPr="00CD06BE" w:rsidRDefault="00E13F43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D06B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e descrever as componentes do aparelho fonador</w:t>
            </w:r>
          </w:p>
          <w:p w14:paraId="1C15021B" w14:textId="77777777" w:rsidR="00E13F43" w:rsidRPr="00CD06BE" w:rsidRDefault="00E13F43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D06B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 voz enquanto meio de comunicação e de expressão artística</w:t>
            </w:r>
          </w:p>
          <w:p w14:paraId="6CFE899E" w14:textId="77777777" w:rsidR="00E13F43" w:rsidRPr="00CD06BE" w:rsidRDefault="00E13F43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D06B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o aparelho vocal enquanto ferramenta de trabalho</w:t>
            </w:r>
          </w:p>
          <w:p w14:paraId="7BF25AFF" w14:textId="77777777" w:rsidR="00E13F43" w:rsidRPr="00C316B5" w:rsidRDefault="00E13F43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99D85B" w14:textId="77777777" w:rsidR="00E13F43" w:rsidRPr="00C316B5" w:rsidRDefault="00E13F43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Autodisciplina e determinação</w:t>
            </w:r>
          </w:p>
          <w:p w14:paraId="780DEE4D" w14:textId="77777777" w:rsidR="00E13F43" w:rsidRPr="00C316B5" w:rsidRDefault="00E13F43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</w:t>
            </w:r>
          </w:p>
          <w:p w14:paraId="497BF89B" w14:textId="77777777" w:rsidR="00E13F43" w:rsidRPr="00C316B5" w:rsidRDefault="00E13F43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</w:t>
            </w:r>
          </w:p>
          <w:p w14:paraId="33FD3D3B" w14:textId="77777777" w:rsidR="00E13F43" w:rsidRPr="00C316B5" w:rsidRDefault="00E13F43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Criatividade, imaginação e sensibilidade</w:t>
            </w:r>
          </w:p>
          <w:p w14:paraId="1522E1FE" w14:textId="77777777" w:rsidR="00E13F43" w:rsidRDefault="00E13F43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</w:t>
            </w:r>
          </w:p>
          <w:p w14:paraId="764493C7" w14:textId="77777777" w:rsidR="00E13F43" w:rsidRPr="00C316B5" w:rsidRDefault="00E13F43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5C6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</w:t>
            </w:r>
          </w:p>
          <w:p w14:paraId="3FE63693" w14:textId="77777777" w:rsidR="00E13F43" w:rsidRDefault="00E13F43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DC873D9" w14:textId="77777777" w:rsidR="00E13F43" w:rsidRDefault="00E13F43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E1152DB" w14:textId="77777777" w:rsidR="00E13F43" w:rsidRDefault="00E13F43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9A45B53" w14:textId="77777777" w:rsidR="00E13F43" w:rsidRDefault="00E13F43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15048BB" w14:textId="77777777" w:rsidR="00E13F43" w:rsidRDefault="00E13F43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0031602" w14:textId="77777777" w:rsidR="00E13F43" w:rsidRDefault="00E13F43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1703007" w14:textId="77777777" w:rsidR="00E13F43" w:rsidRDefault="00E13F43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7EF6C8F" w14:textId="77777777" w:rsidR="00E13F43" w:rsidRDefault="00E13F43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72498FF" w14:textId="77777777" w:rsidR="00E13F43" w:rsidRDefault="00E13F43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20E2974" w14:textId="77777777" w:rsidR="00E13F43" w:rsidRDefault="00E13F43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4593789" w14:textId="77777777" w:rsidR="00E13F43" w:rsidRDefault="00E13F43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DB447EF" w14:textId="77777777" w:rsidR="00E13F43" w:rsidRDefault="00E13F43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8384209" w14:textId="77777777" w:rsidR="00E13F43" w:rsidRDefault="00E13F43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14A458A" w14:textId="77777777" w:rsidR="00E13F43" w:rsidRDefault="00E13F43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95A72B0" w14:textId="77777777" w:rsidR="00E13F43" w:rsidRDefault="00E13F43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DEE7C37" w14:textId="77777777" w:rsidR="00E13F43" w:rsidRPr="000023F9" w:rsidRDefault="00E13F43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A14E4F6" w14:textId="77777777" w:rsidR="00E13F43" w:rsidRDefault="00E13F43" w:rsidP="00E13F43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EA089B6" w14:textId="77777777" w:rsidR="00E13F43" w:rsidRDefault="00E13F43" w:rsidP="00E13F43">
      <w:pPr>
        <w:rPr>
          <w:rFonts w:ascii="Verdana Pro Light" w:hAnsi="Verdana Pro Light"/>
          <w:smallCaps/>
        </w:rPr>
      </w:pPr>
    </w:p>
    <w:p w14:paraId="0FCFCFFB" w14:textId="77777777" w:rsidR="00E13F43" w:rsidRDefault="00E13F43" w:rsidP="00E13F43">
      <w:pPr>
        <w:rPr>
          <w:rFonts w:ascii="Verdana Pro Light" w:hAnsi="Verdana Pro Light"/>
          <w:smallCaps/>
        </w:rPr>
      </w:pPr>
    </w:p>
    <w:p w14:paraId="326A80E3" w14:textId="77777777" w:rsidR="00E13F43" w:rsidRDefault="00E13F43" w:rsidP="00E13F43">
      <w:pPr>
        <w:rPr>
          <w:rFonts w:ascii="Verdana Pro Light" w:hAnsi="Verdana Pro Light"/>
          <w:smallCaps/>
        </w:rPr>
      </w:pPr>
    </w:p>
    <w:p w14:paraId="3ADF60DA" w14:textId="77777777" w:rsidR="00E13F43" w:rsidRDefault="00E13F43" w:rsidP="00E13F43">
      <w:pPr>
        <w:rPr>
          <w:rFonts w:ascii="Verdana Pro Light" w:hAnsi="Verdana Pro Light"/>
          <w:smallCaps/>
        </w:rPr>
      </w:pPr>
    </w:p>
    <w:p w14:paraId="2693639D" w14:textId="77777777" w:rsidR="00E13F43" w:rsidRDefault="00E13F43" w:rsidP="00E13F43">
      <w:pPr>
        <w:rPr>
          <w:rFonts w:ascii="Verdana Pro Light" w:hAnsi="Verdana Pro Light"/>
          <w:smallCaps/>
        </w:rPr>
      </w:pPr>
    </w:p>
    <w:p w14:paraId="7F613E65" w14:textId="77777777" w:rsidR="00E13F43" w:rsidRPr="00F87025" w:rsidRDefault="00E13F43" w:rsidP="00E13F4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0A3AA04" w14:textId="77777777" w:rsidR="00E13F43" w:rsidRPr="00F20E6F" w:rsidRDefault="00E13F43" w:rsidP="00E13F43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31BE4913" w14:textId="77777777" w:rsidR="00E13F43" w:rsidRPr="0064164C" w:rsidRDefault="00E13F43" w:rsidP="00E13F4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92473D">
        <w:rPr>
          <w:rFonts w:ascii="Verdana Pro Light" w:eastAsia="Arial Unicode MS" w:hAnsi="Verdana Pro Light" w:cs="Arial Unicode MS"/>
          <w:sz w:val="18"/>
          <w:szCs w:val="18"/>
        </w:rPr>
        <w:t>Conhecer a fisiologia do aparelho vocal, seus órgãos e suas respetivas funções</w:t>
      </w:r>
    </w:p>
    <w:p w14:paraId="6C062DC6" w14:textId="77777777" w:rsidR="00E13F43" w:rsidRPr="0064164C" w:rsidRDefault="00E13F43" w:rsidP="00E13F4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92473D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Reconhecer a voz enquanto meio de comunicação e de expressão artística</w:t>
      </w:r>
    </w:p>
    <w:p w14:paraId="4416F6E5" w14:textId="77777777" w:rsidR="00E13F43" w:rsidRPr="00FC59EE" w:rsidRDefault="00E13F43" w:rsidP="00E13F43">
      <w:pPr>
        <w:pStyle w:val="PargrafodaLista"/>
        <w:spacing w:before="120" w:after="0" w:line="276" w:lineRule="auto"/>
        <w:ind w:left="142"/>
        <w:contextualSpacing w:val="0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Pr="0092473D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Utilizar o aparelho vocal enquanto ferramenta de trabalho</w:t>
      </w:r>
    </w:p>
    <w:p w14:paraId="400A93AC" w14:textId="77777777" w:rsidR="00E13F43" w:rsidRPr="0064164C" w:rsidRDefault="00E13F43" w:rsidP="00E13F4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 xml:space="preserve"> </w:t>
      </w:r>
    </w:p>
    <w:p w14:paraId="70CFF736" w14:textId="77777777" w:rsidR="00E13F43" w:rsidRPr="0064164C" w:rsidRDefault="00E13F43" w:rsidP="00E13F4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754BC8A0" w14:textId="77777777" w:rsidR="00E13F43" w:rsidRPr="00136AD8" w:rsidRDefault="00E13F43" w:rsidP="00E13F4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75CA59F" w14:textId="77777777" w:rsidR="00E13F43" w:rsidRPr="00F87025" w:rsidRDefault="00E13F43" w:rsidP="00E13F4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84ABC93" w14:textId="77777777" w:rsidR="00E13F43" w:rsidRPr="00660150" w:rsidRDefault="00E13F43" w:rsidP="00E13F43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Académico: Participação em aulas, workshops e seminários em diferentes contextos académicos e educativos</w:t>
      </w:r>
    </w:p>
    <w:p w14:paraId="263117F7" w14:textId="77777777" w:rsidR="00E13F43" w:rsidRDefault="00E13F43" w:rsidP="00E13F43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Artístico e Profissional: Participação em espetáculos de dança, eventos performativos 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660150">
        <w:rPr>
          <w:rFonts w:ascii="Verdana Pro Light" w:eastAsia="Arial Unicode MS" w:hAnsi="Verdana Pro Light" w:cs="Arial Unicode MS"/>
          <w:sz w:val="18"/>
          <w:szCs w:val="18"/>
        </w:rPr>
        <w:t>concursos de dança</w:t>
      </w:r>
    </w:p>
    <w:p w14:paraId="447119ED" w14:textId="77777777" w:rsidR="00E13F43" w:rsidRPr="00660150" w:rsidRDefault="00E13F43" w:rsidP="00E13F43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Atividades ligadas às profissões da dança, nos domínios artístico, educativo, lúdico e inclusivo.</w:t>
      </w:r>
    </w:p>
    <w:p w14:paraId="41FC5F9B" w14:textId="77777777" w:rsidR="00E13F43" w:rsidRPr="002A28C4" w:rsidRDefault="00E13F43" w:rsidP="00E13F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9EC943B" w14:textId="77777777" w:rsidR="00E13F43" w:rsidRPr="00984B30" w:rsidRDefault="00E13F43" w:rsidP="00E13F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3FF4385" w14:textId="77777777" w:rsidR="00E13F43" w:rsidRPr="00984B30" w:rsidRDefault="00E13F43" w:rsidP="00E13F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2CE25FA" w14:textId="77777777" w:rsidR="00E13F43" w:rsidRPr="00984B30" w:rsidRDefault="00E13F43" w:rsidP="00E13F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993A76F" w14:textId="77777777" w:rsidR="00E13F43" w:rsidRPr="00051C79" w:rsidRDefault="00E13F43" w:rsidP="00E13F4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08B2F55" w14:textId="77777777" w:rsidR="00E13F43" w:rsidRPr="00F87025" w:rsidRDefault="00E13F43" w:rsidP="00E13F4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6A3B0D7" w14:textId="77777777" w:rsidR="00E13F43" w:rsidRPr="004F76B6" w:rsidRDefault="00E13F43" w:rsidP="00E13F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Estúdio de dança devidamente preparado e equipado (sala ampla, arejada, iluminada, com chão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4F76B6">
        <w:rPr>
          <w:rFonts w:ascii="Verdana Pro Light" w:eastAsia="Arial Unicode MS" w:hAnsi="Verdana Pro Light" w:cs="Arial Unicode MS"/>
          <w:sz w:val="18"/>
          <w:szCs w:val="18"/>
        </w:rPr>
        <w:t>de linóleo com caixa de ar, barras, espelhos, equipamento de som)</w:t>
      </w:r>
    </w:p>
    <w:p w14:paraId="70C3DD60" w14:textId="77777777" w:rsidR="00E13F43" w:rsidRPr="004F76B6" w:rsidRDefault="00E13F43" w:rsidP="00E13F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Instrumentos de treino em dança (colchões, bolas suíças, bandas elásticas, tijolos de espuma…)</w:t>
      </w:r>
    </w:p>
    <w:p w14:paraId="2510B1B3" w14:textId="77777777" w:rsidR="00E13F43" w:rsidRPr="004F76B6" w:rsidRDefault="00E13F43" w:rsidP="00E13F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0C7DE364" w14:textId="77777777" w:rsidR="00E13F43" w:rsidRPr="004F76B6" w:rsidRDefault="00E13F43" w:rsidP="00E13F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Dispositivos de projeção de imagem/vídeo</w:t>
      </w:r>
    </w:p>
    <w:p w14:paraId="5489321E" w14:textId="77777777" w:rsidR="00E13F43" w:rsidRPr="004F76B6" w:rsidRDefault="00E13F43" w:rsidP="00E13F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Dispositivos de registo de imagem/vídeo</w:t>
      </w:r>
    </w:p>
    <w:p w14:paraId="2E548AFB" w14:textId="77777777" w:rsidR="00E13F43" w:rsidRPr="004F76B6" w:rsidRDefault="00E13F43" w:rsidP="00E13F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Equipamento específico para aulas práticas (Maillot, sapatilhas de ballet…)</w:t>
      </w:r>
    </w:p>
    <w:p w14:paraId="7C64901A" w14:textId="77777777" w:rsidR="00E13F43" w:rsidRDefault="00E13F43" w:rsidP="00E13F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Manuais técnicos</w:t>
      </w:r>
    </w:p>
    <w:p w14:paraId="38F93C3E" w14:textId="77777777" w:rsidR="00E13F43" w:rsidRPr="001147ED" w:rsidRDefault="00E13F43" w:rsidP="00E13F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C88E7AC" w14:textId="77777777" w:rsidR="00E13F43" w:rsidRPr="00F87025" w:rsidRDefault="00E13F43" w:rsidP="00E13F4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3B2C8076" w14:textId="77777777" w:rsidR="00E13F43" w:rsidRPr="007E183A" w:rsidRDefault="00E13F43" w:rsidP="00E13F43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Forma de organização da formação: presencial</w:t>
      </w:r>
    </w:p>
    <w:p w14:paraId="3548F394" w14:textId="77777777" w:rsidR="00E13F43" w:rsidRPr="007E183A" w:rsidRDefault="00E13F43" w:rsidP="00E13F43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Necessidade de garantir o espaço adequado, bem como o material necessário</w:t>
      </w:r>
    </w:p>
    <w:p w14:paraId="4AB53DE5" w14:textId="77777777" w:rsidR="00E13F43" w:rsidRPr="00C85B1A" w:rsidRDefault="00E13F43" w:rsidP="00E13F43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Proporcionar oportunidades variadas e diferenciadas de participação em eventos de dança 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natureza educativa e artística</w:t>
      </w:r>
    </w:p>
    <w:p w14:paraId="26145ED2" w14:textId="77777777" w:rsidR="00E13F43" w:rsidRDefault="00E13F43" w:rsidP="00E13F43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Proporcionar oportunidades de assistir a espetáculos e outros eventos de dança (bailados, aulas</w:t>
      </w:r>
    </w:p>
    <w:p w14:paraId="768675F4" w14:textId="77777777" w:rsidR="00E13F43" w:rsidRPr="00C85B1A" w:rsidRDefault="00E13F43" w:rsidP="00E13F43">
      <w:pPr>
        <w:pStyle w:val="PargrafodaLista"/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C85B1A">
        <w:rPr>
          <w:rFonts w:ascii="Verdana Pro Light" w:eastAsia="Arial Unicode MS" w:hAnsi="Verdana Pro Light" w:cs="Arial Unicode MS"/>
          <w:sz w:val="18"/>
          <w:szCs w:val="18"/>
        </w:rPr>
        <w:t>profissionais, conferências…)</w:t>
      </w:r>
    </w:p>
    <w:p w14:paraId="1F67FF6A" w14:textId="77777777" w:rsidR="00E13F43" w:rsidRPr="009E3A9A" w:rsidRDefault="00E13F43" w:rsidP="00E13F43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Incentivar a colaboração (professores e alunos) entre turmas do curso dos diferentes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anos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-10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º, 11.º e 12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º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ano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73BE3D07" w14:textId="77777777" w:rsidR="00E13F43" w:rsidRPr="00051C79" w:rsidRDefault="00E13F43" w:rsidP="00E13F4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E13F43" w:rsidRPr="00136AD8" w14:paraId="2F362379" w14:textId="77777777" w:rsidTr="004313D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438263C" w14:textId="0FD77572" w:rsidR="00E13F43" w:rsidRPr="00136AD8" w:rsidRDefault="00E13F43" w:rsidP="004313D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BF3077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0000/00</w:t>
            </w:r>
            <w:r w:rsidR="00A0038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1</w:t>
            </w:r>
            <w:r w:rsidR="00532BAF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8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91FACD4" w14:textId="77777777" w:rsidR="00E13F43" w:rsidRPr="009C256C" w:rsidRDefault="00E13F43" w:rsidP="004313D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Executar exercícios simples de canto</w:t>
            </w:r>
          </w:p>
        </w:tc>
      </w:tr>
    </w:tbl>
    <w:p w14:paraId="4AFBA65C" w14:textId="77777777" w:rsidR="00E13F43" w:rsidRDefault="00E13F43" w:rsidP="00E13F4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,5</w:t>
      </w:r>
    </w:p>
    <w:p w14:paraId="3329E340" w14:textId="77777777" w:rsidR="00E13F43" w:rsidRPr="003200F2" w:rsidRDefault="00E13F43" w:rsidP="00E13F43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: </w:t>
      </w:r>
      <w:r>
        <w:rPr>
          <w:rFonts w:ascii="Verdana Pro Light" w:eastAsia="Arial Unicode MS" w:hAnsi="Verdana Pro Light" w:cs="Times New Roman"/>
          <w:smallCaps/>
          <w:sz w:val="20"/>
        </w:rPr>
        <w:t>25h</w:t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3402"/>
        <w:gridCol w:w="3153"/>
        <w:gridCol w:w="3265"/>
      </w:tblGrid>
      <w:tr w:rsidR="00E13F43" w:rsidRPr="00136AD8" w14:paraId="3B6F17ED" w14:textId="77777777" w:rsidTr="004313D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8FFE132" w14:textId="77777777" w:rsidR="00E13F43" w:rsidRPr="001B353A" w:rsidRDefault="00E13F43" w:rsidP="004313D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E13F43" w:rsidRPr="00136AD8" w14:paraId="05E161EC" w14:textId="77777777" w:rsidTr="004313D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F5B3FE" w14:textId="77777777" w:rsidR="00E13F43" w:rsidRPr="00D2265E" w:rsidRDefault="00E13F43" w:rsidP="004313D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1274FF">
              <w:rPr>
                <w:rFonts w:ascii="Verdana Pro Light" w:eastAsia="Arial Unicode MS" w:hAnsi="Verdana Pro Light" w:cs="Arial Unicode MS"/>
                <w:sz w:val="18"/>
                <w:szCs w:val="18"/>
              </w:rPr>
              <w:t>Utiliza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</w:t>
            </w:r>
            <w:r w:rsidRPr="001274F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técnicas de aquecimento vocal</w:t>
            </w:r>
          </w:p>
          <w:p w14:paraId="0006E966" w14:textId="77777777" w:rsidR="00E13F43" w:rsidRDefault="00E13F43" w:rsidP="004313D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D2265E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Pr="00D2265E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Adaptar a abordagem vocal aos vários tipos e estilos de canção</w:t>
            </w:r>
          </w:p>
          <w:p w14:paraId="2434A488" w14:textId="77777777" w:rsidR="00E13F43" w:rsidRDefault="00E13F43" w:rsidP="004313D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D2265E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Executar </w:t>
            </w:r>
            <w:r w:rsidRPr="001274FF">
              <w:rPr>
                <w:rFonts w:ascii="Verdana Pro Light" w:eastAsia="Arial Unicode MS" w:hAnsi="Verdana Pro Light" w:cs="Arial Unicode MS"/>
                <w:sz w:val="18"/>
                <w:szCs w:val="18"/>
              </w:rPr>
              <w:t>técnicas de abordagem vocal de canções</w:t>
            </w:r>
          </w:p>
          <w:p w14:paraId="1298AAE9" w14:textId="77777777" w:rsidR="00E13F43" w:rsidRPr="0006082E" w:rsidRDefault="00E13F43" w:rsidP="004313D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E13F43" w:rsidRPr="00136AD8" w14:paraId="357471DD" w14:textId="77777777" w:rsidTr="004313DD">
        <w:trPr>
          <w:trHeight w:val="296"/>
        </w:trPr>
        <w:tc>
          <w:tcPr>
            <w:tcW w:w="340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27653D5" w14:textId="77777777" w:rsidR="00E13F43" w:rsidRPr="001B353A" w:rsidRDefault="00E13F43" w:rsidP="004313D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15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07AD598" w14:textId="77777777" w:rsidR="00E13F43" w:rsidRPr="001B353A" w:rsidRDefault="00E13F43" w:rsidP="004313D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360D913" w14:textId="77777777" w:rsidR="00E13F43" w:rsidRPr="001B353A" w:rsidRDefault="00E13F43" w:rsidP="004313D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E13F43" w:rsidRPr="00136AD8" w14:paraId="408F2192" w14:textId="77777777" w:rsidTr="004313DD">
        <w:trPr>
          <w:trHeight w:val="274"/>
        </w:trPr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4106F4" w14:textId="77777777" w:rsidR="00E13F43" w:rsidRPr="00BB1352" w:rsidRDefault="00E13F43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B13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aquecimento vocal</w:t>
            </w:r>
          </w:p>
          <w:p w14:paraId="0CB4AD2A" w14:textId="77777777" w:rsidR="00E13F43" w:rsidRPr="00BB1352" w:rsidRDefault="00E13F43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B13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Preparação do corpo</w:t>
            </w:r>
          </w:p>
          <w:p w14:paraId="0A63D4AA" w14:textId="77777777" w:rsidR="00E13F43" w:rsidRPr="00BB1352" w:rsidRDefault="00E13F43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B13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Aquecimento das principais articulações</w:t>
            </w:r>
          </w:p>
          <w:p w14:paraId="32E23E46" w14:textId="77777777" w:rsidR="00E13F43" w:rsidRPr="00796ED8" w:rsidRDefault="00E13F43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796ED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Ativação da circulação sanguínea</w:t>
            </w:r>
          </w:p>
          <w:p w14:paraId="2C7BC5F8" w14:textId="77777777" w:rsidR="00E13F43" w:rsidRPr="00BB1352" w:rsidRDefault="00E13F43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B13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abordagem vocal de canções</w:t>
            </w:r>
          </w:p>
          <w:p w14:paraId="236679F6" w14:textId="77777777" w:rsidR="00E13F43" w:rsidRPr="00BB1352" w:rsidRDefault="00E13F43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B13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Doseamento do mínimo esforço vocal, muscular e respiratório</w:t>
            </w:r>
          </w:p>
          <w:p w14:paraId="2D61950E" w14:textId="77777777" w:rsidR="00E13F43" w:rsidRPr="00BB1352" w:rsidRDefault="00E13F43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B13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Máximo rendimento e qualidade sonora possíveis</w:t>
            </w:r>
          </w:p>
          <w:p w14:paraId="13A006E4" w14:textId="77777777" w:rsidR="00E13F43" w:rsidRPr="00BB1352" w:rsidRDefault="00E13F43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316" w:hanging="2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B13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Critérios de especificidades e estilo de cada peça musical a cantar</w:t>
            </w:r>
          </w:p>
          <w:p w14:paraId="7D351345" w14:textId="77777777" w:rsidR="00E13F43" w:rsidRPr="00BB1352" w:rsidRDefault="00E13F43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B13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Treino e desenvolvimento das capacidades vocais relacionadas essencialmente com o canto</w:t>
            </w:r>
          </w:p>
          <w:p w14:paraId="783131FA" w14:textId="77777777" w:rsidR="00E13F43" w:rsidRPr="00BB1352" w:rsidRDefault="00E13F43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B13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Jogo dramático como ferramenta de apoio ao trabalho do performer</w:t>
            </w:r>
          </w:p>
          <w:p w14:paraId="12574407" w14:textId="77777777" w:rsidR="00E13F43" w:rsidRPr="007F00DE" w:rsidRDefault="00E13F43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B135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Desenvolvimento da criatividade vocal na área da voz cantada</w:t>
            </w:r>
          </w:p>
        </w:tc>
        <w:tc>
          <w:tcPr>
            <w:tcW w:w="31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D96BED" w14:textId="77777777" w:rsidR="00E13F43" w:rsidRDefault="00E13F43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hAnsi="Verdana Pro Light" w:cs="Arial Unicode MS"/>
                <w:sz w:val="18"/>
                <w:szCs w:val="18"/>
                <w:lang w:eastAsia="pt-PT"/>
              </w:rPr>
              <w:t>Identificar as características da voz cantada</w:t>
            </w:r>
          </w:p>
          <w:p w14:paraId="080E4376" w14:textId="77777777" w:rsidR="00E13F43" w:rsidRDefault="00E13F43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1026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aquecimento vocal</w:t>
            </w:r>
          </w:p>
          <w:p w14:paraId="263EA99C" w14:textId="77777777" w:rsidR="00E13F43" w:rsidRPr="0091026B" w:rsidRDefault="00E13F43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1026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abordagem vocal de canções</w:t>
            </w:r>
          </w:p>
          <w:p w14:paraId="4CFD91CC" w14:textId="77777777" w:rsidR="00E13F43" w:rsidRPr="0091026B" w:rsidRDefault="00E13F43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1026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Adequar a abordagem vocal aos vários tipos e estilos de canção</w:t>
            </w:r>
          </w:p>
          <w:p w14:paraId="36CF2DEE" w14:textId="77777777" w:rsidR="00E13F43" w:rsidRPr="00C316B5" w:rsidRDefault="00E13F43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21CFBD" w14:textId="77777777" w:rsidR="00E13F43" w:rsidRPr="00C316B5" w:rsidRDefault="00E13F43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Autodisciplina e determinação</w:t>
            </w:r>
          </w:p>
          <w:p w14:paraId="3D2B5C0E" w14:textId="77777777" w:rsidR="00E13F43" w:rsidRPr="00C316B5" w:rsidRDefault="00E13F43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Pensamento</w:t>
            </w: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critico</w:t>
            </w:r>
          </w:p>
          <w:p w14:paraId="4377491F" w14:textId="77777777" w:rsidR="00E13F43" w:rsidRPr="00C316B5" w:rsidRDefault="00E13F43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</w:t>
            </w:r>
          </w:p>
          <w:p w14:paraId="523D0167" w14:textId="77777777" w:rsidR="00E13F43" w:rsidRPr="00C316B5" w:rsidRDefault="00E13F43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</w:t>
            </w:r>
          </w:p>
          <w:p w14:paraId="096BAFC7" w14:textId="77777777" w:rsidR="00E13F43" w:rsidRPr="00C316B5" w:rsidRDefault="00E13F43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0343133A" w14:textId="77777777" w:rsidR="00E13F43" w:rsidRPr="00C316B5" w:rsidRDefault="00E13F43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Criatividade, imaginação e sensibilidade</w:t>
            </w:r>
          </w:p>
          <w:p w14:paraId="3F4558CF" w14:textId="77777777" w:rsidR="00E13F43" w:rsidRPr="00C316B5" w:rsidRDefault="00E13F43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</w:t>
            </w:r>
          </w:p>
          <w:p w14:paraId="626CD4A4" w14:textId="77777777" w:rsidR="00E13F43" w:rsidRDefault="00E13F43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</w:t>
            </w:r>
          </w:p>
          <w:p w14:paraId="04268773" w14:textId="77777777" w:rsidR="00E13F43" w:rsidRPr="00C45C69" w:rsidRDefault="00E13F43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5C69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Escuta ativa</w:t>
            </w:r>
          </w:p>
          <w:p w14:paraId="55270185" w14:textId="77777777" w:rsidR="00E13F43" w:rsidRDefault="00E13F43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47234BD" w14:textId="77777777" w:rsidR="00E13F43" w:rsidRDefault="00E13F43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C5E264E" w14:textId="77777777" w:rsidR="00E13F43" w:rsidRDefault="00E13F43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2F04A8B" w14:textId="77777777" w:rsidR="00E13F43" w:rsidRDefault="00E13F43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7685F8E" w14:textId="77777777" w:rsidR="00E13F43" w:rsidRDefault="00E13F43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A26B91B" w14:textId="77777777" w:rsidR="00E13F43" w:rsidRDefault="00E13F43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A982E95" w14:textId="77777777" w:rsidR="00E13F43" w:rsidRDefault="00E13F43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B3FC193" w14:textId="77777777" w:rsidR="00E13F43" w:rsidRDefault="00E13F43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7F20E21" w14:textId="77777777" w:rsidR="00E13F43" w:rsidRDefault="00E13F43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C14C6C7" w14:textId="77777777" w:rsidR="00E13F43" w:rsidRDefault="00E13F43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41AA260" w14:textId="77777777" w:rsidR="00E13F43" w:rsidRDefault="00E13F43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CD40DCD" w14:textId="77777777" w:rsidR="00E13F43" w:rsidRDefault="00E13F43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E222B8A" w14:textId="77777777" w:rsidR="00E13F43" w:rsidRDefault="00E13F43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FED4491" w14:textId="77777777" w:rsidR="00E13F43" w:rsidRDefault="00E13F43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C6C5D0C" w14:textId="77777777" w:rsidR="00E13F43" w:rsidRDefault="00E13F43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43A5E30" w14:textId="77777777" w:rsidR="00E13F43" w:rsidRDefault="00E13F43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E3C468E" w14:textId="77777777" w:rsidR="00E13F43" w:rsidRDefault="00E13F43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96B9DBC" w14:textId="77777777" w:rsidR="00E13F43" w:rsidRPr="00D37E4F" w:rsidRDefault="00E13F43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E07A392" w14:textId="77777777" w:rsidR="00E13F43" w:rsidRPr="00F87025" w:rsidRDefault="00E13F43" w:rsidP="00E13F4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161B0776" w14:textId="77777777" w:rsidR="00E13F43" w:rsidRPr="00F20E6F" w:rsidRDefault="00E13F43" w:rsidP="00E13F43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25F9F12B" w14:textId="77777777" w:rsidR="00E13F43" w:rsidRPr="00B31E16" w:rsidRDefault="00E13F43" w:rsidP="00E13F4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Mobilizando as</w:t>
      </w:r>
      <w:r w:rsidRPr="00B31E1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técnicas de aquecimento vocal, em função dos diferentes contextos de trabalho</w:t>
      </w:r>
    </w:p>
    <w:p w14:paraId="00A5B40D" w14:textId="77777777" w:rsidR="00E13F43" w:rsidRPr="0064164C" w:rsidRDefault="00E13F43" w:rsidP="00E13F4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 xml:space="preserve">Cumprindo as técnicas </w:t>
      </w:r>
      <w:r w:rsidRPr="00920CC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com o objetivo da correção da postura para a melhor emissão vocal possível</w:t>
      </w:r>
    </w:p>
    <w:p w14:paraId="6FF8F764" w14:textId="77777777" w:rsidR="00E13F43" w:rsidRPr="00FC59EE" w:rsidRDefault="00E13F43" w:rsidP="00E13F43">
      <w:pPr>
        <w:pStyle w:val="PargrafodaLista"/>
        <w:spacing w:before="120" w:after="0" w:line="276" w:lineRule="auto"/>
        <w:ind w:left="142"/>
        <w:contextualSpacing w:val="0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 xml:space="preserve">Desenvolvendo </w:t>
      </w:r>
      <w:r w:rsidRPr="00337DE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 abordagem vocal aos vários tipos e estilos de canção</w:t>
      </w:r>
    </w:p>
    <w:p w14:paraId="3D3798A9" w14:textId="77777777" w:rsidR="00E13F43" w:rsidRPr="0064164C" w:rsidRDefault="00E13F43" w:rsidP="00E13F4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>U</w:t>
      </w:r>
      <w:r w:rsidRPr="001210F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tilizando os recursos materiais e psicomotores necessários à execução de técnicas vocais de nível elementar</w:t>
      </w:r>
    </w:p>
    <w:p w14:paraId="18E86EFA" w14:textId="77777777" w:rsidR="00E13F43" w:rsidRPr="0064164C" w:rsidRDefault="00E13F43" w:rsidP="00E13F43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27F62FA8" w14:textId="77777777" w:rsidR="00E13F43" w:rsidRPr="00136AD8" w:rsidRDefault="00E13F43" w:rsidP="00E13F4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A8F1AC5" w14:textId="77777777" w:rsidR="00E13F43" w:rsidRPr="00F87025" w:rsidRDefault="00E13F43" w:rsidP="00E13F4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F02D022" w14:textId="77777777" w:rsidR="00E13F43" w:rsidRPr="00660150" w:rsidRDefault="00E13F43" w:rsidP="00E13F43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Académico: Participação em aulas, workshops e seminários em diferentes contextos académicos e educativos</w:t>
      </w:r>
    </w:p>
    <w:p w14:paraId="39F776A7" w14:textId="77777777" w:rsidR="00E13F43" w:rsidRDefault="00E13F43" w:rsidP="00E13F43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Artístico e Profissional: Participação em espetáculos de dança, eventos performativos 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660150">
        <w:rPr>
          <w:rFonts w:ascii="Verdana Pro Light" w:eastAsia="Arial Unicode MS" w:hAnsi="Verdana Pro Light" w:cs="Arial Unicode MS"/>
          <w:sz w:val="18"/>
          <w:szCs w:val="18"/>
        </w:rPr>
        <w:t>concursos de dança</w:t>
      </w:r>
    </w:p>
    <w:p w14:paraId="658FB763" w14:textId="77777777" w:rsidR="00E13F43" w:rsidRPr="00660150" w:rsidRDefault="00E13F43" w:rsidP="00E13F43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Atividades ligadas às profissões da dança, nos domínios artístico, educativo, lúdico e inclusivo.</w:t>
      </w:r>
    </w:p>
    <w:p w14:paraId="557B3F2F" w14:textId="77777777" w:rsidR="00E13F43" w:rsidRPr="002A28C4" w:rsidRDefault="00E13F43" w:rsidP="00E13F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433CF54" w14:textId="77777777" w:rsidR="00E13F43" w:rsidRPr="00984B30" w:rsidRDefault="00E13F43" w:rsidP="00E13F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2A5C0E1" w14:textId="77777777" w:rsidR="00E13F43" w:rsidRPr="00984B30" w:rsidRDefault="00E13F43" w:rsidP="00E13F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BE538DA" w14:textId="77777777" w:rsidR="00E13F43" w:rsidRPr="002E4E26" w:rsidRDefault="00E13F43" w:rsidP="00E13F43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3C2D71F" w14:textId="77777777" w:rsidR="00E13F43" w:rsidRPr="00051C79" w:rsidRDefault="00E13F43" w:rsidP="00E13F4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4C37529" w14:textId="77777777" w:rsidR="00E13F43" w:rsidRPr="00F87025" w:rsidRDefault="00E13F43" w:rsidP="00E13F4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97288E0" w14:textId="77777777" w:rsidR="00E13F43" w:rsidRPr="004F76B6" w:rsidRDefault="00E13F43" w:rsidP="00E13F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Equipamento de som</w:t>
      </w:r>
    </w:p>
    <w:p w14:paraId="49F9D131" w14:textId="77777777" w:rsidR="00E13F43" w:rsidRPr="004F76B6" w:rsidRDefault="00E13F43" w:rsidP="00E13F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0FDB1A26" w14:textId="77777777" w:rsidR="00E13F43" w:rsidRPr="004F76B6" w:rsidRDefault="00E13F43" w:rsidP="00E13F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Dispositivos de projeção de imagem/vídeo</w:t>
      </w:r>
    </w:p>
    <w:p w14:paraId="6386D302" w14:textId="77777777" w:rsidR="00E13F43" w:rsidRPr="004F76B6" w:rsidRDefault="00E13F43" w:rsidP="00E13F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Dispositivos de registo de imagem/vídeo</w:t>
      </w:r>
    </w:p>
    <w:p w14:paraId="4659DE33" w14:textId="77777777" w:rsidR="00E13F43" w:rsidRDefault="00E13F43" w:rsidP="00E13F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Manuais técnicos</w:t>
      </w:r>
    </w:p>
    <w:p w14:paraId="00AE28A4" w14:textId="77777777" w:rsidR="00E13F43" w:rsidRPr="009E3A9A" w:rsidRDefault="00E13F43" w:rsidP="00E13F43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459D473" w14:textId="77777777" w:rsidR="00E13F43" w:rsidRPr="00051C79" w:rsidRDefault="00E13F43" w:rsidP="00E13F4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5381472" w14:textId="77777777" w:rsidR="00E13F43" w:rsidRPr="00F87025" w:rsidRDefault="00E13F43" w:rsidP="00E13F43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3754880" w14:textId="77777777" w:rsidR="00E13F43" w:rsidRPr="007E183A" w:rsidRDefault="00E13F43" w:rsidP="00E13F43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Forma de organização da formação: presencial</w:t>
      </w:r>
    </w:p>
    <w:p w14:paraId="456B01BC" w14:textId="77777777" w:rsidR="00E13F43" w:rsidRPr="007E183A" w:rsidRDefault="00E13F43" w:rsidP="00E13F43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Necessidade de garantir o espaço adequado, bem como o material necessário</w:t>
      </w:r>
    </w:p>
    <w:p w14:paraId="352E5BB8" w14:textId="77777777" w:rsidR="00E13F43" w:rsidRPr="00C85B1A" w:rsidRDefault="00E13F43" w:rsidP="00E13F43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Proporcionar oportunidades variadas e diferenciadas de participação em eventos de dança 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natureza educativa e artística</w:t>
      </w:r>
    </w:p>
    <w:p w14:paraId="4E817430" w14:textId="77777777" w:rsidR="00E13F43" w:rsidRDefault="00E13F43" w:rsidP="00E13F43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Proporcionar oportunidades de assistir a espetáculos e outros eventos de dança (bailados, aulas</w:t>
      </w:r>
    </w:p>
    <w:p w14:paraId="5753472D" w14:textId="77777777" w:rsidR="00E13F43" w:rsidRPr="00C85B1A" w:rsidRDefault="00E13F43" w:rsidP="00E13F43">
      <w:pPr>
        <w:pStyle w:val="PargrafodaLista"/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C85B1A">
        <w:rPr>
          <w:rFonts w:ascii="Verdana Pro Light" w:eastAsia="Arial Unicode MS" w:hAnsi="Verdana Pro Light" w:cs="Arial Unicode MS"/>
          <w:sz w:val="18"/>
          <w:szCs w:val="18"/>
        </w:rPr>
        <w:t>profissionais, conferências…)</w:t>
      </w:r>
    </w:p>
    <w:p w14:paraId="30DE7F36" w14:textId="77777777" w:rsidR="00E13F43" w:rsidRPr="009E3A9A" w:rsidRDefault="00E13F43" w:rsidP="00E13F43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Incentivar a colaboração (professores e alunos) entre turmas do curso dos diferentes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anos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-10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º, 11.º e 12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º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ano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62C309BD" w14:textId="77777777" w:rsidR="00E13F43" w:rsidRPr="00051C79" w:rsidRDefault="00E13F43" w:rsidP="00E13F4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F5990AB" w14:textId="77777777" w:rsidR="00E13F43" w:rsidRDefault="00E13F43" w:rsidP="00E13F43">
      <w:pPr>
        <w:rPr>
          <w:rFonts w:ascii="Verdana Pro Light" w:eastAsia="Arial Unicode MS" w:hAnsi="Verdana Pro Light" w:cs="Times New Roman"/>
        </w:rPr>
      </w:pPr>
    </w:p>
    <w:p w14:paraId="5A0FD75F" w14:textId="77777777" w:rsidR="00E13F43" w:rsidRDefault="00E13F43" w:rsidP="00E13F43">
      <w:pPr>
        <w:rPr>
          <w:rFonts w:ascii="Verdana Pro Light" w:eastAsia="Arial Unicode MS" w:hAnsi="Verdana Pro Light" w:cs="Times New Roman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2371A8" w:rsidRPr="00136AD8" w14:paraId="12FB6FDA" w14:textId="77777777" w:rsidTr="00C1323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FDA2F08" w14:textId="2EE5EE5C" w:rsidR="002371A8" w:rsidRPr="00136AD8" w:rsidRDefault="002371A8" w:rsidP="00C1323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BF3077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0000/001</w:t>
            </w:r>
            <w:r w:rsidR="00532BAF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9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04B474E" w14:textId="3D9ED6CD" w:rsidR="002371A8" w:rsidRPr="009C256C" w:rsidRDefault="00F62A96" w:rsidP="00C1323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Construir um projeto artístico</w:t>
            </w:r>
            <w:r w:rsidR="00162684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de dança</w:t>
            </w:r>
          </w:p>
        </w:tc>
      </w:tr>
    </w:tbl>
    <w:p w14:paraId="52FEC30E" w14:textId="77777777" w:rsidR="002371A8" w:rsidRDefault="002371A8" w:rsidP="002371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128DC728" w14:textId="77777777" w:rsidR="002371A8" w:rsidRPr="003200F2" w:rsidRDefault="002371A8" w:rsidP="002371A8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: </w:t>
      </w:r>
      <w:r>
        <w:rPr>
          <w:rFonts w:ascii="Verdana Pro Light" w:eastAsia="Arial Unicode MS" w:hAnsi="Verdana Pro Light" w:cs="Times New Roman"/>
          <w:smallCaps/>
          <w:sz w:val="20"/>
        </w:rPr>
        <w:t>50h</w:t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3402"/>
        <w:gridCol w:w="3153"/>
        <w:gridCol w:w="3265"/>
      </w:tblGrid>
      <w:tr w:rsidR="002371A8" w:rsidRPr="00136AD8" w14:paraId="6DE1C300" w14:textId="77777777" w:rsidTr="00C1323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41DFF8D" w14:textId="77777777" w:rsidR="002371A8" w:rsidRPr="001B353A" w:rsidRDefault="002371A8" w:rsidP="00C1323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2371A8" w:rsidRPr="00136AD8" w14:paraId="366A32E5" w14:textId="77777777" w:rsidTr="00C1323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02BDBB" w14:textId="7E8B0947" w:rsidR="002371A8" w:rsidRDefault="002371A8" w:rsidP="00C1323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D868A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Utilizar </w:t>
            </w:r>
            <w:r w:rsidR="00AB465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as técnicas </w:t>
            </w:r>
            <w:r w:rsidR="00F61AD3">
              <w:rPr>
                <w:rFonts w:ascii="Verdana Pro Light" w:eastAsia="Arial Unicode MS" w:hAnsi="Verdana Pro Light" w:cs="Arial Unicode MS"/>
                <w:sz w:val="18"/>
                <w:szCs w:val="18"/>
              </w:rPr>
              <w:t>performativas e</w:t>
            </w:r>
            <w:r w:rsidR="00AB465F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criativas na </w:t>
            </w:r>
            <w:r w:rsidR="00F61AD3">
              <w:rPr>
                <w:rFonts w:ascii="Verdana Pro Light" w:eastAsia="Arial Unicode MS" w:hAnsi="Verdana Pro Light" w:cs="Arial Unicode MS"/>
                <w:sz w:val="18"/>
                <w:szCs w:val="18"/>
              </w:rPr>
              <w:t>conceção de estruturas coreográficas</w:t>
            </w:r>
          </w:p>
          <w:p w14:paraId="1E0A2B77" w14:textId="6D22DFDB" w:rsidR="006A0BB0" w:rsidRPr="00D2265E" w:rsidRDefault="006A0BB0" w:rsidP="006A0BB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 w:rsidRPr="006A0BB0">
              <w:rPr>
                <w:rFonts w:ascii="Verdana Pro Light" w:eastAsia="Arial Unicode MS" w:hAnsi="Verdana Pro Light" w:cs="Arial Unicode MS"/>
                <w:sz w:val="18"/>
                <w:szCs w:val="18"/>
              </w:rPr>
              <w:t>Produzir material coreográfico a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Pr="006A0BB0">
              <w:rPr>
                <w:rFonts w:ascii="Verdana Pro Light" w:eastAsia="Arial Unicode MS" w:hAnsi="Verdana Pro Light" w:cs="Arial Unicode MS"/>
                <w:sz w:val="18"/>
                <w:szCs w:val="18"/>
              </w:rPr>
              <w:t>partir de diferentes estímulos e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Pr="006A0BB0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recursos</w:t>
            </w:r>
          </w:p>
          <w:p w14:paraId="4935639C" w14:textId="6D490BD8" w:rsidR="002371A8" w:rsidRDefault="002371A8" w:rsidP="00C1323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D2265E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Pr="00D2265E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D868A9">
              <w:rPr>
                <w:rFonts w:ascii="Verdana Pro Light" w:eastAsia="Arial Unicode MS" w:hAnsi="Verdana Pro Light" w:cs="Arial Unicode MS"/>
                <w:sz w:val="18"/>
                <w:szCs w:val="18"/>
              </w:rPr>
              <w:t>Criar</w:t>
            </w:r>
            <w:r w:rsidR="00D868A9" w:rsidRPr="008301E1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um projeto artístico de dança</w:t>
            </w:r>
          </w:p>
          <w:p w14:paraId="203B25C0" w14:textId="41BED843" w:rsidR="002371A8" w:rsidRDefault="002371A8" w:rsidP="00C1323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D2265E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80067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Redigir </w:t>
            </w:r>
            <w:r w:rsidR="00224F56">
              <w:rPr>
                <w:rFonts w:ascii="Verdana Pro Light" w:eastAsia="Arial Unicode MS" w:hAnsi="Verdana Pro Light" w:cs="Arial Unicode MS"/>
                <w:sz w:val="18"/>
                <w:szCs w:val="18"/>
              </w:rPr>
              <w:t>o relatório do processo coreográfico</w:t>
            </w:r>
          </w:p>
          <w:p w14:paraId="1823F492" w14:textId="5FFB887D" w:rsidR="002371A8" w:rsidRPr="0006082E" w:rsidRDefault="002371A8" w:rsidP="00C1323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 w:rsidR="0080067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Apresentar o projeto artístico de dança</w:t>
            </w:r>
          </w:p>
        </w:tc>
      </w:tr>
      <w:tr w:rsidR="002371A8" w:rsidRPr="00136AD8" w14:paraId="0B2A75DE" w14:textId="77777777" w:rsidTr="00C13238">
        <w:trPr>
          <w:trHeight w:val="296"/>
        </w:trPr>
        <w:tc>
          <w:tcPr>
            <w:tcW w:w="340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32F5B54" w14:textId="77777777" w:rsidR="002371A8" w:rsidRPr="001B353A" w:rsidRDefault="002371A8" w:rsidP="00C1323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15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ACF5AB6" w14:textId="77777777" w:rsidR="002371A8" w:rsidRPr="001B353A" w:rsidRDefault="002371A8" w:rsidP="00C1323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FD7F6F9" w14:textId="77777777" w:rsidR="002371A8" w:rsidRPr="001B353A" w:rsidRDefault="002371A8" w:rsidP="00C1323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2371A8" w:rsidRPr="00136AD8" w14:paraId="07D0FC4B" w14:textId="77777777" w:rsidTr="00C13238">
        <w:trPr>
          <w:trHeight w:val="274"/>
        </w:trPr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14EA2B" w14:textId="3B1BDDCF" w:rsidR="00D716F9" w:rsidRPr="00D716F9" w:rsidRDefault="00D60965" w:rsidP="00D716F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Etapas de c</w:t>
            </w:r>
            <w:r w:rsidR="00D716F9" w:rsidRPr="00D716F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onstrução / criação prática do projeto</w:t>
            </w:r>
          </w:p>
          <w:p w14:paraId="746836E7" w14:textId="77777777" w:rsidR="00D716F9" w:rsidRPr="00D716F9" w:rsidRDefault="00D716F9" w:rsidP="00D716F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716F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Estruturas coreográficas</w:t>
            </w:r>
          </w:p>
          <w:p w14:paraId="5D0F4077" w14:textId="77777777" w:rsidR="00D716F9" w:rsidRPr="00D716F9" w:rsidRDefault="00D716F9" w:rsidP="00D716F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716F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Estruturas espaciais</w:t>
            </w:r>
          </w:p>
          <w:p w14:paraId="2D28FB82" w14:textId="77777777" w:rsidR="00D716F9" w:rsidRPr="00D716F9" w:rsidRDefault="00D716F9" w:rsidP="00D716F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716F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Descrição e justificação de todo o processo coreográfico através de um relatório escrito</w:t>
            </w:r>
          </w:p>
          <w:p w14:paraId="184581BF" w14:textId="77777777" w:rsidR="00D716F9" w:rsidRPr="00D716F9" w:rsidRDefault="00D716F9" w:rsidP="00D716F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D716F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Modelos e relatórios coreográficos</w:t>
            </w:r>
          </w:p>
          <w:p w14:paraId="3D8F35DB" w14:textId="17882EF1" w:rsidR="00D716F9" w:rsidRDefault="00167841" w:rsidP="00D716F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Procedimentos</w:t>
            </w:r>
            <w:r w:rsidRPr="00D716F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 a a</w:t>
            </w:r>
            <w:r w:rsidR="00D716F9" w:rsidRPr="00D716F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presentação do projeto artístico de dança</w:t>
            </w:r>
          </w:p>
          <w:p w14:paraId="3C6BD0C1" w14:textId="7EF7129E" w:rsidR="00801288" w:rsidRDefault="00EB4543" w:rsidP="00D716F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Reportório coreográfico nacional e internacional de relevo</w:t>
            </w:r>
          </w:p>
          <w:p w14:paraId="09442E85" w14:textId="77BA50AF" w:rsidR="004D137C" w:rsidRDefault="00DB4649" w:rsidP="00D716F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</w:t>
            </w:r>
            <w:r w:rsidR="00641EC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artituras </w:t>
            </w:r>
            <w:r w:rsidR="0003130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coreográficas</w:t>
            </w:r>
            <w:r w:rsidR="00066AF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Modelos e estruturas</w:t>
            </w:r>
          </w:p>
          <w:p w14:paraId="381D654B" w14:textId="4AD8EC72" w:rsidR="00031307" w:rsidRDefault="00B809D6" w:rsidP="00D716F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Processo coreográfico - </w:t>
            </w:r>
            <w:r w:rsidR="0084581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Criação e </w:t>
            </w:r>
            <w:r w:rsidR="00576F8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interpretação individual e/ou colaborativa </w:t>
            </w:r>
          </w:p>
          <w:p w14:paraId="1BE5DC35" w14:textId="778107E8" w:rsidR="00576F8E" w:rsidRDefault="00576F8E" w:rsidP="00D716F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Pesquisa coreográfica individual</w:t>
            </w:r>
          </w:p>
          <w:p w14:paraId="6327AD10" w14:textId="6DBF9533" w:rsidR="00576F8E" w:rsidRPr="00D716F9" w:rsidRDefault="00576F8E" w:rsidP="00D716F9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Projeto artístico</w:t>
            </w:r>
          </w:p>
          <w:p w14:paraId="76F87D18" w14:textId="77777777" w:rsidR="002371A8" w:rsidRPr="007F00DE" w:rsidRDefault="002371A8" w:rsidP="00D716F9">
            <w:pPr>
              <w:pStyle w:val="PargrafodaLista"/>
              <w:spacing w:before="120" w:after="0" w:line="276" w:lineRule="auto"/>
              <w:ind w:left="316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1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99D57" w14:textId="6DABAE2F" w:rsidR="005F1F3E" w:rsidRPr="005F1F3E" w:rsidRDefault="003D33AC" w:rsidP="005F1F3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</w:t>
            </w:r>
            <w:bookmarkStart w:id="7" w:name="_Hlk157516780"/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 diferentes etapas na construção de</w:t>
            </w:r>
            <w:r w:rsidR="005F1F3E" w:rsidRPr="005F1F3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um projeto artístico de dança</w:t>
            </w:r>
            <w:bookmarkEnd w:id="7"/>
          </w:p>
          <w:p w14:paraId="01F5F032" w14:textId="710B8C4F" w:rsidR="005F1F3E" w:rsidRPr="005F1F3E" w:rsidRDefault="005F1F3E" w:rsidP="005F1F3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F1F3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performativas</w:t>
            </w:r>
          </w:p>
          <w:p w14:paraId="530C5C9E" w14:textId="4B21F6F2" w:rsidR="005F1F3E" w:rsidRDefault="005F1F3E" w:rsidP="005F1F3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5F1F3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criativas de conceção de estruturas coreográficas, execução e análise</w:t>
            </w:r>
          </w:p>
          <w:p w14:paraId="11C2FCEF" w14:textId="4BF2EC16" w:rsidR="00167841" w:rsidRPr="005F1F3E" w:rsidRDefault="00421D4B" w:rsidP="005F1F3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os modelos de relatórios coreográficos</w:t>
            </w:r>
          </w:p>
          <w:p w14:paraId="1C4A0AEB" w14:textId="75FDCC74" w:rsidR="005F1F3E" w:rsidRPr="005F1F3E" w:rsidRDefault="00167841" w:rsidP="005F1F3E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os procedimentos de apresentação de</w:t>
            </w:r>
            <w:r w:rsidR="005F1F3E" w:rsidRPr="005F1F3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um projeto artístico de dança</w:t>
            </w:r>
          </w:p>
          <w:p w14:paraId="4F113DAF" w14:textId="77777777" w:rsidR="006A0BB0" w:rsidRDefault="002B7F57" w:rsidP="00AB2AE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B2AE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 reportório</w:t>
            </w:r>
            <w:r w:rsidR="00AB2AE1" w:rsidRPr="00AB2AE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coreográfico nacional e</w:t>
            </w:r>
            <w:r w:rsidR="00AB2AE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AB2AE1" w:rsidRPr="00AB2AE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internacional</w:t>
            </w:r>
          </w:p>
          <w:p w14:paraId="26F06D7E" w14:textId="77777777" w:rsidR="00C278C5" w:rsidRDefault="00AB2AE1" w:rsidP="00AB2AE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6A0BB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criação</w:t>
            </w:r>
            <w:r w:rsidR="00C278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</w:t>
            </w:r>
            <w:r w:rsidRPr="00C278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oreográfica</w:t>
            </w:r>
            <w:r w:rsidR="006A0BB0" w:rsidRPr="00C278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449D5E82" w14:textId="77777777" w:rsidR="00C278C5" w:rsidRDefault="00C278C5" w:rsidP="00AB2AE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278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</w:t>
            </w:r>
            <w:r w:rsidR="00AB2AE1" w:rsidRPr="00C278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eescrever</w:t>
            </w:r>
            <w:r w:rsidRPr="00C278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AB2AE1" w:rsidRPr="00C278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movimentos a partir de uma</w:t>
            </w:r>
            <w:r w:rsidRPr="00C278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AB2AE1" w:rsidRPr="00C278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obra e coreógrafo</w:t>
            </w:r>
          </w:p>
          <w:p w14:paraId="527DCC8D" w14:textId="7D8826ED" w:rsidR="00AB2AE1" w:rsidRPr="00C278C5" w:rsidRDefault="00AB2AE1" w:rsidP="00AB2AE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278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comunicação</w:t>
            </w:r>
            <w:r w:rsidR="00C278C5" w:rsidRPr="00C278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C278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oral e escrita, na apresentação</w:t>
            </w:r>
            <w:r w:rsidR="00C278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00C278C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 projetos</w:t>
            </w:r>
          </w:p>
          <w:p w14:paraId="35E3EB72" w14:textId="08DEE52C" w:rsidR="00AB2AE1" w:rsidRPr="00AB2AE1" w:rsidRDefault="00AB2AE1" w:rsidP="00AB2AE1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CC3348" w14:textId="77777777" w:rsidR="002371A8" w:rsidRPr="00C316B5" w:rsidRDefault="002371A8" w:rsidP="00C1323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Autodisciplina e determinação</w:t>
            </w:r>
          </w:p>
          <w:p w14:paraId="4BD813D8" w14:textId="77777777" w:rsidR="002371A8" w:rsidRPr="00C316B5" w:rsidRDefault="002371A8" w:rsidP="00C1323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Pensamento</w:t>
            </w: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critico</w:t>
            </w:r>
          </w:p>
          <w:p w14:paraId="3B7E1245" w14:textId="77777777" w:rsidR="002371A8" w:rsidRPr="00C316B5" w:rsidRDefault="002371A8" w:rsidP="00C1323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</w:t>
            </w:r>
          </w:p>
          <w:p w14:paraId="6E8FC1DF" w14:textId="77777777" w:rsidR="002371A8" w:rsidRPr="00C316B5" w:rsidRDefault="002371A8" w:rsidP="00C1323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</w:t>
            </w:r>
          </w:p>
          <w:p w14:paraId="1C0D7BEE" w14:textId="77777777" w:rsidR="002371A8" w:rsidRPr="00C316B5" w:rsidRDefault="002371A8" w:rsidP="00C1323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4C580CF0" w14:textId="77777777" w:rsidR="002371A8" w:rsidRDefault="002371A8" w:rsidP="00C1323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Criatividade, imaginação e sensibilidade</w:t>
            </w:r>
          </w:p>
          <w:p w14:paraId="3E926021" w14:textId="733167AB" w:rsidR="00B33E59" w:rsidRPr="00C316B5" w:rsidRDefault="00B33E59" w:rsidP="00C1323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Curiosidade</w:t>
            </w:r>
          </w:p>
          <w:p w14:paraId="68F524DB" w14:textId="77777777" w:rsidR="002371A8" w:rsidRPr="00C316B5" w:rsidRDefault="002371A8" w:rsidP="00C1323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</w:t>
            </w:r>
          </w:p>
          <w:p w14:paraId="3E33826E" w14:textId="77777777" w:rsidR="002371A8" w:rsidRDefault="002371A8" w:rsidP="00C1323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</w:t>
            </w:r>
          </w:p>
          <w:p w14:paraId="5AFD2018" w14:textId="633077FB" w:rsidR="00B27630" w:rsidRDefault="00B27630" w:rsidP="00C1323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Proatividade</w:t>
            </w:r>
          </w:p>
          <w:p w14:paraId="6EC121A6" w14:textId="409554FD" w:rsidR="00B27630" w:rsidRDefault="00B27630" w:rsidP="00C1323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Espírito de equipa</w:t>
            </w:r>
          </w:p>
          <w:p w14:paraId="280B68B0" w14:textId="77777777" w:rsidR="00B27630" w:rsidRDefault="00B27630" w:rsidP="00C1323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74A026B" w14:textId="77777777" w:rsidR="00162684" w:rsidRDefault="00162684" w:rsidP="0016268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5668AB8" w14:textId="77777777" w:rsidR="00162684" w:rsidRDefault="00162684" w:rsidP="0016268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C5D2E1F" w14:textId="77777777" w:rsidR="00162684" w:rsidRDefault="00162684" w:rsidP="0016268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CE906CF" w14:textId="77777777" w:rsidR="00162684" w:rsidRDefault="00162684" w:rsidP="0016268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29EB443" w14:textId="77777777" w:rsidR="00162684" w:rsidRDefault="00162684" w:rsidP="0016268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F3A2D2F" w14:textId="77777777" w:rsidR="00162684" w:rsidRDefault="00162684" w:rsidP="0016268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E703F77" w14:textId="77777777" w:rsidR="00162684" w:rsidRDefault="00162684" w:rsidP="0016268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AB553CD" w14:textId="77777777" w:rsidR="00162684" w:rsidRDefault="00162684" w:rsidP="0016268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35279DA" w14:textId="77777777" w:rsidR="00162684" w:rsidRDefault="00162684" w:rsidP="0016268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EB9C77E" w14:textId="77777777" w:rsidR="00162684" w:rsidRDefault="00162684" w:rsidP="0016268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F93E550" w14:textId="77777777" w:rsidR="00162684" w:rsidRPr="00162684" w:rsidRDefault="00162684" w:rsidP="00162684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76B6EA2" w14:textId="77777777" w:rsidR="002371A8" w:rsidRDefault="002371A8" w:rsidP="002371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C36A261" w14:textId="77777777" w:rsidR="001A1073" w:rsidRDefault="001A1073" w:rsidP="002371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EE93D4C" w14:textId="77777777" w:rsidR="001A1073" w:rsidRDefault="001A1073" w:rsidP="002371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AA1E7CB" w14:textId="77777777" w:rsidR="001A1073" w:rsidRDefault="001A1073" w:rsidP="002371A8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7884DFF" w14:textId="77777777" w:rsidR="002371A8" w:rsidRPr="00F87025" w:rsidRDefault="002371A8" w:rsidP="002371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232503A2" w14:textId="77777777" w:rsidR="002371A8" w:rsidRPr="00F20E6F" w:rsidRDefault="002371A8" w:rsidP="002371A8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5E092914" w14:textId="6DA3A7F8" w:rsidR="002371A8" w:rsidRPr="0064164C" w:rsidRDefault="002371A8" w:rsidP="002371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023CE6" w:rsidRPr="00023CE6">
        <w:rPr>
          <w:rFonts w:ascii="Verdana Pro Light" w:eastAsia="Arial Unicode MS" w:hAnsi="Verdana Pro Light" w:cs="Arial Unicode MS"/>
          <w:sz w:val="18"/>
          <w:szCs w:val="18"/>
        </w:rPr>
        <w:t xml:space="preserve">Adaptando </w:t>
      </w:r>
      <w:r w:rsidR="00284A4A">
        <w:rPr>
          <w:rFonts w:ascii="Verdana Pro Light" w:eastAsia="Arial Unicode MS" w:hAnsi="Verdana Pro Light" w:cs="Arial Unicode MS"/>
          <w:sz w:val="18"/>
          <w:szCs w:val="18"/>
        </w:rPr>
        <w:t>as técnicas performativas e criativas na conceção de estruturas coreográficas</w:t>
      </w:r>
    </w:p>
    <w:p w14:paraId="2079CC32" w14:textId="03878EE0" w:rsidR="002371A8" w:rsidRPr="0064164C" w:rsidRDefault="002371A8" w:rsidP="002371A8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216301">
        <w:rPr>
          <w:rFonts w:ascii="Verdana Pro Light" w:eastAsia="Arial Unicode MS" w:hAnsi="Verdana Pro Light" w:cs="Arial Unicode MS"/>
          <w:sz w:val="18"/>
          <w:szCs w:val="18"/>
        </w:rPr>
        <w:t xml:space="preserve">Redigindo o relatório do processo coreográfico </w:t>
      </w:r>
    </w:p>
    <w:p w14:paraId="7B9B4B2A" w14:textId="3D5AE321" w:rsidR="002371A8" w:rsidRPr="00FC59EE" w:rsidRDefault="002371A8" w:rsidP="002371A8">
      <w:pPr>
        <w:pStyle w:val="PargrafodaLista"/>
        <w:spacing w:before="120" w:after="0" w:line="276" w:lineRule="auto"/>
        <w:ind w:left="142"/>
        <w:contextualSpacing w:val="0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216301">
        <w:rPr>
          <w:rFonts w:ascii="Verdana Pro Light" w:eastAsia="Arial Unicode MS" w:hAnsi="Verdana Pro Light" w:cs="Arial Unicode MS"/>
          <w:sz w:val="18"/>
          <w:szCs w:val="18"/>
        </w:rPr>
        <w:t>Criando</w:t>
      </w:r>
      <w:r w:rsidR="00216301" w:rsidRPr="008301E1">
        <w:rPr>
          <w:rFonts w:ascii="Verdana Pro Light" w:eastAsia="Arial Unicode MS" w:hAnsi="Verdana Pro Light" w:cs="Arial Unicode MS"/>
          <w:sz w:val="18"/>
          <w:szCs w:val="18"/>
        </w:rPr>
        <w:t xml:space="preserve"> um projeto artístico de dança</w:t>
      </w:r>
    </w:p>
    <w:p w14:paraId="4801DC98" w14:textId="574030BC" w:rsidR="00216301" w:rsidRPr="0064164C" w:rsidRDefault="002371A8" w:rsidP="00216301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21630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Cumprindo as orientações de apresentação de um</w:t>
      </w:r>
      <w:r w:rsidR="00216301" w:rsidRPr="00B0192D">
        <w:rPr>
          <w:rFonts w:ascii="Verdana Pro Light" w:eastAsia="Arial Unicode MS" w:hAnsi="Verdana Pro Light" w:cs="Arial Unicode MS"/>
          <w:sz w:val="18"/>
          <w:szCs w:val="18"/>
        </w:rPr>
        <w:t xml:space="preserve"> projeto artístico de dança</w:t>
      </w:r>
      <w:r w:rsidR="00216301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="00544D25">
        <w:rPr>
          <w:rFonts w:ascii="Verdana Pro Light" w:eastAsia="Arial Unicode MS" w:hAnsi="Verdana Pro Light" w:cs="Arial Unicode MS"/>
          <w:sz w:val="18"/>
          <w:szCs w:val="18"/>
        </w:rPr>
        <w:t xml:space="preserve">respeitando </w:t>
      </w:r>
      <w:r w:rsidR="00216301" w:rsidRPr="00216301">
        <w:rPr>
          <w:rFonts w:ascii="Verdana Pro Light" w:eastAsia="Arial Unicode MS" w:hAnsi="Verdana Pro Light" w:cs="Arial Unicode MS"/>
          <w:sz w:val="18"/>
          <w:szCs w:val="18"/>
        </w:rPr>
        <w:t>as diferentes etapas na construção de um projeto artístico de dança</w:t>
      </w:r>
    </w:p>
    <w:p w14:paraId="426E1492" w14:textId="682075FC" w:rsidR="00066AF1" w:rsidRDefault="00216301" w:rsidP="00216301">
      <w:pPr>
        <w:spacing w:before="120" w:after="0" w:line="276" w:lineRule="auto"/>
        <w:ind w:left="318" w:hanging="318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 xml:space="preserve">  </w:t>
      </w:r>
      <w:r w:rsidR="002371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 w:rsidR="002371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066AF1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</w:p>
    <w:p w14:paraId="2480E524" w14:textId="77777777" w:rsidR="00216301" w:rsidRDefault="00216301" w:rsidP="00216301">
      <w:pPr>
        <w:spacing w:before="120" w:after="0" w:line="276" w:lineRule="auto"/>
        <w:ind w:left="318" w:hanging="318"/>
        <w:rPr>
          <w:rFonts w:ascii="Verdana Pro Light" w:eastAsia="Arial Unicode MS" w:hAnsi="Verdana Pro Light" w:cs="Arial Unicode MS"/>
          <w:sz w:val="18"/>
          <w:szCs w:val="18"/>
        </w:rPr>
      </w:pPr>
    </w:p>
    <w:p w14:paraId="0066544E" w14:textId="77777777" w:rsidR="002371A8" w:rsidRPr="00F87025" w:rsidRDefault="002371A8" w:rsidP="002371A8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6498EF6C" w14:textId="77777777" w:rsidR="009F199A" w:rsidRPr="00660150" w:rsidRDefault="009F199A" w:rsidP="002E4E26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Académico: Participação em aulas, workshops e seminários em diferentes contextos académicos e educativos</w:t>
      </w:r>
    </w:p>
    <w:p w14:paraId="5A25F686" w14:textId="77777777" w:rsidR="009F199A" w:rsidRDefault="009F199A" w:rsidP="002E4E26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Artístico e Profissional: Participação em espetáculos de dança, eventos performativos 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660150">
        <w:rPr>
          <w:rFonts w:ascii="Verdana Pro Light" w:eastAsia="Arial Unicode MS" w:hAnsi="Verdana Pro Light" w:cs="Arial Unicode MS"/>
          <w:sz w:val="18"/>
          <w:szCs w:val="18"/>
        </w:rPr>
        <w:t>concursos de dança</w:t>
      </w:r>
    </w:p>
    <w:p w14:paraId="7D6F48EB" w14:textId="77777777" w:rsidR="009F199A" w:rsidRPr="00660150" w:rsidRDefault="009F199A" w:rsidP="002E4E26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Atividades ligadas às profissões da dança, nos domínios artístico, educativo, lúdico e inclusivo.</w:t>
      </w:r>
    </w:p>
    <w:p w14:paraId="314D6232" w14:textId="77777777" w:rsidR="009F199A" w:rsidRPr="002A28C4" w:rsidRDefault="009F199A" w:rsidP="009F199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0BCF7B4" w14:textId="77777777" w:rsidR="009F199A" w:rsidRPr="00984B30" w:rsidRDefault="009F199A" w:rsidP="009F199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C775834" w14:textId="77777777" w:rsidR="009F199A" w:rsidRPr="00984B30" w:rsidRDefault="009F199A" w:rsidP="009F199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97FBC5A" w14:textId="77777777" w:rsidR="009F199A" w:rsidRPr="00984B30" w:rsidRDefault="009F199A" w:rsidP="009F199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46998A4" w14:textId="77777777" w:rsidR="009F199A" w:rsidRPr="00051C79" w:rsidRDefault="009F199A" w:rsidP="009F199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211C484" w14:textId="77777777" w:rsidR="009F199A" w:rsidRPr="00F87025" w:rsidRDefault="009F199A" w:rsidP="009F199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4F5EE8F" w14:textId="77777777" w:rsidR="009F199A" w:rsidRPr="00501DC8" w:rsidRDefault="009F199A" w:rsidP="009F199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22C4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69CD9F71" w14:textId="77777777" w:rsidR="009F199A" w:rsidRPr="00501DC8" w:rsidRDefault="009F199A" w:rsidP="009F199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Recursos</w:t>
      </w:r>
      <w:r w:rsidRPr="006E0ED5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>
        <w:rPr>
          <w:rFonts w:ascii="Verdana Pro Light" w:eastAsia="Arial Unicode MS" w:hAnsi="Verdana Pro Light" w:cs="Arial Unicode MS"/>
          <w:sz w:val="18"/>
          <w:szCs w:val="18"/>
        </w:rPr>
        <w:t>multimédia e audiovisuais</w:t>
      </w:r>
    </w:p>
    <w:p w14:paraId="3AA0F4AA" w14:textId="77777777" w:rsidR="009F199A" w:rsidRPr="009E3A9A" w:rsidRDefault="009F199A" w:rsidP="009F199A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BD6E6D0" w14:textId="77777777" w:rsidR="009F199A" w:rsidRPr="00051C79" w:rsidRDefault="009F199A" w:rsidP="009F199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E61973A" w14:textId="77777777" w:rsidR="009F199A" w:rsidRPr="00F87025" w:rsidRDefault="009F199A" w:rsidP="009F199A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50F3417E" w14:textId="77777777" w:rsidR="009F199A" w:rsidRPr="007E183A" w:rsidRDefault="009F199A" w:rsidP="002E4E26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Forma de organização da formação: presencial</w:t>
      </w:r>
    </w:p>
    <w:p w14:paraId="1F246C2C" w14:textId="77777777" w:rsidR="009F199A" w:rsidRPr="007E183A" w:rsidRDefault="009F199A" w:rsidP="002E4E26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Necessidade de garantir o espaço adequado, bem como o material necessário</w:t>
      </w:r>
    </w:p>
    <w:p w14:paraId="53568EF4" w14:textId="77777777" w:rsidR="009F199A" w:rsidRPr="00C85B1A" w:rsidRDefault="009F199A" w:rsidP="002E4E26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Proporcionar oportunidades variadas e diferenciadas de participação em eventos de dança 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natureza educativa e artística</w:t>
      </w:r>
    </w:p>
    <w:p w14:paraId="3AB6FE9B" w14:textId="77777777" w:rsidR="009F199A" w:rsidRDefault="009F199A" w:rsidP="002E4E26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Proporcionar oportunidades de assistir a espetáculos e outros eventos de dança (bailados, aulas</w:t>
      </w:r>
    </w:p>
    <w:p w14:paraId="19526397" w14:textId="77777777" w:rsidR="009F199A" w:rsidRPr="00C85B1A" w:rsidRDefault="009F199A" w:rsidP="002E4E26">
      <w:pPr>
        <w:pStyle w:val="PargrafodaLista"/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C85B1A">
        <w:rPr>
          <w:rFonts w:ascii="Verdana Pro Light" w:eastAsia="Arial Unicode MS" w:hAnsi="Verdana Pro Light" w:cs="Arial Unicode MS"/>
          <w:sz w:val="18"/>
          <w:szCs w:val="18"/>
        </w:rPr>
        <w:t>profissionais, conferências…)</w:t>
      </w:r>
    </w:p>
    <w:p w14:paraId="08C3652F" w14:textId="77777777" w:rsidR="009F199A" w:rsidRPr="009E3A9A" w:rsidRDefault="009F199A" w:rsidP="002E4E26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Incentivar a colaboração (professores e alunos) entre turmas do curso dos diferentes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anos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-10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º, 11.º e 12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º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ano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4B0D80EF" w14:textId="77777777" w:rsidR="009F199A" w:rsidRPr="00051C79" w:rsidRDefault="009F199A" w:rsidP="009F199A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2FABAA8" w14:textId="77777777" w:rsidR="002371A8" w:rsidRPr="00136AD8" w:rsidRDefault="002371A8" w:rsidP="002371A8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47D7AA1B" w14:textId="77777777" w:rsidR="002371A8" w:rsidRPr="0035577B" w:rsidRDefault="002371A8" w:rsidP="002371A8">
      <w:pPr>
        <w:rPr>
          <w:rFonts w:ascii="Verdana Pro Light" w:eastAsia="Arial Unicode MS" w:hAnsi="Verdana Pro Light" w:cs="Times New Roman"/>
        </w:rPr>
      </w:pPr>
    </w:p>
    <w:p w14:paraId="7D7B5789" w14:textId="77777777" w:rsidR="002371A8" w:rsidRDefault="002371A8" w:rsidP="0035577B">
      <w:pPr>
        <w:rPr>
          <w:rFonts w:ascii="Verdana Pro Light" w:eastAsia="Arial Unicode MS" w:hAnsi="Verdana Pro Light" w:cs="Times New Roman"/>
        </w:rPr>
      </w:pPr>
    </w:p>
    <w:p w14:paraId="361C3FCB" w14:textId="77777777" w:rsidR="000023F9" w:rsidRDefault="000023F9" w:rsidP="0035577B">
      <w:pPr>
        <w:rPr>
          <w:rFonts w:ascii="Verdana Pro Light" w:eastAsia="Arial Unicode MS" w:hAnsi="Verdana Pro Light" w:cs="Times New Roman"/>
        </w:rPr>
      </w:pPr>
    </w:p>
    <w:p w14:paraId="3B5CF019" w14:textId="77777777" w:rsidR="000023F9" w:rsidRDefault="000023F9" w:rsidP="0035577B">
      <w:pPr>
        <w:rPr>
          <w:rFonts w:ascii="Verdana Pro Light" w:eastAsia="Arial Unicode MS" w:hAnsi="Verdana Pro Light" w:cs="Times New Roman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023F9" w:rsidRPr="00136AD8" w14:paraId="62A36C41" w14:textId="77777777" w:rsidTr="00C1323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86294CF" w14:textId="05A77B3D" w:rsidR="000023F9" w:rsidRPr="00705BCB" w:rsidRDefault="000023F9" w:rsidP="00C1323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</w:pPr>
            <w:r w:rsidRPr="00705BCB">
              <w:rPr>
                <w:rFonts w:ascii="Verdana Pro Light" w:eastAsia="Arial Unicode MS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0000/00</w:t>
            </w:r>
            <w:r w:rsidR="00532BAF">
              <w:rPr>
                <w:rFonts w:ascii="Verdana Pro Light" w:eastAsia="Arial Unicode MS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20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8F38E35" w14:textId="7A405BFF" w:rsidR="000023F9" w:rsidRPr="009C256C" w:rsidRDefault="008148F2" w:rsidP="00C1323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705BCB">
              <w:rPr>
                <w:rFonts w:ascii="Verdana Pro Light" w:eastAsia="Arial Unicode MS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Planear e gerir uma carreira artística</w:t>
            </w:r>
          </w:p>
        </w:tc>
      </w:tr>
    </w:tbl>
    <w:p w14:paraId="327CF41F" w14:textId="77777777" w:rsidR="000023F9" w:rsidRDefault="000023F9" w:rsidP="000023F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7EAE226C" w14:textId="77777777" w:rsidR="000023F9" w:rsidRPr="003200F2" w:rsidRDefault="000023F9" w:rsidP="000023F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: </w:t>
      </w:r>
      <w:r>
        <w:rPr>
          <w:rFonts w:ascii="Verdana Pro Light" w:eastAsia="Arial Unicode MS" w:hAnsi="Verdana Pro Light" w:cs="Times New Roman"/>
          <w:smallCaps/>
          <w:sz w:val="20"/>
        </w:rPr>
        <w:t>50h</w:t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3402"/>
        <w:gridCol w:w="3153"/>
        <w:gridCol w:w="3265"/>
      </w:tblGrid>
      <w:tr w:rsidR="000023F9" w:rsidRPr="00136AD8" w14:paraId="2E649559" w14:textId="77777777" w:rsidTr="00C13238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96B8F47" w14:textId="77777777" w:rsidR="000023F9" w:rsidRPr="001B353A" w:rsidRDefault="000023F9" w:rsidP="00C1323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023F9" w:rsidRPr="00136AD8" w14:paraId="5D881A81" w14:textId="77777777" w:rsidTr="00C13238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E7BC46" w14:textId="77777777" w:rsidR="005B1520" w:rsidRPr="005B1520" w:rsidRDefault="005B1520" w:rsidP="005B152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B1520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 w:rsidRPr="005B1520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Analisar competências pessoais e identitárias</w:t>
            </w:r>
          </w:p>
          <w:p w14:paraId="542E8E70" w14:textId="77777777" w:rsidR="005B1520" w:rsidRPr="005B1520" w:rsidRDefault="005B1520" w:rsidP="005B152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B1520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Estabelecer objetivos pessoais e profissionais</w:t>
            </w:r>
          </w:p>
          <w:p w14:paraId="191B43B2" w14:textId="77777777" w:rsidR="005B1520" w:rsidRPr="005B1520" w:rsidRDefault="005B1520" w:rsidP="005B152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B1520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 w:rsidRPr="005B1520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Recolher informação e estruturar o plano de ação pessoal e profissional</w:t>
            </w:r>
          </w:p>
          <w:p w14:paraId="320DFBF8" w14:textId="4600B172" w:rsidR="000023F9" w:rsidRPr="0006082E" w:rsidRDefault="005B1520" w:rsidP="005B152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5B1520">
              <w:rPr>
                <w:rFonts w:ascii="Verdana Pro Light" w:eastAsia="Arial Unicode MS" w:hAnsi="Verdana Pro Light" w:cs="Arial Unicode MS"/>
                <w:sz w:val="18"/>
                <w:szCs w:val="18"/>
              </w:rPr>
              <w:t>R4.</w:t>
            </w:r>
            <w:r w:rsidRPr="005B1520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  <w:t>Organizar e desenvolver a sua rede profissional</w:t>
            </w:r>
          </w:p>
        </w:tc>
      </w:tr>
      <w:tr w:rsidR="000023F9" w:rsidRPr="00136AD8" w14:paraId="1591CA87" w14:textId="77777777" w:rsidTr="00C13238">
        <w:trPr>
          <w:trHeight w:val="296"/>
        </w:trPr>
        <w:tc>
          <w:tcPr>
            <w:tcW w:w="340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96DB6A8" w14:textId="77777777" w:rsidR="000023F9" w:rsidRPr="001B353A" w:rsidRDefault="000023F9" w:rsidP="00C1323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15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105252C" w14:textId="77777777" w:rsidR="000023F9" w:rsidRPr="001B353A" w:rsidRDefault="000023F9" w:rsidP="00C1323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D6FD02B" w14:textId="77777777" w:rsidR="000023F9" w:rsidRPr="001B353A" w:rsidRDefault="000023F9" w:rsidP="00C1323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973B66" w:rsidRPr="00136AD8" w14:paraId="61DA0D97" w14:textId="77777777" w:rsidTr="005366A2">
        <w:trPr>
          <w:trHeight w:val="274"/>
        </w:trPr>
        <w:tc>
          <w:tcPr>
            <w:tcW w:w="34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5380717" w14:textId="77777777" w:rsidR="00973B66" w:rsidRPr="00F44868" w:rsidRDefault="00973B66" w:rsidP="00F448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Autorreflexão – desenvolvimento biopsicossocial, experiência de vida. </w:t>
            </w:r>
          </w:p>
          <w:p w14:paraId="2174C1C4" w14:textId="77777777" w:rsidR="00973B66" w:rsidRPr="00F44868" w:rsidRDefault="00973B66" w:rsidP="00F448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- desconstrução da formalidade, estereótipos e preconceito.</w:t>
            </w:r>
          </w:p>
          <w:p w14:paraId="173A4FD3" w14:textId="77777777" w:rsidR="00973B66" w:rsidRPr="00F44868" w:rsidRDefault="00973B66" w:rsidP="00F448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Níveis de consciência – pessoal e social</w:t>
            </w:r>
          </w:p>
          <w:p w14:paraId="33152067" w14:textId="77777777" w:rsidR="00973B66" w:rsidRPr="00F44868" w:rsidRDefault="00973B66" w:rsidP="00F448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Diagnóstico e análise de potencialidades: metodologias de análise, balanço pessoal de competências, criar um plano de vida</w:t>
            </w:r>
          </w:p>
          <w:p w14:paraId="4C88E596" w14:textId="77777777" w:rsidR="00973B66" w:rsidRPr="00F44868" w:rsidRDefault="00973B66" w:rsidP="00F448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pessoal de marketing e comunicação: o CV, carta de apresentação, criar mensagens de posicionamento no mercado, criar histórias de sucesso, desenvolver ações de presença nos media e redes sociais</w:t>
            </w:r>
          </w:p>
          <w:p w14:paraId="3ADC80FC" w14:textId="77777777" w:rsidR="00973B66" w:rsidRPr="00F44868" w:rsidRDefault="00973B66" w:rsidP="00F448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Conhecer o mercado: segmentação de clientes, gerir rede de contactos, como analisar o mercado, </w:t>
            </w:r>
            <w:proofErr w:type="spellStart"/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networking</w:t>
            </w:r>
            <w:proofErr w:type="spellEnd"/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, oportunidades de financiamento e </w:t>
            </w:r>
            <w:proofErr w:type="spellStart"/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fundraising</w:t>
            </w:r>
            <w:proofErr w:type="spellEnd"/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, modelos de negócio, segmentação de mercados</w:t>
            </w:r>
          </w:p>
          <w:p w14:paraId="384D270D" w14:textId="77777777" w:rsidR="00973B66" w:rsidRPr="00F44868" w:rsidRDefault="00973B66" w:rsidP="00F448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Conhecer o setor ou área artística: novas tendências, o que se cria e produz</w:t>
            </w:r>
          </w:p>
          <w:p w14:paraId="02DFFFF5" w14:textId="77777777" w:rsidR="00973B66" w:rsidRPr="00F44868" w:rsidRDefault="00973B66" w:rsidP="00F448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Ciclos de Vida de uma Carreira Artística</w:t>
            </w:r>
          </w:p>
          <w:p w14:paraId="666B127F" w14:textId="77777777" w:rsidR="00973B66" w:rsidRPr="00F44868" w:rsidRDefault="00973B66" w:rsidP="00F448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Gestão da imagem pessoal e profissional: conceitos e regras gerais </w:t>
            </w:r>
          </w:p>
          <w:p w14:paraId="34B190B2" w14:textId="77777777" w:rsidR="00973B66" w:rsidRPr="00F44868" w:rsidRDefault="00973B66" w:rsidP="00F448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Objetivos SMARTER</w:t>
            </w:r>
          </w:p>
          <w:p w14:paraId="1B08BF21" w14:textId="77777777" w:rsidR="00973B66" w:rsidRPr="00F44868" w:rsidRDefault="00973B66" w:rsidP="00F448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Estratégias de gestão de projetos – etapas, metas e objetivos, recursos necessários, negociação e execução </w:t>
            </w:r>
          </w:p>
          <w:p w14:paraId="39990CE3" w14:textId="77777777" w:rsidR="00973B66" w:rsidRPr="00F44868" w:rsidRDefault="00973B66" w:rsidP="00F448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Aspetos legais: propriedade intelectual, direitos de autor, marcas, licenciamento e contratos; legislação do trabalho e direitos sociais, legislação fiscal</w:t>
            </w:r>
          </w:p>
          <w:p w14:paraId="3F902746" w14:textId="77777777" w:rsidR="00973B66" w:rsidRPr="00F44868" w:rsidRDefault="00973B66" w:rsidP="00F448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Estratégias de gestão de tempo: como lidar com prazos e pressão, priorizar tarefas e projetos de forma eficiente</w:t>
            </w:r>
          </w:p>
          <w:p w14:paraId="15136CC5" w14:textId="77777777" w:rsidR="00973B66" w:rsidRPr="007F00DE" w:rsidRDefault="00973B66" w:rsidP="00F448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1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83F74DC" w14:textId="77777777" w:rsidR="00973B66" w:rsidRPr="00F44868" w:rsidRDefault="00973B66" w:rsidP="00F448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Reconhecer a importância do autoconhecimento para o processo de melhoria e aprendizagem ao longo da vida </w:t>
            </w:r>
          </w:p>
          <w:p w14:paraId="5572D9E3" w14:textId="77777777" w:rsidR="00973B66" w:rsidRPr="00F44868" w:rsidRDefault="00973B66" w:rsidP="00F448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caraterísticas, emoções e competências pessoais.</w:t>
            </w:r>
          </w:p>
          <w:p w14:paraId="321DBB9F" w14:textId="77777777" w:rsidR="00973B66" w:rsidRPr="00F44868" w:rsidRDefault="00973B66" w:rsidP="00F448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Realizar uma autorreflexão sobre as necessidades e lacunas ao nível das competências</w:t>
            </w:r>
          </w:p>
          <w:p w14:paraId="39B39AA7" w14:textId="77777777" w:rsidR="00973B66" w:rsidRPr="00F44868" w:rsidRDefault="00973B66" w:rsidP="00F448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linhas orientadoras do plano de ação pessoal</w:t>
            </w:r>
          </w:p>
          <w:p w14:paraId="3A40D4FB" w14:textId="77777777" w:rsidR="00973B66" w:rsidRPr="00F44868" w:rsidRDefault="00973B66" w:rsidP="00F448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estratégias de promoção da carreira artística</w:t>
            </w:r>
          </w:p>
          <w:p w14:paraId="643772A1" w14:textId="77777777" w:rsidR="00973B66" w:rsidRPr="00F44868" w:rsidRDefault="00973B66" w:rsidP="00F448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e caraterizar as oportunidades do mercado</w:t>
            </w:r>
          </w:p>
          <w:p w14:paraId="3E357556" w14:textId="77777777" w:rsidR="00973B66" w:rsidRPr="00F44868" w:rsidRDefault="00973B66" w:rsidP="00F448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Identificar a dimensão do mercado, necessidades e segmentação de clientes, público-alvo e concorrentes</w:t>
            </w:r>
          </w:p>
          <w:p w14:paraId="23E33ED5" w14:textId="77777777" w:rsidR="00973B66" w:rsidRPr="00F44868" w:rsidRDefault="00973B66" w:rsidP="00F448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e estratégias de abordagem a diferentes públicos</w:t>
            </w:r>
          </w:p>
          <w:p w14:paraId="5FEE3C02" w14:textId="77777777" w:rsidR="00973B66" w:rsidRPr="00F44868" w:rsidRDefault="00973B66" w:rsidP="00F448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Dominar os Ciclos de Vida de uma Carreira Artística</w:t>
            </w:r>
          </w:p>
          <w:p w14:paraId="5180EF45" w14:textId="77777777" w:rsidR="00973B66" w:rsidRPr="00F44868" w:rsidRDefault="00973B66" w:rsidP="00F448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Gerir a imagem / </w:t>
            </w:r>
            <w:proofErr w:type="spellStart"/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branding</w:t>
            </w:r>
            <w:proofErr w:type="spellEnd"/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pessoal e profissional</w:t>
            </w:r>
          </w:p>
          <w:p w14:paraId="5A67FC09" w14:textId="77777777" w:rsidR="00973B66" w:rsidRPr="00F44868" w:rsidRDefault="00973B66" w:rsidP="00F448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Construir relações e trabalhar em rede</w:t>
            </w:r>
          </w:p>
          <w:p w14:paraId="623CDA88" w14:textId="77777777" w:rsidR="00973B66" w:rsidRPr="00F44868" w:rsidRDefault="00973B66" w:rsidP="00F448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Descrever os objetivos e atividades do projeto/produto/ideia</w:t>
            </w:r>
          </w:p>
          <w:p w14:paraId="53987782" w14:textId="77777777" w:rsidR="00973B66" w:rsidRPr="00F44868" w:rsidRDefault="00973B66" w:rsidP="00F448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estratégias de gestão de projetos</w:t>
            </w:r>
          </w:p>
          <w:p w14:paraId="1B2DA9D8" w14:textId="77777777" w:rsidR="00973B66" w:rsidRPr="00F44868" w:rsidRDefault="00973B66" w:rsidP="00F448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Descrever os pontos críticos de desenvolvimento do projeto</w:t>
            </w:r>
          </w:p>
          <w:p w14:paraId="41D9815C" w14:textId="77777777" w:rsidR="00973B66" w:rsidRPr="00F44868" w:rsidRDefault="00973B66" w:rsidP="00F448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Dominar as questões relacionadas com propriedade intelectual, direitos de autor, marcas, licenciamento e contratos</w:t>
            </w:r>
          </w:p>
          <w:p w14:paraId="5044819C" w14:textId="77777777" w:rsidR="00973B66" w:rsidRPr="00F44868" w:rsidRDefault="00973B66" w:rsidP="00F448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estratégias de gestão de tempo</w:t>
            </w:r>
          </w:p>
          <w:p w14:paraId="25407F3C" w14:textId="77777777" w:rsidR="00973B66" w:rsidRPr="00C316B5" w:rsidRDefault="00973B66" w:rsidP="00F448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F2D19AE" w14:textId="77777777" w:rsidR="00973B66" w:rsidRPr="00F44868" w:rsidRDefault="00973B66" w:rsidP="00F448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Flexibilidade e Adaptabilidade</w:t>
            </w:r>
          </w:p>
          <w:p w14:paraId="303F2A83" w14:textId="77777777" w:rsidR="00973B66" w:rsidRPr="00F44868" w:rsidRDefault="00973B66" w:rsidP="00F448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critico</w:t>
            </w:r>
          </w:p>
          <w:p w14:paraId="024EB8A3" w14:textId="77777777" w:rsidR="00973B66" w:rsidRPr="00F44868" w:rsidRDefault="00973B66" w:rsidP="00F448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</w:t>
            </w:r>
          </w:p>
          <w:p w14:paraId="210DFEE9" w14:textId="77777777" w:rsidR="00973B66" w:rsidRPr="00F44868" w:rsidRDefault="00973B66" w:rsidP="00F448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 (acreditar no seu talento e na sua capacidade)</w:t>
            </w:r>
          </w:p>
          <w:p w14:paraId="30F9053E" w14:textId="77777777" w:rsidR="00973B66" w:rsidRPr="00F44868" w:rsidRDefault="00973B66" w:rsidP="00F448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Bom relacionamento pessoal e no meio artístico</w:t>
            </w:r>
          </w:p>
          <w:p w14:paraId="5C4AE8C6" w14:textId="77777777" w:rsidR="00973B66" w:rsidRPr="00F44868" w:rsidRDefault="00973B66" w:rsidP="00F448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</w:t>
            </w:r>
          </w:p>
          <w:p w14:paraId="40D0D82F" w14:textId="77777777" w:rsidR="00973B66" w:rsidRPr="00F44868" w:rsidRDefault="00973B66" w:rsidP="00F448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criativo</w:t>
            </w:r>
          </w:p>
          <w:p w14:paraId="27025E44" w14:textId="77777777" w:rsidR="00973B66" w:rsidRPr="00F44868" w:rsidRDefault="00973B66" w:rsidP="00F448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Controlo emocional</w:t>
            </w:r>
          </w:p>
          <w:p w14:paraId="20E70C5B" w14:textId="77777777" w:rsidR="00973B66" w:rsidRPr="00F44868" w:rsidRDefault="00973B66" w:rsidP="00F448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Autoconhecimento.</w:t>
            </w:r>
          </w:p>
          <w:p w14:paraId="5AD1B4A2" w14:textId="77777777" w:rsidR="00973B66" w:rsidRPr="00F44868" w:rsidRDefault="00973B66" w:rsidP="00F448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Automotivação</w:t>
            </w:r>
            <w:proofErr w:type="spellEnd"/>
          </w:p>
          <w:p w14:paraId="3A0B7FD2" w14:textId="77777777" w:rsidR="00973B66" w:rsidRPr="00F44868" w:rsidRDefault="00973B66" w:rsidP="00F448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4486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</w:t>
            </w:r>
          </w:p>
          <w:p w14:paraId="66337460" w14:textId="77777777" w:rsidR="00973B66" w:rsidRPr="00F44868" w:rsidRDefault="00973B66" w:rsidP="00F448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F0485F4" w14:textId="77777777" w:rsidR="00973B66" w:rsidRPr="00F44868" w:rsidRDefault="00973B66" w:rsidP="00F448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5859CB8" w14:textId="77777777" w:rsidR="00973B66" w:rsidRPr="00162684" w:rsidRDefault="00973B66" w:rsidP="00F44868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8C1EBAD" w14:textId="77777777" w:rsidR="00973B66" w:rsidRDefault="00973B66" w:rsidP="00973B66">
      <w:pPr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</w:p>
    <w:p w14:paraId="7E74E827" w14:textId="77777777" w:rsidR="00973B66" w:rsidRDefault="00973B66">
      <w:pPr>
        <w:rPr>
          <w:rFonts w:ascii="Verdana Pro Light" w:hAnsi="Verdana Pro Light"/>
          <w:b/>
          <w:smallCaps/>
          <w:sz w:val="20"/>
        </w:rPr>
      </w:pPr>
      <w:r>
        <w:rPr>
          <w:rFonts w:ascii="Verdana Pro Light" w:hAnsi="Verdana Pro Light"/>
          <w:b/>
          <w:smallCaps/>
          <w:sz w:val="20"/>
        </w:rPr>
        <w:br w:type="page"/>
      </w:r>
    </w:p>
    <w:p w14:paraId="313D7DA8" w14:textId="727B478D" w:rsidR="000023F9" w:rsidRPr="00F87025" w:rsidRDefault="000023F9" w:rsidP="000023F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3E3F20A8" w14:textId="77777777" w:rsidR="00F44868" w:rsidRPr="00F44868" w:rsidRDefault="00F44868" w:rsidP="00F44868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</w:pPr>
      <w:r w:rsidRPr="00F44868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Gerir a carreira:</w:t>
      </w:r>
    </w:p>
    <w:p w14:paraId="16D495B7" w14:textId="77777777" w:rsidR="00F44868" w:rsidRPr="00F44868" w:rsidRDefault="00F44868" w:rsidP="00F44868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</w:pPr>
      <w:r w:rsidRPr="00F44868"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  <w:t>CD1.Identificando o potencial artístico</w:t>
      </w:r>
    </w:p>
    <w:p w14:paraId="7480484C" w14:textId="77777777" w:rsidR="00F44868" w:rsidRPr="00F44868" w:rsidRDefault="00F44868" w:rsidP="00F44868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</w:pPr>
      <w:r w:rsidRPr="00F44868"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  <w:t>CD2. Analisando o mercado para a identificação de novas oportunidades</w:t>
      </w:r>
    </w:p>
    <w:p w14:paraId="78627C00" w14:textId="77777777" w:rsidR="00F44868" w:rsidRPr="00F44868" w:rsidRDefault="00F44868" w:rsidP="00F44868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</w:pPr>
      <w:r w:rsidRPr="00F44868"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  <w:t>CD3. Apresentando o planeamento de gestão e controlo da carreira</w:t>
      </w:r>
    </w:p>
    <w:p w14:paraId="753BF785" w14:textId="77777777" w:rsidR="00F44868" w:rsidRPr="00F44868" w:rsidRDefault="00F44868" w:rsidP="00F44868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</w:pPr>
      <w:r w:rsidRPr="00F44868"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  <w:t>CD4. Identificando as suas potencialidades e necessidades individuais e profissionais</w:t>
      </w:r>
    </w:p>
    <w:p w14:paraId="54924A4D" w14:textId="18939C56" w:rsidR="000023F9" w:rsidRPr="00F44868" w:rsidRDefault="00F44868" w:rsidP="00F44868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</w:pPr>
      <w:r w:rsidRPr="00F44868">
        <w:rPr>
          <w:rFonts w:ascii="Verdana Pro Light" w:eastAsia="Arial Unicode MS" w:hAnsi="Verdana Pro Light" w:cs="Arial Unicode MS"/>
          <w:iCs/>
          <w:color w:val="000000" w:themeColor="text1"/>
          <w:sz w:val="18"/>
          <w:szCs w:val="18"/>
        </w:rPr>
        <w:t>CD5. Definindo objetivos de curto, médio e longo prazo</w:t>
      </w:r>
    </w:p>
    <w:p w14:paraId="333A1011" w14:textId="77777777" w:rsidR="00F44868" w:rsidRPr="00136AD8" w:rsidRDefault="00F44868" w:rsidP="00F44868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8B87FD0" w14:textId="77777777" w:rsidR="00814D3B" w:rsidRPr="00814D3B" w:rsidRDefault="00814D3B" w:rsidP="00814D3B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color w:val="404040"/>
          <w:sz w:val="20"/>
          <w:szCs w:val="20"/>
        </w:rPr>
      </w:pPr>
      <w:r w:rsidRPr="00814D3B">
        <w:rPr>
          <w:rFonts w:ascii="Verdana Pro Light" w:eastAsia="Verdana Pro Light" w:hAnsi="Verdana Pro Light" w:cs="Verdana Pro Light"/>
          <w:b/>
          <w:smallCaps/>
          <w:color w:val="404040"/>
          <w:sz w:val="20"/>
          <w:szCs w:val="20"/>
        </w:rPr>
        <w:t xml:space="preserve">Contexto (exemplos de uso da competência) </w:t>
      </w:r>
    </w:p>
    <w:p w14:paraId="790C137E" w14:textId="77777777" w:rsidR="00814D3B" w:rsidRPr="00814D3B" w:rsidRDefault="00814D3B" w:rsidP="00814D3B">
      <w:pPr>
        <w:numPr>
          <w:ilvl w:val="0"/>
          <w:numId w:val="13"/>
        </w:numP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814D3B">
        <w:rPr>
          <w:rFonts w:ascii="Verdana Pro Light" w:eastAsia="Verdana Pro Light" w:hAnsi="Verdana Pro Light" w:cs="Verdana Pro Light"/>
          <w:color w:val="000000"/>
          <w:sz w:val="18"/>
          <w:szCs w:val="18"/>
        </w:rPr>
        <w:t>Aplicável a diferentes contextos</w:t>
      </w:r>
    </w:p>
    <w:p w14:paraId="5F54CD2C" w14:textId="77777777" w:rsidR="00814D3B" w:rsidRDefault="00814D3B" w:rsidP="00814D3B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2A7F798B" w14:textId="77777777" w:rsidR="00814D3B" w:rsidRPr="00814D3B" w:rsidRDefault="00814D3B" w:rsidP="00814D3B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534FE953" w14:textId="77777777" w:rsidR="00814D3B" w:rsidRPr="00814D3B" w:rsidRDefault="00814D3B" w:rsidP="00814D3B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color w:val="404040"/>
          <w:sz w:val="20"/>
          <w:szCs w:val="20"/>
        </w:rPr>
      </w:pPr>
      <w:r w:rsidRPr="00814D3B">
        <w:rPr>
          <w:rFonts w:ascii="Verdana Pro Light" w:eastAsia="Verdana Pro Light" w:hAnsi="Verdana Pro Light" w:cs="Verdana Pro Light"/>
          <w:b/>
          <w:smallCaps/>
          <w:color w:val="404040"/>
          <w:sz w:val="20"/>
          <w:szCs w:val="20"/>
        </w:rPr>
        <w:t>Recursos</w:t>
      </w:r>
    </w:p>
    <w:p w14:paraId="3BB6F4E9" w14:textId="77777777" w:rsidR="00814D3B" w:rsidRPr="00814D3B" w:rsidRDefault="00814D3B" w:rsidP="00814D3B">
      <w:pPr>
        <w:numPr>
          <w:ilvl w:val="0"/>
          <w:numId w:val="13"/>
        </w:numP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814D3B">
        <w:rPr>
          <w:rFonts w:ascii="Verdana Pro Light" w:eastAsia="Verdana Pro Light" w:hAnsi="Verdana Pro Light" w:cs="Verdana Pro Light"/>
          <w:color w:val="000000"/>
          <w:sz w:val="18"/>
          <w:szCs w:val="18"/>
        </w:rPr>
        <w:t>Dispositivos tecnológicos com acesso à internet.</w:t>
      </w:r>
    </w:p>
    <w:p w14:paraId="74DE6DBA" w14:textId="77777777" w:rsidR="00814D3B" w:rsidRPr="00814D3B" w:rsidRDefault="00814D3B" w:rsidP="00814D3B">
      <w:pPr>
        <w:numPr>
          <w:ilvl w:val="0"/>
          <w:numId w:val="13"/>
        </w:numP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814D3B">
        <w:rPr>
          <w:rFonts w:ascii="Verdana Pro Light" w:eastAsia="Verdana Pro Light" w:hAnsi="Verdana Pro Light" w:cs="Verdana Pro Light"/>
          <w:color w:val="000000"/>
          <w:sz w:val="18"/>
          <w:szCs w:val="18"/>
        </w:rPr>
        <w:t>Ferramentas de desenvolvimento pessoal</w:t>
      </w:r>
    </w:p>
    <w:p w14:paraId="142465AB" w14:textId="77777777" w:rsidR="00814D3B" w:rsidRPr="00814D3B" w:rsidRDefault="00814D3B" w:rsidP="00814D3B">
      <w:pPr>
        <w:numPr>
          <w:ilvl w:val="0"/>
          <w:numId w:val="13"/>
        </w:numPr>
        <w:spacing w:before="120" w:after="0" w:line="276" w:lineRule="auto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814D3B">
        <w:rPr>
          <w:rFonts w:ascii="Verdana Pro Light" w:eastAsia="Verdana Pro Light" w:hAnsi="Verdana Pro Light" w:cs="Verdana Pro Light"/>
          <w:color w:val="000000"/>
          <w:sz w:val="18"/>
          <w:szCs w:val="18"/>
        </w:rPr>
        <w:t>Ferramentas de planeamento estratégico e operacional</w:t>
      </w:r>
    </w:p>
    <w:p w14:paraId="535D1694" w14:textId="77777777" w:rsidR="00814D3B" w:rsidRDefault="00814D3B" w:rsidP="00814D3B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33CC377F" w14:textId="77777777" w:rsidR="00814D3B" w:rsidRDefault="00814D3B" w:rsidP="00814D3B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2B38E7D2" w14:textId="77777777" w:rsidR="00814D3B" w:rsidRPr="00814D3B" w:rsidRDefault="00814D3B" w:rsidP="00814D3B">
      <w:pPr>
        <w:spacing w:before="120" w:after="0" w:line="276" w:lineRule="auto"/>
        <w:jc w:val="both"/>
        <w:rPr>
          <w:rFonts w:ascii="Verdana Pro Light" w:eastAsia="Verdana Pro Light" w:hAnsi="Verdana Pro Light" w:cs="Verdana Pro Light"/>
          <w:smallCaps/>
        </w:rPr>
      </w:pPr>
    </w:p>
    <w:p w14:paraId="35381437" w14:textId="77777777" w:rsidR="00814D3B" w:rsidRPr="00814D3B" w:rsidRDefault="00814D3B" w:rsidP="00814D3B">
      <w:pPr>
        <w:shd w:val="clear" w:color="auto" w:fill="D0CECE"/>
        <w:spacing w:after="0" w:line="360" w:lineRule="auto"/>
        <w:jc w:val="both"/>
        <w:rPr>
          <w:rFonts w:ascii="Verdana Pro Light" w:eastAsia="Verdana Pro Light" w:hAnsi="Verdana Pro Light" w:cs="Verdana Pro Light"/>
          <w:b/>
          <w:smallCaps/>
          <w:color w:val="404040"/>
          <w:sz w:val="20"/>
          <w:szCs w:val="20"/>
        </w:rPr>
      </w:pPr>
      <w:r w:rsidRPr="00814D3B">
        <w:rPr>
          <w:rFonts w:ascii="Verdana Pro Light" w:eastAsia="Verdana Pro Light" w:hAnsi="Verdana Pro Light" w:cs="Verdana Pro Light"/>
          <w:b/>
          <w:smallCaps/>
          <w:color w:val="404040"/>
          <w:sz w:val="20"/>
          <w:szCs w:val="20"/>
        </w:rPr>
        <w:t>Observações</w:t>
      </w:r>
    </w:p>
    <w:p w14:paraId="55719F79" w14:textId="77777777" w:rsidR="009F199A" w:rsidRDefault="009F199A" w:rsidP="00814D3B">
      <w:pPr>
        <w:spacing w:after="0" w:line="240" w:lineRule="auto"/>
        <w:rPr>
          <w:rFonts w:ascii="Verdana Pro Light" w:eastAsia="Verdana Pro Light" w:hAnsi="Verdana Pro Light" w:cs="Verdana Pro Light"/>
          <w:b/>
          <w:smallCaps/>
          <w:color w:val="404040"/>
          <w:sz w:val="24"/>
          <w:szCs w:val="24"/>
        </w:rPr>
      </w:pPr>
    </w:p>
    <w:p w14:paraId="436C63C3" w14:textId="49FBA18E" w:rsidR="00814D3B" w:rsidRPr="00814D3B" w:rsidRDefault="00814D3B" w:rsidP="00814D3B">
      <w:pPr>
        <w:spacing w:after="0" w:line="240" w:lineRule="auto"/>
        <w:rPr>
          <w:rFonts w:ascii="Verdana Pro Light" w:eastAsia="Verdana Pro Light" w:hAnsi="Verdana Pro Light" w:cs="Verdana Pro Light"/>
          <w:b/>
          <w:smallCaps/>
          <w:color w:val="404040"/>
          <w:sz w:val="24"/>
          <w:szCs w:val="24"/>
        </w:rPr>
      </w:pPr>
      <w:r w:rsidRPr="00814D3B">
        <w:rPr>
          <w:rFonts w:ascii="Verdana Pro Light" w:eastAsia="Verdana Pro Light" w:hAnsi="Verdana Pro Light" w:cs="Verdana Pro Light"/>
          <w:b/>
          <w:smallCaps/>
          <w:color w:val="404040"/>
          <w:sz w:val="24"/>
          <w:szCs w:val="24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023F9" w:rsidRPr="00136AD8" w14:paraId="2A118E87" w14:textId="77777777" w:rsidTr="00C1323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2E0BF14" w14:textId="68D59FC5" w:rsidR="000023F9" w:rsidRPr="0022692A" w:rsidRDefault="000023F9" w:rsidP="00C1323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</w:pPr>
            <w:r w:rsidRPr="0022692A">
              <w:rPr>
                <w:rFonts w:ascii="Verdana Pro Light" w:eastAsia="Arial Unicode MS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0000/00</w:t>
            </w:r>
            <w:r w:rsidR="00532BAF">
              <w:rPr>
                <w:rFonts w:ascii="Verdana Pro Light" w:eastAsia="Arial Unicode MS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21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30F392E" w14:textId="2026CE39" w:rsidR="000023F9" w:rsidRPr="0022692A" w:rsidRDefault="008148F2" w:rsidP="00C1323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</w:pPr>
            <w:r w:rsidRPr="0022692A">
              <w:rPr>
                <w:rFonts w:ascii="Verdana Pro Light" w:eastAsia="Arial Unicode MS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 xml:space="preserve">Prestar informação sobre </w:t>
            </w:r>
            <w:r w:rsidR="00F42399" w:rsidRPr="0022692A">
              <w:rPr>
                <w:rFonts w:ascii="Verdana Pro Light" w:eastAsia="Arial Unicode MS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o intérprete de dança contemporânea</w:t>
            </w:r>
          </w:p>
        </w:tc>
      </w:tr>
    </w:tbl>
    <w:p w14:paraId="7E958B69" w14:textId="19B17EBF" w:rsidR="000023F9" w:rsidRDefault="000023F9" w:rsidP="000023F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="000227E8" w:rsidRPr="003C0084">
        <w:rPr>
          <w:rFonts w:ascii="Verdana Pro Light" w:eastAsia="Arial Unicode MS" w:hAnsi="Verdana Pro Light" w:cs="Times New Roman"/>
          <w:smallCaps/>
          <w:sz w:val="20"/>
        </w:rPr>
        <w:t>2,25</w:t>
      </w:r>
    </w:p>
    <w:p w14:paraId="4A122817" w14:textId="200EA274" w:rsidR="000023F9" w:rsidRPr="003200F2" w:rsidRDefault="000023F9" w:rsidP="000023F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: </w:t>
      </w:r>
      <w:r w:rsidR="000227E8" w:rsidRPr="000227E8">
        <w:rPr>
          <w:rFonts w:ascii="Verdana Pro Light" w:eastAsia="Arial Unicode MS" w:hAnsi="Verdana Pro Light" w:cs="Times New Roman"/>
          <w:bCs/>
          <w:smallCaps/>
          <w:sz w:val="20"/>
        </w:rPr>
        <w:t>2</w:t>
      </w:r>
      <w:r>
        <w:rPr>
          <w:rFonts w:ascii="Verdana Pro Light" w:eastAsia="Arial Unicode MS" w:hAnsi="Verdana Pro Light" w:cs="Times New Roman"/>
          <w:smallCaps/>
          <w:sz w:val="20"/>
        </w:rPr>
        <w:t>5h</w:t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107"/>
        <w:gridCol w:w="3153"/>
        <w:gridCol w:w="3265"/>
      </w:tblGrid>
      <w:tr w:rsidR="000023F9" w:rsidRPr="00136AD8" w14:paraId="43B24C98" w14:textId="77777777" w:rsidTr="00C312B0">
        <w:trPr>
          <w:trHeight w:val="274"/>
        </w:trPr>
        <w:tc>
          <w:tcPr>
            <w:tcW w:w="9820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598D864" w14:textId="77777777" w:rsidR="000023F9" w:rsidRPr="001B353A" w:rsidRDefault="000023F9" w:rsidP="00C1323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023F9" w:rsidRPr="00136AD8" w14:paraId="16AC69C8" w14:textId="77777777" w:rsidTr="00C312B0">
        <w:tc>
          <w:tcPr>
            <w:tcW w:w="98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313C03" w14:textId="069A0F03" w:rsidR="000023F9" w:rsidRPr="00D2265E" w:rsidRDefault="000023F9" w:rsidP="00C1323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EE299D" w:rsidRPr="00EE299D">
              <w:rPr>
                <w:rFonts w:ascii="Verdana Pro Light" w:eastAsia="Arial Unicode MS" w:hAnsi="Verdana Pro Light" w:cs="Arial Unicode MS"/>
                <w:sz w:val="18"/>
                <w:szCs w:val="18"/>
              </w:rPr>
              <w:t>Analisar a informação requerida acerca d</w:t>
            </w:r>
            <w:r w:rsidR="00EE299D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 um </w:t>
            </w:r>
            <w:r w:rsidR="00383725">
              <w:rPr>
                <w:rFonts w:ascii="Verdana Pro Light" w:eastAsia="Arial Unicode MS" w:hAnsi="Verdana Pro Light" w:cs="Arial Unicode MS"/>
                <w:sz w:val="18"/>
                <w:szCs w:val="18"/>
              </w:rPr>
              <w:t>intérprete de dança contemporânea</w:t>
            </w:r>
          </w:p>
          <w:p w14:paraId="267B8BB1" w14:textId="4F575F61" w:rsidR="00BB3736" w:rsidRPr="00D2265E" w:rsidRDefault="000023F9" w:rsidP="00BB3736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D2265E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Pr="00D2265E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BB3736" w:rsidRPr="00BB3736">
              <w:rPr>
                <w:rFonts w:ascii="Verdana Pro Light" w:eastAsia="Arial Unicode MS" w:hAnsi="Verdana Pro Light" w:cs="Arial Unicode MS"/>
                <w:sz w:val="18"/>
                <w:szCs w:val="18"/>
              </w:rPr>
              <w:t>Informar e esclarecer sobre</w:t>
            </w:r>
            <w:r w:rsidR="00BB3736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um intérprete de dança contemporânea</w:t>
            </w:r>
          </w:p>
          <w:p w14:paraId="7A07C20D" w14:textId="7A306E10" w:rsidR="000023F9" w:rsidRPr="0006082E" w:rsidRDefault="000023F9" w:rsidP="00C13238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0023F9" w:rsidRPr="00136AD8" w14:paraId="3BF591E4" w14:textId="77777777" w:rsidTr="00C312B0">
        <w:trPr>
          <w:trHeight w:val="296"/>
        </w:trPr>
        <w:tc>
          <w:tcPr>
            <w:tcW w:w="340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F62D746" w14:textId="77777777" w:rsidR="000023F9" w:rsidRPr="001B353A" w:rsidRDefault="000023F9" w:rsidP="00C1323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15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DE98C6B" w14:textId="77777777" w:rsidR="000023F9" w:rsidRPr="001B353A" w:rsidRDefault="000023F9" w:rsidP="00C1323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3BCC59B" w14:textId="77777777" w:rsidR="000023F9" w:rsidRPr="001B353A" w:rsidRDefault="000023F9" w:rsidP="00C1323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C312B0" w:rsidRPr="00B01FFA" w14:paraId="28A7D580" w14:textId="77777777" w:rsidTr="00C312B0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679DD2" w14:textId="552F4667" w:rsidR="00C312B0" w:rsidRPr="003C0084" w:rsidRDefault="00AF6C4C" w:rsidP="00C312B0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84254F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</w:t>
            </w:r>
            <w:r w:rsidR="00C312B0" w:rsidRPr="0084254F">
              <w:rPr>
                <w:rFonts w:ascii="Verdana Pro Light" w:eastAsia="Verdana Pro Light" w:hAnsi="Verdana Pro Light" w:cs="Verdana Pro Light"/>
                <w:sz w:val="18"/>
                <w:szCs w:val="18"/>
              </w:rPr>
              <w:t xml:space="preserve">ança contemporânea </w:t>
            </w:r>
            <w:r w:rsidR="00C312B0"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- antecedentes históricos</w:t>
            </w:r>
          </w:p>
          <w:p w14:paraId="071E4960" w14:textId="3C231FDA" w:rsidR="00C312B0" w:rsidRPr="003C0084" w:rsidRDefault="00C312B0" w:rsidP="00C312B0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Influência socioeconómica </w:t>
            </w:r>
            <w:r w:rsidR="00C84AD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 setor da dança</w:t>
            </w:r>
          </w:p>
          <w:p w14:paraId="61606EB2" w14:textId="7D933BDB" w:rsidR="00C312B0" w:rsidRPr="003C0084" w:rsidRDefault="00C312B0" w:rsidP="00C312B0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Novas tendências </w:t>
            </w:r>
            <w:r w:rsidR="0084254F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 dança contempo</w:t>
            </w:r>
            <w:r w:rsidR="00B26C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rânea</w:t>
            </w: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</w:p>
          <w:p w14:paraId="107F9931" w14:textId="1CC17365" w:rsidR="00C312B0" w:rsidRPr="003C0084" w:rsidRDefault="00C312B0" w:rsidP="00C312B0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26C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Fatores críticos de sucesso d</w:t>
            </w:r>
            <w:r w:rsidR="00842AAD" w:rsidRPr="00B26C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</w:t>
            </w:r>
            <w:r w:rsidRPr="00B26C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842AAD" w:rsidRPr="00B26C3B">
              <w:rPr>
                <w:rFonts w:ascii="Verdana Pro Light" w:eastAsia="Verdana Pro Light" w:hAnsi="Verdana Pro Light" w:cs="Verdana Pro Light"/>
                <w:sz w:val="18"/>
                <w:szCs w:val="18"/>
              </w:rPr>
              <w:t>dança contemporânea</w:t>
            </w:r>
            <w:r w:rsidRPr="00B26C3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 Portugal</w:t>
            </w:r>
          </w:p>
          <w:p w14:paraId="0A249DBC" w14:textId="0384E7E8" w:rsidR="00C312B0" w:rsidRPr="003C0084" w:rsidRDefault="00C312B0" w:rsidP="00C312B0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Organismos internacionais </w:t>
            </w:r>
            <w:r w:rsidR="00842A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 Dança contemporânea</w:t>
            </w:r>
          </w:p>
          <w:p w14:paraId="39C3D9DD" w14:textId="3D1C6197" w:rsidR="00C312B0" w:rsidRPr="003C0084" w:rsidRDefault="00C312B0" w:rsidP="00C312B0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Organismos nacionais e locais de </w:t>
            </w:r>
            <w:r w:rsidR="00842AAD">
              <w:rPr>
                <w:rFonts w:ascii="Verdana Pro Light" w:eastAsia="Arial Unicode MS" w:hAnsi="Verdana Pro Light" w:cs="Arial Unicode MS"/>
                <w:sz w:val="18"/>
                <w:szCs w:val="18"/>
              </w:rPr>
              <w:t>dança contemporânea</w:t>
            </w:r>
          </w:p>
          <w:p w14:paraId="2989BF57" w14:textId="5B81D7AC" w:rsidR="00C312B0" w:rsidRPr="003C0084" w:rsidRDefault="00C312B0" w:rsidP="00C312B0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Definição, caraterísticas e classificação </w:t>
            </w:r>
            <w:r w:rsidR="00C84AD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 dança contemporânea</w:t>
            </w:r>
          </w:p>
          <w:p w14:paraId="17BB1F1F" w14:textId="2253CA4E" w:rsidR="00C312B0" w:rsidRDefault="00C312B0" w:rsidP="00C312B0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e relacionamento interpessoal</w:t>
            </w:r>
          </w:p>
          <w:p w14:paraId="00A597EC" w14:textId="0FE895C1" w:rsidR="00C312B0" w:rsidRPr="00B01FFA" w:rsidRDefault="00C312B0" w:rsidP="00C312B0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Legislação da atividade</w:t>
            </w:r>
          </w:p>
          <w:p w14:paraId="6BC1D9ED" w14:textId="7B3FAAC1" w:rsidR="00C312B0" w:rsidRPr="00B01FFA" w:rsidRDefault="00C312B0" w:rsidP="0084254F">
            <w:pPr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color w:val="0070C0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D244D9" w14:textId="581C4130" w:rsidR="00C312B0" w:rsidRPr="00D6362B" w:rsidRDefault="00C312B0" w:rsidP="00C312B0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a evolução e a influência socioeconómica </w:t>
            </w:r>
            <w:r w:rsidR="00842A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</w:t>
            </w:r>
            <w:r w:rsidRPr="2C73250B">
              <w:rPr>
                <w:rFonts w:ascii="Verdana Pro Light" w:eastAsia="Verdana Pro Light" w:hAnsi="Verdana Pro Light" w:cs="Verdana Pro Light"/>
                <w:color w:val="0070C0"/>
                <w:sz w:val="18"/>
                <w:szCs w:val="18"/>
              </w:rPr>
              <w:t xml:space="preserve"> </w:t>
            </w:r>
            <w:r w:rsidR="00842AAD">
              <w:rPr>
                <w:rFonts w:ascii="Verdana Pro Light" w:eastAsia="Arial Unicode MS" w:hAnsi="Verdana Pro Light" w:cs="Arial Unicode MS"/>
                <w:sz w:val="18"/>
                <w:szCs w:val="18"/>
              </w:rPr>
              <w:t>dança contemporânea</w:t>
            </w:r>
          </w:p>
          <w:p w14:paraId="4BA7FF7D" w14:textId="4F98F13C" w:rsidR="00C312B0" w:rsidRPr="003C0084" w:rsidRDefault="00C312B0" w:rsidP="00C312B0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Enumerar as novas tendências </w:t>
            </w:r>
            <w:r w:rsidR="00842AAD">
              <w:rPr>
                <w:rFonts w:ascii="Verdana Pro Light" w:eastAsia="Arial Unicode MS" w:hAnsi="Verdana Pro Light" w:cs="Arial Unicode MS"/>
                <w:sz w:val="18"/>
                <w:szCs w:val="18"/>
              </w:rPr>
              <w:t>dança contemporânea</w:t>
            </w:r>
          </w:p>
          <w:p w14:paraId="07014344" w14:textId="0A0D9842" w:rsidR="00C312B0" w:rsidRPr="003C0084" w:rsidRDefault="00C312B0" w:rsidP="00C312B0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Descrever</w:t>
            </w:r>
            <w:r w:rsidR="00842A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</w:t>
            </w: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842AAD">
              <w:rPr>
                <w:rFonts w:ascii="Verdana Pro Light" w:eastAsia="Arial Unicode MS" w:hAnsi="Verdana Pro Light" w:cs="Arial Unicode MS"/>
                <w:sz w:val="18"/>
                <w:szCs w:val="18"/>
              </w:rPr>
              <w:t>dança contemporânea</w:t>
            </w:r>
            <w:r w:rsidR="00842AAD"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nível nacional e internacional</w:t>
            </w:r>
          </w:p>
          <w:p w14:paraId="567E4DE9" w14:textId="146C2C15" w:rsidR="00C312B0" w:rsidRDefault="00C312B0" w:rsidP="00C312B0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Verdana Pro Light" w:hAnsi="Verdana Pro Light" w:cs="Verdana Pro Light"/>
                <w:color w:val="333333"/>
                <w:sz w:val="18"/>
                <w:szCs w:val="18"/>
              </w:rPr>
            </w:pPr>
            <w:r w:rsidRPr="58E80998">
              <w:rPr>
                <w:rFonts w:ascii="Verdana Pro Light" w:eastAsia="Verdana Pro Light" w:hAnsi="Verdana Pro Light" w:cs="Verdana Pro Light"/>
                <w:color w:val="333333"/>
                <w:sz w:val="18"/>
                <w:szCs w:val="18"/>
              </w:rPr>
              <w:t>Utilizar técnicas de comunicação verbal e não verbal assertiva</w:t>
            </w:r>
          </w:p>
          <w:p w14:paraId="467FC50D" w14:textId="4696CD6E" w:rsidR="00C312B0" w:rsidRDefault="00C312B0" w:rsidP="00C312B0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Verdana Pro Light" w:hAnsi="Verdana Pro Light" w:cs="Verdana Pro Light"/>
                <w:color w:val="333333"/>
                <w:sz w:val="18"/>
                <w:szCs w:val="18"/>
              </w:rPr>
            </w:pPr>
            <w:r w:rsidRPr="58E80998">
              <w:rPr>
                <w:rFonts w:ascii="Verdana Pro Light" w:eastAsia="Verdana Pro Light" w:hAnsi="Verdana Pro Light" w:cs="Verdana Pro Light"/>
                <w:color w:val="333333"/>
                <w:sz w:val="18"/>
                <w:szCs w:val="18"/>
              </w:rPr>
              <w:t>Aplicar técnicas de interação orais e escritas</w:t>
            </w:r>
          </w:p>
          <w:p w14:paraId="2EB762A8" w14:textId="0C4B6CE7" w:rsidR="00C312B0" w:rsidRPr="003C0084" w:rsidRDefault="00C312B0" w:rsidP="00C312B0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Informar acerca dos organismos nacionais e internacionais </w:t>
            </w:r>
            <w:r w:rsidR="00842AA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</w:t>
            </w: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842AAD">
              <w:rPr>
                <w:rFonts w:ascii="Verdana Pro Light" w:eastAsia="Arial Unicode MS" w:hAnsi="Verdana Pro Light" w:cs="Arial Unicode MS"/>
                <w:sz w:val="18"/>
                <w:szCs w:val="18"/>
              </w:rPr>
              <w:t>dança contemporânea</w:t>
            </w:r>
          </w:p>
          <w:p w14:paraId="3ECFDD33" w14:textId="14E3EE49" w:rsidR="00C312B0" w:rsidRPr="003C0084" w:rsidRDefault="00C312B0" w:rsidP="00C312B0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Distinguir a organização funcional </w:t>
            </w:r>
            <w:r w:rsidR="00C84AD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do setor da dança</w:t>
            </w:r>
          </w:p>
          <w:p w14:paraId="4765D65A" w14:textId="79AB2F79" w:rsidR="00C312B0" w:rsidRPr="003C0084" w:rsidRDefault="00C312B0" w:rsidP="00C312B0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Informar sobre as diferentes atividades </w:t>
            </w:r>
            <w:r w:rsidR="00C84ADA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 dança contemporânea</w:t>
            </w:r>
          </w:p>
          <w:p w14:paraId="28DD18F5" w14:textId="07391308" w:rsidR="00C312B0" w:rsidRPr="00B01FFA" w:rsidRDefault="00C312B0" w:rsidP="00C312B0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Interpretar legislação relativa </w:t>
            </w:r>
            <w:r w:rsidR="007C3993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ao setor da dança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1335D0" w14:textId="5ECC0B59" w:rsidR="00C312B0" w:rsidRPr="00FD35E9" w:rsidRDefault="00C312B0" w:rsidP="00C312B0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Cuidado com a apresentação pessoal e postura profissional</w:t>
            </w:r>
          </w:p>
          <w:p w14:paraId="0D0438FE" w14:textId="54DC4C2B" w:rsidR="00C312B0" w:rsidRPr="00FD35E9" w:rsidRDefault="00C312B0" w:rsidP="00C312B0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Proatividade</w:t>
            </w:r>
          </w:p>
          <w:p w14:paraId="760B263C" w14:textId="2262EA9C" w:rsidR="00C312B0" w:rsidRPr="00FD35E9" w:rsidRDefault="00C312B0" w:rsidP="00C312B0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Empenho</w:t>
            </w:r>
          </w:p>
          <w:p w14:paraId="24C6D451" w14:textId="47CF261B" w:rsidR="00C312B0" w:rsidRPr="00FD35E9" w:rsidRDefault="00C312B0" w:rsidP="00C312B0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crítico</w:t>
            </w:r>
          </w:p>
          <w:p w14:paraId="7ACBFF77" w14:textId="70F5C5ED" w:rsidR="00C312B0" w:rsidRPr="00FD35E9" w:rsidRDefault="00C312B0" w:rsidP="00C312B0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</w:t>
            </w:r>
          </w:p>
          <w:p w14:paraId="7F14627A" w14:textId="1FB7196C" w:rsidR="00C312B0" w:rsidRPr="00FD35E9" w:rsidRDefault="00C312B0" w:rsidP="00C312B0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</w:t>
            </w:r>
          </w:p>
          <w:p w14:paraId="4C12D20A" w14:textId="4E5715AE" w:rsidR="00C312B0" w:rsidRPr="00FD35E9" w:rsidRDefault="00C312B0" w:rsidP="00C312B0">
            <w:pPr>
              <w:numPr>
                <w:ilvl w:val="0"/>
                <w:numId w:val="4"/>
              </w:numPr>
              <w:spacing w:before="120" w:after="0" w:line="276" w:lineRule="auto"/>
              <w:ind w:left="215" w:hanging="215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2C73250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Assertividade na comunicação</w:t>
            </w:r>
          </w:p>
          <w:p w14:paraId="09109CE2" w14:textId="77777777" w:rsidR="00C312B0" w:rsidRDefault="00C312B0" w:rsidP="00E065AA">
            <w:pPr>
              <w:spacing w:before="120" w:after="0" w:line="276" w:lineRule="auto"/>
              <w:ind w:left="36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D5F3602" w14:textId="77777777" w:rsidR="00C312B0" w:rsidRPr="00B01FFA" w:rsidRDefault="00C312B0" w:rsidP="00E065AA">
            <w:pPr>
              <w:spacing w:before="120" w:after="0" w:line="276" w:lineRule="auto"/>
              <w:ind w:left="36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8DDEA6A" w14:textId="77777777" w:rsidR="000023F9" w:rsidRDefault="000023F9" w:rsidP="000023F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476B966" w14:textId="77777777" w:rsidR="000023F9" w:rsidRDefault="000023F9" w:rsidP="000023F9">
      <w:pPr>
        <w:rPr>
          <w:rFonts w:ascii="Verdana Pro Light" w:hAnsi="Verdana Pro Light"/>
          <w:smallCaps/>
        </w:rPr>
      </w:pPr>
    </w:p>
    <w:p w14:paraId="39B3768A" w14:textId="77777777" w:rsidR="000023F9" w:rsidRDefault="000023F9" w:rsidP="000023F9">
      <w:pPr>
        <w:rPr>
          <w:rFonts w:ascii="Verdana Pro Light" w:hAnsi="Verdana Pro Light"/>
          <w:smallCaps/>
        </w:rPr>
      </w:pPr>
    </w:p>
    <w:p w14:paraId="5A0ACF79" w14:textId="77777777" w:rsidR="00121B76" w:rsidRDefault="00121B76" w:rsidP="000023F9">
      <w:pPr>
        <w:rPr>
          <w:rFonts w:ascii="Verdana Pro Light" w:hAnsi="Verdana Pro Light"/>
          <w:smallCaps/>
        </w:rPr>
      </w:pPr>
    </w:p>
    <w:p w14:paraId="2FB89A5B" w14:textId="77777777" w:rsidR="00121B76" w:rsidRDefault="00121B76" w:rsidP="000023F9">
      <w:pPr>
        <w:rPr>
          <w:rFonts w:ascii="Verdana Pro Light" w:hAnsi="Verdana Pro Light"/>
          <w:smallCaps/>
        </w:rPr>
      </w:pPr>
    </w:p>
    <w:p w14:paraId="093286BB" w14:textId="77777777" w:rsidR="00121B76" w:rsidRDefault="00121B76" w:rsidP="000023F9">
      <w:pPr>
        <w:rPr>
          <w:rFonts w:ascii="Verdana Pro Light" w:hAnsi="Verdana Pro Light"/>
          <w:smallCaps/>
        </w:rPr>
      </w:pPr>
    </w:p>
    <w:p w14:paraId="0538EA56" w14:textId="77777777" w:rsidR="00121B76" w:rsidRDefault="00121B76" w:rsidP="000023F9">
      <w:pPr>
        <w:rPr>
          <w:rFonts w:ascii="Verdana Pro Light" w:hAnsi="Verdana Pro Light"/>
          <w:smallCaps/>
        </w:rPr>
      </w:pPr>
    </w:p>
    <w:p w14:paraId="73F01F19" w14:textId="77777777" w:rsidR="00121B76" w:rsidRDefault="00121B76" w:rsidP="000023F9">
      <w:pPr>
        <w:rPr>
          <w:rFonts w:ascii="Verdana Pro Light" w:hAnsi="Verdana Pro Light"/>
          <w:smallCaps/>
        </w:rPr>
      </w:pPr>
    </w:p>
    <w:p w14:paraId="7B4DDF79" w14:textId="77777777" w:rsidR="00121B76" w:rsidRDefault="00121B76" w:rsidP="000023F9">
      <w:pPr>
        <w:rPr>
          <w:rFonts w:ascii="Verdana Pro Light" w:hAnsi="Verdana Pro Light"/>
          <w:smallCaps/>
        </w:rPr>
      </w:pPr>
    </w:p>
    <w:p w14:paraId="5CC172F4" w14:textId="77777777" w:rsidR="00121B76" w:rsidRDefault="00121B76" w:rsidP="000023F9">
      <w:pPr>
        <w:rPr>
          <w:rFonts w:ascii="Verdana Pro Light" w:hAnsi="Verdana Pro Light"/>
          <w:smallCaps/>
        </w:rPr>
      </w:pPr>
    </w:p>
    <w:p w14:paraId="4FE0ACC8" w14:textId="77777777" w:rsidR="000023F9" w:rsidRPr="00F87025" w:rsidRDefault="000023F9" w:rsidP="000023F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795153BD" w14:textId="77777777" w:rsidR="000023F9" w:rsidRPr="00F20E6F" w:rsidRDefault="000023F9" w:rsidP="000023F9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39F2264E" w14:textId="6B9B8ABC" w:rsidR="00A72EEB" w:rsidRPr="00A72EEB" w:rsidRDefault="000023F9" w:rsidP="00A72EE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 w:rsidR="00A72EE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  <w:r w:rsidR="00A72EEB" w:rsidRPr="00A72EE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Contextualizando a sua evolução histórica, os principais marcos de desenvolvimento e o aparecimento de </w:t>
      </w:r>
      <w:r w:rsidR="00121B7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métodos e </w:t>
      </w:r>
      <w:r w:rsidR="006A797E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técnicas</w:t>
      </w:r>
      <w:r w:rsidR="00A72EEB" w:rsidRPr="00A72EE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em expansão.</w:t>
      </w:r>
    </w:p>
    <w:p w14:paraId="400666C2" w14:textId="19B4637E" w:rsidR="000023F9" w:rsidRPr="0064164C" w:rsidRDefault="00A72EEB" w:rsidP="00A72EEB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A72EE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Adequando a comunicação ao tipo e à solicitação do interlocutor.</w:t>
      </w:r>
    </w:p>
    <w:p w14:paraId="50A0E5EF" w14:textId="77777777" w:rsidR="000023F9" w:rsidRPr="0064164C" w:rsidRDefault="000023F9" w:rsidP="000023F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47A1EA46" w14:textId="77777777" w:rsidR="000023F9" w:rsidRPr="00FC59EE" w:rsidRDefault="000023F9" w:rsidP="000023F9">
      <w:pPr>
        <w:pStyle w:val="PargrafodaLista"/>
        <w:spacing w:before="120" w:after="0" w:line="276" w:lineRule="auto"/>
        <w:ind w:left="142"/>
        <w:contextualSpacing w:val="0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29A56136" w14:textId="77777777" w:rsidR="000023F9" w:rsidRPr="0064164C" w:rsidRDefault="000023F9" w:rsidP="000023F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 xml:space="preserve"> </w:t>
      </w:r>
    </w:p>
    <w:p w14:paraId="488F3008" w14:textId="77777777" w:rsidR="000023F9" w:rsidRPr="0064164C" w:rsidRDefault="000023F9" w:rsidP="000023F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38326D76" w14:textId="77777777" w:rsidR="000023F9" w:rsidRPr="00136AD8" w:rsidRDefault="000023F9" w:rsidP="000023F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19E1772" w14:textId="77777777" w:rsidR="000023F9" w:rsidRPr="00F87025" w:rsidRDefault="000023F9" w:rsidP="000023F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B483744" w14:textId="77777777" w:rsidR="00AC425F" w:rsidRPr="00660150" w:rsidRDefault="00AC425F" w:rsidP="00AC425F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Académico: Participação em aulas, workshops e seminários em diferentes contextos académicos e educativos</w:t>
      </w:r>
    </w:p>
    <w:p w14:paraId="2C7D0698" w14:textId="77777777" w:rsidR="00AC425F" w:rsidRDefault="00AC425F" w:rsidP="00AC425F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Artístico e Profissional: Participação em espetáculos de dança, eventos performativos 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660150">
        <w:rPr>
          <w:rFonts w:ascii="Verdana Pro Light" w:eastAsia="Arial Unicode MS" w:hAnsi="Verdana Pro Light" w:cs="Arial Unicode MS"/>
          <w:sz w:val="18"/>
          <w:szCs w:val="18"/>
        </w:rPr>
        <w:t>concursos de dança</w:t>
      </w:r>
    </w:p>
    <w:p w14:paraId="5372B55B" w14:textId="77777777" w:rsidR="00AC425F" w:rsidRPr="00660150" w:rsidRDefault="00AC425F" w:rsidP="00AC425F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Atividades ligadas às profissões da dança, nos domínios artístico, educativo, lúdico e inclusivo.</w:t>
      </w:r>
    </w:p>
    <w:p w14:paraId="4791B8C0" w14:textId="77777777" w:rsidR="0022426B" w:rsidRPr="002A28C4" w:rsidRDefault="0022426B" w:rsidP="0022426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53BF9F9" w14:textId="77777777" w:rsidR="000023F9" w:rsidRPr="00984B30" w:rsidRDefault="000023F9" w:rsidP="000023F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8F16BDB" w14:textId="77777777" w:rsidR="000023F9" w:rsidRPr="00984B30" w:rsidRDefault="000023F9" w:rsidP="000023F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0C3A111" w14:textId="77777777" w:rsidR="000023F9" w:rsidRPr="00984B30" w:rsidRDefault="000023F9" w:rsidP="000023F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C06C592" w14:textId="77777777" w:rsidR="000023F9" w:rsidRPr="00051C79" w:rsidRDefault="000023F9" w:rsidP="000023F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AD634F3" w14:textId="77777777" w:rsidR="000023F9" w:rsidRPr="00F87025" w:rsidRDefault="000023F9" w:rsidP="000023F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A9A8FD3" w14:textId="09F5A559" w:rsidR="002D12B5" w:rsidRPr="002D12B5" w:rsidRDefault="002D12B5" w:rsidP="0022426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D12B5">
        <w:rPr>
          <w:rFonts w:ascii="Verdana Pro Light" w:eastAsia="Arial Unicode MS" w:hAnsi="Verdana Pro Light" w:cs="Arial Unicode MS"/>
          <w:sz w:val="18"/>
          <w:szCs w:val="18"/>
        </w:rPr>
        <w:t>Dispositivo eletrónico com acesso à internet</w:t>
      </w:r>
    </w:p>
    <w:p w14:paraId="568C5AC8" w14:textId="2FD5030D" w:rsidR="002D12B5" w:rsidRPr="002D12B5" w:rsidRDefault="002D12B5" w:rsidP="0022426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D12B5">
        <w:rPr>
          <w:rFonts w:ascii="Verdana Pro Light" w:eastAsia="Arial Unicode MS" w:hAnsi="Verdana Pro Light" w:cs="Arial Unicode MS"/>
          <w:sz w:val="18"/>
          <w:szCs w:val="18"/>
        </w:rPr>
        <w:t>Relatórios de atividade setorial</w:t>
      </w:r>
    </w:p>
    <w:p w14:paraId="61838F49" w14:textId="76D9ED90" w:rsidR="002D12B5" w:rsidRPr="002D12B5" w:rsidRDefault="002D12B5" w:rsidP="0022426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D12B5">
        <w:rPr>
          <w:rFonts w:ascii="Verdana Pro Light" w:eastAsia="Arial Unicode MS" w:hAnsi="Verdana Pro Light" w:cs="Arial Unicode MS"/>
          <w:sz w:val="18"/>
          <w:szCs w:val="18"/>
        </w:rPr>
        <w:t>Documentação técnica sobre o setor</w:t>
      </w:r>
    </w:p>
    <w:p w14:paraId="0F1CBB30" w14:textId="48CCE274" w:rsidR="002D12B5" w:rsidRPr="002D12B5" w:rsidRDefault="002D12B5" w:rsidP="0022426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2D12B5">
        <w:rPr>
          <w:rFonts w:ascii="Verdana Pro Light" w:eastAsia="Arial Unicode MS" w:hAnsi="Verdana Pro Light" w:cs="Arial Unicode MS"/>
          <w:sz w:val="18"/>
          <w:szCs w:val="18"/>
        </w:rPr>
        <w:t xml:space="preserve">Legislação reguladora do setor </w:t>
      </w:r>
      <w:r w:rsidR="00606DD6">
        <w:rPr>
          <w:rFonts w:ascii="Verdana Pro Light" w:eastAsia="Arial Unicode MS" w:hAnsi="Verdana Pro Light" w:cs="Arial Unicode MS"/>
          <w:sz w:val="18"/>
          <w:szCs w:val="18"/>
        </w:rPr>
        <w:t>da dança</w:t>
      </w:r>
      <w:r w:rsidRPr="002D12B5"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</w:p>
    <w:p w14:paraId="518171D3" w14:textId="77777777" w:rsidR="000023F9" w:rsidRPr="00501DC8" w:rsidRDefault="000023F9" w:rsidP="000023F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DF88D48" w14:textId="77777777" w:rsidR="000023F9" w:rsidRPr="00501DC8" w:rsidRDefault="000023F9" w:rsidP="000023F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350F6FE" w14:textId="77777777" w:rsidR="000023F9" w:rsidRDefault="000023F9" w:rsidP="000023F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900808E" w14:textId="77777777" w:rsidR="000023F9" w:rsidRPr="002537A2" w:rsidRDefault="000023F9" w:rsidP="000023F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3509FEE" w14:textId="77777777" w:rsidR="000023F9" w:rsidRPr="00F87025" w:rsidRDefault="000023F9" w:rsidP="000023F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AB21B00" w14:textId="77777777" w:rsidR="002537A2" w:rsidRPr="00C85B1A" w:rsidRDefault="002537A2" w:rsidP="002537A2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Proporcionar oportunidades variadas e diferenciadas de participação em eventos de dança 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natureza educativa e artística</w:t>
      </w:r>
    </w:p>
    <w:p w14:paraId="6DC27835" w14:textId="77777777" w:rsidR="002537A2" w:rsidRDefault="002537A2" w:rsidP="002537A2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Proporcionar oportunidades de assistir a espetáculos e outros eventos de dança (bailados, aulas</w:t>
      </w:r>
    </w:p>
    <w:p w14:paraId="588A85B5" w14:textId="77777777" w:rsidR="002537A2" w:rsidRPr="00C85B1A" w:rsidRDefault="002537A2" w:rsidP="002537A2">
      <w:pPr>
        <w:pStyle w:val="PargrafodaLista"/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C85B1A">
        <w:rPr>
          <w:rFonts w:ascii="Verdana Pro Light" w:eastAsia="Arial Unicode MS" w:hAnsi="Verdana Pro Light" w:cs="Arial Unicode MS"/>
          <w:sz w:val="18"/>
          <w:szCs w:val="18"/>
        </w:rPr>
        <w:t>profissionais, conferências…)</w:t>
      </w:r>
    </w:p>
    <w:p w14:paraId="553865B7" w14:textId="77777777" w:rsidR="002537A2" w:rsidRPr="009E3A9A" w:rsidRDefault="002537A2" w:rsidP="002537A2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Incentivar a colaboração (professores e alunos) entre turmas do curso dos diferentes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anos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-10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º, 11.º e 12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º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ano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171426DC" w14:textId="77777777" w:rsidR="000023F9" w:rsidRPr="00051C79" w:rsidRDefault="000023F9" w:rsidP="000023F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B237EA4" w14:textId="77777777" w:rsidR="000023F9" w:rsidRPr="00136AD8" w:rsidRDefault="000023F9" w:rsidP="000023F9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BBE46AD" w14:textId="77777777" w:rsidR="000023F9" w:rsidRDefault="000023F9" w:rsidP="000023F9">
      <w:pPr>
        <w:rPr>
          <w:rFonts w:ascii="Verdana Pro Light" w:eastAsia="Arial Unicode MS" w:hAnsi="Verdana Pro Light" w:cs="Times New Roman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023F9" w:rsidRPr="00136AD8" w14:paraId="42E9E900" w14:textId="77777777" w:rsidTr="00C1323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E6276D2" w14:textId="6BB4B612" w:rsidR="000023F9" w:rsidRPr="0022692A" w:rsidRDefault="000023F9" w:rsidP="00C1323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</w:pPr>
            <w:r w:rsidRPr="0022692A">
              <w:rPr>
                <w:rFonts w:ascii="Verdana Pro Light" w:eastAsia="Arial Unicode MS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0000/00</w:t>
            </w:r>
            <w:r w:rsidR="00F42399" w:rsidRPr="0022692A">
              <w:rPr>
                <w:rFonts w:ascii="Verdana Pro Light" w:eastAsia="Arial Unicode MS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2</w:t>
            </w:r>
            <w:r w:rsidR="00532BAF">
              <w:rPr>
                <w:rFonts w:ascii="Verdana Pro Light" w:eastAsia="Arial Unicode MS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27523C3" w14:textId="7C84A9E8" w:rsidR="000023F9" w:rsidRPr="009C256C" w:rsidRDefault="00747DBB" w:rsidP="00C1323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 w:rsidRPr="0022692A">
              <w:rPr>
                <w:rFonts w:ascii="Verdana Pro Light" w:eastAsia="Arial Unicode MS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Colaborar e trabalhar em eq</w:t>
            </w:r>
            <w:r w:rsidR="00B00CB4" w:rsidRPr="0022692A">
              <w:rPr>
                <w:rFonts w:ascii="Verdana Pro Light" w:eastAsia="Arial Unicode MS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uipa</w:t>
            </w:r>
          </w:p>
        </w:tc>
      </w:tr>
    </w:tbl>
    <w:p w14:paraId="229C73D4" w14:textId="77777777" w:rsidR="000023F9" w:rsidRDefault="000023F9" w:rsidP="000023F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671442C9" w14:textId="77777777" w:rsidR="000023F9" w:rsidRPr="003200F2" w:rsidRDefault="000023F9" w:rsidP="000023F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: </w:t>
      </w:r>
      <w:r>
        <w:rPr>
          <w:rFonts w:ascii="Verdana Pro Light" w:eastAsia="Arial Unicode MS" w:hAnsi="Verdana Pro Light" w:cs="Times New Roman"/>
          <w:smallCaps/>
          <w:sz w:val="20"/>
        </w:rPr>
        <w:t>50h</w:t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107"/>
        <w:gridCol w:w="3153"/>
        <w:gridCol w:w="3265"/>
      </w:tblGrid>
      <w:tr w:rsidR="000023F9" w:rsidRPr="00136AD8" w14:paraId="00B69FFF" w14:textId="77777777" w:rsidTr="006B61C2">
        <w:trPr>
          <w:trHeight w:val="274"/>
        </w:trPr>
        <w:tc>
          <w:tcPr>
            <w:tcW w:w="9820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F5310C2" w14:textId="77777777" w:rsidR="000023F9" w:rsidRPr="001B353A" w:rsidRDefault="000023F9" w:rsidP="00C1323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023F9" w:rsidRPr="00136AD8" w14:paraId="26851A6A" w14:textId="77777777" w:rsidTr="006B61C2">
        <w:tc>
          <w:tcPr>
            <w:tcW w:w="98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6674AE" w14:textId="126E6A3C" w:rsidR="007124CF" w:rsidRPr="00AB5AF8" w:rsidRDefault="000023F9" w:rsidP="007124CF">
            <w:pPr>
              <w:spacing w:before="120" w:after="0" w:line="276" w:lineRule="auto"/>
              <w:ind w:left="323" w:hanging="323"/>
              <w:jc w:val="both"/>
              <w:rPr>
                <w:rFonts w:ascii="Verdana Pro Light" w:eastAsia="Times New Roman" w:hAnsi="Verdana Pro Light" w:cs="Times New Roman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7124CF">
              <w:rPr>
                <w:rFonts w:ascii="Verdana Pro Light" w:eastAsia="Arial Unicode MS" w:hAnsi="Verdana Pro Light" w:cs="Arial Unicode MS"/>
                <w:sz w:val="18"/>
                <w:szCs w:val="18"/>
              </w:rPr>
              <w:t>Analisar</w:t>
            </w:r>
            <w:r w:rsidR="007124CF" w:rsidRPr="00AB5AF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a </w:t>
            </w:r>
            <w:r w:rsidR="007124CF" w:rsidRPr="00AB5AF8">
              <w:rPr>
                <w:rFonts w:ascii="Verdana Pro Light" w:eastAsia="Times New Roman" w:hAnsi="Verdana Pro Light" w:cs="Times New Roman"/>
                <w:sz w:val="18"/>
                <w:szCs w:val="18"/>
              </w:rPr>
              <w:t>identidade pessoal e partilhada e</w:t>
            </w:r>
            <w:r w:rsidR="007124CF"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 respetivos</w:t>
            </w:r>
            <w:r w:rsidR="007124CF" w:rsidRPr="00AB5AF8"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 comportamentos associados</w:t>
            </w:r>
          </w:p>
          <w:p w14:paraId="3896FCAC" w14:textId="7A6AA7E6" w:rsidR="007124CF" w:rsidRPr="00AB5AF8" w:rsidRDefault="007124CF" w:rsidP="007124CF">
            <w:pPr>
              <w:spacing w:before="120" w:after="0" w:line="276" w:lineRule="auto"/>
              <w:ind w:left="323" w:hanging="323"/>
              <w:jc w:val="both"/>
              <w:rPr>
                <w:rFonts w:ascii="Verdana Pro Light" w:eastAsia="Times New Roman" w:hAnsi="Verdana Pro Light" w:cs="Times New Roman"/>
                <w:sz w:val="18"/>
                <w:szCs w:val="18"/>
              </w:rPr>
            </w:pPr>
            <w:r w:rsidRPr="00AB5AF8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</w:t>
            </w:r>
            <w:r>
              <w:rPr>
                <w:rFonts w:ascii="Verdana Pro Light" w:eastAsia="Times New Roman" w:hAnsi="Verdana Pro Light" w:cs="Times New Roman"/>
                <w:sz w:val="18"/>
                <w:szCs w:val="18"/>
              </w:rPr>
              <w:t>Colaborar na aplicação de</w:t>
            </w:r>
            <w:r w:rsidRPr="00AB5AF8"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 dinâmicas facilitadoras do trabalho em equipa</w:t>
            </w:r>
          </w:p>
          <w:p w14:paraId="3E282E4D" w14:textId="684A033A" w:rsidR="000023F9" w:rsidRPr="0006082E" w:rsidRDefault="007124CF" w:rsidP="007124CF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tab/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Colaborar na definição de estratégias de resolução de problemas e de tomada de decisão</w:t>
            </w:r>
          </w:p>
        </w:tc>
      </w:tr>
      <w:tr w:rsidR="000023F9" w:rsidRPr="00136AD8" w14:paraId="7767CC76" w14:textId="77777777" w:rsidTr="006B61C2">
        <w:trPr>
          <w:trHeight w:val="296"/>
        </w:trPr>
        <w:tc>
          <w:tcPr>
            <w:tcW w:w="340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B531133" w14:textId="77777777" w:rsidR="000023F9" w:rsidRPr="001B353A" w:rsidRDefault="000023F9" w:rsidP="00C1323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15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CC7B050" w14:textId="77777777" w:rsidR="000023F9" w:rsidRPr="001B353A" w:rsidRDefault="000023F9" w:rsidP="00C1323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3C3BE49" w14:textId="77777777" w:rsidR="000023F9" w:rsidRPr="001B353A" w:rsidRDefault="000023F9" w:rsidP="00C1323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6B61C2" w:rsidRPr="00AB5AF8" w14:paraId="6CDC25F9" w14:textId="77777777" w:rsidTr="006B61C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4DFC6B" w14:textId="661430A4" w:rsidR="006B61C2" w:rsidRPr="00AB5AF8" w:rsidRDefault="006B61C2" w:rsidP="006B61C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Identidade pessoal, social e profissional</w:t>
            </w:r>
          </w:p>
          <w:p w14:paraId="2AD97934" w14:textId="2F9AFED6" w:rsidR="006B61C2" w:rsidRPr="00AB5AF8" w:rsidRDefault="006B61C2" w:rsidP="006B61C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Fenómenos da dinâmica de grupo - influência social e papel social, normas sociais, atitudes e comportamentos facilitadores e dificultadores, padrão de grupo e motivação individual</w:t>
            </w:r>
          </w:p>
          <w:p w14:paraId="740B7BAE" w14:textId="682F29DD" w:rsidR="006B61C2" w:rsidRDefault="006B61C2" w:rsidP="006B61C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Trabalho em equipa - fatores pessoais, relacionais e organizacionais</w:t>
            </w:r>
          </w:p>
          <w:p w14:paraId="7794C076" w14:textId="0353E121" w:rsidR="006B61C2" w:rsidRDefault="006B61C2" w:rsidP="006B61C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Equipa de trabalho - princípios de organização de grupo </w:t>
            </w:r>
            <w:r w:rsidRPr="6D11F1F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</w:rPr>
              <w:t>vs.</w:t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equipa de trabalho, estilos comportamentais, estrutura e fases de desenvolvimento da equipa, perceção de desempenho individual, formas e técnicas de organização, cooperação e colaboração</w:t>
            </w:r>
          </w:p>
          <w:p w14:paraId="20A8719F" w14:textId="43F056C6" w:rsidR="006B61C2" w:rsidRPr="00AB5AF8" w:rsidRDefault="006B61C2" w:rsidP="006B61C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Comunicação assertiva - verbal e não-verbal, fatores facilitadores e inibidores</w:t>
            </w:r>
          </w:p>
          <w:p w14:paraId="791B92E3" w14:textId="763DD514" w:rsidR="006B61C2" w:rsidRPr="00AB5AF8" w:rsidRDefault="006B61C2" w:rsidP="006B61C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Segoe UI" w:eastAsia="Times New Roman" w:hAnsi="Segoe UI" w:cs="Segoe UI"/>
                <w:color w:val="FFFFFF" w:themeColor="background1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Canais de comunicação presencial e não presencial</w:t>
            </w:r>
          </w:p>
          <w:p w14:paraId="31DEFC29" w14:textId="3D24475E" w:rsidR="006B61C2" w:rsidRDefault="006B61C2" w:rsidP="006B61C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I</w:t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mportância da comunicação no trabalho entre equipas - fluxos de comunicação, comunicação vertical e horizontal, </w:t>
            </w:r>
            <w:r w:rsidRPr="6D11F1F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feedback</w:t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do desempenho</w:t>
            </w:r>
          </w:p>
          <w:p w14:paraId="527C87BC" w14:textId="33D2B897" w:rsidR="006B61C2" w:rsidRDefault="006B61C2" w:rsidP="006B61C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negociação, de resolução de problemas e de tomada de decisão</w:t>
            </w:r>
          </w:p>
          <w:p w14:paraId="0E702525" w14:textId="360051B9" w:rsidR="006B61C2" w:rsidRDefault="006B61C2" w:rsidP="006B61C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Gestão de tempo – técnicas, planeamento, autoavaliação e otimização das tecnologias.</w:t>
            </w:r>
          </w:p>
          <w:p w14:paraId="7F4DBADA" w14:textId="4AC1D311" w:rsidR="006B61C2" w:rsidRDefault="006B61C2" w:rsidP="006B61C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 xml:space="preserve">Trabalho </w:t>
            </w:r>
            <w:r w:rsidRPr="6D11F1F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online</w:t>
            </w: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ou teletrabalho - condições facilitadoras, equipas 4D e atitude partilhada</w:t>
            </w:r>
          </w:p>
          <w:p w14:paraId="64064929" w14:textId="08CAFFC2" w:rsidR="006B61C2" w:rsidRDefault="006B61C2" w:rsidP="006B61C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Saúde no trabalho - síndroma de </w:t>
            </w:r>
            <w:proofErr w:type="spellStart"/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</w:t>
            </w:r>
            <w:r w:rsidRPr="6D11F1F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urnout</w:t>
            </w:r>
            <w:proofErr w:type="spellEnd"/>
          </w:p>
          <w:p w14:paraId="60318F6C" w14:textId="6EC25B03" w:rsidR="006B61C2" w:rsidRDefault="006B61C2" w:rsidP="006B61C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Organização das equipas na área profissional</w:t>
            </w:r>
          </w:p>
          <w:p w14:paraId="685800CB" w14:textId="77777777" w:rsidR="006B61C2" w:rsidRPr="00AB5AF8" w:rsidRDefault="006B61C2" w:rsidP="00E065AA">
            <w:pPr>
              <w:spacing w:before="120" w:after="0" w:line="276" w:lineRule="auto"/>
              <w:ind w:left="215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  <w:tc>
          <w:tcPr>
            <w:tcW w:w="32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234E6E" w14:textId="662F9707" w:rsidR="006B61C2" w:rsidRPr="00AB5AF8" w:rsidRDefault="006B61C2" w:rsidP="006B61C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lastRenderedPageBreak/>
              <w:t>Identificar e analisar os estilos comportamentais individuais</w:t>
            </w:r>
            <w:r w:rsidRPr="6D11F1FC">
              <w:rPr>
                <w:rFonts w:ascii="Verdana Pro Light" w:eastAsia="Arial Unicode MS" w:hAnsi="Verdana Pro Light" w:cs="Arial Unicode MS"/>
                <w:color w:val="0070C0"/>
                <w:sz w:val="18"/>
                <w:szCs w:val="18"/>
              </w:rPr>
              <w:t xml:space="preserve"> </w:t>
            </w:r>
          </w:p>
          <w:p w14:paraId="4C848DE7" w14:textId="74FB4268" w:rsidR="006B61C2" w:rsidRDefault="006B61C2" w:rsidP="006B61C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as competências individuais</w:t>
            </w:r>
          </w:p>
          <w:p w14:paraId="1444BCC0" w14:textId="02042B3C" w:rsidR="006B61C2" w:rsidRPr="00AB5AF8" w:rsidRDefault="006B61C2" w:rsidP="006B61C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os papéis dos membros da equipa - competências e responsabilidades </w:t>
            </w:r>
          </w:p>
          <w:p w14:paraId="2C09BF75" w14:textId="1064B1C2" w:rsidR="006B61C2" w:rsidRPr="008705DA" w:rsidRDefault="006B61C2" w:rsidP="006B61C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Reconhecer a fase de desenvolvimento de competências na qual a equipa se encontra </w:t>
            </w:r>
          </w:p>
          <w:p w14:paraId="0D02BDB4" w14:textId="78BD4749" w:rsidR="006B61C2" w:rsidRPr="00AB5AF8" w:rsidRDefault="006B61C2" w:rsidP="006B61C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</w:rPr>
              <w:t>Identificar os valores e as principais competências necessários para a equipa atingir o(s) objetivo(s) traçado(s)</w:t>
            </w:r>
          </w:p>
          <w:p w14:paraId="3D345FD5" w14:textId="27796FA8" w:rsidR="006B61C2" w:rsidRPr="009835C1" w:rsidRDefault="006B61C2" w:rsidP="006B61C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Times New Roman" w:hAnsi="Verdana Pro Light" w:cs="Times New Roman"/>
                <w:sz w:val="18"/>
                <w:szCs w:val="18"/>
              </w:rPr>
              <w:t xml:space="preserve">Colaborar na definição dos mecanismos de coesão e controlo na equipa </w:t>
            </w:r>
          </w:p>
          <w:p w14:paraId="1D4D461F" w14:textId="792BFC42" w:rsidR="006B61C2" w:rsidRDefault="006B61C2" w:rsidP="006B61C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Colaborar na definição de tarefas e prazos para alcançar os objetivos traçados</w:t>
            </w:r>
          </w:p>
          <w:p w14:paraId="3887E1A3" w14:textId="437DB95D" w:rsidR="006B61C2" w:rsidRDefault="006B61C2" w:rsidP="006B61C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Participar na execução de tarefas predefinidas para a equipa</w:t>
            </w:r>
          </w:p>
          <w:p w14:paraId="4FE803E7" w14:textId="522DD629" w:rsidR="006B61C2" w:rsidRPr="00AB5AF8" w:rsidRDefault="006B61C2" w:rsidP="006B61C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comunicação em diferentes contextos</w:t>
            </w:r>
          </w:p>
          <w:p w14:paraId="12EA9F05" w14:textId="60F28038" w:rsidR="006B61C2" w:rsidRPr="00AB5AF8" w:rsidRDefault="006B61C2" w:rsidP="006B61C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ferramentas de comunicação</w:t>
            </w:r>
          </w:p>
          <w:p w14:paraId="4DE33E16" w14:textId="7A9FD670" w:rsidR="006B61C2" w:rsidRPr="00AB5AF8" w:rsidRDefault="006B61C2" w:rsidP="006B61C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Partilhar informação presencialmente e/ou </w:t>
            </w:r>
            <w:r w:rsidRPr="6D11F1F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online</w:t>
            </w:r>
          </w:p>
          <w:p w14:paraId="21D19F78" w14:textId="0C5D840E" w:rsidR="006B61C2" w:rsidRPr="00AB5AF8" w:rsidRDefault="006B61C2" w:rsidP="006B61C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Formular ideias e sugestões em diferentes contextos comunicacionais</w:t>
            </w:r>
          </w:p>
          <w:p w14:paraId="01DF9165" w14:textId="454BEA04" w:rsidR="006B61C2" w:rsidRPr="00AB5AF8" w:rsidRDefault="006B61C2" w:rsidP="006B61C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Trocar conhecimentos e experiências</w:t>
            </w:r>
          </w:p>
          <w:p w14:paraId="78D97826" w14:textId="312A825E" w:rsidR="006B61C2" w:rsidRDefault="006B61C2" w:rsidP="006B61C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Identificar os princípios subjacentes à tomada de decisão</w:t>
            </w:r>
          </w:p>
          <w:p w14:paraId="49E34D4E" w14:textId="46D828CA" w:rsidR="006B61C2" w:rsidRDefault="006B61C2" w:rsidP="006B61C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Analisar problemas e tomar decisões</w:t>
            </w:r>
          </w:p>
          <w:p w14:paraId="301991B6" w14:textId="6DA1A2A6" w:rsidR="006B61C2" w:rsidRPr="00AB5AF8" w:rsidRDefault="006B61C2" w:rsidP="006B61C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Desenvolver rotinas em equipa em momentos formais, informais, presenciais e online</w:t>
            </w:r>
          </w:p>
          <w:p w14:paraId="5FF7CDEE" w14:textId="6CE9AF44" w:rsidR="006B61C2" w:rsidRPr="004D2C9A" w:rsidRDefault="006B61C2" w:rsidP="006B61C2">
            <w:pPr>
              <w:numPr>
                <w:ilvl w:val="0"/>
                <w:numId w:val="4"/>
              </w:numPr>
              <w:spacing w:before="120" w:after="8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sinais de </w:t>
            </w:r>
            <w:proofErr w:type="spellStart"/>
            <w:r w:rsidRPr="6D11F1FC">
              <w:rPr>
                <w:rFonts w:ascii="Verdana Pro Light" w:eastAsia="Arial Unicode MS" w:hAnsi="Verdana Pro Light" w:cs="Arial Unicode MS"/>
                <w:i/>
                <w:iCs/>
                <w:sz w:val="18"/>
                <w:szCs w:val="18"/>
                <w:lang w:eastAsia="pt-PT"/>
              </w:rPr>
              <w:t>burnout</w:t>
            </w:r>
            <w:proofErr w:type="spellEnd"/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próprio e/ou dos colegas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A402FF" w14:textId="2E984280" w:rsidR="006B61C2" w:rsidRDefault="006B61C2" w:rsidP="006B61C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Responsabilidades pelas suas ações</w:t>
            </w:r>
          </w:p>
          <w:p w14:paraId="6F13BAD0" w14:textId="30EE3080" w:rsidR="006B61C2" w:rsidRDefault="006B61C2" w:rsidP="006B61C2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</w:t>
            </w:r>
          </w:p>
          <w:p w14:paraId="62F2B705" w14:textId="3CC77AE3" w:rsidR="006B61C2" w:rsidRDefault="006B61C2" w:rsidP="006B61C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</w:t>
            </w:r>
          </w:p>
          <w:p w14:paraId="6102E579" w14:textId="738D5476" w:rsidR="006B61C2" w:rsidRPr="00AB5AF8" w:rsidRDefault="006B61C2" w:rsidP="006B61C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Assertividade</w:t>
            </w:r>
          </w:p>
          <w:p w14:paraId="472A4812" w14:textId="0FEE3432" w:rsidR="006B61C2" w:rsidRPr="00AB5AF8" w:rsidRDefault="006B61C2" w:rsidP="006B61C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Empatia</w:t>
            </w:r>
          </w:p>
          <w:p w14:paraId="3C1BB0B5" w14:textId="4055296C" w:rsidR="006B61C2" w:rsidRDefault="006B61C2" w:rsidP="006B61C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Escuta ativa</w:t>
            </w:r>
          </w:p>
          <w:p w14:paraId="0D56E540" w14:textId="1E22E41C" w:rsidR="006B61C2" w:rsidRDefault="006B61C2" w:rsidP="006B61C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59A58564" w14:textId="3B95D1C6" w:rsidR="006B61C2" w:rsidRPr="00AB5AF8" w:rsidRDefault="006B61C2" w:rsidP="006B61C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Empenho e persistência na resolução de problemas </w:t>
            </w:r>
          </w:p>
          <w:p w14:paraId="3AD46064" w14:textId="190CB864" w:rsidR="006B61C2" w:rsidRPr="00AB5AF8" w:rsidRDefault="006B61C2" w:rsidP="006B61C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Flexibilidade e adaptabilidade</w:t>
            </w:r>
          </w:p>
          <w:p w14:paraId="305FCF22" w14:textId="210F614B" w:rsidR="006B61C2" w:rsidRPr="00AB5AF8" w:rsidRDefault="006B61C2" w:rsidP="006B61C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e valorização das diferenças individuais</w:t>
            </w:r>
          </w:p>
          <w:p w14:paraId="669A1155" w14:textId="18AC3239" w:rsidR="006B61C2" w:rsidRDefault="006B61C2" w:rsidP="006B61C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 sensibilidade e bem-estar dos outros</w:t>
            </w:r>
          </w:p>
          <w:p w14:paraId="3F97E83F" w14:textId="78816FD5" w:rsidR="006B61C2" w:rsidRPr="00AB5AF8" w:rsidRDefault="006B61C2" w:rsidP="006B61C2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6D11F1F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regras e normas definidas</w:t>
            </w:r>
          </w:p>
          <w:p w14:paraId="41B58C82" w14:textId="77777777" w:rsidR="006B61C2" w:rsidRPr="00AB5AF8" w:rsidRDefault="006B61C2" w:rsidP="00E065AA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00850BF5" w14:textId="77777777" w:rsidR="000023F9" w:rsidRDefault="000023F9" w:rsidP="000023F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49E869C" w14:textId="77777777" w:rsidR="0005096D" w:rsidRDefault="0005096D" w:rsidP="000023F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28623CC2" w14:textId="77777777" w:rsidR="0005096D" w:rsidRDefault="0005096D" w:rsidP="000023F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0B1F9A5" w14:textId="77777777" w:rsidR="0005096D" w:rsidRDefault="0005096D" w:rsidP="000023F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FCDB983" w14:textId="77777777" w:rsidR="0005096D" w:rsidRDefault="0005096D" w:rsidP="000023F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C5DBA37" w14:textId="77777777" w:rsidR="0005096D" w:rsidRDefault="0005096D" w:rsidP="000023F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5D19971" w14:textId="77777777" w:rsidR="0005096D" w:rsidRDefault="0005096D" w:rsidP="000023F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5E674A3" w14:textId="77777777" w:rsidR="0005096D" w:rsidRDefault="0005096D" w:rsidP="000023F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96C8954" w14:textId="77777777" w:rsidR="0005096D" w:rsidRDefault="0005096D" w:rsidP="000023F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A7C9CE7" w14:textId="77777777" w:rsidR="0005096D" w:rsidRDefault="0005096D" w:rsidP="000023F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26B854F" w14:textId="77777777" w:rsidR="0005096D" w:rsidRDefault="0005096D" w:rsidP="000023F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FE15C49" w14:textId="77777777" w:rsidR="0005096D" w:rsidRDefault="0005096D" w:rsidP="000023F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ACE6B1C" w14:textId="77777777" w:rsidR="0005096D" w:rsidRDefault="0005096D" w:rsidP="000023F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E42C1D1" w14:textId="77777777" w:rsidR="0005096D" w:rsidRDefault="0005096D" w:rsidP="000023F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A68DDB2" w14:textId="77777777" w:rsidR="0005096D" w:rsidRDefault="0005096D" w:rsidP="000023F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816A687" w14:textId="77777777" w:rsidR="0005096D" w:rsidRDefault="0005096D" w:rsidP="000023F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D1C5749" w14:textId="77777777" w:rsidR="0005096D" w:rsidRDefault="0005096D" w:rsidP="000023F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3518703" w14:textId="77777777" w:rsidR="0005096D" w:rsidRDefault="0005096D" w:rsidP="000023F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A23D7D9" w14:textId="77777777" w:rsidR="0005096D" w:rsidRDefault="0005096D" w:rsidP="000023F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2289FF4" w14:textId="77777777" w:rsidR="0005096D" w:rsidRDefault="0005096D" w:rsidP="000023F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B850504" w14:textId="77777777" w:rsidR="0005096D" w:rsidRDefault="0005096D" w:rsidP="000023F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75E768AE" w14:textId="77777777" w:rsidR="0005096D" w:rsidRDefault="0005096D" w:rsidP="000023F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3E4ADEF" w14:textId="77777777" w:rsidR="0005096D" w:rsidRDefault="0005096D" w:rsidP="000023F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8245BA5" w14:textId="77777777" w:rsidR="0005096D" w:rsidRDefault="0005096D" w:rsidP="000023F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1BE8662" w14:textId="77777777" w:rsidR="0005096D" w:rsidRDefault="0005096D" w:rsidP="000023F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94ABAA2" w14:textId="77777777" w:rsidR="0005096D" w:rsidRDefault="0005096D" w:rsidP="000023F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570B859" w14:textId="77777777" w:rsidR="0005096D" w:rsidRDefault="0005096D" w:rsidP="000023F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999CDFA" w14:textId="77777777" w:rsidR="0005096D" w:rsidRDefault="0005096D" w:rsidP="000023F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05C280E" w14:textId="77777777" w:rsidR="0005096D" w:rsidRDefault="0005096D" w:rsidP="000023F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FEC791A" w14:textId="77777777" w:rsidR="0005096D" w:rsidRDefault="0005096D" w:rsidP="000023F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5FACF0F" w14:textId="77777777" w:rsidR="0005096D" w:rsidRDefault="0005096D" w:rsidP="000023F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AA7C8F4" w14:textId="77777777" w:rsidR="0005096D" w:rsidRDefault="0005096D" w:rsidP="000023F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0B2859E6" w14:textId="77777777" w:rsidR="000023F9" w:rsidRDefault="000023F9" w:rsidP="000023F9">
      <w:pPr>
        <w:rPr>
          <w:rFonts w:ascii="Verdana Pro Light" w:hAnsi="Verdana Pro Light"/>
          <w:smallCaps/>
        </w:rPr>
      </w:pPr>
    </w:p>
    <w:p w14:paraId="5B888FBB" w14:textId="77777777" w:rsidR="000023F9" w:rsidRPr="00F87025" w:rsidRDefault="000023F9" w:rsidP="000023F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20FED03A" w14:textId="77777777" w:rsidR="000023F9" w:rsidRPr="00F20E6F" w:rsidRDefault="000023F9" w:rsidP="000023F9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66DC091" w14:textId="1ED4CD92" w:rsidR="001F3EE0" w:rsidRPr="001F3EE0" w:rsidRDefault="001F3EE0" w:rsidP="001F3EE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1F3EE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CD1. Mobilizando os recursos pessoais para a obtenção dos melhores resultados da equipa </w:t>
      </w:r>
    </w:p>
    <w:p w14:paraId="6B818331" w14:textId="64DF2E55" w:rsidR="001F3EE0" w:rsidRPr="001F3EE0" w:rsidRDefault="001F3EE0" w:rsidP="001F3EE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1F3EE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Aplicando técnicas de comunicação e negociação adequadas aos interlocutores e ao contexto</w:t>
      </w:r>
    </w:p>
    <w:p w14:paraId="6292ED34" w14:textId="610159FB" w:rsidR="001F3EE0" w:rsidRPr="001F3EE0" w:rsidRDefault="001F3EE0" w:rsidP="001F3EE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1F3EE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Analisando problemas e propondo soluções</w:t>
      </w:r>
    </w:p>
    <w:p w14:paraId="018F71CE" w14:textId="39A2CE37" w:rsidR="000023F9" w:rsidRPr="0064164C" w:rsidRDefault="001F3EE0" w:rsidP="001F3EE0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1F3EE0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 Gerando oportunidades de desenvolvimento e aprendizagem colaborativa</w:t>
      </w:r>
      <w:r w:rsidR="000023F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</w:t>
      </w:r>
    </w:p>
    <w:p w14:paraId="770D9B7D" w14:textId="77777777" w:rsidR="000023F9" w:rsidRPr="0064164C" w:rsidRDefault="000023F9" w:rsidP="000023F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6012F854" w14:textId="77777777" w:rsidR="000023F9" w:rsidRPr="00136AD8" w:rsidRDefault="000023F9" w:rsidP="000023F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2CDA5E0" w14:textId="77777777" w:rsidR="000023F9" w:rsidRPr="00F87025" w:rsidRDefault="000023F9" w:rsidP="000023F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327474D7" w14:textId="77777777" w:rsidR="0087296A" w:rsidRPr="00660150" w:rsidRDefault="0087296A" w:rsidP="0087296A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Académico: Participação em aulas, workshops e seminários em diferentes contextos académicos e educativos</w:t>
      </w:r>
    </w:p>
    <w:p w14:paraId="38B32DEE" w14:textId="77777777" w:rsidR="0087296A" w:rsidRDefault="0087296A" w:rsidP="0087296A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Artístico e Profissional: Participação em espetáculos de dança, eventos performativos 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660150">
        <w:rPr>
          <w:rFonts w:ascii="Verdana Pro Light" w:eastAsia="Arial Unicode MS" w:hAnsi="Verdana Pro Light" w:cs="Arial Unicode MS"/>
          <w:sz w:val="18"/>
          <w:szCs w:val="18"/>
        </w:rPr>
        <w:t>concursos de dança</w:t>
      </w:r>
    </w:p>
    <w:p w14:paraId="4CF5C46C" w14:textId="77777777" w:rsidR="0087296A" w:rsidRPr="00660150" w:rsidRDefault="0087296A" w:rsidP="0087296A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Atividades ligadas às profissões da dança, nos domínios artístico, educativo, lúdico e inclusivo.</w:t>
      </w:r>
    </w:p>
    <w:p w14:paraId="39CB2B75" w14:textId="77777777" w:rsidR="0022426B" w:rsidRPr="002A28C4" w:rsidRDefault="0022426B" w:rsidP="0022426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223C43E" w14:textId="77777777" w:rsidR="000023F9" w:rsidRPr="00984B30" w:rsidRDefault="000023F9" w:rsidP="000023F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12C6D45" w14:textId="77777777" w:rsidR="000023F9" w:rsidRPr="00984B30" w:rsidRDefault="000023F9" w:rsidP="000023F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068B560" w14:textId="77777777" w:rsidR="000023F9" w:rsidRPr="0087296A" w:rsidRDefault="000023F9" w:rsidP="0087296A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C02FE64" w14:textId="77777777" w:rsidR="000023F9" w:rsidRPr="00051C79" w:rsidRDefault="000023F9" w:rsidP="000023F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9E605FE" w14:textId="77777777" w:rsidR="000023F9" w:rsidRPr="00F87025" w:rsidRDefault="000023F9" w:rsidP="000023F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47B3DAF" w14:textId="77777777" w:rsidR="0005096D" w:rsidRPr="00DA0C85" w:rsidRDefault="0005096D" w:rsidP="0005096D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DA0C85">
        <w:rPr>
          <w:rFonts w:ascii="Verdana Pro Light" w:eastAsia="Arial Unicode MS" w:hAnsi="Verdana Pro Light" w:cs="Arial Unicode MS"/>
          <w:sz w:val="18"/>
          <w:szCs w:val="18"/>
        </w:rPr>
        <w:t xml:space="preserve">Dispositivos tecnológicos com acesso à </w:t>
      </w:r>
      <w:r w:rsidRPr="00DA0C85">
        <w:rPr>
          <w:rFonts w:ascii="Verdana Pro Light" w:eastAsia="Arial Unicode MS" w:hAnsi="Verdana Pro Light" w:cs="Arial Unicode MS"/>
          <w:i/>
          <w:sz w:val="18"/>
          <w:szCs w:val="18"/>
        </w:rPr>
        <w:t>internet</w:t>
      </w:r>
      <w:r w:rsidRPr="00DA0C85"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06FA26B0" w14:textId="77777777" w:rsidR="0005096D" w:rsidRPr="00DA0C85" w:rsidRDefault="0005096D" w:rsidP="0005096D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Ferramentas de interação, de comunicação e produtividade</w:t>
      </w:r>
      <w:r w:rsidRPr="00DA0C85">
        <w:rPr>
          <w:rFonts w:ascii="Verdana Pro Light" w:eastAsia="Arial Unicode MS" w:hAnsi="Verdana Pro Light" w:cs="Arial Unicode MS"/>
          <w:sz w:val="18"/>
          <w:szCs w:val="18"/>
        </w:rPr>
        <w:t xml:space="preserve">. </w:t>
      </w:r>
    </w:p>
    <w:p w14:paraId="45AAE5AF" w14:textId="77777777" w:rsidR="0005096D" w:rsidRDefault="0005096D" w:rsidP="0005096D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DA0C85">
        <w:rPr>
          <w:rFonts w:ascii="Verdana Pro Light" w:eastAsia="Arial Unicode MS" w:hAnsi="Verdana Pro Light" w:cs="Arial Unicode MS"/>
          <w:sz w:val="18"/>
          <w:szCs w:val="18"/>
        </w:rPr>
        <w:t>Recursos multimédia/audiovisuais.</w:t>
      </w:r>
    </w:p>
    <w:p w14:paraId="30878ABA" w14:textId="483A49CF" w:rsidR="000023F9" w:rsidRPr="00501DC8" w:rsidRDefault="0005096D" w:rsidP="0005096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>
        <w:rPr>
          <w:rFonts w:ascii="Verdana Pro Light" w:eastAsia="Arial Unicode MS" w:hAnsi="Verdana Pro Light" w:cs="Arial Unicode MS"/>
          <w:sz w:val="18"/>
          <w:szCs w:val="18"/>
        </w:rPr>
        <w:t>Boas práticas na comunicação</w:t>
      </w:r>
    </w:p>
    <w:p w14:paraId="36D3D197" w14:textId="77777777" w:rsidR="000023F9" w:rsidRPr="00501DC8" w:rsidRDefault="000023F9" w:rsidP="000023F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71C6F7C" w14:textId="77777777" w:rsidR="000023F9" w:rsidRPr="00051C79" w:rsidRDefault="000023F9" w:rsidP="000023F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8EDDBE4" w14:textId="77777777" w:rsidR="000023F9" w:rsidRPr="00F87025" w:rsidRDefault="000023F9" w:rsidP="000023F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8196668" w14:textId="77777777" w:rsidR="000023F9" w:rsidRPr="00051C79" w:rsidRDefault="000023F9" w:rsidP="000023F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17AA6E9" w14:textId="77777777" w:rsidR="000023F9" w:rsidRPr="00136AD8" w:rsidRDefault="000023F9" w:rsidP="000023F9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961E753" w14:textId="77777777" w:rsidR="000023F9" w:rsidRPr="0035577B" w:rsidRDefault="000023F9" w:rsidP="000023F9">
      <w:pPr>
        <w:rPr>
          <w:rFonts w:ascii="Verdana Pro Light" w:eastAsia="Arial Unicode MS" w:hAnsi="Verdana Pro Light" w:cs="Times New Roman"/>
        </w:rPr>
      </w:pPr>
    </w:p>
    <w:p w14:paraId="61E236F0" w14:textId="77777777" w:rsidR="000023F9" w:rsidRDefault="000023F9" w:rsidP="0035577B">
      <w:pPr>
        <w:rPr>
          <w:rFonts w:ascii="Verdana Pro Light" w:eastAsia="Arial Unicode MS" w:hAnsi="Verdana Pro Light" w:cs="Times New Roman"/>
        </w:rPr>
      </w:pPr>
    </w:p>
    <w:p w14:paraId="039066AE" w14:textId="77777777" w:rsidR="000023F9" w:rsidRDefault="000023F9" w:rsidP="0035577B">
      <w:pPr>
        <w:rPr>
          <w:rFonts w:ascii="Verdana Pro Light" w:eastAsia="Arial Unicode MS" w:hAnsi="Verdana Pro Light" w:cs="Times New Roman"/>
        </w:rPr>
      </w:pPr>
    </w:p>
    <w:p w14:paraId="3A85FEAA" w14:textId="77777777" w:rsidR="000023F9" w:rsidRDefault="000023F9" w:rsidP="0035577B">
      <w:pPr>
        <w:rPr>
          <w:rFonts w:ascii="Verdana Pro Light" w:eastAsia="Arial Unicode MS" w:hAnsi="Verdana Pro Light" w:cs="Times New Roman"/>
        </w:rPr>
      </w:pPr>
    </w:p>
    <w:p w14:paraId="0747F4D9" w14:textId="77777777" w:rsidR="000023F9" w:rsidRDefault="000023F9" w:rsidP="0035577B">
      <w:pPr>
        <w:rPr>
          <w:rFonts w:ascii="Verdana Pro Light" w:eastAsia="Arial Unicode MS" w:hAnsi="Verdana Pro Light" w:cs="Times New Roman"/>
        </w:rPr>
      </w:pPr>
    </w:p>
    <w:p w14:paraId="13CED07F" w14:textId="77777777" w:rsidR="000023F9" w:rsidRDefault="000023F9" w:rsidP="0035577B">
      <w:pPr>
        <w:rPr>
          <w:rFonts w:ascii="Verdana Pro Light" w:eastAsia="Arial Unicode MS" w:hAnsi="Verdana Pro Light" w:cs="Times New Roman"/>
        </w:rPr>
      </w:pPr>
    </w:p>
    <w:p w14:paraId="1705A73B" w14:textId="77777777" w:rsidR="000023F9" w:rsidRDefault="000023F9" w:rsidP="0035577B">
      <w:pPr>
        <w:rPr>
          <w:rFonts w:ascii="Verdana Pro Light" w:eastAsia="Arial Unicode MS" w:hAnsi="Verdana Pro Light" w:cs="Times New Roman"/>
        </w:rPr>
      </w:pPr>
    </w:p>
    <w:p w14:paraId="5BD38F76" w14:textId="77777777" w:rsidR="00BE780A" w:rsidRDefault="00BE780A" w:rsidP="0035577B">
      <w:pPr>
        <w:rPr>
          <w:rFonts w:ascii="Verdana Pro Light" w:eastAsia="Arial Unicode MS" w:hAnsi="Verdana Pro Light" w:cs="Times New Roman"/>
        </w:rPr>
      </w:pPr>
    </w:p>
    <w:p w14:paraId="785FBD73" w14:textId="77777777" w:rsidR="00BE780A" w:rsidRDefault="00BE780A" w:rsidP="0035577B">
      <w:pPr>
        <w:rPr>
          <w:rFonts w:ascii="Verdana Pro Light" w:eastAsia="Arial Unicode MS" w:hAnsi="Verdana Pro Light" w:cs="Times New Roman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0023F9" w:rsidRPr="00136AD8" w14:paraId="0D439BBD" w14:textId="77777777" w:rsidTr="00C1323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9F9C527" w14:textId="06DDB98E" w:rsidR="000023F9" w:rsidRPr="006021AD" w:rsidRDefault="000023F9" w:rsidP="00C1323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</w:pPr>
            <w:r w:rsidRPr="006021AD">
              <w:rPr>
                <w:rFonts w:ascii="Verdana Pro Light" w:eastAsia="Arial Unicode MS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0000/00</w:t>
            </w:r>
            <w:r w:rsidR="00F42399" w:rsidRPr="006021AD">
              <w:rPr>
                <w:rFonts w:ascii="Verdana Pro Light" w:eastAsia="Arial Unicode MS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2</w:t>
            </w:r>
            <w:r w:rsidR="00532BAF">
              <w:rPr>
                <w:rFonts w:ascii="Verdana Pro Light" w:eastAsia="Arial Unicode MS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E0D3F55" w14:textId="709682A2" w:rsidR="000023F9" w:rsidRPr="006021AD" w:rsidRDefault="00B00CB4" w:rsidP="00C1323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</w:pPr>
            <w:r w:rsidRPr="006021AD">
              <w:rPr>
                <w:rFonts w:ascii="Verdana Pro Light" w:eastAsia="Arial Unicode MS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 xml:space="preserve">Implementar as normas </w:t>
            </w:r>
            <w:r w:rsidR="002172ED" w:rsidRPr="006021AD">
              <w:rPr>
                <w:rFonts w:ascii="Verdana Pro Light" w:eastAsia="Arial Unicode MS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de segurança e saúde no trabalho</w:t>
            </w:r>
            <w:r w:rsidR="00346B4E">
              <w:rPr>
                <w:rFonts w:ascii="Verdana Pro Light" w:eastAsia="Arial Unicode MS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 xml:space="preserve"> no setor da dança</w:t>
            </w:r>
          </w:p>
        </w:tc>
      </w:tr>
    </w:tbl>
    <w:p w14:paraId="75BA5EE0" w14:textId="339B81E8" w:rsidR="000023F9" w:rsidRDefault="000023F9" w:rsidP="000023F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="00A50F3C"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,5</w:t>
      </w:r>
    </w:p>
    <w:p w14:paraId="09D6A094" w14:textId="37FCAC34" w:rsidR="000023F9" w:rsidRPr="003200F2" w:rsidRDefault="000023F9" w:rsidP="000023F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: </w:t>
      </w:r>
      <w:r w:rsidR="00A50F3C">
        <w:rPr>
          <w:rFonts w:ascii="Verdana Pro Light" w:eastAsia="Arial Unicode MS" w:hAnsi="Verdana Pro Light" w:cs="Times New Roman"/>
          <w:smallCaps/>
          <w:sz w:val="20"/>
        </w:rPr>
        <w:t>25</w:t>
      </w:r>
      <w:r>
        <w:rPr>
          <w:rFonts w:ascii="Verdana Pro Light" w:eastAsia="Arial Unicode MS" w:hAnsi="Verdana Pro Light" w:cs="Times New Roman"/>
          <w:smallCaps/>
          <w:sz w:val="20"/>
        </w:rPr>
        <w:t>h</w:t>
      </w:r>
    </w:p>
    <w:tbl>
      <w:tblPr>
        <w:tblW w:w="9928" w:type="dxa"/>
        <w:tblInd w:w="-108" w:type="dxa"/>
        <w:tblLook w:val="04A0" w:firstRow="1" w:lastRow="0" w:firstColumn="1" w:lastColumn="0" w:noHBand="0" w:noVBand="1"/>
      </w:tblPr>
      <w:tblGrid>
        <w:gridCol w:w="108"/>
        <w:gridCol w:w="3258"/>
        <w:gridCol w:w="144"/>
        <w:gridCol w:w="2976"/>
        <w:gridCol w:w="177"/>
        <w:gridCol w:w="3226"/>
        <w:gridCol w:w="39"/>
      </w:tblGrid>
      <w:tr w:rsidR="000023F9" w:rsidRPr="00136AD8" w14:paraId="31EDF7A5" w14:textId="77777777" w:rsidTr="002A5690">
        <w:trPr>
          <w:gridBefore w:val="1"/>
          <w:wBefore w:w="108" w:type="dxa"/>
          <w:trHeight w:val="274"/>
        </w:trPr>
        <w:tc>
          <w:tcPr>
            <w:tcW w:w="9820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9DB0225" w14:textId="77777777" w:rsidR="000023F9" w:rsidRPr="001B353A" w:rsidRDefault="000023F9" w:rsidP="00C1323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0023F9" w:rsidRPr="00136AD8" w14:paraId="65678927" w14:textId="77777777" w:rsidTr="002A5690">
        <w:trPr>
          <w:gridBefore w:val="1"/>
          <w:wBefore w:w="108" w:type="dxa"/>
        </w:trPr>
        <w:tc>
          <w:tcPr>
            <w:tcW w:w="982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51BECA" w14:textId="11A98095" w:rsidR="00A57B15" w:rsidRPr="00A57B15" w:rsidRDefault="00A57B15" w:rsidP="00A57B1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57B15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 Analisar os princípios gerais sobre segurança e saúde no trabalho</w:t>
            </w:r>
          </w:p>
          <w:p w14:paraId="4CF4C648" w14:textId="37587102" w:rsidR="000023F9" w:rsidRPr="0006082E" w:rsidRDefault="00A57B15" w:rsidP="00A57B15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57B15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 Aplicar medidas e procedimentos de segurança e saúde no trabalh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o</w:t>
            </w:r>
            <w:r w:rsidR="000023F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</w:tc>
      </w:tr>
      <w:tr w:rsidR="000023F9" w:rsidRPr="00136AD8" w14:paraId="2EDCD37E" w14:textId="77777777" w:rsidTr="002A5690">
        <w:trPr>
          <w:gridBefore w:val="1"/>
          <w:wBefore w:w="108" w:type="dxa"/>
          <w:trHeight w:val="296"/>
        </w:trPr>
        <w:tc>
          <w:tcPr>
            <w:tcW w:w="340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0058491" w14:textId="77777777" w:rsidR="000023F9" w:rsidRPr="001B353A" w:rsidRDefault="000023F9" w:rsidP="00C1323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EBBA1FD" w14:textId="77777777" w:rsidR="000023F9" w:rsidRPr="001B353A" w:rsidRDefault="000023F9" w:rsidP="00C1323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F4255A7" w14:textId="77777777" w:rsidR="000023F9" w:rsidRPr="001B353A" w:rsidRDefault="000023F9" w:rsidP="00C1323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2A5690" w14:paraId="42596996" w14:textId="77777777" w:rsidTr="003A0475">
        <w:trPr>
          <w:gridAfter w:val="1"/>
          <w:wAfter w:w="39" w:type="dxa"/>
          <w:trHeight w:val="2120"/>
        </w:trPr>
        <w:tc>
          <w:tcPr>
            <w:tcW w:w="336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tcMar>
              <w:left w:w="105" w:type="dxa"/>
              <w:right w:w="105" w:type="dxa"/>
            </w:tcMar>
          </w:tcPr>
          <w:p w14:paraId="507B54EA" w14:textId="77777777" w:rsidR="002A5690" w:rsidRPr="003A0475" w:rsidRDefault="002A5690" w:rsidP="003A047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A04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Princípios de segurança e saúde no trabalho.</w:t>
            </w:r>
          </w:p>
          <w:p w14:paraId="26756A5A" w14:textId="78B5CE19" w:rsidR="002A5690" w:rsidRPr="003A0475" w:rsidRDefault="002A5690" w:rsidP="003A047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A04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Normas e disposições relativas à segurança e saúde </w:t>
            </w:r>
            <w:r w:rsidR="003A0475" w:rsidRPr="003A04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 setor da dança</w:t>
            </w:r>
            <w:r w:rsidRPr="003A04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– legislação.</w:t>
            </w:r>
          </w:p>
          <w:p w14:paraId="017DD444" w14:textId="77777777" w:rsidR="002A5690" w:rsidRPr="003A0475" w:rsidRDefault="002A5690" w:rsidP="003A047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A04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segurança do estabelecimento.</w:t>
            </w:r>
          </w:p>
          <w:p w14:paraId="5344F8D0" w14:textId="77777777" w:rsidR="002A5690" w:rsidRPr="003A0475" w:rsidRDefault="002A5690" w:rsidP="003A047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A04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prevenção de acidentes.</w:t>
            </w:r>
          </w:p>
          <w:p w14:paraId="180A21AD" w14:textId="77777777" w:rsidR="002A5690" w:rsidRPr="003A0475" w:rsidRDefault="002A5690" w:rsidP="003A047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A04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prevenção de incêndios.</w:t>
            </w:r>
          </w:p>
          <w:p w14:paraId="57BAAE2E" w14:textId="77777777" w:rsidR="002A5690" w:rsidRPr="003A0475" w:rsidRDefault="002A5690" w:rsidP="003A047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A04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de evacuação.</w:t>
            </w:r>
          </w:p>
          <w:p w14:paraId="2FB90DBA" w14:textId="77777777" w:rsidR="002A5690" w:rsidRPr="003A0475" w:rsidRDefault="002A5690" w:rsidP="003A047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A04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Plano contra roubos.</w:t>
            </w:r>
          </w:p>
          <w:p w14:paraId="69506B70" w14:textId="77777777" w:rsidR="002A5690" w:rsidRPr="003A0475" w:rsidRDefault="002A5690" w:rsidP="003A047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A04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Manuais de segurança.</w:t>
            </w:r>
          </w:p>
          <w:p w14:paraId="4D36A3D8" w14:textId="4B10EDB6" w:rsidR="002A5690" w:rsidRPr="003A0475" w:rsidRDefault="002A5690" w:rsidP="003A047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A04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Meios e regras de segurança</w:t>
            </w:r>
            <w:r w:rsidR="003A0475" w:rsidRPr="003A04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no setor da dança</w:t>
            </w:r>
          </w:p>
          <w:p w14:paraId="44386E7C" w14:textId="77777777" w:rsidR="002A5690" w:rsidRPr="003A0475" w:rsidRDefault="002A5690" w:rsidP="003A047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A04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Equipamentos de proteção individual (EPI), métodos de supressão da negligência e falta de atenção, proteção de máquinas e ergonomia.</w:t>
            </w:r>
          </w:p>
          <w:p w14:paraId="43F35CCB" w14:textId="77777777" w:rsidR="002A5690" w:rsidRPr="003A0475" w:rsidRDefault="002A5690" w:rsidP="003A047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A04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Regras de segurança na condução de equipamento e na movimentação de materiais - normas do vestuário, prevenção de choques elétricos, movimentação de peças pesadas. </w:t>
            </w:r>
          </w:p>
          <w:p w14:paraId="6A3BB81A" w14:textId="77777777" w:rsidR="002A5690" w:rsidRPr="003A0475" w:rsidRDefault="002A5690" w:rsidP="003A047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A04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Causas de acidentes no trabalho - acidentes de movimentação, choques e quedas, acidentes provocados por ferramentas e máquinas em movimento, choques elétricos, acidentes provocados por agentes químicos e gases, queimaduras.</w:t>
            </w:r>
          </w:p>
          <w:p w14:paraId="1012ADEA" w14:textId="77777777" w:rsidR="002A5690" w:rsidRPr="003A0475" w:rsidRDefault="002A5690" w:rsidP="003A047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A04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Caixa de primeiros socorros.</w:t>
            </w:r>
          </w:p>
          <w:p w14:paraId="37A6B623" w14:textId="77777777" w:rsidR="002A5690" w:rsidRPr="003A0475" w:rsidRDefault="002A5690" w:rsidP="003A047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A04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Situações de emergência - perda de sentidos, feridas aberta e fechada, queimadura, choque </w:t>
            </w:r>
            <w:r w:rsidRPr="003A04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elétrico, eletrocussões, ataque cardíaco, entorses ou distensões, envenenamento, queimaduras.</w:t>
            </w:r>
          </w:p>
          <w:p w14:paraId="11A6252C" w14:textId="77777777" w:rsidR="002A5690" w:rsidRPr="003A0475" w:rsidRDefault="002A5690" w:rsidP="003A047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A04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Causas de incêndio - sistema de aquecimento e cozedura, chaminé e tubos de fumo, materiais inflamáveis, aparelhos elétricos, trabalhadores e outras pessoas fumadoras.</w:t>
            </w:r>
          </w:p>
          <w:p w14:paraId="2DECD543" w14:textId="77777777" w:rsidR="002A5690" w:rsidRPr="003A0475" w:rsidRDefault="002A5690" w:rsidP="003A047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A04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incêndio.</w:t>
            </w:r>
          </w:p>
          <w:p w14:paraId="71BE41BB" w14:textId="77777777" w:rsidR="002A5690" w:rsidRPr="003A0475" w:rsidRDefault="002A5690" w:rsidP="003A047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A04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Sistemas de deteção. </w:t>
            </w:r>
          </w:p>
          <w:p w14:paraId="2AEC8D55" w14:textId="77777777" w:rsidR="002A5690" w:rsidRPr="003A0475" w:rsidRDefault="002A5690" w:rsidP="003A047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A04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Tipos de extintores.</w:t>
            </w:r>
          </w:p>
          <w:p w14:paraId="4FF6CD05" w14:textId="77777777" w:rsidR="002A5690" w:rsidRPr="003A0475" w:rsidRDefault="002A5690" w:rsidP="003A047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A04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Incêndio - plano de ataque, manipulação de extintores, acionamento do sistema automático.</w:t>
            </w:r>
          </w:p>
          <w:p w14:paraId="4A241C2C" w14:textId="77777777" w:rsidR="002A5690" w:rsidRDefault="002A5690" w:rsidP="003A047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  <w:r w:rsidRPr="003A04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de extinção de incêndio de gás.</w:t>
            </w:r>
          </w:p>
        </w:tc>
        <w:tc>
          <w:tcPr>
            <w:tcW w:w="31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tcMar>
              <w:left w:w="105" w:type="dxa"/>
              <w:right w:w="105" w:type="dxa"/>
            </w:tcMar>
          </w:tcPr>
          <w:p w14:paraId="66599847" w14:textId="77777777" w:rsidR="002A5690" w:rsidRPr="003A0475" w:rsidRDefault="002A5690" w:rsidP="003A047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A04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Identificar as normas relativas à segurança e saúde no trabalho.</w:t>
            </w:r>
          </w:p>
          <w:p w14:paraId="1633C2E6" w14:textId="77777777" w:rsidR="002A5690" w:rsidRPr="003A0475" w:rsidRDefault="002A5690" w:rsidP="003A047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A04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Interpretar o plano de segurança do estabelecimento.</w:t>
            </w:r>
          </w:p>
          <w:p w14:paraId="5AC8A2A2" w14:textId="77777777" w:rsidR="002A5690" w:rsidRPr="003A0475" w:rsidRDefault="002A5690" w:rsidP="003A047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A04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os manuais de segurança.</w:t>
            </w:r>
          </w:p>
          <w:p w14:paraId="5E13F9B7" w14:textId="77777777" w:rsidR="002A5690" w:rsidRPr="003A0475" w:rsidRDefault="002A5690" w:rsidP="003A047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A04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medidas de prevenção do risco.</w:t>
            </w:r>
          </w:p>
          <w:p w14:paraId="3F5FCBA7" w14:textId="77777777" w:rsidR="002A5690" w:rsidRPr="003A0475" w:rsidRDefault="002A5690" w:rsidP="003A047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A04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os procedimentos em caso de acidente de trabalho.</w:t>
            </w:r>
          </w:p>
          <w:p w14:paraId="5914AE44" w14:textId="77777777" w:rsidR="002A5690" w:rsidRPr="003A0475" w:rsidRDefault="002A5690" w:rsidP="003A047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A04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os procedimentos de emergência.</w:t>
            </w:r>
          </w:p>
          <w:p w14:paraId="096E566D" w14:textId="77777777" w:rsidR="002A5690" w:rsidRPr="003A0475" w:rsidRDefault="002A5690" w:rsidP="003A047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A04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medidas de prevenção de roubo.</w:t>
            </w:r>
          </w:p>
          <w:p w14:paraId="68F64067" w14:textId="77777777" w:rsidR="002A5690" w:rsidRPr="003A0475" w:rsidRDefault="002A5690" w:rsidP="003A047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A04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Distinguir os diferentes tipos de incêndio e respetivos sistemas de deteção e de extinção.</w:t>
            </w:r>
          </w:p>
          <w:p w14:paraId="4A11A115" w14:textId="77777777" w:rsidR="002A5690" w:rsidRPr="003A0475" w:rsidRDefault="002A5690" w:rsidP="003A047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A04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medidas de prevenção de incêndios.</w:t>
            </w:r>
          </w:p>
          <w:p w14:paraId="215D9186" w14:textId="77777777" w:rsidR="002A5690" w:rsidRPr="003A0475" w:rsidRDefault="002A5690" w:rsidP="003A047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A04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o extintor.</w:t>
            </w:r>
          </w:p>
          <w:p w14:paraId="1DA494ED" w14:textId="77777777" w:rsidR="002A5690" w:rsidRPr="003A0475" w:rsidRDefault="002A5690" w:rsidP="003A047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A04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equipamentos de proteção individual.</w:t>
            </w:r>
          </w:p>
          <w:p w14:paraId="4DF21A5E" w14:textId="77777777" w:rsidR="002A5690" w:rsidRPr="003A0475" w:rsidRDefault="002A5690" w:rsidP="003A047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A04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Reportar a </w:t>
            </w:r>
            <w:proofErr w:type="gramStart"/>
            <w:r w:rsidRPr="003A04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situação de emergência</w:t>
            </w:r>
            <w:proofErr w:type="gramEnd"/>
            <w:r w:rsidRPr="003A04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.</w:t>
            </w:r>
          </w:p>
          <w:p w14:paraId="5BEA72EB" w14:textId="77777777" w:rsidR="002A5690" w:rsidRDefault="002A5690" w:rsidP="00E065AA">
            <w:pPr>
              <w:spacing w:before="120" w:after="0" w:line="276" w:lineRule="auto"/>
              <w:ind w:left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</w:p>
        </w:tc>
        <w:tc>
          <w:tcPr>
            <w:tcW w:w="3403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tcMar>
              <w:left w:w="105" w:type="dxa"/>
              <w:right w:w="105" w:type="dxa"/>
            </w:tcMar>
          </w:tcPr>
          <w:p w14:paraId="4C479B5B" w14:textId="77777777" w:rsidR="002A5690" w:rsidRPr="003A0475" w:rsidRDefault="002A5690" w:rsidP="003A047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A04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Responsabilidade pelas suas ações.</w:t>
            </w:r>
          </w:p>
          <w:p w14:paraId="721FC0CE" w14:textId="77777777" w:rsidR="002A5690" w:rsidRPr="003A0475" w:rsidRDefault="002A5690" w:rsidP="003A047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A04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 no âmbito das suas funções.</w:t>
            </w:r>
          </w:p>
          <w:p w14:paraId="47349B5E" w14:textId="77777777" w:rsidR="002A5690" w:rsidRPr="003A0475" w:rsidRDefault="002A5690" w:rsidP="003A047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A04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Autocontrolo.</w:t>
            </w:r>
          </w:p>
          <w:p w14:paraId="48393ACB" w14:textId="77777777" w:rsidR="002A5690" w:rsidRPr="003A0475" w:rsidRDefault="002A5690" w:rsidP="003A047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A04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Sentido de organização.</w:t>
            </w:r>
          </w:p>
          <w:p w14:paraId="569148D3" w14:textId="77777777" w:rsidR="002A5690" w:rsidRPr="003A0475" w:rsidRDefault="002A5690" w:rsidP="003A047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A04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equipa.</w:t>
            </w:r>
          </w:p>
          <w:p w14:paraId="1EA3A0A5" w14:textId="77777777" w:rsidR="002A5690" w:rsidRPr="003A0475" w:rsidRDefault="002A5690" w:rsidP="003A0475">
            <w:pPr>
              <w:numPr>
                <w:ilvl w:val="0"/>
                <w:numId w:val="4"/>
              </w:numPr>
              <w:spacing w:before="120" w:after="0" w:line="276" w:lineRule="auto"/>
              <w:ind w:left="215" w:hanging="21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A047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Respeito pelas normas de segurança.</w:t>
            </w:r>
          </w:p>
          <w:p w14:paraId="06569331" w14:textId="77777777" w:rsidR="002A5690" w:rsidRDefault="002A5690" w:rsidP="00E065AA">
            <w:pPr>
              <w:spacing w:before="120" w:after="0" w:line="276" w:lineRule="auto"/>
              <w:ind w:left="215"/>
              <w:rPr>
                <w:rFonts w:ascii="Verdana Pro Light" w:eastAsia="Verdana Pro Light" w:hAnsi="Verdana Pro Light" w:cs="Verdana Pro Light"/>
                <w:sz w:val="18"/>
                <w:szCs w:val="18"/>
              </w:rPr>
            </w:pPr>
          </w:p>
        </w:tc>
      </w:tr>
    </w:tbl>
    <w:p w14:paraId="1CED8ACA" w14:textId="77777777" w:rsidR="000023F9" w:rsidRDefault="000023F9" w:rsidP="000023F9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5FF21C0E" w14:textId="77777777" w:rsidR="000023F9" w:rsidRDefault="000023F9" w:rsidP="000023F9">
      <w:pPr>
        <w:rPr>
          <w:rFonts w:ascii="Verdana Pro Light" w:hAnsi="Verdana Pro Light"/>
          <w:smallCaps/>
        </w:rPr>
      </w:pPr>
    </w:p>
    <w:p w14:paraId="13446EEA" w14:textId="77777777" w:rsidR="002A5690" w:rsidRDefault="002A5690" w:rsidP="000023F9">
      <w:pPr>
        <w:rPr>
          <w:rFonts w:ascii="Verdana Pro Light" w:hAnsi="Verdana Pro Light"/>
          <w:smallCaps/>
        </w:rPr>
      </w:pPr>
    </w:p>
    <w:p w14:paraId="4BE0A8F1" w14:textId="77777777" w:rsidR="002A5690" w:rsidRDefault="002A5690" w:rsidP="000023F9">
      <w:pPr>
        <w:rPr>
          <w:rFonts w:ascii="Verdana Pro Light" w:hAnsi="Verdana Pro Light"/>
          <w:smallCaps/>
        </w:rPr>
      </w:pPr>
    </w:p>
    <w:p w14:paraId="074EF8C3" w14:textId="77777777" w:rsidR="002A5690" w:rsidRDefault="002A5690" w:rsidP="000023F9">
      <w:pPr>
        <w:rPr>
          <w:rFonts w:ascii="Verdana Pro Light" w:hAnsi="Verdana Pro Light"/>
          <w:smallCaps/>
        </w:rPr>
      </w:pPr>
    </w:p>
    <w:p w14:paraId="46F28C63" w14:textId="77777777" w:rsidR="002A5690" w:rsidRDefault="002A5690" w:rsidP="000023F9">
      <w:pPr>
        <w:rPr>
          <w:rFonts w:ascii="Verdana Pro Light" w:hAnsi="Verdana Pro Light"/>
          <w:smallCaps/>
        </w:rPr>
      </w:pPr>
    </w:p>
    <w:p w14:paraId="4ACF2632" w14:textId="77777777" w:rsidR="002A5690" w:rsidRDefault="002A5690" w:rsidP="000023F9">
      <w:pPr>
        <w:rPr>
          <w:rFonts w:ascii="Verdana Pro Light" w:hAnsi="Verdana Pro Light"/>
          <w:smallCaps/>
        </w:rPr>
      </w:pPr>
    </w:p>
    <w:p w14:paraId="7DA97538" w14:textId="77777777" w:rsidR="002A5690" w:rsidRDefault="002A5690" w:rsidP="000023F9">
      <w:pPr>
        <w:rPr>
          <w:rFonts w:ascii="Verdana Pro Light" w:hAnsi="Verdana Pro Light"/>
          <w:smallCaps/>
        </w:rPr>
      </w:pPr>
    </w:p>
    <w:p w14:paraId="2F4F7C0E" w14:textId="77777777" w:rsidR="002A5690" w:rsidRDefault="002A5690" w:rsidP="000023F9">
      <w:pPr>
        <w:rPr>
          <w:rFonts w:ascii="Verdana Pro Light" w:hAnsi="Verdana Pro Light"/>
          <w:smallCaps/>
        </w:rPr>
      </w:pPr>
    </w:p>
    <w:p w14:paraId="7ECF43A8" w14:textId="77777777" w:rsidR="002A5690" w:rsidRDefault="002A5690" w:rsidP="000023F9">
      <w:pPr>
        <w:rPr>
          <w:rFonts w:ascii="Verdana Pro Light" w:hAnsi="Verdana Pro Light"/>
          <w:smallCaps/>
        </w:rPr>
      </w:pPr>
    </w:p>
    <w:p w14:paraId="323141DD" w14:textId="77777777" w:rsidR="002A5690" w:rsidRDefault="002A5690" w:rsidP="000023F9">
      <w:pPr>
        <w:rPr>
          <w:rFonts w:ascii="Verdana Pro Light" w:hAnsi="Verdana Pro Light"/>
          <w:smallCaps/>
        </w:rPr>
      </w:pPr>
    </w:p>
    <w:p w14:paraId="0DD6F0FF" w14:textId="77777777" w:rsidR="002A5690" w:rsidRDefault="002A5690" w:rsidP="000023F9">
      <w:pPr>
        <w:rPr>
          <w:rFonts w:ascii="Verdana Pro Light" w:hAnsi="Verdana Pro Light"/>
          <w:smallCaps/>
        </w:rPr>
      </w:pPr>
    </w:p>
    <w:p w14:paraId="28CE55BE" w14:textId="77777777" w:rsidR="002A5690" w:rsidRDefault="002A5690" w:rsidP="000023F9">
      <w:pPr>
        <w:rPr>
          <w:rFonts w:ascii="Verdana Pro Light" w:hAnsi="Verdana Pro Light"/>
          <w:smallCaps/>
        </w:rPr>
      </w:pPr>
    </w:p>
    <w:p w14:paraId="62EB104E" w14:textId="77777777" w:rsidR="002A5690" w:rsidRDefault="002A5690" w:rsidP="000023F9">
      <w:pPr>
        <w:rPr>
          <w:rFonts w:ascii="Verdana Pro Light" w:hAnsi="Verdana Pro Light"/>
          <w:smallCaps/>
        </w:rPr>
      </w:pPr>
    </w:p>
    <w:p w14:paraId="3D187F2D" w14:textId="77777777" w:rsidR="002A5690" w:rsidRDefault="002A5690" w:rsidP="000023F9">
      <w:pPr>
        <w:rPr>
          <w:rFonts w:ascii="Verdana Pro Light" w:hAnsi="Verdana Pro Light"/>
          <w:smallCaps/>
        </w:rPr>
      </w:pPr>
    </w:p>
    <w:p w14:paraId="26990AF1" w14:textId="77777777" w:rsidR="002A5690" w:rsidRDefault="002A5690" w:rsidP="000023F9">
      <w:pPr>
        <w:rPr>
          <w:rFonts w:ascii="Verdana Pro Light" w:hAnsi="Verdana Pro Light"/>
          <w:smallCaps/>
        </w:rPr>
      </w:pPr>
    </w:p>
    <w:p w14:paraId="7EE6FC58" w14:textId="77777777" w:rsidR="002A5690" w:rsidRDefault="002A5690" w:rsidP="000023F9">
      <w:pPr>
        <w:rPr>
          <w:rFonts w:ascii="Verdana Pro Light" w:hAnsi="Verdana Pro Light"/>
          <w:smallCaps/>
        </w:rPr>
      </w:pPr>
    </w:p>
    <w:p w14:paraId="065DF2E4" w14:textId="77777777" w:rsidR="002A5690" w:rsidRDefault="002A5690" w:rsidP="000023F9">
      <w:pPr>
        <w:rPr>
          <w:rFonts w:ascii="Verdana Pro Light" w:hAnsi="Verdana Pro Light"/>
          <w:smallCaps/>
        </w:rPr>
      </w:pPr>
    </w:p>
    <w:p w14:paraId="586676AE" w14:textId="77777777" w:rsidR="002A5690" w:rsidRDefault="002A5690" w:rsidP="000023F9">
      <w:pPr>
        <w:rPr>
          <w:rFonts w:ascii="Verdana Pro Light" w:hAnsi="Verdana Pro Light"/>
          <w:smallCaps/>
        </w:rPr>
      </w:pPr>
    </w:p>
    <w:p w14:paraId="59E86140" w14:textId="77777777" w:rsidR="002A5690" w:rsidRDefault="002A5690" w:rsidP="000023F9">
      <w:pPr>
        <w:rPr>
          <w:rFonts w:ascii="Verdana Pro Light" w:hAnsi="Verdana Pro Light"/>
          <w:smallCaps/>
        </w:rPr>
      </w:pPr>
    </w:p>
    <w:p w14:paraId="4D838C85" w14:textId="77777777" w:rsidR="000023F9" w:rsidRPr="00F87025" w:rsidRDefault="000023F9" w:rsidP="000023F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4AB2A1FB" w14:textId="77777777" w:rsidR="000023F9" w:rsidRPr="00F20E6F" w:rsidRDefault="000023F9" w:rsidP="000023F9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0D1D3D63" w14:textId="77777777" w:rsidR="008708C7" w:rsidRPr="008708C7" w:rsidRDefault="008708C7" w:rsidP="008708C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708C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Considerando os tipos de risco existentes no posto de trabalho e respetivas medidas de segurança e preventivas.</w:t>
      </w:r>
    </w:p>
    <w:p w14:paraId="35C8C732" w14:textId="77777777" w:rsidR="008708C7" w:rsidRPr="008708C7" w:rsidRDefault="008708C7" w:rsidP="008708C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708C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CD2. Cumprindo as medidas de atuação em </w:t>
      </w:r>
      <w:proofErr w:type="gramStart"/>
      <w:r w:rsidRPr="008708C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situação de emergência</w:t>
      </w:r>
      <w:proofErr w:type="gramEnd"/>
      <w:r w:rsidRPr="008708C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</w:p>
    <w:p w14:paraId="150005A8" w14:textId="06AC2DB9" w:rsidR="000023F9" w:rsidRPr="0064164C" w:rsidRDefault="008708C7" w:rsidP="008708C7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8708C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Respeitando o protocolo interno definido</w:t>
      </w:r>
      <w:r w:rsidR="000023F9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  <w:t xml:space="preserve"> </w:t>
      </w:r>
    </w:p>
    <w:p w14:paraId="3CE5B9C0" w14:textId="754E8D9E" w:rsidR="000023F9" w:rsidRDefault="000023F9" w:rsidP="000023F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</w:t>
      </w:r>
      <w:r w:rsidR="008708C7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4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46C26E6D" w14:textId="57A8EC4E" w:rsidR="008708C7" w:rsidRPr="0064164C" w:rsidRDefault="008708C7" w:rsidP="000023F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</w:p>
    <w:p w14:paraId="5413CBAC" w14:textId="77777777" w:rsidR="000023F9" w:rsidRPr="00136AD8" w:rsidRDefault="000023F9" w:rsidP="000023F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67965EC" w14:textId="77777777" w:rsidR="000023F9" w:rsidRPr="00F87025" w:rsidRDefault="000023F9" w:rsidP="000023F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0E81817E" w14:textId="77777777" w:rsidR="003C223F" w:rsidRPr="00660150" w:rsidRDefault="003C223F" w:rsidP="003C223F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Académico: Participação em aulas, workshops e seminários em diferentes contextos académicos e educativos</w:t>
      </w:r>
    </w:p>
    <w:p w14:paraId="19517BD8" w14:textId="77777777" w:rsidR="003C223F" w:rsidRDefault="003C223F" w:rsidP="003C223F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Artístico e Profissional: Participação em espetáculos de dança, eventos performativos 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660150">
        <w:rPr>
          <w:rFonts w:ascii="Verdana Pro Light" w:eastAsia="Arial Unicode MS" w:hAnsi="Verdana Pro Light" w:cs="Arial Unicode MS"/>
          <w:sz w:val="18"/>
          <w:szCs w:val="18"/>
        </w:rPr>
        <w:t>concursos de dança</w:t>
      </w:r>
    </w:p>
    <w:p w14:paraId="6608C25E" w14:textId="77777777" w:rsidR="003C223F" w:rsidRPr="00660150" w:rsidRDefault="003C223F" w:rsidP="003C223F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Atividades ligadas às profissões da dança, nos domínios artístico, educativo, lúdico e inclusivo.</w:t>
      </w:r>
    </w:p>
    <w:p w14:paraId="0B0C184B" w14:textId="77777777" w:rsidR="0022426B" w:rsidRPr="002A28C4" w:rsidRDefault="0022426B" w:rsidP="0022426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CA2126C" w14:textId="77777777" w:rsidR="000023F9" w:rsidRPr="00984B30" w:rsidRDefault="000023F9" w:rsidP="000023F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0A98211" w14:textId="77777777" w:rsidR="000023F9" w:rsidRPr="00984B30" w:rsidRDefault="000023F9" w:rsidP="000023F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1EF8EEE" w14:textId="77777777" w:rsidR="000023F9" w:rsidRPr="00984B30" w:rsidRDefault="000023F9" w:rsidP="000023F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E4B289D" w14:textId="77777777" w:rsidR="000023F9" w:rsidRPr="00051C79" w:rsidRDefault="000023F9" w:rsidP="000023F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461D517" w14:textId="77777777" w:rsidR="000023F9" w:rsidRPr="00F87025" w:rsidRDefault="000023F9" w:rsidP="000023F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2FA30380" w14:textId="27485F95" w:rsidR="00314D3E" w:rsidRPr="00314D3E" w:rsidRDefault="00314D3E" w:rsidP="00314D3E">
      <w:pPr>
        <w:spacing w:before="120" w:after="0" w:line="276" w:lineRule="auto"/>
        <w:rPr>
          <w:rFonts w:ascii="Verdana Pro Light" w:eastAsia="Verdana Pro Light" w:hAnsi="Verdana Pro Light" w:cs="Verdana Pro Light"/>
          <w:color w:val="000000" w:themeColor="text1"/>
          <w:sz w:val="18"/>
          <w:szCs w:val="18"/>
        </w:rPr>
      </w:pPr>
      <w:r w:rsidRPr="00314D3E">
        <w:rPr>
          <w:rFonts w:ascii="Verdana Pro Light" w:eastAsia="Verdana Pro Light" w:hAnsi="Verdana Pro Light" w:cs="Verdana Pro Light"/>
          <w:i/>
          <w:iCs/>
          <w:color w:val="000000" w:themeColor="text1"/>
          <w:sz w:val="18"/>
          <w:szCs w:val="18"/>
        </w:rPr>
        <w:t>Implementar as normas de segurança e saúde no trabalho no setor da dança:</w:t>
      </w:r>
    </w:p>
    <w:p w14:paraId="5633BE81" w14:textId="2920F1FD" w:rsidR="00A71154" w:rsidRPr="00A71154" w:rsidRDefault="00A71154" w:rsidP="003A047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A71154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1A204B7C" w14:textId="6FF0523F" w:rsidR="00A71154" w:rsidRPr="00A71154" w:rsidRDefault="00A71154" w:rsidP="003A047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A71154">
        <w:rPr>
          <w:rFonts w:ascii="Verdana Pro Light" w:eastAsia="Arial Unicode MS" w:hAnsi="Verdana Pro Light" w:cs="Arial Unicode MS"/>
          <w:sz w:val="18"/>
          <w:szCs w:val="18"/>
        </w:rPr>
        <w:t>Legislação sobre segurança e saúde no trabalho</w:t>
      </w:r>
    </w:p>
    <w:p w14:paraId="63FC9EC0" w14:textId="719024D5" w:rsidR="00A71154" w:rsidRPr="00A71154" w:rsidRDefault="00A71154" w:rsidP="003A047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A71154">
        <w:rPr>
          <w:rFonts w:ascii="Verdana Pro Light" w:eastAsia="Arial Unicode MS" w:hAnsi="Verdana Pro Light" w:cs="Arial Unicode MS"/>
          <w:sz w:val="18"/>
          <w:szCs w:val="18"/>
        </w:rPr>
        <w:t>Normativos específicos de segurança e saúde no trabalho</w:t>
      </w:r>
    </w:p>
    <w:p w14:paraId="6D630942" w14:textId="41E1F996" w:rsidR="00A71154" w:rsidRPr="00A71154" w:rsidRDefault="00A71154" w:rsidP="003A047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A71154">
        <w:rPr>
          <w:rFonts w:ascii="Verdana Pro Light" w:eastAsia="Arial Unicode MS" w:hAnsi="Verdana Pro Light" w:cs="Arial Unicode MS"/>
          <w:sz w:val="18"/>
          <w:szCs w:val="18"/>
        </w:rPr>
        <w:t>Documentação sobre segurança e saúde no trabalho (relatórios, folhetos, brochuras, outros)</w:t>
      </w:r>
    </w:p>
    <w:p w14:paraId="0B671D32" w14:textId="1530D33A" w:rsidR="00A71154" w:rsidRPr="00A71154" w:rsidRDefault="00A71154" w:rsidP="003A047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A71154">
        <w:rPr>
          <w:rFonts w:ascii="Verdana Pro Light" w:eastAsia="Arial Unicode MS" w:hAnsi="Verdana Pro Light" w:cs="Arial Unicode MS"/>
          <w:sz w:val="18"/>
          <w:szCs w:val="18"/>
        </w:rPr>
        <w:t>Equipamentos de proteção individual (EPI)</w:t>
      </w:r>
    </w:p>
    <w:p w14:paraId="0DD7B027" w14:textId="0D24027C" w:rsidR="00A71154" w:rsidRPr="00A71154" w:rsidRDefault="00A71154" w:rsidP="003A047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A71154">
        <w:rPr>
          <w:rFonts w:ascii="Verdana Pro Light" w:eastAsia="Arial Unicode MS" w:hAnsi="Verdana Pro Light" w:cs="Arial Unicode MS"/>
          <w:sz w:val="18"/>
          <w:szCs w:val="18"/>
        </w:rPr>
        <w:t>Planos de prevenção de acidentes, de incêndios, de evacuação e de roubo</w:t>
      </w:r>
    </w:p>
    <w:p w14:paraId="268D895C" w14:textId="397FFB2E" w:rsidR="00A71154" w:rsidRPr="00A71154" w:rsidRDefault="00A71154" w:rsidP="003A047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A71154">
        <w:rPr>
          <w:rFonts w:ascii="Verdana Pro Light" w:eastAsia="Arial Unicode MS" w:hAnsi="Verdana Pro Light" w:cs="Arial Unicode MS"/>
          <w:sz w:val="18"/>
          <w:szCs w:val="18"/>
        </w:rPr>
        <w:t>Planos de emergência</w:t>
      </w:r>
    </w:p>
    <w:p w14:paraId="32D44C15" w14:textId="77777777" w:rsidR="000023F9" w:rsidRPr="00501DC8" w:rsidRDefault="000023F9" w:rsidP="000023F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57799E6" w14:textId="77777777" w:rsidR="000023F9" w:rsidRPr="00501DC8" w:rsidRDefault="000023F9" w:rsidP="000023F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857BEFC" w14:textId="77777777" w:rsidR="000023F9" w:rsidRDefault="000023F9" w:rsidP="000023F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19E70B0" w14:textId="77777777" w:rsidR="000023F9" w:rsidRPr="003C223F" w:rsidRDefault="000023F9" w:rsidP="003C223F">
      <w:pPr>
        <w:pStyle w:val="PargrafodaLista"/>
        <w:spacing w:before="120" w:after="0" w:line="276" w:lineRule="auto"/>
        <w:ind w:left="426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F76F3B9" w14:textId="77777777" w:rsidR="000023F9" w:rsidRPr="00051C79" w:rsidRDefault="000023F9" w:rsidP="000023F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170C6DD" w14:textId="77777777" w:rsidR="000023F9" w:rsidRPr="00F87025" w:rsidRDefault="000023F9" w:rsidP="000023F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E89F123" w14:textId="77777777" w:rsidR="000023F9" w:rsidRPr="00051C79" w:rsidRDefault="000023F9" w:rsidP="000023F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CF4B849" w14:textId="77777777" w:rsidR="000023F9" w:rsidRPr="00136AD8" w:rsidRDefault="000023F9" w:rsidP="000023F9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134EAA01" w14:textId="77777777" w:rsidR="000023F9" w:rsidRPr="0035577B" w:rsidRDefault="000023F9" w:rsidP="000023F9">
      <w:pPr>
        <w:rPr>
          <w:rFonts w:ascii="Verdana Pro Light" w:eastAsia="Arial Unicode MS" w:hAnsi="Verdana Pro Light" w:cs="Times New Roman"/>
        </w:rPr>
      </w:pPr>
    </w:p>
    <w:p w14:paraId="4F05BB93" w14:textId="77777777" w:rsidR="000023F9" w:rsidRDefault="000023F9" w:rsidP="0035577B">
      <w:pPr>
        <w:rPr>
          <w:rFonts w:ascii="Verdana Pro Light" w:eastAsia="Arial Unicode MS" w:hAnsi="Verdana Pro Light" w:cs="Times New Roman"/>
        </w:rPr>
      </w:pPr>
    </w:p>
    <w:p w14:paraId="10BF577C" w14:textId="77777777" w:rsidR="002172ED" w:rsidRDefault="002172ED" w:rsidP="0035577B">
      <w:pPr>
        <w:rPr>
          <w:rFonts w:ascii="Verdana Pro Light" w:eastAsia="Arial Unicode MS" w:hAnsi="Verdana Pro Light" w:cs="Times New Roman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2172ED" w:rsidRPr="00136AD8" w14:paraId="449555B5" w14:textId="77777777" w:rsidTr="00C13238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85697A7" w14:textId="07816AD8" w:rsidR="002172ED" w:rsidRPr="00575A88" w:rsidRDefault="002172ED" w:rsidP="00C13238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</w:pPr>
            <w:r w:rsidRPr="00575A88">
              <w:rPr>
                <w:rFonts w:ascii="Verdana Pro Light" w:eastAsia="Arial Unicode MS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lastRenderedPageBreak/>
              <w:t>UC 0000/002</w:t>
            </w:r>
            <w:r w:rsidR="008268F8">
              <w:rPr>
                <w:rFonts w:ascii="Verdana Pro Light" w:eastAsia="Arial Unicode MS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D049A03" w14:textId="3B0EC868" w:rsidR="002172ED" w:rsidRPr="00575A88" w:rsidRDefault="00373069" w:rsidP="00C13238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</w:pPr>
            <w:r w:rsidRPr="00575A88">
              <w:rPr>
                <w:rFonts w:ascii="Verdana Pro Light" w:eastAsia="Arial Unicode MS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 xml:space="preserve">Comunicar e interagir em língua inglesa no </w:t>
            </w:r>
            <w:r w:rsidR="006B17F2">
              <w:rPr>
                <w:rFonts w:ascii="Verdana Pro Light" w:eastAsia="Arial Unicode MS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>setor</w:t>
            </w:r>
            <w:r w:rsidRPr="00575A88">
              <w:rPr>
                <w:rFonts w:ascii="Verdana Pro Light" w:eastAsia="Arial Unicode MS" w:hAnsi="Verdana Pro Light" w:cs="Times New Roman"/>
                <w:b/>
                <w:smallCaps/>
                <w:color w:val="C45911" w:themeColor="accent2" w:themeShade="BF"/>
                <w:sz w:val="18"/>
                <w:szCs w:val="18"/>
              </w:rPr>
              <w:t xml:space="preserve"> da dança</w:t>
            </w:r>
          </w:p>
        </w:tc>
      </w:tr>
    </w:tbl>
    <w:p w14:paraId="3005DAD2" w14:textId="77777777" w:rsidR="002172ED" w:rsidRDefault="002172ED" w:rsidP="002172ED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6BA86A80" w14:textId="77777777" w:rsidR="002172ED" w:rsidRPr="003200F2" w:rsidRDefault="002172ED" w:rsidP="002172ED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: </w:t>
      </w:r>
      <w:r>
        <w:rPr>
          <w:rFonts w:ascii="Verdana Pro Light" w:eastAsia="Arial Unicode MS" w:hAnsi="Verdana Pro Light" w:cs="Times New Roman"/>
          <w:smallCaps/>
          <w:sz w:val="20"/>
        </w:rPr>
        <w:t>50h</w:t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107"/>
        <w:gridCol w:w="3153"/>
        <w:gridCol w:w="3265"/>
      </w:tblGrid>
      <w:tr w:rsidR="002172ED" w:rsidRPr="00136AD8" w14:paraId="2E3E312E" w14:textId="77777777" w:rsidTr="006B17F2">
        <w:trPr>
          <w:trHeight w:val="274"/>
        </w:trPr>
        <w:tc>
          <w:tcPr>
            <w:tcW w:w="9820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70AA3E4" w14:textId="77777777" w:rsidR="002172ED" w:rsidRPr="001B353A" w:rsidRDefault="002172ED" w:rsidP="00C1323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2172ED" w:rsidRPr="00136AD8" w14:paraId="42182F69" w14:textId="77777777" w:rsidTr="006B17F2">
        <w:tc>
          <w:tcPr>
            <w:tcW w:w="98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8D2AD5" w14:textId="2B35A488" w:rsidR="00BA3807" w:rsidRPr="00BA3807" w:rsidRDefault="002172ED" w:rsidP="00BA380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BA3807" w:rsidRPr="00BA3807">
              <w:rPr>
                <w:rFonts w:ascii="Verdana Pro Light" w:eastAsia="Arial Unicode MS" w:hAnsi="Verdana Pro Light" w:cs="Arial Unicode MS"/>
                <w:sz w:val="18"/>
                <w:szCs w:val="18"/>
              </w:rPr>
              <w:t>Interpretar e selecionar informação especializada, verbal e não verbal, em suportes variados no</w:t>
            </w:r>
            <w:r w:rsidR="00E779B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setor da dança</w:t>
            </w:r>
          </w:p>
          <w:p w14:paraId="46B10D6D" w14:textId="7D33E16F" w:rsidR="00BA3807" w:rsidRPr="00BA3807" w:rsidRDefault="00BA3807" w:rsidP="00BA380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BA380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Transmitir enunciados orais coerentes no âmbito </w:t>
            </w:r>
            <w:r w:rsidR="00E779B9">
              <w:rPr>
                <w:rFonts w:ascii="Verdana Pro Light" w:eastAsia="Arial Unicode MS" w:hAnsi="Verdana Pro Light" w:cs="Arial Unicode MS"/>
                <w:sz w:val="18"/>
                <w:szCs w:val="18"/>
              </w:rPr>
              <w:t>do setor da dança</w:t>
            </w:r>
          </w:p>
          <w:p w14:paraId="1E0F0AA5" w14:textId="47BE9725" w:rsidR="002172ED" w:rsidRPr="0006082E" w:rsidRDefault="00BA3807" w:rsidP="00BA3807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BA380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Redigir textos articulados e coesos relacionados com </w:t>
            </w:r>
            <w:r w:rsidR="00E779B9">
              <w:rPr>
                <w:rFonts w:ascii="Verdana Pro Light" w:eastAsia="Arial Unicode MS" w:hAnsi="Verdana Pro Light" w:cs="Arial Unicode MS"/>
                <w:sz w:val="18"/>
                <w:szCs w:val="18"/>
              </w:rPr>
              <w:t>o setor da dança</w:t>
            </w:r>
          </w:p>
        </w:tc>
      </w:tr>
      <w:tr w:rsidR="002172ED" w:rsidRPr="00136AD8" w14:paraId="7D542C9C" w14:textId="77777777" w:rsidTr="006B17F2">
        <w:trPr>
          <w:trHeight w:val="296"/>
        </w:trPr>
        <w:tc>
          <w:tcPr>
            <w:tcW w:w="340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4DFB652" w14:textId="77777777" w:rsidR="002172ED" w:rsidRPr="001B353A" w:rsidRDefault="002172ED" w:rsidP="00C1323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15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5624634" w14:textId="77777777" w:rsidR="002172ED" w:rsidRPr="001B353A" w:rsidRDefault="002172ED" w:rsidP="00C1323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62BE746" w14:textId="77777777" w:rsidR="002172ED" w:rsidRPr="001B353A" w:rsidRDefault="002172ED" w:rsidP="00C13238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6B17F2" w:rsidRPr="00F057ED" w14:paraId="7542DCDF" w14:textId="77777777" w:rsidTr="006B17F2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63F168" w14:textId="07AEFE5B" w:rsidR="006B17F2" w:rsidRPr="00E779B9" w:rsidRDefault="006B17F2" w:rsidP="00E065AA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Léxico (vocabulário) – </w:t>
            </w:r>
            <w:r w:rsidR="00D455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 área da</w:t>
            </w:r>
            <w:r w:rsidR="00E779B9" w:rsidRPr="00E779B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dança</w:t>
            </w:r>
          </w:p>
          <w:p w14:paraId="7E3123BB" w14:textId="146BE89B" w:rsidR="006B17F2" w:rsidRPr="00F057ED" w:rsidRDefault="006B17F2" w:rsidP="00E065AA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Funções da linguagem</w:t>
            </w:r>
          </w:p>
          <w:p w14:paraId="3E34AE00" w14:textId="0AC73D95" w:rsidR="006B17F2" w:rsidRPr="00F057ED" w:rsidRDefault="006B17F2" w:rsidP="00E065AA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Estruturas do funcionamento da língua – sons, entoações e ritmos da língua, símbolos fonéticos; nomes, pronomes, adjetivos, advérbios, determinantes e artigos, elementos de ligação frásica, verbos</w:t>
            </w:r>
          </w:p>
          <w:p w14:paraId="06041397" w14:textId="1892243F" w:rsidR="006B17F2" w:rsidRPr="00F057ED" w:rsidRDefault="006B17F2" w:rsidP="00E065AA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Sintaxe</w:t>
            </w:r>
          </w:p>
          <w:p w14:paraId="6570364F" w14:textId="45C1E59D" w:rsidR="006B17F2" w:rsidRPr="00F057ED" w:rsidRDefault="006B17F2" w:rsidP="00E065AA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Fluência de leitura</w:t>
            </w:r>
          </w:p>
          <w:p w14:paraId="1CE06638" w14:textId="3A92952C" w:rsidR="006B17F2" w:rsidRPr="00F057ED" w:rsidRDefault="006B17F2" w:rsidP="00E065AA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Regras de produção de documentos escritos</w:t>
            </w:r>
          </w:p>
          <w:p w14:paraId="67BE2CF0" w14:textId="24718A5C" w:rsidR="006B17F2" w:rsidRPr="00F057ED" w:rsidRDefault="006B17F2" w:rsidP="00E065AA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Regras de cortesia e convenções linguísticas</w:t>
            </w:r>
          </w:p>
          <w:p w14:paraId="05CECEAE" w14:textId="77777777" w:rsidR="006B17F2" w:rsidRPr="00F057ED" w:rsidRDefault="006B17F2" w:rsidP="00E065AA">
            <w:pPr>
              <w:pStyle w:val="PargrafodaLista"/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9DB945E" w14:textId="77777777" w:rsidR="006B17F2" w:rsidRPr="00F057ED" w:rsidRDefault="006B17F2" w:rsidP="00E065AA">
            <w:pPr>
              <w:spacing w:before="60" w:after="60" w:line="360" w:lineRule="auto"/>
              <w:ind w:left="212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B89933" w14:textId="368CD281" w:rsidR="006B17F2" w:rsidRPr="00D45547" w:rsidRDefault="006B17F2" w:rsidP="00E065AA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procedimentos de pesquisa e recolha de informação </w:t>
            </w:r>
            <w:r w:rsidR="00F04BEA" w:rsidRPr="00D455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 setor da dança</w:t>
            </w:r>
          </w:p>
          <w:p w14:paraId="70DA0487" w14:textId="2EF16C51" w:rsidR="006B17F2" w:rsidRPr="00F057ED" w:rsidRDefault="006B17F2" w:rsidP="00E065AA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Mobilizar recursos linguísticos relacionando informação de áreas e fontes diversificadas </w:t>
            </w:r>
          </w:p>
          <w:p w14:paraId="5F16A767" w14:textId="03210B57" w:rsidR="002F3F8C" w:rsidRDefault="006B17F2" w:rsidP="002F3F8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Distinguir informação essencial da informação acessória em textos e suportes diversificados</w:t>
            </w:r>
          </w:p>
          <w:p w14:paraId="3B05045D" w14:textId="70649E37" w:rsidR="006B17F2" w:rsidRPr="002F3F8C" w:rsidRDefault="006B17F2" w:rsidP="002F3F8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2F3F8C">
              <w:rPr>
                <w:rFonts w:ascii="Verdana Pro Light" w:hAnsi="Verdana Pro Light"/>
                <w:sz w:val="18"/>
                <w:szCs w:val="18"/>
              </w:rPr>
              <w:t xml:space="preserve">Descodificar perguntas e pedidos de informação. </w:t>
            </w:r>
          </w:p>
          <w:p w14:paraId="4A853D53" w14:textId="25BCB1D1" w:rsidR="006B17F2" w:rsidRPr="00F057ED" w:rsidRDefault="006B17F2" w:rsidP="00E065AA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Escrever ou responder a uma carta, e-mail e outro tipo de mensagens para fazer um pedido ou transmitir informações</w:t>
            </w:r>
          </w:p>
          <w:p w14:paraId="748E7550" w14:textId="28D8DFF9" w:rsidR="006B17F2" w:rsidRPr="00F057ED" w:rsidRDefault="006B17F2" w:rsidP="00E065AA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Responder a perguntas diretas</w:t>
            </w:r>
          </w:p>
          <w:p w14:paraId="183767F0" w14:textId="6BB518D4" w:rsidR="006B17F2" w:rsidRPr="00F057ED" w:rsidRDefault="006B17F2" w:rsidP="00E065AA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Iniciar, manter e terminar conversas </w:t>
            </w:r>
            <w:r w:rsidR="0013374C">
              <w:rPr>
                <w:rFonts w:ascii="Verdana Pro Light" w:hAnsi="Verdana Pro Light"/>
                <w:sz w:val="18"/>
                <w:szCs w:val="18"/>
              </w:rPr>
              <w:t>no contexto da dança</w:t>
            </w:r>
          </w:p>
          <w:p w14:paraId="209B2EFE" w14:textId="00FF6E89" w:rsidR="006B17F2" w:rsidRPr="0013374C" w:rsidRDefault="006B17F2" w:rsidP="00E065AA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Reconhecer e utilizar o vocabulário específico </w:t>
            </w:r>
            <w:r w:rsidR="0013374C" w:rsidRPr="0013374C">
              <w:rPr>
                <w:rFonts w:ascii="Verdana Pro Light" w:hAnsi="Verdana Pro Light"/>
                <w:sz w:val="18"/>
                <w:szCs w:val="18"/>
              </w:rPr>
              <w:t>na área da dança</w:t>
            </w:r>
          </w:p>
          <w:p w14:paraId="7C6680B7" w14:textId="52FE7505" w:rsidR="006B17F2" w:rsidRPr="00F057ED" w:rsidRDefault="006B17F2" w:rsidP="00E065AA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linguagens não verbais na comunicação</w:t>
            </w:r>
          </w:p>
          <w:p w14:paraId="0364E066" w14:textId="39BD1EBF" w:rsidR="006B17F2" w:rsidRPr="00F057ED" w:rsidRDefault="006B17F2" w:rsidP="00E065AA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Transmitir informações concretas e diretas </w:t>
            </w:r>
          </w:p>
          <w:p w14:paraId="5F479F14" w14:textId="7108DBC4" w:rsidR="006B17F2" w:rsidRPr="00F057ED" w:rsidRDefault="006B17F2" w:rsidP="00D45547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Redigir notas, relatórios e preencher formulários 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964A42" w14:textId="49BEDDE6" w:rsidR="006B17F2" w:rsidRPr="00F057ED" w:rsidRDefault="006B17F2" w:rsidP="00E065AA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Autonomia no âmbito das suas funções  </w:t>
            </w:r>
          </w:p>
          <w:p w14:paraId="12AB91BB" w14:textId="77777777" w:rsidR="006B17F2" w:rsidRPr="00F057ED" w:rsidRDefault="006B17F2" w:rsidP="00E065AA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Empatia </w:t>
            </w:r>
          </w:p>
          <w:p w14:paraId="5B027EE9" w14:textId="32010144" w:rsidR="006B17F2" w:rsidRPr="00F057ED" w:rsidRDefault="006B17F2" w:rsidP="00E065AA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Assertividade</w:t>
            </w:r>
          </w:p>
          <w:p w14:paraId="09CB9188" w14:textId="3A538ACF" w:rsidR="006B17F2" w:rsidRPr="00F057ED" w:rsidRDefault="006B17F2" w:rsidP="00E065AA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Escuta ativa</w:t>
            </w:r>
          </w:p>
          <w:p w14:paraId="619ABC8F" w14:textId="77777777" w:rsidR="006B17F2" w:rsidRPr="00F057ED" w:rsidRDefault="006B17F2" w:rsidP="00E065AA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Empenho e persistência na resolução de problemas.</w:t>
            </w:r>
          </w:p>
          <w:p w14:paraId="1A52CB02" w14:textId="1BBBED42" w:rsidR="006B17F2" w:rsidRPr="00F057ED" w:rsidRDefault="006B17F2" w:rsidP="00E065AA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5E9518B8" w14:textId="77777777" w:rsidR="002172ED" w:rsidRDefault="002172ED" w:rsidP="002172ED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F34C7F1" w14:textId="77777777" w:rsidR="002F3F8C" w:rsidRDefault="002F3F8C" w:rsidP="002172ED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4FC59531" w14:textId="77777777" w:rsidR="002F3F8C" w:rsidRDefault="002F3F8C" w:rsidP="002172ED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B51E972" w14:textId="77777777" w:rsidR="002172ED" w:rsidRPr="00F87025" w:rsidRDefault="002172ED" w:rsidP="002172E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50759FCB" w14:textId="77777777" w:rsidR="002172ED" w:rsidRPr="00F20E6F" w:rsidRDefault="002172ED" w:rsidP="002172ED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0B957F42" w14:textId="77777777" w:rsidR="00A45383" w:rsidRPr="00A45383" w:rsidRDefault="00A45383" w:rsidP="00A45383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A4538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Identificando o contexto, a ideia principal, distinguindo informações simples e de maior complexidade do discurso oral e do texto escrito.</w:t>
      </w:r>
    </w:p>
    <w:p w14:paraId="013FB98F" w14:textId="77777777" w:rsidR="00A45383" w:rsidRPr="00A45383" w:rsidRDefault="00A45383" w:rsidP="00A45383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A4538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Comunicando oralmente de forma precisa e eficaz, com ritmo e entoação apropriados e adaptando o discurso ao registo do interlocutor.</w:t>
      </w:r>
    </w:p>
    <w:p w14:paraId="04BE475E" w14:textId="77777777" w:rsidR="00A45383" w:rsidRPr="00A45383" w:rsidRDefault="00A45383" w:rsidP="00A45383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A4538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Utilizando vocabulário, estruturas frásicas diversas e formas de tratamento adequados à situação comunicativa oral e escrita e ao público-alvo.</w:t>
      </w:r>
    </w:p>
    <w:p w14:paraId="12C49F45" w14:textId="77777777" w:rsidR="00A45383" w:rsidRPr="00A45383" w:rsidRDefault="00A45383" w:rsidP="00A45383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A4538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 Produzindo um texto escrito de forma clara e articulada, de acordo com a sua finalidade e público-alvo.</w:t>
      </w:r>
    </w:p>
    <w:p w14:paraId="6C06CA3F" w14:textId="1C1EC8EF" w:rsidR="002172ED" w:rsidRDefault="00A45383" w:rsidP="00A45383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A4538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 Aplicando técnicas de redação de documentos profissionais e usando as regras de ortografia, de pontuação e de acentuação.</w:t>
      </w:r>
    </w:p>
    <w:p w14:paraId="155AAB8C" w14:textId="77777777" w:rsidR="00A45383" w:rsidRPr="00136AD8" w:rsidRDefault="00A45383" w:rsidP="00A45383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B89D5C9" w14:textId="77777777" w:rsidR="002172ED" w:rsidRPr="00F87025" w:rsidRDefault="002172ED" w:rsidP="002172ED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7CD5634" w14:textId="77777777" w:rsidR="003C223F" w:rsidRPr="00660150" w:rsidRDefault="003C223F" w:rsidP="003C223F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Académico: Participação em aulas, workshops e seminários em diferentes contextos académicos e educativos</w:t>
      </w:r>
    </w:p>
    <w:p w14:paraId="3B70D265" w14:textId="77777777" w:rsidR="003C223F" w:rsidRDefault="003C223F" w:rsidP="003C223F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Artístico e Profissional: Participação em espetáculos de dança, eventos performativos 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660150">
        <w:rPr>
          <w:rFonts w:ascii="Verdana Pro Light" w:eastAsia="Arial Unicode MS" w:hAnsi="Verdana Pro Light" w:cs="Arial Unicode MS"/>
          <w:sz w:val="18"/>
          <w:szCs w:val="18"/>
        </w:rPr>
        <w:t>concursos de dança</w:t>
      </w:r>
    </w:p>
    <w:p w14:paraId="72444DCC" w14:textId="77777777" w:rsidR="003C223F" w:rsidRPr="00660150" w:rsidRDefault="003C223F" w:rsidP="003C223F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Atividades ligadas às profissões da dança, nos domínios artístico, educativo, lúdico e inclusivo.</w:t>
      </w:r>
    </w:p>
    <w:p w14:paraId="2DEF96F2" w14:textId="77777777" w:rsidR="0022426B" w:rsidRPr="002A28C4" w:rsidRDefault="0022426B" w:rsidP="0022426B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1BF043D" w14:textId="77777777" w:rsidR="002172ED" w:rsidRPr="00984B30" w:rsidRDefault="002172ED" w:rsidP="002172E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8127EF6" w14:textId="77777777" w:rsidR="002172ED" w:rsidRPr="00984B30" w:rsidRDefault="002172ED" w:rsidP="002172ED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89D854C" w14:textId="77777777" w:rsidR="002172ED" w:rsidRPr="00051C79" w:rsidRDefault="002172ED" w:rsidP="002172ED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CCAA2B1" w14:textId="77777777" w:rsidR="00D45B27" w:rsidRPr="00F87025" w:rsidRDefault="00D45B27" w:rsidP="00D45B2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44D038A4" w14:textId="7EA061A4" w:rsidR="00D45B27" w:rsidRDefault="00D45B27" w:rsidP="00D45B27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CF7B22">
        <w:rPr>
          <w:rFonts w:ascii="Verdana Pro Light" w:eastAsia="Arial Unicode MS" w:hAnsi="Verdana Pro Light" w:cs="Arial Unicode MS"/>
          <w:sz w:val="18"/>
          <w:szCs w:val="18"/>
        </w:rPr>
        <w:t>Dispositivos tec</w:t>
      </w:r>
      <w:r>
        <w:rPr>
          <w:rFonts w:ascii="Verdana Pro Light" w:eastAsia="Arial Unicode MS" w:hAnsi="Verdana Pro Light" w:cs="Arial Unicode MS"/>
          <w:sz w:val="18"/>
          <w:szCs w:val="18"/>
        </w:rPr>
        <w:t>nológicos com acesso à internet</w:t>
      </w:r>
    </w:p>
    <w:p w14:paraId="0319CB57" w14:textId="69CEC371" w:rsidR="00D45B27" w:rsidRDefault="00D45B27" w:rsidP="00D45B27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D0F29">
        <w:rPr>
          <w:rFonts w:ascii="Verdana Pro Light" w:eastAsia="Arial Unicode MS" w:hAnsi="Verdana Pro Light" w:cs="Arial Unicode MS"/>
          <w:sz w:val="18"/>
          <w:szCs w:val="18"/>
        </w:rPr>
        <w:t>Conteúdos multimédia</w:t>
      </w:r>
    </w:p>
    <w:p w14:paraId="0F9A8154" w14:textId="3C2CB16C" w:rsidR="00D45B27" w:rsidRPr="007D0F29" w:rsidRDefault="00D45B27" w:rsidP="00D45B27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D0F29">
        <w:rPr>
          <w:rFonts w:ascii="Verdana Pro Light" w:eastAsia="Arial Unicode MS" w:hAnsi="Verdana Pro Light" w:cs="Arial Unicode MS"/>
          <w:sz w:val="18"/>
          <w:szCs w:val="18"/>
        </w:rPr>
        <w:t>Ferramentas de tradução, dicionários, entre outros</w:t>
      </w:r>
    </w:p>
    <w:p w14:paraId="35603A40" w14:textId="77777777" w:rsidR="00D45B27" w:rsidRDefault="00D45B27" w:rsidP="00D45B2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E0C0895" w14:textId="77777777" w:rsidR="00D45B27" w:rsidRDefault="00D45B27" w:rsidP="00D45B2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0E7BDEE" w14:textId="77777777" w:rsidR="00D45B27" w:rsidRDefault="00D45B27" w:rsidP="00D45B2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E8D777D" w14:textId="77777777" w:rsidR="00D45B27" w:rsidRPr="00051C79" w:rsidRDefault="00D45B27" w:rsidP="00D45B27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7A785B6" w14:textId="77777777" w:rsidR="00D45B27" w:rsidRPr="00F87025" w:rsidRDefault="00D45B27" w:rsidP="00D45B27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0C17681" w14:textId="77777777" w:rsidR="00D45B27" w:rsidRPr="000507B4" w:rsidRDefault="00D45B27" w:rsidP="00D45B27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3D9537B1">
        <w:rPr>
          <w:rFonts w:ascii="Verdana Pro Light" w:eastAsia="Arial Unicode MS" w:hAnsi="Verdana Pro Light" w:cs="Arial Unicode MS"/>
          <w:sz w:val="18"/>
          <w:szCs w:val="18"/>
        </w:rPr>
        <w:t xml:space="preserve">Esta UC permite a comunicação em língua inglesa ao nível do utilizador independente (QECR, Escala Global, Nível B: Utilizador Independente; Conselho da Europa, 2001). </w:t>
      </w:r>
    </w:p>
    <w:p w14:paraId="3245DA9B" w14:textId="77777777" w:rsidR="002172ED" w:rsidRPr="00136AD8" w:rsidRDefault="002172ED" w:rsidP="002172ED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3CE03A76" w14:textId="77777777" w:rsidR="002172ED" w:rsidRPr="0035577B" w:rsidRDefault="002172ED" w:rsidP="002172ED">
      <w:pPr>
        <w:rPr>
          <w:rFonts w:ascii="Verdana Pro Light" w:eastAsia="Arial Unicode MS" w:hAnsi="Verdana Pro Light" w:cs="Times New Roman"/>
        </w:rPr>
      </w:pPr>
    </w:p>
    <w:p w14:paraId="66DF1C89" w14:textId="77777777" w:rsidR="002172ED" w:rsidRDefault="002172ED" w:rsidP="0035577B">
      <w:pPr>
        <w:rPr>
          <w:rFonts w:ascii="Verdana Pro Light" w:eastAsia="Arial Unicode MS" w:hAnsi="Verdana Pro Light" w:cs="Times New Roman"/>
        </w:rPr>
      </w:pPr>
    </w:p>
    <w:p w14:paraId="7B687790" w14:textId="77777777" w:rsidR="00DB2FB0" w:rsidRDefault="00DB2FB0" w:rsidP="0035577B">
      <w:pPr>
        <w:rPr>
          <w:rFonts w:ascii="Verdana Pro Light" w:eastAsia="Arial Unicode MS" w:hAnsi="Verdana Pro Light" w:cs="Times New Roman"/>
        </w:rPr>
      </w:pPr>
    </w:p>
    <w:p w14:paraId="654C9AEC" w14:textId="77777777" w:rsidR="00DB2FB0" w:rsidRDefault="00DB2FB0" w:rsidP="0035577B">
      <w:pPr>
        <w:rPr>
          <w:rFonts w:ascii="Verdana Pro Light" w:eastAsia="Arial Unicode MS" w:hAnsi="Verdana Pro Light" w:cs="Times New Roman"/>
        </w:rPr>
      </w:pPr>
    </w:p>
    <w:p w14:paraId="26563CA3" w14:textId="77777777" w:rsidR="00DB2FB0" w:rsidRDefault="00DB2FB0" w:rsidP="0035577B">
      <w:pPr>
        <w:rPr>
          <w:rFonts w:ascii="Verdana Pro Light" w:eastAsia="Arial Unicode MS" w:hAnsi="Verdana Pro Light" w:cs="Times New Roman"/>
        </w:rPr>
      </w:pPr>
    </w:p>
    <w:p w14:paraId="06086A13" w14:textId="77777777" w:rsidR="00DB2FB0" w:rsidRDefault="00DB2FB0" w:rsidP="0035577B">
      <w:pPr>
        <w:rPr>
          <w:rFonts w:ascii="Verdana Pro Light" w:eastAsia="Arial Unicode MS" w:hAnsi="Verdana Pro Light" w:cs="Times New Roman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DB2FB0" w:rsidRPr="00136AD8" w14:paraId="0CD22794" w14:textId="77777777" w:rsidTr="00E065AA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DE155C2" w14:textId="394FD7C7" w:rsidR="00DB2FB0" w:rsidRPr="00581049" w:rsidRDefault="00DB2FB0" w:rsidP="00E065AA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b/>
                <w:smallCaps/>
                <w:sz w:val="18"/>
                <w:szCs w:val="18"/>
              </w:rPr>
            </w:pPr>
            <w:r w:rsidRPr="00581049">
              <w:rPr>
                <w:rFonts w:ascii="Verdana Pro Light" w:eastAsia="Arial Unicode MS" w:hAnsi="Verdana Pro Light" w:cs="Times New Roman"/>
                <w:b/>
                <w:smallCaps/>
                <w:sz w:val="18"/>
                <w:szCs w:val="18"/>
              </w:rPr>
              <w:lastRenderedPageBreak/>
              <w:t>UC 0000/00</w:t>
            </w:r>
            <w:r w:rsidR="00581049" w:rsidRPr="00581049">
              <w:rPr>
                <w:rFonts w:ascii="Verdana Pro Light" w:eastAsia="Arial Unicode MS" w:hAnsi="Verdana Pro Light" w:cs="Times New Roman"/>
                <w:b/>
                <w:smallCaps/>
                <w:sz w:val="18"/>
                <w:szCs w:val="18"/>
              </w:rPr>
              <w:t>01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8A3BE8F" w14:textId="33C869B8" w:rsidR="00DB2FB0" w:rsidRPr="00581049" w:rsidRDefault="00A27DC5" w:rsidP="00E065AA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mallCaps/>
                <w:sz w:val="18"/>
                <w:szCs w:val="18"/>
              </w:rPr>
            </w:pPr>
            <w:r w:rsidRPr="00581049">
              <w:rPr>
                <w:rFonts w:ascii="Verdana Pro Light" w:eastAsia="Arial Unicode MS" w:hAnsi="Verdana Pro Light" w:cs="Times New Roman"/>
                <w:b/>
                <w:smallCaps/>
                <w:sz w:val="18"/>
                <w:szCs w:val="18"/>
              </w:rPr>
              <w:t>Planear e dinamizar atividades na dança contemporânea</w:t>
            </w:r>
          </w:p>
        </w:tc>
      </w:tr>
    </w:tbl>
    <w:p w14:paraId="75451202" w14:textId="77777777" w:rsidR="00DB2FB0" w:rsidRDefault="00DB2FB0" w:rsidP="00DB2FB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75D0CE3C" w14:textId="77777777" w:rsidR="00DB2FB0" w:rsidRPr="003200F2" w:rsidRDefault="00DB2FB0" w:rsidP="00DB2FB0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: </w:t>
      </w:r>
      <w:r>
        <w:rPr>
          <w:rFonts w:ascii="Verdana Pro Light" w:eastAsia="Arial Unicode MS" w:hAnsi="Verdana Pro Light" w:cs="Times New Roman"/>
          <w:smallCaps/>
          <w:sz w:val="20"/>
        </w:rPr>
        <w:t>50h</w:t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3402"/>
        <w:gridCol w:w="3153"/>
        <w:gridCol w:w="3265"/>
      </w:tblGrid>
      <w:tr w:rsidR="00DB2FB0" w:rsidRPr="00136AD8" w14:paraId="0F27E85F" w14:textId="77777777" w:rsidTr="00E065AA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684C935" w14:textId="77777777" w:rsidR="00DB2FB0" w:rsidRPr="001B353A" w:rsidRDefault="00DB2FB0" w:rsidP="00E065AA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DB2FB0" w:rsidRPr="00136AD8" w14:paraId="4BC5E8E9" w14:textId="77777777" w:rsidTr="00E065AA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260D91" w14:textId="492B6630" w:rsidR="00A423CB" w:rsidRPr="00A423CB" w:rsidRDefault="00A423CB" w:rsidP="00A423CB">
            <w:pPr>
              <w:spacing w:before="120" w:after="0" w:line="276" w:lineRule="auto"/>
              <w:ind w:left="318" w:hanging="318"/>
              <w:jc w:val="both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423C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R1. Definir os objetivos das atividades </w:t>
            </w:r>
            <w:r w:rsidR="00830089" w:rsidRPr="00E0560C">
              <w:rPr>
                <w:rFonts w:ascii="Verdana Pro Light" w:eastAsia="Arial Unicode MS" w:hAnsi="Verdana Pro Light" w:cs="Arial Unicode MS"/>
                <w:sz w:val="18"/>
                <w:szCs w:val="18"/>
              </w:rPr>
              <w:t>na dança contemporânea</w:t>
            </w:r>
          </w:p>
          <w:p w14:paraId="32E35010" w14:textId="11CB405E" w:rsidR="00A423CB" w:rsidRPr="00A423CB" w:rsidRDefault="00A423CB" w:rsidP="00A423CB">
            <w:pPr>
              <w:spacing w:before="120" w:after="0" w:line="276" w:lineRule="auto"/>
              <w:ind w:left="318" w:hanging="318"/>
              <w:jc w:val="both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A423CB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Dinamizar os objetivos das atividades </w:t>
            </w:r>
            <w:r w:rsidR="00830089" w:rsidRPr="00E0560C">
              <w:rPr>
                <w:rFonts w:ascii="Verdana Pro Light" w:eastAsia="Arial Unicode MS" w:hAnsi="Verdana Pro Light" w:cs="Arial Unicode MS"/>
                <w:sz w:val="18"/>
                <w:szCs w:val="18"/>
              </w:rPr>
              <w:t>na dança contemporânea</w:t>
            </w:r>
          </w:p>
          <w:p w14:paraId="3B27A6D9" w14:textId="36376908" w:rsidR="00DB2FB0" w:rsidRPr="00E0560C" w:rsidRDefault="00A423CB" w:rsidP="00A423CB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E0560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Monitorizar e avaliar os resultados das atividades </w:t>
            </w:r>
            <w:r w:rsidR="00830089" w:rsidRPr="00E0560C">
              <w:rPr>
                <w:rFonts w:ascii="Verdana Pro Light" w:eastAsia="Arial Unicode MS" w:hAnsi="Verdana Pro Light" w:cs="Arial Unicode MS"/>
                <w:sz w:val="18"/>
                <w:szCs w:val="18"/>
              </w:rPr>
              <w:t>na dança contemporânea</w:t>
            </w:r>
          </w:p>
          <w:p w14:paraId="371F6DD9" w14:textId="51746CF1" w:rsidR="00A423CB" w:rsidRPr="0006082E" w:rsidRDefault="00A423CB" w:rsidP="00A423CB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DB2FB0" w:rsidRPr="00136AD8" w14:paraId="7554116D" w14:textId="77777777" w:rsidTr="00E065AA">
        <w:trPr>
          <w:trHeight w:val="296"/>
        </w:trPr>
        <w:tc>
          <w:tcPr>
            <w:tcW w:w="340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2850CA3" w14:textId="77777777" w:rsidR="00DB2FB0" w:rsidRPr="001B353A" w:rsidRDefault="00DB2FB0" w:rsidP="00E065AA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15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5428276" w14:textId="77777777" w:rsidR="00DB2FB0" w:rsidRPr="001B353A" w:rsidRDefault="00DB2FB0" w:rsidP="00E065AA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393BA05" w14:textId="77777777" w:rsidR="00DB2FB0" w:rsidRPr="001B353A" w:rsidRDefault="00DB2FB0" w:rsidP="00E065AA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8B45AC" w:rsidRPr="00136AD8" w14:paraId="3B57B7FD" w14:textId="77777777" w:rsidTr="00E065AA">
        <w:trPr>
          <w:trHeight w:val="274"/>
        </w:trPr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EFA5FA" w14:textId="6564DAA5" w:rsidR="008B45AC" w:rsidRPr="00E0560C" w:rsidRDefault="008B45AC" w:rsidP="00E0560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056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 papel </w:t>
            </w:r>
            <w:r w:rsidR="00830089" w:rsidRPr="00E056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da dança </w:t>
            </w:r>
            <w:r w:rsidRPr="00E056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 enriquecimento cultural da comunidade</w:t>
            </w:r>
          </w:p>
          <w:p w14:paraId="581EF26E" w14:textId="557A0BCF" w:rsidR="00E0560C" w:rsidRPr="00E0560C" w:rsidRDefault="008B45AC" w:rsidP="00E0560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056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Tendências atuais de promoção d</w:t>
            </w:r>
            <w:r w:rsidR="00E0560C" w:rsidRPr="00E056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</w:t>
            </w:r>
            <w:r w:rsidRPr="00E056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atividades </w:t>
            </w:r>
            <w:r w:rsidR="00E0560C" w:rsidRPr="00E056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 dança contemporânea </w:t>
            </w:r>
          </w:p>
          <w:p w14:paraId="2104FC10" w14:textId="2D05F1EE" w:rsidR="008B45AC" w:rsidRPr="00E0560C" w:rsidRDefault="008B45AC" w:rsidP="00E0560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056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Planeamento estratégico: identificação das caraterísticas do público-alvo, definição de objetivos e metas, planeamento das atividades, definição da estratégia de intervenção</w:t>
            </w:r>
          </w:p>
          <w:p w14:paraId="14AB9FE8" w14:textId="77777777" w:rsidR="00E0560C" w:rsidRPr="00E0560C" w:rsidRDefault="008B45AC" w:rsidP="00E0560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056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Princípios básicos da elaboração de atividades </w:t>
            </w:r>
            <w:r w:rsidR="00E0560C" w:rsidRPr="00E056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na dança contemporânea </w:t>
            </w:r>
          </w:p>
          <w:p w14:paraId="4F987304" w14:textId="6703B7B6" w:rsidR="008B45AC" w:rsidRPr="00E0560C" w:rsidRDefault="008B45AC" w:rsidP="00E0560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056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Estabelecimento de parcerias com escolas e instituições da comunidade</w:t>
            </w:r>
          </w:p>
          <w:p w14:paraId="26813965" w14:textId="77777777" w:rsidR="008B45AC" w:rsidRPr="00E0560C" w:rsidRDefault="008B45AC" w:rsidP="00E0560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056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 e instrumentos de monitorização e avaliação das atividades</w:t>
            </w:r>
          </w:p>
          <w:p w14:paraId="352D8AF8" w14:textId="4683A278" w:rsidR="008B45AC" w:rsidRPr="007F00DE" w:rsidRDefault="008B45AC" w:rsidP="00E0560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056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Instrumentos de monitorização das atividades</w:t>
            </w:r>
          </w:p>
        </w:tc>
        <w:tc>
          <w:tcPr>
            <w:tcW w:w="31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FCBA13" w14:textId="59618D21" w:rsidR="008B45AC" w:rsidRPr="00E0560C" w:rsidRDefault="008B45AC" w:rsidP="00E0560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056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Reconhecer </w:t>
            </w:r>
            <w:r w:rsidR="00E0560C" w:rsidRPr="00E056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 dança no</w:t>
            </w:r>
            <w:r w:rsidRPr="00E056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desenvolvimento cultural dos indivíduos e grupos sociais </w:t>
            </w:r>
          </w:p>
          <w:p w14:paraId="433956F0" w14:textId="77777777" w:rsidR="00E0560C" w:rsidRPr="00E0560C" w:rsidRDefault="008B45AC" w:rsidP="00E0560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056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Interpretar as tendências atuais da oferta e da procura de atividades </w:t>
            </w:r>
            <w:r w:rsidR="00E0560C" w:rsidRPr="00E056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na dança contemporânea </w:t>
            </w:r>
          </w:p>
          <w:p w14:paraId="359EFA80" w14:textId="2AB6D5EB" w:rsidR="008B45AC" w:rsidRPr="00E0560C" w:rsidRDefault="008B45AC" w:rsidP="00E0560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056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Selecionar as atividades de acordo as caraterísticas do público-alvo e especificações no caso de grupos especiais (estrangeiros, crianças, terceira idade, pessoas com deficiência)</w:t>
            </w:r>
          </w:p>
          <w:p w14:paraId="2EFCDDA3" w14:textId="09C9025E" w:rsidR="008B45AC" w:rsidRPr="00E0560C" w:rsidRDefault="008B45AC" w:rsidP="00E0560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056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Criar planos de longo prazo </w:t>
            </w:r>
            <w:r w:rsidR="00E0560C" w:rsidRPr="00E056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para</w:t>
            </w:r>
            <w:r w:rsidRPr="00E056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a promoção continua de atividade</w:t>
            </w:r>
            <w:r w:rsidR="00E0560C" w:rsidRPr="00E056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</w:t>
            </w:r>
            <w:r w:rsidRPr="00E056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E0560C" w:rsidRPr="00E056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 dança contemporânea</w:t>
            </w:r>
          </w:p>
          <w:p w14:paraId="35CF8797" w14:textId="77777777" w:rsidR="008B45AC" w:rsidRPr="00E0560C" w:rsidRDefault="008B45AC" w:rsidP="00E0560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056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Definir e organizar os recursos humanos e materiais necessários à execução das atividades</w:t>
            </w:r>
          </w:p>
          <w:p w14:paraId="7591695E" w14:textId="205491FA" w:rsidR="008B45AC" w:rsidRPr="00E0560C" w:rsidRDefault="008B45AC" w:rsidP="00E0560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056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Selecionar e adaptar atividades para tornar a </w:t>
            </w:r>
            <w:r w:rsidR="00E0560C" w:rsidRPr="00E056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dança</w:t>
            </w:r>
            <w:r w:rsidRPr="00E056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uma experiência envolvente</w:t>
            </w:r>
          </w:p>
          <w:p w14:paraId="66844038" w14:textId="77777777" w:rsidR="008B45AC" w:rsidRPr="00E0560C" w:rsidRDefault="008B45AC" w:rsidP="00E0560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056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Integrar elementos pedagógicos de forma lúdica para incentivar a aprendizagem</w:t>
            </w:r>
          </w:p>
          <w:p w14:paraId="7AA094F5" w14:textId="77777777" w:rsidR="008B45AC" w:rsidRPr="00E0560C" w:rsidRDefault="008B45AC" w:rsidP="00E0560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056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Desenvolver estratégias de colaboração eficazes </w:t>
            </w:r>
          </w:p>
          <w:p w14:paraId="7D7F7B6D" w14:textId="77777777" w:rsidR="008B45AC" w:rsidRPr="00E0560C" w:rsidRDefault="008B45AC" w:rsidP="00E0560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056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Organizar eventos colaborativos</w:t>
            </w:r>
          </w:p>
          <w:p w14:paraId="1EAF11B1" w14:textId="77777777" w:rsidR="008B45AC" w:rsidRPr="00E0560C" w:rsidRDefault="008B45AC" w:rsidP="00E0560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056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Selecionar e aplicar técnicas e instrumentos de monitorização e avaliação das atividades</w:t>
            </w:r>
          </w:p>
          <w:p w14:paraId="2F39160D" w14:textId="3D4667FA" w:rsidR="008B45AC" w:rsidRPr="00C316B5" w:rsidRDefault="008B45AC" w:rsidP="00E0560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0560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Recolher e analisar informação relativa aos indicadores de resultado das atividades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0FAEEA" w14:textId="77777777" w:rsidR="008B45AC" w:rsidRPr="00C316B5" w:rsidRDefault="008B45AC" w:rsidP="00E0560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Autodisciplina e determinação</w:t>
            </w:r>
          </w:p>
          <w:p w14:paraId="40B617B5" w14:textId="77777777" w:rsidR="008B45AC" w:rsidRPr="00C316B5" w:rsidRDefault="008B45AC" w:rsidP="00E0560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Pensamento</w:t>
            </w: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critico</w:t>
            </w:r>
          </w:p>
          <w:p w14:paraId="24B84649" w14:textId="77777777" w:rsidR="008B45AC" w:rsidRPr="00C316B5" w:rsidRDefault="008B45AC" w:rsidP="00E0560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</w:t>
            </w:r>
          </w:p>
          <w:p w14:paraId="4C6D1597" w14:textId="77777777" w:rsidR="008B45AC" w:rsidRPr="00C316B5" w:rsidRDefault="008B45AC" w:rsidP="00E0560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</w:t>
            </w:r>
          </w:p>
          <w:p w14:paraId="0FE22F1B" w14:textId="77777777" w:rsidR="008B45AC" w:rsidRPr="00C316B5" w:rsidRDefault="008B45AC" w:rsidP="00E0560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7335CBD6" w14:textId="77777777" w:rsidR="008B45AC" w:rsidRPr="00C316B5" w:rsidRDefault="008B45AC" w:rsidP="00E0560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Criatividade, imaginação e sensibilidade</w:t>
            </w:r>
          </w:p>
          <w:p w14:paraId="71D9D750" w14:textId="77777777" w:rsidR="008B45AC" w:rsidRPr="00C316B5" w:rsidRDefault="008B45AC" w:rsidP="00E0560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</w:t>
            </w:r>
          </w:p>
          <w:p w14:paraId="4D25FA98" w14:textId="77777777" w:rsidR="008B45AC" w:rsidRDefault="008B45AC" w:rsidP="00E0560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</w:t>
            </w:r>
          </w:p>
          <w:p w14:paraId="450B6DAA" w14:textId="77777777" w:rsidR="008B45AC" w:rsidRDefault="008B45AC" w:rsidP="00E0560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27AE16E" w14:textId="77777777" w:rsidR="008B45AC" w:rsidRDefault="008B45AC" w:rsidP="00E0560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F272E87" w14:textId="77777777" w:rsidR="008B45AC" w:rsidRDefault="008B45AC" w:rsidP="00E0560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D30A44B" w14:textId="77777777" w:rsidR="008B45AC" w:rsidRDefault="008B45AC" w:rsidP="00E0560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E1BB461" w14:textId="77777777" w:rsidR="008B45AC" w:rsidRDefault="008B45AC" w:rsidP="00E0560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7E3ACA0" w14:textId="77777777" w:rsidR="008B45AC" w:rsidRDefault="008B45AC" w:rsidP="00E0560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4626997" w14:textId="77777777" w:rsidR="008B45AC" w:rsidRDefault="008B45AC" w:rsidP="00E0560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E799C2C" w14:textId="77777777" w:rsidR="008B45AC" w:rsidRDefault="008B45AC" w:rsidP="00E0560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A692769" w14:textId="77777777" w:rsidR="008B45AC" w:rsidRDefault="008B45AC" w:rsidP="00E0560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F19E8C6" w14:textId="77777777" w:rsidR="008B45AC" w:rsidRDefault="008B45AC" w:rsidP="00E0560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003B0B3" w14:textId="77777777" w:rsidR="008B45AC" w:rsidRDefault="008B45AC" w:rsidP="00E0560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89E826A" w14:textId="77777777" w:rsidR="008B45AC" w:rsidRDefault="008B45AC" w:rsidP="00E0560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3FE0FF8" w14:textId="77777777" w:rsidR="008B45AC" w:rsidRDefault="008B45AC" w:rsidP="00E0560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4B799D9" w14:textId="77777777" w:rsidR="008B45AC" w:rsidRDefault="008B45AC" w:rsidP="00E0560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296044E" w14:textId="77777777" w:rsidR="008B45AC" w:rsidRDefault="008B45AC" w:rsidP="00E0560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0300286" w14:textId="77777777" w:rsidR="008B45AC" w:rsidRDefault="008B45AC" w:rsidP="00E0560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CDD8E85" w14:textId="77777777" w:rsidR="008B45AC" w:rsidRDefault="008B45AC" w:rsidP="00E0560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AB154DC" w14:textId="77777777" w:rsidR="008B45AC" w:rsidRDefault="008B45AC" w:rsidP="00E0560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011863E" w14:textId="77777777" w:rsidR="008B45AC" w:rsidRPr="00162684" w:rsidRDefault="008B45AC" w:rsidP="00E0560C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31B9DB8" w14:textId="77777777" w:rsidR="00602F08" w:rsidRDefault="00602F08" w:rsidP="00602F08">
      <w:pPr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</w:p>
    <w:p w14:paraId="6175354D" w14:textId="77777777" w:rsidR="00602F08" w:rsidRDefault="00602F08">
      <w:pPr>
        <w:rPr>
          <w:rFonts w:ascii="Verdana Pro Light" w:hAnsi="Verdana Pro Light"/>
          <w:b/>
          <w:smallCaps/>
          <w:sz w:val="20"/>
        </w:rPr>
      </w:pPr>
      <w:r>
        <w:rPr>
          <w:rFonts w:ascii="Verdana Pro Light" w:hAnsi="Verdana Pro Light"/>
          <w:b/>
          <w:smallCaps/>
          <w:sz w:val="20"/>
        </w:rPr>
        <w:br w:type="page"/>
      </w:r>
    </w:p>
    <w:p w14:paraId="0E0E7265" w14:textId="77777777" w:rsidR="008D5599" w:rsidRPr="008D5599" w:rsidRDefault="008D5599" w:rsidP="008D5599">
      <w:pPr>
        <w:spacing w:before="120" w:after="0" w:line="276" w:lineRule="auto"/>
        <w:ind w:left="318" w:hanging="318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8D5599">
        <w:rPr>
          <w:rFonts w:ascii="Verdana Pro Light" w:eastAsia="Times New Roman" w:hAnsi="Verdana Pro Light" w:cs="Times New Roman"/>
          <w:bCs/>
          <w:i/>
          <w:color w:val="404040"/>
          <w:sz w:val="18"/>
          <w:szCs w:val="18"/>
        </w:rPr>
        <w:lastRenderedPageBreak/>
        <w:t>Planear e dinamizar atividades de animação sociocultural</w:t>
      </w:r>
      <w:r w:rsidRPr="008D5599">
        <w:rPr>
          <w:rFonts w:ascii="Verdana Pro Light" w:eastAsia="Verdana Pro Light" w:hAnsi="Verdana Pro Light" w:cs="Verdana Pro Light"/>
          <w:i/>
          <w:iCs/>
          <w:color w:val="000000"/>
          <w:sz w:val="18"/>
          <w:szCs w:val="18"/>
        </w:rPr>
        <w:t>:</w:t>
      </w:r>
    </w:p>
    <w:p w14:paraId="5B474569" w14:textId="77777777" w:rsidR="008D5599" w:rsidRPr="008D5599" w:rsidRDefault="008D5599" w:rsidP="008D5599">
      <w:p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 w:rsidRPr="008D5599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CD1. </w:t>
      </w:r>
      <w:r w:rsidRPr="008D5599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Respeitando a missão, visão e objetivos estratégicos da entidade.</w:t>
      </w:r>
    </w:p>
    <w:p w14:paraId="583EBA3D" w14:textId="77777777" w:rsidR="008D5599" w:rsidRPr="008D5599" w:rsidRDefault="008D5599" w:rsidP="008D5599">
      <w:pP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8D5599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CD2. Considerando a sua atratividade para os grupo-alvo.</w:t>
      </w:r>
    </w:p>
    <w:p w14:paraId="797BA1FB" w14:textId="77777777" w:rsidR="008D5599" w:rsidRPr="008D5599" w:rsidRDefault="008D5599" w:rsidP="008D5599">
      <w:pP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8D5599">
        <w:rPr>
          <w:rFonts w:ascii="Verdana Pro Light" w:eastAsia="Verdana Pro Light" w:hAnsi="Verdana Pro Light" w:cs="Verdana Pro Light"/>
          <w:color w:val="000000"/>
          <w:sz w:val="18"/>
          <w:szCs w:val="18"/>
        </w:rPr>
        <w:t>CD3. Utilizando as técnicas e instrumentos de monitorização as atividades</w:t>
      </w:r>
    </w:p>
    <w:p w14:paraId="170202A3" w14:textId="77777777" w:rsidR="008D5599" w:rsidRPr="008D5599" w:rsidRDefault="008D5599" w:rsidP="008D5599">
      <w:pP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8D5599">
        <w:rPr>
          <w:rFonts w:ascii="Verdana Pro Light" w:eastAsia="Verdana Pro Light" w:hAnsi="Verdana Pro Light" w:cs="Verdana Pro Light"/>
          <w:color w:val="000000"/>
          <w:sz w:val="18"/>
          <w:szCs w:val="18"/>
        </w:rPr>
        <w:t xml:space="preserve">CD4. </w:t>
      </w:r>
    </w:p>
    <w:p w14:paraId="432BE2C8" w14:textId="77777777" w:rsidR="008D5599" w:rsidRPr="008D5599" w:rsidRDefault="008D5599" w:rsidP="008D5599">
      <w:pPr>
        <w:spacing w:before="120" w:after="0" w:line="276" w:lineRule="auto"/>
        <w:jc w:val="both"/>
        <w:rPr>
          <w:rFonts w:ascii="Verdana Pro Light" w:eastAsia="Arial Unicode MS" w:hAnsi="Verdana Pro Light" w:cs="Arial"/>
          <w:smallCaps/>
          <w:color w:val="404040"/>
          <w:sz w:val="20"/>
          <w:szCs w:val="17"/>
        </w:rPr>
      </w:pPr>
    </w:p>
    <w:p w14:paraId="05A7FC02" w14:textId="77777777" w:rsidR="008D5599" w:rsidRPr="008D5599" w:rsidRDefault="008D5599" w:rsidP="008D5599">
      <w:pPr>
        <w:shd w:val="clear" w:color="auto" w:fill="D0CECE"/>
        <w:spacing w:after="0" w:line="360" w:lineRule="auto"/>
        <w:jc w:val="both"/>
        <w:rPr>
          <w:rFonts w:ascii="Verdana Pro Light" w:eastAsia="Arial Unicode MS" w:hAnsi="Verdana Pro Light" w:cs="Arial"/>
          <w:b/>
          <w:smallCaps/>
          <w:color w:val="404040"/>
          <w:sz w:val="20"/>
          <w:szCs w:val="17"/>
        </w:rPr>
      </w:pPr>
      <w:r w:rsidRPr="008D5599">
        <w:rPr>
          <w:rFonts w:ascii="Verdana Pro Light" w:eastAsia="Arial Unicode MS" w:hAnsi="Verdana Pro Light" w:cs="Arial"/>
          <w:b/>
          <w:smallCaps/>
          <w:color w:val="404040"/>
          <w:sz w:val="20"/>
          <w:szCs w:val="17"/>
        </w:rPr>
        <w:t xml:space="preserve">Contexto (exemplos de uso da competência) </w:t>
      </w:r>
    </w:p>
    <w:p w14:paraId="1A0DB2A7" w14:textId="77777777" w:rsidR="003C223F" w:rsidRPr="00660150" w:rsidRDefault="003C223F" w:rsidP="003C223F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Académico: Participação em aulas, workshops e seminários em diferentes contextos académicos e educativos</w:t>
      </w:r>
    </w:p>
    <w:p w14:paraId="1A8B6BDD" w14:textId="77777777" w:rsidR="003C223F" w:rsidRDefault="003C223F" w:rsidP="003C223F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Artístico e Profissional: Participação em espetáculos de dança, eventos performativos 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660150">
        <w:rPr>
          <w:rFonts w:ascii="Verdana Pro Light" w:eastAsia="Arial Unicode MS" w:hAnsi="Verdana Pro Light" w:cs="Arial Unicode MS"/>
          <w:sz w:val="18"/>
          <w:szCs w:val="18"/>
        </w:rPr>
        <w:t>concursos de dança</w:t>
      </w:r>
    </w:p>
    <w:p w14:paraId="71B5C3CA" w14:textId="77777777" w:rsidR="003C223F" w:rsidRPr="00660150" w:rsidRDefault="003C223F" w:rsidP="003C223F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Atividades ligadas às profissões da dança, nos domínios artístico, educativo, lúdico e inclusivo.</w:t>
      </w:r>
    </w:p>
    <w:p w14:paraId="58F79EF4" w14:textId="77777777" w:rsidR="008D5599" w:rsidRPr="008D5599" w:rsidRDefault="008D5599" w:rsidP="008D5599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</w:p>
    <w:p w14:paraId="2E99EC0E" w14:textId="77777777" w:rsidR="008D5599" w:rsidRPr="008D5599" w:rsidRDefault="008D5599" w:rsidP="008D5599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color w:val="6E6F71"/>
          <w:sz w:val="18"/>
          <w:szCs w:val="18"/>
        </w:rPr>
      </w:pPr>
    </w:p>
    <w:p w14:paraId="6201A0C3" w14:textId="77777777" w:rsidR="008D5599" w:rsidRPr="008D5599" w:rsidRDefault="008D5599" w:rsidP="008D5599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color w:val="6E6F71"/>
          <w:sz w:val="18"/>
          <w:szCs w:val="18"/>
        </w:rPr>
      </w:pPr>
    </w:p>
    <w:p w14:paraId="73814436" w14:textId="77777777" w:rsidR="008D5599" w:rsidRPr="008D5599" w:rsidRDefault="008D5599" w:rsidP="008D5599">
      <w:pPr>
        <w:spacing w:before="120" w:after="0" w:line="276" w:lineRule="auto"/>
        <w:jc w:val="both"/>
        <w:rPr>
          <w:rFonts w:ascii="Verdana Pro Light" w:eastAsia="Arial Unicode MS" w:hAnsi="Verdana Pro Light" w:cs="Arial"/>
          <w:smallCaps/>
          <w:color w:val="404040"/>
          <w:sz w:val="20"/>
          <w:szCs w:val="17"/>
        </w:rPr>
      </w:pPr>
    </w:p>
    <w:p w14:paraId="4122B09F" w14:textId="77777777" w:rsidR="008D5599" w:rsidRPr="008D5599" w:rsidRDefault="008D5599" w:rsidP="008D5599">
      <w:pPr>
        <w:shd w:val="clear" w:color="auto" w:fill="D0CECE"/>
        <w:spacing w:after="0" w:line="360" w:lineRule="auto"/>
        <w:jc w:val="both"/>
        <w:rPr>
          <w:rFonts w:ascii="Verdana Pro Light" w:eastAsia="Arial Unicode MS" w:hAnsi="Verdana Pro Light" w:cs="Arial"/>
          <w:b/>
          <w:smallCaps/>
          <w:color w:val="404040"/>
          <w:sz w:val="20"/>
          <w:szCs w:val="17"/>
        </w:rPr>
      </w:pPr>
      <w:r w:rsidRPr="008D5599">
        <w:rPr>
          <w:rFonts w:ascii="Verdana Pro Light" w:eastAsia="Arial Unicode MS" w:hAnsi="Verdana Pro Light" w:cs="Arial"/>
          <w:b/>
          <w:smallCaps/>
          <w:color w:val="404040"/>
          <w:sz w:val="20"/>
          <w:szCs w:val="17"/>
        </w:rPr>
        <w:t>Recursos</w:t>
      </w:r>
    </w:p>
    <w:p w14:paraId="6ADE97E7" w14:textId="632A670C" w:rsidR="008D5599" w:rsidRPr="008D5599" w:rsidRDefault="008D5599" w:rsidP="008D5599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8D5599">
        <w:rPr>
          <w:rFonts w:ascii="Verdana Pro Light" w:eastAsia="Verdana Pro Light" w:hAnsi="Verdana Pro Light" w:cs="Verdana Pro Light"/>
          <w:color w:val="000000"/>
          <w:sz w:val="18"/>
          <w:szCs w:val="18"/>
        </w:rPr>
        <w:t>Normas e procedimentos</w:t>
      </w:r>
    </w:p>
    <w:p w14:paraId="78767871" w14:textId="77777777" w:rsidR="008D5599" w:rsidRPr="008D5599" w:rsidRDefault="008D5599" w:rsidP="008D5599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8D5599">
        <w:rPr>
          <w:rFonts w:ascii="Verdana Pro Light" w:eastAsia="Verdana Pro Light" w:hAnsi="Verdana Pro Light" w:cs="Verdana Pro Light"/>
          <w:color w:val="000000"/>
          <w:sz w:val="18"/>
          <w:szCs w:val="18"/>
        </w:rPr>
        <w:t>Produtos, meios de apoio e ajudas técnicas</w:t>
      </w:r>
    </w:p>
    <w:p w14:paraId="73F78D3F" w14:textId="77777777" w:rsidR="008D5599" w:rsidRPr="008D5599" w:rsidRDefault="008D5599" w:rsidP="008D5599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8D5599">
        <w:rPr>
          <w:rFonts w:ascii="Verdana Pro Light" w:eastAsia="Verdana Pro Light" w:hAnsi="Verdana Pro Light" w:cs="Verdana Pro Light"/>
          <w:color w:val="000000"/>
          <w:sz w:val="18"/>
          <w:szCs w:val="18"/>
        </w:rPr>
        <w:t>Sistema informático</w:t>
      </w:r>
    </w:p>
    <w:p w14:paraId="7AF29003" w14:textId="77777777" w:rsidR="008D5599" w:rsidRPr="008D5599" w:rsidRDefault="008D5599" w:rsidP="008D5599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Verdana Pro Light" w:hAnsi="Verdana Pro Light" w:cs="Verdana Pro Light"/>
          <w:color w:val="000000"/>
          <w:sz w:val="18"/>
          <w:szCs w:val="18"/>
        </w:rPr>
      </w:pPr>
      <w:r w:rsidRPr="008D5599">
        <w:rPr>
          <w:rFonts w:ascii="Verdana Pro Light" w:eastAsia="Verdana Pro Light" w:hAnsi="Verdana Pro Light" w:cs="Verdana Pro Light"/>
          <w:color w:val="000000"/>
          <w:sz w:val="18"/>
          <w:szCs w:val="18"/>
        </w:rPr>
        <w:t>Livros, artigos e publicações especializadas</w:t>
      </w:r>
    </w:p>
    <w:p w14:paraId="468BB31C" w14:textId="77777777" w:rsidR="008D5599" w:rsidRPr="008D5599" w:rsidRDefault="008D5599" w:rsidP="008D5599">
      <w:pPr>
        <w:spacing w:before="120" w:after="0" w:line="276" w:lineRule="auto"/>
        <w:jc w:val="both"/>
        <w:rPr>
          <w:rFonts w:ascii="Verdana Pro Light" w:eastAsia="Arial Unicode MS" w:hAnsi="Verdana Pro Light" w:cs="Arial"/>
          <w:smallCaps/>
          <w:color w:val="404040"/>
          <w:sz w:val="20"/>
          <w:szCs w:val="17"/>
        </w:rPr>
      </w:pPr>
    </w:p>
    <w:p w14:paraId="786301ED" w14:textId="77777777" w:rsidR="008D5599" w:rsidRPr="008D5599" w:rsidRDefault="008D5599" w:rsidP="008D5599">
      <w:pPr>
        <w:shd w:val="clear" w:color="auto" w:fill="D0CECE"/>
        <w:spacing w:after="0" w:line="360" w:lineRule="auto"/>
        <w:jc w:val="both"/>
        <w:rPr>
          <w:rFonts w:ascii="Verdana Pro Light" w:eastAsia="Arial Unicode MS" w:hAnsi="Verdana Pro Light" w:cs="Arial"/>
          <w:b/>
          <w:smallCaps/>
          <w:color w:val="404040"/>
          <w:sz w:val="20"/>
          <w:szCs w:val="17"/>
        </w:rPr>
      </w:pPr>
      <w:r w:rsidRPr="008D5599">
        <w:rPr>
          <w:rFonts w:ascii="Verdana Pro Light" w:eastAsia="Arial Unicode MS" w:hAnsi="Verdana Pro Light" w:cs="Arial"/>
          <w:b/>
          <w:smallCaps/>
          <w:color w:val="404040"/>
          <w:sz w:val="20"/>
          <w:szCs w:val="17"/>
        </w:rPr>
        <w:t>Observações</w:t>
      </w:r>
    </w:p>
    <w:p w14:paraId="094DC940" w14:textId="77777777" w:rsidR="008D5599" w:rsidRPr="008D5599" w:rsidRDefault="008D5599" w:rsidP="008D5599">
      <w:pPr>
        <w:spacing w:before="120" w:after="0" w:line="276" w:lineRule="auto"/>
        <w:jc w:val="both"/>
        <w:rPr>
          <w:rFonts w:ascii="Verdana Pro Light" w:eastAsia="Arial Unicode MS" w:hAnsi="Verdana Pro Light" w:cs="Arial"/>
          <w:smallCaps/>
          <w:color w:val="404040"/>
          <w:sz w:val="20"/>
          <w:szCs w:val="17"/>
        </w:rPr>
      </w:pPr>
    </w:p>
    <w:p w14:paraId="1EA8A2A5" w14:textId="77777777" w:rsidR="00DB2FB0" w:rsidRDefault="00DB2FB0" w:rsidP="00DB2FB0">
      <w:pPr>
        <w:rPr>
          <w:rFonts w:ascii="Verdana Pro Light" w:eastAsia="Arial Unicode MS" w:hAnsi="Verdana Pro Light" w:cs="Times New Roman"/>
        </w:rPr>
      </w:pPr>
    </w:p>
    <w:p w14:paraId="46745F18" w14:textId="77777777" w:rsidR="00DB2FB0" w:rsidRDefault="00DB2FB0" w:rsidP="00DB2FB0">
      <w:pPr>
        <w:rPr>
          <w:rFonts w:ascii="Verdana Pro Light" w:eastAsia="Arial Unicode MS" w:hAnsi="Verdana Pro Light" w:cs="Times New Roman"/>
        </w:rPr>
      </w:pPr>
    </w:p>
    <w:p w14:paraId="7970FCAC" w14:textId="77777777" w:rsidR="00DB2FB0" w:rsidRDefault="00DB2FB0" w:rsidP="00DB2FB0">
      <w:pPr>
        <w:rPr>
          <w:rFonts w:ascii="Verdana Pro Light" w:eastAsia="Arial Unicode MS" w:hAnsi="Verdana Pro Light" w:cs="Times New Roman"/>
        </w:rPr>
      </w:pPr>
    </w:p>
    <w:p w14:paraId="476B629A" w14:textId="77777777" w:rsidR="00DB2FB0" w:rsidRDefault="00DB2FB0" w:rsidP="00DB2FB0">
      <w:pPr>
        <w:rPr>
          <w:rFonts w:ascii="Verdana Pro Light" w:eastAsia="Arial Unicode MS" w:hAnsi="Verdana Pro Light" w:cs="Times New Roman"/>
        </w:rPr>
      </w:pPr>
    </w:p>
    <w:p w14:paraId="4874A4C1" w14:textId="77777777" w:rsidR="00DB2FB0" w:rsidRDefault="00DB2FB0" w:rsidP="0035577B">
      <w:pPr>
        <w:rPr>
          <w:rFonts w:ascii="Verdana Pro Light" w:eastAsia="Arial Unicode MS" w:hAnsi="Verdana Pro Light" w:cs="Times New Roman"/>
        </w:rPr>
      </w:pPr>
    </w:p>
    <w:p w14:paraId="618FE672" w14:textId="77777777" w:rsidR="00AE2F02" w:rsidRDefault="00AE2F02" w:rsidP="0035577B">
      <w:pPr>
        <w:rPr>
          <w:rFonts w:ascii="Verdana Pro Light" w:eastAsia="Arial Unicode MS" w:hAnsi="Verdana Pro Light" w:cs="Times New Roman"/>
        </w:rPr>
      </w:pPr>
    </w:p>
    <w:p w14:paraId="596D5EF0" w14:textId="77777777" w:rsidR="00AE2F02" w:rsidRDefault="00AE2F02" w:rsidP="0035577B">
      <w:pPr>
        <w:rPr>
          <w:rFonts w:ascii="Verdana Pro Light" w:eastAsia="Arial Unicode MS" w:hAnsi="Verdana Pro Light" w:cs="Times New Roman"/>
        </w:rPr>
      </w:pPr>
    </w:p>
    <w:p w14:paraId="51B2DD9C" w14:textId="77777777" w:rsidR="00AE2F02" w:rsidRDefault="00AE2F02" w:rsidP="0035577B">
      <w:pPr>
        <w:rPr>
          <w:rFonts w:ascii="Verdana Pro Light" w:eastAsia="Arial Unicode MS" w:hAnsi="Verdana Pro Light" w:cs="Times New Roman"/>
        </w:rPr>
      </w:pPr>
    </w:p>
    <w:p w14:paraId="712CDFD7" w14:textId="77777777" w:rsidR="00AE2F02" w:rsidRDefault="00AE2F02" w:rsidP="0035577B">
      <w:pPr>
        <w:rPr>
          <w:rFonts w:ascii="Verdana Pro Light" w:eastAsia="Arial Unicode MS" w:hAnsi="Verdana Pro Light" w:cs="Times New Roman"/>
        </w:rPr>
      </w:pPr>
    </w:p>
    <w:p w14:paraId="0D49E7BF" w14:textId="77777777" w:rsidR="00AE2F02" w:rsidRDefault="00AE2F02" w:rsidP="0035577B">
      <w:pPr>
        <w:rPr>
          <w:rFonts w:ascii="Verdana Pro Light" w:eastAsia="Arial Unicode MS" w:hAnsi="Verdana Pro Light" w:cs="Times New Roman"/>
        </w:rPr>
      </w:pPr>
    </w:p>
    <w:p w14:paraId="713C0C7C" w14:textId="77777777" w:rsidR="00AE2F02" w:rsidRDefault="00AE2F02" w:rsidP="0035577B">
      <w:pPr>
        <w:rPr>
          <w:rFonts w:ascii="Verdana Pro Light" w:eastAsia="Arial Unicode MS" w:hAnsi="Verdana Pro Light" w:cs="Times New Roman"/>
        </w:rPr>
      </w:pPr>
    </w:p>
    <w:p w14:paraId="5222CA73" w14:textId="77777777" w:rsidR="00AE2F02" w:rsidRDefault="00AE2F02" w:rsidP="0035577B">
      <w:pPr>
        <w:rPr>
          <w:rFonts w:ascii="Verdana Pro Light" w:eastAsia="Arial Unicode MS" w:hAnsi="Verdana Pro Light" w:cs="Times New Roman"/>
        </w:rPr>
      </w:pPr>
    </w:p>
    <w:p w14:paraId="434EB67F" w14:textId="77777777" w:rsidR="008B7C42" w:rsidRDefault="008B7C42" w:rsidP="0035577B">
      <w:pPr>
        <w:rPr>
          <w:rFonts w:ascii="Verdana Pro Light" w:eastAsia="Arial Unicode MS" w:hAnsi="Verdana Pro Light" w:cs="Times New Roman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11622C" w:rsidRPr="00136AD8" w14:paraId="5CF94929" w14:textId="77777777" w:rsidTr="004313D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7A06DC0" w14:textId="045F648C" w:rsidR="0011622C" w:rsidRPr="0011622C" w:rsidRDefault="0011622C" w:rsidP="004313D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b/>
                <w:smallCaps/>
                <w:sz w:val="18"/>
                <w:szCs w:val="18"/>
              </w:rPr>
            </w:pPr>
            <w:r w:rsidRPr="0011622C">
              <w:rPr>
                <w:rFonts w:ascii="Verdana Pro Light" w:eastAsia="Arial Unicode MS" w:hAnsi="Verdana Pro Light" w:cs="Times New Roman"/>
                <w:b/>
                <w:smallCaps/>
                <w:sz w:val="18"/>
                <w:szCs w:val="18"/>
              </w:rPr>
              <w:lastRenderedPageBreak/>
              <w:t>UC 0000/00</w:t>
            </w:r>
            <w:r w:rsidR="0059595C">
              <w:rPr>
                <w:rFonts w:ascii="Verdana Pro Light" w:eastAsia="Arial Unicode MS" w:hAnsi="Verdana Pro Light" w:cs="Times New Roman"/>
                <w:b/>
                <w:smallCaps/>
                <w:sz w:val="18"/>
                <w:szCs w:val="18"/>
              </w:rPr>
              <w:t>0</w:t>
            </w:r>
            <w:r w:rsidRPr="0011622C">
              <w:rPr>
                <w:rFonts w:ascii="Verdana Pro Light" w:eastAsia="Arial Unicode MS" w:hAnsi="Verdana Pro Light" w:cs="Times New Roman"/>
                <w:b/>
                <w:smallCaps/>
                <w:sz w:val="18"/>
                <w:szCs w:val="18"/>
              </w:rPr>
              <w:t>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09F5E80" w14:textId="04A5CA15" w:rsidR="0011622C" w:rsidRPr="0011622C" w:rsidRDefault="0011622C" w:rsidP="004313D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mallCaps/>
                <w:sz w:val="18"/>
                <w:szCs w:val="18"/>
              </w:rPr>
            </w:pPr>
            <w:r w:rsidRPr="0011622C">
              <w:rPr>
                <w:rFonts w:ascii="Verdana Pro Light" w:eastAsia="Arial Unicode MS" w:hAnsi="Verdana Pro Light" w:cs="Times New Roman"/>
                <w:b/>
                <w:smallCaps/>
                <w:sz w:val="18"/>
                <w:szCs w:val="18"/>
              </w:rPr>
              <w:t xml:space="preserve">Comunicar e interagir em língua </w:t>
            </w:r>
            <w:r>
              <w:rPr>
                <w:rFonts w:ascii="Verdana Pro Light" w:eastAsia="Arial Unicode MS" w:hAnsi="Verdana Pro Light" w:cs="Times New Roman"/>
                <w:b/>
                <w:smallCaps/>
                <w:sz w:val="18"/>
                <w:szCs w:val="18"/>
              </w:rPr>
              <w:t>estrangeira</w:t>
            </w:r>
            <w:r w:rsidRPr="0011622C">
              <w:rPr>
                <w:rFonts w:ascii="Verdana Pro Light" w:eastAsia="Arial Unicode MS" w:hAnsi="Verdana Pro Light" w:cs="Times New Roman"/>
                <w:b/>
                <w:smallCaps/>
                <w:sz w:val="18"/>
                <w:szCs w:val="18"/>
              </w:rPr>
              <w:t xml:space="preserve"> </w:t>
            </w:r>
          </w:p>
        </w:tc>
      </w:tr>
    </w:tbl>
    <w:p w14:paraId="6278A2FA" w14:textId="77777777" w:rsidR="0011622C" w:rsidRDefault="0011622C" w:rsidP="0011622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4,5</w:t>
      </w:r>
    </w:p>
    <w:p w14:paraId="49113F0A" w14:textId="77777777" w:rsidR="0011622C" w:rsidRPr="003200F2" w:rsidRDefault="0011622C" w:rsidP="0011622C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: </w:t>
      </w:r>
      <w:r>
        <w:rPr>
          <w:rFonts w:ascii="Verdana Pro Light" w:eastAsia="Arial Unicode MS" w:hAnsi="Verdana Pro Light" w:cs="Times New Roman"/>
          <w:smallCaps/>
          <w:sz w:val="20"/>
        </w:rPr>
        <w:t>50h</w:t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107"/>
        <w:gridCol w:w="3153"/>
        <w:gridCol w:w="3265"/>
      </w:tblGrid>
      <w:tr w:rsidR="0011622C" w:rsidRPr="00136AD8" w14:paraId="2CB552D4" w14:textId="77777777" w:rsidTr="004313DD">
        <w:trPr>
          <w:trHeight w:val="274"/>
        </w:trPr>
        <w:tc>
          <w:tcPr>
            <w:tcW w:w="9820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5AC43E4" w14:textId="77777777" w:rsidR="0011622C" w:rsidRPr="001B353A" w:rsidRDefault="0011622C" w:rsidP="004313D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11622C" w:rsidRPr="00136AD8" w14:paraId="5D02ACC3" w14:textId="77777777" w:rsidTr="004313DD">
        <w:tc>
          <w:tcPr>
            <w:tcW w:w="98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37500E" w14:textId="77777777" w:rsidR="0011622C" w:rsidRPr="00BA3807" w:rsidRDefault="0011622C" w:rsidP="004313D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Pr="00BA3807">
              <w:rPr>
                <w:rFonts w:ascii="Verdana Pro Light" w:eastAsia="Arial Unicode MS" w:hAnsi="Verdana Pro Light" w:cs="Arial Unicode MS"/>
                <w:sz w:val="18"/>
                <w:szCs w:val="18"/>
              </w:rPr>
              <w:t>Interpretar e selecionar informação especializada, verbal e não verbal, em suportes variados no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setor da dança</w:t>
            </w:r>
          </w:p>
          <w:p w14:paraId="3C06F60A" w14:textId="77777777" w:rsidR="0011622C" w:rsidRPr="00BA3807" w:rsidRDefault="0011622C" w:rsidP="004313D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BA380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R2. Transmitir enunciados orais coerentes no âmbito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do setor da dança</w:t>
            </w:r>
          </w:p>
          <w:p w14:paraId="7219A603" w14:textId="77777777" w:rsidR="0011622C" w:rsidRPr="0006082E" w:rsidRDefault="0011622C" w:rsidP="004313D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BA380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R3. Redigir textos articulados e coesos relacionados com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>o setor da dança</w:t>
            </w:r>
          </w:p>
        </w:tc>
      </w:tr>
      <w:tr w:rsidR="0011622C" w:rsidRPr="00136AD8" w14:paraId="6D5F1706" w14:textId="77777777" w:rsidTr="004313DD">
        <w:trPr>
          <w:trHeight w:val="296"/>
        </w:trPr>
        <w:tc>
          <w:tcPr>
            <w:tcW w:w="340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AAA8F6E" w14:textId="77777777" w:rsidR="0011622C" w:rsidRPr="001B353A" w:rsidRDefault="0011622C" w:rsidP="004313D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15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C4D3998" w14:textId="77777777" w:rsidR="0011622C" w:rsidRPr="001B353A" w:rsidRDefault="0011622C" w:rsidP="004313D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9A72C67" w14:textId="77777777" w:rsidR="0011622C" w:rsidRPr="001B353A" w:rsidRDefault="0011622C" w:rsidP="004313D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11622C" w:rsidRPr="00F057ED" w14:paraId="2CD97C0C" w14:textId="77777777" w:rsidTr="004313DD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033671" w14:textId="77777777" w:rsidR="0011622C" w:rsidRPr="00E779B9" w:rsidRDefault="0011622C" w:rsidP="004313D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Léxico (vocabulário) –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 área da</w:t>
            </w:r>
            <w:r w:rsidRPr="00E779B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dança</w:t>
            </w:r>
          </w:p>
          <w:p w14:paraId="3A4C713B" w14:textId="77777777" w:rsidR="0011622C" w:rsidRPr="00F057ED" w:rsidRDefault="0011622C" w:rsidP="004313D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Funções da linguagem</w:t>
            </w:r>
          </w:p>
          <w:p w14:paraId="21A0B8BB" w14:textId="77777777" w:rsidR="0011622C" w:rsidRPr="00F057ED" w:rsidRDefault="0011622C" w:rsidP="004313D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Estruturas do funcionamento da língua – sons, entoações e ritmos da língua, símbolos fonéticos; nomes, pronomes, adjetivos, advérbios, determinantes e artigos, elementos de ligação frásica, verbos</w:t>
            </w:r>
          </w:p>
          <w:p w14:paraId="2DDB9EAC" w14:textId="77777777" w:rsidR="0011622C" w:rsidRPr="00F057ED" w:rsidRDefault="0011622C" w:rsidP="004313D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Sintaxe</w:t>
            </w:r>
          </w:p>
          <w:p w14:paraId="5D6303ED" w14:textId="77777777" w:rsidR="0011622C" w:rsidRPr="00F057ED" w:rsidRDefault="0011622C" w:rsidP="004313D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Fluência de leitura</w:t>
            </w:r>
          </w:p>
          <w:p w14:paraId="3A9A73F7" w14:textId="77777777" w:rsidR="0011622C" w:rsidRPr="00F057ED" w:rsidRDefault="0011622C" w:rsidP="004313D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Regras de produção de documentos escritos</w:t>
            </w:r>
          </w:p>
          <w:p w14:paraId="525F8E8A" w14:textId="77777777" w:rsidR="0011622C" w:rsidRPr="00F057ED" w:rsidRDefault="0011622C" w:rsidP="004313D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Regras de cortesia e convenções linguísticas</w:t>
            </w:r>
          </w:p>
          <w:p w14:paraId="36EC2CBC" w14:textId="77777777" w:rsidR="0011622C" w:rsidRPr="00F057ED" w:rsidRDefault="0011622C" w:rsidP="004313DD">
            <w:pPr>
              <w:pStyle w:val="PargrafodaLista"/>
              <w:spacing w:before="60" w:after="60" w:line="360" w:lineRule="auto"/>
              <w:ind w:left="212" w:hanging="141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D7CF1A7" w14:textId="77777777" w:rsidR="0011622C" w:rsidRPr="00F057ED" w:rsidRDefault="0011622C" w:rsidP="004313DD">
            <w:pPr>
              <w:spacing w:before="60" w:after="60" w:line="360" w:lineRule="auto"/>
              <w:ind w:left="212" w:hanging="141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4F66D6" w14:textId="77777777" w:rsidR="0011622C" w:rsidRPr="00D45547" w:rsidRDefault="0011622C" w:rsidP="004313D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Utilizar procedimentos de pesquisa e recolha de informação </w:t>
            </w:r>
            <w:r w:rsidRPr="00D45547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no setor da dança</w:t>
            </w:r>
          </w:p>
          <w:p w14:paraId="4A291168" w14:textId="77777777" w:rsidR="0011622C" w:rsidRPr="00F057ED" w:rsidRDefault="0011622C" w:rsidP="004313D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Mobilizar recursos linguísticos relacionando informação de áreas e fontes diversificadas </w:t>
            </w:r>
          </w:p>
          <w:p w14:paraId="248DB1AD" w14:textId="77777777" w:rsidR="0011622C" w:rsidRDefault="0011622C" w:rsidP="004313D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Distinguir informação essencial da informação acessória em textos e suportes diversificados</w:t>
            </w:r>
          </w:p>
          <w:p w14:paraId="6AE60D17" w14:textId="77777777" w:rsidR="0011622C" w:rsidRPr="002F3F8C" w:rsidRDefault="0011622C" w:rsidP="004313D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2F3F8C">
              <w:rPr>
                <w:rFonts w:ascii="Verdana Pro Light" w:hAnsi="Verdana Pro Light"/>
                <w:sz w:val="18"/>
                <w:szCs w:val="18"/>
              </w:rPr>
              <w:t xml:space="preserve">Descodificar perguntas e pedidos de informação. </w:t>
            </w:r>
          </w:p>
          <w:p w14:paraId="169123FE" w14:textId="77777777" w:rsidR="0011622C" w:rsidRPr="00F057ED" w:rsidRDefault="0011622C" w:rsidP="004313D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Escrever ou responder a uma carta, e-mail e outro tipo de mensagens para fazer um pedido ou transmitir informações</w:t>
            </w:r>
          </w:p>
          <w:p w14:paraId="591E8BD5" w14:textId="77777777" w:rsidR="0011622C" w:rsidRPr="00F057ED" w:rsidRDefault="0011622C" w:rsidP="004313D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Responder a perguntas diretas</w:t>
            </w:r>
          </w:p>
          <w:p w14:paraId="03E74BF1" w14:textId="77777777" w:rsidR="0011622C" w:rsidRPr="00F057ED" w:rsidRDefault="0011622C" w:rsidP="004313D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Iniciar, manter e terminar conversas </w:t>
            </w:r>
            <w:r>
              <w:rPr>
                <w:rFonts w:ascii="Verdana Pro Light" w:hAnsi="Verdana Pro Light"/>
                <w:sz w:val="18"/>
                <w:szCs w:val="18"/>
              </w:rPr>
              <w:t>no contexto da dança</w:t>
            </w:r>
          </w:p>
          <w:p w14:paraId="5B58FCB2" w14:textId="77777777" w:rsidR="0011622C" w:rsidRPr="0013374C" w:rsidRDefault="0011622C" w:rsidP="004313D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Reconhecer e utilizar o vocabulário específico </w:t>
            </w:r>
            <w:r w:rsidRPr="0013374C">
              <w:rPr>
                <w:rFonts w:ascii="Verdana Pro Light" w:hAnsi="Verdana Pro Light"/>
                <w:sz w:val="18"/>
                <w:szCs w:val="18"/>
              </w:rPr>
              <w:t>na área da dança</w:t>
            </w:r>
          </w:p>
          <w:p w14:paraId="7FE30F94" w14:textId="77777777" w:rsidR="0011622C" w:rsidRPr="00F057ED" w:rsidRDefault="0011622C" w:rsidP="004313D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linguagens não verbais na comunicação</w:t>
            </w:r>
          </w:p>
          <w:p w14:paraId="44D99594" w14:textId="77777777" w:rsidR="0011622C" w:rsidRPr="00F057ED" w:rsidRDefault="0011622C" w:rsidP="004313D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Transmitir informações concretas e diretas </w:t>
            </w:r>
          </w:p>
          <w:p w14:paraId="6A4C2F7F" w14:textId="77777777" w:rsidR="0011622C" w:rsidRPr="00F057ED" w:rsidRDefault="0011622C" w:rsidP="004313D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216" w:hanging="14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Redigir notas, relatórios e preencher formulários 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C70816" w14:textId="77777777" w:rsidR="0011622C" w:rsidRPr="00F057ED" w:rsidRDefault="0011622C" w:rsidP="004313D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Autonomia no âmbito das suas funções  </w:t>
            </w:r>
          </w:p>
          <w:p w14:paraId="798DEB83" w14:textId="77777777" w:rsidR="0011622C" w:rsidRPr="00F057ED" w:rsidRDefault="0011622C" w:rsidP="004313D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 xml:space="preserve">Empatia </w:t>
            </w:r>
          </w:p>
          <w:p w14:paraId="5490F148" w14:textId="77777777" w:rsidR="0011622C" w:rsidRPr="00F057ED" w:rsidRDefault="0011622C" w:rsidP="004313D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Assertividade</w:t>
            </w:r>
          </w:p>
          <w:p w14:paraId="57853830" w14:textId="77777777" w:rsidR="0011622C" w:rsidRPr="00F057ED" w:rsidRDefault="0011622C" w:rsidP="004313D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Escuta ativa</w:t>
            </w:r>
          </w:p>
          <w:p w14:paraId="2CC96BE5" w14:textId="77777777" w:rsidR="0011622C" w:rsidRPr="00F057ED" w:rsidRDefault="0011622C" w:rsidP="004313D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rPr>
                <w:rFonts w:ascii="Verdana Pro Light" w:hAnsi="Verdana Pro Light"/>
                <w:sz w:val="18"/>
                <w:szCs w:val="18"/>
              </w:rPr>
            </w:pPr>
            <w:r w:rsidRPr="00F057ED">
              <w:rPr>
                <w:rFonts w:ascii="Verdana Pro Light" w:hAnsi="Verdana Pro Light"/>
                <w:sz w:val="18"/>
                <w:szCs w:val="18"/>
              </w:rPr>
              <w:t>Empenho e persistência na resolução de problemas.</w:t>
            </w:r>
          </w:p>
          <w:p w14:paraId="463CFD98" w14:textId="77777777" w:rsidR="0011622C" w:rsidRPr="00F057ED" w:rsidRDefault="0011622C" w:rsidP="004313DD">
            <w:pPr>
              <w:pStyle w:val="PargrafodaLista"/>
              <w:numPr>
                <w:ilvl w:val="0"/>
                <w:numId w:val="4"/>
              </w:numPr>
              <w:spacing w:before="60" w:after="60" w:line="360" w:lineRule="auto"/>
              <w:ind w:left="429" w:hanging="284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2E78AB4E" w14:textId="77777777" w:rsidR="0011622C" w:rsidRDefault="0011622C" w:rsidP="0011622C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6650AC18" w14:textId="77777777" w:rsidR="0011622C" w:rsidRDefault="0011622C" w:rsidP="0011622C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3FE70FFA" w14:textId="77777777" w:rsidR="0011622C" w:rsidRDefault="0011622C" w:rsidP="0011622C">
      <w:pPr>
        <w:spacing w:after="0" w:line="276" w:lineRule="auto"/>
        <w:jc w:val="both"/>
        <w:rPr>
          <w:rFonts w:ascii="Verdana Pro Light" w:hAnsi="Verdana Pro Light"/>
          <w:smallCaps/>
        </w:rPr>
      </w:pPr>
    </w:p>
    <w:p w14:paraId="1E5CBBF2" w14:textId="77777777" w:rsidR="0011622C" w:rsidRPr="00F87025" w:rsidRDefault="0011622C" w:rsidP="0011622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66A2E963" w14:textId="77777777" w:rsidR="0011622C" w:rsidRPr="00F20E6F" w:rsidRDefault="0011622C" w:rsidP="0011622C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12E056D4" w14:textId="77777777" w:rsidR="0011622C" w:rsidRPr="00A45383" w:rsidRDefault="0011622C" w:rsidP="0011622C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A4538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 Identificando o contexto, a ideia principal, distinguindo informações simples e de maior complexidade do discurso oral e do texto escrito.</w:t>
      </w:r>
    </w:p>
    <w:p w14:paraId="436FD104" w14:textId="77777777" w:rsidR="0011622C" w:rsidRPr="00A45383" w:rsidRDefault="0011622C" w:rsidP="0011622C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A4538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 Comunicando oralmente de forma precisa e eficaz, com ritmo e entoação apropriados e adaptando o discurso ao registo do interlocutor.</w:t>
      </w:r>
    </w:p>
    <w:p w14:paraId="33B263AA" w14:textId="77777777" w:rsidR="0011622C" w:rsidRPr="00A45383" w:rsidRDefault="0011622C" w:rsidP="0011622C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A4538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 Utilizando vocabulário, estruturas frásicas diversas e formas de tratamento adequados à situação comunicativa oral e escrita e ao público-alvo.</w:t>
      </w:r>
    </w:p>
    <w:p w14:paraId="5DA64919" w14:textId="77777777" w:rsidR="0011622C" w:rsidRPr="00A45383" w:rsidRDefault="0011622C" w:rsidP="0011622C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A4538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 Produzindo um texto escrito de forma clara e articulada, de acordo com a sua finalidade e público-alvo.</w:t>
      </w:r>
    </w:p>
    <w:p w14:paraId="4F4F23D7" w14:textId="77777777" w:rsidR="0011622C" w:rsidRDefault="0011622C" w:rsidP="0011622C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A45383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 Aplicando técnicas de redação de documentos profissionais e usando as regras de ortografia, de pontuação e de acentuação.</w:t>
      </w:r>
    </w:p>
    <w:p w14:paraId="2A1ECE31" w14:textId="77777777" w:rsidR="0011622C" w:rsidRPr="00136AD8" w:rsidRDefault="0011622C" w:rsidP="0011622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AD8F488" w14:textId="77777777" w:rsidR="0011622C" w:rsidRPr="00F87025" w:rsidRDefault="0011622C" w:rsidP="0011622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7029F13A" w14:textId="77777777" w:rsidR="0011622C" w:rsidRPr="00660150" w:rsidRDefault="0011622C" w:rsidP="0011622C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Académico: Participação em aulas, workshops e seminários em diferentes contextos académicos e educativos</w:t>
      </w:r>
    </w:p>
    <w:p w14:paraId="14182699" w14:textId="77777777" w:rsidR="0011622C" w:rsidRDefault="0011622C" w:rsidP="0011622C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Artístico e Profissional: Participação em espetáculos de dança, eventos performativos 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660150">
        <w:rPr>
          <w:rFonts w:ascii="Verdana Pro Light" w:eastAsia="Arial Unicode MS" w:hAnsi="Verdana Pro Light" w:cs="Arial Unicode MS"/>
          <w:sz w:val="18"/>
          <w:szCs w:val="18"/>
        </w:rPr>
        <w:t>concursos de dança</w:t>
      </w:r>
    </w:p>
    <w:p w14:paraId="7D8D7E0A" w14:textId="77777777" w:rsidR="0011622C" w:rsidRPr="00660150" w:rsidRDefault="0011622C" w:rsidP="0011622C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Atividades ligadas às profissões da dança, nos domínios artístico, educativo, lúdico e inclusivo.</w:t>
      </w:r>
    </w:p>
    <w:p w14:paraId="38294A42" w14:textId="77777777" w:rsidR="0011622C" w:rsidRPr="002A28C4" w:rsidRDefault="0011622C" w:rsidP="0011622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3128CF0" w14:textId="77777777" w:rsidR="0011622C" w:rsidRPr="00984B30" w:rsidRDefault="0011622C" w:rsidP="0011622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9B58731" w14:textId="77777777" w:rsidR="0011622C" w:rsidRPr="00984B30" w:rsidRDefault="0011622C" w:rsidP="0011622C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4101886" w14:textId="77777777" w:rsidR="0011622C" w:rsidRPr="00051C79" w:rsidRDefault="0011622C" w:rsidP="0011622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889AF95" w14:textId="77777777" w:rsidR="0011622C" w:rsidRPr="00F87025" w:rsidRDefault="0011622C" w:rsidP="0011622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3521DE57" w14:textId="77777777" w:rsidR="0011622C" w:rsidRDefault="0011622C" w:rsidP="0011622C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CF7B22">
        <w:rPr>
          <w:rFonts w:ascii="Verdana Pro Light" w:eastAsia="Arial Unicode MS" w:hAnsi="Verdana Pro Light" w:cs="Arial Unicode MS"/>
          <w:sz w:val="18"/>
          <w:szCs w:val="18"/>
        </w:rPr>
        <w:t>Dispositivos tec</w:t>
      </w:r>
      <w:r>
        <w:rPr>
          <w:rFonts w:ascii="Verdana Pro Light" w:eastAsia="Arial Unicode MS" w:hAnsi="Verdana Pro Light" w:cs="Arial Unicode MS"/>
          <w:sz w:val="18"/>
          <w:szCs w:val="18"/>
        </w:rPr>
        <w:t>nológicos com acesso à internet</w:t>
      </w:r>
    </w:p>
    <w:p w14:paraId="6F5B8911" w14:textId="77777777" w:rsidR="0011622C" w:rsidRDefault="0011622C" w:rsidP="0011622C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D0F29">
        <w:rPr>
          <w:rFonts w:ascii="Verdana Pro Light" w:eastAsia="Arial Unicode MS" w:hAnsi="Verdana Pro Light" w:cs="Arial Unicode MS"/>
          <w:sz w:val="18"/>
          <w:szCs w:val="18"/>
        </w:rPr>
        <w:t>Conteúdos multimédia</w:t>
      </w:r>
    </w:p>
    <w:p w14:paraId="25A64CBC" w14:textId="77777777" w:rsidR="0011622C" w:rsidRPr="007D0F29" w:rsidRDefault="0011622C" w:rsidP="0011622C">
      <w:pPr>
        <w:numPr>
          <w:ilvl w:val="0"/>
          <w:numId w:val="3"/>
        </w:numPr>
        <w:spacing w:before="120" w:after="0" w:line="276" w:lineRule="auto"/>
        <w:ind w:left="426" w:hanging="284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D0F29">
        <w:rPr>
          <w:rFonts w:ascii="Verdana Pro Light" w:eastAsia="Arial Unicode MS" w:hAnsi="Verdana Pro Light" w:cs="Arial Unicode MS"/>
          <w:sz w:val="18"/>
          <w:szCs w:val="18"/>
        </w:rPr>
        <w:t>Ferramentas de tradução, dicionários, entre outros</w:t>
      </w:r>
    </w:p>
    <w:p w14:paraId="77DA9000" w14:textId="77777777" w:rsidR="0011622C" w:rsidRDefault="0011622C" w:rsidP="0011622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6D349B0" w14:textId="77777777" w:rsidR="0011622C" w:rsidRDefault="0011622C" w:rsidP="0011622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2BE97D0" w14:textId="77777777" w:rsidR="0011622C" w:rsidRDefault="0011622C" w:rsidP="0011622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4D2ED37" w14:textId="77777777" w:rsidR="0011622C" w:rsidRPr="00051C79" w:rsidRDefault="0011622C" w:rsidP="0011622C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AE32AFA" w14:textId="77777777" w:rsidR="0011622C" w:rsidRPr="00F87025" w:rsidRDefault="0011622C" w:rsidP="0011622C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7F4840D" w14:textId="77777777" w:rsidR="0011622C" w:rsidRPr="000507B4" w:rsidRDefault="0011622C" w:rsidP="0011622C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3D9537B1">
        <w:rPr>
          <w:rFonts w:ascii="Verdana Pro Light" w:eastAsia="Arial Unicode MS" w:hAnsi="Verdana Pro Light" w:cs="Arial Unicode MS"/>
          <w:sz w:val="18"/>
          <w:szCs w:val="18"/>
        </w:rPr>
        <w:t xml:space="preserve">Esta UC permite a comunicação em língua inglesa ao nível do utilizador independente (QECR, Escala Global, Nível B: Utilizador Independente; Conselho da Europa, 2001). </w:t>
      </w:r>
    </w:p>
    <w:p w14:paraId="4A7AA849" w14:textId="77777777" w:rsidR="0011622C" w:rsidRPr="00136AD8" w:rsidRDefault="0011622C" w:rsidP="0011622C">
      <w:pPr>
        <w:widowControl w:val="0"/>
        <w:spacing w:after="0" w:line="240" w:lineRule="auto"/>
        <w:jc w:val="center"/>
        <w:rPr>
          <w:rFonts w:ascii="Verdana Pro Light" w:eastAsia="Arial Unicode MS" w:hAnsi="Verdana Pro Light" w:cs="Times New Roman"/>
        </w:rPr>
      </w:pPr>
    </w:p>
    <w:p w14:paraId="5E96CFE2" w14:textId="77777777" w:rsidR="0011622C" w:rsidRPr="0035577B" w:rsidRDefault="0011622C" w:rsidP="0011622C">
      <w:pPr>
        <w:rPr>
          <w:rFonts w:ascii="Verdana Pro Light" w:eastAsia="Arial Unicode MS" w:hAnsi="Verdana Pro Light" w:cs="Times New Roman"/>
        </w:rPr>
      </w:pPr>
    </w:p>
    <w:p w14:paraId="5AB2095C" w14:textId="77777777" w:rsidR="0011622C" w:rsidRDefault="0011622C" w:rsidP="0011622C">
      <w:pPr>
        <w:rPr>
          <w:rFonts w:ascii="Verdana Pro Light" w:eastAsia="Arial Unicode MS" w:hAnsi="Verdana Pro Light" w:cs="Times New Roman"/>
        </w:rPr>
      </w:pPr>
    </w:p>
    <w:p w14:paraId="3B7085D2" w14:textId="77777777" w:rsidR="008B7C42" w:rsidRDefault="008B7C42" w:rsidP="0035577B">
      <w:pPr>
        <w:rPr>
          <w:rFonts w:ascii="Verdana Pro Light" w:eastAsia="Arial Unicode MS" w:hAnsi="Verdana Pro Light" w:cs="Times New Roman"/>
        </w:rPr>
      </w:pPr>
    </w:p>
    <w:p w14:paraId="4874E0B5" w14:textId="77777777" w:rsidR="0011622C" w:rsidRDefault="0011622C" w:rsidP="0035577B">
      <w:pPr>
        <w:rPr>
          <w:rFonts w:ascii="Verdana Pro Light" w:eastAsia="Arial Unicode MS" w:hAnsi="Verdana Pro Light" w:cs="Times New Roman"/>
        </w:rPr>
      </w:pPr>
    </w:p>
    <w:p w14:paraId="32D48423" w14:textId="77777777" w:rsidR="0011622C" w:rsidRDefault="0011622C" w:rsidP="0035577B">
      <w:pPr>
        <w:rPr>
          <w:rFonts w:ascii="Verdana Pro Light" w:eastAsia="Arial Unicode MS" w:hAnsi="Verdana Pro Light" w:cs="Times New Roman"/>
        </w:rPr>
      </w:pPr>
    </w:p>
    <w:p w14:paraId="4DD0E383" w14:textId="77777777" w:rsidR="00AE2F02" w:rsidRDefault="00AE2F02" w:rsidP="0035577B">
      <w:pPr>
        <w:rPr>
          <w:rFonts w:ascii="Verdana Pro Light" w:eastAsia="Arial Unicode MS" w:hAnsi="Verdana Pro Light" w:cs="Times New Roman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147559" w:rsidRPr="00136AD8" w14:paraId="3651498E" w14:textId="77777777" w:rsidTr="004313D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63C7C38" w14:textId="2E73796D" w:rsidR="00147559" w:rsidRPr="00136AD8" w:rsidRDefault="00147559" w:rsidP="004313D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BF3077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0000/00</w:t>
            </w: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0</w:t>
            </w:r>
            <w:r w:rsidR="008268F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9763162" w14:textId="6888DE93" w:rsidR="00147559" w:rsidRPr="009C256C" w:rsidRDefault="00CE3566" w:rsidP="004313D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Praticar </w:t>
            </w:r>
            <w:r w:rsidR="00725A97" w:rsidRPr="00725A97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movimentos expressivos</w:t>
            </w:r>
            <w:r w:rsidRPr="00725A97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em contexto teatral</w:t>
            </w:r>
          </w:p>
        </w:tc>
      </w:tr>
    </w:tbl>
    <w:p w14:paraId="677F94F7" w14:textId="77777777" w:rsidR="00147559" w:rsidRDefault="00147559" w:rsidP="0014755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,5</w:t>
      </w:r>
    </w:p>
    <w:p w14:paraId="2482B368" w14:textId="77777777" w:rsidR="00147559" w:rsidRPr="003200F2" w:rsidRDefault="00147559" w:rsidP="00147559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: </w:t>
      </w:r>
      <w:r>
        <w:rPr>
          <w:rFonts w:ascii="Verdana Pro Light" w:eastAsia="Arial Unicode MS" w:hAnsi="Verdana Pro Light" w:cs="Times New Roman"/>
          <w:smallCaps/>
          <w:sz w:val="20"/>
        </w:rPr>
        <w:t>25h</w:t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3402"/>
        <w:gridCol w:w="3153"/>
        <w:gridCol w:w="3265"/>
      </w:tblGrid>
      <w:tr w:rsidR="00147559" w:rsidRPr="00136AD8" w14:paraId="5D12A47C" w14:textId="77777777" w:rsidTr="004313D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52950EE" w14:textId="77777777" w:rsidR="00147559" w:rsidRPr="001B353A" w:rsidRDefault="00147559" w:rsidP="004313D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147559" w:rsidRPr="00136AD8" w14:paraId="1C164015" w14:textId="77777777" w:rsidTr="004313D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3D03B6" w14:textId="301FC95E" w:rsidR="00147559" w:rsidRPr="00D2265E" w:rsidRDefault="00147559" w:rsidP="004313D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3A14EC" w:rsidRPr="00E10F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Utilizar o corpo como elemento expressivo no contexto da linguagem cénica em contexto de teatro</w:t>
            </w:r>
          </w:p>
          <w:p w14:paraId="2F7D9BB8" w14:textId="3C8766F4" w:rsidR="003A14EC" w:rsidRPr="003A14EC" w:rsidRDefault="00147559" w:rsidP="003A14EC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3A14EC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="003A14EC" w:rsidRPr="003A14EC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3A14EC" w:rsidRPr="003A14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Relacionar a técnica e a estética na perspetiva do corpo em cena</w:t>
            </w:r>
          </w:p>
          <w:p w14:paraId="4B40F4E7" w14:textId="31856573" w:rsidR="00147559" w:rsidRDefault="00147559" w:rsidP="004313D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D2265E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3A14EC" w:rsidRPr="003A14EC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Criar e praticar movimentos expressivos em contexto de teatro</w:t>
            </w:r>
          </w:p>
          <w:p w14:paraId="16001444" w14:textId="77777777" w:rsidR="00147559" w:rsidRPr="0006082E" w:rsidRDefault="00147559" w:rsidP="004313D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147559" w:rsidRPr="00136AD8" w14:paraId="27C1FCF7" w14:textId="77777777" w:rsidTr="004313DD">
        <w:trPr>
          <w:trHeight w:val="296"/>
        </w:trPr>
        <w:tc>
          <w:tcPr>
            <w:tcW w:w="340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CA53521" w14:textId="77777777" w:rsidR="00147559" w:rsidRPr="001B353A" w:rsidRDefault="00147559" w:rsidP="004313D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15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8F4021E" w14:textId="77777777" w:rsidR="00147559" w:rsidRPr="001B353A" w:rsidRDefault="00147559" w:rsidP="004313D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401E52F" w14:textId="77777777" w:rsidR="00147559" w:rsidRPr="001B353A" w:rsidRDefault="00147559" w:rsidP="004313D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147559" w:rsidRPr="00136AD8" w14:paraId="3344DA07" w14:textId="77777777" w:rsidTr="004313DD">
        <w:trPr>
          <w:trHeight w:val="274"/>
        </w:trPr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F5BB3D" w14:textId="77777777" w:rsidR="00A857C8" w:rsidRPr="00A857C8" w:rsidRDefault="00A857C8" w:rsidP="00E10F9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857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Estudo das atividades de expressão corporais, individuais e em grupo, que ampliem as capacidades expressivas de movimentos</w:t>
            </w:r>
          </w:p>
          <w:p w14:paraId="561CD5EC" w14:textId="77777777" w:rsidR="00A857C8" w:rsidRPr="00A857C8" w:rsidRDefault="00A857C8" w:rsidP="00E10F9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857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Prática e reflexão sobre as diferentes formas de estimulação do movimento expressivo</w:t>
            </w:r>
          </w:p>
          <w:p w14:paraId="2B479281" w14:textId="77777777" w:rsidR="00A857C8" w:rsidRPr="00A857C8" w:rsidRDefault="00A857C8" w:rsidP="00E10F9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857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Motivações interiores - memória, sensação, imaginação, pensamento e emoção</w:t>
            </w:r>
          </w:p>
          <w:p w14:paraId="73CC3B8C" w14:textId="77777777" w:rsidR="00A857C8" w:rsidRPr="00A857C8" w:rsidRDefault="00A857C8" w:rsidP="00E10F9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857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Narrativas corporais</w:t>
            </w:r>
          </w:p>
          <w:p w14:paraId="7D155E25" w14:textId="77777777" w:rsidR="00A857C8" w:rsidRPr="00A857C8" w:rsidRDefault="00A857C8" w:rsidP="00E10F9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857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Palavras de ação e intenção</w:t>
            </w:r>
          </w:p>
          <w:p w14:paraId="37C9AE0C" w14:textId="77777777" w:rsidR="00A857C8" w:rsidRPr="00A857C8" w:rsidRDefault="00A857C8" w:rsidP="00E10F9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857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Imagens internas e internalização de imagens</w:t>
            </w:r>
          </w:p>
          <w:p w14:paraId="4F26DEE5" w14:textId="77777777" w:rsidR="00A857C8" w:rsidRPr="00A857C8" w:rsidRDefault="00A857C8" w:rsidP="00E10F9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857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Texto teatral como estímulo do movimento</w:t>
            </w:r>
          </w:p>
          <w:p w14:paraId="2141DD8C" w14:textId="77777777" w:rsidR="00A857C8" w:rsidRPr="00A857C8" w:rsidRDefault="00A857C8" w:rsidP="00E10F9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857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Objetos, música, poesia, situações cênicas</w:t>
            </w:r>
          </w:p>
          <w:p w14:paraId="76DCFBFA" w14:textId="77777777" w:rsidR="00A857C8" w:rsidRPr="00A857C8" w:rsidRDefault="00A857C8" w:rsidP="00E10F9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A857C8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Observação do contexto cultural</w:t>
            </w:r>
          </w:p>
          <w:p w14:paraId="5C4380B5" w14:textId="525F1951" w:rsidR="00147559" w:rsidRPr="00A857C8" w:rsidRDefault="00147559" w:rsidP="00A857C8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1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E5AAD3" w14:textId="47B5F1C4" w:rsidR="00E10F91" w:rsidRDefault="009914AA" w:rsidP="00E10F9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</w:t>
            </w:r>
            <w:r w:rsidR="00321E8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expressões corporais, individuais e em grupo </w:t>
            </w:r>
            <w:r w:rsidR="00D45FD4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qua ampliem as capacidades expressivas de movimentos</w:t>
            </w:r>
          </w:p>
          <w:p w14:paraId="2E829B95" w14:textId="287FBED4" w:rsidR="00D45FD4" w:rsidRPr="00E10F91" w:rsidRDefault="00D45FD4" w:rsidP="00E10F9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as diferentes </w:t>
            </w:r>
            <w:r w:rsidR="0082312B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atividades de expressão de movimentos </w:t>
            </w:r>
          </w:p>
          <w:p w14:paraId="38821845" w14:textId="77777777" w:rsidR="00E10F91" w:rsidRPr="00E10F91" w:rsidRDefault="00E10F91" w:rsidP="00E10F9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E10F9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técnicas de relacionamento com o outro como forma de comunicação.</w:t>
            </w:r>
          </w:p>
          <w:p w14:paraId="7BB03C97" w14:textId="77777777" w:rsidR="00147559" w:rsidRDefault="0082312B" w:rsidP="003A14EC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Analisar e </w:t>
            </w:r>
            <w:r w:rsidR="00D87639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aplicar diferentes formas de estimulação do movimento expressivo</w:t>
            </w:r>
          </w:p>
          <w:p w14:paraId="52584225" w14:textId="2845C264" w:rsidR="00FD72AD" w:rsidRPr="00785961" w:rsidRDefault="00FD72AD" w:rsidP="00785961">
            <w:pPr>
              <w:spacing w:before="120" w:after="0" w:line="276" w:lineRule="auto"/>
              <w:ind w:left="2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EE668D" w14:textId="77777777" w:rsidR="00147559" w:rsidRPr="00C316B5" w:rsidRDefault="00147559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Autodisciplina e determinação</w:t>
            </w:r>
          </w:p>
          <w:p w14:paraId="3AE0F249" w14:textId="77777777" w:rsidR="00147559" w:rsidRPr="00C316B5" w:rsidRDefault="00147559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Pensamento</w:t>
            </w: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critico</w:t>
            </w:r>
          </w:p>
          <w:p w14:paraId="62BBA3CC" w14:textId="77777777" w:rsidR="00147559" w:rsidRPr="00C316B5" w:rsidRDefault="00147559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</w:t>
            </w:r>
          </w:p>
          <w:p w14:paraId="5387BBAD" w14:textId="77777777" w:rsidR="00147559" w:rsidRPr="00C316B5" w:rsidRDefault="00147559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</w:t>
            </w:r>
          </w:p>
          <w:p w14:paraId="1937AB46" w14:textId="77777777" w:rsidR="00147559" w:rsidRPr="00C316B5" w:rsidRDefault="00147559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07B26497" w14:textId="77777777" w:rsidR="00147559" w:rsidRPr="00C316B5" w:rsidRDefault="00147559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Criatividade, imaginação e sensibilidade</w:t>
            </w:r>
          </w:p>
          <w:p w14:paraId="61C9A542" w14:textId="77777777" w:rsidR="00147559" w:rsidRPr="00C316B5" w:rsidRDefault="00147559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</w:t>
            </w:r>
          </w:p>
          <w:p w14:paraId="0FD5BBDB" w14:textId="77777777" w:rsidR="00147559" w:rsidRDefault="00147559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</w:t>
            </w:r>
          </w:p>
          <w:p w14:paraId="15948319" w14:textId="77777777" w:rsidR="00147559" w:rsidRPr="00C45C69" w:rsidRDefault="00147559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5C69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Escuta ativa</w:t>
            </w:r>
          </w:p>
          <w:p w14:paraId="7D7614F2" w14:textId="77777777" w:rsidR="00147559" w:rsidRDefault="00147559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60E70F7" w14:textId="77777777" w:rsidR="00147559" w:rsidRDefault="00147559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31080AE" w14:textId="77777777" w:rsidR="00147559" w:rsidRDefault="00147559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B2581F5" w14:textId="77777777" w:rsidR="00147559" w:rsidRDefault="00147559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8F75950" w14:textId="77777777" w:rsidR="00147559" w:rsidRDefault="00147559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42A2C94" w14:textId="77777777" w:rsidR="00147559" w:rsidRDefault="00147559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0FCED6D" w14:textId="77777777" w:rsidR="00147559" w:rsidRDefault="00147559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22D4942" w14:textId="77777777" w:rsidR="00147559" w:rsidRDefault="00147559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E6060EF" w14:textId="77777777" w:rsidR="00147559" w:rsidRDefault="00147559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273A99C" w14:textId="77777777" w:rsidR="00147559" w:rsidRDefault="00147559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A3E9805" w14:textId="77777777" w:rsidR="00147559" w:rsidRDefault="00147559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E5AC333" w14:textId="77777777" w:rsidR="00147559" w:rsidRDefault="00147559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AFF24AA" w14:textId="77777777" w:rsidR="00147559" w:rsidRDefault="00147559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92E5CE2" w14:textId="77777777" w:rsidR="00147559" w:rsidRDefault="00147559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2AE1CBF" w14:textId="77777777" w:rsidR="00147559" w:rsidRDefault="00147559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C91B2A4" w14:textId="77777777" w:rsidR="00147559" w:rsidRDefault="00147559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C7EFC97" w14:textId="77777777" w:rsidR="00147559" w:rsidRDefault="00147559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EAD23D7" w14:textId="77777777" w:rsidR="00147559" w:rsidRPr="00D37E4F" w:rsidRDefault="00147559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736D2019" w14:textId="77777777" w:rsidR="00147559" w:rsidRPr="00F87025" w:rsidRDefault="00147559" w:rsidP="0014755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3C754BF4" w14:textId="77777777" w:rsidR="00147559" w:rsidRPr="00F20E6F" w:rsidRDefault="00147559" w:rsidP="00147559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AEFA6A1" w14:textId="2EB6A5B9" w:rsidR="00147559" w:rsidRPr="00B31E16" w:rsidRDefault="00147559" w:rsidP="0014755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785961" w:rsidRPr="00E10F9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Utiliza</w:t>
      </w:r>
      <w:r w:rsidR="0078596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ndo</w:t>
      </w:r>
      <w:r w:rsidR="00785961" w:rsidRPr="00E10F9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o corpo como elemento expressivo no contexto da linguagem cénica</w:t>
      </w:r>
      <w:r w:rsidR="00785961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teatral</w:t>
      </w:r>
    </w:p>
    <w:p w14:paraId="56D86A45" w14:textId="46F60AB2" w:rsidR="00147559" w:rsidRPr="0064164C" w:rsidRDefault="00147559" w:rsidP="0014755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785961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Demonstrando a capacidade de </w:t>
      </w:r>
      <w:r w:rsidR="004D4CFA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</w:t>
      </w:r>
      <w:r w:rsidR="00785961" w:rsidRPr="003A14EC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elacionar a técnica e a estética na perspetiva do corpo em cena</w:t>
      </w:r>
    </w:p>
    <w:p w14:paraId="4771B59A" w14:textId="2E0F4E17" w:rsidR="00147559" w:rsidRPr="00FC59EE" w:rsidRDefault="00147559" w:rsidP="00147559">
      <w:pPr>
        <w:pStyle w:val="PargrafodaLista"/>
        <w:spacing w:before="120" w:after="0" w:line="276" w:lineRule="auto"/>
        <w:ind w:left="142"/>
        <w:contextualSpacing w:val="0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DF618E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Demonstrando</w:t>
      </w:r>
      <w:r w:rsidR="004D4CFA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</w:t>
      </w:r>
      <w:r w:rsidR="00DF618E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os</w:t>
      </w:r>
      <w:r w:rsidR="004D4CFA" w:rsidRPr="003A14EC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 </w:t>
      </w:r>
      <w:r w:rsidR="00DF618E">
        <w:rPr>
          <w:rFonts w:ascii="Verdana Pro Light" w:eastAsia="Arial Unicode MS" w:hAnsi="Verdana Pro Light" w:cs="Arial Unicode MS"/>
          <w:sz w:val="18"/>
          <w:szCs w:val="18"/>
          <w:lang w:eastAsia="pt-PT"/>
        </w:rPr>
        <w:t xml:space="preserve">diferentes </w:t>
      </w:r>
      <w:r w:rsidR="004D4CFA" w:rsidRPr="003A14EC">
        <w:rPr>
          <w:rFonts w:ascii="Verdana Pro Light" w:eastAsia="Arial Unicode MS" w:hAnsi="Verdana Pro Light" w:cs="Arial Unicode MS"/>
          <w:sz w:val="18"/>
          <w:szCs w:val="18"/>
          <w:lang w:eastAsia="pt-PT"/>
        </w:rPr>
        <w:t>movimentos expressivos em contexto de teatro</w:t>
      </w:r>
    </w:p>
    <w:p w14:paraId="7050BB4B" w14:textId="034C9C72" w:rsidR="00147559" w:rsidRPr="0064164C" w:rsidRDefault="00147559" w:rsidP="0014755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642E3118" w14:textId="77777777" w:rsidR="00147559" w:rsidRPr="0064164C" w:rsidRDefault="00147559" w:rsidP="00147559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5B1E4181" w14:textId="77777777" w:rsidR="00147559" w:rsidRPr="00136AD8" w:rsidRDefault="00147559" w:rsidP="0014755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2C3DF42" w14:textId="77777777" w:rsidR="00147559" w:rsidRPr="00F87025" w:rsidRDefault="00147559" w:rsidP="0014755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1F58C850" w14:textId="77777777" w:rsidR="00147559" w:rsidRPr="00660150" w:rsidRDefault="00147559" w:rsidP="00147559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Académico: Participação em aulas, workshops e seminários em diferentes contextos académicos e educativos</w:t>
      </w:r>
    </w:p>
    <w:p w14:paraId="2C0956AB" w14:textId="77777777" w:rsidR="00147559" w:rsidRDefault="00147559" w:rsidP="00147559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Artístico e Profissional: Participação em espetáculos de dança, eventos performativos 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660150">
        <w:rPr>
          <w:rFonts w:ascii="Verdana Pro Light" w:eastAsia="Arial Unicode MS" w:hAnsi="Verdana Pro Light" w:cs="Arial Unicode MS"/>
          <w:sz w:val="18"/>
          <w:szCs w:val="18"/>
        </w:rPr>
        <w:t>concursos de dança</w:t>
      </w:r>
    </w:p>
    <w:p w14:paraId="7D4E9B09" w14:textId="77777777" w:rsidR="00147559" w:rsidRPr="00660150" w:rsidRDefault="00147559" w:rsidP="00147559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Atividades ligadas às profissões da dança, nos domínios artístico, educativo, lúdico e inclusivo.</w:t>
      </w:r>
    </w:p>
    <w:p w14:paraId="4B9E9BF5" w14:textId="77777777" w:rsidR="00147559" w:rsidRPr="002A28C4" w:rsidRDefault="00147559" w:rsidP="0014755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1ED1F13B" w14:textId="77777777" w:rsidR="00147559" w:rsidRPr="00984B30" w:rsidRDefault="00147559" w:rsidP="0014755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7201522" w14:textId="77777777" w:rsidR="00147559" w:rsidRPr="00984B30" w:rsidRDefault="00147559" w:rsidP="0014755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4D7BC1A" w14:textId="77777777" w:rsidR="00147559" w:rsidRPr="002E4E26" w:rsidRDefault="00147559" w:rsidP="00147559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35809F1" w14:textId="77777777" w:rsidR="00147559" w:rsidRPr="00051C79" w:rsidRDefault="00147559" w:rsidP="0014755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3820384" w14:textId="77777777" w:rsidR="00147559" w:rsidRPr="00F87025" w:rsidRDefault="00147559" w:rsidP="0014755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DCDDC29" w14:textId="77777777" w:rsidR="00147559" w:rsidRPr="004F76B6" w:rsidRDefault="00147559" w:rsidP="0014755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Equipamento de som</w:t>
      </w:r>
    </w:p>
    <w:p w14:paraId="2D83D861" w14:textId="77777777" w:rsidR="00147559" w:rsidRPr="004F76B6" w:rsidRDefault="00147559" w:rsidP="0014755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3610BFA8" w14:textId="77777777" w:rsidR="00147559" w:rsidRPr="004F76B6" w:rsidRDefault="00147559" w:rsidP="0014755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Dispositivos de projeção de imagem/vídeo</w:t>
      </w:r>
    </w:p>
    <w:p w14:paraId="3B954F45" w14:textId="77777777" w:rsidR="00147559" w:rsidRPr="004F76B6" w:rsidRDefault="00147559" w:rsidP="0014755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Dispositivos de registo de imagem/vídeo</w:t>
      </w:r>
    </w:p>
    <w:p w14:paraId="6A0EEF98" w14:textId="77777777" w:rsidR="00147559" w:rsidRDefault="00147559" w:rsidP="00147559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Manuais técnicos</w:t>
      </w:r>
    </w:p>
    <w:p w14:paraId="5A0A78C7" w14:textId="77777777" w:rsidR="00147559" w:rsidRPr="009E3A9A" w:rsidRDefault="00147559" w:rsidP="00F65D2A">
      <w:pPr>
        <w:pStyle w:val="PargrafodaLista"/>
        <w:spacing w:before="120" w:after="0" w:line="276" w:lineRule="auto"/>
        <w:ind w:left="426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EC84CF9" w14:textId="77777777" w:rsidR="00147559" w:rsidRPr="00051C79" w:rsidRDefault="00147559" w:rsidP="0014755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53DCEC3" w14:textId="77777777" w:rsidR="00147559" w:rsidRPr="00F87025" w:rsidRDefault="00147559" w:rsidP="00147559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6F31F4AA" w14:textId="77777777" w:rsidR="00147559" w:rsidRPr="007E183A" w:rsidRDefault="00147559" w:rsidP="00147559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Forma de organização da formação: presencial</w:t>
      </w:r>
    </w:p>
    <w:p w14:paraId="6A841830" w14:textId="77777777" w:rsidR="00147559" w:rsidRPr="007E183A" w:rsidRDefault="00147559" w:rsidP="00147559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Necessidade de garantir o espaço adequado, bem como o material necessário</w:t>
      </w:r>
    </w:p>
    <w:p w14:paraId="68A0E225" w14:textId="77777777" w:rsidR="00147559" w:rsidRPr="00C85B1A" w:rsidRDefault="00147559" w:rsidP="00147559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Proporcionar oportunidades variadas e diferenciadas de participação em eventos de dança 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natureza educativa e artística</w:t>
      </w:r>
    </w:p>
    <w:p w14:paraId="7F10972E" w14:textId="77777777" w:rsidR="00147559" w:rsidRDefault="00147559" w:rsidP="00147559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Proporcionar oportunidades de assistir a espetáculos e outros eventos de dança (bailados, aulas</w:t>
      </w:r>
    </w:p>
    <w:p w14:paraId="3A84B593" w14:textId="77777777" w:rsidR="00147559" w:rsidRPr="00C85B1A" w:rsidRDefault="00147559" w:rsidP="00147559">
      <w:pPr>
        <w:pStyle w:val="PargrafodaLista"/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C85B1A">
        <w:rPr>
          <w:rFonts w:ascii="Verdana Pro Light" w:eastAsia="Arial Unicode MS" w:hAnsi="Verdana Pro Light" w:cs="Arial Unicode MS"/>
          <w:sz w:val="18"/>
          <w:szCs w:val="18"/>
        </w:rPr>
        <w:t>profissionais, conferências…)</w:t>
      </w:r>
    </w:p>
    <w:p w14:paraId="1036979B" w14:textId="77777777" w:rsidR="00147559" w:rsidRPr="009E3A9A" w:rsidRDefault="00147559" w:rsidP="00147559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Incentivar a colaboração (professores e alunos) entre turmas do curso dos diferentes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anos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-10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º, 11.º e 12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º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ano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1962C890" w14:textId="77777777" w:rsidR="00147559" w:rsidRDefault="00147559" w:rsidP="0014755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DA188F9" w14:textId="77777777" w:rsidR="00A02B26" w:rsidRDefault="00A02B26" w:rsidP="0014755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DB59AAF" w14:textId="77777777" w:rsidR="00402891" w:rsidRDefault="00402891" w:rsidP="00147559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37D35" w:rsidRPr="00136AD8" w14:paraId="7E63D69D" w14:textId="77777777" w:rsidTr="004313D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1D5ECED" w14:textId="495D521C" w:rsidR="00937D35" w:rsidRPr="00136AD8" w:rsidRDefault="00937D35" w:rsidP="004313D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BF3077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0000/00</w:t>
            </w: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0</w:t>
            </w:r>
            <w:r w:rsidR="008268F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6EF1E21" w14:textId="01BD3151" w:rsidR="00937D35" w:rsidRPr="009C256C" w:rsidRDefault="00964E65" w:rsidP="004313D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Executar </w:t>
            </w:r>
            <w:r w:rsidR="00CE3566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D</w:t>
            </w:r>
            <w:r w:rsidR="00191D0B" w:rsidRPr="00191D0B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anças </w:t>
            </w:r>
            <w:r w:rsidR="00CE3566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U</w:t>
            </w:r>
            <w:r w:rsidR="00191D0B" w:rsidRPr="00191D0B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rbanas - </w:t>
            </w:r>
            <w:proofErr w:type="spellStart"/>
            <w:r w:rsidR="00191D0B" w:rsidRPr="00191D0B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freestyle</w:t>
            </w:r>
            <w:proofErr w:type="spellEnd"/>
          </w:p>
        </w:tc>
      </w:tr>
    </w:tbl>
    <w:p w14:paraId="572D4430" w14:textId="77777777" w:rsidR="00937D35" w:rsidRDefault="00937D35" w:rsidP="00937D35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,5</w:t>
      </w:r>
    </w:p>
    <w:p w14:paraId="7E9DC8B7" w14:textId="77777777" w:rsidR="00937D35" w:rsidRPr="003200F2" w:rsidRDefault="00937D35" w:rsidP="00937D35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: </w:t>
      </w:r>
      <w:r>
        <w:rPr>
          <w:rFonts w:ascii="Verdana Pro Light" w:eastAsia="Arial Unicode MS" w:hAnsi="Verdana Pro Light" w:cs="Times New Roman"/>
          <w:smallCaps/>
          <w:sz w:val="20"/>
        </w:rPr>
        <w:t>25h</w:t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3402"/>
        <w:gridCol w:w="3153"/>
        <w:gridCol w:w="3265"/>
      </w:tblGrid>
      <w:tr w:rsidR="00937D35" w:rsidRPr="00136AD8" w14:paraId="158844D9" w14:textId="77777777" w:rsidTr="004313D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62A082C" w14:textId="77777777" w:rsidR="00937D35" w:rsidRPr="001B353A" w:rsidRDefault="00937D35" w:rsidP="004313D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937D35" w:rsidRPr="00136AD8" w14:paraId="5F1EE38A" w14:textId="77777777" w:rsidTr="004313D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C5E98A" w14:textId="6A0141F1" w:rsidR="00937D35" w:rsidRPr="00D2265E" w:rsidRDefault="00937D35" w:rsidP="00D76293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D76293" w:rsidRPr="00D7629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Identificar os passos básicos da técnica aplicada às danças urbanas - </w:t>
            </w:r>
            <w:proofErr w:type="spellStart"/>
            <w:r w:rsidR="00D76293" w:rsidRPr="00D76293">
              <w:rPr>
                <w:rFonts w:ascii="Verdana Pro Light" w:eastAsia="Arial Unicode MS" w:hAnsi="Verdana Pro Light" w:cs="Arial Unicode MS"/>
                <w:sz w:val="18"/>
                <w:szCs w:val="18"/>
              </w:rPr>
              <w:t>freestyle</w:t>
            </w:r>
            <w:proofErr w:type="spellEnd"/>
          </w:p>
          <w:p w14:paraId="6E9D0927" w14:textId="114752B6" w:rsidR="00937D35" w:rsidRDefault="00937D35" w:rsidP="004313D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D2265E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Pr="00D2265E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D76293" w:rsidRPr="00D7629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Executar sequências de movimentos de danças urbanas – </w:t>
            </w:r>
            <w:proofErr w:type="spellStart"/>
            <w:r w:rsidR="00D76293" w:rsidRPr="00D76293">
              <w:rPr>
                <w:rFonts w:ascii="Verdana Pro Light" w:eastAsia="Arial Unicode MS" w:hAnsi="Verdana Pro Light" w:cs="Arial Unicode MS"/>
                <w:sz w:val="18"/>
                <w:szCs w:val="18"/>
              </w:rPr>
              <w:t>freestyle</w:t>
            </w:r>
            <w:proofErr w:type="spellEnd"/>
            <w:r w:rsidR="00D76293" w:rsidRPr="00D7629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3DC46BAA" w14:textId="7ECFB24E" w:rsidR="00937D35" w:rsidRDefault="00937D35" w:rsidP="001C54D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D2265E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  <w:r w:rsidR="00D76293" w:rsidRPr="00D7629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Executar passos de danças urbanas – </w:t>
            </w:r>
            <w:r w:rsidR="00D76293">
              <w:rPr>
                <w:rFonts w:ascii="Verdana Pro Light" w:eastAsia="Arial Unicode MS" w:hAnsi="Verdana Pro Light" w:cs="Arial Unicode MS"/>
                <w:sz w:val="18"/>
                <w:szCs w:val="18"/>
              </w:rPr>
              <w:t>Freestyle</w:t>
            </w:r>
          </w:p>
          <w:p w14:paraId="3CBDF9A4" w14:textId="001B1D02" w:rsidR="00D76293" w:rsidRPr="0006082E" w:rsidRDefault="00D76293" w:rsidP="001C54D0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R4. </w:t>
            </w:r>
            <w:r w:rsidRPr="00D7629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Reproduzir sequências de movimentos </w:t>
            </w:r>
            <w:r w:rsidR="00222381">
              <w:rPr>
                <w:rFonts w:ascii="Verdana Pro Light" w:eastAsia="Arial Unicode MS" w:hAnsi="Verdana Pro Light" w:cs="Arial Unicode MS"/>
                <w:sz w:val="18"/>
                <w:szCs w:val="18"/>
              </w:rPr>
              <w:t>de</w:t>
            </w:r>
            <w:r w:rsidRPr="00D76293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danças urbanas – </w:t>
            </w:r>
            <w:proofErr w:type="spellStart"/>
            <w:r w:rsidRPr="00D76293">
              <w:rPr>
                <w:rFonts w:ascii="Verdana Pro Light" w:eastAsia="Arial Unicode MS" w:hAnsi="Verdana Pro Light" w:cs="Arial Unicode MS"/>
                <w:sz w:val="18"/>
                <w:szCs w:val="18"/>
              </w:rPr>
              <w:t>freestyle</w:t>
            </w:r>
            <w:proofErr w:type="spellEnd"/>
          </w:p>
        </w:tc>
      </w:tr>
      <w:tr w:rsidR="00937D35" w:rsidRPr="00136AD8" w14:paraId="23F0D397" w14:textId="77777777" w:rsidTr="004313DD">
        <w:trPr>
          <w:trHeight w:val="296"/>
        </w:trPr>
        <w:tc>
          <w:tcPr>
            <w:tcW w:w="340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F0C129A" w14:textId="77777777" w:rsidR="00937D35" w:rsidRPr="001B353A" w:rsidRDefault="00937D35" w:rsidP="004313D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15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D32863F" w14:textId="77777777" w:rsidR="00937D35" w:rsidRPr="001B353A" w:rsidRDefault="00937D35" w:rsidP="004313D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654F2BC" w14:textId="77777777" w:rsidR="00937D35" w:rsidRPr="001B353A" w:rsidRDefault="00937D35" w:rsidP="004313D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937D35" w:rsidRPr="00136AD8" w14:paraId="39FE7685" w14:textId="77777777" w:rsidTr="004313DD">
        <w:trPr>
          <w:trHeight w:val="274"/>
        </w:trPr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82F781" w14:textId="77777777" w:rsidR="00B20710" w:rsidRPr="00B20710" w:rsidRDefault="00B20710" w:rsidP="00B2071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2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Passos e movimentos básicos</w:t>
            </w:r>
          </w:p>
          <w:p w14:paraId="1B5DF0C0" w14:textId="77777777" w:rsidR="00B20710" w:rsidRPr="00B20710" w:rsidRDefault="00B20710" w:rsidP="00B2071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2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Freestyle</w:t>
            </w:r>
          </w:p>
          <w:p w14:paraId="7DE9A3E7" w14:textId="77777777" w:rsidR="00B20710" w:rsidRPr="00B20710" w:rsidRDefault="00B20710" w:rsidP="003D7F2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47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B2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Smurf</w:t>
            </w:r>
            <w:proofErr w:type="spellEnd"/>
          </w:p>
          <w:p w14:paraId="0741D0EE" w14:textId="77777777" w:rsidR="00B20710" w:rsidRPr="00B20710" w:rsidRDefault="00B20710" w:rsidP="003D7F2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47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2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Reebok</w:t>
            </w:r>
          </w:p>
          <w:p w14:paraId="02F8DF41" w14:textId="77777777" w:rsidR="00B20710" w:rsidRPr="00B20710" w:rsidRDefault="00B20710" w:rsidP="003D7F2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47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B2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Harleem</w:t>
            </w:r>
            <w:proofErr w:type="spellEnd"/>
            <w:r w:rsidRPr="00B2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B2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Shake</w:t>
            </w:r>
            <w:proofErr w:type="spellEnd"/>
          </w:p>
          <w:p w14:paraId="20997B36" w14:textId="77777777" w:rsidR="00B20710" w:rsidRPr="00B20710" w:rsidRDefault="00B20710" w:rsidP="003D7F2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47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B2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Running</w:t>
            </w:r>
            <w:proofErr w:type="spellEnd"/>
            <w:r w:rsidRPr="00B2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Man</w:t>
            </w:r>
          </w:p>
          <w:p w14:paraId="3B187BBF" w14:textId="77777777" w:rsidR="00B20710" w:rsidRPr="00B20710" w:rsidRDefault="00B20710" w:rsidP="003D7F2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47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B2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Wop</w:t>
            </w:r>
            <w:proofErr w:type="spellEnd"/>
          </w:p>
          <w:p w14:paraId="3550108D" w14:textId="77777777" w:rsidR="00B20710" w:rsidRPr="00B20710" w:rsidRDefault="00B20710" w:rsidP="003D7F2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47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B2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Bart</w:t>
            </w:r>
            <w:proofErr w:type="spellEnd"/>
            <w:r w:rsidRPr="00B2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Simpson</w:t>
            </w:r>
          </w:p>
          <w:p w14:paraId="5B97B39C" w14:textId="77777777" w:rsidR="00B20710" w:rsidRPr="00B20710" w:rsidRDefault="00B20710" w:rsidP="003D7F2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47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2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Roger </w:t>
            </w:r>
            <w:proofErr w:type="spellStart"/>
            <w:r w:rsidRPr="00B2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Rabbit</w:t>
            </w:r>
            <w:proofErr w:type="spellEnd"/>
          </w:p>
          <w:p w14:paraId="65D23EF6" w14:textId="77777777" w:rsidR="00B20710" w:rsidRPr="00B20710" w:rsidRDefault="00B20710" w:rsidP="003D7F2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47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B2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Kriss</w:t>
            </w:r>
            <w:proofErr w:type="spellEnd"/>
            <w:r w:rsidRPr="00B2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Kross</w:t>
            </w:r>
          </w:p>
          <w:p w14:paraId="4DC654A9" w14:textId="77777777" w:rsidR="00B20710" w:rsidRPr="00B20710" w:rsidRDefault="00B20710" w:rsidP="003D7F2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47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B2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Party</w:t>
            </w:r>
            <w:proofErr w:type="spellEnd"/>
            <w:r w:rsidRPr="00B2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B2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Machine</w:t>
            </w:r>
            <w:proofErr w:type="spellEnd"/>
          </w:p>
          <w:p w14:paraId="4CAAA372" w14:textId="77777777" w:rsidR="00B20710" w:rsidRPr="00B20710" w:rsidRDefault="00B20710" w:rsidP="003D7F2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47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2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Steve Martin</w:t>
            </w:r>
          </w:p>
          <w:p w14:paraId="494D3444" w14:textId="77777777" w:rsidR="00B20710" w:rsidRPr="00B20710" w:rsidRDefault="00B20710" w:rsidP="003D7F2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47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2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Stomp</w:t>
            </w:r>
          </w:p>
          <w:p w14:paraId="31DAE51A" w14:textId="77777777" w:rsidR="00B20710" w:rsidRPr="00B20710" w:rsidRDefault="00B20710" w:rsidP="003D7F2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47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B2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Two</w:t>
            </w:r>
            <w:proofErr w:type="spellEnd"/>
            <w:r w:rsidRPr="00B2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Step</w:t>
            </w:r>
          </w:p>
          <w:p w14:paraId="3593EC77" w14:textId="77777777" w:rsidR="00B20710" w:rsidRPr="00B20710" w:rsidRDefault="00B20710" w:rsidP="003D7F2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47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2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Funky Robot</w:t>
            </w:r>
          </w:p>
          <w:p w14:paraId="06E358CA" w14:textId="77777777" w:rsidR="00B20710" w:rsidRPr="00B20710" w:rsidRDefault="00B20710" w:rsidP="003D7F2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47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2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Kid N’play</w:t>
            </w:r>
          </w:p>
          <w:p w14:paraId="5AD202C4" w14:textId="77777777" w:rsidR="00B20710" w:rsidRPr="00B20710" w:rsidRDefault="00B20710" w:rsidP="003D7F2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47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B2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The</w:t>
            </w:r>
            <w:proofErr w:type="spellEnd"/>
            <w:r w:rsidRPr="00B2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B2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Bump</w:t>
            </w:r>
            <w:proofErr w:type="spellEnd"/>
          </w:p>
          <w:p w14:paraId="45C0FAAF" w14:textId="77777777" w:rsidR="00B20710" w:rsidRPr="00B20710" w:rsidRDefault="00B20710" w:rsidP="003D7F2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47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B2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Humpty</w:t>
            </w:r>
            <w:proofErr w:type="spellEnd"/>
            <w:r w:rsidRPr="00B2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B2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Dump</w:t>
            </w:r>
            <w:proofErr w:type="spellEnd"/>
          </w:p>
          <w:p w14:paraId="175DF17B" w14:textId="77777777" w:rsidR="00B20710" w:rsidRPr="00B20710" w:rsidRDefault="00B20710" w:rsidP="003D7F2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47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B2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Walk</w:t>
            </w:r>
            <w:proofErr w:type="spellEnd"/>
            <w:r w:rsidRPr="00B2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B2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it</w:t>
            </w:r>
            <w:proofErr w:type="spellEnd"/>
            <w:r w:rsidRPr="00B2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out</w:t>
            </w:r>
          </w:p>
          <w:p w14:paraId="0A05B05D" w14:textId="77777777" w:rsidR="00B20710" w:rsidRPr="00B20710" w:rsidRDefault="00B20710" w:rsidP="003D7F2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47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B2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Soulja</w:t>
            </w:r>
            <w:proofErr w:type="spellEnd"/>
            <w:r w:rsidRPr="00B2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Boy</w:t>
            </w:r>
          </w:p>
          <w:p w14:paraId="174B8780" w14:textId="77777777" w:rsidR="00B20710" w:rsidRPr="00B20710" w:rsidRDefault="00B20710" w:rsidP="003D7F2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47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B2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The</w:t>
            </w:r>
            <w:proofErr w:type="spellEnd"/>
            <w:r w:rsidRPr="00B2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B2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Snap</w:t>
            </w:r>
            <w:proofErr w:type="spellEnd"/>
          </w:p>
          <w:p w14:paraId="4799F751" w14:textId="77777777" w:rsidR="00B20710" w:rsidRPr="00B20710" w:rsidRDefault="00B20710" w:rsidP="003D7F2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47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proofErr w:type="spellStart"/>
            <w:r w:rsidRPr="00B2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Kick</w:t>
            </w:r>
            <w:proofErr w:type="spellEnd"/>
            <w:r w:rsidRPr="00B2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B2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the</w:t>
            </w:r>
            <w:proofErr w:type="spellEnd"/>
            <w:r w:rsidRPr="00B2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proofErr w:type="spellStart"/>
            <w:r w:rsidRPr="00B2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Ball</w:t>
            </w:r>
            <w:proofErr w:type="spellEnd"/>
          </w:p>
          <w:p w14:paraId="78B1B2A4" w14:textId="77777777" w:rsidR="00B20710" w:rsidRPr="00B20710" w:rsidRDefault="00B20710" w:rsidP="00B2071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2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Exercícios de improvisação</w:t>
            </w:r>
          </w:p>
          <w:p w14:paraId="541F4413" w14:textId="77777777" w:rsidR="00B20710" w:rsidRPr="00B20710" w:rsidRDefault="00B20710" w:rsidP="00B2071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2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Composição coreográfica</w:t>
            </w:r>
          </w:p>
          <w:p w14:paraId="4E83688A" w14:textId="77777777" w:rsidR="00B20710" w:rsidRPr="00B20710" w:rsidRDefault="00B20710" w:rsidP="001C54D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60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2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Expansão; Diminuição; Espelho; </w:t>
            </w:r>
            <w:proofErr w:type="spellStart"/>
            <w:r w:rsidRPr="00B2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Rewind</w:t>
            </w:r>
            <w:proofErr w:type="spellEnd"/>
            <w:r w:rsidRPr="00B2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; Mudança de Nível/Direção; Transposição; Repetição; Acumulação; Desenvolvimento; Inserção; </w:t>
            </w:r>
            <w:r w:rsidRPr="00B2071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Desconstrução; Reconstrução; Cânone</w:t>
            </w:r>
          </w:p>
          <w:p w14:paraId="68F211A8" w14:textId="77777777" w:rsidR="00937D35" w:rsidRPr="007F00DE" w:rsidRDefault="00937D35" w:rsidP="00B2071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1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1E9947" w14:textId="621EA676" w:rsidR="00937D35" w:rsidRDefault="00A04E1C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lastRenderedPageBreak/>
              <w:t>Identificar os passos e movimentos básicos da técnica aplicada às danças ur</w:t>
            </w:r>
            <w:r w:rsidR="004F7AE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banas – Freestyle</w:t>
            </w:r>
          </w:p>
          <w:p w14:paraId="4A6BEB39" w14:textId="3A059F96" w:rsidR="003A6C2B" w:rsidRDefault="003A6C2B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Aplicando </w:t>
            </w:r>
            <w:r w:rsidR="002A2406" w:rsidRPr="002A2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os passos básicos da técnica aplicada às danças urbanas </w:t>
            </w:r>
            <w:r w:rsidR="002A2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–</w:t>
            </w:r>
            <w:r w:rsidR="002A2406" w:rsidRPr="002A2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 w:rsidR="002A2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Freestyle</w:t>
            </w:r>
          </w:p>
          <w:p w14:paraId="2446A578" w14:textId="77777777" w:rsidR="002A2406" w:rsidRDefault="002A2406" w:rsidP="002A240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Efetuar sequências de movimentos de danças urbanas</w:t>
            </w:r>
          </w:p>
          <w:p w14:paraId="5B657868" w14:textId="5C3D1AA9" w:rsidR="002A2406" w:rsidRPr="002A2406" w:rsidRDefault="00880D65" w:rsidP="002A240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Efetuar e</w:t>
            </w:r>
            <w:r w:rsidR="002A2406" w:rsidRPr="002A2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xercícios de improvisação</w:t>
            </w:r>
          </w:p>
          <w:p w14:paraId="5EC914E2" w14:textId="63E14005" w:rsidR="002A2406" w:rsidRPr="002A2406" w:rsidRDefault="00880D65" w:rsidP="002A2406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</w:t>
            </w:r>
            <w:r w:rsidR="002223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os </w:t>
            </w:r>
            <w:r w:rsidR="0015744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passos e os </w:t>
            </w:r>
            <w:r w:rsidR="002223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movimentos </w:t>
            </w:r>
            <w:r w:rsidR="008061C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na </w:t>
            </w:r>
            <w:r w:rsidR="00222381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</w:t>
            </w:r>
            <w:r w:rsidR="002A2406" w:rsidRPr="002A2406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omposição coreográfica</w:t>
            </w:r>
          </w:p>
          <w:p w14:paraId="299C5703" w14:textId="0273616F" w:rsidR="002A2406" w:rsidRPr="00C316B5" w:rsidRDefault="002A2406" w:rsidP="00222381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C2E707" w14:textId="77777777" w:rsidR="00937D35" w:rsidRPr="00C316B5" w:rsidRDefault="00937D35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Autodisciplina e determinação</w:t>
            </w:r>
          </w:p>
          <w:p w14:paraId="6925E8AF" w14:textId="77777777" w:rsidR="00937D35" w:rsidRPr="00C316B5" w:rsidRDefault="00937D35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Pensamento</w:t>
            </w: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critico</w:t>
            </w:r>
          </w:p>
          <w:p w14:paraId="6E5C6633" w14:textId="77777777" w:rsidR="00937D35" w:rsidRPr="00C316B5" w:rsidRDefault="00937D35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</w:t>
            </w:r>
          </w:p>
          <w:p w14:paraId="69C9B08E" w14:textId="77777777" w:rsidR="00937D35" w:rsidRPr="00C316B5" w:rsidRDefault="00937D35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</w:t>
            </w:r>
          </w:p>
          <w:p w14:paraId="79872581" w14:textId="77777777" w:rsidR="00937D35" w:rsidRPr="00C316B5" w:rsidRDefault="00937D35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50B6B19C" w14:textId="77777777" w:rsidR="00937D35" w:rsidRPr="00C316B5" w:rsidRDefault="00937D35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Criatividade, imaginação e sensibilidade</w:t>
            </w:r>
          </w:p>
          <w:p w14:paraId="0BC88F4F" w14:textId="77777777" w:rsidR="00937D35" w:rsidRPr="00C316B5" w:rsidRDefault="00937D35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</w:t>
            </w:r>
          </w:p>
          <w:p w14:paraId="282E70D0" w14:textId="77777777" w:rsidR="00937D35" w:rsidRDefault="00937D35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</w:t>
            </w:r>
          </w:p>
          <w:p w14:paraId="18AAAE5C" w14:textId="77777777" w:rsidR="00937D35" w:rsidRPr="00C45C69" w:rsidRDefault="00937D35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5C69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Escuta ativa</w:t>
            </w:r>
          </w:p>
          <w:p w14:paraId="66EFCE3F" w14:textId="77777777" w:rsidR="00937D35" w:rsidRDefault="00937D35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8C82406" w14:textId="77777777" w:rsidR="00937D35" w:rsidRDefault="00937D35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511ACB8D" w14:textId="77777777" w:rsidR="00937D35" w:rsidRDefault="00937D35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BFFC41B" w14:textId="77777777" w:rsidR="00937D35" w:rsidRDefault="00937D35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E12F827" w14:textId="77777777" w:rsidR="00937D35" w:rsidRDefault="00937D35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8C6E0C8" w14:textId="77777777" w:rsidR="00937D35" w:rsidRDefault="00937D35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0AA5929" w14:textId="77777777" w:rsidR="00937D35" w:rsidRDefault="00937D35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22B4114" w14:textId="77777777" w:rsidR="00937D35" w:rsidRDefault="00937D35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06C652C" w14:textId="77777777" w:rsidR="00937D35" w:rsidRDefault="00937D35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97218B4" w14:textId="77777777" w:rsidR="00937D35" w:rsidRDefault="00937D35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92ABBC9" w14:textId="77777777" w:rsidR="00937D35" w:rsidRDefault="00937D35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772D460" w14:textId="77777777" w:rsidR="00937D35" w:rsidRDefault="00937D35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B4A5638" w14:textId="77777777" w:rsidR="00937D35" w:rsidRDefault="00937D35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DDA790A" w14:textId="77777777" w:rsidR="00937D35" w:rsidRDefault="00937D35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1622E2E" w14:textId="77777777" w:rsidR="00937D35" w:rsidRDefault="00937D35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E92615F" w14:textId="77777777" w:rsidR="00937D35" w:rsidRDefault="00937D35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0AE3800" w14:textId="77777777" w:rsidR="00937D35" w:rsidRDefault="00937D35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6A74492" w14:textId="77777777" w:rsidR="00937D35" w:rsidRPr="00D37E4F" w:rsidRDefault="00937D35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606ACFC2" w14:textId="77777777" w:rsidR="00191D0B" w:rsidRDefault="00191D0B" w:rsidP="00937D3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72D790A" w14:textId="77777777" w:rsidR="00964E65" w:rsidRDefault="00964E65" w:rsidP="00937D3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E93F29C" w14:textId="77777777" w:rsidR="00964E65" w:rsidRDefault="00964E65" w:rsidP="00937D3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8365DD4" w14:textId="77777777" w:rsidR="00261306" w:rsidRDefault="00261306" w:rsidP="00937D3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FCDA9A6" w14:textId="77777777" w:rsidR="00261306" w:rsidRDefault="00261306" w:rsidP="00937D3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542EFE5" w14:textId="77777777" w:rsidR="00261306" w:rsidRDefault="00261306" w:rsidP="00937D3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35D8695" w14:textId="77777777" w:rsidR="00261306" w:rsidRDefault="00261306" w:rsidP="00937D3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ECC13BF" w14:textId="77777777" w:rsidR="00261306" w:rsidRDefault="00261306" w:rsidP="00937D3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8B727B6" w14:textId="77777777" w:rsidR="00261306" w:rsidRDefault="00261306" w:rsidP="00937D3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90DE71C" w14:textId="77777777" w:rsidR="00261306" w:rsidRDefault="00261306" w:rsidP="00937D3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30E4226" w14:textId="77777777" w:rsidR="00261306" w:rsidRDefault="00261306" w:rsidP="00937D3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8EC2517" w14:textId="77777777" w:rsidR="00261306" w:rsidRDefault="00261306" w:rsidP="00937D3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285B05C" w14:textId="77777777" w:rsidR="00261306" w:rsidRDefault="00261306" w:rsidP="00937D3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2370D0C" w14:textId="77777777" w:rsidR="00261306" w:rsidRDefault="00261306" w:rsidP="00937D3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A8AA203" w14:textId="77777777" w:rsidR="00261306" w:rsidRDefault="00261306" w:rsidP="00937D3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3AF8D71" w14:textId="77777777" w:rsidR="00261306" w:rsidRDefault="00261306" w:rsidP="00937D3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FB146C4" w14:textId="77777777" w:rsidR="00261306" w:rsidRDefault="00261306" w:rsidP="00937D3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857BE16" w14:textId="77777777" w:rsidR="00261306" w:rsidRDefault="00261306" w:rsidP="00937D3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A596B93" w14:textId="77777777" w:rsidR="00261306" w:rsidRDefault="00261306" w:rsidP="00937D3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6E9E66E" w14:textId="77777777" w:rsidR="00261306" w:rsidRDefault="00261306" w:rsidP="00937D3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3DF986D" w14:textId="77777777" w:rsidR="00261306" w:rsidRDefault="00261306" w:rsidP="00937D3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B9B31D8" w14:textId="77777777" w:rsidR="00261306" w:rsidRDefault="00261306" w:rsidP="00937D3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545FB1C" w14:textId="77777777" w:rsidR="00261306" w:rsidRDefault="00261306" w:rsidP="00937D3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D8979C4" w14:textId="77777777" w:rsidR="00261306" w:rsidRDefault="00261306" w:rsidP="00937D3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766A9348" w14:textId="77777777" w:rsidR="00261306" w:rsidRDefault="00261306" w:rsidP="00937D3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06262FF" w14:textId="77777777" w:rsidR="00261306" w:rsidRDefault="00261306" w:rsidP="00937D3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DECE444" w14:textId="77777777" w:rsidR="00261306" w:rsidRDefault="00261306" w:rsidP="00937D3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245D315" w14:textId="77777777" w:rsidR="00261306" w:rsidRDefault="00261306" w:rsidP="00937D3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40990FD4" w14:textId="77777777" w:rsidR="00261306" w:rsidRDefault="00261306" w:rsidP="00937D3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8BB6883" w14:textId="77777777" w:rsidR="00157442" w:rsidRDefault="00157442" w:rsidP="00937D3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37B6BB5" w14:textId="77777777" w:rsidR="00261306" w:rsidRDefault="00261306" w:rsidP="00937D3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91051F7" w14:textId="77777777" w:rsidR="00261306" w:rsidRPr="00F87025" w:rsidRDefault="00261306" w:rsidP="0026130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>Critérios de Desempenho</w:t>
      </w:r>
    </w:p>
    <w:p w14:paraId="52251944" w14:textId="77777777" w:rsidR="00261306" w:rsidRPr="00F20E6F" w:rsidRDefault="00261306" w:rsidP="00261306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744729CE" w14:textId="5D547C1F" w:rsidR="00261306" w:rsidRPr="00B31E16" w:rsidRDefault="00261306" w:rsidP="0026130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3A6C2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Reconhecendo</w:t>
      </w:r>
      <w:r w:rsidRPr="002613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os passos básicos da técnica aplicada às danças urbanas - </w:t>
      </w:r>
      <w:proofErr w:type="spellStart"/>
      <w:r w:rsidRPr="00261306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freestyle</w:t>
      </w:r>
      <w:proofErr w:type="spellEnd"/>
    </w:p>
    <w:p w14:paraId="691BB773" w14:textId="6BD61872" w:rsidR="00261306" w:rsidRPr="0064164C" w:rsidRDefault="00261306" w:rsidP="0026130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3A6C2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Aplicando as </w:t>
      </w:r>
      <w:r w:rsidR="003A6C2B" w:rsidRPr="00D76293">
        <w:rPr>
          <w:rFonts w:ascii="Verdana Pro Light" w:eastAsia="Arial Unicode MS" w:hAnsi="Verdana Pro Light" w:cs="Arial Unicode MS"/>
          <w:sz w:val="18"/>
          <w:szCs w:val="18"/>
        </w:rPr>
        <w:t xml:space="preserve">sequências de movimentos de danças urbanas – </w:t>
      </w:r>
      <w:proofErr w:type="spellStart"/>
      <w:r w:rsidR="003A6C2B" w:rsidRPr="00D76293">
        <w:rPr>
          <w:rFonts w:ascii="Verdana Pro Light" w:eastAsia="Arial Unicode MS" w:hAnsi="Verdana Pro Light" w:cs="Arial Unicode MS"/>
          <w:sz w:val="18"/>
          <w:szCs w:val="18"/>
        </w:rPr>
        <w:t>freestyle</w:t>
      </w:r>
      <w:proofErr w:type="spellEnd"/>
      <w:r w:rsidR="003A6C2B" w:rsidRPr="00D76293">
        <w:rPr>
          <w:rFonts w:ascii="Verdana Pro Light" w:eastAsia="Arial Unicode MS" w:hAnsi="Verdana Pro Light" w:cs="Arial Unicode MS"/>
          <w:sz w:val="18"/>
          <w:szCs w:val="18"/>
        </w:rPr>
        <w:t xml:space="preserve"> com a dinâmica adequada</w:t>
      </w:r>
    </w:p>
    <w:p w14:paraId="67599B1B" w14:textId="2F504FDB" w:rsidR="00261306" w:rsidRPr="00FC59EE" w:rsidRDefault="00261306" w:rsidP="00261306">
      <w:pPr>
        <w:pStyle w:val="PargrafodaLista"/>
        <w:spacing w:before="120" w:after="0" w:line="276" w:lineRule="auto"/>
        <w:ind w:left="142"/>
        <w:contextualSpacing w:val="0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3A6C2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Demonstrando os </w:t>
      </w:r>
      <w:r w:rsidR="003A6C2B" w:rsidRPr="00D76293">
        <w:rPr>
          <w:rFonts w:ascii="Verdana Pro Light" w:eastAsia="Arial Unicode MS" w:hAnsi="Verdana Pro Light" w:cs="Arial Unicode MS"/>
          <w:sz w:val="18"/>
          <w:szCs w:val="18"/>
        </w:rPr>
        <w:t xml:space="preserve">passos de danças urbanas – </w:t>
      </w:r>
      <w:r w:rsidR="003A6C2B">
        <w:rPr>
          <w:rFonts w:ascii="Verdana Pro Light" w:eastAsia="Arial Unicode MS" w:hAnsi="Verdana Pro Light" w:cs="Arial Unicode MS"/>
          <w:sz w:val="18"/>
          <w:szCs w:val="18"/>
        </w:rPr>
        <w:t>Freestyle</w:t>
      </w:r>
    </w:p>
    <w:p w14:paraId="73A03CF6" w14:textId="1B709747" w:rsidR="00261306" w:rsidRPr="0064164C" w:rsidRDefault="00261306" w:rsidP="0026130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3A6C2B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Aplicando as sequências de movimentos </w:t>
      </w:r>
      <w:r w:rsidR="003A6C2B" w:rsidRPr="00D76293">
        <w:rPr>
          <w:rFonts w:ascii="Verdana Pro Light" w:eastAsia="Arial Unicode MS" w:hAnsi="Verdana Pro Light" w:cs="Arial Unicode MS"/>
          <w:sz w:val="18"/>
          <w:szCs w:val="18"/>
        </w:rPr>
        <w:t xml:space="preserve">adequados às danças urbanas – </w:t>
      </w:r>
      <w:proofErr w:type="spellStart"/>
      <w:r w:rsidR="003A6C2B" w:rsidRPr="00D76293">
        <w:rPr>
          <w:rFonts w:ascii="Verdana Pro Light" w:eastAsia="Arial Unicode MS" w:hAnsi="Verdana Pro Light" w:cs="Arial Unicode MS"/>
          <w:sz w:val="18"/>
          <w:szCs w:val="18"/>
        </w:rPr>
        <w:t>freestyle</w:t>
      </w:r>
      <w:proofErr w:type="spellEnd"/>
    </w:p>
    <w:p w14:paraId="654FA79F" w14:textId="77777777" w:rsidR="00261306" w:rsidRDefault="00261306" w:rsidP="0026130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6CED612A" w14:textId="77777777" w:rsidR="003A6C2B" w:rsidRPr="0064164C" w:rsidRDefault="003A6C2B" w:rsidP="00261306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</w:p>
    <w:p w14:paraId="5C5B9938" w14:textId="77777777" w:rsidR="00261306" w:rsidRPr="00F87025" w:rsidRDefault="00261306" w:rsidP="0026130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4111E012" w14:textId="77777777" w:rsidR="00261306" w:rsidRPr="00660150" w:rsidRDefault="00261306" w:rsidP="00261306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Académico: Participação em aulas, workshops e seminários em diferentes contextos académicos e educativos</w:t>
      </w:r>
    </w:p>
    <w:p w14:paraId="65CDED80" w14:textId="77777777" w:rsidR="00261306" w:rsidRDefault="00261306" w:rsidP="00261306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Artístico e Profissional: Participação em espetáculos de dança, eventos performativos 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660150">
        <w:rPr>
          <w:rFonts w:ascii="Verdana Pro Light" w:eastAsia="Arial Unicode MS" w:hAnsi="Verdana Pro Light" w:cs="Arial Unicode MS"/>
          <w:sz w:val="18"/>
          <w:szCs w:val="18"/>
        </w:rPr>
        <w:t>concursos de dança</w:t>
      </w:r>
    </w:p>
    <w:p w14:paraId="281D34F9" w14:textId="77777777" w:rsidR="00261306" w:rsidRPr="00660150" w:rsidRDefault="00261306" w:rsidP="00261306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Atividades ligadas às profissões da dança, nos domínios artístico, educativo, lúdico e inclusivo.</w:t>
      </w:r>
    </w:p>
    <w:p w14:paraId="0385F666" w14:textId="77777777" w:rsidR="00261306" w:rsidRPr="002A28C4" w:rsidRDefault="00261306" w:rsidP="0026130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54A5489" w14:textId="77777777" w:rsidR="00261306" w:rsidRPr="00984B30" w:rsidRDefault="00261306" w:rsidP="0026130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4F99EF6C" w14:textId="77777777" w:rsidR="00261306" w:rsidRPr="00984B30" w:rsidRDefault="00261306" w:rsidP="0026130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F82F267" w14:textId="77777777" w:rsidR="00261306" w:rsidRPr="002E4E26" w:rsidRDefault="00261306" w:rsidP="00261306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3D9A3009" w14:textId="77777777" w:rsidR="00261306" w:rsidRPr="00051C79" w:rsidRDefault="00261306" w:rsidP="0026130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F31A235" w14:textId="77777777" w:rsidR="00261306" w:rsidRPr="00F87025" w:rsidRDefault="00261306" w:rsidP="0026130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0E28BC66" w14:textId="77777777" w:rsidR="00261306" w:rsidRPr="004F76B6" w:rsidRDefault="00261306" w:rsidP="0026130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Equipamento de som</w:t>
      </w:r>
    </w:p>
    <w:p w14:paraId="4BD0532B" w14:textId="77777777" w:rsidR="00261306" w:rsidRPr="004F76B6" w:rsidRDefault="00261306" w:rsidP="0026130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121388B8" w14:textId="77777777" w:rsidR="00261306" w:rsidRPr="004F76B6" w:rsidRDefault="00261306" w:rsidP="0026130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Dispositivos de projeção de imagem/vídeo</w:t>
      </w:r>
    </w:p>
    <w:p w14:paraId="1270A422" w14:textId="77777777" w:rsidR="00261306" w:rsidRPr="004F76B6" w:rsidRDefault="00261306" w:rsidP="0026130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Dispositivos de registo de imagem/vídeo</w:t>
      </w:r>
    </w:p>
    <w:p w14:paraId="0655630E" w14:textId="77777777" w:rsidR="00261306" w:rsidRDefault="00261306" w:rsidP="0026130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Manuais técnicos</w:t>
      </w:r>
    </w:p>
    <w:p w14:paraId="14C5B421" w14:textId="77777777" w:rsidR="00261306" w:rsidRPr="009E3A9A" w:rsidRDefault="00261306" w:rsidP="00261306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7F9C179F" w14:textId="77777777" w:rsidR="00261306" w:rsidRPr="00051C79" w:rsidRDefault="00261306" w:rsidP="0026130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22433376" w14:textId="77777777" w:rsidR="00261306" w:rsidRPr="00F87025" w:rsidRDefault="00261306" w:rsidP="00261306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071A03B9" w14:textId="77777777" w:rsidR="00261306" w:rsidRPr="007E183A" w:rsidRDefault="00261306" w:rsidP="00261306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Forma de organização da formação: presencial</w:t>
      </w:r>
    </w:p>
    <w:p w14:paraId="0C0D791F" w14:textId="77777777" w:rsidR="00261306" w:rsidRPr="007E183A" w:rsidRDefault="00261306" w:rsidP="00261306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Necessidade de garantir o espaço adequado, bem como o material necessário</w:t>
      </w:r>
    </w:p>
    <w:p w14:paraId="7BEC547A" w14:textId="77777777" w:rsidR="00261306" w:rsidRPr="00C85B1A" w:rsidRDefault="00261306" w:rsidP="00261306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Proporcionar oportunidades variadas e diferenciadas de participação em eventos de dança 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natureza educativa e artística</w:t>
      </w:r>
    </w:p>
    <w:p w14:paraId="3471D1B2" w14:textId="77777777" w:rsidR="00261306" w:rsidRDefault="00261306" w:rsidP="00261306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Proporcionar oportunidades de assistir a espetáculos e outros eventos de dança (bailados, aulas</w:t>
      </w:r>
    </w:p>
    <w:p w14:paraId="0D86596E" w14:textId="77777777" w:rsidR="00261306" w:rsidRPr="00C85B1A" w:rsidRDefault="00261306" w:rsidP="00261306">
      <w:pPr>
        <w:pStyle w:val="PargrafodaLista"/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C85B1A">
        <w:rPr>
          <w:rFonts w:ascii="Verdana Pro Light" w:eastAsia="Arial Unicode MS" w:hAnsi="Verdana Pro Light" w:cs="Arial Unicode MS"/>
          <w:sz w:val="18"/>
          <w:szCs w:val="18"/>
        </w:rPr>
        <w:t>profissionais, conferências…)</w:t>
      </w:r>
    </w:p>
    <w:p w14:paraId="76219A8A" w14:textId="77777777" w:rsidR="00261306" w:rsidRPr="009E3A9A" w:rsidRDefault="00261306" w:rsidP="00261306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Incentivar a colaboração (professores e alunos) entre turmas do curso dos diferentes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anos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-10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º, 11.º e 12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º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ano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02328836" w14:textId="77777777" w:rsidR="00261306" w:rsidRDefault="00261306" w:rsidP="0026130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7A03EA1" w14:textId="77777777" w:rsidR="00261306" w:rsidRDefault="00261306" w:rsidP="0026130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098F9D7B" w14:textId="77777777" w:rsidR="00261306" w:rsidRDefault="00261306" w:rsidP="00261306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37D35" w:rsidRPr="00136AD8" w14:paraId="054EEE1D" w14:textId="77777777" w:rsidTr="004313DD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4A179E3" w14:textId="266E5BE9" w:rsidR="00937D35" w:rsidRPr="00136AD8" w:rsidRDefault="00937D35" w:rsidP="004313DD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eastAsia="Arial Unicode MS" w:hAnsi="Verdana Pro Light" w:cs="Times New Roman"/>
                <w:sz w:val="18"/>
                <w:szCs w:val="18"/>
              </w:rPr>
            </w:pPr>
            <w:r w:rsidRPr="00BF3077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lastRenderedPageBreak/>
              <w:t>UC 0000/00</w:t>
            </w:r>
            <w:r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0</w:t>
            </w:r>
            <w:r w:rsidR="008268F8">
              <w:rPr>
                <w:rFonts w:ascii="Verdana Pro Light" w:hAnsi="Verdana Pro Light" w:cs="Times New Roman"/>
                <w:b/>
                <w:smallCaps/>
                <w:sz w:val="18"/>
                <w:szCs w:val="18"/>
              </w:rPr>
              <w:t>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1CDF578" w14:textId="0F79AEC3" w:rsidR="00937D35" w:rsidRPr="009C256C" w:rsidRDefault="00B14F72" w:rsidP="004313DD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</w:pP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Interpretar </w:t>
            </w:r>
            <w:r w:rsidR="00547B27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 xml:space="preserve">Danças do </w:t>
            </w:r>
            <w:r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M</w:t>
            </w:r>
            <w:r w:rsidR="00547B27">
              <w:rPr>
                <w:rFonts w:ascii="Verdana Pro Light" w:eastAsia="Arial Unicode MS" w:hAnsi="Verdana Pro Light" w:cs="Times New Roman"/>
                <w:b/>
                <w:sz w:val="18"/>
                <w:szCs w:val="18"/>
              </w:rPr>
              <w:t>undo</w:t>
            </w:r>
          </w:p>
        </w:tc>
      </w:tr>
    </w:tbl>
    <w:p w14:paraId="40118934" w14:textId="77777777" w:rsidR="00937D35" w:rsidRDefault="00937D35" w:rsidP="00937D35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mallCaps/>
          <w:sz w:val="20"/>
        </w:rPr>
      </w:pP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Pontos de Crédito: </w:t>
      </w:r>
      <w:r>
        <w:rPr>
          <w:rFonts w:ascii="Verdana Pro Light" w:eastAsia="Arial Unicode MS" w:hAnsi="Verdana Pro Light" w:cs="Times New Roman"/>
          <w:smallCaps/>
          <w:sz w:val="20"/>
        </w:rPr>
        <w:t>2</w:t>
      </w:r>
      <w:r w:rsidRPr="00610FB9">
        <w:rPr>
          <w:rFonts w:ascii="Verdana Pro Light" w:eastAsia="Arial Unicode MS" w:hAnsi="Verdana Pro Light" w:cs="Times New Roman"/>
          <w:smallCaps/>
          <w:sz w:val="20"/>
        </w:rPr>
        <w:t>,5</w:t>
      </w:r>
    </w:p>
    <w:p w14:paraId="7BC97258" w14:textId="77777777" w:rsidR="00937D35" w:rsidRPr="003200F2" w:rsidRDefault="00937D35" w:rsidP="00937D35">
      <w:pPr>
        <w:widowControl w:val="0"/>
        <w:spacing w:before="110" w:line="240" w:lineRule="auto"/>
        <w:ind w:right="1"/>
        <w:jc w:val="both"/>
        <w:rPr>
          <w:rFonts w:ascii="Verdana Pro Light" w:eastAsia="Arial Unicode MS" w:hAnsi="Verdana Pro Light" w:cs="Times New Roman"/>
          <w:sz w:val="18"/>
          <w:szCs w:val="18"/>
        </w:rPr>
      </w:pPr>
      <w:r>
        <w:rPr>
          <w:rFonts w:ascii="Verdana Pro Light" w:eastAsia="Arial Unicode MS" w:hAnsi="Verdana Pro Light" w:cs="Times New Roman"/>
          <w:b/>
          <w:smallCaps/>
          <w:sz w:val="20"/>
        </w:rPr>
        <w:t>Carga Horária</w:t>
      </w:r>
      <w:r w:rsidRPr="00F87025">
        <w:rPr>
          <w:rFonts w:ascii="Verdana Pro Light" w:eastAsia="Arial Unicode MS" w:hAnsi="Verdana Pro Light" w:cs="Times New Roman"/>
          <w:b/>
          <w:smallCaps/>
          <w:sz w:val="20"/>
        </w:rPr>
        <w:t xml:space="preserve">: </w:t>
      </w:r>
      <w:r>
        <w:rPr>
          <w:rFonts w:ascii="Verdana Pro Light" w:eastAsia="Arial Unicode MS" w:hAnsi="Verdana Pro Light" w:cs="Times New Roman"/>
          <w:smallCaps/>
          <w:sz w:val="20"/>
        </w:rPr>
        <w:t>25h</w:t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3402"/>
        <w:gridCol w:w="3153"/>
        <w:gridCol w:w="3265"/>
      </w:tblGrid>
      <w:tr w:rsidR="00937D35" w:rsidRPr="00136AD8" w14:paraId="4D2E3133" w14:textId="77777777" w:rsidTr="004313DD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A348DBB" w14:textId="77777777" w:rsidR="00937D35" w:rsidRPr="001B353A" w:rsidRDefault="00937D35" w:rsidP="004313D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Realizações</w:t>
            </w:r>
          </w:p>
        </w:tc>
      </w:tr>
      <w:tr w:rsidR="00937D35" w:rsidRPr="00136AD8" w14:paraId="02D03E5A" w14:textId="77777777" w:rsidTr="004313DD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224B85" w14:textId="55A4065A" w:rsidR="00937D35" w:rsidRPr="00D2265E" w:rsidRDefault="00937D35" w:rsidP="00B14F72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sz w:val="18"/>
                <w:szCs w:val="18"/>
              </w:rPr>
              <w:t>R1.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5700E9">
              <w:rPr>
                <w:rFonts w:ascii="Verdana Pro Light" w:eastAsia="Arial Unicode MS" w:hAnsi="Verdana Pro Light" w:cs="Arial Unicode MS"/>
                <w:sz w:val="18"/>
                <w:szCs w:val="18"/>
              </w:rPr>
              <w:t>Reconhecer</w:t>
            </w:r>
            <w:r w:rsidR="005700E9" w:rsidRPr="00B14F7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mundos sonoros e melódicos de povos</w:t>
            </w:r>
            <w:r w:rsidR="005700E9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e culturas</w:t>
            </w:r>
            <w:r w:rsidR="005700E9" w:rsidRPr="00B14F72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diferentes</w:t>
            </w:r>
          </w:p>
          <w:p w14:paraId="3EB7E690" w14:textId="7DAFEDBF" w:rsidR="00937D35" w:rsidRDefault="00937D35" w:rsidP="004313D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D2265E">
              <w:rPr>
                <w:rFonts w:ascii="Verdana Pro Light" w:eastAsia="Arial Unicode MS" w:hAnsi="Verdana Pro Light" w:cs="Arial Unicode MS"/>
                <w:sz w:val="18"/>
                <w:szCs w:val="18"/>
              </w:rPr>
              <w:t>R2.</w:t>
            </w:r>
            <w:r w:rsidRPr="00D2265E">
              <w:rPr>
                <w:rFonts w:ascii="Verdana Pro Light" w:eastAsia="Arial Unicode MS" w:hAnsi="Verdana Pro Light" w:cs="Arial Unicode MS"/>
                <w:sz w:val="18"/>
                <w:szCs w:val="18"/>
              </w:rPr>
              <w:tab/>
            </w:r>
            <w:r w:rsidR="00A90490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Executar </w:t>
            </w:r>
            <w:r w:rsidR="009563F7"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técnicas de danças de carácter </w:t>
            </w:r>
            <w:r w:rsidR="006109A8">
              <w:rPr>
                <w:rFonts w:ascii="Verdana Pro Light" w:eastAsia="Arial Unicode MS" w:hAnsi="Verdana Pro Light" w:cs="Arial Unicode MS"/>
                <w:sz w:val="18"/>
                <w:szCs w:val="18"/>
              </w:rPr>
              <w:t>e raiz popular</w:t>
            </w:r>
          </w:p>
          <w:p w14:paraId="3014F376" w14:textId="77777777" w:rsidR="00937D35" w:rsidRDefault="00937D35" w:rsidP="004313D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  <w:r w:rsidRPr="00D2265E">
              <w:rPr>
                <w:rFonts w:ascii="Verdana Pro Light" w:eastAsia="Arial Unicode MS" w:hAnsi="Verdana Pro Light" w:cs="Arial Unicode MS"/>
                <w:sz w:val="18"/>
                <w:szCs w:val="18"/>
              </w:rPr>
              <w:t>R3.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</w:rPr>
              <w:t xml:space="preserve"> </w:t>
            </w:r>
          </w:p>
          <w:p w14:paraId="2ECCD33B" w14:textId="77777777" w:rsidR="00937D35" w:rsidRPr="0006082E" w:rsidRDefault="00937D35" w:rsidP="004313DD">
            <w:pPr>
              <w:spacing w:before="120" w:after="0" w:line="276" w:lineRule="auto"/>
              <w:ind w:left="318" w:hanging="318"/>
              <w:rPr>
                <w:rFonts w:ascii="Verdana Pro Light" w:eastAsia="Arial Unicode MS" w:hAnsi="Verdana Pro Light" w:cs="Arial Unicode MS"/>
                <w:sz w:val="18"/>
                <w:szCs w:val="18"/>
              </w:rPr>
            </w:pPr>
          </w:p>
        </w:tc>
      </w:tr>
      <w:tr w:rsidR="00937D35" w:rsidRPr="00136AD8" w14:paraId="09BF907E" w14:textId="77777777" w:rsidTr="004313DD">
        <w:trPr>
          <w:trHeight w:val="296"/>
        </w:trPr>
        <w:tc>
          <w:tcPr>
            <w:tcW w:w="340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9F4B3DA" w14:textId="77777777" w:rsidR="00937D35" w:rsidRPr="001B353A" w:rsidRDefault="00937D35" w:rsidP="004313D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Conhecimentos</w:t>
            </w:r>
          </w:p>
        </w:tc>
        <w:tc>
          <w:tcPr>
            <w:tcW w:w="315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BA46BAC" w14:textId="77777777" w:rsidR="00937D35" w:rsidRPr="001B353A" w:rsidRDefault="00937D35" w:rsidP="004313D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DC355CE" w14:textId="77777777" w:rsidR="00937D35" w:rsidRPr="001B353A" w:rsidRDefault="00937D35" w:rsidP="004313DD">
            <w:pPr>
              <w:spacing w:after="0" w:line="240" w:lineRule="auto"/>
              <w:jc w:val="center"/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</w:pPr>
            <w:r w:rsidRPr="001B353A">
              <w:rPr>
                <w:rFonts w:ascii="Verdana Pro Light" w:eastAsia="Arial Unicode MS" w:hAnsi="Verdana Pro Light" w:cs="Arial Unicode MS"/>
                <w:b/>
                <w:smallCaps/>
                <w:sz w:val="18"/>
                <w:szCs w:val="18"/>
              </w:rPr>
              <w:t>Atitudes</w:t>
            </w:r>
          </w:p>
        </w:tc>
      </w:tr>
      <w:tr w:rsidR="00937D35" w:rsidRPr="00136AD8" w14:paraId="6EB90ECB" w14:textId="77777777" w:rsidTr="004313DD">
        <w:trPr>
          <w:trHeight w:val="274"/>
        </w:trPr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7F4D84" w14:textId="77777777" w:rsidR="00983830" w:rsidRPr="00983830" w:rsidRDefault="00983830" w:rsidP="00983830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8383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Danças de carácter e de </w:t>
            </w:r>
            <w:proofErr w:type="spellStart"/>
            <w:r w:rsidRPr="0098383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raíz</w:t>
            </w:r>
            <w:proofErr w:type="spellEnd"/>
            <w:r w:rsidRPr="0098383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popular</w:t>
            </w:r>
          </w:p>
          <w:p w14:paraId="68CD6AFC" w14:textId="77777777" w:rsidR="00983830" w:rsidRPr="00983830" w:rsidRDefault="00983830" w:rsidP="004D12A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47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8383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Técnicas</w:t>
            </w:r>
          </w:p>
          <w:p w14:paraId="2B8E41EF" w14:textId="77777777" w:rsidR="00983830" w:rsidRPr="00983830" w:rsidRDefault="00983830" w:rsidP="004D12A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47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8383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Mundos sonoros e melódicos</w:t>
            </w:r>
          </w:p>
          <w:p w14:paraId="0B842606" w14:textId="77777777" w:rsidR="00983830" w:rsidRPr="00983830" w:rsidRDefault="00983830" w:rsidP="004D12A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47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8383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Culturas e tradições</w:t>
            </w:r>
          </w:p>
          <w:p w14:paraId="67B3707F" w14:textId="77777777" w:rsidR="00983830" w:rsidRPr="00983830" w:rsidRDefault="00983830" w:rsidP="004D12A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47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8383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Danças Russas - a troika e a </w:t>
            </w:r>
            <w:proofErr w:type="spellStart"/>
            <w:r w:rsidRPr="0098383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berioska</w:t>
            </w:r>
            <w:proofErr w:type="spellEnd"/>
          </w:p>
          <w:p w14:paraId="69EF9A71" w14:textId="77777777" w:rsidR="00983830" w:rsidRPr="00983830" w:rsidRDefault="00983830" w:rsidP="004D12A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47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8383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Danças e ritmos africanos</w:t>
            </w:r>
          </w:p>
          <w:p w14:paraId="2804C6E1" w14:textId="77777777" w:rsidR="00983830" w:rsidRPr="00983830" w:rsidRDefault="00983830" w:rsidP="004D12A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47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8383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Danças e ritmos latino-americanos</w:t>
            </w:r>
          </w:p>
          <w:p w14:paraId="5A4E79CE" w14:textId="77777777" w:rsidR="00983830" w:rsidRPr="00983830" w:rsidRDefault="00983830" w:rsidP="004D12A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47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8383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Danças espanholas - o Flamenco e Sevilhanas</w:t>
            </w:r>
          </w:p>
          <w:p w14:paraId="0FA3CC66" w14:textId="77777777" w:rsidR="00983830" w:rsidRPr="00983830" w:rsidRDefault="00983830" w:rsidP="004D12A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47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8383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Danças balinesas</w:t>
            </w:r>
          </w:p>
          <w:p w14:paraId="19E52280" w14:textId="77777777" w:rsidR="00983830" w:rsidRPr="00983830" w:rsidRDefault="00983830" w:rsidP="004D12A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47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983830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Danças folclóricas - o folclore português</w:t>
            </w:r>
          </w:p>
          <w:p w14:paraId="066939E2" w14:textId="77777777" w:rsidR="00983830" w:rsidRPr="00983830" w:rsidRDefault="00983830" w:rsidP="004D12A4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747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516D764" w14:textId="77777777" w:rsidR="00937D35" w:rsidRPr="006109A8" w:rsidRDefault="00937D35" w:rsidP="006109A8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  <w:tc>
          <w:tcPr>
            <w:tcW w:w="31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542ABC" w14:textId="77777777" w:rsidR="00B14F72" w:rsidRDefault="00B14F72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14F7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Identificar diferentes danças de carácter e de </w:t>
            </w:r>
            <w:proofErr w:type="spellStart"/>
            <w:r w:rsidRPr="00B14F7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raíz</w:t>
            </w:r>
            <w:proofErr w:type="spellEnd"/>
            <w:r w:rsidRPr="00B14F7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popular</w:t>
            </w:r>
          </w:p>
          <w:p w14:paraId="19578CB4" w14:textId="7485CE9C" w:rsidR="00B14F72" w:rsidRDefault="00B14F72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14F7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 várias culturas e tradições associadas à dança</w:t>
            </w:r>
          </w:p>
          <w:p w14:paraId="28A568EA" w14:textId="6437E1CA" w:rsidR="008D094E" w:rsidRDefault="003A42CD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Reconhecer</w:t>
            </w:r>
            <w:r w:rsidR="008D094E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os diferentes mundos sonoros e melódicos de povos e culturas diferentes</w:t>
            </w:r>
          </w:p>
          <w:p w14:paraId="2851D1D9" w14:textId="773586D5" w:rsidR="00937D35" w:rsidRPr="00C316B5" w:rsidRDefault="00B14F72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B14F7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Aplicar técnicas de danças de carácter e de </w:t>
            </w:r>
            <w:proofErr w:type="spellStart"/>
            <w:r w:rsidRPr="00B14F7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raíz</w:t>
            </w:r>
            <w:proofErr w:type="spellEnd"/>
            <w:r w:rsidRPr="00B14F72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popular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EC4659" w14:textId="77777777" w:rsidR="00937D35" w:rsidRPr="00C316B5" w:rsidRDefault="00937D35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Autodisciplina e determinação</w:t>
            </w:r>
          </w:p>
          <w:p w14:paraId="3453C057" w14:textId="77777777" w:rsidR="00937D35" w:rsidRPr="00C316B5" w:rsidRDefault="00937D35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Pensamento</w:t>
            </w: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 xml:space="preserve"> critico</w:t>
            </w:r>
          </w:p>
          <w:p w14:paraId="0C0694B0" w14:textId="77777777" w:rsidR="00937D35" w:rsidRPr="00C316B5" w:rsidRDefault="00937D35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Autoconhecimento</w:t>
            </w:r>
          </w:p>
          <w:p w14:paraId="7382D78F" w14:textId="77777777" w:rsidR="00937D35" w:rsidRPr="00C316B5" w:rsidRDefault="00937D35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Persistência</w:t>
            </w:r>
          </w:p>
          <w:p w14:paraId="7D948EEB" w14:textId="77777777" w:rsidR="00937D35" w:rsidRPr="00C316B5" w:rsidRDefault="00937D35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Cooperação com a equipa</w:t>
            </w:r>
          </w:p>
          <w:p w14:paraId="473BC4E2" w14:textId="77777777" w:rsidR="00937D35" w:rsidRPr="00C316B5" w:rsidRDefault="00937D35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Criatividade, imaginação e sensibilidade</w:t>
            </w:r>
          </w:p>
          <w:p w14:paraId="5AFCE126" w14:textId="77777777" w:rsidR="00937D35" w:rsidRPr="00C316B5" w:rsidRDefault="00937D35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3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316B5"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Autoconfiança</w:t>
            </w:r>
          </w:p>
          <w:p w14:paraId="325660D9" w14:textId="77777777" w:rsidR="00937D35" w:rsidRDefault="00937D35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  <w:t>Autonomia</w:t>
            </w:r>
          </w:p>
          <w:p w14:paraId="36CE29D8" w14:textId="77777777" w:rsidR="00937D35" w:rsidRPr="00C45C69" w:rsidRDefault="00937D35" w:rsidP="004313DD">
            <w:pPr>
              <w:pStyle w:val="PargrafodaLista"/>
              <w:numPr>
                <w:ilvl w:val="0"/>
                <w:numId w:val="4"/>
              </w:numPr>
              <w:spacing w:before="120" w:after="0" w:line="276" w:lineRule="auto"/>
              <w:ind w:left="215" w:hanging="212"/>
              <w:contextualSpacing w:val="0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  <w:r w:rsidRPr="00C45C69">
              <w:rPr>
                <w:rFonts w:ascii="Verdana Pro Light" w:eastAsia="Verdana Pro Light" w:hAnsi="Verdana Pro Light" w:cs="Verdana Pro Light"/>
                <w:sz w:val="18"/>
                <w:szCs w:val="18"/>
              </w:rPr>
              <w:t>Escuta ativa</w:t>
            </w:r>
          </w:p>
          <w:p w14:paraId="1E28021C" w14:textId="77777777" w:rsidR="00937D35" w:rsidRDefault="00937D35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FE5C050" w14:textId="77777777" w:rsidR="00937D35" w:rsidRDefault="00937D35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C0FBC98" w14:textId="77777777" w:rsidR="00937D35" w:rsidRDefault="00937D35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2C2CCB0" w14:textId="77777777" w:rsidR="00937D35" w:rsidRDefault="00937D35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363361FE" w14:textId="77777777" w:rsidR="00937D35" w:rsidRDefault="00937D35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C431008" w14:textId="77777777" w:rsidR="00937D35" w:rsidRDefault="00937D35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3CAFD0A" w14:textId="77777777" w:rsidR="00937D35" w:rsidRDefault="00937D35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D5A4577" w14:textId="77777777" w:rsidR="00937D35" w:rsidRDefault="00937D35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0B27E876" w14:textId="77777777" w:rsidR="00937D35" w:rsidRDefault="00937D35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50D9EA8" w14:textId="77777777" w:rsidR="00937D35" w:rsidRDefault="00937D35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68C57D1" w14:textId="77777777" w:rsidR="00937D35" w:rsidRDefault="00937D35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1111BD07" w14:textId="77777777" w:rsidR="00937D35" w:rsidRDefault="00937D35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08D6FAF" w14:textId="77777777" w:rsidR="00937D35" w:rsidRDefault="00937D35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D028AFA" w14:textId="77777777" w:rsidR="00937D35" w:rsidRDefault="00937D35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659A8324" w14:textId="77777777" w:rsidR="00937D35" w:rsidRDefault="00937D35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73A5F2B0" w14:textId="77777777" w:rsidR="00937D35" w:rsidRDefault="00937D35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405C3862" w14:textId="77777777" w:rsidR="00937D35" w:rsidRDefault="00937D35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  <w:p w14:paraId="2CEBD78D" w14:textId="77777777" w:rsidR="00937D35" w:rsidRPr="00D37E4F" w:rsidRDefault="00937D35" w:rsidP="004313DD">
            <w:pPr>
              <w:spacing w:before="120" w:after="0" w:line="276" w:lineRule="auto"/>
              <w:rPr>
                <w:rFonts w:ascii="Verdana Pro Light" w:eastAsia="Arial Unicode MS" w:hAnsi="Verdana Pro Light" w:cs="Arial Unicode MS"/>
                <w:sz w:val="18"/>
                <w:szCs w:val="18"/>
                <w:lang w:eastAsia="pt-PT"/>
              </w:rPr>
            </w:pPr>
          </w:p>
        </w:tc>
      </w:tr>
    </w:tbl>
    <w:p w14:paraId="4C796207" w14:textId="77777777" w:rsidR="00937D35" w:rsidRPr="00F87025" w:rsidRDefault="00937D35" w:rsidP="00937D3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lastRenderedPageBreak/>
        <w:t>Critérios de Desempenho</w:t>
      </w:r>
    </w:p>
    <w:p w14:paraId="67B2901D" w14:textId="77777777" w:rsidR="00937D35" w:rsidRPr="00F20E6F" w:rsidRDefault="00937D35" w:rsidP="00937D35">
      <w:pPr>
        <w:spacing w:after="120" w:line="240" w:lineRule="auto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 w:rsidRPr="0039210D">
        <w:rPr>
          <w:rFonts w:ascii="Verdana Pro Light" w:eastAsia="Arial Unicode MS" w:hAnsi="Verdana Pro Light" w:cs="Arial Unicode MS"/>
          <w:i/>
          <w:color w:val="000000" w:themeColor="text1"/>
          <w:sz w:val="18"/>
          <w:szCs w:val="18"/>
        </w:rPr>
        <w:t>(designação da UC)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:</w:t>
      </w:r>
    </w:p>
    <w:p w14:paraId="484FA61D" w14:textId="0CA943A9" w:rsidR="00937D35" w:rsidRPr="00B31E16" w:rsidRDefault="00937D35" w:rsidP="005C5C24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CD1.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6109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Demonstrando reconhecer </w:t>
      </w:r>
      <w:r w:rsidR="006109A8" w:rsidRPr="006109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mundos sonoros e melódicos de povos e culturas diferentes</w:t>
      </w:r>
      <w:r w:rsidR="006109A8" w:rsidRPr="006109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32A490DC" w14:textId="774D164D" w:rsidR="00937D35" w:rsidRPr="0064164C" w:rsidRDefault="00937D35" w:rsidP="00937D3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CD2.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  <w:r w:rsidR="005C5C24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Aplicando as</w:t>
      </w:r>
      <w:r w:rsidR="005C5C24" w:rsidRPr="006109A8"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 xml:space="preserve"> técnicas de danças de carácter e raiz popular</w:t>
      </w:r>
    </w:p>
    <w:p w14:paraId="6E561818" w14:textId="77777777" w:rsidR="00937D35" w:rsidRPr="00FC59EE" w:rsidRDefault="00937D35" w:rsidP="00937D35">
      <w:pPr>
        <w:pStyle w:val="PargrafodaLista"/>
        <w:spacing w:before="120" w:after="0" w:line="276" w:lineRule="auto"/>
        <w:ind w:left="142"/>
        <w:contextualSpacing w:val="0"/>
        <w:rPr>
          <w:rFonts w:ascii="Verdana Pro Light" w:eastAsia="Arial Unicode MS" w:hAnsi="Verdana Pro Light" w:cs="Arial Unicode MS"/>
          <w:sz w:val="18"/>
          <w:szCs w:val="18"/>
          <w:lang w:eastAsia="pt-PT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CD3.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77E73831" w14:textId="77777777" w:rsidR="00937D35" w:rsidRPr="0064164C" w:rsidRDefault="00937D35" w:rsidP="00937D3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CD4.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7C63AA28" w14:textId="77777777" w:rsidR="00937D35" w:rsidRPr="0064164C" w:rsidRDefault="00937D35" w:rsidP="00937D35">
      <w:pPr>
        <w:spacing w:before="120" w:after="0" w:line="276" w:lineRule="auto"/>
        <w:ind w:left="709" w:hanging="567"/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</w:pP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>CD5.</w:t>
      </w:r>
      <w:r>
        <w:rPr>
          <w:rFonts w:ascii="Verdana Pro Light" w:eastAsia="Arial Unicode MS" w:hAnsi="Verdana Pro Light" w:cs="Arial Unicode MS"/>
          <w:color w:val="000000" w:themeColor="text1"/>
          <w:sz w:val="18"/>
          <w:szCs w:val="18"/>
        </w:rPr>
        <w:tab/>
      </w:r>
    </w:p>
    <w:p w14:paraId="1683B233" w14:textId="77777777" w:rsidR="00937D35" w:rsidRPr="00136AD8" w:rsidRDefault="00937D35" w:rsidP="00937D3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55581722" w14:textId="77777777" w:rsidR="00937D35" w:rsidRPr="00F87025" w:rsidRDefault="00937D35" w:rsidP="00937D3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87025">
        <w:rPr>
          <w:rFonts w:ascii="Verdana Pro Light" w:hAnsi="Verdana Pro Light"/>
          <w:b/>
          <w:smallCaps/>
          <w:sz w:val="20"/>
        </w:rPr>
        <w:t xml:space="preserve">Contexto (exemplos de uso da competência) </w:t>
      </w:r>
    </w:p>
    <w:p w14:paraId="2F7C4D91" w14:textId="77777777" w:rsidR="00937D35" w:rsidRPr="00660150" w:rsidRDefault="00937D35" w:rsidP="00937D35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Académico: Participação em aulas, workshops e seminários em diferentes contextos académicos e educativos</w:t>
      </w:r>
    </w:p>
    <w:p w14:paraId="4EB881D3" w14:textId="77777777" w:rsidR="00937D35" w:rsidRDefault="00937D35" w:rsidP="00937D35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Artístico e Profissional: Participação em espetáculos de dança, eventos performativos 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660150">
        <w:rPr>
          <w:rFonts w:ascii="Verdana Pro Light" w:eastAsia="Arial Unicode MS" w:hAnsi="Verdana Pro Light" w:cs="Arial Unicode MS"/>
          <w:sz w:val="18"/>
          <w:szCs w:val="18"/>
        </w:rPr>
        <w:t>concursos de dança</w:t>
      </w:r>
    </w:p>
    <w:p w14:paraId="175966CD" w14:textId="77777777" w:rsidR="00937D35" w:rsidRPr="00660150" w:rsidRDefault="00937D35" w:rsidP="00937D35">
      <w:pPr>
        <w:pStyle w:val="PargrafodaLista"/>
        <w:numPr>
          <w:ilvl w:val="0"/>
          <w:numId w:val="3"/>
        </w:numPr>
        <w:spacing w:before="120" w:after="0" w:line="360" w:lineRule="auto"/>
        <w:ind w:left="426" w:hanging="283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660150">
        <w:rPr>
          <w:rFonts w:ascii="Verdana Pro Light" w:eastAsia="Arial Unicode MS" w:hAnsi="Verdana Pro Light" w:cs="Arial Unicode MS"/>
          <w:sz w:val="18"/>
          <w:szCs w:val="18"/>
        </w:rPr>
        <w:t>Atividades ligadas às profissões da dança, nos domínios artístico, educativo, lúdico e inclusivo.</w:t>
      </w:r>
    </w:p>
    <w:p w14:paraId="5BC99692" w14:textId="77777777" w:rsidR="00937D35" w:rsidRPr="002A28C4" w:rsidRDefault="00937D35" w:rsidP="00937D3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FA23F8C" w14:textId="77777777" w:rsidR="00937D35" w:rsidRPr="00984B30" w:rsidRDefault="00937D35" w:rsidP="00937D3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6E6CB5E6" w14:textId="77777777" w:rsidR="00937D35" w:rsidRPr="00984B30" w:rsidRDefault="00937D35" w:rsidP="00937D3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5B8B22CD" w14:textId="77777777" w:rsidR="00937D35" w:rsidRPr="002E4E26" w:rsidRDefault="00937D35" w:rsidP="00937D35">
      <w:pPr>
        <w:spacing w:before="120" w:after="0" w:line="276" w:lineRule="auto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03C30232" w14:textId="77777777" w:rsidR="00937D35" w:rsidRPr="00051C79" w:rsidRDefault="00937D35" w:rsidP="00937D3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6B37E4F8" w14:textId="77777777" w:rsidR="00937D35" w:rsidRPr="00F87025" w:rsidRDefault="00937D35" w:rsidP="00937D3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Recursos</w:t>
      </w:r>
    </w:p>
    <w:p w14:paraId="5A57EFC2" w14:textId="77777777" w:rsidR="00937D35" w:rsidRPr="004F76B6" w:rsidRDefault="00937D35" w:rsidP="00937D3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Equipamento de som</w:t>
      </w:r>
    </w:p>
    <w:p w14:paraId="7A95D471" w14:textId="77777777" w:rsidR="00937D35" w:rsidRPr="004F76B6" w:rsidRDefault="00937D35" w:rsidP="00937D3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Dispositivos tecnológicos com acesso à internet</w:t>
      </w:r>
    </w:p>
    <w:p w14:paraId="6103F3A0" w14:textId="77777777" w:rsidR="00937D35" w:rsidRPr="004F76B6" w:rsidRDefault="00937D35" w:rsidP="00937D3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Dispositivos de projeção de imagem/vídeo</w:t>
      </w:r>
    </w:p>
    <w:p w14:paraId="6FA635A3" w14:textId="77777777" w:rsidR="00937D35" w:rsidRPr="004F76B6" w:rsidRDefault="00937D35" w:rsidP="00937D3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Dispositivos de registo de imagem/vídeo</w:t>
      </w:r>
    </w:p>
    <w:p w14:paraId="5664995C" w14:textId="77777777" w:rsidR="00937D35" w:rsidRDefault="00937D35" w:rsidP="00937D3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4F76B6">
        <w:rPr>
          <w:rFonts w:ascii="Verdana Pro Light" w:eastAsia="Arial Unicode MS" w:hAnsi="Verdana Pro Light" w:cs="Arial Unicode MS"/>
          <w:sz w:val="18"/>
          <w:szCs w:val="18"/>
        </w:rPr>
        <w:t>Manuais técnicos</w:t>
      </w:r>
    </w:p>
    <w:p w14:paraId="6C5C5508" w14:textId="77777777" w:rsidR="00937D35" w:rsidRPr="009E3A9A" w:rsidRDefault="00937D35" w:rsidP="00937D35">
      <w:pPr>
        <w:pStyle w:val="PargrafodaLista"/>
        <w:numPr>
          <w:ilvl w:val="0"/>
          <w:numId w:val="3"/>
        </w:numPr>
        <w:spacing w:before="120" w:after="0" w:line="276" w:lineRule="auto"/>
        <w:ind w:left="426" w:hanging="284"/>
        <w:contextualSpacing w:val="0"/>
        <w:jc w:val="both"/>
        <w:rPr>
          <w:rFonts w:ascii="Verdana Pro Light" w:eastAsia="Arial Unicode MS" w:hAnsi="Verdana Pro Light" w:cs="Arial Unicode MS"/>
          <w:sz w:val="18"/>
          <w:szCs w:val="18"/>
        </w:rPr>
      </w:pPr>
    </w:p>
    <w:p w14:paraId="2D37025A" w14:textId="77777777" w:rsidR="00937D35" w:rsidRPr="00051C79" w:rsidRDefault="00937D35" w:rsidP="00937D3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26206A5" w14:textId="77777777" w:rsidR="00937D35" w:rsidRPr="00F87025" w:rsidRDefault="00937D35" w:rsidP="00937D35">
      <w:pPr>
        <w:shd w:val="clear" w:color="auto" w:fill="D0CECE" w:themeFill="background2" w:themeFillShade="E6"/>
        <w:spacing w:after="0" w:line="360" w:lineRule="auto"/>
        <w:jc w:val="both"/>
        <w:rPr>
          <w:rFonts w:ascii="Verdana Pro Light" w:hAnsi="Verdana Pro Light"/>
          <w:b/>
          <w:smallCaps/>
          <w:sz w:val="20"/>
        </w:rPr>
      </w:pPr>
      <w:r w:rsidRPr="00F20E6F">
        <w:rPr>
          <w:rFonts w:ascii="Verdana Pro Light" w:hAnsi="Verdana Pro Light"/>
          <w:b/>
          <w:smallCaps/>
          <w:sz w:val="20"/>
        </w:rPr>
        <w:t>Observações</w:t>
      </w:r>
    </w:p>
    <w:p w14:paraId="75A5BA82" w14:textId="77777777" w:rsidR="00937D35" w:rsidRPr="007E183A" w:rsidRDefault="00937D35" w:rsidP="00937D35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Forma de organização da formação: presencial</w:t>
      </w:r>
    </w:p>
    <w:p w14:paraId="71F113DF" w14:textId="77777777" w:rsidR="00937D35" w:rsidRPr="007E183A" w:rsidRDefault="00937D35" w:rsidP="00937D35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Necessidade de garantir o espaço adequado, bem como o material necessário</w:t>
      </w:r>
    </w:p>
    <w:p w14:paraId="48943B96" w14:textId="77777777" w:rsidR="00937D35" w:rsidRPr="00C85B1A" w:rsidRDefault="00937D35" w:rsidP="00937D35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Proporcionar oportunidades variadas e diferenciadas de participação em eventos de dança de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natureza educativa e artística</w:t>
      </w:r>
    </w:p>
    <w:p w14:paraId="79BEC0C8" w14:textId="77777777" w:rsidR="00937D35" w:rsidRDefault="00937D35" w:rsidP="00937D35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Proporcionar oportunidades de assistir a espetáculos e outros eventos de dança (bailados, aulas</w:t>
      </w:r>
    </w:p>
    <w:p w14:paraId="25F6A9F3" w14:textId="77777777" w:rsidR="00937D35" w:rsidRPr="00C85B1A" w:rsidRDefault="00937D35" w:rsidP="00937D35">
      <w:pPr>
        <w:pStyle w:val="PargrafodaLista"/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C85B1A">
        <w:rPr>
          <w:rFonts w:ascii="Verdana Pro Light" w:eastAsia="Arial Unicode MS" w:hAnsi="Verdana Pro Light" w:cs="Arial Unicode MS"/>
          <w:sz w:val="18"/>
          <w:szCs w:val="18"/>
        </w:rPr>
        <w:t>profissionais, conferências…)</w:t>
      </w:r>
    </w:p>
    <w:p w14:paraId="02E29B55" w14:textId="77777777" w:rsidR="00937D35" w:rsidRPr="009E3A9A" w:rsidRDefault="00937D35" w:rsidP="00937D35">
      <w:pPr>
        <w:pStyle w:val="PargrafodaLista"/>
        <w:numPr>
          <w:ilvl w:val="0"/>
          <w:numId w:val="3"/>
        </w:numPr>
        <w:spacing w:before="120" w:after="0" w:line="360" w:lineRule="auto"/>
        <w:ind w:left="426"/>
        <w:jc w:val="both"/>
        <w:rPr>
          <w:rFonts w:ascii="Verdana Pro Light" w:eastAsia="Arial Unicode MS" w:hAnsi="Verdana Pro Light" w:cs="Arial Unicode MS"/>
          <w:sz w:val="18"/>
          <w:szCs w:val="18"/>
        </w:rPr>
      </w:pPr>
      <w:r w:rsidRPr="007E183A">
        <w:rPr>
          <w:rFonts w:ascii="Verdana Pro Light" w:eastAsia="Arial Unicode MS" w:hAnsi="Verdana Pro Light" w:cs="Arial Unicode MS"/>
          <w:sz w:val="18"/>
          <w:szCs w:val="18"/>
        </w:rPr>
        <w:t>Incentivar a colaboração (professores e alunos) entre turmas do curso dos diferentes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anos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-10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º, 11.º e 12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º</w:t>
      </w:r>
      <w:r>
        <w:rPr>
          <w:rFonts w:ascii="Verdana Pro Light" w:eastAsia="Arial Unicode MS" w:hAnsi="Verdana Pro Light" w:cs="Arial Unicode MS"/>
          <w:sz w:val="18"/>
          <w:szCs w:val="18"/>
        </w:rPr>
        <w:t xml:space="preserve"> </w:t>
      </w:r>
      <w:r w:rsidRPr="00C85B1A">
        <w:rPr>
          <w:rFonts w:ascii="Verdana Pro Light" w:eastAsia="Arial Unicode MS" w:hAnsi="Verdana Pro Light" w:cs="Arial Unicode MS"/>
          <w:sz w:val="18"/>
          <w:szCs w:val="18"/>
        </w:rPr>
        <w:t>ano</w:t>
      </w:r>
      <w:r>
        <w:rPr>
          <w:rFonts w:ascii="Verdana Pro Light" w:eastAsia="Arial Unicode MS" w:hAnsi="Verdana Pro Light" w:cs="Arial Unicode MS"/>
          <w:sz w:val="18"/>
          <w:szCs w:val="18"/>
        </w:rPr>
        <w:t>.</w:t>
      </w:r>
    </w:p>
    <w:p w14:paraId="4A6DCD5E" w14:textId="77777777" w:rsidR="00937D35" w:rsidRDefault="00937D35" w:rsidP="00937D3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392C4D1F" w14:textId="77777777" w:rsidR="005C5C24" w:rsidRDefault="005C5C24" w:rsidP="00937D3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p w14:paraId="1229EEAD" w14:textId="77777777" w:rsidR="005C5C24" w:rsidRDefault="005C5C24" w:rsidP="00937D35">
      <w:pPr>
        <w:spacing w:before="120" w:after="0" w:line="276" w:lineRule="auto"/>
        <w:jc w:val="both"/>
        <w:rPr>
          <w:rFonts w:ascii="Verdana Pro Light" w:hAnsi="Verdana Pro Light"/>
          <w:smallCaps/>
        </w:rPr>
      </w:pPr>
    </w:p>
    <w:sectPr w:rsidR="005C5C24" w:rsidSect="00C66843">
      <w:footerReference w:type="default" r:id="rId13"/>
      <w:pgSz w:w="11906" w:h="16838"/>
      <w:pgMar w:top="1418" w:right="1134" w:bottom="1418" w:left="1134" w:header="709" w:footer="22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12922" w14:textId="77777777" w:rsidR="00C66843" w:rsidRDefault="00C66843" w:rsidP="00AC6E34">
      <w:pPr>
        <w:spacing w:after="0" w:line="240" w:lineRule="auto"/>
      </w:pPr>
      <w:r>
        <w:separator/>
      </w:r>
    </w:p>
  </w:endnote>
  <w:endnote w:type="continuationSeparator" w:id="0">
    <w:p w14:paraId="480C4582" w14:textId="77777777" w:rsidR="00C66843" w:rsidRDefault="00C66843" w:rsidP="00AC6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 Pro Light">
    <w:charset w:val="00"/>
    <w:family w:val="swiss"/>
    <w:pitch w:val="variable"/>
    <w:sig w:usb0="80000287" w:usb1="0000004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6090C" w14:textId="77777777" w:rsidR="00FF4F58" w:rsidRDefault="00FF4F58">
    <w:pPr>
      <w:pStyle w:val="Rodap"/>
      <w:jc w:val="right"/>
    </w:pPr>
  </w:p>
  <w:p w14:paraId="2805B5B4" w14:textId="77777777" w:rsidR="00FF4F58" w:rsidRDefault="00FF4F5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888FD" w14:textId="77777777" w:rsidR="008C1AD9" w:rsidRPr="00FD203A" w:rsidRDefault="008C1AD9" w:rsidP="0030487B">
    <w:pPr>
      <w:pStyle w:val="Rodap"/>
      <w:pBdr>
        <w:top w:val="single" w:sz="4" w:space="1" w:color="auto"/>
      </w:pBdr>
      <w:tabs>
        <w:tab w:val="clear" w:pos="8504"/>
        <w:tab w:val="right" w:pos="9356"/>
      </w:tabs>
      <w:ind w:right="1"/>
      <w:jc w:val="center"/>
      <w:rPr>
        <w:rFonts w:ascii="Verdana Pro Light" w:hAnsi="Verdana Pro Light"/>
        <w:sz w:val="14"/>
        <w:szCs w:val="14"/>
      </w:rPr>
    </w:pPr>
    <w:r>
      <w:rPr>
        <w:rFonts w:ascii="Verdana Pro Light" w:hAnsi="Verdana Pro Light"/>
        <w:sz w:val="14"/>
        <w:szCs w:val="14"/>
      </w:rPr>
      <w:t>REFERENCIAL DE COMPETÊNCIAS DA</w:t>
    </w:r>
    <w:r w:rsidRPr="00FD203A">
      <w:rPr>
        <w:rFonts w:ascii="Verdana Pro Light" w:hAnsi="Verdana Pro Light"/>
        <w:sz w:val="14"/>
        <w:szCs w:val="14"/>
      </w:rPr>
      <w:t xml:space="preserve"> QUALIFICAÇÃO</w:t>
    </w:r>
    <w:r w:rsidRPr="00FD203A">
      <w:rPr>
        <w:rFonts w:ascii="Verdana Pro Light" w:hAnsi="Verdana Pro Light"/>
        <w:sz w:val="14"/>
        <w:szCs w:val="14"/>
      </w:rPr>
      <w:ptab w:relativeTo="margin" w:alignment="center" w:leader="none"/>
    </w:r>
    <w:r w:rsidRPr="00FD203A">
      <w:rPr>
        <w:rFonts w:ascii="Verdana Pro Light" w:hAnsi="Verdana Pro Light"/>
        <w:sz w:val="14"/>
        <w:szCs w:val="14"/>
      </w:rPr>
      <w:t xml:space="preserve">    </w:t>
    </w:r>
    <w:proofErr w:type="gramStart"/>
    <w:r w:rsidRPr="00FD203A">
      <w:rPr>
        <w:rFonts w:ascii="Verdana Pro Light" w:hAnsi="Verdana Pro Light"/>
        <w:sz w:val="14"/>
        <w:szCs w:val="14"/>
      </w:rPr>
      <w:t xml:space="preserve">   (</w:t>
    </w:r>
    <w:proofErr w:type="gramEnd"/>
    <w:r w:rsidRPr="00FD203A">
      <w:rPr>
        <w:rFonts w:ascii="Verdana Pro Light" w:hAnsi="Verdana Pro Light"/>
        <w:sz w:val="14"/>
        <w:szCs w:val="14"/>
      </w:rPr>
      <w:t>designação da qualificação) | Nível “X”</w:t>
    </w:r>
    <w:r w:rsidRPr="00FD203A">
      <w:rPr>
        <w:rFonts w:ascii="Verdana Pro Light" w:hAnsi="Verdana Pro Light"/>
        <w:sz w:val="14"/>
        <w:szCs w:val="14"/>
      </w:rPr>
      <w:ptab w:relativeTo="margin" w:alignment="right" w:leader="none"/>
    </w:r>
    <w:r w:rsidRPr="00FD203A">
      <w:rPr>
        <w:rFonts w:ascii="Verdana Pro Light" w:hAnsi="Verdana Pro Light"/>
        <w:sz w:val="14"/>
        <w:szCs w:val="14"/>
      </w:rPr>
      <w:t xml:space="preserve">Página | </w:t>
    </w:r>
    <w:r w:rsidRPr="00FD203A">
      <w:rPr>
        <w:rFonts w:ascii="Verdana Pro Light" w:hAnsi="Verdana Pro Light"/>
        <w:sz w:val="14"/>
        <w:szCs w:val="14"/>
      </w:rPr>
      <w:fldChar w:fldCharType="begin"/>
    </w:r>
    <w:r w:rsidRPr="00FD203A">
      <w:rPr>
        <w:rFonts w:ascii="Verdana Pro Light" w:hAnsi="Verdana Pro Light"/>
        <w:sz w:val="14"/>
        <w:szCs w:val="14"/>
      </w:rPr>
      <w:instrText>PAGE   \* MERGEFORMAT</w:instrText>
    </w:r>
    <w:r w:rsidRPr="00FD203A">
      <w:rPr>
        <w:rFonts w:ascii="Verdana Pro Light" w:hAnsi="Verdana Pro Light"/>
        <w:sz w:val="14"/>
        <w:szCs w:val="14"/>
      </w:rPr>
      <w:fldChar w:fldCharType="separate"/>
    </w:r>
    <w:r>
      <w:rPr>
        <w:rFonts w:ascii="Verdana Pro Light" w:hAnsi="Verdana Pro Light"/>
        <w:noProof/>
        <w:sz w:val="14"/>
        <w:szCs w:val="14"/>
      </w:rPr>
      <w:t>1</w:t>
    </w:r>
    <w:r w:rsidRPr="00FD203A">
      <w:rPr>
        <w:rFonts w:ascii="Verdana Pro Light" w:hAnsi="Verdana Pro Light"/>
        <w:sz w:val="14"/>
        <w:szCs w:val="14"/>
      </w:rPr>
      <w:fldChar w:fldCharType="end"/>
    </w:r>
  </w:p>
  <w:p w14:paraId="4A3BFAE5" w14:textId="77777777" w:rsidR="008C1AD9" w:rsidRDefault="008C1AD9">
    <w:pPr>
      <w:pStyle w:val="Rodap"/>
      <w:jc w:val="right"/>
    </w:pPr>
  </w:p>
  <w:p w14:paraId="7A150ABD" w14:textId="77777777" w:rsidR="008C1AD9" w:rsidRDefault="008C1AD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82450" w14:textId="77777777" w:rsidR="00C66843" w:rsidRDefault="00C66843" w:rsidP="00AC6E34">
      <w:pPr>
        <w:spacing w:after="0" w:line="240" w:lineRule="auto"/>
      </w:pPr>
      <w:r>
        <w:separator/>
      </w:r>
    </w:p>
  </w:footnote>
  <w:footnote w:type="continuationSeparator" w:id="0">
    <w:p w14:paraId="3124FF80" w14:textId="77777777" w:rsidR="00C66843" w:rsidRDefault="00C66843" w:rsidP="00AC6E34">
      <w:pPr>
        <w:spacing w:after="0" w:line="240" w:lineRule="auto"/>
      </w:pPr>
      <w:r>
        <w:continuationSeparator/>
      </w:r>
    </w:p>
  </w:footnote>
  <w:footnote w:id="1">
    <w:p w14:paraId="145946E6" w14:textId="77777777" w:rsidR="00FF4F58" w:rsidRDefault="00FF4F58" w:rsidP="00346D6E">
      <w:pPr>
        <w:spacing w:line="240" w:lineRule="auto"/>
        <w:jc w:val="both"/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>
        <w:t xml:space="preserve"> </w:t>
      </w:r>
      <w:r w:rsidRPr="002962FF">
        <w:rPr>
          <w:rFonts w:ascii="Verdana Pro Light" w:hAnsi="Verdana Pro Light"/>
          <w:sz w:val="16"/>
          <w:szCs w:val="20"/>
        </w:rPr>
        <w:t xml:space="preserve">Os códigos assinalados a preto correspondem a UC específicas de uma qualificação desenhada em termos de resultados de aprendizagem. Os códigos assinalados </w:t>
      </w:r>
      <w:proofErr w:type="gramStart"/>
      <w:r w:rsidRPr="002962FF">
        <w:rPr>
          <w:rFonts w:ascii="Verdana Pro Light" w:hAnsi="Verdana Pro Light"/>
          <w:sz w:val="16"/>
          <w:szCs w:val="20"/>
        </w:rPr>
        <w:t>a laranja correspondem</w:t>
      </w:r>
      <w:proofErr w:type="gramEnd"/>
      <w:r w:rsidRPr="002962FF">
        <w:rPr>
          <w:rFonts w:ascii="Verdana Pro Light" w:hAnsi="Verdana Pro Light"/>
          <w:sz w:val="16"/>
          <w:szCs w:val="20"/>
        </w:rPr>
        <w:t xml:space="preserve"> a UC comuns a duas ou mais qualificações desenhadas em termos de resultados de aprendizagem.</w:t>
      </w:r>
      <w:r w:rsidRPr="002962FF">
        <w:rPr>
          <w:sz w:val="16"/>
          <w:szCs w:val="20"/>
        </w:rPr>
        <w:t xml:space="preserve"> </w:t>
      </w:r>
    </w:p>
  </w:footnote>
  <w:footnote w:id="2">
    <w:p w14:paraId="4001AB9D" w14:textId="77777777" w:rsidR="00FF4F58" w:rsidRDefault="00FF4F58" w:rsidP="00234037">
      <w:pPr>
        <w:pStyle w:val="Textodenotaderodap"/>
        <w:rPr>
          <w:rFonts w:ascii="Verdana Pro Light" w:hAnsi="Verdana Pro Light"/>
          <w:sz w:val="16"/>
        </w:rPr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 w:rsidRPr="00616272">
        <w:rPr>
          <w:rFonts w:ascii="Verdana Pro Light" w:hAnsi="Verdana Pro Light"/>
        </w:rPr>
        <w:t xml:space="preserve"> </w:t>
      </w:r>
      <w:r w:rsidRPr="00616272">
        <w:rPr>
          <w:rFonts w:ascii="Verdana Pro Light" w:hAnsi="Verdana Pro Light"/>
          <w:sz w:val="16"/>
        </w:rPr>
        <w:t>Poderão ser selecionadas 10% de U</w:t>
      </w:r>
      <w:r>
        <w:rPr>
          <w:rFonts w:ascii="Verdana Pro Light" w:hAnsi="Verdana Pro Light"/>
          <w:sz w:val="16"/>
        </w:rPr>
        <w:t>C</w:t>
      </w:r>
      <w:r w:rsidRPr="00616272">
        <w:rPr>
          <w:rFonts w:ascii="Verdana Pro Light" w:hAnsi="Verdana Pro Light"/>
          <w:sz w:val="16"/>
        </w:rPr>
        <w:t xml:space="preserve"> transversais de entre o leque definido (20% a 30%) de U</w:t>
      </w:r>
      <w:r>
        <w:rPr>
          <w:rFonts w:ascii="Verdana Pro Light" w:hAnsi="Verdana Pro Light"/>
          <w:sz w:val="16"/>
        </w:rPr>
        <w:t>C</w:t>
      </w:r>
      <w:r w:rsidRPr="00616272">
        <w:rPr>
          <w:rFonts w:ascii="Verdana Pro Light" w:hAnsi="Verdana Pro Light"/>
          <w:sz w:val="16"/>
        </w:rPr>
        <w:t xml:space="preserve"> opcionais.</w:t>
      </w:r>
    </w:p>
    <w:p w14:paraId="1B217982" w14:textId="77777777" w:rsidR="00FF4F58" w:rsidRPr="00616272" w:rsidRDefault="00FF4F58" w:rsidP="00616272">
      <w:pPr>
        <w:pStyle w:val="Textodenotaderodap"/>
        <w:rPr>
          <w:rFonts w:ascii="Verdana Pro Light" w:hAnsi="Verdana Pro Light"/>
          <w:sz w:val="16"/>
        </w:rPr>
      </w:pPr>
    </w:p>
  </w:footnote>
  <w:footnote w:id="3">
    <w:p w14:paraId="6E3F3109" w14:textId="77777777" w:rsidR="00FF4F58" w:rsidRPr="002962FF" w:rsidRDefault="00FF4F58" w:rsidP="006F0B80">
      <w:pPr>
        <w:spacing w:after="0" w:line="240" w:lineRule="auto"/>
        <w:jc w:val="both"/>
        <w:rPr>
          <w:rFonts w:ascii="Verdana Pro Light" w:hAnsi="Verdana Pro Light"/>
          <w:sz w:val="16"/>
          <w:szCs w:val="20"/>
        </w:rPr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 w:rsidRPr="002962FF">
        <w:rPr>
          <w:rFonts w:ascii="Verdana Pro Light" w:hAnsi="Verdana Pro Light"/>
          <w:sz w:val="20"/>
        </w:rPr>
        <w:t xml:space="preserve"> </w:t>
      </w:r>
      <w:r w:rsidRPr="002962FF">
        <w:rPr>
          <w:rFonts w:ascii="Verdana Pro Light" w:hAnsi="Verdana Pro Light"/>
          <w:sz w:val="16"/>
          <w:szCs w:val="20"/>
        </w:rPr>
        <w:t xml:space="preserve">Os códigos assinalados a preto correspondem a UC específicas de uma qualificação desenhada em termos de resultados de aprendizagem. Os códigos assinalados </w:t>
      </w:r>
      <w:proofErr w:type="gramStart"/>
      <w:r w:rsidRPr="002962FF">
        <w:rPr>
          <w:rFonts w:ascii="Verdana Pro Light" w:hAnsi="Verdana Pro Light"/>
          <w:sz w:val="16"/>
          <w:szCs w:val="20"/>
        </w:rPr>
        <w:t>a laranja correspondem</w:t>
      </w:r>
      <w:proofErr w:type="gramEnd"/>
      <w:r w:rsidRPr="002962FF">
        <w:rPr>
          <w:rFonts w:ascii="Verdana Pro Light" w:hAnsi="Verdana Pro Light"/>
          <w:sz w:val="16"/>
          <w:szCs w:val="20"/>
        </w:rPr>
        <w:t xml:space="preserve"> a UC comuns a duas ou mais qualificações desenhadas em termos de resultados de aprendizagem. </w:t>
      </w:r>
    </w:p>
    <w:p w14:paraId="09492B0C" w14:textId="77777777" w:rsidR="00FF4F58" w:rsidRDefault="00FF4F58" w:rsidP="006F0B80">
      <w:pPr>
        <w:pStyle w:val="Textodenotaderodap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C295E" w14:textId="77777777" w:rsidR="00FF4F58" w:rsidRDefault="00FF4F58">
    <w:pPr>
      <w:pStyle w:val="Cabealho"/>
    </w:pPr>
    <w:r w:rsidRPr="00597E93">
      <w:rPr>
        <w:noProof/>
        <w:lang w:eastAsia="pt-PT"/>
      </w:rPr>
      <w:drawing>
        <wp:anchor distT="0" distB="0" distL="114300" distR="114300" simplePos="0" relativeHeight="251661312" behindDoc="1" locked="0" layoutInCell="1" allowOverlap="1" wp14:anchorId="676CA1BB" wp14:editId="4D8578A5">
          <wp:simplePos x="0" y="0"/>
          <wp:positionH relativeFrom="margin">
            <wp:align>right</wp:align>
          </wp:positionH>
          <wp:positionV relativeFrom="paragraph">
            <wp:posOffset>-115027</wp:posOffset>
          </wp:positionV>
          <wp:extent cx="694800" cy="385200"/>
          <wp:effectExtent l="0" t="0" r="0" b="0"/>
          <wp:wrapNone/>
          <wp:docPr id="10" name="Imagem 10" descr="N:\Logotipos_ANQEP\LOGO ANQEP_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:\Logotipos_ANQEP\LOGO ANQEP_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800" cy="38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PT"/>
      </w:rPr>
      <w:drawing>
        <wp:anchor distT="0" distB="0" distL="114300" distR="114300" simplePos="0" relativeHeight="251662336" behindDoc="0" locked="0" layoutInCell="1" allowOverlap="1" wp14:anchorId="1472397F" wp14:editId="7D1471A8">
          <wp:simplePos x="0" y="0"/>
          <wp:positionH relativeFrom="margin">
            <wp:align>left</wp:align>
          </wp:positionH>
          <wp:positionV relativeFrom="paragraph">
            <wp:posOffset>-169446</wp:posOffset>
          </wp:positionV>
          <wp:extent cx="1144800" cy="511200"/>
          <wp:effectExtent l="0" t="0" r="0" b="3175"/>
          <wp:wrapNone/>
          <wp:docPr id="12" name="Image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800" cy="5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D40BC"/>
    <w:multiLevelType w:val="hybridMultilevel"/>
    <w:tmpl w:val="D1BCABCA"/>
    <w:lvl w:ilvl="0" w:tplc="D8D6269C">
      <w:start w:val="1"/>
      <w:numFmt w:val="decimal"/>
      <w:lvlText w:val="%1."/>
      <w:lvlJc w:val="left"/>
      <w:pPr>
        <w:ind w:left="-349" w:hanging="360"/>
      </w:pPr>
      <w:rPr>
        <w:rFonts w:ascii="Verdana" w:hAnsi="Verdana" w:hint="default"/>
        <w:b/>
        <w:i w:val="0"/>
        <w:color w:val="000000" w:themeColor="text1"/>
        <w:sz w:val="22"/>
      </w:rPr>
    </w:lvl>
    <w:lvl w:ilvl="1" w:tplc="08160019" w:tentative="1">
      <w:start w:val="1"/>
      <w:numFmt w:val="lowerLetter"/>
      <w:lvlText w:val="%2."/>
      <w:lvlJc w:val="left"/>
      <w:pPr>
        <w:ind w:left="371" w:hanging="360"/>
      </w:pPr>
    </w:lvl>
    <w:lvl w:ilvl="2" w:tplc="0816001B" w:tentative="1">
      <w:start w:val="1"/>
      <w:numFmt w:val="lowerRoman"/>
      <w:lvlText w:val="%3."/>
      <w:lvlJc w:val="right"/>
      <w:pPr>
        <w:ind w:left="1091" w:hanging="180"/>
      </w:pPr>
    </w:lvl>
    <w:lvl w:ilvl="3" w:tplc="0816000F" w:tentative="1">
      <w:start w:val="1"/>
      <w:numFmt w:val="decimal"/>
      <w:lvlText w:val="%4."/>
      <w:lvlJc w:val="left"/>
      <w:pPr>
        <w:ind w:left="1811" w:hanging="360"/>
      </w:pPr>
    </w:lvl>
    <w:lvl w:ilvl="4" w:tplc="08160019" w:tentative="1">
      <w:start w:val="1"/>
      <w:numFmt w:val="lowerLetter"/>
      <w:lvlText w:val="%5."/>
      <w:lvlJc w:val="left"/>
      <w:pPr>
        <w:ind w:left="2531" w:hanging="360"/>
      </w:pPr>
    </w:lvl>
    <w:lvl w:ilvl="5" w:tplc="0816001B" w:tentative="1">
      <w:start w:val="1"/>
      <w:numFmt w:val="lowerRoman"/>
      <w:lvlText w:val="%6."/>
      <w:lvlJc w:val="right"/>
      <w:pPr>
        <w:ind w:left="3251" w:hanging="180"/>
      </w:pPr>
    </w:lvl>
    <w:lvl w:ilvl="6" w:tplc="0816000F" w:tentative="1">
      <w:start w:val="1"/>
      <w:numFmt w:val="decimal"/>
      <w:lvlText w:val="%7."/>
      <w:lvlJc w:val="left"/>
      <w:pPr>
        <w:ind w:left="3971" w:hanging="360"/>
      </w:pPr>
    </w:lvl>
    <w:lvl w:ilvl="7" w:tplc="08160019" w:tentative="1">
      <w:start w:val="1"/>
      <w:numFmt w:val="lowerLetter"/>
      <w:lvlText w:val="%8."/>
      <w:lvlJc w:val="left"/>
      <w:pPr>
        <w:ind w:left="4691" w:hanging="360"/>
      </w:pPr>
    </w:lvl>
    <w:lvl w:ilvl="8" w:tplc="0816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13A18FB6"/>
    <w:multiLevelType w:val="hybridMultilevel"/>
    <w:tmpl w:val="D19A78B8"/>
    <w:lvl w:ilvl="0" w:tplc="97EA7B12">
      <w:start w:val="1"/>
      <w:numFmt w:val="bullet"/>
      <w:lvlText w:val=""/>
      <w:lvlJc w:val="left"/>
      <w:pPr>
        <w:ind w:left="360" w:hanging="360"/>
      </w:pPr>
      <w:rPr>
        <w:rFonts w:ascii="Wingdings" w:hAnsi="Wingdings" w:hint="default"/>
      </w:rPr>
    </w:lvl>
    <w:lvl w:ilvl="1" w:tplc="C83E6A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C4F5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7261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EE0D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1AE9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46C4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965E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CC8E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F408BF"/>
    <w:multiLevelType w:val="hybridMultilevel"/>
    <w:tmpl w:val="562A0EB2"/>
    <w:lvl w:ilvl="0" w:tplc="507AB15A">
      <w:numFmt w:val="bullet"/>
      <w:lvlText w:val="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81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771E70"/>
    <w:multiLevelType w:val="hybridMultilevel"/>
    <w:tmpl w:val="93D83194"/>
    <w:lvl w:ilvl="0" w:tplc="507AB15A">
      <w:numFmt w:val="bullet"/>
      <w:lvlText w:val=""/>
      <w:lvlJc w:val="left"/>
      <w:pPr>
        <w:ind w:left="360" w:hanging="360"/>
      </w:pPr>
      <w:rPr>
        <w:rFonts w:ascii="Wingdings" w:eastAsia="Times New Roman" w:hAnsi="Wingdings" w:cs="Arial" w:hint="default"/>
      </w:rPr>
    </w:lvl>
    <w:lvl w:ilvl="1" w:tplc="08160003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4" w15:restartNumberingAfterBreak="0">
    <w:nsid w:val="3B7403A7"/>
    <w:multiLevelType w:val="multilevel"/>
    <w:tmpl w:val="57640DC4"/>
    <w:styleLink w:val="Style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E423C61"/>
    <w:multiLevelType w:val="multilevel"/>
    <w:tmpl w:val="1F3E0E62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5FD427D"/>
    <w:multiLevelType w:val="multilevel"/>
    <w:tmpl w:val="2DFA2AFA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Ttulo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0C304C3"/>
    <w:multiLevelType w:val="multilevel"/>
    <w:tmpl w:val="A39E7D8A"/>
    <w:lvl w:ilvl="0">
      <w:start w:val="1"/>
      <w:numFmt w:val="bullet"/>
      <w:lvlText w:val="▪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57DA1F43"/>
    <w:multiLevelType w:val="multilevel"/>
    <w:tmpl w:val="302A1CBE"/>
    <w:lvl w:ilvl="0">
      <w:numFmt w:val="bullet"/>
      <w:lvlText w:val="▪"/>
      <w:lvlJc w:val="left"/>
      <w:pPr>
        <w:ind w:left="5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9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FBC74B9"/>
    <w:multiLevelType w:val="hybridMultilevel"/>
    <w:tmpl w:val="4F48E3E0"/>
    <w:lvl w:ilvl="0" w:tplc="507AB15A">
      <w:numFmt w:val="bullet"/>
      <w:lvlText w:val=""/>
      <w:lvlJc w:val="left"/>
      <w:pPr>
        <w:ind w:left="5464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abstractNum w:abstractNumId="10" w15:restartNumberingAfterBreak="0">
    <w:nsid w:val="673533F4"/>
    <w:multiLevelType w:val="hybridMultilevel"/>
    <w:tmpl w:val="A5DC9A76"/>
    <w:lvl w:ilvl="0" w:tplc="292E4F66">
      <w:start w:val="1"/>
      <w:numFmt w:val="decimal"/>
      <w:lvlText w:val="%1."/>
      <w:lvlJc w:val="left"/>
      <w:pPr>
        <w:ind w:left="405" w:hanging="285"/>
      </w:pPr>
      <w:rPr>
        <w:rFonts w:ascii="Verdana" w:eastAsia="Verdana" w:hAnsi="Verdana" w:cs="Verdana" w:hint="default"/>
        <w:b/>
        <w:bCs/>
        <w:spacing w:val="-1"/>
        <w:w w:val="82"/>
        <w:sz w:val="18"/>
        <w:szCs w:val="18"/>
        <w:lang w:val="pt-PT" w:eastAsia="en-US" w:bidi="ar-SA"/>
      </w:rPr>
    </w:lvl>
    <w:lvl w:ilvl="1" w:tplc="6F6E6680">
      <w:numFmt w:val="bullet"/>
      <w:lvlText w:val="•"/>
      <w:lvlJc w:val="left"/>
      <w:pPr>
        <w:ind w:left="1144" w:hanging="285"/>
      </w:pPr>
      <w:rPr>
        <w:rFonts w:hint="default"/>
        <w:lang w:val="pt-PT" w:eastAsia="en-US" w:bidi="ar-SA"/>
      </w:rPr>
    </w:lvl>
    <w:lvl w:ilvl="2" w:tplc="B1186FB4">
      <w:numFmt w:val="bullet"/>
      <w:lvlText w:val="•"/>
      <w:lvlJc w:val="left"/>
      <w:pPr>
        <w:ind w:left="1889" w:hanging="285"/>
      </w:pPr>
      <w:rPr>
        <w:rFonts w:hint="default"/>
        <w:lang w:val="pt-PT" w:eastAsia="en-US" w:bidi="ar-SA"/>
      </w:rPr>
    </w:lvl>
    <w:lvl w:ilvl="3" w:tplc="B19E6D2E">
      <w:numFmt w:val="bullet"/>
      <w:lvlText w:val="•"/>
      <w:lvlJc w:val="left"/>
      <w:pPr>
        <w:ind w:left="2633" w:hanging="285"/>
      </w:pPr>
      <w:rPr>
        <w:rFonts w:hint="default"/>
        <w:lang w:val="pt-PT" w:eastAsia="en-US" w:bidi="ar-SA"/>
      </w:rPr>
    </w:lvl>
    <w:lvl w:ilvl="4" w:tplc="FA5062DA">
      <w:numFmt w:val="bullet"/>
      <w:lvlText w:val="•"/>
      <w:lvlJc w:val="left"/>
      <w:pPr>
        <w:ind w:left="3378" w:hanging="285"/>
      </w:pPr>
      <w:rPr>
        <w:rFonts w:hint="default"/>
        <w:lang w:val="pt-PT" w:eastAsia="en-US" w:bidi="ar-SA"/>
      </w:rPr>
    </w:lvl>
    <w:lvl w:ilvl="5" w:tplc="B4B874B6">
      <w:numFmt w:val="bullet"/>
      <w:lvlText w:val="•"/>
      <w:lvlJc w:val="left"/>
      <w:pPr>
        <w:ind w:left="4122" w:hanging="285"/>
      </w:pPr>
      <w:rPr>
        <w:rFonts w:hint="default"/>
        <w:lang w:val="pt-PT" w:eastAsia="en-US" w:bidi="ar-SA"/>
      </w:rPr>
    </w:lvl>
    <w:lvl w:ilvl="6" w:tplc="FAF40844">
      <w:numFmt w:val="bullet"/>
      <w:lvlText w:val="•"/>
      <w:lvlJc w:val="left"/>
      <w:pPr>
        <w:ind w:left="4867" w:hanging="285"/>
      </w:pPr>
      <w:rPr>
        <w:rFonts w:hint="default"/>
        <w:lang w:val="pt-PT" w:eastAsia="en-US" w:bidi="ar-SA"/>
      </w:rPr>
    </w:lvl>
    <w:lvl w:ilvl="7" w:tplc="6D107FAE">
      <w:numFmt w:val="bullet"/>
      <w:lvlText w:val="•"/>
      <w:lvlJc w:val="left"/>
      <w:pPr>
        <w:ind w:left="5611" w:hanging="285"/>
      </w:pPr>
      <w:rPr>
        <w:rFonts w:hint="default"/>
        <w:lang w:val="pt-PT" w:eastAsia="en-US" w:bidi="ar-SA"/>
      </w:rPr>
    </w:lvl>
    <w:lvl w:ilvl="8" w:tplc="9E42C072">
      <w:numFmt w:val="bullet"/>
      <w:lvlText w:val="•"/>
      <w:lvlJc w:val="left"/>
      <w:pPr>
        <w:ind w:left="6356" w:hanging="285"/>
      </w:pPr>
      <w:rPr>
        <w:rFonts w:hint="default"/>
        <w:lang w:val="pt-PT" w:eastAsia="en-US" w:bidi="ar-SA"/>
      </w:rPr>
    </w:lvl>
  </w:abstractNum>
  <w:abstractNum w:abstractNumId="11" w15:restartNumberingAfterBreak="0">
    <w:nsid w:val="678108D2"/>
    <w:multiLevelType w:val="hybridMultilevel"/>
    <w:tmpl w:val="309AD9B8"/>
    <w:lvl w:ilvl="0" w:tplc="507AB15A">
      <w:numFmt w:val="bullet"/>
      <w:lvlText w:val=""/>
      <w:lvlJc w:val="left"/>
      <w:pPr>
        <w:ind w:left="294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2" w15:restartNumberingAfterBreak="0">
    <w:nsid w:val="70CE6FF2"/>
    <w:multiLevelType w:val="multilevel"/>
    <w:tmpl w:val="BEDC87C4"/>
    <w:lvl w:ilvl="0">
      <w:start w:val="1"/>
      <w:numFmt w:val="decimal"/>
      <w:lvlText w:val="%1."/>
      <w:lvlJc w:val="left"/>
      <w:pPr>
        <w:ind w:left="785" w:hanging="285"/>
      </w:pPr>
      <w:rPr>
        <w:rFonts w:ascii="Verdana" w:eastAsia="Verdana" w:hAnsi="Verdana" w:cs="Verdana" w:hint="default"/>
        <w:b/>
        <w:bCs/>
        <w:spacing w:val="-1"/>
        <w:w w:val="82"/>
        <w:sz w:val="18"/>
        <w:szCs w:val="18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250" w:hanging="450"/>
      </w:pPr>
      <w:rPr>
        <w:rFonts w:ascii="Verdana" w:eastAsia="Verdana" w:hAnsi="Verdana" w:cs="Verdana" w:hint="default"/>
        <w:b/>
        <w:bCs/>
        <w:spacing w:val="-1"/>
        <w:w w:val="82"/>
        <w:sz w:val="18"/>
        <w:szCs w:val="18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715" w:hanging="615"/>
      </w:pPr>
      <w:rPr>
        <w:rFonts w:ascii="Verdana" w:eastAsia="Verdana" w:hAnsi="Verdana" w:cs="Verdana" w:hint="default"/>
        <w:b/>
        <w:bCs/>
        <w:spacing w:val="-1"/>
        <w:w w:val="82"/>
        <w:sz w:val="18"/>
        <w:szCs w:val="18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180" w:hanging="780"/>
      </w:pPr>
      <w:rPr>
        <w:rFonts w:ascii="Verdana" w:eastAsia="Verdana" w:hAnsi="Verdana" w:cs="Verdana" w:hint="default"/>
        <w:b/>
        <w:bCs/>
        <w:spacing w:val="-1"/>
        <w:w w:val="82"/>
        <w:sz w:val="18"/>
        <w:szCs w:val="18"/>
        <w:lang w:val="pt-PT" w:eastAsia="en-US" w:bidi="ar-SA"/>
      </w:rPr>
    </w:lvl>
    <w:lvl w:ilvl="4">
      <w:numFmt w:val="bullet"/>
      <w:lvlText w:val="•"/>
      <w:lvlJc w:val="left"/>
      <w:pPr>
        <w:ind w:left="3402" w:hanging="78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25" w:hanging="78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48" w:hanging="78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71" w:hanging="78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294" w:hanging="780"/>
      </w:pPr>
      <w:rPr>
        <w:rFonts w:hint="default"/>
        <w:lang w:val="pt-PT" w:eastAsia="en-US" w:bidi="ar-SA"/>
      </w:rPr>
    </w:lvl>
  </w:abstractNum>
  <w:num w:numId="1" w16cid:durableId="1801337632">
    <w:abstractNumId w:val="0"/>
  </w:num>
  <w:num w:numId="2" w16cid:durableId="1686512353">
    <w:abstractNumId w:val="3"/>
  </w:num>
  <w:num w:numId="3" w16cid:durableId="162596744">
    <w:abstractNumId w:val="9"/>
  </w:num>
  <w:num w:numId="4" w16cid:durableId="194395717">
    <w:abstractNumId w:val="2"/>
  </w:num>
  <w:num w:numId="5" w16cid:durableId="1058865938">
    <w:abstractNumId w:val="12"/>
  </w:num>
  <w:num w:numId="6" w16cid:durableId="410591635">
    <w:abstractNumId w:val="10"/>
  </w:num>
  <w:num w:numId="7" w16cid:durableId="1005940672">
    <w:abstractNumId w:val="8"/>
  </w:num>
  <w:num w:numId="8" w16cid:durableId="1726679678">
    <w:abstractNumId w:val="11"/>
  </w:num>
  <w:num w:numId="9" w16cid:durableId="446703099">
    <w:abstractNumId w:val="1"/>
  </w:num>
  <w:num w:numId="10" w16cid:durableId="366564045">
    <w:abstractNumId w:val="4"/>
  </w:num>
  <w:num w:numId="11" w16cid:durableId="1587156832">
    <w:abstractNumId w:val="6"/>
  </w:num>
  <w:num w:numId="12" w16cid:durableId="114443695">
    <w:abstractNumId w:val="7"/>
  </w:num>
  <w:num w:numId="13" w16cid:durableId="20793273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F"/>
    <w:rsid w:val="000023DF"/>
    <w:rsid w:val="000023F9"/>
    <w:rsid w:val="000049A5"/>
    <w:rsid w:val="00004D2E"/>
    <w:rsid w:val="000070F1"/>
    <w:rsid w:val="00007CEE"/>
    <w:rsid w:val="000104EB"/>
    <w:rsid w:val="000141C7"/>
    <w:rsid w:val="00014622"/>
    <w:rsid w:val="00015192"/>
    <w:rsid w:val="000227E8"/>
    <w:rsid w:val="00023CE6"/>
    <w:rsid w:val="00024705"/>
    <w:rsid w:val="000269CA"/>
    <w:rsid w:val="00030EEE"/>
    <w:rsid w:val="00031307"/>
    <w:rsid w:val="00031649"/>
    <w:rsid w:val="00031DF4"/>
    <w:rsid w:val="00031F44"/>
    <w:rsid w:val="0003327C"/>
    <w:rsid w:val="00034038"/>
    <w:rsid w:val="00041C6D"/>
    <w:rsid w:val="0004217A"/>
    <w:rsid w:val="00042262"/>
    <w:rsid w:val="000441C2"/>
    <w:rsid w:val="0004440C"/>
    <w:rsid w:val="000452E2"/>
    <w:rsid w:val="00045814"/>
    <w:rsid w:val="00047337"/>
    <w:rsid w:val="00047362"/>
    <w:rsid w:val="00047A60"/>
    <w:rsid w:val="000508D7"/>
    <w:rsid w:val="0005096D"/>
    <w:rsid w:val="000521D6"/>
    <w:rsid w:val="00052AE6"/>
    <w:rsid w:val="00053667"/>
    <w:rsid w:val="00054551"/>
    <w:rsid w:val="00056245"/>
    <w:rsid w:val="0006082E"/>
    <w:rsid w:val="00064315"/>
    <w:rsid w:val="00066AF1"/>
    <w:rsid w:val="000729C9"/>
    <w:rsid w:val="00072C24"/>
    <w:rsid w:val="00074134"/>
    <w:rsid w:val="00076620"/>
    <w:rsid w:val="00080559"/>
    <w:rsid w:val="00083253"/>
    <w:rsid w:val="00083630"/>
    <w:rsid w:val="00083A37"/>
    <w:rsid w:val="0008718C"/>
    <w:rsid w:val="00091C58"/>
    <w:rsid w:val="00093202"/>
    <w:rsid w:val="000943C6"/>
    <w:rsid w:val="00095EF4"/>
    <w:rsid w:val="00096AF7"/>
    <w:rsid w:val="00097960"/>
    <w:rsid w:val="000A1BB2"/>
    <w:rsid w:val="000A273C"/>
    <w:rsid w:val="000A3AA2"/>
    <w:rsid w:val="000A5577"/>
    <w:rsid w:val="000A56B9"/>
    <w:rsid w:val="000A5B6C"/>
    <w:rsid w:val="000A6FB4"/>
    <w:rsid w:val="000A7821"/>
    <w:rsid w:val="000B00A1"/>
    <w:rsid w:val="000B1AEB"/>
    <w:rsid w:val="000B27D0"/>
    <w:rsid w:val="000B44D8"/>
    <w:rsid w:val="000B6869"/>
    <w:rsid w:val="000C2959"/>
    <w:rsid w:val="000C47AD"/>
    <w:rsid w:val="000C5338"/>
    <w:rsid w:val="000C6BFC"/>
    <w:rsid w:val="000C7534"/>
    <w:rsid w:val="000D2132"/>
    <w:rsid w:val="000D3629"/>
    <w:rsid w:val="000D39D8"/>
    <w:rsid w:val="000D4028"/>
    <w:rsid w:val="000D4A05"/>
    <w:rsid w:val="000D4D57"/>
    <w:rsid w:val="000D6114"/>
    <w:rsid w:val="000E0B09"/>
    <w:rsid w:val="000E3642"/>
    <w:rsid w:val="000E3E84"/>
    <w:rsid w:val="000E5C28"/>
    <w:rsid w:val="000E659E"/>
    <w:rsid w:val="000F04D3"/>
    <w:rsid w:val="000F0AF0"/>
    <w:rsid w:val="000F0E5D"/>
    <w:rsid w:val="000F303D"/>
    <w:rsid w:val="000F6B55"/>
    <w:rsid w:val="000F6C34"/>
    <w:rsid w:val="000F7074"/>
    <w:rsid w:val="000F7713"/>
    <w:rsid w:val="00101CA0"/>
    <w:rsid w:val="00101F59"/>
    <w:rsid w:val="001035CE"/>
    <w:rsid w:val="00104777"/>
    <w:rsid w:val="00104BCB"/>
    <w:rsid w:val="00105699"/>
    <w:rsid w:val="00105DC3"/>
    <w:rsid w:val="0010690A"/>
    <w:rsid w:val="00110262"/>
    <w:rsid w:val="001108C3"/>
    <w:rsid w:val="001147ED"/>
    <w:rsid w:val="0011622C"/>
    <w:rsid w:val="00117E3E"/>
    <w:rsid w:val="001210F7"/>
    <w:rsid w:val="00121B76"/>
    <w:rsid w:val="00122161"/>
    <w:rsid w:val="0012320F"/>
    <w:rsid w:val="001274FF"/>
    <w:rsid w:val="0012789C"/>
    <w:rsid w:val="0013374C"/>
    <w:rsid w:val="00134AD9"/>
    <w:rsid w:val="00134E40"/>
    <w:rsid w:val="00140E14"/>
    <w:rsid w:val="0014445F"/>
    <w:rsid w:val="001472F4"/>
    <w:rsid w:val="00147559"/>
    <w:rsid w:val="001479C5"/>
    <w:rsid w:val="00152118"/>
    <w:rsid w:val="001544AA"/>
    <w:rsid w:val="00155A1C"/>
    <w:rsid w:val="00155C3F"/>
    <w:rsid w:val="00157442"/>
    <w:rsid w:val="00157720"/>
    <w:rsid w:val="00161311"/>
    <w:rsid w:val="00162684"/>
    <w:rsid w:val="0016286C"/>
    <w:rsid w:val="001635D0"/>
    <w:rsid w:val="00163BBB"/>
    <w:rsid w:val="00163E8C"/>
    <w:rsid w:val="00167841"/>
    <w:rsid w:val="0017084C"/>
    <w:rsid w:val="00171A41"/>
    <w:rsid w:val="00172415"/>
    <w:rsid w:val="00172F19"/>
    <w:rsid w:val="001740CE"/>
    <w:rsid w:val="00174CCF"/>
    <w:rsid w:val="00177A00"/>
    <w:rsid w:val="00177F61"/>
    <w:rsid w:val="00180EAA"/>
    <w:rsid w:val="001819DA"/>
    <w:rsid w:val="00182A79"/>
    <w:rsid w:val="00182FA4"/>
    <w:rsid w:val="00184369"/>
    <w:rsid w:val="001852E6"/>
    <w:rsid w:val="00186FFC"/>
    <w:rsid w:val="00191D0B"/>
    <w:rsid w:val="001925DC"/>
    <w:rsid w:val="001926B0"/>
    <w:rsid w:val="00195541"/>
    <w:rsid w:val="001A0ED0"/>
    <w:rsid w:val="001A1073"/>
    <w:rsid w:val="001A15A2"/>
    <w:rsid w:val="001A1779"/>
    <w:rsid w:val="001A1E17"/>
    <w:rsid w:val="001A6CEB"/>
    <w:rsid w:val="001A7E4B"/>
    <w:rsid w:val="001B0B64"/>
    <w:rsid w:val="001B0FDB"/>
    <w:rsid w:val="001B1FE5"/>
    <w:rsid w:val="001B2C64"/>
    <w:rsid w:val="001B3B58"/>
    <w:rsid w:val="001B495B"/>
    <w:rsid w:val="001B4E18"/>
    <w:rsid w:val="001B4E9A"/>
    <w:rsid w:val="001B6602"/>
    <w:rsid w:val="001B6B55"/>
    <w:rsid w:val="001B7CDB"/>
    <w:rsid w:val="001C078D"/>
    <w:rsid w:val="001C54D0"/>
    <w:rsid w:val="001C6144"/>
    <w:rsid w:val="001C7EE8"/>
    <w:rsid w:val="001D14E5"/>
    <w:rsid w:val="001D26DF"/>
    <w:rsid w:val="001D3306"/>
    <w:rsid w:val="001D4AEA"/>
    <w:rsid w:val="001D543E"/>
    <w:rsid w:val="001D54C4"/>
    <w:rsid w:val="001D6800"/>
    <w:rsid w:val="001D745B"/>
    <w:rsid w:val="001E65D5"/>
    <w:rsid w:val="001E7388"/>
    <w:rsid w:val="001E749B"/>
    <w:rsid w:val="001F047E"/>
    <w:rsid w:val="001F3EE0"/>
    <w:rsid w:val="001F546F"/>
    <w:rsid w:val="001F5B26"/>
    <w:rsid w:val="0020299C"/>
    <w:rsid w:val="00203651"/>
    <w:rsid w:val="00203FCB"/>
    <w:rsid w:val="0020677A"/>
    <w:rsid w:val="00206D22"/>
    <w:rsid w:val="0021089E"/>
    <w:rsid w:val="00211340"/>
    <w:rsid w:val="002128D1"/>
    <w:rsid w:val="00212EBC"/>
    <w:rsid w:val="002143E3"/>
    <w:rsid w:val="00216301"/>
    <w:rsid w:val="002172ED"/>
    <w:rsid w:val="002176C3"/>
    <w:rsid w:val="00220ACD"/>
    <w:rsid w:val="00220DBF"/>
    <w:rsid w:val="00220F11"/>
    <w:rsid w:val="00221595"/>
    <w:rsid w:val="002216CD"/>
    <w:rsid w:val="00221D44"/>
    <w:rsid w:val="00222381"/>
    <w:rsid w:val="00222A9B"/>
    <w:rsid w:val="00223BFF"/>
    <w:rsid w:val="0022426B"/>
    <w:rsid w:val="00224F56"/>
    <w:rsid w:val="0022692A"/>
    <w:rsid w:val="0022767E"/>
    <w:rsid w:val="002319B1"/>
    <w:rsid w:val="00232306"/>
    <w:rsid w:val="00234037"/>
    <w:rsid w:val="002371A8"/>
    <w:rsid w:val="0023741B"/>
    <w:rsid w:val="00240B7D"/>
    <w:rsid w:val="00241C3A"/>
    <w:rsid w:val="0024378B"/>
    <w:rsid w:val="0024439E"/>
    <w:rsid w:val="0024575B"/>
    <w:rsid w:val="00250422"/>
    <w:rsid w:val="00250F16"/>
    <w:rsid w:val="00250FDA"/>
    <w:rsid w:val="002537A2"/>
    <w:rsid w:val="00254A2E"/>
    <w:rsid w:val="00257418"/>
    <w:rsid w:val="0025755E"/>
    <w:rsid w:val="00261306"/>
    <w:rsid w:val="00261D3B"/>
    <w:rsid w:val="002631AD"/>
    <w:rsid w:val="002639BC"/>
    <w:rsid w:val="00263E32"/>
    <w:rsid w:val="0026627F"/>
    <w:rsid w:val="00266959"/>
    <w:rsid w:val="002703B9"/>
    <w:rsid w:val="002717AC"/>
    <w:rsid w:val="002717B3"/>
    <w:rsid w:val="00272BB2"/>
    <w:rsid w:val="00274013"/>
    <w:rsid w:val="002774F5"/>
    <w:rsid w:val="002803E6"/>
    <w:rsid w:val="00280690"/>
    <w:rsid w:val="002815A3"/>
    <w:rsid w:val="00281E0B"/>
    <w:rsid w:val="00283273"/>
    <w:rsid w:val="00284A4A"/>
    <w:rsid w:val="0028795D"/>
    <w:rsid w:val="00291019"/>
    <w:rsid w:val="00293729"/>
    <w:rsid w:val="002968E8"/>
    <w:rsid w:val="002A040D"/>
    <w:rsid w:val="002A2406"/>
    <w:rsid w:val="002A2671"/>
    <w:rsid w:val="002A28C4"/>
    <w:rsid w:val="002A4551"/>
    <w:rsid w:val="002A5152"/>
    <w:rsid w:val="002A5690"/>
    <w:rsid w:val="002A5F23"/>
    <w:rsid w:val="002A63C6"/>
    <w:rsid w:val="002B0690"/>
    <w:rsid w:val="002B1BD7"/>
    <w:rsid w:val="002B33C7"/>
    <w:rsid w:val="002B4F43"/>
    <w:rsid w:val="002B7C85"/>
    <w:rsid w:val="002B7F57"/>
    <w:rsid w:val="002C2903"/>
    <w:rsid w:val="002D12B5"/>
    <w:rsid w:val="002D1732"/>
    <w:rsid w:val="002D174F"/>
    <w:rsid w:val="002D39E6"/>
    <w:rsid w:val="002D505F"/>
    <w:rsid w:val="002E0766"/>
    <w:rsid w:val="002E3B47"/>
    <w:rsid w:val="002E4102"/>
    <w:rsid w:val="002E455A"/>
    <w:rsid w:val="002E4E26"/>
    <w:rsid w:val="002E4E86"/>
    <w:rsid w:val="002E7C1B"/>
    <w:rsid w:val="002F03DE"/>
    <w:rsid w:val="002F278E"/>
    <w:rsid w:val="002F3026"/>
    <w:rsid w:val="002F3F8C"/>
    <w:rsid w:val="002F5FD8"/>
    <w:rsid w:val="00300ACC"/>
    <w:rsid w:val="00302041"/>
    <w:rsid w:val="0030487B"/>
    <w:rsid w:val="00304998"/>
    <w:rsid w:val="00305D54"/>
    <w:rsid w:val="00314C64"/>
    <w:rsid w:val="00314D3E"/>
    <w:rsid w:val="00316A07"/>
    <w:rsid w:val="00320EFE"/>
    <w:rsid w:val="00321E8E"/>
    <w:rsid w:val="00324622"/>
    <w:rsid w:val="003276CE"/>
    <w:rsid w:val="00327B6A"/>
    <w:rsid w:val="003310B0"/>
    <w:rsid w:val="00331582"/>
    <w:rsid w:val="00331A67"/>
    <w:rsid w:val="00331D51"/>
    <w:rsid w:val="00332A67"/>
    <w:rsid w:val="00332C4A"/>
    <w:rsid w:val="00334000"/>
    <w:rsid w:val="00337DEB"/>
    <w:rsid w:val="003409CA"/>
    <w:rsid w:val="003445D4"/>
    <w:rsid w:val="003447C2"/>
    <w:rsid w:val="0034483B"/>
    <w:rsid w:val="00344DD5"/>
    <w:rsid w:val="00344E9B"/>
    <w:rsid w:val="00346B4E"/>
    <w:rsid w:val="00346D6E"/>
    <w:rsid w:val="00352DDE"/>
    <w:rsid w:val="0035577B"/>
    <w:rsid w:val="00355C59"/>
    <w:rsid w:val="00357F04"/>
    <w:rsid w:val="0036013C"/>
    <w:rsid w:val="0036043E"/>
    <w:rsid w:val="00360CDB"/>
    <w:rsid w:val="0036235E"/>
    <w:rsid w:val="003646DA"/>
    <w:rsid w:val="00364CF7"/>
    <w:rsid w:val="00365771"/>
    <w:rsid w:val="00365AEB"/>
    <w:rsid w:val="003729BA"/>
    <w:rsid w:val="00373069"/>
    <w:rsid w:val="003731F8"/>
    <w:rsid w:val="00374120"/>
    <w:rsid w:val="00374784"/>
    <w:rsid w:val="00383725"/>
    <w:rsid w:val="003853C4"/>
    <w:rsid w:val="0038613E"/>
    <w:rsid w:val="00392C2E"/>
    <w:rsid w:val="00393DD3"/>
    <w:rsid w:val="00397182"/>
    <w:rsid w:val="003A0475"/>
    <w:rsid w:val="003A14EC"/>
    <w:rsid w:val="003A42CD"/>
    <w:rsid w:val="003A5E79"/>
    <w:rsid w:val="003A6C2B"/>
    <w:rsid w:val="003B17ED"/>
    <w:rsid w:val="003B21EC"/>
    <w:rsid w:val="003B7C05"/>
    <w:rsid w:val="003C03F0"/>
    <w:rsid w:val="003C1B2F"/>
    <w:rsid w:val="003C1F11"/>
    <w:rsid w:val="003C223F"/>
    <w:rsid w:val="003C3B7B"/>
    <w:rsid w:val="003C6247"/>
    <w:rsid w:val="003D1065"/>
    <w:rsid w:val="003D1F32"/>
    <w:rsid w:val="003D2289"/>
    <w:rsid w:val="003D33AC"/>
    <w:rsid w:val="003D7F26"/>
    <w:rsid w:val="003E0419"/>
    <w:rsid w:val="003E0783"/>
    <w:rsid w:val="003E119C"/>
    <w:rsid w:val="003E1BF4"/>
    <w:rsid w:val="003E1EA3"/>
    <w:rsid w:val="003E2C9E"/>
    <w:rsid w:val="003E4B4B"/>
    <w:rsid w:val="003E4D75"/>
    <w:rsid w:val="003E7A03"/>
    <w:rsid w:val="003F1A50"/>
    <w:rsid w:val="003F44EC"/>
    <w:rsid w:val="003F51AA"/>
    <w:rsid w:val="003F6179"/>
    <w:rsid w:val="003F7514"/>
    <w:rsid w:val="003F7E3F"/>
    <w:rsid w:val="00400AE7"/>
    <w:rsid w:val="0040103E"/>
    <w:rsid w:val="00402891"/>
    <w:rsid w:val="00403423"/>
    <w:rsid w:val="00406A17"/>
    <w:rsid w:val="00410AEA"/>
    <w:rsid w:val="00410EA8"/>
    <w:rsid w:val="00411378"/>
    <w:rsid w:val="00412F32"/>
    <w:rsid w:val="00415E86"/>
    <w:rsid w:val="00420301"/>
    <w:rsid w:val="00421D4B"/>
    <w:rsid w:val="00422376"/>
    <w:rsid w:val="0042558B"/>
    <w:rsid w:val="00430953"/>
    <w:rsid w:val="00430B46"/>
    <w:rsid w:val="00430C97"/>
    <w:rsid w:val="004311DD"/>
    <w:rsid w:val="004344CC"/>
    <w:rsid w:val="00437C86"/>
    <w:rsid w:val="00440439"/>
    <w:rsid w:val="00442B8A"/>
    <w:rsid w:val="0044629D"/>
    <w:rsid w:val="00450807"/>
    <w:rsid w:val="004520C8"/>
    <w:rsid w:val="004574E2"/>
    <w:rsid w:val="00460F21"/>
    <w:rsid w:val="00461C4A"/>
    <w:rsid w:val="004666C3"/>
    <w:rsid w:val="00471210"/>
    <w:rsid w:val="0047191D"/>
    <w:rsid w:val="004723E0"/>
    <w:rsid w:val="004739F2"/>
    <w:rsid w:val="004746F3"/>
    <w:rsid w:val="004755B5"/>
    <w:rsid w:val="00477B79"/>
    <w:rsid w:val="00480199"/>
    <w:rsid w:val="00480A12"/>
    <w:rsid w:val="00483040"/>
    <w:rsid w:val="00485E8B"/>
    <w:rsid w:val="00486118"/>
    <w:rsid w:val="00486EDE"/>
    <w:rsid w:val="00487F34"/>
    <w:rsid w:val="0049019F"/>
    <w:rsid w:val="004908F0"/>
    <w:rsid w:val="00493516"/>
    <w:rsid w:val="0049453A"/>
    <w:rsid w:val="00496061"/>
    <w:rsid w:val="004A08B7"/>
    <w:rsid w:val="004A4F5C"/>
    <w:rsid w:val="004B0219"/>
    <w:rsid w:val="004B0ADE"/>
    <w:rsid w:val="004B3CA6"/>
    <w:rsid w:val="004B6CD1"/>
    <w:rsid w:val="004C0ACF"/>
    <w:rsid w:val="004C0E69"/>
    <w:rsid w:val="004C1DDB"/>
    <w:rsid w:val="004C1ED3"/>
    <w:rsid w:val="004C22D2"/>
    <w:rsid w:val="004C5F45"/>
    <w:rsid w:val="004C67BE"/>
    <w:rsid w:val="004C6992"/>
    <w:rsid w:val="004C75BF"/>
    <w:rsid w:val="004C7765"/>
    <w:rsid w:val="004C7E86"/>
    <w:rsid w:val="004D104D"/>
    <w:rsid w:val="004D12A4"/>
    <w:rsid w:val="004D137C"/>
    <w:rsid w:val="004D38A4"/>
    <w:rsid w:val="004D38BE"/>
    <w:rsid w:val="004D4CFA"/>
    <w:rsid w:val="004D597C"/>
    <w:rsid w:val="004D5FEE"/>
    <w:rsid w:val="004D67B7"/>
    <w:rsid w:val="004D778C"/>
    <w:rsid w:val="004D791B"/>
    <w:rsid w:val="004E0603"/>
    <w:rsid w:val="004E14A3"/>
    <w:rsid w:val="004E4F08"/>
    <w:rsid w:val="004E5028"/>
    <w:rsid w:val="004E5323"/>
    <w:rsid w:val="004F03A4"/>
    <w:rsid w:val="004F117D"/>
    <w:rsid w:val="004F3F8B"/>
    <w:rsid w:val="004F5EB4"/>
    <w:rsid w:val="004F5FED"/>
    <w:rsid w:val="004F63F0"/>
    <w:rsid w:val="004F76B6"/>
    <w:rsid w:val="004F78E2"/>
    <w:rsid w:val="004F7AE6"/>
    <w:rsid w:val="00500DDB"/>
    <w:rsid w:val="00501489"/>
    <w:rsid w:val="0050559E"/>
    <w:rsid w:val="005109E5"/>
    <w:rsid w:val="00514E4A"/>
    <w:rsid w:val="00521EBA"/>
    <w:rsid w:val="005221EA"/>
    <w:rsid w:val="00523379"/>
    <w:rsid w:val="005258AE"/>
    <w:rsid w:val="0053077F"/>
    <w:rsid w:val="005309C6"/>
    <w:rsid w:val="0053125D"/>
    <w:rsid w:val="0053208A"/>
    <w:rsid w:val="00532BAF"/>
    <w:rsid w:val="00533FA6"/>
    <w:rsid w:val="00535FF8"/>
    <w:rsid w:val="005360BD"/>
    <w:rsid w:val="005373E9"/>
    <w:rsid w:val="00540140"/>
    <w:rsid w:val="00542D72"/>
    <w:rsid w:val="00542E84"/>
    <w:rsid w:val="00544D25"/>
    <w:rsid w:val="00544F93"/>
    <w:rsid w:val="005456BB"/>
    <w:rsid w:val="00547B27"/>
    <w:rsid w:val="00547BE4"/>
    <w:rsid w:val="005511C7"/>
    <w:rsid w:val="00553224"/>
    <w:rsid w:val="0055358D"/>
    <w:rsid w:val="00554879"/>
    <w:rsid w:val="005558CB"/>
    <w:rsid w:val="00555BD0"/>
    <w:rsid w:val="00557C8F"/>
    <w:rsid w:val="005618D1"/>
    <w:rsid w:val="00561D7D"/>
    <w:rsid w:val="00564313"/>
    <w:rsid w:val="005700E9"/>
    <w:rsid w:val="005700F2"/>
    <w:rsid w:val="0057221A"/>
    <w:rsid w:val="005740E0"/>
    <w:rsid w:val="00575303"/>
    <w:rsid w:val="00575A88"/>
    <w:rsid w:val="00576F8E"/>
    <w:rsid w:val="005777E8"/>
    <w:rsid w:val="00581049"/>
    <w:rsid w:val="00581836"/>
    <w:rsid w:val="00584489"/>
    <w:rsid w:val="0058527A"/>
    <w:rsid w:val="00586B25"/>
    <w:rsid w:val="00587086"/>
    <w:rsid w:val="00590499"/>
    <w:rsid w:val="005915BA"/>
    <w:rsid w:val="00592C5B"/>
    <w:rsid w:val="0059346E"/>
    <w:rsid w:val="0059595C"/>
    <w:rsid w:val="005A228D"/>
    <w:rsid w:val="005A36E8"/>
    <w:rsid w:val="005A71C4"/>
    <w:rsid w:val="005B0720"/>
    <w:rsid w:val="005B1520"/>
    <w:rsid w:val="005B1662"/>
    <w:rsid w:val="005C1274"/>
    <w:rsid w:val="005C1540"/>
    <w:rsid w:val="005C35D3"/>
    <w:rsid w:val="005C370C"/>
    <w:rsid w:val="005C3FF0"/>
    <w:rsid w:val="005C5C24"/>
    <w:rsid w:val="005C7303"/>
    <w:rsid w:val="005C7C7B"/>
    <w:rsid w:val="005C7F3E"/>
    <w:rsid w:val="005D49EE"/>
    <w:rsid w:val="005D619A"/>
    <w:rsid w:val="005E18F0"/>
    <w:rsid w:val="005E478C"/>
    <w:rsid w:val="005E4ACB"/>
    <w:rsid w:val="005F1045"/>
    <w:rsid w:val="005F1F3E"/>
    <w:rsid w:val="005F303E"/>
    <w:rsid w:val="006013D8"/>
    <w:rsid w:val="006015CB"/>
    <w:rsid w:val="006021AD"/>
    <w:rsid w:val="00602F08"/>
    <w:rsid w:val="006046FF"/>
    <w:rsid w:val="00605FED"/>
    <w:rsid w:val="00606DD6"/>
    <w:rsid w:val="006109A8"/>
    <w:rsid w:val="00610FB9"/>
    <w:rsid w:val="00612684"/>
    <w:rsid w:val="006136CD"/>
    <w:rsid w:val="0061407E"/>
    <w:rsid w:val="006140BB"/>
    <w:rsid w:val="00614B2C"/>
    <w:rsid w:val="00615270"/>
    <w:rsid w:val="00616272"/>
    <w:rsid w:val="00616F22"/>
    <w:rsid w:val="00617AF3"/>
    <w:rsid w:val="00622A99"/>
    <w:rsid w:val="00622C46"/>
    <w:rsid w:val="0062702A"/>
    <w:rsid w:val="00627EDE"/>
    <w:rsid w:val="006303FA"/>
    <w:rsid w:val="00630CE1"/>
    <w:rsid w:val="006335BB"/>
    <w:rsid w:val="006341CD"/>
    <w:rsid w:val="00635680"/>
    <w:rsid w:val="00636536"/>
    <w:rsid w:val="00640749"/>
    <w:rsid w:val="00641EC3"/>
    <w:rsid w:val="00645354"/>
    <w:rsid w:val="0064785C"/>
    <w:rsid w:val="00647A99"/>
    <w:rsid w:val="00651723"/>
    <w:rsid w:val="00652A33"/>
    <w:rsid w:val="00653696"/>
    <w:rsid w:val="006545C5"/>
    <w:rsid w:val="00654A1F"/>
    <w:rsid w:val="00654B9B"/>
    <w:rsid w:val="00654EA8"/>
    <w:rsid w:val="006579EF"/>
    <w:rsid w:val="00660150"/>
    <w:rsid w:val="00660C93"/>
    <w:rsid w:val="00660DFF"/>
    <w:rsid w:val="00662AC2"/>
    <w:rsid w:val="00664ECA"/>
    <w:rsid w:val="00665E61"/>
    <w:rsid w:val="0067259C"/>
    <w:rsid w:val="006730DB"/>
    <w:rsid w:val="00674EA4"/>
    <w:rsid w:val="0067620F"/>
    <w:rsid w:val="00680581"/>
    <w:rsid w:val="00680B16"/>
    <w:rsid w:val="00684175"/>
    <w:rsid w:val="00693A88"/>
    <w:rsid w:val="00693EFA"/>
    <w:rsid w:val="006942C8"/>
    <w:rsid w:val="00696C93"/>
    <w:rsid w:val="006973E5"/>
    <w:rsid w:val="006A0BB0"/>
    <w:rsid w:val="006A1F28"/>
    <w:rsid w:val="006A55B6"/>
    <w:rsid w:val="006A6471"/>
    <w:rsid w:val="006A797E"/>
    <w:rsid w:val="006A7BAD"/>
    <w:rsid w:val="006A7F09"/>
    <w:rsid w:val="006B0C17"/>
    <w:rsid w:val="006B17F2"/>
    <w:rsid w:val="006B265B"/>
    <w:rsid w:val="006B275F"/>
    <w:rsid w:val="006B5BEA"/>
    <w:rsid w:val="006B61C2"/>
    <w:rsid w:val="006C0318"/>
    <w:rsid w:val="006C12CB"/>
    <w:rsid w:val="006C238B"/>
    <w:rsid w:val="006C3C2B"/>
    <w:rsid w:val="006C4374"/>
    <w:rsid w:val="006C5A84"/>
    <w:rsid w:val="006C5F46"/>
    <w:rsid w:val="006C7906"/>
    <w:rsid w:val="006D0181"/>
    <w:rsid w:val="006D0D18"/>
    <w:rsid w:val="006D23CE"/>
    <w:rsid w:val="006E006D"/>
    <w:rsid w:val="006E610A"/>
    <w:rsid w:val="006E6452"/>
    <w:rsid w:val="006F0B80"/>
    <w:rsid w:val="006F1A85"/>
    <w:rsid w:val="006F276D"/>
    <w:rsid w:val="006F3B7F"/>
    <w:rsid w:val="006F5453"/>
    <w:rsid w:val="006F729E"/>
    <w:rsid w:val="00701554"/>
    <w:rsid w:val="007017DA"/>
    <w:rsid w:val="00701DDB"/>
    <w:rsid w:val="00702A8E"/>
    <w:rsid w:val="00703DB1"/>
    <w:rsid w:val="00704E87"/>
    <w:rsid w:val="00705BCB"/>
    <w:rsid w:val="0070697B"/>
    <w:rsid w:val="00706A57"/>
    <w:rsid w:val="007077DE"/>
    <w:rsid w:val="0070787E"/>
    <w:rsid w:val="007101C7"/>
    <w:rsid w:val="0071069E"/>
    <w:rsid w:val="0071089F"/>
    <w:rsid w:val="007124CF"/>
    <w:rsid w:val="00712C22"/>
    <w:rsid w:val="00712F27"/>
    <w:rsid w:val="00715521"/>
    <w:rsid w:val="00716C99"/>
    <w:rsid w:val="00721800"/>
    <w:rsid w:val="00721E5D"/>
    <w:rsid w:val="00722EF5"/>
    <w:rsid w:val="007234EC"/>
    <w:rsid w:val="00723AC9"/>
    <w:rsid w:val="00723BFC"/>
    <w:rsid w:val="00724BC9"/>
    <w:rsid w:val="00725418"/>
    <w:rsid w:val="007255BF"/>
    <w:rsid w:val="00725A97"/>
    <w:rsid w:val="00725D10"/>
    <w:rsid w:val="00727CAB"/>
    <w:rsid w:val="007307C6"/>
    <w:rsid w:val="00730934"/>
    <w:rsid w:val="00731FC8"/>
    <w:rsid w:val="007323EF"/>
    <w:rsid w:val="00735647"/>
    <w:rsid w:val="00735907"/>
    <w:rsid w:val="0073777D"/>
    <w:rsid w:val="00740474"/>
    <w:rsid w:val="007408E6"/>
    <w:rsid w:val="00741B28"/>
    <w:rsid w:val="00742905"/>
    <w:rsid w:val="00744847"/>
    <w:rsid w:val="00746109"/>
    <w:rsid w:val="00747DBB"/>
    <w:rsid w:val="00750A0F"/>
    <w:rsid w:val="007515F7"/>
    <w:rsid w:val="00751F42"/>
    <w:rsid w:val="00753218"/>
    <w:rsid w:val="007540CE"/>
    <w:rsid w:val="00754DDE"/>
    <w:rsid w:val="00755863"/>
    <w:rsid w:val="00755A45"/>
    <w:rsid w:val="00755FEB"/>
    <w:rsid w:val="00756E3C"/>
    <w:rsid w:val="00757626"/>
    <w:rsid w:val="00757E72"/>
    <w:rsid w:val="00757ED1"/>
    <w:rsid w:val="00760785"/>
    <w:rsid w:val="00761D26"/>
    <w:rsid w:val="00762892"/>
    <w:rsid w:val="007634C3"/>
    <w:rsid w:val="00765905"/>
    <w:rsid w:val="00767AE5"/>
    <w:rsid w:val="00776913"/>
    <w:rsid w:val="00777673"/>
    <w:rsid w:val="00781714"/>
    <w:rsid w:val="00781F7C"/>
    <w:rsid w:val="00782780"/>
    <w:rsid w:val="00782C08"/>
    <w:rsid w:val="00783373"/>
    <w:rsid w:val="00783971"/>
    <w:rsid w:val="00785961"/>
    <w:rsid w:val="007924D0"/>
    <w:rsid w:val="00796A4B"/>
    <w:rsid w:val="00796ED8"/>
    <w:rsid w:val="0079711D"/>
    <w:rsid w:val="007A0AE7"/>
    <w:rsid w:val="007A48E6"/>
    <w:rsid w:val="007A5E71"/>
    <w:rsid w:val="007A66DD"/>
    <w:rsid w:val="007A6B47"/>
    <w:rsid w:val="007A75F7"/>
    <w:rsid w:val="007A78A1"/>
    <w:rsid w:val="007B15FD"/>
    <w:rsid w:val="007B16B7"/>
    <w:rsid w:val="007C054F"/>
    <w:rsid w:val="007C320B"/>
    <w:rsid w:val="007C3993"/>
    <w:rsid w:val="007C4D18"/>
    <w:rsid w:val="007C5AA7"/>
    <w:rsid w:val="007D04BE"/>
    <w:rsid w:val="007D4FD3"/>
    <w:rsid w:val="007D635A"/>
    <w:rsid w:val="007D6601"/>
    <w:rsid w:val="007E17FA"/>
    <w:rsid w:val="007E183A"/>
    <w:rsid w:val="007E389E"/>
    <w:rsid w:val="007E3B21"/>
    <w:rsid w:val="007E3CDC"/>
    <w:rsid w:val="007E4046"/>
    <w:rsid w:val="007E459E"/>
    <w:rsid w:val="007E586A"/>
    <w:rsid w:val="007E6251"/>
    <w:rsid w:val="007E6EB0"/>
    <w:rsid w:val="007E7136"/>
    <w:rsid w:val="007E7246"/>
    <w:rsid w:val="007E76FE"/>
    <w:rsid w:val="007E78AE"/>
    <w:rsid w:val="007E7EE9"/>
    <w:rsid w:val="007F00DE"/>
    <w:rsid w:val="007F51DF"/>
    <w:rsid w:val="007F5F90"/>
    <w:rsid w:val="007F65E2"/>
    <w:rsid w:val="007F7DC2"/>
    <w:rsid w:val="00800468"/>
    <w:rsid w:val="00800678"/>
    <w:rsid w:val="00800914"/>
    <w:rsid w:val="00801288"/>
    <w:rsid w:val="008018E8"/>
    <w:rsid w:val="00802F03"/>
    <w:rsid w:val="00804C97"/>
    <w:rsid w:val="00805D40"/>
    <w:rsid w:val="008061C1"/>
    <w:rsid w:val="00806723"/>
    <w:rsid w:val="0080687B"/>
    <w:rsid w:val="00811CD9"/>
    <w:rsid w:val="00811FD1"/>
    <w:rsid w:val="008121BB"/>
    <w:rsid w:val="008148F2"/>
    <w:rsid w:val="00814D3B"/>
    <w:rsid w:val="00815BEC"/>
    <w:rsid w:val="00816915"/>
    <w:rsid w:val="00820C16"/>
    <w:rsid w:val="008226CB"/>
    <w:rsid w:val="0082279F"/>
    <w:rsid w:val="0082312B"/>
    <w:rsid w:val="00823ACA"/>
    <w:rsid w:val="008268F8"/>
    <w:rsid w:val="00830089"/>
    <w:rsid w:val="008301E1"/>
    <w:rsid w:val="00830FD4"/>
    <w:rsid w:val="00831047"/>
    <w:rsid w:val="008323DB"/>
    <w:rsid w:val="00833610"/>
    <w:rsid w:val="00834862"/>
    <w:rsid w:val="008368D8"/>
    <w:rsid w:val="00837428"/>
    <w:rsid w:val="008404F3"/>
    <w:rsid w:val="00841E92"/>
    <w:rsid w:val="0084254F"/>
    <w:rsid w:val="00842AAD"/>
    <w:rsid w:val="00844502"/>
    <w:rsid w:val="008447E5"/>
    <w:rsid w:val="00845811"/>
    <w:rsid w:val="008463F7"/>
    <w:rsid w:val="008522EE"/>
    <w:rsid w:val="0085519E"/>
    <w:rsid w:val="008575F9"/>
    <w:rsid w:val="00860182"/>
    <w:rsid w:val="00860C55"/>
    <w:rsid w:val="008616D0"/>
    <w:rsid w:val="00862DA2"/>
    <w:rsid w:val="00863C3D"/>
    <w:rsid w:val="00863E5E"/>
    <w:rsid w:val="008708C7"/>
    <w:rsid w:val="00871545"/>
    <w:rsid w:val="0087296A"/>
    <w:rsid w:val="00872AE8"/>
    <w:rsid w:val="00872EBF"/>
    <w:rsid w:val="008743EC"/>
    <w:rsid w:val="0087470B"/>
    <w:rsid w:val="00880D65"/>
    <w:rsid w:val="008814E7"/>
    <w:rsid w:val="008819D9"/>
    <w:rsid w:val="00887D18"/>
    <w:rsid w:val="008941E8"/>
    <w:rsid w:val="00895964"/>
    <w:rsid w:val="008962C6"/>
    <w:rsid w:val="008977F0"/>
    <w:rsid w:val="00897832"/>
    <w:rsid w:val="008A1863"/>
    <w:rsid w:val="008A326E"/>
    <w:rsid w:val="008B45AC"/>
    <w:rsid w:val="008B6104"/>
    <w:rsid w:val="008B6A26"/>
    <w:rsid w:val="008B7C42"/>
    <w:rsid w:val="008C1AD9"/>
    <w:rsid w:val="008C2DAB"/>
    <w:rsid w:val="008C3D00"/>
    <w:rsid w:val="008C76A8"/>
    <w:rsid w:val="008D094E"/>
    <w:rsid w:val="008D2558"/>
    <w:rsid w:val="008D3ABD"/>
    <w:rsid w:val="008D4B6B"/>
    <w:rsid w:val="008D5599"/>
    <w:rsid w:val="008D6965"/>
    <w:rsid w:val="008D7C14"/>
    <w:rsid w:val="008E19C3"/>
    <w:rsid w:val="008E19C7"/>
    <w:rsid w:val="008E6867"/>
    <w:rsid w:val="008E6CEF"/>
    <w:rsid w:val="008E7394"/>
    <w:rsid w:val="008F1776"/>
    <w:rsid w:val="008F19EA"/>
    <w:rsid w:val="008F1C44"/>
    <w:rsid w:val="008F1FD1"/>
    <w:rsid w:val="008F2477"/>
    <w:rsid w:val="008F2A0C"/>
    <w:rsid w:val="008F4307"/>
    <w:rsid w:val="008F48ED"/>
    <w:rsid w:val="008F7151"/>
    <w:rsid w:val="008F7C9D"/>
    <w:rsid w:val="009023D3"/>
    <w:rsid w:val="0090361A"/>
    <w:rsid w:val="00904930"/>
    <w:rsid w:val="00906320"/>
    <w:rsid w:val="0090662E"/>
    <w:rsid w:val="009066F1"/>
    <w:rsid w:val="00907657"/>
    <w:rsid w:val="0091026B"/>
    <w:rsid w:val="009105D8"/>
    <w:rsid w:val="00912E41"/>
    <w:rsid w:val="00914B87"/>
    <w:rsid w:val="00920CC3"/>
    <w:rsid w:val="0092473D"/>
    <w:rsid w:val="00927FE8"/>
    <w:rsid w:val="00931453"/>
    <w:rsid w:val="009355DA"/>
    <w:rsid w:val="00937831"/>
    <w:rsid w:val="00937D35"/>
    <w:rsid w:val="009427E8"/>
    <w:rsid w:val="00944A08"/>
    <w:rsid w:val="00947057"/>
    <w:rsid w:val="00947962"/>
    <w:rsid w:val="009515E5"/>
    <w:rsid w:val="00951BB1"/>
    <w:rsid w:val="00953CF5"/>
    <w:rsid w:val="00955270"/>
    <w:rsid w:val="009553FD"/>
    <w:rsid w:val="00956115"/>
    <w:rsid w:val="009563C2"/>
    <w:rsid w:val="009563F7"/>
    <w:rsid w:val="00957211"/>
    <w:rsid w:val="009602C8"/>
    <w:rsid w:val="009639B8"/>
    <w:rsid w:val="009643C7"/>
    <w:rsid w:val="00964E65"/>
    <w:rsid w:val="00967A53"/>
    <w:rsid w:val="00970833"/>
    <w:rsid w:val="00973B66"/>
    <w:rsid w:val="00973F26"/>
    <w:rsid w:val="00974155"/>
    <w:rsid w:val="0097592A"/>
    <w:rsid w:val="0097653C"/>
    <w:rsid w:val="009809DC"/>
    <w:rsid w:val="00983830"/>
    <w:rsid w:val="009838CA"/>
    <w:rsid w:val="00985A36"/>
    <w:rsid w:val="00986234"/>
    <w:rsid w:val="00987553"/>
    <w:rsid w:val="009902EC"/>
    <w:rsid w:val="009912B8"/>
    <w:rsid w:val="009914AA"/>
    <w:rsid w:val="00991662"/>
    <w:rsid w:val="00992444"/>
    <w:rsid w:val="00993A45"/>
    <w:rsid w:val="009950E1"/>
    <w:rsid w:val="009A0804"/>
    <w:rsid w:val="009A0F4C"/>
    <w:rsid w:val="009B0D4F"/>
    <w:rsid w:val="009B5619"/>
    <w:rsid w:val="009B710D"/>
    <w:rsid w:val="009C0E7D"/>
    <w:rsid w:val="009C1743"/>
    <w:rsid w:val="009C193A"/>
    <w:rsid w:val="009C22B6"/>
    <w:rsid w:val="009C2975"/>
    <w:rsid w:val="009C4487"/>
    <w:rsid w:val="009C4F18"/>
    <w:rsid w:val="009D51C3"/>
    <w:rsid w:val="009D58E4"/>
    <w:rsid w:val="009D7AE5"/>
    <w:rsid w:val="009D7BB6"/>
    <w:rsid w:val="009E0E76"/>
    <w:rsid w:val="009E3A9A"/>
    <w:rsid w:val="009E3B1D"/>
    <w:rsid w:val="009E5936"/>
    <w:rsid w:val="009F09DB"/>
    <w:rsid w:val="009F199A"/>
    <w:rsid w:val="009F29EE"/>
    <w:rsid w:val="009F5379"/>
    <w:rsid w:val="009F61A2"/>
    <w:rsid w:val="009F66B4"/>
    <w:rsid w:val="009F725F"/>
    <w:rsid w:val="00A00388"/>
    <w:rsid w:val="00A01C3A"/>
    <w:rsid w:val="00A02B26"/>
    <w:rsid w:val="00A02E3C"/>
    <w:rsid w:val="00A03864"/>
    <w:rsid w:val="00A038EB"/>
    <w:rsid w:val="00A03A64"/>
    <w:rsid w:val="00A042F4"/>
    <w:rsid w:val="00A04E1C"/>
    <w:rsid w:val="00A06E1C"/>
    <w:rsid w:val="00A105E1"/>
    <w:rsid w:val="00A17B4F"/>
    <w:rsid w:val="00A20C61"/>
    <w:rsid w:val="00A21FDA"/>
    <w:rsid w:val="00A25285"/>
    <w:rsid w:val="00A26624"/>
    <w:rsid w:val="00A26687"/>
    <w:rsid w:val="00A27DC5"/>
    <w:rsid w:val="00A323F6"/>
    <w:rsid w:val="00A32493"/>
    <w:rsid w:val="00A325E9"/>
    <w:rsid w:val="00A3277A"/>
    <w:rsid w:val="00A35AA2"/>
    <w:rsid w:val="00A3666C"/>
    <w:rsid w:val="00A36D5E"/>
    <w:rsid w:val="00A418DD"/>
    <w:rsid w:val="00A423CB"/>
    <w:rsid w:val="00A43566"/>
    <w:rsid w:val="00A43E42"/>
    <w:rsid w:val="00A45383"/>
    <w:rsid w:val="00A47FEA"/>
    <w:rsid w:val="00A50226"/>
    <w:rsid w:val="00A50F3C"/>
    <w:rsid w:val="00A52FF4"/>
    <w:rsid w:val="00A54179"/>
    <w:rsid w:val="00A54303"/>
    <w:rsid w:val="00A5459E"/>
    <w:rsid w:val="00A54611"/>
    <w:rsid w:val="00A54BA7"/>
    <w:rsid w:val="00A54F1F"/>
    <w:rsid w:val="00A55F51"/>
    <w:rsid w:val="00A57B15"/>
    <w:rsid w:val="00A609E5"/>
    <w:rsid w:val="00A6243F"/>
    <w:rsid w:val="00A632BE"/>
    <w:rsid w:val="00A64B5B"/>
    <w:rsid w:val="00A64E52"/>
    <w:rsid w:val="00A70BF7"/>
    <w:rsid w:val="00A70D7C"/>
    <w:rsid w:val="00A71154"/>
    <w:rsid w:val="00A7230D"/>
    <w:rsid w:val="00A72EEB"/>
    <w:rsid w:val="00A730E6"/>
    <w:rsid w:val="00A73528"/>
    <w:rsid w:val="00A810FA"/>
    <w:rsid w:val="00A81F73"/>
    <w:rsid w:val="00A836F4"/>
    <w:rsid w:val="00A85174"/>
    <w:rsid w:val="00A85665"/>
    <w:rsid w:val="00A857C8"/>
    <w:rsid w:val="00A85AB9"/>
    <w:rsid w:val="00A90490"/>
    <w:rsid w:val="00A92515"/>
    <w:rsid w:val="00A93716"/>
    <w:rsid w:val="00A96B67"/>
    <w:rsid w:val="00A97425"/>
    <w:rsid w:val="00A97716"/>
    <w:rsid w:val="00A978DE"/>
    <w:rsid w:val="00AA1BC8"/>
    <w:rsid w:val="00AA444A"/>
    <w:rsid w:val="00AA449D"/>
    <w:rsid w:val="00AA5142"/>
    <w:rsid w:val="00AA57BF"/>
    <w:rsid w:val="00AA7D9F"/>
    <w:rsid w:val="00AB2AE1"/>
    <w:rsid w:val="00AB43FA"/>
    <w:rsid w:val="00AB44C5"/>
    <w:rsid w:val="00AB465F"/>
    <w:rsid w:val="00AB4901"/>
    <w:rsid w:val="00AB5758"/>
    <w:rsid w:val="00AB62BB"/>
    <w:rsid w:val="00AB70DB"/>
    <w:rsid w:val="00AC03E5"/>
    <w:rsid w:val="00AC2401"/>
    <w:rsid w:val="00AC35DB"/>
    <w:rsid w:val="00AC37D3"/>
    <w:rsid w:val="00AC425F"/>
    <w:rsid w:val="00AC4C62"/>
    <w:rsid w:val="00AC4FEA"/>
    <w:rsid w:val="00AC6E34"/>
    <w:rsid w:val="00AC71B5"/>
    <w:rsid w:val="00AD1668"/>
    <w:rsid w:val="00AD179E"/>
    <w:rsid w:val="00AD1983"/>
    <w:rsid w:val="00AD5C87"/>
    <w:rsid w:val="00AE11C4"/>
    <w:rsid w:val="00AE15F0"/>
    <w:rsid w:val="00AE1D10"/>
    <w:rsid w:val="00AE2D37"/>
    <w:rsid w:val="00AE2F02"/>
    <w:rsid w:val="00AF0084"/>
    <w:rsid w:val="00AF34F5"/>
    <w:rsid w:val="00AF43BC"/>
    <w:rsid w:val="00AF585E"/>
    <w:rsid w:val="00AF6C4C"/>
    <w:rsid w:val="00AF70F0"/>
    <w:rsid w:val="00AF75D1"/>
    <w:rsid w:val="00B00203"/>
    <w:rsid w:val="00B00CB4"/>
    <w:rsid w:val="00B0192D"/>
    <w:rsid w:val="00B025DC"/>
    <w:rsid w:val="00B05325"/>
    <w:rsid w:val="00B05E3C"/>
    <w:rsid w:val="00B06091"/>
    <w:rsid w:val="00B1046F"/>
    <w:rsid w:val="00B10B38"/>
    <w:rsid w:val="00B11573"/>
    <w:rsid w:val="00B13A01"/>
    <w:rsid w:val="00B14F72"/>
    <w:rsid w:val="00B15DD6"/>
    <w:rsid w:val="00B177C1"/>
    <w:rsid w:val="00B200D3"/>
    <w:rsid w:val="00B20710"/>
    <w:rsid w:val="00B224BB"/>
    <w:rsid w:val="00B22886"/>
    <w:rsid w:val="00B243A5"/>
    <w:rsid w:val="00B24FF1"/>
    <w:rsid w:val="00B258E9"/>
    <w:rsid w:val="00B26C3B"/>
    <w:rsid w:val="00B27630"/>
    <w:rsid w:val="00B31715"/>
    <w:rsid w:val="00B31E16"/>
    <w:rsid w:val="00B33D5E"/>
    <w:rsid w:val="00B33E59"/>
    <w:rsid w:val="00B3460F"/>
    <w:rsid w:val="00B35357"/>
    <w:rsid w:val="00B3744D"/>
    <w:rsid w:val="00B40F38"/>
    <w:rsid w:val="00B4179E"/>
    <w:rsid w:val="00B450E4"/>
    <w:rsid w:val="00B457D4"/>
    <w:rsid w:val="00B45B44"/>
    <w:rsid w:val="00B50FDC"/>
    <w:rsid w:val="00B51489"/>
    <w:rsid w:val="00B5700E"/>
    <w:rsid w:val="00B604B9"/>
    <w:rsid w:val="00B6091C"/>
    <w:rsid w:val="00B677F4"/>
    <w:rsid w:val="00B72E5B"/>
    <w:rsid w:val="00B73322"/>
    <w:rsid w:val="00B754A2"/>
    <w:rsid w:val="00B756C6"/>
    <w:rsid w:val="00B7591B"/>
    <w:rsid w:val="00B76D34"/>
    <w:rsid w:val="00B7756E"/>
    <w:rsid w:val="00B8010F"/>
    <w:rsid w:val="00B809D6"/>
    <w:rsid w:val="00B8349F"/>
    <w:rsid w:val="00B84BE4"/>
    <w:rsid w:val="00B8607F"/>
    <w:rsid w:val="00B936BB"/>
    <w:rsid w:val="00B951CC"/>
    <w:rsid w:val="00B96115"/>
    <w:rsid w:val="00B97BCA"/>
    <w:rsid w:val="00BA0323"/>
    <w:rsid w:val="00BA0905"/>
    <w:rsid w:val="00BA289A"/>
    <w:rsid w:val="00BA3807"/>
    <w:rsid w:val="00BA558E"/>
    <w:rsid w:val="00BA7F3B"/>
    <w:rsid w:val="00BB131E"/>
    <w:rsid w:val="00BB1352"/>
    <w:rsid w:val="00BB3736"/>
    <w:rsid w:val="00BB45C3"/>
    <w:rsid w:val="00BB5FE4"/>
    <w:rsid w:val="00BB7D87"/>
    <w:rsid w:val="00BC27EE"/>
    <w:rsid w:val="00BC2A5B"/>
    <w:rsid w:val="00BC554B"/>
    <w:rsid w:val="00BD12FE"/>
    <w:rsid w:val="00BD3017"/>
    <w:rsid w:val="00BD4F8B"/>
    <w:rsid w:val="00BE09DB"/>
    <w:rsid w:val="00BE4305"/>
    <w:rsid w:val="00BE67FE"/>
    <w:rsid w:val="00BE780A"/>
    <w:rsid w:val="00BF3077"/>
    <w:rsid w:val="00BF401B"/>
    <w:rsid w:val="00BF4127"/>
    <w:rsid w:val="00C0005D"/>
    <w:rsid w:val="00C040FD"/>
    <w:rsid w:val="00C04364"/>
    <w:rsid w:val="00C109FC"/>
    <w:rsid w:val="00C110CC"/>
    <w:rsid w:val="00C208E7"/>
    <w:rsid w:val="00C22B26"/>
    <w:rsid w:val="00C278C5"/>
    <w:rsid w:val="00C27C1D"/>
    <w:rsid w:val="00C3061A"/>
    <w:rsid w:val="00C312B0"/>
    <w:rsid w:val="00C316B5"/>
    <w:rsid w:val="00C3326C"/>
    <w:rsid w:val="00C34660"/>
    <w:rsid w:val="00C350AF"/>
    <w:rsid w:val="00C36477"/>
    <w:rsid w:val="00C40D8E"/>
    <w:rsid w:val="00C41DD0"/>
    <w:rsid w:val="00C41E51"/>
    <w:rsid w:val="00C4283F"/>
    <w:rsid w:val="00C45B0C"/>
    <w:rsid w:val="00C45C69"/>
    <w:rsid w:val="00C503AC"/>
    <w:rsid w:val="00C50CA7"/>
    <w:rsid w:val="00C51BA2"/>
    <w:rsid w:val="00C5294F"/>
    <w:rsid w:val="00C549C1"/>
    <w:rsid w:val="00C54C0E"/>
    <w:rsid w:val="00C55909"/>
    <w:rsid w:val="00C5604D"/>
    <w:rsid w:val="00C577B8"/>
    <w:rsid w:val="00C60A28"/>
    <w:rsid w:val="00C611E2"/>
    <w:rsid w:val="00C6134D"/>
    <w:rsid w:val="00C62BB2"/>
    <w:rsid w:val="00C6542B"/>
    <w:rsid w:val="00C66843"/>
    <w:rsid w:val="00C72633"/>
    <w:rsid w:val="00C72B41"/>
    <w:rsid w:val="00C72BA5"/>
    <w:rsid w:val="00C740E2"/>
    <w:rsid w:val="00C74DE8"/>
    <w:rsid w:val="00C80423"/>
    <w:rsid w:val="00C8200C"/>
    <w:rsid w:val="00C82E29"/>
    <w:rsid w:val="00C84ADA"/>
    <w:rsid w:val="00C84B4D"/>
    <w:rsid w:val="00C85B1A"/>
    <w:rsid w:val="00C87243"/>
    <w:rsid w:val="00C90F74"/>
    <w:rsid w:val="00C91CF3"/>
    <w:rsid w:val="00C91EA9"/>
    <w:rsid w:val="00C942A1"/>
    <w:rsid w:val="00C96177"/>
    <w:rsid w:val="00CA0927"/>
    <w:rsid w:val="00CA0DC3"/>
    <w:rsid w:val="00CA1E79"/>
    <w:rsid w:val="00CA2596"/>
    <w:rsid w:val="00CA394A"/>
    <w:rsid w:val="00CA4732"/>
    <w:rsid w:val="00CA5906"/>
    <w:rsid w:val="00CC17CD"/>
    <w:rsid w:val="00CC507D"/>
    <w:rsid w:val="00CC6357"/>
    <w:rsid w:val="00CD0240"/>
    <w:rsid w:val="00CD06BE"/>
    <w:rsid w:val="00CD0C45"/>
    <w:rsid w:val="00CD1C66"/>
    <w:rsid w:val="00CD6F9E"/>
    <w:rsid w:val="00CD7977"/>
    <w:rsid w:val="00CD7CB0"/>
    <w:rsid w:val="00CD7E66"/>
    <w:rsid w:val="00CE0A56"/>
    <w:rsid w:val="00CE11B2"/>
    <w:rsid w:val="00CE3566"/>
    <w:rsid w:val="00CE5223"/>
    <w:rsid w:val="00CE5EB0"/>
    <w:rsid w:val="00CE5FD6"/>
    <w:rsid w:val="00CF055A"/>
    <w:rsid w:val="00CF0DF9"/>
    <w:rsid w:val="00CF2377"/>
    <w:rsid w:val="00CF2552"/>
    <w:rsid w:val="00CF49AE"/>
    <w:rsid w:val="00CF550B"/>
    <w:rsid w:val="00CF60BD"/>
    <w:rsid w:val="00D002C7"/>
    <w:rsid w:val="00D031D9"/>
    <w:rsid w:val="00D0389A"/>
    <w:rsid w:val="00D0588B"/>
    <w:rsid w:val="00D11174"/>
    <w:rsid w:val="00D11CB8"/>
    <w:rsid w:val="00D14846"/>
    <w:rsid w:val="00D14991"/>
    <w:rsid w:val="00D17320"/>
    <w:rsid w:val="00D17419"/>
    <w:rsid w:val="00D204DC"/>
    <w:rsid w:val="00D20BB4"/>
    <w:rsid w:val="00D2177B"/>
    <w:rsid w:val="00D2265E"/>
    <w:rsid w:val="00D24816"/>
    <w:rsid w:val="00D31F32"/>
    <w:rsid w:val="00D33D47"/>
    <w:rsid w:val="00D3415F"/>
    <w:rsid w:val="00D346C0"/>
    <w:rsid w:val="00D37E4F"/>
    <w:rsid w:val="00D426B1"/>
    <w:rsid w:val="00D44AF3"/>
    <w:rsid w:val="00D45547"/>
    <w:rsid w:val="00D45B27"/>
    <w:rsid w:val="00D45FD4"/>
    <w:rsid w:val="00D462A0"/>
    <w:rsid w:val="00D50EF8"/>
    <w:rsid w:val="00D52BCB"/>
    <w:rsid w:val="00D56D73"/>
    <w:rsid w:val="00D570E4"/>
    <w:rsid w:val="00D5735D"/>
    <w:rsid w:val="00D574E6"/>
    <w:rsid w:val="00D57922"/>
    <w:rsid w:val="00D57C94"/>
    <w:rsid w:val="00D60965"/>
    <w:rsid w:val="00D60AF2"/>
    <w:rsid w:val="00D637E0"/>
    <w:rsid w:val="00D646DB"/>
    <w:rsid w:val="00D67064"/>
    <w:rsid w:val="00D679D3"/>
    <w:rsid w:val="00D716F9"/>
    <w:rsid w:val="00D72563"/>
    <w:rsid w:val="00D72A6A"/>
    <w:rsid w:val="00D76293"/>
    <w:rsid w:val="00D77761"/>
    <w:rsid w:val="00D77D7D"/>
    <w:rsid w:val="00D814D7"/>
    <w:rsid w:val="00D81F2A"/>
    <w:rsid w:val="00D85413"/>
    <w:rsid w:val="00D8678A"/>
    <w:rsid w:val="00D868A9"/>
    <w:rsid w:val="00D87141"/>
    <w:rsid w:val="00D87639"/>
    <w:rsid w:val="00D878BF"/>
    <w:rsid w:val="00D91996"/>
    <w:rsid w:val="00D92C09"/>
    <w:rsid w:val="00D93A22"/>
    <w:rsid w:val="00D9424D"/>
    <w:rsid w:val="00D9463C"/>
    <w:rsid w:val="00D95FEE"/>
    <w:rsid w:val="00D9603B"/>
    <w:rsid w:val="00D96EE2"/>
    <w:rsid w:val="00D97068"/>
    <w:rsid w:val="00DA00B4"/>
    <w:rsid w:val="00DA00C5"/>
    <w:rsid w:val="00DA291F"/>
    <w:rsid w:val="00DA3EB2"/>
    <w:rsid w:val="00DB2CF5"/>
    <w:rsid w:val="00DB2FB0"/>
    <w:rsid w:val="00DB30B4"/>
    <w:rsid w:val="00DB4649"/>
    <w:rsid w:val="00DB6EBE"/>
    <w:rsid w:val="00DC1275"/>
    <w:rsid w:val="00DC372E"/>
    <w:rsid w:val="00DC4EDE"/>
    <w:rsid w:val="00DC6314"/>
    <w:rsid w:val="00DD27A0"/>
    <w:rsid w:val="00DD33C1"/>
    <w:rsid w:val="00DD35B2"/>
    <w:rsid w:val="00DD4D02"/>
    <w:rsid w:val="00DD5BB9"/>
    <w:rsid w:val="00DD6164"/>
    <w:rsid w:val="00DD6308"/>
    <w:rsid w:val="00DE062E"/>
    <w:rsid w:val="00DE0720"/>
    <w:rsid w:val="00DE2DD3"/>
    <w:rsid w:val="00DE3B7F"/>
    <w:rsid w:val="00DE5221"/>
    <w:rsid w:val="00DF0846"/>
    <w:rsid w:val="00DF618E"/>
    <w:rsid w:val="00DF63C3"/>
    <w:rsid w:val="00E00BB0"/>
    <w:rsid w:val="00E02571"/>
    <w:rsid w:val="00E02C58"/>
    <w:rsid w:val="00E03C23"/>
    <w:rsid w:val="00E0560C"/>
    <w:rsid w:val="00E10F91"/>
    <w:rsid w:val="00E13F43"/>
    <w:rsid w:val="00E1670C"/>
    <w:rsid w:val="00E1756E"/>
    <w:rsid w:val="00E20026"/>
    <w:rsid w:val="00E25197"/>
    <w:rsid w:val="00E25857"/>
    <w:rsid w:val="00E31F66"/>
    <w:rsid w:val="00E33C44"/>
    <w:rsid w:val="00E368A2"/>
    <w:rsid w:val="00E40DBF"/>
    <w:rsid w:val="00E4765F"/>
    <w:rsid w:val="00E51CA7"/>
    <w:rsid w:val="00E52A5C"/>
    <w:rsid w:val="00E5561B"/>
    <w:rsid w:val="00E569A3"/>
    <w:rsid w:val="00E60DE5"/>
    <w:rsid w:val="00E63A9C"/>
    <w:rsid w:val="00E67F49"/>
    <w:rsid w:val="00E703CB"/>
    <w:rsid w:val="00E71A4D"/>
    <w:rsid w:val="00E73D12"/>
    <w:rsid w:val="00E74BCD"/>
    <w:rsid w:val="00E753EF"/>
    <w:rsid w:val="00E76F5A"/>
    <w:rsid w:val="00E77795"/>
    <w:rsid w:val="00E779B9"/>
    <w:rsid w:val="00E80791"/>
    <w:rsid w:val="00E81B50"/>
    <w:rsid w:val="00E822B8"/>
    <w:rsid w:val="00E82A9D"/>
    <w:rsid w:val="00E84D44"/>
    <w:rsid w:val="00E86E46"/>
    <w:rsid w:val="00E877BF"/>
    <w:rsid w:val="00E91094"/>
    <w:rsid w:val="00E92DF0"/>
    <w:rsid w:val="00E93CD4"/>
    <w:rsid w:val="00E94FC3"/>
    <w:rsid w:val="00E96188"/>
    <w:rsid w:val="00E9630E"/>
    <w:rsid w:val="00E96CFA"/>
    <w:rsid w:val="00EA136A"/>
    <w:rsid w:val="00EA1FFE"/>
    <w:rsid w:val="00EA23C5"/>
    <w:rsid w:val="00EA2C8B"/>
    <w:rsid w:val="00EA4D61"/>
    <w:rsid w:val="00EA6762"/>
    <w:rsid w:val="00EA6BD0"/>
    <w:rsid w:val="00EA746B"/>
    <w:rsid w:val="00EB4543"/>
    <w:rsid w:val="00EB580A"/>
    <w:rsid w:val="00EC2652"/>
    <w:rsid w:val="00EC340A"/>
    <w:rsid w:val="00EC462C"/>
    <w:rsid w:val="00EC4D6B"/>
    <w:rsid w:val="00ED0505"/>
    <w:rsid w:val="00ED261C"/>
    <w:rsid w:val="00ED3523"/>
    <w:rsid w:val="00ED7C6B"/>
    <w:rsid w:val="00EE01C3"/>
    <w:rsid w:val="00EE0200"/>
    <w:rsid w:val="00EE1746"/>
    <w:rsid w:val="00EE299D"/>
    <w:rsid w:val="00EE2B12"/>
    <w:rsid w:val="00EE32D7"/>
    <w:rsid w:val="00EE4B92"/>
    <w:rsid w:val="00EF0379"/>
    <w:rsid w:val="00EF1BD8"/>
    <w:rsid w:val="00EF27CE"/>
    <w:rsid w:val="00EF37E0"/>
    <w:rsid w:val="00EF41D5"/>
    <w:rsid w:val="00EF63AF"/>
    <w:rsid w:val="00EF7394"/>
    <w:rsid w:val="00EF7E56"/>
    <w:rsid w:val="00F0178D"/>
    <w:rsid w:val="00F0186A"/>
    <w:rsid w:val="00F036AB"/>
    <w:rsid w:val="00F037EB"/>
    <w:rsid w:val="00F040F0"/>
    <w:rsid w:val="00F04BEA"/>
    <w:rsid w:val="00F05621"/>
    <w:rsid w:val="00F07822"/>
    <w:rsid w:val="00F10E14"/>
    <w:rsid w:val="00F11649"/>
    <w:rsid w:val="00F12105"/>
    <w:rsid w:val="00F12735"/>
    <w:rsid w:val="00F1438B"/>
    <w:rsid w:val="00F14F60"/>
    <w:rsid w:val="00F16C9F"/>
    <w:rsid w:val="00F22A49"/>
    <w:rsid w:val="00F233DE"/>
    <w:rsid w:val="00F235F3"/>
    <w:rsid w:val="00F2419E"/>
    <w:rsid w:val="00F24216"/>
    <w:rsid w:val="00F24E25"/>
    <w:rsid w:val="00F25998"/>
    <w:rsid w:val="00F26C91"/>
    <w:rsid w:val="00F30BA2"/>
    <w:rsid w:val="00F30FBE"/>
    <w:rsid w:val="00F346EC"/>
    <w:rsid w:val="00F35919"/>
    <w:rsid w:val="00F40945"/>
    <w:rsid w:val="00F42399"/>
    <w:rsid w:val="00F44868"/>
    <w:rsid w:val="00F46299"/>
    <w:rsid w:val="00F502A7"/>
    <w:rsid w:val="00F510A3"/>
    <w:rsid w:val="00F51501"/>
    <w:rsid w:val="00F51961"/>
    <w:rsid w:val="00F56D23"/>
    <w:rsid w:val="00F5771B"/>
    <w:rsid w:val="00F601B3"/>
    <w:rsid w:val="00F61AD3"/>
    <w:rsid w:val="00F62A96"/>
    <w:rsid w:val="00F6476A"/>
    <w:rsid w:val="00F64C5D"/>
    <w:rsid w:val="00F6539E"/>
    <w:rsid w:val="00F65D2A"/>
    <w:rsid w:val="00F713CA"/>
    <w:rsid w:val="00F72CFF"/>
    <w:rsid w:val="00F7361C"/>
    <w:rsid w:val="00F76C99"/>
    <w:rsid w:val="00F7768E"/>
    <w:rsid w:val="00F84D14"/>
    <w:rsid w:val="00F85686"/>
    <w:rsid w:val="00F86A87"/>
    <w:rsid w:val="00F86D1E"/>
    <w:rsid w:val="00F87C9A"/>
    <w:rsid w:val="00F90085"/>
    <w:rsid w:val="00F9296F"/>
    <w:rsid w:val="00F9377D"/>
    <w:rsid w:val="00F95F5F"/>
    <w:rsid w:val="00F96B50"/>
    <w:rsid w:val="00F97866"/>
    <w:rsid w:val="00FA0206"/>
    <w:rsid w:val="00FB17F2"/>
    <w:rsid w:val="00FB1A77"/>
    <w:rsid w:val="00FB4910"/>
    <w:rsid w:val="00FB4D2D"/>
    <w:rsid w:val="00FB7E5D"/>
    <w:rsid w:val="00FC231C"/>
    <w:rsid w:val="00FC5455"/>
    <w:rsid w:val="00FC59EE"/>
    <w:rsid w:val="00FD087C"/>
    <w:rsid w:val="00FD0CAD"/>
    <w:rsid w:val="00FD1021"/>
    <w:rsid w:val="00FD1E63"/>
    <w:rsid w:val="00FD20EF"/>
    <w:rsid w:val="00FD33BA"/>
    <w:rsid w:val="00FD45D3"/>
    <w:rsid w:val="00FD4BDD"/>
    <w:rsid w:val="00FD4D04"/>
    <w:rsid w:val="00FD72AD"/>
    <w:rsid w:val="00FE200A"/>
    <w:rsid w:val="00FE3022"/>
    <w:rsid w:val="00FF0383"/>
    <w:rsid w:val="00FF2CFA"/>
    <w:rsid w:val="00FF4827"/>
    <w:rsid w:val="00FF4F39"/>
    <w:rsid w:val="00FF4F58"/>
    <w:rsid w:val="00FF5816"/>
    <w:rsid w:val="00FF5CCB"/>
    <w:rsid w:val="00FF77C9"/>
    <w:rsid w:val="15D8C7D5"/>
    <w:rsid w:val="35D1F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51E2FF"/>
  <w15:chartTrackingRefBased/>
  <w15:docId w15:val="{7460AB85-5FC3-4F87-B59A-D5CEE6DDB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99A"/>
  </w:style>
  <w:style w:type="paragraph" w:styleId="Ttulo1">
    <w:name w:val="heading 1"/>
    <w:aliases w:val="QT_TUTULO1,Heading 1  -QUATERNAIR"/>
    <w:basedOn w:val="Normal"/>
    <w:next w:val="Normal"/>
    <w:link w:val="Ttulo1Carter"/>
    <w:uiPriority w:val="1"/>
    <w:qFormat/>
    <w:rsid w:val="008B45AC"/>
    <w:pPr>
      <w:keepNext/>
      <w:keepLines/>
      <w:numPr>
        <w:numId w:val="11"/>
      </w:numPr>
      <w:spacing w:after="210" w:line="210" w:lineRule="atLeast"/>
      <w:jc w:val="both"/>
      <w:outlineLvl w:val="0"/>
    </w:pPr>
    <w:rPr>
      <w:rFonts w:ascii="Arial" w:eastAsia="Arial Unicode MS" w:hAnsi="Arial" w:cs="Arial"/>
      <w:b/>
      <w:bCs/>
      <w:caps/>
      <w:color w:val="595959"/>
      <w:sz w:val="28"/>
      <w:szCs w:val="17"/>
      <w:lang w:val="en-IN"/>
    </w:rPr>
  </w:style>
  <w:style w:type="paragraph" w:styleId="Ttulo2">
    <w:name w:val="heading 2"/>
    <w:aliases w:val="QT_TITILO2,Heading 2 - QUATERNAIR"/>
    <w:basedOn w:val="Ttulo1"/>
    <w:next w:val="Normal"/>
    <w:link w:val="Ttulo2Carter"/>
    <w:autoRedefine/>
    <w:uiPriority w:val="99"/>
    <w:qFormat/>
    <w:rsid w:val="008B45AC"/>
    <w:pPr>
      <w:numPr>
        <w:ilvl w:val="1"/>
      </w:numPr>
      <w:spacing w:before="200" w:after="240" w:line="240" w:lineRule="auto"/>
      <w:jc w:val="left"/>
      <w:outlineLvl w:val="1"/>
    </w:pPr>
    <w:rPr>
      <w:sz w:val="24"/>
      <w:szCs w:val="26"/>
    </w:rPr>
  </w:style>
  <w:style w:type="paragraph" w:styleId="Ttulo3">
    <w:name w:val="heading 3"/>
    <w:aliases w:val="QT_TITULO3,Heading 3 - QUATERNAIR"/>
    <w:basedOn w:val="Normal"/>
    <w:next w:val="Normal"/>
    <w:link w:val="Ttulo3Carter"/>
    <w:uiPriority w:val="99"/>
    <w:qFormat/>
    <w:rsid w:val="008B45AC"/>
    <w:pPr>
      <w:numPr>
        <w:ilvl w:val="2"/>
        <w:numId w:val="11"/>
      </w:numPr>
      <w:spacing w:before="120" w:after="60" w:line="210" w:lineRule="atLeast"/>
      <w:ind w:right="40"/>
      <w:jc w:val="both"/>
      <w:outlineLvl w:val="2"/>
    </w:pPr>
    <w:rPr>
      <w:rFonts w:ascii="Arial" w:eastAsia="Tw Cen MT" w:hAnsi="Arial" w:cs="Arial"/>
      <w:b/>
      <w:color w:val="595959"/>
      <w:spacing w:val="10"/>
      <w:sz w:val="23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aliases w:val="PROVERE 1"/>
    <w:basedOn w:val="Normal"/>
    <w:link w:val="PargrafodaListaCarter"/>
    <w:uiPriority w:val="34"/>
    <w:qFormat/>
    <w:rsid w:val="00AC6E34"/>
    <w:pPr>
      <w:ind w:left="720"/>
      <w:contextualSpacing/>
    </w:pPr>
  </w:style>
  <w:style w:type="character" w:customStyle="1" w:styleId="PargrafodaListaCarter">
    <w:name w:val="Parágrafo da Lista Caráter"/>
    <w:aliases w:val="PROVERE 1 Caráter"/>
    <w:basedOn w:val="Tipodeletrapredefinidodopargrafo"/>
    <w:link w:val="PargrafodaLista"/>
    <w:uiPriority w:val="34"/>
    <w:rsid w:val="00AC6E34"/>
  </w:style>
  <w:style w:type="table" w:styleId="TabelacomGrelha">
    <w:name w:val="Table Grid"/>
    <w:basedOn w:val="Tabelanormal"/>
    <w:uiPriority w:val="59"/>
    <w:rsid w:val="00AC6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"/>
    <w:next w:val="Normal"/>
    <w:uiPriority w:val="35"/>
    <w:unhideWhenUsed/>
    <w:qFormat/>
    <w:rsid w:val="00AC6E3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AC6E34"/>
    <w:pPr>
      <w:widowControl w:val="0"/>
      <w:spacing w:after="0" w:line="240" w:lineRule="auto"/>
    </w:pPr>
    <w:rPr>
      <w:lang w:val="en-US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AC6E34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AC6E34"/>
    <w:rPr>
      <w:rFonts w:ascii="Calibri" w:eastAsia="Calibri" w:hAnsi="Calibri" w:cs="Calibri"/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AC6E34"/>
    <w:rPr>
      <w:vertAlign w:val="superscript"/>
    </w:rPr>
  </w:style>
  <w:style w:type="paragraph" w:styleId="Cabealho">
    <w:name w:val="header"/>
    <w:basedOn w:val="Normal"/>
    <w:link w:val="CabealhoCarter"/>
    <w:uiPriority w:val="99"/>
    <w:unhideWhenUsed/>
    <w:rsid w:val="00B860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8607F"/>
  </w:style>
  <w:style w:type="paragraph" w:styleId="Rodap">
    <w:name w:val="footer"/>
    <w:basedOn w:val="Normal"/>
    <w:link w:val="RodapCarter"/>
    <w:uiPriority w:val="99"/>
    <w:unhideWhenUsed/>
    <w:rsid w:val="00B860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B8607F"/>
  </w:style>
  <w:style w:type="paragraph" w:styleId="Textodebalo">
    <w:name w:val="Balloon Text"/>
    <w:basedOn w:val="Normal"/>
    <w:link w:val="TextodebaloCarter"/>
    <w:uiPriority w:val="99"/>
    <w:semiHidden/>
    <w:unhideWhenUsed/>
    <w:rsid w:val="00346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46D6E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6F0B80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6F0B80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6F0B80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6F0B80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6F0B80"/>
    <w:rPr>
      <w:b/>
      <w:bCs/>
      <w:sz w:val="20"/>
      <w:szCs w:val="20"/>
    </w:rPr>
  </w:style>
  <w:style w:type="character" w:customStyle="1" w:styleId="Ttulo1Carter">
    <w:name w:val="Título 1 Caráter"/>
    <w:aliases w:val="QT_TUTULO1 Caráter,Heading 1  -QUATERNAIR Caráter"/>
    <w:basedOn w:val="Tipodeletrapredefinidodopargrafo"/>
    <w:link w:val="Ttulo1"/>
    <w:uiPriority w:val="1"/>
    <w:rsid w:val="008B45AC"/>
    <w:rPr>
      <w:rFonts w:ascii="Arial" w:eastAsia="Arial Unicode MS" w:hAnsi="Arial" w:cs="Arial"/>
      <w:b/>
      <w:bCs/>
      <w:caps/>
      <w:color w:val="595959"/>
      <w:sz w:val="28"/>
      <w:szCs w:val="17"/>
      <w:lang w:val="en-IN"/>
    </w:rPr>
  </w:style>
  <w:style w:type="character" w:customStyle="1" w:styleId="Ttulo2Carter">
    <w:name w:val="Título 2 Caráter"/>
    <w:aliases w:val="QT_TITILO2 Caráter,Heading 2 - QUATERNAIR Caráter"/>
    <w:basedOn w:val="Tipodeletrapredefinidodopargrafo"/>
    <w:link w:val="Ttulo2"/>
    <w:uiPriority w:val="99"/>
    <w:rsid w:val="008B45AC"/>
    <w:rPr>
      <w:rFonts w:ascii="Arial" w:eastAsia="Arial Unicode MS" w:hAnsi="Arial" w:cs="Arial"/>
      <w:b/>
      <w:bCs/>
      <w:caps/>
      <w:color w:val="595959"/>
      <w:sz w:val="24"/>
      <w:szCs w:val="26"/>
      <w:lang w:val="en-IN"/>
    </w:rPr>
  </w:style>
  <w:style w:type="character" w:customStyle="1" w:styleId="Ttulo3Carter">
    <w:name w:val="Título 3 Caráter"/>
    <w:aliases w:val="QT_TITULO3 Caráter,Heading 3 - QUATERNAIR Caráter"/>
    <w:basedOn w:val="Tipodeletrapredefinidodopargrafo"/>
    <w:link w:val="Ttulo3"/>
    <w:uiPriority w:val="99"/>
    <w:rsid w:val="008B45AC"/>
    <w:rPr>
      <w:rFonts w:ascii="Arial" w:eastAsia="Tw Cen MT" w:hAnsi="Arial" w:cs="Arial"/>
      <w:b/>
      <w:color w:val="595959"/>
      <w:spacing w:val="10"/>
      <w:sz w:val="23"/>
      <w:szCs w:val="24"/>
    </w:rPr>
  </w:style>
  <w:style w:type="numbering" w:customStyle="1" w:styleId="Style1">
    <w:name w:val="Style1"/>
    <w:rsid w:val="008B45AC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andro\OneDrive%20-%20Quaternaire%20Portugal,%20S.A\concurso%20ANQEP\CNQ_Trablho\Lote%2018\BAD\Template_RC_BAD_V1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7adb5fc-963e-44f8-b76b-d8ff35d9289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40C5421BA7E534C95970322F696895F" ma:contentTypeVersion="13" ma:contentTypeDescription="Criar um novo documento." ma:contentTypeScope="" ma:versionID="262ad8d28f59142af708e10b721ce6e0">
  <xsd:schema xmlns:xsd="http://www.w3.org/2001/XMLSchema" xmlns:xs="http://www.w3.org/2001/XMLSchema" xmlns:p="http://schemas.microsoft.com/office/2006/metadata/properties" xmlns:ns3="a7adb5fc-963e-44f8-b76b-d8ff35d92895" xmlns:ns4="1988f762-feb9-4fb5-8e18-b11da98aa1fd" targetNamespace="http://schemas.microsoft.com/office/2006/metadata/properties" ma:root="true" ma:fieldsID="cfd56fca81537139d8408f4b74dbc1b7" ns3:_="" ns4:_="">
    <xsd:import namespace="a7adb5fc-963e-44f8-b76b-d8ff35d92895"/>
    <xsd:import namespace="1988f762-feb9-4fb5-8e18-b11da98aa1f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db5fc-963e-44f8-b76b-d8ff35d928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88f762-feb9-4fb5-8e18-b11da98aa1f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de Sugestão de Partilh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E13D19-ED51-45C1-ACD2-B09125FA95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C8C2DF-F558-4CBF-AA44-92C6CADDEEAF}">
  <ds:schemaRefs>
    <ds:schemaRef ds:uri="http://schemas.microsoft.com/office/2006/metadata/properties"/>
    <ds:schemaRef ds:uri="http://schemas.microsoft.com/office/infopath/2007/PartnerControls"/>
    <ds:schemaRef ds:uri="a7adb5fc-963e-44f8-b76b-d8ff35d92895"/>
  </ds:schemaRefs>
</ds:datastoreItem>
</file>

<file path=customXml/itemProps3.xml><?xml version="1.0" encoding="utf-8"?>
<ds:datastoreItem xmlns:ds="http://schemas.openxmlformats.org/officeDocument/2006/customXml" ds:itemID="{F93C38E8-41C8-4236-BF8E-0CD17B2710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6EA33B-90AE-4F26-9897-CB011F2359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db5fc-963e-44f8-b76b-d8ff35d92895"/>
    <ds:schemaRef ds:uri="1988f762-feb9-4fb5-8e18-b11da98aa1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Template_RC_BAD_V1</Template>
  <TotalTime>1</TotalTime>
  <Pages>80</Pages>
  <Words>16337</Words>
  <Characters>88223</Characters>
  <Application>Microsoft Office Word</Application>
  <DocSecurity>0</DocSecurity>
  <Lines>735</Lines>
  <Paragraphs>208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Leandro</dc:creator>
  <cp:keywords/>
  <dc:description/>
  <cp:lastModifiedBy>Patrícia Amaral</cp:lastModifiedBy>
  <cp:revision>2</cp:revision>
  <dcterms:created xsi:type="dcterms:W3CDTF">2024-01-31T14:44:00Z</dcterms:created>
  <dcterms:modified xsi:type="dcterms:W3CDTF">2024-01-31T14:44:00Z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0x010100C40C5421BA7E534C95970322F696895F</vt:lpwstr>
  </property>
</Properties>
</file>