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68BF0" w14:textId="77777777" w:rsidR="00250F16" w:rsidRPr="00EE01C3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3223792A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1EF681" wp14:editId="1BE3667E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C02BF0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44625521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EF681" id="Rec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01C02BF0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44625521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5EC0738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ADDA359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43D0430E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7A952FE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5E1AB1F" w14:textId="1B8738C4" w:rsidR="00863E5E" w:rsidRPr="00F51457" w:rsidRDefault="00143E4B" w:rsidP="00863E5E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r>
        <w:rPr>
          <w:rFonts w:ascii="Verdana Pro Light" w:hAnsi="Verdana Pro Light"/>
          <w:b/>
          <w:color w:val="000000" w:themeColor="text1"/>
          <w:sz w:val="32"/>
          <w:szCs w:val="24"/>
        </w:rPr>
        <w:t>Operador</w:t>
      </w:r>
      <w:r w:rsidR="00676018">
        <w:rPr>
          <w:rFonts w:ascii="Verdana Pro Light" w:hAnsi="Verdana Pro Light"/>
          <w:b/>
          <w:color w:val="000000" w:themeColor="text1"/>
          <w:sz w:val="32"/>
          <w:szCs w:val="24"/>
        </w:rPr>
        <w:t>/a de Artes Gráficas</w:t>
      </w:r>
    </w:p>
    <w:p w14:paraId="5D6E9DBA" w14:textId="77777777" w:rsidR="00863E5E" w:rsidRPr="006B26A4" w:rsidRDefault="00863E5E" w:rsidP="00863E5E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6B26A4">
        <w:rPr>
          <w:rFonts w:ascii="Verdana Pro Light" w:hAnsi="Verdana Pro Light"/>
          <w:color w:val="000000" w:themeColor="text1"/>
          <w:sz w:val="20"/>
          <w:szCs w:val="24"/>
        </w:rPr>
        <w:t>(designação da qualificação)</w:t>
      </w:r>
    </w:p>
    <w:p w14:paraId="77A5BDC3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7DDFA904" wp14:editId="08640178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4E45A0" w14:textId="77777777" w:rsidR="00FF4F58" w:rsidRPr="00EF41D5" w:rsidRDefault="00FF4F58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20D1E33E" w14:textId="77777777" w:rsidR="00FF4F58" w:rsidRPr="00EF41D5" w:rsidRDefault="00FF4F58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DFA904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474E45A0" w14:textId="77777777" w:rsidR="00FF4F58" w:rsidRPr="00EF41D5" w:rsidRDefault="00FF4F58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20D1E33E" w14:textId="77777777" w:rsidR="00FF4F58" w:rsidRPr="00EF41D5" w:rsidRDefault="00FF4F58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2C6DCFD6" w14:textId="236E8814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bookmarkStart w:id="0" w:name="_Hlk156744894"/>
      <w:r w:rsidR="00143E4B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213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 xml:space="preserve"> –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 </w:t>
      </w:r>
      <w:r w:rsidR="00143E4B" w:rsidRPr="00143E4B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>Audiovisuais e Produção dos Media</w:t>
      </w:r>
      <w:bookmarkEnd w:id="0"/>
    </w:p>
    <w:p w14:paraId="0BCB1119" w14:textId="5E8D7982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 xml:space="preserve">: </w:t>
      </w:r>
      <w:r w:rsidR="00143E4B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00000</w:t>
      </w:r>
    </w:p>
    <w:p w14:paraId="085BA315" w14:textId="0DC71009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143E4B" w:rsidRPr="00CF60BD">
        <w:rPr>
          <w:rFonts w:ascii="Wingdings" w:eastAsia="Arial Unicode MS" w:hAnsi="Wingdings" w:cs="Arial Unicode MS"/>
          <w:b/>
          <w:bCs/>
          <w:smallCaps/>
          <w:color w:val="000000" w:themeColor="text1"/>
          <w:sz w:val="32"/>
          <w:szCs w:val="28"/>
        </w:rPr>
        <w:sym w:font="Wingdings" w:char="F08D"/>
      </w:r>
    </w:p>
    <w:p w14:paraId="3E8C1C8B" w14:textId="35BB81BF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  <w:r w:rsidR="00143E4B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72</w:t>
      </w:r>
    </w:p>
    <w:p w14:paraId="202FD804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667ECAEC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293BA5CA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7053F8FE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60841478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C54746">
          <w:headerReference w:type="default" r:id="rId8"/>
          <w:footerReference w:type="default" r:id="rId9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46122486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1C57AFD9" w14:textId="5680FA8C" w:rsidR="00AC6E34" w:rsidRDefault="00143E4B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  <w:r w:rsidRPr="00143E4B">
        <w:rPr>
          <w:rFonts w:ascii="Verdana Pro Light" w:hAnsi="Verdana Pro Light" w:cstheme="minorHAnsi"/>
        </w:rPr>
        <w:t>Operar máquinas destinadas a imprimir papel, cartão e outros suportes; efetuar o acabamento de produtos gráficos, por processos manuais e mecânicos, respeitando as normas de segurança de pessoas e equipamentos</w:t>
      </w:r>
      <w:r w:rsidR="00676018" w:rsidRPr="00676018">
        <w:rPr>
          <w:rFonts w:ascii="Verdana Pro Light" w:hAnsi="Verdana Pro Light" w:cstheme="minorHAnsi"/>
        </w:rPr>
        <w:t>.</w:t>
      </w:r>
    </w:p>
    <w:p w14:paraId="6B01D0C6" w14:textId="77777777" w:rsidR="00F84D14" w:rsidRPr="00712C22" w:rsidRDefault="00F84D1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3FB33DEE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6FD53701" w14:textId="7781AD4C" w:rsidR="00143E4B" w:rsidRPr="00143E4B" w:rsidRDefault="00143E4B" w:rsidP="00143E4B">
      <w:pPr>
        <w:pStyle w:val="PargrafodaLista"/>
        <w:numPr>
          <w:ilvl w:val="0"/>
          <w:numId w:val="17"/>
        </w:numPr>
        <w:tabs>
          <w:tab w:val="left" w:pos="9072"/>
        </w:tabs>
        <w:spacing w:after="0" w:line="276" w:lineRule="auto"/>
        <w:ind w:left="284" w:hanging="284"/>
        <w:rPr>
          <w:rFonts w:ascii="Verdana Pro Light" w:hAnsi="Verdana Pro Light" w:cstheme="minorHAnsi"/>
        </w:rPr>
      </w:pPr>
      <w:r w:rsidRPr="00143E4B">
        <w:rPr>
          <w:rFonts w:ascii="Verdana Pro Light" w:hAnsi="Verdana Pro Light" w:cstheme="minorHAnsi"/>
        </w:rPr>
        <w:t>Analisar maquetas e outras especificações técnicas de produtos gráficos, com a finalidade de colaborar na preparação das artes finais dos produtos gráficos, utilizando ferramentas informáticas específicas.</w:t>
      </w:r>
    </w:p>
    <w:p w14:paraId="61AC17E6" w14:textId="331C0DBA" w:rsidR="00143E4B" w:rsidRPr="00143E4B" w:rsidRDefault="00143E4B" w:rsidP="00143E4B">
      <w:pPr>
        <w:pStyle w:val="PargrafodaLista"/>
        <w:numPr>
          <w:ilvl w:val="0"/>
          <w:numId w:val="17"/>
        </w:numPr>
        <w:tabs>
          <w:tab w:val="left" w:pos="9072"/>
        </w:tabs>
        <w:spacing w:after="0" w:line="276" w:lineRule="auto"/>
        <w:ind w:left="284" w:hanging="284"/>
        <w:rPr>
          <w:rFonts w:ascii="Verdana Pro Light" w:hAnsi="Verdana Pro Light" w:cstheme="minorHAnsi"/>
        </w:rPr>
      </w:pPr>
      <w:r w:rsidRPr="00143E4B">
        <w:rPr>
          <w:rFonts w:ascii="Verdana Pro Light" w:hAnsi="Verdana Pro Light" w:cstheme="minorHAnsi"/>
        </w:rPr>
        <w:t>Efetuar o tratamento de imagens, com a finalidade de otimizar o processo de impressão das mesmas, respeitando as especificações técnicas da maqueta, utilizando ferramentas digitais de edição de imagem.</w:t>
      </w:r>
    </w:p>
    <w:p w14:paraId="221DBA2F" w14:textId="0B53B678" w:rsidR="00143E4B" w:rsidRPr="00143E4B" w:rsidRDefault="00143E4B" w:rsidP="00143E4B">
      <w:pPr>
        <w:pStyle w:val="PargrafodaLista"/>
        <w:numPr>
          <w:ilvl w:val="0"/>
          <w:numId w:val="17"/>
        </w:numPr>
        <w:tabs>
          <w:tab w:val="left" w:pos="9072"/>
        </w:tabs>
        <w:spacing w:after="0" w:line="276" w:lineRule="auto"/>
        <w:ind w:left="284" w:hanging="284"/>
        <w:rPr>
          <w:rFonts w:ascii="Verdana Pro Light" w:hAnsi="Verdana Pro Light" w:cstheme="minorHAnsi"/>
        </w:rPr>
      </w:pPr>
      <w:r w:rsidRPr="00143E4B">
        <w:rPr>
          <w:rFonts w:ascii="Verdana Pro Light" w:hAnsi="Verdana Pro Light" w:cstheme="minorHAnsi"/>
        </w:rPr>
        <w:t>Manusear máquinas de acabamento de produtos gráficos, aplicando os métodos e as técnicas de condução das máquinas e as técnicas de montagem e regulação de acessórios e respeitando as normas de segurança de pessoas e equipamentos.</w:t>
      </w:r>
    </w:p>
    <w:p w14:paraId="697C5891" w14:textId="5019B6E3" w:rsidR="00143E4B" w:rsidRPr="00143E4B" w:rsidRDefault="00143E4B" w:rsidP="00143E4B">
      <w:pPr>
        <w:pStyle w:val="PargrafodaLista"/>
        <w:numPr>
          <w:ilvl w:val="0"/>
          <w:numId w:val="17"/>
        </w:numPr>
        <w:tabs>
          <w:tab w:val="left" w:pos="9072"/>
        </w:tabs>
        <w:spacing w:after="0" w:line="276" w:lineRule="auto"/>
        <w:ind w:left="284" w:hanging="284"/>
        <w:rPr>
          <w:rFonts w:ascii="Verdana Pro Light" w:hAnsi="Verdana Pro Light" w:cstheme="minorHAnsi"/>
        </w:rPr>
      </w:pPr>
      <w:r w:rsidRPr="00143E4B">
        <w:rPr>
          <w:rFonts w:ascii="Verdana Pro Light" w:hAnsi="Verdana Pro Light" w:cstheme="minorHAnsi"/>
        </w:rPr>
        <w:t>Realizar acabamentos manuais de produtos gráficos, utilizando técnicas e instrumentos adequados e respeitando as normas de segurança de pessoas e equipamentos.</w:t>
      </w:r>
    </w:p>
    <w:p w14:paraId="625E950E" w14:textId="19AB1D98" w:rsidR="00143E4B" w:rsidRPr="00143E4B" w:rsidRDefault="00143E4B" w:rsidP="00143E4B">
      <w:pPr>
        <w:pStyle w:val="PargrafodaLista"/>
        <w:numPr>
          <w:ilvl w:val="0"/>
          <w:numId w:val="17"/>
        </w:numPr>
        <w:tabs>
          <w:tab w:val="left" w:pos="9072"/>
        </w:tabs>
        <w:spacing w:after="0" w:line="276" w:lineRule="auto"/>
        <w:ind w:left="284" w:hanging="284"/>
        <w:rPr>
          <w:rFonts w:ascii="Verdana Pro Light" w:hAnsi="Verdana Pro Light" w:cstheme="minorHAnsi"/>
        </w:rPr>
      </w:pPr>
      <w:r w:rsidRPr="00143E4B">
        <w:rPr>
          <w:rFonts w:ascii="Verdana Pro Light" w:hAnsi="Verdana Pro Light" w:cstheme="minorHAnsi"/>
        </w:rPr>
        <w:t>Calibrar as máquinas de impressão, para adaptar o processo de impressão aos suportes e características do trabalho a realizar a fim de garantir o seu correto funcionamento e os padrões de qualidade pretendidos.</w:t>
      </w:r>
    </w:p>
    <w:p w14:paraId="618926E1" w14:textId="5DF466C7" w:rsidR="00143E4B" w:rsidRPr="00143E4B" w:rsidRDefault="00143E4B" w:rsidP="00143E4B">
      <w:pPr>
        <w:pStyle w:val="PargrafodaLista"/>
        <w:numPr>
          <w:ilvl w:val="0"/>
          <w:numId w:val="17"/>
        </w:numPr>
        <w:tabs>
          <w:tab w:val="left" w:pos="9072"/>
        </w:tabs>
        <w:spacing w:after="0" w:line="276" w:lineRule="auto"/>
        <w:ind w:left="284" w:hanging="284"/>
        <w:rPr>
          <w:rFonts w:ascii="Verdana Pro Light" w:hAnsi="Verdana Pro Light" w:cstheme="minorHAnsi"/>
        </w:rPr>
      </w:pPr>
      <w:r w:rsidRPr="00143E4B">
        <w:rPr>
          <w:rFonts w:ascii="Verdana Pro Light" w:hAnsi="Verdana Pro Light" w:cstheme="minorHAnsi"/>
        </w:rPr>
        <w:t>Verificar o funcionamento das máquinas durante o processo de impressão, efetuando as correções necessárias a fim de garantir a qualidade de impressão dos produtos gráficos.</w:t>
      </w:r>
    </w:p>
    <w:p w14:paraId="6C78CC9D" w14:textId="1F1E2713" w:rsidR="00AC6E34" w:rsidRPr="00143E4B" w:rsidRDefault="00143E4B" w:rsidP="00143E4B">
      <w:pPr>
        <w:pStyle w:val="PargrafodaLista"/>
        <w:numPr>
          <w:ilvl w:val="0"/>
          <w:numId w:val="17"/>
        </w:numPr>
        <w:tabs>
          <w:tab w:val="left" w:pos="9072"/>
        </w:tabs>
        <w:spacing w:after="0" w:line="276" w:lineRule="auto"/>
        <w:ind w:left="284" w:hanging="284"/>
        <w:rPr>
          <w:rFonts w:ascii="Verdana Pro Light" w:hAnsi="Verdana Pro Light" w:cstheme="minorHAnsi"/>
          <w:b/>
          <w:smallCaps/>
          <w:sz w:val="24"/>
          <w:szCs w:val="24"/>
        </w:rPr>
      </w:pPr>
      <w:r w:rsidRPr="00143E4B">
        <w:rPr>
          <w:rFonts w:ascii="Verdana Pro Light" w:hAnsi="Verdana Pro Light" w:cstheme="minorHAnsi"/>
        </w:rPr>
        <w:t>Proceder à limpeza e conservação das máquinas e equipamentos de impressão, para garantir a manutenção preventiva, respeitando as indicações dos manuais de fabricante.</w:t>
      </w:r>
    </w:p>
    <w:p w14:paraId="3A480C75" w14:textId="77777777" w:rsidR="00143E4B" w:rsidRDefault="00143E4B" w:rsidP="00143E4B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  <w:bookmarkStart w:id="1" w:name="_Hlk156746886"/>
    </w:p>
    <w:p w14:paraId="7355E78A" w14:textId="77777777" w:rsidR="00143E4B" w:rsidRPr="00143E4B" w:rsidRDefault="00143E4B" w:rsidP="00143E4B">
      <w:pPr>
        <w:tabs>
          <w:tab w:val="left" w:pos="9072"/>
        </w:tabs>
        <w:spacing w:after="0" w:line="276" w:lineRule="auto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714E8C28" w14:textId="77777777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6D63D4BD" w14:textId="77777777" w:rsidR="00250F16" w:rsidRPr="00250F16" w:rsidRDefault="00250F16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29E53A64" w14:textId="77777777" w:rsidR="00AC6E34" w:rsidRPr="00250F16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442B8A" w:rsidRPr="00712C22" w14:paraId="48861265" w14:textId="77777777" w:rsidTr="00EF41D5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59FDDF2D" w14:textId="77777777" w:rsidR="00442B8A" w:rsidRPr="00712C22" w:rsidRDefault="00442B8A" w:rsidP="00EF41D5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</w:t>
            </w:r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UC</w:t>
            </w:r>
            <w:r w:rsidR="00346D6E"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7B679ACF" w14:textId="77777777" w:rsidR="00442B8A" w:rsidRPr="00712C22" w:rsidRDefault="00442B8A" w:rsidP="000B6869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proofErr w:type="gramEnd"/>
            <w:r w:rsidR="000B6869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50AAF2C1" w14:textId="77777777" w:rsidR="00442B8A" w:rsidRPr="00712C22" w:rsidRDefault="00442B8A" w:rsidP="00234037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 w:rsidR="00346D6E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92FC42F" w14:textId="77777777" w:rsidR="00442B8A" w:rsidRPr="00712C22" w:rsidRDefault="00442B8A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442B8A" w:rsidRPr="006C0318" w14:paraId="3A1B00A6" w14:textId="77777777" w:rsidTr="00EF41D5">
        <w:trPr>
          <w:trHeight w:val="317"/>
          <w:jc w:val="center"/>
        </w:trPr>
        <w:tc>
          <w:tcPr>
            <w:tcW w:w="1185" w:type="dxa"/>
            <w:vAlign w:val="center"/>
          </w:tcPr>
          <w:p w14:paraId="5A7C85EE" w14:textId="77777777" w:rsidR="00442B8A" w:rsidRPr="00234037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62AE21C" w14:textId="77777777" w:rsidR="00442B8A" w:rsidRPr="00712C22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66314687" w14:textId="16B63447" w:rsidR="00442B8A" w:rsidRPr="006C0318" w:rsidRDefault="001327F7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1327F7">
              <w:rPr>
                <w:rFonts w:ascii="Verdana Pro Light" w:hAnsi="Verdana Pro Light"/>
                <w:sz w:val="18"/>
                <w:szCs w:val="18"/>
              </w:rPr>
              <w:t>Atuar no contexto das artes gráficas</w:t>
            </w:r>
          </w:p>
        </w:tc>
        <w:tc>
          <w:tcPr>
            <w:tcW w:w="1134" w:type="dxa"/>
            <w:vAlign w:val="center"/>
          </w:tcPr>
          <w:p w14:paraId="0B6B9AB6" w14:textId="42E6571F" w:rsidR="00442B8A" w:rsidRPr="00234037" w:rsidRDefault="0067601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442B8A" w:rsidRPr="006C0318" w14:paraId="1EDB2170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8F4B38D" w14:textId="16CEBF53" w:rsidR="00442B8A" w:rsidRPr="00234037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E98FA7F" w14:textId="77777777" w:rsidR="00442B8A" w:rsidRPr="00712C22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143E4B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6DCE9E8B" w14:textId="20BED7BF" w:rsidR="00442B8A" w:rsidRPr="00234037" w:rsidRDefault="00143E4B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143E4B">
              <w:rPr>
                <w:rFonts w:ascii="Verdana Pro Light" w:hAnsi="Verdana Pro Light"/>
                <w:sz w:val="18"/>
                <w:szCs w:val="18"/>
              </w:rPr>
              <w:t>Avaliar</w:t>
            </w:r>
            <w:r w:rsidR="001327F7">
              <w:rPr>
                <w:rFonts w:ascii="Verdana Pro Light" w:hAnsi="Verdana Pro Light"/>
                <w:sz w:val="18"/>
                <w:szCs w:val="18"/>
              </w:rPr>
              <w:t>/monitorizar</w:t>
            </w:r>
            <w:r w:rsidRPr="00143E4B">
              <w:rPr>
                <w:rFonts w:ascii="Verdana Pro Light" w:hAnsi="Verdana Pro Light"/>
                <w:sz w:val="18"/>
                <w:szCs w:val="18"/>
              </w:rPr>
              <w:t xml:space="preserve"> processos de impressão e acabamentos</w:t>
            </w:r>
          </w:p>
        </w:tc>
        <w:tc>
          <w:tcPr>
            <w:tcW w:w="1134" w:type="dxa"/>
            <w:vAlign w:val="center"/>
          </w:tcPr>
          <w:p w14:paraId="2AA5347B" w14:textId="61165ABA" w:rsidR="00442B8A" w:rsidRPr="00234037" w:rsidRDefault="00676018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50EBE6E8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79E757E" w14:textId="148E971E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50E3844" w14:textId="77777777" w:rsidR="007918E2" w:rsidRPr="000B6869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7918E2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3D916C35" w14:textId="0C3A7E65" w:rsidR="007918E2" w:rsidRPr="00234037" w:rsidRDefault="001327F7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Acompanhar processos de impressão </w:t>
            </w:r>
            <w:r w:rsidRPr="00E21238">
              <w:rPr>
                <w:rFonts w:ascii="Verdana Pro Light" w:hAnsi="Verdana Pro Light"/>
                <w:sz w:val="18"/>
                <w:szCs w:val="18"/>
              </w:rPr>
              <w:t>offset</w:t>
            </w:r>
          </w:p>
        </w:tc>
        <w:tc>
          <w:tcPr>
            <w:tcW w:w="1134" w:type="dxa"/>
            <w:vAlign w:val="center"/>
          </w:tcPr>
          <w:p w14:paraId="0EF10F7D" w14:textId="2CCCC7FA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1FAC4AE4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062A7A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9835C7" w14:textId="77777777" w:rsidR="007918E2" w:rsidRPr="00FD7904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04</w:t>
            </w:r>
          </w:p>
        </w:tc>
        <w:tc>
          <w:tcPr>
            <w:tcW w:w="6094" w:type="dxa"/>
            <w:vAlign w:val="center"/>
          </w:tcPr>
          <w:p w14:paraId="6253FA9E" w14:textId="17DD537D" w:rsidR="007918E2" w:rsidRPr="00234037" w:rsidRDefault="001327F7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Acompanhar processos de </w:t>
            </w:r>
            <w:r w:rsidRPr="00E21238">
              <w:rPr>
                <w:rFonts w:ascii="Verdana Pro Light" w:hAnsi="Verdana Pro Light"/>
                <w:sz w:val="18"/>
                <w:szCs w:val="18"/>
              </w:rPr>
              <w:t xml:space="preserve">impressão digital de pequeno </w:t>
            </w:r>
            <w:r>
              <w:rPr>
                <w:rFonts w:ascii="Verdana Pro Light" w:hAnsi="Verdana Pro Light"/>
                <w:sz w:val="18"/>
                <w:szCs w:val="18"/>
              </w:rPr>
              <w:t xml:space="preserve">e grande </w:t>
            </w:r>
            <w:r w:rsidRPr="00E21238">
              <w:rPr>
                <w:rFonts w:ascii="Verdana Pro Light" w:hAnsi="Verdana Pro Light"/>
                <w:sz w:val="18"/>
                <w:szCs w:val="18"/>
              </w:rPr>
              <w:t>formato</w:t>
            </w:r>
          </w:p>
        </w:tc>
        <w:tc>
          <w:tcPr>
            <w:tcW w:w="1134" w:type="dxa"/>
            <w:vAlign w:val="center"/>
          </w:tcPr>
          <w:p w14:paraId="4AC26BBF" w14:textId="47209C2F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08CEA589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50B2A6B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6713DA" w14:textId="6A3243D0" w:rsidR="007918E2" w:rsidRPr="00FD7904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5</w:t>
            </w:r>
          </w:p>
        </w:tc>
        <w:tc>
          <w:tcPr>
            <w:tcW w:w="6094" w:type="dxa"/>
            <w:vAlign w:val="center"/>
          </w:tcPr>
          <w:p w14:paraId="057168E4" w14:textId="1357C038" w:rsidR="007918E2" w:rsidRPr="00234037" w:rsidRDefault="007918E2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Realizar edição eletrónica e trabalho em rede</w:t>
            </w:r>
          </w:p>
        </w:tc>
        <w:tc>
          <w:tcPr>
            <w:tcW w:w="1134" w:type="dxa"/>
            <w:vAlign w:val="center"/>
          </w:tcPr>
          <w:p w14:paraId="6AD1AC5F" w14:textId="6E15829B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54B2FD78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AB13755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BA4AB6A" w14:textId="7FDF0964" w:rsidR="007918E2" w:rsidRPr="00FD7904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6</w:t>
            </w:r>
          </w:p>
        </w:tc>
        <w:tc>
          <w:tcPr>
            <w:tcW w:w="6094" w:type="dxa"/>
            <w:vAlign w:val="center"/>
          </w:tcPr>
          <w:p w14:paraId="7751054E" w14:textId="2C4FA1EA" w:rsidR="007918E2" w:rsidRPr="006C0318" w:rsidRDefault="007918E2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Desenhar e editar gráficos vetoriais</w:t>
            </w:r>
          </w:p>
        </w:tc>
        <w:tc>
          <w:tcPr>
            <w:tcW w:w="1134" w:type="dxa"/>
            <w:vAlign w:val="center"/>
          </w:tcPr>
          <w:p w14:paraId="7A456EA7" w14:textId="0350B90A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5DB875BA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1B2C7B9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2A4E9F5" w14:textId="646AF9A6" w:rsidR="007918E2" w:rsidRPr="00FD7904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7</w:t>
            </w:r>
          </w:p>
        </w:tc>
        <w:tc>
          <w:tcPr>
            <w:tcW w:w="6094" w:type="dxa"/>
            <w:vAlign w:val="center"/>
          </w:tcPr>
          <w:p w14:paraId="3BB04F9E" w14:textId="06036048" w:rsidR="007918E2" w:rsidRPr="006C0318" w:rsidRDefault="007918E2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Editar imagens bitmap</w:t>
            </w:r>
          </w:p>
        </w:tc>
        <w:tc>
          <w:tcPr>
            <w:tcW w:w="1134" w:type="dxa"/>
            <w:vAlign w:val="center"/>
          </w:tcPr>
          <w:p w14:paraId="75EB44B9" w14:textId="449619C7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09690C91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889389D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34DA2EC" w14:textId="2CF5B06E" w:rsidR="007918E2" w:rsidRPr="00FD7904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7918E2">
              <w:rPr>
                <w:rFonts w:ascii="Verdana Pro Light" w:hAnsi="Verdana Pro Light" w:cs="Tahoma"/>
                <w:b/>
                <w:sz w:val="16"/>
                <w:szCs w:val="16"/>
              </w:rPr>
              <w:t>0</w:t>
            </w:r>
            <w:r w:rsidR="001327F7">
              <w:rPr>
                <w:rFonts w:ascii="Verdana Pro Light" w:hAnsi="Verdana Pro Light" w:cs="Tahoma"/>
                <w:b/>
                <w:sz w:val="16"/>
                <w:szCs w:val="16"/>
              </w:rPr>
              <w:t>8</w:t>
            </w:r>
          </w:p>
        </w:tc>
        <w:tc>
          <w:tcPr>
            <w:tcW w:w="6094" w:type="dxa"/>
            <w:vAlign w:val="center"/>
          </w:tcPr>
          <w:p w14:paraId="247000F1" w14:textId="438651B6" w:rsidR="007918E2" w:rsidRPr="00234037" w:rsidRDefault="000775AE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 w:rsidRPr="000775AE">
              <w:rPr>
                <w:rFonts w:ascii="Verdana Pro Light" w:hAnsi="Verdana Pro Light"/>
                <w:sz w:val="18"/>
                <w:szCs w:val="18"/>
              </w:rPr>
              <w:t>Realizar a edição de texto em peças gráficas</w:t>
            </w:r>
          </w:p>
        </w:tc>
        <w:tc>
          <w:tcPr>
            <w:tcW w:w="1134" w:type="dxa"/>
            <w:vAlign w:val="center"/>
          </w:tcPr>
          <w:p w14:paraId="77E0E2C8" w14:textId="4E189A0E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3019BDC7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E13DE89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B4CE8A9" w14:textId="513F3633" w:rsidR="007918E2" w:rsidRPr="00FD7904" w:rsidRDefault="001327F7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508692C1" w14:textId="0AFE60D4" w:rsidR="007918E2" w:rsidRPr="00234037" w:rsidRDefault="007918E2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Editar Layout de páginas para publicações digitais e de desktop</w:t>
            </w:r>
          </w:p>
        </w:tc>
        <w:tc>
          <w:tcPr>
            <w:tcW w:w="1134" w:type="dxa"/>
            <w:vAlign w:val="center"/>
          </w:tcPr>
          <w:p w14:paraId="55B8DD97" w14:textId="50162200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2E5A3330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6923F8D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39CF046" w14:textId="3C137012" w:rsidR="007918E2" w:rsidRPr="00FD7904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0</w:t>
            </w:r>
          </w:p>
        </w:tc>
        <w:tc>
          <w:tcPr>
            <w:tcW w:w="6094" w:type="dxa"/>
            <w:vAlign w:val="center"/>
          </w:tcPr>
          <w:p w14:paraId="06BA5E10" w14:textId="4F0DEC6B" w:rsidR="007918E2" w:rsidRPr="00234037" w:rsidRDefault="001327F7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>Utilizar</w:t>
            </w:r>
            <w:r w:rsidR="00C1550F" w:rsidRPr="00E21238">
              <w:rPr>
                <w:rFonts w:ascii="Verdana Pro Light" w:hAnsi="Verdana Pro Light"/>
                <w:sz w:val="18"/>
                <w:szCs w:val="18"/>
              </w:rPr>
              <w:t xml:space="preserve"> suportes e tintas para impressão</w:t>
            </w:r>
          </w:p>
        </w:tc>
        <w:tc>
          <w:tcPr>
            <w:tcW w:w="1134" w:type="dxa"/>
            <w:vAlign w:val="center"/>
          </w:tcPr>
          <w:p w14:paraId="36B73ADE" w14:textId="0FCA80EB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62CE0D6F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56A786D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09ACC14" w14:textId="52C15AC8" w:rsidR="007918E2" w:rsidRPr="00FD7904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</w:t>
            </w:r>
          </w:p>
        </w:tc>
        <w:tc>
          <w:tcPr>
            <w:tcW w:w="6094" w:type="dxa"/>
            <w:vAlign w:val="center"/>
          </w:tcPr>
          <w:p w14:paraId="7D941D56" w14:textId="41A93C6D" w:rsidR="007918E2" w:rsidRPr="00234037" w:rsidRDefault="00C1550F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 w:rsidRPr="00C1550F">
              <w:rPr>
                <w:rFonts w:ascii="Verdana Pro Light" w:hAnsi="Verdana Pro Light"/>
                <w:sz w:val="18"/>
                <w:szCs w:val="18"/>
              </w:rPr>
              <w:t>Realizar revisão de projetos gráficos</w:t>
            </w:r>
            <w:r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6367909" w14:textId="0F50B3A0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6C7E9C3B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5E639E3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C4775C8" w14:textId="32BD1D96" w:rsidR="007918E2" w:rsidRPr="00FD7904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</w:t>
            </w:r>
          </w:p>
        </w:tc>
        <w:tc>
          <w:tcPr>
            <w:tcW w:w="6094" w:type="dxa"/>
            <w:vAlign w:val="center"/>
          </w:tcPr>
          <w:p w14:paraId="1C7E5BF7" w14:textId="46BDA18F" w:rsidR="007918E2" w:rsidRPr="00234037" w:rsidRDefault="007918E2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 w:rsidRPr="007918E2">
              <w:rPr>
                <w:rFonts w:ascii="Verdana Pro Light" w:hAnsi="Verdana Pro Light"/>
                <w:sz w:val="18"/>
                <w:szCs w:val="18"/>
              </w:rPr>
              <w:t xml:space="preserve">Aplicar os processos de arte-final e </w:t>
            </w:r>
            <w:proofErr w:type="spellStart"/>
            <w:r w:rsidRPr="007918E2">
              <w:rPr>
                <w:rFonts w:ascii="Verdana Pro Light" w:hAnsi="Verdana Pro Light"/>
                <w:sz w:val="18"/>
                <w:szCs w:val="18"/>
              </w:rPr>
              <w:t>preflight</w:t>
            </w:r>
            <w:proofErr w:type="spellEnd"/>
          </w:p>
        </w:tc>
        <w:tc>
          <w:tcPr>
            <w:tcW w:w="1134" w:type="dxa"/>
            <w:vAlign w:val="center"/>
          </w:tcPr>
          <w:p w14:paraId="369AD232" w14:textId="53C92B2C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67C8DC69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03C7BFE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B6DA327" w14:textId="4DD5D158" w:rsidR="007918E2" w:rsidRPr="00FD7904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3</w:t>
            </w:r>
          </w:p>
        </w:tc>
        <w:tc>
          <w:tcPr>
            <w:tcW w:w="6094" w:type="dxa"/>
            <w:vAlign w:val="center"/>
          </w:tcPr>
          <w:p w14:paraId="7818EDE0" w14:textId="07BAA87F" w:rsidR="007918E2" w:rsidRPr="00234037" w:rsidRDefault="00AA21ED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Implementar as normas de segurança e saúde no trabalho na área das artes gráficas</w:t>
            </w:r>
          </w:p>
        </w:tc>
        <w:tc>
          <w:tcPr>
            <w:tcW w:w="1134" w:type="dxa"/>
            <w:vAlign w:val="center"/>
          </w:tcPr>
          <w:p w14:paraId="6F6A9AFD" w14:textId="2D681F1B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14E4EADA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FBC95C4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0CA5014" w14:textId="372DFFFE" w:rsidR="007918E2" w:rsidRPr="00FD7904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AA21ED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 w:rsidR="001327F7">
              <w:rPr>
                <w:rFonts w:ascii="Verdana Pro Light" w:hAnsi="Verdana Pro Light" w:cs="Tahoma"/>
                <w:b/>
                <w:sz w:val="16"/>
                <w:szCs w:val="16"/>
              </w:rPr>
              <w:t>4</w:t>
            </w:r>
          </w:p>
        </w:tc>
        <w:tc>
          <w:tcPr>
            <w:tcW w:w="6094" w:type="dxa"/>
            <w:vAlign w:val="center"/>
          </w:tcPr>
          <w:p w14:paraId="0C6EDADF" w14:textId="3DC82373" w:rsidR="007918E2" w:rsidRPr="00234037" w:rsidRDefault="00AA21ED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 w:rsidRPr="00AA21ED">
              <w:rPr>
                <w:rFonts w:ascii="Verdana Pro Light" w:hAnsi="Verdana Pro Light"/>
                <w:sz w:val="18"/>
                <w:szCs w:val="18"/>
              </w:rPr>
              <w:t>Executar acabamentos manuais em projetos gráficos</w:t>
            </w:r>
          </w:p>
        </w:tc>
        <w:tc>
          <w:tcPr>
            <w:tcW w:w="1134" w:type="dxa"/>
            <w:vAlign w:val="center"/>
          </w:tcPr>
          <w:p w14:paraId="13CF5B0E" w14:textId="4746279C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43D64A3B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D125A9A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42AA2A2" w14:textId="15F9D435" w:rsidR="007918E2" w:rsidRPr="00FD7904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AA21ED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 w:rsidR="001327F7">
              <w:rPr>
                <w:rFonts w:ascii="Verdana Pro Light" w:hAnsi="Verdana Pro Light" w:cs="Tahoma"/>
                <w:b/>
                <w:sz w:val="16"/>
                <w:szCs w:val="16"/>
              </w:rPr>
              <w:t>5</w:t>
            </w:r>
          </w:p>
        </w:tc>
        <w:tc>
          <w:tcPr>
            <w:tcW w:w="6094" w:type="dxa"/>
            <w:vAlign w:val="center"/>
          </w:tcPr>
          <w:p w14:paraId="62ADEEC6" w14:textId="07811B0E" w:rsidR="007918E2" w:rsidRPr="00234037" w:rsidRDefault="00AA21ED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 w:rsidRPr="00AA21ED">
              <w:rPr>
                <w:rFonts w:ascii="Verdana Pro Light" w:hAnsi="Verdana Pro Light"/>
                <w:sz w:val="18"/>
                <w:szCs w:val="18"/>
              </w:rPr>
              <w:t>Executar encadernação de publicações</w:t>
            </w:r>
          </w:p>
        </w:tc>
        <w:tc>
          <w:tcPr>
            <w:tcW w:w="1134" w:type="dxa"/>
            <w:vAlign w:val="center"/>
          </w:tcPr>
          <w:p w14:paraId="45AE1E89" w14:textId="3AEEF51D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3555F627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EEA98D2" w14:textId="3D4803B5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F56C88" w14:textId="63B9BC6D" w:rsidR="007918E2" w:rsidRPr="000B6869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 w:rsidR="001327F7">
              <w:rPr>
                <w:rFonts w:ascii="Verdana Pro Light" w:hAnsi="Verdana Pro Light" w:cs="Tahoma"/>
                <w:b/>
                <w:sz w:val="16"/>
                <w:szCs w:val="16"/>
              </w:rPr>
              <w:t>6</w:t>
            </w:r>
          </w:p>
        </w:tc>
        <w:tc>
          <w:tcPr>
            <w:tcW w:w="6094" w:type="dxa"/>
            <w:vAlign w:val="center"/>
          </w:tcPr>
          <w:p w14:paraId="5A5178BE" w14:textId="69D2E085" w:rsidR="007918E2" w:rsidRPr="00234037" w:rsidRDefault="00AA21ED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 w:rsidRPr="00AA21ED">
              <w:rPr>
                <w:rFonts w:ascii="Verdana Pro Light" w:hAnsi="Verdana Pro Light"/>
                <w:sz w:val="18"/>
                <w:szCs w:val="18"/>
              </w:rPr>
              <w:t>Aplicar acabamentos decorativos em projetos gráficos</w:t>
            </w:r>
          </w:p>
        </w:tc>
        <w:tc>
          <w:tcPr>
            <w:tcW w:w="1134" w:type="dxa"/>
            <w:vAlign w:val="center"/>
          </w:tcPr>
          <w:p w14:paraId="0291FAFA" w14:textId="3C24BB27" w:rsidR="007918E2" w:rsidRPr="00234037" w:rsidRDefault="007918E2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6EA91748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DD10BE4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C1EC84" w14:textId="7EBED667" w:rsidR="007918E2" w:rsidRPr="00FD7904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AA21ED">
              <w:rPr>
                <w:rFonts w:ascii="Verdana Pro Light" w:hAnsi="Verdana Pro Light" w:cs="Tahoma"/>
                <w:b/>
                <w:sz w:val="16"/>
                <w:szCs w:val="16"/>
              </w:rPr>
              <w:t>1</w:t>
            </w:r>
            <w:r w:rsidR="001327F7">
              <w:rPr>
                <w:rFonts w:ascii="Verdana Pro Light" w:hAnsi="Verdana Pro Light" w:cs="Tahoma"/>
                <w:b/>
                <w:sz w:val="16"/>
                <w:szCs w:val="16"/>
              </w:rPr>
              <w:t>7</w:t>
            </w:r>
          </w:p>
        </w:tc>
        <w:tc>
          <w:tcPr>
            <w:tcW w:w="6094" w:type="dxa"/>
            <w:vAlign w:val="center"/>
          </w:tcPr>
          <w:p w14:paraId="059B50C2" w14:textId="593C16FF" w:rsidR="007918E2" w:rsidRPr="00234037" w:rsidRDefault="00AA21ED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 w:rsidRPr="00AA21ED">
              <w:rPr>
                <w:rFonts w:ascii="Verdana Pro Light" w:hAnsi="Verdana Pro Light"/>
                <w:sz w:val="18"/>
                <w:szCs w:val="18"/>
              </w:rPr>
              <w:t>Executar corte de peças gráficas</w:t>
            </w:r>
          </w:p>
        </w:tc>
        <w:tc>
          <w:tcPr>
            <w:tcW w:w="1134" w:type="dxa"/>
            <w:vAlign w:val="center"/>
          </w:tcPr>
          <w:p w14:paraId="3275DCEC" w14:textId="28172420" w:rsidR="007918E2" w:rsidRPr="00234037" w:rsidRDefault="00AA21ED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918E2" w:rsidRPr="006C0318" w14:paraId="2C119BD8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7EF2548" w14:textId="77777777" w:rsidR="007918E2" w:rsidRPr="006C0318" w:rsidRDefault="007918E2" w:rsidP="007918E2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C762C5F" w14:textId="3CD894C1" w:rsidR="007918E2" w:rsidRPr="00FD7904" w:rsidRDefault="007918E2" w:rsidP="007918E2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8</w:t>
            </w:r>
          </w:p>
        </w:tc>
        <w:tc>
          <w:tcPr>
            <w:tcW w:w="6094" w:type="dxa"/>
            <w:vAlign w:val="center"/>
          </w:tcPr>
          <w:p w14:paraId="3C9123F6" w14:textId="7DF7D2F2" w:rsidR="007918E2" w:rsidRPr="00234037" w:rsidRDefault="00AA21ED" w:rsidP="007918E2">
            <w:pPr>
              <w:rPr>
                <w:rFonts w:ascii="Verdana Pro Light" w:hAnsi="Verdana Pro Light"/>
                <w:sz w:val="18"/>
                <w:szCs w:val="18"/>
              </w:rPr>
            </w:pPr>
            <w:r w:rsidRPr="00AA21ED">
              <w:rPr>
                <w:rFonts w:ascii="Verdana Pro Light" w:hAnsi="Verdana Pro Light"/>
                <w:sz w:val="18"/>
                <w:szCs w:val="18"/>
              </w:rPr>
              <w:t>Conceber um projeto de artes gráficas</w:t>
            </w:r>
          </w:p>
        </w:tc>
        <w:tc>
          <w:tcPr>
            <w:tcW w:w="1134" w:type="dxa"/>
            <w:vAlign w:val="center"/>
          </w:tcPr>
          <w:p w14:paraId="271D59FA" w14:textId="6315BCC1" w:rsidR="007918E2" w:rsidRPr="00234037" w:rsidRDefault="00AA21ED" w:rsidP="007918E2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1327F7" w:rsidRPr="006C0318" w14:paraId="12290B9A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97AE6CF" w14:textId="77777777" w:rsidR="001327F7" w:rsidRPr="006C0318" w:rsidRDefault="001327F7" w:rsidP="00AA21E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AF57283" w14:textId="40CF9C41" w:rsidR="001327F7" w:rsidRDefault="001327F7" w:rsidP="00AA21E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1</w:t>
            </w: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9</w:t>
            </w:r>
          </w:p>
        </w:tc>
        <w:tc>
          <w:tcPr>
            <w:tcW w:w="6094" w:type="dxa"/>
            <w:vAlign w:val="center"/>
          </w:tcPr>
          <w:p w14:paraId="0536C0DE" w14:textId="5D7F997F" w:rsidR="001327F7" w:rsidRPr="00E21238" w:rsidRDefault="001327F7" w:rsidP="00AA21ED">
            <w:pPr>
              <w:rPr>
                <w:rFonts w:ascii="Verdana Pro Light" w:hAnsi="Verdana Pro Light"/>
                <w:sz w:val="18"/>
                <w:szCs w:val="18"/>
              </w:rPr>
            </w:pPr>
            <w:r w:rsidRPr="001327F7">
              <w:rPr>
                <w:rFonts w:ascii="Verdana Pro Light" w:hAnsi="Verdana Pro Light"/>
                <w:sz w:val="18"/>
                <w:szCs w:val="18"/>
              </w:rPr>
              <w:t>Conceber um projeto de impressão</w:t>
            </w:r>
          </w:p>
        </w:tc>
        <w:tc>
          <w:tcPr>
            <w:tcW w:w="1134" w:type="dxa"/>
            <w:vAlign w:val="center"/>
          </w:tcPr>
          <w:p w14:paraId="2091BDBF" w14:textId="68A84C59" w:rsidR="001327F7" w:rsidRPr="00676018" w:rsidRDefault="001327F7" w:rsidP="00AA21E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AA21ED" w:rsidRPr="006C0318" w14:paraId="14E71197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A948702" w14:textId="77777777" w:rsidR="00AA21ED" w:rsidRPr="006C0318" w:rsidRDefault="00AA21ED" w:rsidP="00AA21E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F0C33E3" w14:textId="15BED0BD" w:rsidR="00AA21ED" w:rsidRPr="00FD7904" w:rsidRDefault="001327F7" w:rsidP="00AA21E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20</w:t>
            </w:r>
          </w:p>
        </w:tc>
        <w:tc>
          <w:tcPr>
            <w:tcW w:w="6094" w:type="dxa"/>
            <w:vAlign w:val="center"/>
          </w:tcPr>
          <w:p w14:paraId="422F7557" w14:textId="72D2BF97" w:rsidR="00AA21ED" w:rsidRPr="00234037" w:rsidRDefault="00AA21ED" w:rsidP="00AA21ED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Prestar informação sobre o setor de artes gráficas</w:t>
            </w:r>
          </w:p>
        </w:tc>
        <w:tc>
          <w:tcPr>
            <w:tcW w:w="1134" w:type="dxa"/>
            <w:vAlign w:val="center"/>
          </w:tcPr>
          <w:p w14:paraId="31B55768" w14:textId="67EC2D59" w:rsidR="00AA21ED" w:rsidRPr="00234037" w:rsidRDefault="00AA21ED" w:rsidP="00AA21E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AA21ED" w:rsidRPr="006C0318" w14:paraId="23D2B049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F9A9B67" w14:textId="77777777" w:rsidR="00AA21ED" w:rsidRPr="006C0318" w:rsidRDefault="00AA21ED" w:rsidP="00AA21E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948BE8B" w14:textId="77777777" w:rsidR="00AA21ED" w:rsidRPr="00FD7904" w:rsidRDefault="00AA21ED" w:rsidP="00AA21E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21</w:t>
            </w:r>
          </w:p>
        </w:tc>
        <w:tc>
          <w:tcPr>
            <w:tcW w:w="6094" w:type="dxa"/>
            <w:vAlign w:val="center"/>
          </w:tcPr>
          <w:p w14:paraId="26C2CBB7" w14:textId="3EF07F99" w:rsidR="00AA21ED" w:rsidRPr="00234037" w:rsidRDefault="005A2FAE" w:rsidP="00AA21ED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 xml:space="preserve">Comunicar e interagir em contexto profissional </w:t>
            </w:r>
          </w:p>
        </w:tc>
        <w:tc>
          <w:tcPr>
            <w:tcW w:w="1134" w:type="dxa"/>
            <w:vAlign w:val="center"/>
          </w:tcPr>
          <w:p w14:paraId="1A0DF091" w14:textId="56399995" w:rsidR="00AA21ED" w:rsidRPr="00234037" w:rsidRDefault="00AA21ED" w:rsidP="00AA21E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AA21ED" w:rsidRPr="006C0318" w14:paraId="09B00237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4C1B08B" w14:textId="0EC31E3C" w:rsidR="00AA21ED" w:rsidRPr="006C0318" w:rsidRDefault="00AA21ED" w:rsidP="00AA21E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59E9E08" w14:textId="77777777" w:rsidR="00AA21ED" w:rsidRPr="000B6869" w:rsidRDefault="00AA21ED" w:rsidP="00AA21E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AA21ED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22</w:t>
            </w:r>
          </w:p>
        </w:tc>
        <w:tc>
          <w:tcPr>
            <w:tcW w:w="6094" w:type="dxa"/>
            <w:vAlign w:val="center"/>
          </w:tcPr>
          <w:p w14:paraId="61219B6E" w14:textId="2B5BECD2" w:rsidR="00AA21ED" w:rsidRPr="00234037" w:rsidRDefault="005A2FAE" w:rsidP="00AA21ED">
            <w:pPr>
              <w:rPr>
                <w:rFonts w:ascii="Verdana Pro Light" w:hAnsi="Verdana Pro Light"/>
                <w:sz w:val="18"/>
                <w:szCs w:val="18"/>
              </w:rPr>
            </w:pPr>
            <w:r w:rsidRPr="00E21238">
              <w:rPr>
                <w:rFonts w:ascii="Verdana Pro Light" w:hAnsi="Verdana Pro Light"/>
                <w:sz w:val="18"/>
                <w:szCs w:val="18"/>
              </w:rPr>
              <w:t>Colaborar e trabalhar em equipa</w:t>
            </w:r>
          </w:p>
        </w:tc>
        <w:tc>
          <w:tcPr>
            <w:tcW w:w="1134" w:type="dxa"/>
            <w:vAlign w:val="center"/>
          </w:tcPr>
          <w:p w14:paraId="6154B4FC" w14:textId="57F4C083" w:rsidR="00AA21ED" w:rsidRPr="00234037" w:rsidRDefault="00AA21ED" w:rsidP="00AA21E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AA21ED" w:rsidRPr="006C0318" w14:paraId="4700D1C7" w14:textId="77777777" w:rsidTr="00EF41D5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051A337" w14:textId="6E6B915A" w:rsidR="00AA21ED" w:rsidRPr="006C0318" w:rsidRDefault="00AA21ED" w:rsidP="00AA21ED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6EF4768" w14:textId="77777777" w:rsidR="00AA21ED" w:rsidRPr="000B6869" w:rsidRDefault="00AA21ED" w:rsidP="00AA21ED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AA21ED">
              <w:rPr>
                <w:rFonts w:ascii="Verdana Pro Light" w:hAnsi="Verdana Pro Light" w:cs="Tahoma"/>
                <w:b/>
                <w:color w:val="C45911" w:themeColor="accent2" w:themeShade="BF"/>
                <w:sz w:val="16"/>
                <w:szCs w:val="16"/>
              </w:rPr>
              <w:t>23</w:t>
            </w:r>
          </w:p>
        </w:tc>
        <w:tc>
          <w:tcPr>
            <w:tcW w:w="6094" w:type="dxa"/>
            <w:vAlign w:val="center"/>
          </w:tcPr>
          <w:p w14:paraId="74930CC3" w14:textId="73403B25" w:rsidR="00AA21ED" w:rsidRPr="00234037" w:rsidRDefault="00AA21ED" w:rsidP="00AA21ED">
            <w:pPr>
              <w:rPr>
                <w:rFonts w:ascii="Verdana Pro Light" w:hAnsi="Verdana Pro Light"/>
                <w:sz w:val="18"/>
                <w:szCs w:val="18"/>
              </w:rPr>
            </w:pPr>
            <w:r w:rsidRPr="00435291">
              <w:rPr>
                <w:rFonts w:ascii="Verdana Pro Light" w:hAnsi="Verdana Pro Light"/>
                <w:sz w:val="18"/>
                <w:szCs w:val="18"/>
              </w:rPr>
              <w:t>Interagir em inglês na área das artes gráficas</w:t>
            </w:r>
          </w:p>
        </w:tc>
        <w:tc>
          <w:tcPr>
            <w:tcW w:w="1134" w:type="dxa"/>
            <w:vAlign w:val="center"/>
          </w:tcPr>
          <w:p w14:paraId="485D8695" w14:textId="210BC160" w:rsidR="00AA21ED" w:rsidRPr="00234037" w:rsidRDefault="00AA21ED" w:rsidP="00AA21E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AA21ED" w:rsidRPr="00712C22" w14:paraId="18E3C238" w14:textId="77777777" w:rsidTr="00EF4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34054B2" w14:textId="77777777" w:rsidR="00AA21ED" w:rsidRPr="00346D6E" w:rsidRDefault="00AA21ED" w:rsidP="00AA21ED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5FDE916" w14:textId="191D8E88" w:rsidR="00AA21ED" w:rsidRPr="00234037" w:rsidRDefault="00AA21ED" w:rsidP="00AA21ED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54</w:t>
            </w:r>
          </w:p>
        </w:tc>
      </w:tr>
    </w:tbl>
    <w:p w14:paraId="749E8DEC" w14:textId="77777777" w:rsidR="00AC6E34" w:rsidRPr="00250F16" w:rsidRDefault="00AC6E34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712C22" w14:paraId="775D9297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01B77DB1" w14:textId="050C3A5A" w:rsidR="00AC6E34" w:rsidRPr="00662AC2" w:rsidRDefault="00AC6E34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Para obter a qualificação de </w:t>
            </w:r>
            <w:r w:rsidR="00AA21ED">
              <w:rPr>
                <w:rFonts w:ascii="Verdana Pro Light" w:hAnsi="Verdana Pro Light" w:cstheme="minorHAnsi"/>
                <w:b/>
                <w:sz w:val="18"/>
              </w:rPr>
              <w:t>Operador</w:t>
            </w:r>
            <w:r w:rsidR="00435291">
              <w:rPr>
                <w:rFonts w:ascii="Verdana Pro Light" w:hAnsi="Verdana Pro Light" w:cstheme="minorHAnsi"/>
                <w:b/>
                <w:sz w:val="18"/>
              </w:rPr>
              <w:t>/a de artes Gráficas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, para além das UC Obrigatórias, terão também de ser realizadas UC Opcionais</w:t>
            </w:r>
            <w:r w:rsidR="00616272"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2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</w:t>
            </w:r>
            <w:r w:rsidR="00435291">
              <w:rPr>
                <w:rFonts w:ascii="Verdana Pro Light" w:hAnsi="Verdana Pro Light" w:cstheme="minorHAnsi"/>
                <w:b/>
                <w:sz w:val="18"/>
              </w:rPr>
              <w:t>2</w:t>
            </w:r>
            <w:r w:rsidR="00AA21ED">
              <w:rPr>
                <w:rFonts w:ascii="Verdana Pro Light" w:hAnsi="Verdana Pro Light" w:cstheme="minorHAnsi"/>
                <w:b/>
                <w:sz w:val="18"/>
              </w:rPr>
              <w:t>0</w:t>
            </w:r>
            <w:r w:rsidR="00435291">
              <w:rPr>
                <w:rFonts w:ascii="Verdana Pro Light" w:hAnsi="Verdana Pro Light" w:cstheme="minorHAnsi"/>
                <w:b/>
                <w:sz w:val="18"/>
              </w:rPr>
              <w:t>0 horas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ou ao total de pontos de crédito de</w:t>
            </w:r>
            <w:r w:rsidR="00FF4F58"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="00AA21ED">
              <w:rPr>
                <w:rFonts w:ascii="Verdana Pro Light" w:hAnsi="Verdana Pro Light" w:cstheme="minorHAnsi"/>
                <w:b/>
                <w:sz w:val="18"/>
              </w:rPr>
              <w:t>18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.</w:t>
            </w:r>
          </w:p>
        </w:tc>
      </w:tr>
    </w:tbl>
    <w:p w14:paraId="5BCD99E6" w14:textId="77777777" w:rsidR="00AC6E34" w:rsidRPr="00712C22" w:rsidRDefault="00AC6E34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799604D0" w14:textId="77777777" w:rsidR="00AC6E34" w:rsidRPr="00DA3EB2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612684" w:rsidRPr="00712C22" w14:paraId="380A56D2" w14:textId="77777777" w:rsidTr="00EF41D5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0B438DDC" w14:textId="77777777" w:rsidR="00612684" w:rsidRPr="00712C22" w:rsidRDefault="00612684" w:rsidP="00EF41D5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</w:t>
            </w:r>
            <w:r w:rsidR="006F0B80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UC</w:t>
            </w:r>
            <w:r w:rsidR="006F0B80"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39A5F2C9" w14:textId="77777777" w:rsidR="00E82A9D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  <w:proofErr w:type="gramEnd"/>
          </w:p>
          <w:p w14:paraId="2E5FD5E6" w14:textId="77777777" w:rsidR="00612684" w:rsidRPr="00712C22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2D9D99F8" w14:textId="77777777" w:rsidR="00612684" w:rsidRPr="00712C22" w:rsidRDefault="00612684" w:rsidP="00EF41D5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proofErr w:type="spellEnd"/>
            <w:r w:rsidR="006F0B80"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="006F0B80" w:rsidRPr="00712C22">
              <w:rPr>
                <w:rFonts w:ascii="Verdana Pro Light" w:hAnsi="Verdana Pro Light"/>
                <w:b/>
                <w:smallCaps/>
                <w:sz w:val="18"/>
              </w:rPr>
              <w:t xml:space="preserve">de </w:t>
            </w:r>
            <w:proofErr w:type="spellStart"/>
            <w:r w:rsidR="006F0B80" w:rsidRPr="00712C22">
              <w:rPr>
                <w:rFonts w:ascii="Verdana Pro Light" w:hAnsi="Verdana Pro Light"/>
                <w:b/>
                <w:smallCaps/>
                <w:sz w:val="18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288887" w14:textId="77777777" w:rsidR="00612684" w:rsidRPr="00712C22" w:rsidRDefault="00612684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612684" w:rsidRPr="00712C22" w14:paraId="79BD2FA6" w14:textId="77777777" w:rsidTr="00EF41D5">
        <w:trPr>
          <w:trHeight w:val="316"/>
          <w:jc w:val="center"/>
        </w:trPr>
        <w:tc>
          <w:tcPr>
            <w:tcW w:w="1186" w:type="dxa"/>
            <w:vAlign w:val="center"/>
          </w:tcPr>
          <w:p w14:paraId="7FB17D78" w14:textId="49D8191E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72753DC" w14:textId="77777777" w:rsidR="00612684" w:rsidRPr="00712C22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8"/>
              </w:rPr>
            </w:pPr>
            <w:r w:rsidRPr="00AA21ED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1AC91516" w14:textId="0962853C" w:rsidR="00612684" w:rsidRPr="00234037" w:rsidRDefault="001327F7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376393">
              <w:rPr>
                <w:rFonts w:ascii="Verdana Pro Light" w:hAnsi="Verdana Pro Light"/>
                <w:sz w:val="18"/>
                <w:szCs w:val="18"/>
              </w:rPr>
              <w:t>Produzir um projeto de comunicação gráfica</w:t>
            </w:r>
          </w:p>
        </w:tc>
        <w:tc>
          <w:tcPr>
            <w:tcW w:w="1134" w:type="dxa"/>
            <w:vAlign w:val="center"/>
          </w:tcPr>
          <w:p w14:paraId="2F3AB1A1" w14:textId="4F03C70F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12684" w:rsidRPr="00712C22" w14:paraId="05BF09BB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78BBD60" w14:textId="0E6BEC9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ED0569" w14:textId="66B25A14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</w:t>
            </w:r>
            <w:r w:rsidR="001327F7">
              <w:rPr>
                <w:rFonts w:ascii="Verdana Pro Light" w:hAnsi="Verdana Pro Light" w:cs="Tahoma"/>
                <w:b/>
                <w:sz w:val="18"/>
              </w:rPr>
              <w:t>2</w:t>
            </w:r>
          </w:p>
        </w:tc>
        <w:tc>
          <w:tcPr>
            <w:tcW w:w="6094" w:type="dxa"/>
            <w:vAlign w:val="center"/>
          </w:tcPr>
          <w:p w14:paraId="0DF5589A" w14:textId="51CCD365" w:rsidR="00612684" w:rsidRPr="00234037" w:rsidRDefault="00AA21ED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AA21ED">
              <w:rPr>
                <w:rFonts w:ascii="Verdana Pro Light" w:hAnsi="Verdana Pro Light"/>
                <w:sz w:val="18"/>
                <w:szCs w:val="18"/>
              </w:rPr>
              <w:t>Conceber um projeto de acabamentos</w:t>
            </w:r>
          </w:p>
        </w:tc>
        <w:tc>
          <w:tcPr>
            <w:tcW w:w="1134" w:type="dxa"/>
            <w:vAlign w:val="center"/>
          </w:tcPr>
          <w:p w14:paraId="1854BC0D" w14:textId="5C28EF34" w:rsidR="00612684" w:rsidRPr="00234037" w:rsidRDefault="00F00431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12684" w:rsidRPr="00712C22" w14:paraId="4817B2D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CE4F798" w14:textId="7E9DFFD1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6FB3F96" w14:textId="42A24D05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AA21ED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3</w:t>
            </w:r>
          </w:p>
        </w:tc>
        <w:tc>
          <w:tcPr>
            <w:tcW w:w="6094" w:type="dxa"/>
            <w:vAlign w:val="center"/>
          </w:tcPr>
          <w:p w14:paraId="2FC32E44" w14:textId="58D3AD4B" w:rsidR="00612684" w:rsidRPr="00234037" w:rsidRDefault="00AA21ED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AA21ED">
              <w:rPr>
                <w:rFonts w:ascii="Verdana Pro Light" w:hAnsi="Verdana Pro Light"/>
                <w:sz w:val="18"/>
                <w:szCs w:val="18"/>
              </w:rPr>
              <w:t>Conceber projetos gráficos de imagens bitmap</w:t>
            </w:r>
          </w:p>
        </w:tc>
        <w:tc>
          <w:tcPr>
            <w:tcW w:w="1134" w:type="dxa"/>
            <w:vAlign w:val="center"/>
          </w:tcPr>
          <w:p w14:paraId="6DD2B932" w14:textId="4C37F132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501E36AF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034CFBA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511E272" w14:textId="0893058C" w:rsidR="00612684" w:rsidRPr="000B6869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4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6A28FB04" w14:textId="6607177C" w:rsidR="00612684" w:rsidRPr="00234037" w:rsidRDefault="008B6FD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8B6FD4">
              <w:rPr>
                <w:rFonts w:ascii="Verdana Pro Light" w:hAnsi="Verdana Pro Light"/>
                <w:sz w:val="18"/>
                <w:szCs w:val="18"/>
              </w:rPr>
              <w:t>Paginar publicações</w:t>
            </w:r>
          </w:p>
        </w:tc>
        <w:tc>
          <w:tcPr>
            <w:tcW w:w="1134" w:type="dxa"/>
            <w:vAlign w:val="center"/>
          </w:tcPr>
          <w:p w14:paraId="4132ACDB" w14:textId="5A940449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0D06A75A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224AB58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3CE2BA8" w14:textId="76F67BA9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5</w:t>
            </w:r>
          </w:p>
        </w:tc>
        <w:tc>
          <w:tcPr>
            <w:tcW w:w="6094" w:type="dxa"/>
            <w:vAlign w:val="center"/>
          </w:tcPr>
          <w:p w14:paraId="576D99F5" w14:textId="341281C0" w:rsidR="00612684" w:rsidRPr="00234037" w:rsidRDefault="008B6FD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8B6FD4">
              <w:rPr>
                <w:rFonts w:ascii="Verdana Pro Light" w:hAnsi="Verdana Pro Light"/>
                <w:sz w:val="18"/>
                <w:szCs w:val="18"/>
              </w:rPr>
              <w:t>Criar embalagens</w:t>
            </w:r>
          </w:p>
        </w:tc>
        <w:tc>
          <w:tcPr>
            <w:tcW w:w="1134" w:type="dxa"/>
            <w:vAlign w:val="center"/>
          </w:tcPr>
          <w:p w14:paraId="22B82240" w14:textId="3E80532B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63E232EC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34EE0B7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40FAF17" w14:textId="4E4FD266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6</w:t>
            </w:r>
          </w:p>
        </w:tc>
        <w:tc>
          <w:tcPr>
            <w:tcW w:w="6094" w:type="dxa"/>
            <w:vAlign w:val="center"/>
          </w:tcPr>
          <w:p w14:paraId="38BCBA55" w14:textId="3F7F1A80" w:rsidR="00612684" w:rsidRPr="00234037" w:rsidRDefault="008B6FD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8B6FD4">
              <w:rPr>
                <w:rFonts w:ascii="Verdana Pro Light" w:hAnsi="Verdana Pro Light"/>
                <w:sz w:val="18"/>
                <w:szCs w:val="18"/>
              </w:rPr>
              <w:t>Conceber projetos gráficos para embalagens</w:t>
            </w:r>
          </w:p>
        </w:tc>
        <w:tc>
          <w:tcPr>
            <w:tcW w:w="1134" w:type="dxa"/>
            <w:vAlign w:val="center"/>
          </w:tcPr>
          <w:p w14:paraId="3B451277" w14:textId="7C9AF3B4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1174FE3C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7C883D0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275BAF8" w14:textId="3BDB6B56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7</w:t>
            </w:r>
          </w:p>
        </w:tc>
        <w:tc>
          <w:tcPr>
            <w:tcW w:w="6094" w:type="dxa"/>
            <w:vAlign w:val="center"/>
          </w:tcPr>
          <w:p w14:paraId="5992B866" w14:textId="1E0B254F" w:rsidR="00612684" w:rsidRPr="00234037" w:rsidRDefault="008B6FD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8B6FD4">
              <w:rPr>
                <w:rFonts w:ascii="Verdana Pro Light" w:hAnsi="Verdana Pro Light"/>
                <w:sz w:val="18"/>
                <w:szCs w:val="18"/>
              </w:rPr>
              <w:t>Efetuar impressão em 3D</w:t>
            </w:r>
          </w:p>
        </w:tc>
        <w:tc>
          <w:tcPr>
            <w:tcW w:w="1134" w:type="dxa"/>
            <w:vAlign w:val="center"/>
          </w:tcPr>
          <w:p w14:paraId="6CB90801" w14:textId="3814BC32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1486CB0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049FE9D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B9BD6E" w14:textId="166792B2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8</w:t>
            </w:r>
          </w:p>
        </w:tc>
        <w:tc>
          <w:tcPr>
            <w:tcW w:w="6094" w:type="dxa"/>
            <w:vAlign w:val="center"/>
          </w:tcPr>
          <w:p w14:paraId="0DA4EA20" w14:textId="32835B58" w:rsidR="00612684" w:rsidRPr="00234037" w:rsidRDefault="008B6FD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8B6FD4">
              <w:rPr>
                <w:rFonts w:ascii="Verdana Pro Light" w:hAnsi="Verdana Pro Light"/>
                <w:sz w:val="18"/>
                <w:szCs w:val="18"/>
              </w:rPr>
              <w:t>Efetuar impressão serigráfica</w:t>
            </w:r>
          </w:p>
        </w:tc>
        <w:tc>
          <w:tcPr>
            <w:tcW w:w="1134" w:type="dxa"/>
            <w:vAlign w:val="center"/>
          </w:tcPr>
          <w:p w14:paraId="0AB673D8" w14:textId="3F3D5547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31B9A830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226E5A5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9449D37" w14:textId="60C37BD2" w:rsidR="00612684" w:rsidRPr="00FD7904" w:rsidRDefault="001327F7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5850429C" w14:textId="4CDF5962" w:rsidR="00612684" w:rsidRPr="00234037" w:rsidRDefault="008B6FD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8B6FD4">
              <w:rPr>
                <w:rFonts w:ascii="Verdana Pro Light" w:hAnsi="Verdana Pro Light"/>
                <w:sz w:val="18"/>
                <w:szCs w:val="18"/>
              </w:rPr>
              <w:t>Avaliar o processo de impressão em flexografia</w:t>
            </w:r>
          </w:p>
        </w:tc>
        <w:tc>
          <w:tcPr>
            <w:tcW w:w="1134" w:type="dxa"/>
            <w:vAlign w:val="center"/>
          </w:tcPr>
          <w:p w14:paraId="1A184FCA" w14:textId="2B058B5D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106AD144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A760EEE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E27A3F7" w14:textId="4A49572F" w:rsidR="00612684" w:rsidRPr="00FD7904" w:rsidRDefault="001327F7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31CA1CF6" w14:textId="4A27686C" w:rsidR="00612684" w:rsidRPr="00234037" w:rsidRDefault="008B6FD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8B6FD4">
              <w:rPr>
                <w:rFonts w:ascii="Verdana Pro Light" w:hAnsi="Verdana Pro Light"/>
                <w:sz w:val="18"/>
                <w:szCs w:val="18"/>
              </w:rPr>
              <w:t>Avaliar o processo de impressão em rotogravura</w:t>
            </w:r>
          </w:p>
        </w:tc>
        <w:tc>
          <w:tcPr>
            <w:tcW w:w="1134" w:type="dxa"/>
            <w:vAlign w:val="center"/>
          </w:tcPr>
          <w:p w14:paraId="31C5E83A" w14:textId="4CCD291D" w:rsidR="00612684" w:rsidRPr="00234037" w:rsidRDefault="00561337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766F28" w:rsidRPr="00712C22" w14:paraId="34A51532" w14:textId="77777777" w:rsidTr="00A91C98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02FBDCE" w14:textId="77777777" w:rsidR="00766F28" w:rsidRPr="00234037" w:rsidRDefault="00766F28" w:rsidP="00766F2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2915C95" w14:textId="2E9AC485" w:rsidR="00766F28" w:rsidRPr="00FD7904" w:rsidRDefault="001327F7" w:rsidP="00766F2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1D998451" w14:textId="3487D512" w:rsidR="00766F28" w:rsidRPr="00234037" w:rsidRDefault="00766F28" w:rsidP="00766F28">
            <w:pPr>
              <w:rPr>
                <w:rFonts w:ascii="Verdana Pro Light" w:hAnsi="Verdana Pro Light"/>
                <w:sz w:val="18"/>
                <w:szCs w:val="18"/>
              </w:rPr>
            </w:pPr>
            <w:r w:rsidRPr="00672435">
              <w:rPr>
                <w:rFonts w:ascii="Verdana Pro Light" w:hAnsi="Verdana Pro Light"/>
                <w:sz w:val="18"/>
                <w:szCs w:val="18"/>
                <w:highlight w:val="yellow"/>
              </w:rPr>
              <w:t>Avaliar os direitos de autor, proteção de dados e propriedade industrial</w:t>
            </w:r>
          </w:p>
        </w:tc>
        <w:tc>
          <w:tcPr>
            <w:tcW w:w="1134" w:type="dxa"/>
          </w:tcPr>
          <w:p w14:paraId="2575D625" w14:textId="7B5D97E9" w:rsidR="00766F28" w:rsidRPr="00234037" w:rsidRDefault="00766F28" w:rsidP="00766F2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</w:t>
            </w:r>
            <w:commentRangeStart w:id="2"/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  <w:commentRangeEnd w:id="2"/>
            <w:r>
              <w:rPr>
                <w:rStyle w:val="Refdecomentrio"/>
              </w:rPr>
              <w:commentReference w:id="2"/>
            </w:r>
          </w:p>
        </w:tc>
      </w:tr>
      <w:tr w:rsidR="00766F28" w:rsidRPr="00712C22" w14:paraId="77FD5C3F" w14:textId="77777777" w:rsidTr="00A91C98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C2AEB24" w14:textId="77777777" w:rsidR="00766F28" w:rsidRPr="00234037" w:rsidRDefault="00766F28" w:rsidP="00766F28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58BA4F6" w14:textId="65D5AAE3" w:rsidR="00766F28" w:rsidRPr="00FD7904" w:rsidRDefault="00766F28" w:rsidP="00766F28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2</w:t>
            </w:r>
          </w:p>
        </w:tc>
        <w:tc>
          <w:tcPr>
            <w:tcW w:w="6094" w:type="dxa"/>
            <w:vAlign w:val="center"/>
          </w:tcPr>
          <w:p w14:paraId="694445E2" w14:textId="50AF7485" w:rsidR="00766F28" w:rsidRPr="00234037" w:rsidRDefault="00766F28" w:rsidP="00766F28">
            <w:pPr>
              <w:rPr>
                <w:rFonts w:ascii="Verdana Pro Light" w:hAnsi="Verdana Pro Light"/>
                <w:sz w:val="18"/>
                <w:szCs w:val="18"/>
              </w:rPr>
            </w:pPr>
            <w:r w:rsidRPr="00CF6588">
              <w:rPr>
                <w:rFonts w:ascii="Verdana Pro Light" w:hAnsi="Verdana Pro Light"/>
                <w:sz w:val="18"/>
                <w:szCs w:val="18"/>
                <w:highlight w:val="yellow"/>
              </w:rPr>
              <w:t>Planear a procura de emprego</w:t>
            </w:r>
          </w:p>
        </w:tc>
        <w:tc>
          <w:tcPr>
            <w:tcW w:w="1134" w:type="dxa"/>
          </w:tcPr>
          <w:p w14:paraId="7B39EB1B" w14:textId="44F16B19" w:rsidR="00766F28" w:rsidRPr="00234037" w:rsidRDefault="00766F28" w:rsidP="00766F28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2,</w:t>
            </w:r>
            <w:commentRangeStart w:id="3"/>
            <w:r w:rsidRPr="00183E0A">
              <w:rPr>
                <w:rFonts w:ascii="Verdana Pro Light" w:eastAsia="Arial Unicode MS" w:hAnsi="Verdana Pro Light" w:cs="Arial Unicode MS"/>
                <w:sz w:val="18"/>
                <w:szCs w:val="18"/>
              </w:rPr>
              <w:t>25</w:t>
            </w:r>
            <w:commentRangeEnd w:id="3"/>
            <w:r>
              <w:rPr>
                <w:rStyle w:val="Refdecomentrio"/>
              </w:rPr>
              <w:commentReference w:id="3"/>
            </w:r>
          </w:p>
        </w:tc>
      </w:tr>
      <w:tr w:rsidR="00612684" w:rsidRPr="00712C22" w14:paraId="6674BD2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DC8DD63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DE20C96" w14:textId="7DC1662F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3</w:t>
            </w:r>
          </w:p>
        </w:tc>
        <w:tc>
          <w:tcPr>
            <w:tcW w:w="6094" w:type="dxa"/>
            <w:vAlign w:val="center"/>
          </w:tcPr>
          <w:p w14:paraId="5409A65D" w14:textId="31F00E60" w:rsidR="00612684" w:rsidRPr="00234037" w:rsidRDefault="00FD790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FD7904">
              <w:rPr>
                <w:rFonts w:ascii="Verdana Pro Light" w:hAnsi="Verdana Pro Light"/>
                <w:sz w:val="18"/>
                <w:szCs w:val="18"/>
              </w:rPr>
              <w:t>Criar e desenvolver ideias de negócio</w:t>
            </w:r>
          </w:p>
        </w:tc>
        <w:tc>
          <w:tcPr>
            <w:tcW w:w="1134" w:type="dxa"/>
            <w:vAlign w:val="center"/>
          </w:tcPr>
          <w:p w14:paraId="11402FC1" w14:textId="2E64BA2E" w:rsidR="00612684" w:rsidRPr="00234037" w:rsidRDefault="00FD790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12684" w:rsidRPr="00712C22" w14:paraId="0481089C" w14:textId="77777777" w:rsidTr="00EF41D5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7896A4B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DBF9304" w14:textId="077C6953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4</w:t>
            </w:r>
          </w:p>
        </w:tc>
        <w:tc>
          <w:tcPr>
            <w:tcW w:w="6094" w:type="dxa"/>
            <w:vAlign w:val="center"/>
          </w:tcPr>
          <w:p w14:paraId="1977DD24" w14:textId="66A532A4" w:rsidR="00612684" w:rsidRPr="00234037" w:rsidRDefault="00FD790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FD7904">
              <w:rPr>
                <w:rFonts w:ascii="Verdana Pro Light" w:hAnsi="Verdana Pro Light"/>
                <w:sz w:val="18"/>
                <w:szCs w:val="18"/>
              </w:rPr>
              <w:t>Elaborar o plano de negócios</w:t>
            </w:r>
          </w:p>
        </w:tc>
        <w:tc>
          <w:tcPr>
            <w:tcW w:w="1134" w:type="dxa"/>
            <w:vAlign w:val="center"/>
          </w:tcPr>
          <w:p w14:paraId="266B7C01" w14:textId="23F09407" w:rsidR="00612684" w:rsidRPr="00234037" w:rsidRDefault="00FD790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12684" w:rsidRPr="00712C22" w14:paraId="39F5E5A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533FEC5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6C1AAF4" w14:textId="3E2AEB7D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5</w:t>
            </w:r>
          </w:p>
        </w:tc>
        <w:tc>
          <w:tcPr>
            <w:tcW w:w="6094" w:type="dxa"/>
            <w:vAlign w:val="center"/>
          </w:tcPr>
          <w:p w14:paraId="1EC80EE3" w14:textId="1A6F2A64" w:rsidR="00612684" w:rsidRPr="00234037" w:rsidRDefault="00FD790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FD7904">
              <w:rPr>
                <w:rFonts w:ascii="Verdana Pro Light" w:hAnsi="Verdana Pro Light"/>
                <w:sz w:val="18"/>
                <w:szCs w:val="18"/>
              </w:rPr>
              <w:t>Desenvolver competências pessoais e criativas</w:t>
            </w:r>
          </w:p>
        </w:tc>
        <w:tc>
          <w:tcPr>
            <w:tcW w:w="1134" w:type="dxa"/>
            <w:vAlign w:val="center"/>
          </w:tcPr>
          <w:p w14:paraId="7BEFCF70" w14:textId="3CB32777" w:rsidR="00612684" w:rsidRPr="00234037" w:rsidRDefault="00FD790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52A7A69B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9777210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65F8D1A" w14:textId="7C127392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6</w:t>
            </w:r>
          </w:p>
        </w:tc>
        <w:tc>
          <w:tcPr>
            <w:tcW w:w="6094" w:type="dxa"/>
            <w:vAlign w:val="center"/>
          </w:tcPr>
          <w:p w14:paraId="7AB50E9C" w14:textId="42677B2F" w:rsidR="00612684" w:rsidRPr="00234037" w:rsidRDefault="00FD790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FD7904">
              <w:rPr>
                <w:rFonts w:ascii="Verdana Pro Light" w:hAnsi="Verdana Pro Light"/>
                <w:sz w:val="18"/>
                <w:szCs w:val="18"/>
              </w:rPr>
              <w:t>Aplicar a escrita criativa em contexto profissional</w:t>
            </w:r>
          </w:p>
        </w:tc>
        <w:tc>
          <w:tcPr>
            <w:tcW w:w="1134" w:type="dxa"/>
            <w:vAlign w:val="center"/>
          </w:tcPr>
          <w:p w14:paraId="0EFE73A8" w14:textId="6ADCA96B" w:rsidR="00612684" w:rsidRPr="00234037" w:rsidRDefault="00FD790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tr w:rsidR="00612684" w:rsidRPr="00712C22" w14:paraId="79265D8D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4AF7974" w14:textId="77777777" w:rsidR="00612684" w:rsidRPr="00234037" w:rsidRDefault="00612684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AD31541" w14:textId="7A2968AA" w:rsidR="00612684" w:rsidRPr="00FD7904" w:rsidRDefault="00612684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</w:pPr>
            <w:r w:rsidRPr="00FD7904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1</w:t>
            </w:r>
            <w:r w:rsidR="001327F7">
              <w:rPr>
                <w:rFonts w:ascii="Verdana Pro Light" w:hAnsi="Verdana Pro Light" w:cs="Tahoma"/>
                <w:b/>
                <w:color w:val="C45911" w:themeColor="accent2" w:themeShade="BF"/>
                <w:sz w:val="18"/>
              </w:rPr>
              <w:t>7</w:t>
            </w:r>
          </w:p>
        </w:tc>
        <w:tc>
          <w:tcPr>
            <w:tcW w:w="6094" w:type="dxa"/>
            <w:vAlign w:val="center"/>
          </w:tcPr>
          <w:p w14:paraId="6EE34EB4" w14:textId="0A1B88BA" w:rsidR="00612684" w:rsidRPr="00234037" w:rsidRDefault="00FD7904" w:rsidP="000B6869">
            <w:pPr>
              <w:rPr>
                <w:rFonts w:ascii="Verdana Pro Light" w:hAnsi="Verdana Pro Light"/>
                <w:sz w:val="18"/>
                <w:szCs w:val="18"/>
              </w:rPr>
            </w:pPr>
            <w:r w:rsidRPr="00FD7904">
              <w:rPr>
                <w:rFonts w:ascii="Verdana Pro Light" w:hAnsi="Verdana Pro Light"/>
                <w:sz w:val="18"/>
                <w:szCs w:val="18"/>
              </w:rPr>
              <w:t xml:space="preserve">Aplicar </w:t>
            </w:r>
            <w:proofErr w:type="spellStart"/>
            <w:r w:rsidRPr="00FD7904">
              <w:rPr>
                <w:rFonts w:ascii="Verdana Pro Light" w:hAnsi="Verdana Pro Light"/>
                <w:i/>
                <w:iCs/>
                <w:sz w:val="18"/>
                <w:szCs w:val="18"/>
              </w:rPr>
              <w:t>storytelling</w:t>
            </w:r>
            <w:proofErr w:type="spellEnd"/>
            <w:r w:rsidRPr="00FD7904">
              <w:rPr>
                <w:rFonts w:ascii="Verdana Pro Light" w:hAnsi="Verdana Pro Light"/>
                <w:sz w:val="18"/>
                <w:szCs w:val="18"/>
              </w:rPr>
              <w:t xml:space="preserve"> na comunicação</w:t>
            </w:r>
          </w:p>
        </w:tc>
        <w:tc>
          <w:tcPr>
            <w:tcW w:w="1134" w:type="dxa"/>
            <w:vAlign w:val="center"/>
          </w:tcPr>
          <w:p w14:paraId="214F4568" w14:textId="265114AB" w:rsidR="00612684" w:rsidRPr="00234037" w:rsidRDefault="00FD790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676018">
              <w:rPr>
                <w:rFonts w:ascii="Verdana Pro Light" w:eastAsia="Arial Unicode MS" w:hAnsi="Verdana Pro Light" w:cs="Arial Unicode MS"/>
                <w:sz w:val="18"/>
                <w:szCs w:val="18"/>
              </w:rPr>
              <w:t>2,25</w:t>
            </w:r>
          </w:p>
        </w:tc>
      </w:tr>
      <w:bookmarkEnd w:id="1"/>
      <w:tr w:rsidR="00F510A3" w:rsidRPr="00712C22" w14:paraId="63B1CFAA" w14:textId="77777777" w:rsidTr="00D9424D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790F86C3" w14:textId="77777777" w:rsidR="00F510A3" w:rsidRPr="00234037" w:rsidRDefault="00F510A3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F510A3" w:rsidRPr="00712C22" w14:paraId="207D0172" w14:textId="77777777" w:rsidTr="00430953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37788B18" w14:textId="77777777" w:rsidR="00F510A3" w:rsidRPr="00234037" w:rsidRDefault="006F276D" w:rsidP="006F276D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 xml:space="preserve">Total de pontos de crédito da </w:t>
            </w:r>
            <w:r w:rsidR="0087470B"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componente de formação t</w:t>
            </w: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ecnológica</w:t>
            </w:r>
          </w:p>
        </w:tc>
        <w:tc>
          <w:tcPr>
            <w:tcW w:w="1134" w:type="dxa"/>
            <w:vAlign w:val="center"/>
          </w:tcPr>
          <w:p w14:paraId="267CE57F" w14:textId="039B3D9C" w:rsidR="00F510A3" w:rsidRPr="00234037" w:rsidRDefault="00F00431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101,5</w:t>
            </w:r>
          </w:p>
        </w:tc>
      </w:tr>
    </w:tbl>
    <w:p w14:paraId="1AE44ABE" w14:textId="77777777" w:rsidR="00454866" w:rsidRDefault="00454866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770C4D2C" w14:textId="77777777" w:rsidR="00454866" w:rsidRPr="003D1065" w:rsidRDefault="00454866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6D343ABF" w14:textId="77777777" w:rsidR="00727CAB" w:rsidRDefault="00727CA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327F7" w:rsidRPr="00136AD8" w14:paraId="165C34A4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FBDEA42" w14:textId="77777777" w:rsidR="001327F7" w:rsidRPr="00454866" w:rsidRDefault="001327F7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45486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3D0A525" w14:textId="77777777" w:rsidR="001327F7" w:rsidRPr="00454866" w:rsidRDefault="001327F7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525066">
              <w:rPr>
                <w:rFonts w:ascii="Verdana Pro Light" w:hAnsi="Verdana Pro Light"/>
                <w:b/>
                <w:bCs/>
                <w:color w:val="C45911" w:themeColor="accent2" w:themeShade="BF"/>
                <w:sz w:val="18"/>
                <w:szCs w:val="18"/>
              </w:rPr>
              <w:t>Atuar no contexto das artes gráficas</w:t>
            </w:r>
          </w:p>
        </w:tc>
      </w:tr>
    </w:tbl>
    <w:p w14:paraId="6A5C33E5" w14:textId="77777777" w:rsidR="001327F7" w:rsidRPr="00136AD8" w:rsidRDefault="001327F7" w:rsidP="001327F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E3FBA7F" w14:textId="77777777" w:rsidR="001327F7" w:rsidRDefault="001327F7" w:rsidP="001327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bookmarkStart w:id="4" w:name="_bookmark5"/>
      <w:bookmarkEnd w:id="4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DE27FF7" w14:textId="77777777" w:rsidR="001327F7" w:rsidRPr="003200F2" w:rsidRDefault="001327F7" w:rsidP="001327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1553FAE1" w14:textId="77777777" w:rsidR="001327F7" w:rsidRPr="00136AD8" w:rsidRDefault="001327F7" w:rsidP="001327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327F7" w:rsidRPr="00136AD8" w14:paraId="233B59D1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CC3C8A" w14:textId="77777777" w:rsidR="001327F7" w:rsidRPr="001B353A" w:rsidRDefault="001327F7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327F7" w:rsidRPr="00136AD8" w14:paraId="1B2EAAC4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F17F0B" w14:textId="77777777" w:rsidR="001327F7" w:rsidRPr="008912B5" w:rsidRDefault="001327F7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Pesquisar a história das artes gráficas </w:t>
            </w:r>
          </w:p>
          <w:p w14:paraId="69A393D9" w14:textId="77777777" w:rsidR="001327F7" w:rsidRPr="008912B5" w:rsidRDefault="001327F7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informação relevante </w:t>
            </w:r>
          </w:p>
          <w:p w14:paraId="436BD748" w14:textId="77777777" w:rsidR="001327F7" w:rsidRPr="0008537A" w:rsidRDefault="001327F7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12B5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 Elaborar análise crítica de obras gráficas historicamente significativas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1327F7" w:rsidRPr="00136AD8" w14:paraId="6A13B040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59F139" w14:textId="77777777" w:rsidR="001327F7" w:rsidRPr="001B353A" w:rsidRDefault="001327F7" w:rsidP="00525066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88179C" w14:textId="77777777" w:rsidR="001327F7" w:rsidRPr="001B353A" w:rsidRDefault="001327F7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8FE97D5" w14:textId="77777777" w:rsidR="001327F7" w:rsidRPr="001B353A" w:rsidRDefault="001327F7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327F7" w:rsidRPr="00136AD8" w14:paraId="6C8BE784" w14:textId="77777777" w:rsidTr="001327F7">
        <w:trPr>
          <w:trHeight w:val="113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D7A58" w14:textId="77777777" w:rsidR="001327F7" w:rsidRPr="00842D50" w:rsidRDefault="001327F7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Introdução à história das artes gráficas:</w:t>
            </w:r>
          </w:p>
          <w:p w14:paraId="6D2B3571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ráficas</w:t>
            </w:r>
          </w:p>
          <w:p w14:paraId="2DAE2816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Principais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arcos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istóricos</w:t>
            </w:r>
          </w:p>
          <w:p w14:paraId="0D44AD89" w14:textId="77777777" w:rsidR="001327F7" w:rsidRPr="00842D50" w:rsidRDefault="001327F7" w:rsidP="00525066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Tecnologias e técnicas:</w:t>
            </w:r>
          </w:p>
          <w:p w14:paraId="1EC21692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radicionais</w:t>
            </w:r>
          </w:p>
          <w:p w14:paraId="16E8A28D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Revolução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ndustrial e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 i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mprensa</w:t>
            </w:r>
          </w:p>
          <w:p w14:paraId="75B0C7F2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Desenvolvimentos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ecnológicos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610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ecentes</w:t>
            </w:r>
          </w:p>
          <w:p w14:paraId="19F38F1E" w14:textId="77777777" w:rsidR="001327F7" w:rsidRPr="00842D50" w:rsidRDefault="001327F7" w:rsidP="00525066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Meios de comunicação e mercado:</w:t>
            </w:r>
          </w:p>
          <w:p w14:paraId="2FC643A6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Aplicações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ráticas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das artes gráficas</w:t>
            </w:r>
          </w:p>
          <w:p w14:paraId="641DF14C" w14:textId="77777777" w:rsidR="001327F7" w:rsidRPr="00C74134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Mercado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tual</w:t>
            </w:r>
          </w:p>
          <w:p w14:paraId="6BBEE113" w14:textId="77777777" w:rsidR="001327F7" w:rsidRPr="00842D50" w:rsidRDefault="001327F7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Estilos e movimentos artísticos:</w:t>
            </w:r>
          </w:p>
          <w:p w14:paraId="14CD8865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Principais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ovimentos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rtístico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2BF65326" w14:textId="77777777" w:rsidR="001327F7" w:rsidRPr="00C74134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Design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ráfico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1015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ontemporâneo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0A515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 xml:space="preserve">Caracterizar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termo “artes gráficas”</w:t>
            </w:r>
          </w:p>
          <w:p w14:paraId="7C29ED05" w14:textId="77777777" w:rsidR="001327F7" w:rsidRPr="00525066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a ação do técnico de artes gráficas</w:t>
            </w:r>
          </w:p>
          <w:p w14:paraId="6F76C336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os </w:t>
            </w:r>
            <w:r w:rsidRPr="00C431D2">
              <w:rPr>
                <w:rFonts w:ascii="Verdana Pro Light" w:eastAsia="Arial Unicode MS" w:hAnsi="Verdana Pro Light" w:cs="Arial Unicode MS"/>
                <w:sz w:val="18"/>
                <w:szCs w:val="18"/>
              </w:rPr>
              <w:t>eventos e desenvolvimentos que influenciaram as artes gráficas ao longo 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C431D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tempo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</w:p>
          <w:p w14:paraId="3A2BEC1F" w14:textId="77777777" w:rsidR="001327F7" w:rsidRPr="00525066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evolução das tecnologias e técnicas nas artes gráficas</w:t>
            </w:r>
          </w:p>
          <w:p w14:paraId="420E44B1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Caracterizar as aplicações práticas das artes gráficas no mercado atual</w:t>
            </w:r>
          </w:p>
          <w:p w14:paraId="386E1590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Relacionar movimentos artísticos com a evolução das artes 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23E184A" w14:textId="77777777" w:rsidR="001327F7" w:rsidRPr="00C74134" w:rsidRDefault="001327F7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36CD10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7865B427" w14:textId="77777777" w:rsidR="001327F7" w:rsidRDefault="001327F7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0BD3819" w14:textId="77777777" w:rsidR="001327F7" w:rsidRDefault="001327F7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261E01B5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68344283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37E8798D" w14:textId="77777777" w:rsidR="001327F7" w:rsidRPr="000173C0" w:rsidRDefault="001327F7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E3DB63A" w14:textId="77777777" w:rsidR="001327F7" w:rsidRDefault="001327F7" w:rsidP="001327F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084B1E7" w14:textId="77777777" w:rsidR="001327F7" w:rsidRPr="00F87025" w:rsidRDefault="001327F7" w:rsidP="001327F7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DA9B4CB" w14:textId="77777777" w:rsidR="001327F7" w:rsidRPr="00525066" w:rsidRDefault="001327F7" w:rsidP="001327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b/>
          <w:bCs/>
          <w:color w:val="000000" w:themeColor="text1"/>
          <w:sz w:val="18"/>
          <w:szCs w:val="18"/>
        </w:rPr>
      </w:pPr>
      <w:r w:rsidRPr="00525066">
        <w:rPr>
          <w:rFonts w:ascii="Verdana Pro Light" w:hAnsi="Verdana Pro Light"/>
          <w:b/>
          <w:bCs/>
          <w:sz w:val="18"/>
          <w:szCs w:val="18"/>
        </w:rPr>
        <w:t>Atuar no contexto das artes gráficas</w:t>
      </w:r>
      <w:r w:rsidRPr="00525066">
        <w:rPr>
          <w:rFonts w:ascii="Verdana Pro Light" w:eastAsia="Arial Unicode MS" w:hAnsi="Verdana Pro Light" w:cs="Arial Unicode MS"/>
          <w:b/>
          <w:bCs/>
          <w:color w:val="000000" w:themeColor="text1"/>
          <w:sz w:val="18"/>
          <w:szCs w:val="18"/>
        </w:rPr>
        <w:t>:</w:t>
      </w:r>
    </w:p>
    <w:p w14:paraId="2289D3B2" w14:textId="77777777" w:rsidR="001327F7" w:rsidRPr="0064164C" w:rsidRDefault="001327F7" w:rsidP="001327F7">
      <w:pPr>
        <w:spacing w:before="120" w:after="0" w:line="276" w:lineRule="auto"/>
        <w:ind w:left="142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Reconhecendo o papel que compete ao técnico de artes gráficas </w:t>
      </w:r>
    </w:p>
    <w:p w14:paraId="1C8B288F" w14:textId="77777777" w:rsidR="001327F7" w:rsidRDefault="001327F7" w:rsidP="001327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Revelando conhecer os principais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eventos e desenvolvimentos que influenciaram as artes gráficas ao longo do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tempo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tendo em conta a evolução das técnicas e tecnologias</w:t>
      </w:r>
    </w:p>
    <w:p w14:paraId="219FC813" w14:textId="77777777" w:rsidR="001327F7" w:rsidRDefault="001327F7" w:rsidP="001327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Fazendo uma análise crítica de uma obra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 historicamente significativa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influências dos movimentos artísticos e das tecnologias</w:t>
      </w:r>
    </w:p>
    <w:p w14:paraId="09CB3761" w14:textId="77777777" w:rsidR="001327F7" w:rsidRPr="00136AD8" w:rsidRDefault="001327F7" w:rsidP="001327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41839BC" w14:textId="77777777" w:rsidR="001327F7" w:rsidRPr="00F87025" w:rsidRDefault="001327F7" w:rsidP="001327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06BD5A9" w14:textId="77777777" w:rsidR="001327F7" w:rsidRPr="00CD4CF0" w:rsidRDefault="001327F7" w:rsidP="001327F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03F0919C" w14:textId="77777777" w:rsidR="001327F7" w:rsidRPr="00984B30" w:rsidRDefault="001327F7" w:rsidP="001327F7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</w:p>
    <w:p w14:paraId="3F0EBFA6" w14:textId="77777777" w:rsidR="001327F7" w:rsidRPr="00F87025" w:rsidRDefault="001327F7" w:rsidP="001327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3DB2310" w14:textId="77777777" w:rsidR="001327F7" w:rsidRDefault="001327F7" w:rsidP="001327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78DCFBE5" w14:textId="77777777" w:rsidR="001327F7" w:rsidRPr="00D743B2" w:rsidRDefault="001327F7" w:rsidP="001327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743B2">
        <w:rPr>
          <w:rFonts w:ascii="Verdana Pro Light" w:eastAsia="Arial Unicode MS" w:hAnsi="Verdana Pro Light" w:cs="Arial Unicode MS"/>
          <w:sz w:val="18"/>
          <w:szCs w:val="18"/>
        </w:rPr>
        <w:t>Ferramentas digitais de edição de texto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50B86D49" w14:textId="77777777" w:rsidR="001327F7" w:rsidRPr="00C34354" w:rsidRDefault="001327F7" w:rsidP="001327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4E457557" w14:textId="77777777" w:rsidR="001327F7" w:rsidRDefault="001327F7" w:rsidP="001327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historicamente significativa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</w:p>
    <w:p w14:paraId="623E595D" w14:textId="5ADA0429" w:rsidR="001327F7" w:rsidRPr="001327F7" w:rsidRDefault="001327F7" w:rsidP="001327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 w:rsidRPr="001327F7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CF73ABA" w14:textId="77777777" w:rsidR="001327F7" w:rsidRPr="00454866" w:rsidRDefault="001327F7" w:rsidP="001327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394A14E" w14:textId="77777777" w:rsidR="001327F7" w:rsidRPr="00C34354" w:rsidRDefault="001327F7" w:rsidP="001327F7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7FCD57F" w14:textId="77777777" w:rsidR="001327F7" w:rsidRDefault="001327F7" w:rsidP="001327F7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artes gráficas e à sua evolução ao longo dos tempos;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sobre o tema e estudo de casos com recurso a análise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historicamente significativa</w:t>
      </w:r>
      <w:r>
        <w:rPr>
          <w:rFonts w:ascii="Verdana Pro Light" w:eastAsia="Arial Unicode MS" w:hAnsi="Verdana Pro Light" w:cs="Arial Unicode MS"/>
          <w:sz w:val="18"/>
          <w:szCs w:val="18"/>
        </w:rPr>
        <w:t>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99750C3" w14:textId="77777777" w:rsidR="001327F7" w:rsidRPr="00454866" w:rsidRDefault="001327F7" w:rsidP="001327F7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454866">
        <w:rPr>
          <w:rFonts w:ascii="Verdana Pro Light" w:hAnsi="Verdana Pro Light"/>
          <w:smallCaps/>
        </w:rPr>
        <w:t>forma de organização da formação (a distância, presencial, misto):</w:t>
      </w:r>
      <w:r w:rsidRPr="00454866">
        <w:rPr>
          <w:rFonts w:ascii="Verdana Pro Light" w:hAnsi="Verdana Pro Light"/>
          <w:smallCaps/>
        </w:rPr>
        <w:br/>
      </w:r>
      <w:r w:rsidRPr="00454866">
        <w:rPr>
          <w:rFonts w:ascii="Verdana Pro Light" w:eastAsia="Arial Unicode MS" w:hAnsi="Verdana Pro Light" w:cs="Arial Unicode MS"/>
          <w:sz w:val="18"/>
          <w:szCs w:val="18"/>
        </w:rPr>
        <w:t>Esta UC pode assumir qualquer um dos três tipos de organização da formação</w:t>
      </w:r>
    </w:p>
    <w:p w14:paraId="2C107E98" w14:textId="77777777" w:rsidR="00727CAB" w:rsidRPr="00051C79" w:rsidRDefault="00727CAB" w:rsidP="00454866">
      <w:pPr>
        <w:spacing w:before="120" w:after="0" w:line="276" w:lineRule="auto"/>
        <w:rPr>
          <w:rFonts w:ascii="Verdana Pro Light" w:hAnsi="Verdana Pro Light"/>
          <w:smallCaps/>
        </w:rPr>
      </w:pPr>
    </w:p>
    <w:p w14:paraId="0FD54AF7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5D910A" w14:textId="77777777" w:rsidR="008B6FD4" w:rsidRDefault="004F11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B6FD4" w:rsidRPr="00136AD8" w14:paraId="29A99FB0" w14:textId="77777777" w:rsidTr="0086736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6920498" w14:textId="77777777" w:rsidR="008B6FD4" w:rsidRPr="002A7235" w:rsidRDefault="008B6FD4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A7235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AC744DC" w14:textId="5F96999C" w:rsidR="008B6FD4" w:rsidRPr="002A7235" w:rsidRDefault="008B6FD4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2A7235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Avaliar</w:t>
            </w:r>
            <w:r w:rsidR="001327F7" w:rsidRPr="002A7235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/monitorizar</w:t>
            </w:r>
            <w:r w:rsidRPr="002A7235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processos de impressão e acabamentos</w:t>
            </w:r>
          </w:p>
        </w:tc>
      </w:tr>
    </w:tbl>
    <w:p w14:paraId="2FD1ED71" w14:textId="77777777" w:rsidR="008B6FD4" w:rsidRPr="00136AD8" w:rsidRDefault="008B6FD4" w:rsidP="008B6FD4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36C58D8" w14:textId="77777777" w:rsidR="008B6FD4" w:rsidRDefault="008B6FD4" w:rsidP="008B6FD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E993540" w14:textId="77777777" w:rsidR="008B6FD4" w:rsidRPr="003200F2" w:rsidRDefault="008B6FD4" w:rsidP="008B6FD4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39BC4DAD" w14:textId="77777777" w:rsidR="008B6FD4" w:rsidRPr="00136AD8" w:rsidRDefault="008B6FD4" w:rsidP="008B6FD4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B6FD4" w:rsidRPr="00136AD8" w14:paraId="04DCE56D" w14:textId="77777777" w:rsidTr="0086736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FCB5F3" w14:textId="77777777" w:rsidR="008B6FD4" w:rsidRPr="001B353A" w:rsidRDefault="008B6FD4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B6FD4" w:rsidRPr="00136AD8" w14:paraId="6ADD66D6" w14:textId="77777777" w:rsidTr="0086736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31BCA9" w14:textId="7172FCAD" w:rsidR="00BD6490" w:rsidRPr="001979C5" w:rsidRDefault="00BD6490" w:rsidP="00BD64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Verificar os procedimentos para as estratégias de seleção do tipo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impressão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acabamentos</w:t>
            </w:r>
          </w:p>
          <w:p w14:paraId="761F5C88" w14:textId="77777777" w:rsidR="00BD6490" w:rsidRPr="001979C5" w:rsidRDefault="00BD6490" w:rsidP="00BD649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Verificar os procedimentos para o controle de qualidade e resolução de problemas </w:t>
            </w:r>
          </w:p>
          <w:p w14:paraId="25272C5B" w14:textId="2C2DD601" w:rsidR="008B6FD4" w:rsidRPr="0008537A" w:rsidRDefault="00BD6490" w:rsidP="00BD64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Elaborar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um relatório de observação de casos de estudo de projetos gráficos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8B6FD4" w:rsidRPr="00136AD8" w14:paraId="4B64366F" w14:textId="77777777" w:rsidTr="0086736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BF2065" w14:textId="77777777" w:rsidR="008B6FD4" w:rsidRPr="001B353A" w:rsidRDefault="008B6FD4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4A97E3" w14:textId="77777777" w:rsidR="008B6FD4" w:rsidRPr="001B353A" w:rsidRDefault="008B6FD4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5B1A719" w14:textId="77777777" w:rsidR="008B6FD4" w:rsidRPr="001B353A" w:rsidRDefault="008B6FD4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B6FD4" w:rsidRPr="00136AD8" w14:paraId="5F52A7D0" w14:textId="77777777" w:rsidTr="00867365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CC9D0" w14:textId="77777777" w:rsidR="00BD6490" w:rsidRPr="00842D50" w:rsidRDefault="00BD6490" w:rsidP="00BD64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F3B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2F3B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4D6EC22" w14:textId="77777777" w:rsidR="00BD6490" w:rsidRDefault="00BD6490" w:rsidP="00BD64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características, i</w:t>
            </w:r>
            <w:r w:rsidRPr="002F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mportância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finalidade</w:t>
            </w:r>
          </w:p>
          <w:p w14:paraId="1C2941CE" w14:textId="0ADA66EB" w:rsidR="000775AE" w:rsidRDefault="000775AE" w:rsidP="000775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características e finalidades</w:t>
            </w:r>
          </w:p>
          <w:p w14:paraId="5527BC0F" w14:textId="77777777" w:rsidR="00BD6490" w:rsidRPr="00842D50" w:rsidRDefault="00BD6490" w:rsidP="00BD6490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9622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</w:t>
            </w:r>
            <w:r w:rsidRPr="0059622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cabamento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0667B17" w14:textId="77777777" w:rsidR="00BD6490" w:rsidRDefault="00BD6490" w:rsidP="00BD64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F3B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</w:t>
            </w:r>
          </w:p>
          <w:p w14:paraId="268D13EC" w14:textId="77777777" w:rsidR="00BD6490" w:rsidRDefault="00BD6490" w:rsidP="00BD64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962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Impacto estético e funcional dos acabamentos</w:t>
            </w:r>
          </w:p>
          <w:p w14:paraId="0D42143D" w14:textId="77777777" w:rsidR="00BD6490" w:rsidRDefault="00BD6490" w:rsidP="00BD64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acabamentos, características e finalidades</w:t>
            </w:r>
          </w:p>
          <w:p w14:paraId="35D8D514" w14:textId="77777777" w:rsidR="00BD6490" w:rsidRPr="002F3B3F" w:rsidRDefault="00BD6490" w:rsidP="00BD64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2F3B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Estratégias de seleção:</w:t>
            </w:r>
          </w:p>
          <w:p w14:paraId="5A7326C6" w14:textId="77777777" w:rsidR="00BD6490" w:rsidRDefault="00BD6490" w:rsidP="00BD64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de projetos gráficos</w:t>
            </w:r>
          </w:p>
          <w:p w14:paraId="0EA350DA" w14:textId="77777777" w:rsidR="00BD6490" w:rsidRDefault="00BD6490" w:rsidP="00BD64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Requisitos técnicos</w:t>
            </w:r>
          </w:p>
          <w:p w14:paraId="2A616349" w14:textId="77777777" w:rsidR="00BD6490" w:rsidRPr="0082071E" w:rsidRDefault="00BD6490" w:rsidP="00BD64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Sustentabilidade</w:t>
            </w:r>
          </w:p>
          <w:p w14:paraId="752AA1D0" w14:textId="77777777" w:rsidR="00BD6490" w:rsidRPr="002F3B3F" w:rsidRDefault="00BD6490" w:rsidP="00BD6490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Controle de qualidade e resolução de problemas</w:t>
            </w:r>
            <w:r w:rsidRPr="002F3B3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F8E8E89" w14:textId="77777777" w:rsidR="00BD6490" w:rsidRDefault="00BD6490" w:rsidP="00BD64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Avaliação do resultado do processo de produção</w:t>
            </w:r>
          </w:p>
          <w:p w14:paraId="7690AC9D" w14:textId="77777777" w:rsidR="000775AE" w:rsidRDefault="00BD6490" w:rsidP="000775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07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de ve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8207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ificação</w:t>
            </w:r>
          </w:p>
          <w:p w14:paraId="7C0C6C50" w14:textId="038092E9" w:rsidR="008B6FD4" w:rsidRPr="000775AE" w:rsidRDefault="00BD6490" w:rsidP="000775A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75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Problemas comuns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A0EE4" w14:textId="77777777" w:rsidR="002A7235" w:rsidRDefault="002A7235" w:rsidP="008B6F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contexto histórico e a evolução tecnológica dos processos de impressão e acabamentos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C139005" w14:textId="2C3BF118" w:rsidR="008B6FD4" w:rsidRDefault="00BD6490" w:rsidP="008B6F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8B6F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diferentes processos de impressão e acabamentos</w:t>
            </w:r>
          </w:p>
          <w:p w14:paraId="2588FFE9" w14:textId="77777777" w:rsidR="008B6FD4" w:rsidRDefault="008B6FD4" w:rsidP="008B6F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as vantagens e desvantagens de cada um dos diferentes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processos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acabamentos</w:t>
            </w:r>
          </w:p>
          <w:p w14:paraId="13CE5D4C" w14:textId="77777777" w:rsidR="008B6FD4" w:rsidRPr="001665B2" w:rsidRDefault="008B6FD4" w:rsidP="008B6F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Relacionar os processos de impressão</w:t>
            </w:r>
            <w:r w:rsidRPr="001665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acabamento </w:t>
            </w:r>
            <w:r w:rsidRPr="001665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 a finalidade do produto gráfico.</w:t>
            </w:r>
          </w:p>
          <w:p w14:paraId="6EDDE34E" w14:textId="77777777" w:rsidR="008B6FD4" w:rsidRDefault="008B6FD4" w:rsidP="008B6F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665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Produzir pareceres técnicos de acompanhamento de produção gráfica</w:t>
            </w:r>
          </w:p>
          <w:p w14:paraId="5166181A" w14:textId="77777777" w:rsidR="008B6FD4" w:rsidRDefault="008B6FD4" w:rsidP="008B6F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técnicas de impressão e acabamento</w:t>
            </w:r>
          </w:p>
          <w:p w14:paraId="54B78585" w14:textId="24ABBFD5" w:rsidR="008B6FD4" w:rsidRPr="00C336FC" w:rsidRDefault="002A7235" w:rsidP="008B6F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Escolhe</w:t>
            </w:r>
            <w:r w:rsidR="008B6F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 os materiais para cada tipo de impressão e acabamento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2907A" w14:textId="77777777" w:rsidR="00BD6490" w:rsidRDefault="00BD6490" w:rsidP="00BD64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3CD8B55" w14:textId="77777777" w:rsidR="00BD6490" w:rsidRDefault="00BD6490" w:rsidP="00BD64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5F67351C" w14:textId="77777777" w:rsidR="00BD6490" w:rsidRPr="001C6BEA" w:rsidRDefault="00BD6490" w:rsidP="00BD6490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156D6F55" w14:textId="77777777" w:rsidR="00BD6490" w:rsidRDefault="00BD6490" w:rsidP="00BD649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6C1AE867" w14:textId="77777777" w:rsidR="008B6FD4" w:rsidRPr="000173C0" w:rsidRDefault="008B6FD4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0FCB2CE" w14:textId="77777777" w:rsidR="008B6FD4" w:rsidRDefault="008B6FD4" w:rsidP="008B6FD4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9642CF3" w14:textId="77777777" w:rsidR="008B6FD4" w:rsidRPr="00F87025" w:rsidRDefault="008B6FD4" w:rsidP="008B6FD4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31D5540" w14:textId="77777777" w:rsidR="008B6FD4" w:rsidRDefault="008B6FD4" w:rsidP="008B6FD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655B8B">
        <w:rPr>
          <w:rFonts w:ascii="Verdana Pro Light" w:eastAsia="Arial Unicode MS" w:hAnsi="Verdana Pro Light" w:cs="Times New Roman"/>
          <w:b/>
          <w:sz w:val="18"/>
          <w:szCs w:val="18"/>
        </w:rPr>
        <w:t>Avaliar processos de impressão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774B47C" w14:textId="4B24974F" w:rsidR="00BD6490" w:rsidRPr="00BE790C" w:rsidRDefault="00BD6490" w:rsidP="00BD649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>CD1</w:t>
      </w:r>
      <w:bookmarkStart w:id="5" w:name="_Hlk157679759"/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. Caracterizando os diferentes </w:t>
      </w:r>
      <w:r>
        <w:rPr>
          <w:rFonts w:ascii="Verdana Pro Light" w:eastAsia="Arial Unicode MS" w:hAnsi="Verdana Pro Light" w:cs="Arial Unicode MS"/>
          <w:sz w:val="18"/>
          <w:szCs w:val="18"/>
        </w:rPr>
        <w:t>processos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acabamentos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características e finalidades de cada um </w:t>
      </w:r>
    </w:p>
    <w:p w14:paraId="433CB690" w14:textId="77777777" w:rsidR="00BD6490" w:rsidRPr="00BE790C" w:rsidRDefault="00BD6490" w:rsidP="00BD649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Aplicando 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os </w:t>
      </w:r>
      <w:r>
        <w:rPr>
          <w:rFonts w:ascii="Verdana Pro Light" w:eastAsia="Arial Unicode MS" w:hAnsi="Verdana Pro Light" w:cs="Arial Unicode MS"/>
          <w:sz w:val="18"/>
          <w:szCs w:val="18"/>
        </w:rPr>
        <w:t>procedimentos de seleção tendo em conta a finalidade do projeto gráfico e os seus requisitos técnicos</w:t>
      </w:r>
    </w:p>
    <w:p w14:paraId="0B349107" w14:textId="77777777" w:rsidR="00BD6490" w:rsidRPr="00BE790C" w:rsidRDefault="00BD6490" w:rsidP="00BD649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>CD3.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fetuando 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os </w:t>
      </w:r>
      <w:r>
        <w:rPr>
          <w:rFonts w:ascii="Verdana Pro Light" w:eastAsia="Arial Unicode MS" w:hAnsi="Verdana Pro Light" w:cs="Arial Unicode MS"/>
          <w:sz w:val="18"/>
          <w:szCs w:val="18"/>
        </w:rPr>
        <w:t>procedimentos de controle de qualidade e resolução de problemas tendo em conta as técnicas e tecnologias de produção gráfica</w:t>
      </w:r>
    </w:p>
    <w:p w14:paraId="00F27298" w14:textId="6D3E7609" w:rsidR="008B6FD4" w:rsidRPr="00BD6490" w:rsidRDefault="00BD6490" w:rsidP="00BD649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>
        <w:rPr>
          <w:rFonts w:ascii="Verdana Pro Light" w:eastAsia="Arial Unicode MS" w:hAnsi="Verdana Pro Light" w:cs="Arial Unicode MS"/>
          <w:sz w:val="18"/>
          <w:szCs w:val="18"/>
        </w:rPr>
        <w:t>Justificando no relatório de observação dos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 casos de estudo em análise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, a escolha dos processos de impressão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acabamentos </w:t>
      </w:r>
      <w:r>
        <w:rPr>
          <w:rFonts w:ascii="Verdana Pro Light" w:eastAsia="Arial Unicode MS" w:hAnsi="Verdana Pro Light" w:cs="Arial Unicode MS"/>
          <w:sz w:val="18"/>
          <w:szCs w:val="18"/>
        </w:rPr>
        <w:t>considerando a finalidade do projeto gráfico, os requisitos técnicos e as técnicas e tecnologias de produção gráfica</w:t>
      </w:r>
      <w:bookmarkEnd w:id="5"/>
    </w:p>
    <w:p w14:paraId="7022D93A" w14:textId="77777777" w:rsidR="008B6FD4" w:rsidRPr="00136AD8" w:rsidRDefault="008B6FD4" w:rsidP="008B6FD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F48621" w14:textId="77777777" w:rsidR="008B6FD4" w:rsidRPr="00F87025" w:rsidRDefault="008B6FD4" w:rsidP="008B6FD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6CA48F9" w14:textId="77777777" w:rsidR="008B6FD4" w:rsidRPr="00CD4CF0" w:rsidRDefault="008B6FD4" w:rsidP="008B6FD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295E6002" w14:textId="77777777" w:rsidR="008B6FD4" w:rsidRPr="00984B30" w:rsidRDefault="008B6FD4" w:rsidP="008B6FD4">
      <w:pPr>
        <w:pStyle w:val="PargrafodaLista"/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496079E" w14:textId="77777777" w:rsidR="008B6FD4" w:rsidRPr="00F87025" w:rsidRDefault="008B6FD4" w:rsidP="008B6FD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59D6326" w14:textId="77777777" w:rsidR="00BD6490" w:rsidRDefault="00BD6490" w:rsidP="00BD649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1F1929A" w14:textId="77777777" w:rsidR="00BD6490" w:rsidRPr="004B5669" w:rsidRDefault="00BD6490" w:rsidP="00BD649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B5669"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</w:t>
      </w:r>
      <w:r>
        <w:rPr>
          <w:rFonts w:ascii="Verdana Pro Light" w:eastAsia="Arial Unicode MS" w:hAnsi="Verdana Pro Light" w:cs="Arial Unicode MS"/>
          <w:sz w:val="18"/>
          <w:szCs w:val="18"/>
        </w:rPr>
        <w:t>de texto</w:t>
      </w:r>
    </w:p>
    <w:p w14:paraId="0B920A12" w14:textId="77777777" w:rsidR="00BD6490" w:rsidRDefault="00BD6490" w:rsidP="00BD649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7C990C22" w14:textId="59CFBA6E" w:rsidR="00BD6490" w:rsidRPr="00A92466" w:rsidRDefault="00BD6490" w:rsidP="00BD649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Exemplos de obras gráficas relevantes para a análise dos processos de impressão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acabamentos</w:t>
      </w:r>
    </w:p>
    <w:p w14:paraId="16736C04" w14:textId="77777777" w:rsidR="00BD6490" w:rsidRPr="006509D7" w:rsidRDefault="00BD6490" w:rsidP="00BD6490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5EC0746" w14:textId="77777777" w:rsidR="008B6FD4" w:rsidRPr="00F87025" w:rsidRDefault="008B6FD4" w:rsidP="008B6FD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F1375A2" w14:textId="77777777" w:rsidR="00BD6490" w:rsidRPr="00C34354" w:rsidRDefault="00BD6490" w:rsidP="00BD6490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5894C8E0" w14:textId="341FF5AB" w:rsidR="00BD6490" w:rsidRPr="00BE790C" w:rsidRDefault="00BD6490" w:rsidP="00BD6490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para a explicitação dos conceitos associado </w:t>
      </w:r>
      <w:r>
        <w:rPr>
          <w:rFonts w:ascii="Verdana Pro Light" w:eastAsia="Arial Unicode MS" w:hAnsi="Verdana Pro Light" w:cs="Arial Unicode MS"/>
          <w:sz w:val="18"/>
          <w:szCs w:val="18"/>
        </w:rPr>
        <w:t>aos processos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acabamentos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>; ativo com recurso a pesquisa individual ou de grupo e ainda o debate ou discussão orientada sobre o tema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 estudo de casos com recurso a análise de obras gráficas relevantes no que respeita a produção gráfica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visitas a gráficas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EEB317C" w14:textId="77777777" w:rsidR="00BD6490" w:rsidRPr="00FB2AC5" w:rsidRDefault="00BD6490" w:rsidP="00BD6490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FB2AC5">
        <w:rPr>
          <w:rFonts w:ascii="Verdana Pro Light" w:hAnsi="Verdana Pro Light"/>
          <w:smallCaps/>
        </w:rPr>
        <w:t>forma de organização da formação (a distância, presencial, misto):</w:t>
      </w:r>
      <w:r w:rsidRPr="00FB2AC5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4A98C9F" w14:textId="60FC6939" w:rsidR="004F117D" w:rsidRDefault="004F117D">
      <w:pPr>
        <w:rPr>
          <w:rFonts w:ascii="Verdana Pro Light" w:hAnsi="Verdana Pro Light"/>
          <w:smallCaps/>
        </w:rPr>
      </w:pPr>
    </w:p>
    <w:p w14:paraId="58DE1AAF" w14:textId="77777777" w:rsidR="008B6FD4" w:rsidRDefault="008B6FD4">
      <w:pPr>
        <w:rPr>
          <w:rFonts w:ascii="Verdana Pro Light" w:hAnsi="Verdana Pro Light"/>
          <w:smallCaps/>
        </w:rPr>
      </w:pPr>
    </w:p>
    <w:p w14:paraId="6CAC0E8C" w14:textId="77777777" w:rsidR="008B6FD4" w:rsidRDefault="008B6FD4">
      <w:pPr>
        <w:rPr>
          <w:rFonts w:ascii="Verdana Pro Light" w:hAnsi="Verdana Pro Light"/>
          <w:smallCaps/>
        </w:rPr>
      </w:pPr>
    </w:p>
    <w:p w14:paraId="486D7A28" w14:textId="77777777" w:rsidR="008B6FD4" w:rsidRDefault="008B6FD4">
      <w:pPr>
        <w:rPr>
          <w:rFonts w:ascii="Verdana Pro Light" w:hAnsi="Verdana Pro Light"/>
          <w:smallCaps/>
        </w:rPr>
      </w:pPr>
    </w:p>
    <w:p w14:paraId="718F0CC3" w14:textId="77777777" w:rsidR="008B6FD4" w:rsidRDefault="008B6FD4">
      <w:pPr>
        <w:rPr>
          <w:rFonts w:ascii="Verdana Pro Light" w:hAnsi="Verdana Pro Light"/>
          <w:smallCaps/>
        </w:rPr>
      </w:pPr>
    </w:p>
    <w:p w14:paraId="75780AA4" w14:textId="77777777" w:rsidR="008B6FD4" w:rsidRDefault="008B6FD4">
      <w:pPr>
        <w:rPr>
          <w:rFonts w:ascii="Verdana Pro Light" w:hAnsi="Verdana Pro Light"/>
          <w:smallCaps/>
        </w:rPr>
      </w:pPr>
    </w:p>
    <w:p w14:paraId="5BCF30C7" w14:textId="77777777" w:rsidR="008B6FD4" w:rsidRDefault="008B6FD4">
      <w:pPr>
        <w:rPr>
          <w:rFonts w:ascii="Verdana Pro Light" w:hAnsi="Verdana Pro Light"/>
          <w:smallCaps/>
        </w:rPr>
      </w:pPr>
    </w:p>
    <w:p w14:paraId="2F8F83FA" w14:textId="77777777" w:rsidR="008B6FD4" w:rsidRDefault="008B6FD4">
      <w:pPr>
        <w:rPr>
          <w:rFonts w:ascii="Verdana Pro Light" w:hAnsi="Verdana Pro Light"/>
          <w:smallCaps/>
        </w:rPr>
      </w:pPr>
    </w:p>
    <w:p w14:paraId="795696BB" w14:textId="77777777" w:rsidR="008B6FD4" w:rsidRDefault="008B6FD4">
      <w:pPr>
        <w:rPr>
          <w:rFonts w:ascii="Verdana Pro Light" w:hAnsi="Verdana Pro Light"/>
          <w:smallCaps/>
        </w:rPr>
      </w:pPr>
    </w:p>
    <w:p w14:paraId="2C351D6D" w14:textId="77777777" w:rsidR="008B6FD4" w:rsidRDefault="008B6FD4">
      <w:pPr>
        <w:rPr>
          <w:rFonts w:ascii="Verdana Pro Light" w:hAnsi="Verdana Pro Light"/>
          <w:smallCaps/>
        </w:rPr>
      </w:pPr>
    </w:p>
    <w:p w14:paraId="559B3737" w14:textId="77777777" w:rsidR="008B6FD4" w:rsidRDefault="008B6FD4">
      <w:pPr>
        <w:rPr>
          <w:rFonts w:ascii="Verdana Pro Light" w:hAnsi="Verdana Pro Light"/>
          <w:smallCaps/>
        </w:rPr>
      </w:pPr>
    </w:p>
    <w:p w14:paraId="6E310BFF" w14:textId="77777777" w:rsidR="008B6FD4" w:rsidRDefault="008B6FD4">
      <w:pPr>
        <w:rPr>
          <w:rFonts w:ascii="Verdana Pro Light" w:hAnsi="Verdana Pro Light"/>
          <w:smallCaps/>
        </w:rPr>
      </w:pPr>
    </w:p>
    <w:p w14:paraId="043E7883" w14:textId="77777777" w:rsidR="008B6FD4" w:rsidRDefault="008B6FD4">
      <w:pPr>
        <w:rPr>
          <w:rFonts w:ascii="Verdana Pro Light" w:hAnsi="Verdana Pro Light"/>
          <w:smallCaps/>
        </w:rPr>
      </w:pPr>
    </w:p>
    <w:p w14:paraId="3BF12F4A" w14:textId="77777777" w:rsidR="008B6FD4" w:rsidRDefault="008B6FD4">
      <w:pPr>
        <w:rPr>
          <w:rFonts w:ascii="Verdana Pro Light" w:hAnsi="Verdana Pro Light"/>
          <w:smallCaps/>
        </w:rPr>
      </w:pPr>
    </w:p>
    <w:p w14:paraId="333ACE7B" w14:textId="77777777" w:rsidR="008B6FD4" w:rsidRDefault="008B6FD4">
      <w:pPr>
        <w:rPr>
          <w:rFonts w:ascii="Verdana Pro Light" w:hAnsi="Verdana Pro Light"/>
          <w:smallCaps/>
        </w:rPr>
      </w:pPr>
    </w:p>
    <w:p w14:paraId="6EB7D4A0" w14:textId="77777777" w:rsidR="008B6FD4" w:rsidRDefault="008B6FD4">
      <w:pPr>
        <w:rPr>
          <w:rFonts w:ascii="Verdana Pro Light" w:hAnsi="Verdana Pro Light"/>
          <w:smallCaps/>
        </w:rPr>
      </w:pPr>
    </w:p>
    <w:p w14:paraId="45BA370E" w14:textId="77777777" w:rsidR="008B6FD4" w:rsidRDefault="008B6FD4">
      <w:pPr>
        <w:rPr>
          <w:rFonts w:ascii="Verdana Pro Light" w:hAnsi="Verdana Pro Light"/>
          <w:smallCaps/>
        </w:rPr>
      </w:pPr>
    </w:p>
    <w:p w14:paraId="6D14EF57" w14:textId="77777777" w:rsidR="008B6FD4" w:rsidRDefault="008B6FD4">
      <w:pPr>
        <w:rPr>
          <w:rFonts w:ascii="Verdana Pro Light" w:hAnsi="Verdana Pro Light"/>
          <w:smallCaps/>
        </w:rPr>
      </w:pPr>
    </w:p>
    <w:p w14:paraId="3B302A80" w14:textId="77777777" w:rsidR="008B6FD4" w:rsidRDefault="008B6FD4">
      <w:pPr>
        <w:rPr>
          <w:rFonts w:ascii="Verdana Pro Light" w:hAnsi="Verdana Pro Light"/>
          <w:smallCaps/>
        </w:rPr>
      </w:pPr>
    </w:p>
    <w:p w14:paraId="63FB1B07" w14:textId="763E1012" w:rsidR="008C76A8" w:rsidRDefault="008C76A8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327F7" w:rsidRPr="00136AD8" w14:paraId="172AA55A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1D1DF27" w14:textId="77777777" w:rsidR="001327F7" w:rsidRPr="00454866" w:rsidRDefault="001327F7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bookmarkStart w:id="6" w:name="_Hlk154592352"/>
            <w:r w:rsidRPr="0045486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B6AB190" w14:textId="77777777" w:rsidR="001327F7" w:rsidRPr="00454866" w:rsidRDefault="001327F7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Acompanhar processos de </w:t>
            </w:r>
            <w:r w:rsidRPr="00454866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impressão offset</w:t>
            </w:r>
          </w:p>
        </w:tc>
      </w:tr>
    </w:tbl>
    <w:p w14:paraId="5A161E79" w14:textId="77777777" w:rsidR="001327F7" w:rsidRPr="00136AD8" w:rsidRDefault="001327F7" w:rsidP="001327F7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D9BEB50" w14:textId="77777777" w:rsidR="001327F7" w:rsidRDefault="001327F7" w:rsidP="001327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19F305C" w14:textId="77777777" w:rsidR="001327F7" w:rsidRPr="003200F2" w:rsidRDefault="001327F7" w:rsidP="001327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530EFA29" w14:textId="77777777" w:rsidR="001327F7" w:rsidRPr="00136AD8" w:rsidRDefault="001327F7" w:rsidP="001327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1327F7" w:rsidRPr="00136AD8" w14:paraId="0DBB9D93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9FCE57" w14:textId="77777777" w:rsidR="001327F7" w:rsidRPr="001B353A" w:rsidRDefault="001327F7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327F7" w:rsidRPr="00136AD8" w14:paraId="18E4D850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98CC32" w14:textId="77777777" w:rsidR="001327F7" w:rsidRDefault="001327F7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bookmarkStart w:id="7" w:name="_Hlk157702720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Verificar o processo de transferência de tinta e de configuração e preparação das máquinas</w:t>
            </w:r>
          </w:p>
          <w:p w14:paraId="0DDE7D8F" w14:textId="77777777" w:rsidR="001327F7" w:rsidRDefault="001327F7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os suportes de impressão (papel e outros materiais) e de acabamentos</w:t>
            </w:r>
          </w:p>
          <w:p w14:paraId="2B839BA9" w14:textId="77777777" w:rsidR="001327F7" w:rsidRDefault="001327F7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Verificar as ações de manutenção, controle de qualidade e sustentabilidade </w:t>
            </w:r>
          </w:p>
          <w:p w14:paraId="72F76B86" w14:textId="77777777" w:rsidR="001327F7" w:rsidRPr="0008537A" w:rsidRDefault="001327F7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um relatório de observação de casos de estudo de processos de impressão offset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  <w:bookmarkEnd w:id="7"/>
          </w:p>
        </w:tc>
      </w:tr>
      <w:tr w:rsidR="001327F7" w:rsidRPr="00136AD8" w14:paraId="2AB6109F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4B2671" w14:textId="77777777" w:rsidR="001327F7" w:rsidRPr="001B353A" w:rsidRDefault="001327F7" w:rsidP="00525066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0E8B6D" w14:textId="77777777" w:rsidR="001327F7" w:rsidRPr="001B353A" w:rsidRDefault="001327F7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D07AE49" w14:textId="77777777" w:rsidR="001327F7" w:rsidRPr="001B353A" w:rsidRDefault="001327F7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327F7" w:rsidRPr="00136AD8" w14:paraId="548CE10D" w14:textId="77777777" w:rsidTr="00525066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85F08" w14:textId="77777777" w:rsidR="001327F7" w:rsidRPr="00842D50" w:rsidRDefault="001327F7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 Offset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7528362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ásicos</w:t>
            </w:r>
          </w:p>
          <w:p w14:paraId="43871966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História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volução</w:t>
            </w:r>
          </w:p>
          <w:p w14:paraId="30E62CE1" w14:textId="77777777" w:rsidR="001327F7" w:rsidRPr="00842D50" w:rsidRDefault="001327F7" w:rsidP="00525066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Componentes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rocesso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95490E1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Componentes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áquina Offset</w:t>
            </w:r>
          </w:p>
          <w:p w14:paraId="0C46B2C0" w14:textId="77777777" w:rsidR="001327F7" w:rsidRPr="00BB1CDD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mpressão</w:t>
            </w:r>
          </w:p>
          <w:p w14:paraId="0F442D45" w14:textId="77777777" w:rsidR="001327F7" w:rsidRPr="00BB1CDD" w:rsidRDefault="001327F7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Princípios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ransferência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inta</w:t>
            </w: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589686A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Transferência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inta para 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apel</w:t>
            </w:r>
          </w:p>
          <w:p w14:paraId="437774C3" w14:textId="77777777" w:rsidR="001327F7" w:rsidRPr="00C74134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e controles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8C736E7" w14:textId="77777777" w:rsidR="001327F7" w:rsidRPr="00842D50" w:rsidRDefault="001327F7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Configuração e Preparação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D92227E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 das chapas</w:t>
            </w:r>
          </w:p>
          <w:p w14:paraId="1A422F2A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na máquina</w:t>
            </w:r>
          </w:p>
          <w:p w14:paraId="78182D9B" w14:textId="77777777" w:rsidR="001327F7" w:rsidRPr="00842D50" w:rsidRDefault="001327F7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Controle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q</w:t>
            </w: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ualidade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29A7ADC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Principais aspetos a ter em conta</w:t>
            </w:r>
          </w:p>
          <w:p w14:paraId="0B6824F7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Medições e Testes Técnicos</w:t>
            </w:r>
          </w:p>
          <w:p w14:paraId="355EBF72" w14:textId="77777777" w:rsidR="001327F7" w:rsidRPr="00842D50" w:rsidRDefault="001327F7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Tipos de papel e acabamentos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EE3363C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de papel</w:t>
            </w:r>
          </w:p>
          <w:p w14:paraId="3DA449A7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Acabamentos especiais</w:t>
            </w:r>
          </w:p>
          <w:p w14:paraId="62AA6BCD" w14:textId="77777777" w:rsidR="001327F7" w:rsidRPr="00842D50" w:rsidRDefault="001327F7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Sustentabilidade e boas práticas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EF67309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Práticas sustentáveis</w:t>
            </w:r>
          </w:p>
          <w:p w14:paraId="0FA7F8C3" w14:textId="77777777" w:rsidR="001327F7" w:rsidRPr="001F4935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segurança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F182C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bookmarkStart w:id="8" w:name="_Hlk157702727"/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 xml:space="preserve">Caracterizar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os princípios básicos da impressão offset e a sua evolução tecnológica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A4F26D4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características da impressão offset</w:t>
            </w:r>
          </w:p>
          <w:p w14:paraId="19915A80" w14:textId="77777777" w:rsidR="001327F7" w:rsidRPr="002757D5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Empregar processos de transferência de tinta e de configuração e preparação das máquinas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78499EEA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tipos de suportes de impressão (papel e outros materiais) e de acabamentos</w:t>
            </w:r>
          </w:p>
          <w:p w14:paraId="3B625C9C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757D5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</w:t>
            </w:r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as ações de manutenção, controle de qualidade e sustentabilidade na impressão offset</w:t>
            </w:r>
          </w:p>
          <w:bookmarkEnd w:id="8"/>
          <w:p w14:paraId="4787B233" w14:textId="77777777" w:rsidR="001327F7" w:rsidRPr="002757D5" w:rsidRDefault="001327F7" w:rsidP="00525066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C2D16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2EA87AD" w14:textId="77777777" w:rsidR="001327F7" w:rsidRDefault="001327F7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1A63B3CB" w14:textId="77777777" w:rsidR="001327F7" w:rsidRDefault="001327F7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7DF53235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429415B0" w14:textId="77777777" w:rsidR="001327F7" w:rsidRDefault="001327F7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4610D349" w14:textId="77777777" w:rsidR="001327F7" w:rsidRDefault="001327F7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8662E7" w14:textId="77777777" w:rsidR="001327F7" w:rsidRPr="000173C0" w:rsidRDefault="001327F7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9A8DB43" w14:textId="77777777" w:rsidR="001327F7" w:rsidRDefault="001327F7" w:rsidP="001327F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767080" w14:textId="77777777" w:rsidR="00A31FEF" w:rsidRDefault="00A31FEF" w:rsidP="001327F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AC82EAF" w14:textId="77777777" w:rsidR="00A31FEF" w:rsidRDefault="00A31FEF" w:rsidP="001327F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02476AE" w14:textId="77777777" w:rsidR="00A31FEF" w:rsidRDefault="00A31FEF" w:rsidP="001327F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4E27813" w14:textId="77777777" w:rsidR="00A31FEF" w:rsidRDefault="00A31FEF" w:rsidP="001327F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DF08098" w14:textId="77777777" w:rsidR="001327F7" w:rsidRPr="00F87025" w:rsidRDefault="001327F7" w:rsidP="001327F7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E82063B" w14:textId="77777777" w:rsidR="001327F7" w:rsidRDefault="001327F7" w:rsidP="001327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12515">
        <w:rPr>
          <w:rFonts w:ascii="Verdana Pro Light" w:eastAsia="Arial Unicode MS" w:hAnsi="Verdana Pro Light" w:cs="Times New Roman"/>
          <w:b/>
          <w:sz w:val="18"/>
          <w:szCs w:val="18"/>
        </w:rPr>
        <w:t>Acompanhar processos de impressão offset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D35FC6C" w14:textId="77777777" w:rsidR="001327F7" w:rsidRPr="00251315" w:rsidRDefault="001327F7" w:rsidP="001327F7">
      <w:pPr>
        <w:spacing w:before="120" w:after="0" w:line="276" w:lineRule="auto"/>
        <w:ind w:left="318" w:hanging="176"/>
        <w:rPr>
          <w:rFonts w:ascii="Verdana Pro Light" w:eastAsia="Arial Unicode MS" w:hAnsi="Verdana Pro Light" w:cs="Arial Unicode MS"/>
          <w:sz w:val="18"/>
          <w:szCs w:val="18"/>
        </w:rPr>
      </w:pPr>
      <w:bookmarkStart w:id="9" w:name="_Hlk157702736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Identificando 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princípios básicos da impressão offset tendo em conta os componentes e processos de impressão</w:t>
      </w:r>
    </w:p>
    <w:p w14:paraId="5B217FCB" w14:textId="77777777" w:rsidR="001327F7" w:rsidRDefault="001327F7" w:rsidP="001327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Realizando os procedimentos de manutenção, resolução de problemas, controle de qualidade e sustentabilidade</w:t>
      </w:r>
    </w:p>
    <w:p w14:paraId="2F30704E" w14:textId="77777777" w:rsidR="001327F7" w:rsidRPr="00136AD8" w:rsidRDefault="001327F7" w:rsidP="001327F7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Elaborando relatório sobre o processo de impressão offset tendo em conta o tipo de suporte, a resolução e formato do documento, a configuração da impressão e a finalidade da obra gráfica.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br/>
      </w:r>
    </w:p>
    <w:bookmarkEnd w:id="9"/>
    <w:p w14:paraId="705126D7" w14:textId="77777777" w:rsidR="001327F7" w:rsidRPr="00F87025" w:rsidRDefault="001327F7" w:rsidP="001327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44C0362" w14:textId="77777777" w:rsidR="001327F7" w:rsidRDefault="001327F7" w:rsidP="001327F7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232ABB6B" w14:textId="77777777" w:rsidR="001327F7" w:rsidRDefault="001327F7" w:rsidP="001327F7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3964B23E" w14:textId="77777777" w:rsidR="001327F7" w:rsidRDefault="001327F7" w:rsidP="001327F7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6716BB1B" w14:textId="77777777" w:rsidR="001327F7" w:rsidRDefault="001327F7" w:rsidP="001327F7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6E14D8B1" w14:textId="77777777" w:rsidR="001327F7" w:rsidRPr="00136EC3" w:rsidRDefault="001327F7" w:rsidP="001327F7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0C9EEFF" w14:textId="77777777" w:rsidR="001327F7" w:rsidRPr="00F87025" w:rsidRDefault="001327F7" w:rsidP="001327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DE2674E" w14:textId="77777777" w:rsidR="001327F7" w:rsidRDefault="001327F7" w:rsidP="001327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01A1FDCC" w14:textId="77777777" w:rsidR="001327F7" w:rsidRPr="00DB356C" w:rsidRDefault="001327F7" w:rsidP="001327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B356C">
        <w:rPr>
          <w:rFonts w:ascii="Verdana Pro Light" w:eastAsia="Arial Unicode MS" w:hAnsi="Verdana Pro Light" w:cs="Arial Unicode MS"/>
          <w:sz w:val="18"/>
          <w:szCs w:val="18"/>
        </w:rPr>
        <w:t>Ferramentas digitais de edição de texto</w:t>
      </w:r>
    </w:p>
    <w:p w14:paraId="3E922226" w14:textId="77777777" w:rsidR="001327F7" w:rsidRDefault="001327F7" w:rsidP="001327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0734D7A3" w14:textId="77777777" w:rsidR="001327F7" w:rsidRDefault="001327F7" w:rsidP="001327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impressas em offset</w:t>
      </w:r>
    </w:p>
    <w:p w14:paraId="11414044" w14:textId="77777777" w:rsidR="001327F7" w:rsidRDefault="001327F7" w:rsidP="001327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Amostras de tipos de suportes de impressão (papel e outros materiais)</w:t>
      </w:r>
    </w:p>
    <w:p w14:paraId="0F4B1F16" w14:textId="77777777" w:rsidR="001327F7" w:rsidRPr="002D5C23" w:rsidRDefault="001327F7" w:rsidP="001327F7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FF4532D" w14:textId="77777777" w:rsidR="001327F7" w:rsidRPr="00F87025" w:rsidRDefault="001327F7" w:rsidP="001327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B27CA6C" w14:textId="77777777" w:rsidR="001327F7" w:rsidRDefault="001327F7" w:rsidP="001327F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708D92B5" w14:textId="77777777" w:rsidR="001327F7" w:rsidRDefault="001327F7" w:rsidP="001327F7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impressão offset;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>sobre análise de obras gráficas impressas em offset e estudo de casos com recurso a visita a gráficas e/ou empresas de impressão.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D612AC9" w14:textId="0242252A" w:rsidR="00454866" w:rsidRPr="00033F56" w:rsidRDefault="001327F7" w:rsidP="001327F7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lastRenderedPageBreak/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 w:rsidR="00454866">
        <w:rPr>
          <w:rFonts w:ascii="Verdana Pro Light" w:eastAsia="Arial Unicode MS" w:hAnsi="Verdana Pro Light" w:cs="Arial Unicode MS"/>
          <w:sz w:val="18"/>
          <w:szCs w:val="18"/>
        </w:rPr>
        <w:br/>
      </w:r>
      <w:bookmarkEnd w:id="6"/>
    </w:p>
    <w:p w14:paraId="1F9D3CF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39BC1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7F23DD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3C0A0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31FEF" w:rsidRPr="00136AD8" w14:paraId="6406A07D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13163D0" w14:textId="77777777" w:rsidR="00A31FEF" w:rsidRPr="00454866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45486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ECEF129" w14:textId="77777777" w:rsidR="00A31FEF" w:rsidRPr="00454866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Acompanhar processos de</w:t>
            </w:r>
            <w:r w:rsidRPr="00454866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impressão digital de pequeno </w:t>
            </w:r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e grande </w:t>
            </w:r>
            <w:r w:rsidRPr="00454866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formato</w:t>
            </w:r>
          </w:p>
        </w:tc>
      </w:tr>
    </w:tbl>
    <w:p w14:paraId="6D47B925" w14:textId="77777777" w:rsidR="00A31FEF" w:rsidRPr="00136AD8" w:rsidRDefault="00A31FEF" w:rsidP="00A31FE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396A332" w14:textId="77777777" w:rsidR="00A31FEF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4FF9E96" w14:textId="77777777" w:rsidR="00A31FEF" w:rsidRPr="003200F2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0D73D037" w14:textId="77777777" w:rsidR="00A31FEF" w:rsidRPr="00136AD8" w:rsidRDefault="00A31FEF" w:rsidP="00A31FE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31FEF" w:rsidRPr="00136AD8" w14:paraId="4D01428E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077ADD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31FEF" w:rsidRPr="00136AD8" w14:paraId="0B64AF15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632C5C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Verificar o processo de configuração e preparação das máquinas</w:t>
            </w:r>
          </w:p>
          <w:p w14:paraId="2BA9990B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os suportes de impressão (papel e outros materiais) </w:t>
            </w:r>
          </w:p>
          <w:p w14:paraId="246109BF" w14:textId="77777777" w:rsidR="00A31FEF" w:rsidRDefault="00A31FEF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Verificar as ações de manutenção, controle de qualidade e sustentabilidade </w:t>
            </w:r>
          </w:p>
          <w:p w14:paraId="39BFBA8E" w14:textId="77777777" w:rsidR="00A31FEF" w:rsidRPr="0008537A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um relatório de observação de casos de estudo de processos de impressão digital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A31FEF" w:rsidRPr="00136AD8" w14:paraId="4D6ADA49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9D75C6" w14:textId="77777777" w:rsidR="00A31FEF" w:rsidRPr="001B353A" w:rsidRDefault="00A31FEF" w:rsidP="00525066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BBE8CD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ADEB8F7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31FEF" w:rsidRPr="00136AD8" w14:paraId="21A7285C" w14:textId="77777777" w:rsidTr="00525066">
        <w:trPr>
          <w:trHeight w:val="841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F46B" w14:textId="77777777" w:rsidR="00A31FEF" w:rsidRPr="00842D50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Impressão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</w:t>
            </w: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igital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equeno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 grande f</w:t>
            </w: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ormato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B6174C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205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D205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aracterísticas</w:t>
            </w:r>
          </w:p>
          <w:p w14:paraId="74CAC4B2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 dos dois tipos de impressão</w:t>
            </w:r>
          </w:p>
          <w:p w14:paraId="21E8D3E8" w14:textId="77777777" w:rsidR="00A31FEF" w:rsidRPr="00486766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205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Equipamentos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 w:rsidRPr="00D2058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tilizados</w:t>
            </w:r>
          </w:p>
          <w:p w14:paraId="7C162CD7" w14:textId="77777777" w:rsidR="00A31FEF" w:rsidRPr="00842D50" w:rsidRDefault="00A31FEF" w:rsidP="00525066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Princípios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b</w:t>
            </w: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ásicos da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D2058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9C331D5" w14:textId="77777777" w:rsidR="00A31FEF" w:rsidRPr="00BB1CDD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Resolução e DPI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</w:t>
            </w:r>
            <w:proofErr w:type="spellStart"/>
            <w:r w:rsidRPr="00BB1CD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Dots</w:t>
            </w:r>
            <w:proofErr w:type="spellEnd"/>
            <w:r w:rsidRPr="00BB1CD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Per </w:t>
            </w:r>
            <w:proofErr w:type="spellStart"/>
            <w:r w:rsidRPr="00BB1CDD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Inch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505BB0CA" w14:textId="77777777" w:rsidR="00A31FEF" w:rsidRPr="00BB1CDD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Formatos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rquivo</w:t>
            </w:r>
          </w:p>
          <w:p w14:paraId="689A0B53" w14:textId="77777777" w:rsidR="00A31FEF" w:rsidRPr="00BB1CDD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Configuração da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mpressão:</w:t>
            </w:r>
          </w:p>
          <w:p w14:paraId="78B1561A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Configuração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mpressora</w:t>
            </w:r>
          </w:p>
          <w:p w14:paraId="46411350" w14:textId="77777777" w:rsidR="00A31FEF" w:rsidRPr="00C74134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do sistema de cores</w:t>
            </w:r>
          </w:p>
          <w:p w14:paraId="498EC53F" w14:textId="77777777" w:rsidR="00A31FEF" w:rsidRPr="00842D50" w:rsidRDefault="00A31FEF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Tipos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suportes de impressão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531CBEB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suportes, características e aplicações </w:t>
            </w:r>
          </w:p>
          <w:p w14:paraId="6268BB87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Critérios de seleção de suportes</w:t>
            </w:r>
          </w:p>
          <w:p w14:paraId="66EF1CFB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Inovação (materiais inovadores) </w:t>
            </w:r>
          </w:p>
          <w:p w14:paraId="7E37BB72" w14:textId="77777777" w:rsidR="00A31FEF" w:rsidRPr="00BB1CDD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Produção de grande escala</w:t>
            </w: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B1F04B1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3E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Reprodução de Imagens em Grande Escala</w:t>
            </w:r>
          </w:p>
          <w:p w14:paraId="3003D2F1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Procedimentos de instalação </w:t>
            </w:r>
          </w:p>
          <w:p w14:paraId="1DC03CD2" w14:textId="77777777" w:rsidR="00A31FEF" w:rsidRPr="00486766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Acabamentos especiais</w:t>
            </w:r>
          </w:p>
          <w:p w14:paraId="72EA12E3" w14:textId="77777777" w:rsidR="00A31FEF" w:rsidRPr="00842D50" w:rsidRDefault="00A31FEF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Manutenção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</w:t>
            </w: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olução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roblemas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8E37D10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Manutenção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egular </w:t>
            </w:r>
          </w:p>
          <w:p w14:paraId="6A41862F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Solução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roblemas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BB1C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omuns</w:t>
            </w:r>
          </w:p>
          <w:p w14:paraId="6EC59BD4" w14:textId="77777777" w:rsidR="00A31FEF" w:rsidRPr="00842D50" w:rsidRDefault="00A31FEF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Controle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q</w:t>
            </w: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ualidade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DF7FD4B" w14:textId="77777777" w:rsidR="00A31FEF" w:rsidRPr="00BB1CDD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Principais aspetos a ter em conta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CE1AB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Distinguir as características da impressão em pequeno e grande formato</w:t>
            </w:r>
          </w:p>
          <w:p w14:paraId="722A122B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configurações para impressão em pequeno formato</w:t>
            </w:r>
          </w:p>
          <w:p w14:paraId="5307EC8A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configurações para impressão em grande formato</w:t>
            </w:r>
          </w:p>
          <w:p w14:paraId="720A39C7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características da reprodução de imagens em grande escala</w:t>
            </w:r>
          </w:p>
          <w:p w14:paraId="0D578AB8" w14:textId="77777777" w:rsidR="00A31FEF" w:rsidRPr="00486766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procedimentos de instalação e de acabamentos de peças gráficas de grande escala</w:t>
            </w:r>
          </w:p>
          <w:p w14:paraId="72717F65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tipos de suportes de impressão para pequeno e grande formato</w:t>
            </w:r>
          </w:p>
          <w:p w14:paraId="07313BA2" w14:textId="77777777" w:rsidR="00A31FEF" w:rsidRPr="000565CD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procedimentos de manutenção e controle de qualidade na impressão em pequeno e grande formato</w:t>
            </w:r>
          </w:p>
          <w:p w14:paraId="06C965BC" w14:textId="77777777" w:rsidR="00A31FEF" w:rsidRPr="00C74134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09364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69336913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452E094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2A7E9670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555E0627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131EDA3E" w14:textId="77777777" w:rsidR="00A31FEF" w:rsidRPr="000173C0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4C40EDD" w14:textId="77777777" w:rsidR="00A31FEF" w:rsidRDefault="00A31FEF" w:rsidP="00A31F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07B0C08" w14:textId="77777777" w:rsidR="00A31FEF" w:rsidRDefault="00A31FEF" w:rsidP="00A31F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8936EB" w14:textId="77777777" w:rsidR="00A31FEF" w:rsidRPr="00F87025" w:rsidRDefault="00A31FEF" w:rsidP="00A31FEF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A0CAF10" w14:textId="77777777" w:rsidR="00A31FEF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12515">
        <w:rPr>
          <w:rFonts w:ascii="Verdana Pro Light" w:eastAsia="Arial Unicode MS" w:hAnsi="Verdana Pro Light" w:cs="Times New Roman"/>
          <w:b/>
          <w:sz w:val="18"/>
          <w:szCs w:val="18"/>
        </w:rPr>
        <w:t>Acompanhar processos de impressão digital de pequeno e grande formato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3A4BC8D" w14:textId="77777777" w:rsidR="00A31FEF" w:rsidRPr="00251315" w:rsidRDefault="00A31FEF" w:rsidP="00A31FEF">
      <w:pPr>
        <w:spacing w:before="120" w:after="0" w:line="276" w:lineRule="auto"/>
        <w:ind w:left="318" w:hanging="176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Identificando 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princípios básicos da impressão em pequeno e grande formato tendo em conta os componentes e processos de impressão</w:t>
      </w:r>
    </w:p>
    <w:p w14:paraId="31E2287E" w14:textId="77777777" w:rsidR="00A31FEF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Realizando os procedimentos de manutenção, resolução de problemas, controle de qualidade e sustentabilidade</w:t>
      </w:r>
    </w:p>
    <w:p w14:paraId="4C383740" w14:textId="77777777" w:rsidR="00A31FEF" w:rsidRPr="00136AD8" w:rsidRDefault="00A31FEF" w:rsidP="00A31FEF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Elaborando relatório sobre o processo de impressão de pequeno e grande formato tendo em conta o tipo de suporte, a resolução e formato do documento, a configuração da impressão e a finalidade da obra gráfica.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br/>
      </w:r>
    </w:p>
    <w:p w14:paraId="23AC650C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7AD4C30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3E508436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31ECDCFE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66E6B9CA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3C725918" w14:textId="77777777" w:rsidR="00A31FEF" w:rsidRPr="00136EC3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9D0B7FA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72EA586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390C5E5" w14:textId="77777777" w:rsidR="00A31FEF" w:rsidRPr="008E500E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8E500E"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de texto </w:t>
      </w:r>
    </w:p>
    <w:p w14:paraId="2404AF38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62C2C6B1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impressas em pequeno formato</w:t>
      </w:r>
    </w:p>
    <w:p w14:paraId="654D5BDA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Amostras de tipos de suportes de impressão (papel e outros materiais)</w:t>
      </w:r>
    </w:p>
    <w:p w14:paraId="63C99515" w14:textId="77777777" w:rsidR="00A31FEF" w:rsidRPr="002D5C23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7692D21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8F53769" w14:textId="77777777" w:rsidR="00A31FEF" w:rsidRDefault="00A31FEF" w:rsidP="00A31FE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25B8A9D" w14:textId="77777777" w:rsidR="00A31FEF" w:rsidRDefault="00A31FEF" w:rsidP="00A31F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impressão digital de pequeno e grande formato;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>sobre análise de obras gráficas impressas em pequeno e grande formato e estudo de casos com recurso a visita a gráficas e/ou empresas de impressão.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CE19036" w14:textId="77777777" w:rsidR="00A31FEF" w:rsidRPr="00033F56" w:rsidRDefault="00A31FEF" w:rsidP="00A31F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36FE6">
        <w:rPr>
          <w:rFonts w:ascii="Verdana Pro Light" w:hAnsi="Verdana Pro Light"/>
          <w:smallCaps/>
        </w:rPr>
        <w:t>forma de organização da formação (a distância, presencial, misto):</w:t>
      </w:r>
      <w:r w:rsidRPr="00636FE6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D5B2CF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64EABD" w14:textId="6A26950F" w:rsidR="008C76A8" w:rsidRDefault="008C76A8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31FEF" w:rsidRPr="00136AD8" w14:paraId="6F83CCC1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074C01E" w14:textId="77777777" w:rsidR="00A31FEF" w:rsidRPr="0048466A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48466A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9FB0F39" w14:textId="77777777" w:rsidR="00A31FEF" w:rsidRPr="0048466A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bookmarkStart w:id="10" w:name="_Hlk152581036"/>
            <w:r w:rsidRPr="00126B5E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Realizar edição eletrónica e trabalho em rede</w:t>
            </w:r>
            <w:bookmarkEnd w:id="10"/>
          </w:p>
        </w:tc>
      </w:tr>
    </w:tbl>
    <w:p w14:paraId="2E52FA28" w14:textId="77777777" w:rsidR="00A31FEF" w:rsidRPr="00136AD8" w:rsidRDefault="00A31FEF" w:rsidP="00A31FE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05395B1" w14:textId="77777777" w:rsidR="00A31FEF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1A273E0" w14:textId="77777777" w:rsidR="00A31FEF" w:rsidRPr="003200F2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30444AA4" w14:textId="77777777" w:rsidR="00A31FEF" w:rsidRPr="00136AD8" w:rsidRDefault="00A31FEF" w:rsidP="00A31FE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31FEF" w:rsidRPr="00136AD8" w14:paraId="0C266D6B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F04F7E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31FEF" w:rsidRPr="00136AD8" w14:paraId="66082E46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4050C7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sistema de nomenclatura de ficheiros</w:t>
            </w:r>
          </w:p>
          <w:p w14:paraId="7367B0E4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uma arquitetura de arquivo de pastas digitais</w:t>
            </w:r>
          </w:p>
          <w:p w14:paraId="6BFA096C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Selecionar programas de edição eletrónica para projetos gráficos</w:t>
            </w:r>
          </w:p>
          <w:p w14:paraId="724851F8" w14:textId="77777777" w:rsidR="00A31FEF" w:rsidRPr="00A23DBB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Selecionar as principais plataformas de trabalho em rede</w:t>
            </w:r>
          </w:p>
          <w:p w14:paraId="5B7D79EC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Planear um fluxo de trabalho em rede</w:t>
            </w:r>
          </w:p>
          <w:p w14:paraId="77BB430C" w14:textId="77777777" w:rsidR="00A31FEF" w:rsidRPr="0008537A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31FEF" w:rsidRPr="00136AD8" w14:paraId="27B9356F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2E42AA4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44AF0A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3FC0E30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31FEF" w:rsidRPr="00136AD8" w14:paraId="70806339" w14:textId="77777777" w:rsidTr="00525066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3AFAE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a` informática e aos programas informáticos de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AB75D35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especificas da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77FA087" w14:textId="77777777" w:rsidR="00A31FEF" w:rsidRPr="00126B5E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Projetos que combinam diferentes programas de edição eletrónica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63E58EB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Sistemas informáticos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0E63591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Arquivos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AA1E1CE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F60656B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e funcionalidade de formatos digitais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01F7B95" w14:textId="77777777" w:rsidR="00A31FEF" w:rsidRPr="00126B5E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Plataformas digitais</w:t>
            </w:r>
          </w:p>
          <w:p w14:paraId="62D4E86E" w14:textId="77777777" w:rsidR="00A31FEF" w:rsidRPr="006A286E" w:rsidRDefault="00A31FEF" w:rsidP="00525066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E5B3FB" w14:textId="77777777" w:rsidR="00A31FEF" w:rsidRPr="008A5B22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Fluxo de trabalho em rede</w:t>
            </w:r>
            <w:r w:rsidRPr="008A5B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3366CDD" w14:textId="77777777" w:rsidR="00A31FEF" w:rsidRPr="006A286E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Partilha de pastas e ficheiros</w:t>
            </w:r>
            <w:r w:rsidRPr="006A286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B3B78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</w:rPr>
              <w:t>Distinguir os principais programas informáticos de edição eletrónica</w:t>
            </w:r>
          </w:p>
          <w:p w14:paraId="4625349F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Pr="00681C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formatos de ficheiros dos principais programas informáticos de edição eletrónica</w:t>
            </w:r>
          </w:p>
          <w:p w14:paraId="1C60A349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</w:t>
            </w:r>
            <w:r w:rsidRPr="00246EB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vantagens e desvantagens da utilização de cada programa consoante a finalidade e tipos de documentos.</w:t>
            </w:r>
          </w:p>
          <w:p w14:paraId="4264F419" w14:textId="77777777" w:rsidR="00A31FEF" w:rsidRPr="00246EB6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plataformas digitais de organização e partilha de trabalho em rede</w:t>
            </w:r>
          </w:p>
          <w:p w14:paraId="35F52EFC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Organizar arquivos digitais</w:t>
            </w:r>
          </w:p>
          <w:p w14:paraId="1A185377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fluxos de trabalho em rede</w:t>
            </w:r>
          </w:p>
          <w:p w14:paraId="3246AE82" w14:textId="77777777" w:rsidR="00A31FEF" w:rsidRPr="004D4894" w:rsidRDefault="00A31FEF" w:rsidP="00525066">
            <w:pPr>
              <w:pStyle w:val="PargrafodaLista"/>
              <w:spacing w:before="120" w:after="0" w:line="276" w:lineRule="auto"/>
              <w:ind w:left="108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A1867E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3BB184BD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243E0EE5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7BCE1E8F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2D775D12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73A3E99" w14:textId="77777777" w:rsidR="00A31FEF" w:rsidRPr="00AF3757" w:rsidRDefault="00A31FEF" w:rsidP="00525066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86B7447" w14:textId="77777777" w:rsidR="00A31FEF" w:rsidRDefault="00A31FEF" w:rsidP="00A31F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D5870EE" w14:textId="77777777" w:rsidR="00A31FEF" w:rsidRPr="00F87025" w:rsidRDefault="00A31FEF" w:rsidP="00A31FEF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4F12995" w14:textId="77777777" w:rsidR="00A31FEF" w:rsidRPr="00AD56F4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8A5B22">
        <w:rPr>
          <w:rFonts w:ascii="Verdana Pro Light" w:eastAsia="Arial Unicode MS" w:hAnsi="Verdana Pro Light" w:cs="Times New Roman"/>
          <w:b/>
          <w:sz w:val="18"/>
          <w:szCs w:val="18"/>
        </w:rPr>
        <w:t>Realizar edição eletrónica e trabalho em rede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12D53224" w14:textId="77777777" w:rsidR="00A31FEF" w:rsidRPr="00A23DBB" w:rsidRDefault="00A31FEF" w:rsidP="00A31FE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1. </w:t>
      </w:r>
      <w:r>
        <w:rPr>
          <w:rFonts w:ascii="Verdana Pro Light" w:eastAsia="Arial Unicode MS" w:hAnsi="Verdana Pro Light" w:cs="Arial Unicode MS"/>
          <w:sz w:val="18"/>
          <w:szCs w:val="18"/>
        </w:rPr>
        <w:t>Adequando a nomenclatura de ficheiros tendo em conta a finalidade dos produtos gráficos</w:t>
      </w:r>
    </w:p>
    <w:p w14:paraId="17F14FF8" w14:textId="77777777" w:rsidR="00A31FEF" w:rsidRDefault="00A31FEF" w:rsidP="00A31FE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Criando uma arquitetura de arquivo de pastas digitais tendo em conta a clareza na nomenclatura de pastas e ficheiros</w:t>
      </w:r>
    </w:p>
    <w:p w14:paraId="1F959C1C" w14:textId="77777777" w:rsidR="00A31FEF" w:rsidRDefault="00A31FEF" w:rsidP="00A31FE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Adequando o programa </w:t>
      </w:r>
      <w:r w:rsidRPr="00875841">
        <w:rPr>
          <w:rFonts w:ascii="Verdana Pro Light" w:eastAsia="Arial Unicode MS" w:hAnsi="Verdana Pro Light" w:cs="Arial Unicode MS"/>
          <w:sz w:val="18"/>
          <w:szCs w:val="18"/>
        </w:rPr>
        <w:t>informático de edição eletrónica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finalidade dos produtos gráficos</w:t>
      </w:r>
    </w:p>
    <w:p w14:paraId="4992AECB" w14:textId="77777777" w:rsidR="00A31FEF" w:rsidRDefault="00A31FEF" w:rsidP="00A31FEF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CD4</w:t>
      </w:r>
      <w:r w:rsidRPr="00A23DBB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Planeando um fluxo de trabalho em rede tendo em conta as pessoas envolvidas e as suas funções no projeto</w:t>
      </w:r>
    </w:p>
    <w:p w14:paraId="1B488CAC" w14:textId="77777777" w:rsidR="00A31FEF" w:rsidRPr="00136AD8" w:rsidRDefault="00A31FEF" w:rsidP="00A31FE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9495DAD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E9BA2B9" w14:textId="77777777" w:rsidR="00A31FEF" w:rsidRPr="00E2794B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diversos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3BE43C2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53A5E4A" w14:textId="77777777" w:rsidR="00A31FEF" w:rsidRPr="00436CB6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6B401D8A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eletrónica</w:t>
      </w:r>
    </w:p>
    <w:p w14:paraId="15BA1D1D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Plataformas de trabalho em rede</w:t>
      </w:r>
    </w:p>
    <w:p w14:paraId="1FFB9D41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planeamento e arquivo de ficheiros</w:t>
      </w:r>
    </w:p>
    <w:p w14:paraId="12CC978A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Casos de estudo de fluxos de trabalho</w:t>
      </w:r>
    </w:p>
    <w:p w14:paraId="4DDE4334" w14:textId="77777777" w:rsidR="00A31FEF" w:rsidRPr="006D29AD" w:rsidRDefault="00A31FEF" w:rsidP="00A31FEF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2C4F2F6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835D12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A61B2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6B7B2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31FEF" w:rsidRPr="00136AD8" w14:paraId="027637E5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FCE75DB" w14:textId="77777777" w:rsidR="00A31FEF" w:rsidRPr="0048466A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48466A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E8C2BBA" w14:textId="77777777" w:rsidR="00A31FEF" w:rsidRPr="0048466A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48466A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Desenhar e editar gráficos vetoriais</w:t>
            </w:r>
          </w:p>
        </w:tc>
      </w:tr>
    </w:tbl>
    <w:p w14:paraId="0C4AFDF3" w14:textId="77777777" w:rsidR="00A31FEF" w:rsidRPr="00136AD8" w:rsidRDefault="00A31FEF" w:rsidP="00A31FE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3FCF7C5" w14:textId="77777777" w:rsidR="00A31FEF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ABA1CA6" w14:textId="77777777" w:rsidR="00A31FEF" w:rsidRPr="003200F2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20E9B99A" w14:textId="77777777" w:rsidR="00A31FEF" w:rsidRPr="00136AD8" w:rsidRDefault="00A31FEF" w:rsidP="00A31FE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31FEF" w:rsidRPr="00136AD8" w14:paraId="3479A8ED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18207FF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31FEF" w:rsidRPr="00136AD8" w14:paraId="163A6FC2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5261D1" w14:textId="77777777" w:rsidR="00A31FEF" w:rsidRPr="00A23DBB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documento e formatar a página de trabalho</w:t>
            </w:r>
          </w:p>
          <w:p w14:paraId="057F60FA" w14:textId="77777777" w:rsidR="00A31FEF" w:rsidRPr="00A23DBB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Desenhar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manipular 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linhas, formas e objetos</w:t>
            </w:r>
          </w:p>
          <w:p w14:paraId="02B80654" w14:textId="77777777" w:rsidR="00A31FEF" w:rsidRPr="00A23DBB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. Aplicar cor em objetos vetoriais</w:t>
            </w:r>
          </w:p>
          <w:p w14:paraId="68D77E22" w14:textId="77777777" w:rsidR="00A31FEF" w:rsidRPr="00A23DBB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. Editar texto</w:t>
            </w:r>
          </w:p>
          <w:p w14:paraId="2E0ED258" w14:textId="77777777" w:rsidR="00A31FEF" w:rsidRPr="00A23DBB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. Construir gráficos e pictogramas</w:t>
            </w:r>
          </w:p>
          <w:p w14:paraId="09A84B58" w14:textId="77777777" w:rsidR="00A31FEF" w:rsidRPr="00A23DBB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Organizar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 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documento, salvar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exportar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imprimir</w:t>
            </w:r>
          </w:p>
          <w:p w14:paraId="185F2C7D" w14:textId="77777777" w:rsidR="00A31FEF" w:rsidRPr="0008537A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31FEF" w:rsidRPr="00136AD8" w14:paraId="0BBD9603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DE2FBB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D9F300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C4C0736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31FEF" w:rsidRPr="00136AD8" w14:paraId="6FAB7AB1" w14:textId="77777777" w:rsidTr="00525066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309A14" w14:textId="77777777" w:rsidR="00A31FEF" w:rsidRPr="00F0079B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rquitetura do programa e área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A93B273" w14:textId="77777777" w:rsidR="00A31FEF" w:rsidRPr="00276C25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76C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desenho com linhas e formas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F31E709" w14:textId="77777777" w:rsidR="00A31FEF" w:rsidRPr="00F0079B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dição de objetos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878F50D" w14:textId="77777777" w:rsidR="00A31FEF" w:rsidRPr="00803BC8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dição de texto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35DB0B7" w14:textId="77777777" w:rsidR="00A31FEF" w:rsidRPr="00F0079B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t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ransformação e distorção de objetos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C5130C6" w14:textId="77777777" w:rsidR="00A31FEF" w:rsidRPr="00803BC8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u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tilização de camadas 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</w:t>
            </w:r>
            <w:proofErr w:type="spellStart"/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1C90308" w14:textId="77777777" w:rsidR="00A31FEF" w:rsidRPr="00F0079B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contorno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803B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preenchimento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6215A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</w:t>
            </w:r>
            <w:bookmarkStart w:id="11" w:name="_Hlk152354912"/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programas informáticos </w:t>
            </w:r>
            <w:bookmarkEnd w:id="11"/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a edição de vetores.</w:t>
            </w:r>
          </w:p>
          <w:p w14:paraId="3FBA2C3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diferença entre pixel e vetor</w:t>
            </w:r>
          </w:p>
          <w:p w14:paraId="643E6456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métodos e técnicas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desenho e edição de gráficos vetoriais</w:t>
            </w:r>
          </w:p>
          <w:p w14:paraId="489C1FD8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 sistemas de cor</w:t>
            </w:r>
          </w:p>
          <w:p w14:paraId="287E6AD3" w14:textId="77777777" w:rsidR="00A31FEF" w:rsidRPr="004D4894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D4F3D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489AB0F5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71836F88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A5AAE03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63D2A1CC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229600DA" w14:textId="77777777" w:rsidR="00A31FEF" w:rsidRPr="00AF3757" w:rsidRDefault="00A31FEF" w:rsidP="00525066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08ECDCA" w14:textId="77777777" w:rsidR="00A31FEF" w:rsidRDefault="00A31FEF" w:rsidP="00A31F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1799108" w14:textId="77777777" w:rsidR="00A31FEF" w:rsidRPr="00F87025" w:rsidRDefault="00A31FEF" w:rsidP="00A31FEF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FBDA0CB" w14:textId="77777777" w:rsidR="00A31FEF" w:rsidRPr="00AD56F4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AD56F4">
        <w:rPr>
          <w:rFonts w:ascii="Verdana Pro Light" w:eastAsia="Arial Unicode MS" w:hAnsi="Verdana Pro Light" w:cs="Times New Roman"/>
          <w:b/>
          <w:sz w:val="18"/>
          <w:szCs w:val="18"/>
        </w:rPr>
        <w:t>Desenhar e editar gráficos vetoriais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38CE7120" w14:textId="77777777" w:rsidR="00A31FEF" w:rsidRPr="00F02690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Aplicando os procedimentos de formatação da página de trabalho, tendo em conta a finalidade do projeto e os canais de difusão</w:t>
      </w:r>
    </w:p>
    <w:p w14:paraId="62D6A93F" w14:textId="77777777" w:rsidR="00A31FEF" w:rsidRPr="00F02690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corretamente as ferramentas do programa para desenhar, editar e manipular gráficos vetoriais e texto</w:t>
      </w:r>
    </w:p>
    <w:p w14:paraId="6027C0CF" w14:textId="77777777" w:rsidR="00A31FEF" w:rsidRPr="00F02690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Utilizando camadas </w:t>
      </w:r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(</w:t>
      </w:r>
      <w:proofErr w:type="spellStart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layers</w:t>
      </w:r>
      <w:proofErr w:type="spellEnd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)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para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gerir corretamente o processo de desenho de gráfico vetoriais</w:t>
      </w:r>
    </w:p>
    <w:p w14:paraId="701CA6C1" w14:textId="77777777" w:rsidR="00A31FEF" w:rsidRPr="00F02690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Aplicando a cor em objetos vetoriais usando adequadamente as ferramentas de cor e os sistemas de cor tendo em conta os canais de difusão</w:t>
      </w:r>
    </w:p>
    <w:p w14:paraId="163626FD" w14:textId="77777777" w:rsidR="00A31FEF" w:rsidRPr="00136AD8" w:rsidRDefault="00A31FEF" w:rsidP="00A31FE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82688A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3F14B8D" w14:textId="77777777" w:rsidR="00A31FEF" w:rsidRPr="00984B30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1AEC3CC3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73E3C4D3" w14:textId="77777777" w:rsidR="00A31FEF" w:rsidRPr="00643045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Editoras (jornais, revistas, livros)</w:t>
      </w:r>
    </w:p>
    <w:p w14:paraId="0402D781" w14:textId="77777777" w:rsidR="00A31FEF" w:rsidRPr="00E2794B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C122549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F2D4EEA" w14:textId="77777777" w:rsidR="00A31FEF" w:rsidRPr="00436CB6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68394856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78990991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de edição de vetores</w:t>
      </w:r>
    </w:p>
    <w:p w14:paraId="22110952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Imagens para vetorizar</w:t>
      </w:r>
    </w:p>
    <w:p w14:paraId="029F5C32" w14:textId="77777777" w:rsidR="00A31FEF" w:rsidRPr="006D29AD" w:rsidRDefault="00A31FEF" w:rsidP="00A31FEF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6A08FA1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E6748CF" w14:textId="15B176E2" w:rsidR="00434DAA" w:rsidRDefault="00434DAA" w:rsidP="00434DA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/>
      </w:r>
    </w:p>
    <w:p w14:paraId="5B6122FC" w14:textId="77777777" w:rsidR="00434DAA" w:rsidRPr="00033F56" w:rsidRDefault="00434DAA" w:rsidP="00434DAA">
      <w:pPr>
        <w:rPr>
          <w:rFonts w:ascii="Verdana Pro Light" w:hAnsi="Verdana Pro Light"/>
          <w:smallCaps/>
        </w:rPr>
      </w:pPr>
    </w:p>
    <w:p w14:paraId="0C14F69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B44C9B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FB103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A96081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31FEF" w:rsidRPr="00136AD8" w14:paraId="11E55292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516FC1F" w14:textId="77777777" w:rsidR="00A31FEF" w:rsidRPr="0048466A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48466A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DD2FA9E" w14:textId="77777777" w:rsidR="00A31FEF" w:rsidRPr="0048466A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9D0757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Editar imagens bitmap</w:t>
            </w:r>
          </w:p>
        </w:tc>
      </w:tr>
    </w:tbl>
    <w:p w14:paraId="259D7658" w14:textId="77777777" w:rsidR="00A31FEF" w:rsidRPr="00136AD8" w:rsidRDefault="00A31FEF" w:rsidP="00A31FE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4D1D680" w14:textId="77777777" w:rsidR="00A31FEF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11EBFBF" w14:textId="77777777" w:rsidR="00A31FEF" w:rsidRPr="003200F2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33AED4A9" w14:textId="77777777" w:rsidR="00A31FEF" w:rsidRPr="00136AD8" w:rsidRDefault="00A31FEF" w:rsidP="00A31FE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31FEF" w:rsidRPr="00136AD8" w14:paraId="72348174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5211BCE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31FEF" w:rsidRPr="00136AD8" w14:paraId="49F59F70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573440" w14:textId="77777777" w:rsidR="00A31FEF" w:rsidRPr="00A23DBB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documento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formatar a página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definir a resolução do trabalho e importar imagens</w:t>
            </w:r>
          </w:p>
          <w:p w14:paraId="237C77DC" w14:textId="77777777" w:rsidR="00A31FEF" w:rsidRPr="00A23DBB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Fazer ajustes de cor, brilho, contraste e enquadramento</w:t>
            </w:r>
          </w:p>
          <w:p w14:paraId="790EE904" w14:textId="77777777" w:rsidR="00A31FEF" w:rsidRPr="00A23DBB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seleções e manipular as imagens através do retoque, pintura, filtros e adição e subtração de elementos</w:t>
            </w:r>
          </w:p>
          <w:p w14:paraId="4C0E4433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Fazer uma composição com duas ou mais imagens e texto</w:t>
            </w:r>
          </w:p>
          <w:p w14:paraId="5A5B3B35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Selecionar os sistemas de cor e fazer alterações de cor nas imagens </w:t>
            </w:r>
          </w:p>
          <w:p w14:paraId="78FB428F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R6. Definir o formato do ficheiro,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alvar, exportar e imprimir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imagens</w:t>
            </w:r>
          </w:p>
          <w:p w14:paraId="5A354DC7" w14:textId="77777777" w:rsidR="00A31FEF" w:rsidRPr="0008537A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31FEF" w:rsidRPr="00136AD8" w14:paraId="44D3BD48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F264DA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413DEE0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95A35ED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31FEF" w:rsidRPr="00136AD8" w14:paraId="0C323401" w14:textId="77777777" w:rsidTr="00525066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115A7C" w14:textId="77777777" w:rsidR="00A31FEF" w:rsidRPr="009D0757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a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rquitetura do programa e área de trabalho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6C90D07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f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seleção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A05B868" w14:textId="77777777" w:rsidR="00A31FEF" w:rsidRPr="0097312E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f</w:t>
            </w:r>
            <w:r w:rsidRPr="0097312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erramentas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manipulação de imagem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8805914" w14:textId="77777777" w:rsidR="00A31FEF" w:rsidRPr="0097312E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 manipulação 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camadas (</w:t>
            </w:r>
            <w:proofErr w:type="spellStart"/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organização do processo de edição</w:t>
            </w:r>
            <w:r w:rsidRPr="0097312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EE6324C" w14:textId="77777777" w:rsidR="00A31FEF" w:rsidRPr="009D0757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edição e manipulação de t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0248C3D" w14:textId="77777777" w:rsidR="00A31FEF" w:rsidRPr="00F0079B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d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ocumentos - características e formatos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4D919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programas informáticos para a 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edição de imagens bitmap</w:t>
            </w:r>
          </w:p>
          <w:p w14:paraId="21A9853A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diferença entre pixel e vetor</w:t>
            </w:r>
          </w:p>
          <w:p w14:paraId="7F68C055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Aplicar métodos e técnicas de tratamento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edição de imagens bitmap</w:t>
            </w:r>
          </w:p>
          <w:p w14:paraId="70A77AE8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sistemas de cor</w:t>
            </w:r>
          </w:p>
          <w:p w14:paraId="6423043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</w:t>
            </w:r>
          </w:p>
          <w:p w14:paraId="2E65045A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as resoluções das imagens</w:t>
            </w:r>
          </w:p>
          <w:p w14:paraId="7464B2C7" w14:textId="77777777" w:rsidR="00A31FEF" w:rsidRPr="00171914" w:rsidRDefault="00A31FEF" w:rsidP="00525066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2B8470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5E84982C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1FCEC7DF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AD68177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723188B2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71560607" w14:textId="77777777" w:rsidR="00A31FEF" w:rsidRPr="00AF3757" w:rsidRDefault="00A31FEF" w:rsidP="00525066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D01CEC5" w14:textId="77777777" w:rsidR="00A31FEF" w:rsidRDefault="00A31FEF" w:rsidP="00A31F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966558D" w14:textId="77777777" w:rsidR="00A31FEF" w:rsidRDefault="00A31FEF" w:rsidP="00A31F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5ECD0F8" w14:textId="77777777" w:rsidR="00A31FEF" w:rsidRPr="00F87025" w:rsidRDefault="00A31FEF" w:rsidP="00A31FEF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919B6A1" w14:textId="77777777" w:rsidR="00A31FEF" w:rsidRPr="00AD56F4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104E3">
        <w:rPr>
          <w:rFonts w:ascii="Verdana Pro Light" w:eastAsia="Arial Unicode MS" w:hAnsi="Verdana Pro Light" w:cs="Times New Roman"/>
          <w:b/>
          <w:sz w:val="18"/>
          <w:szCs w:val="18"/>
        </w:rPr>
        <w:t>Editar imagens bitmap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0A7FEDC6" w14:textId="77777777" w:rsidR="00A31FEF" w:rsidRPr="00F02690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CD1. Formatando corretamente a página de trabalho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 resolução da imagem em função do canal de difusão</w:t>
      </w:r>
    </w:p>
    <w:p w14:paraId="68D169A4" w14:textId="77777777" w:rsidR="00A31FEF" w:rsidRPr="00F02690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corretamente as ferramentas do programa para editar e manipular imagens e texto</w:t>
      </w:r>
    </w:p>
    <w:p w14:paraId="44CEB8EE" w14:textId="77777777" w:rsidR="00A31FEF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Utilizando camadas </w:t>
      </w:r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(</w:t>
      </w:r>
      <w:proofErr w:type="spellStart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layers</w:t>
      </w:r>
      <w:proofErr w:type="spellEnd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)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para gerir corretamente o processo de edição da imagem</w:t>
      </w:r>
    </w:p>
    <w:p w14:paraId="49996212" w14:textId="77777777" w:rsidR="00A31FEF" w:rsidRPr="00F02690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Usando os sistemas de cor tendo em conta o canal de difusão da imagem</w:t>
      </w:r>
    </w:p>
    <w:p w14:paraId="1C541DB0" w14:textId="77777777" w:rsidR="00A31FEF" w:rsidRPr="00F02690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Salvando e exportando nos formatos corretos tendo em conta o canal de difusão da imagem</w:t>
      </w:r>
    </w:p>
    <w:p w14:paraId="6203B7E9" w14:textId="77777777" w:rsidR="00A31FEF" w:rsidRPr="00136AD8" w:rsidRDefault="00A31FEF" w:rsidP="00A31FE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B350B8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12C6BF9" w14:textId="77777777" w:rsidR="00A31FEF" w:rsidRPr="00984B30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Departamentos criativos de empresas de comunicação diversificadas</w:t>
      </w:r>
    </w:p>
    <w:p w14:paraId="30371416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4C0A67A8" w14:textId="77777777" w:rsidR="00A31FEF" w:rsidRPr="00643045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463785CD" w14:textId="77777777" w:rsidR="00A31FEF" w:rsidRPr="00E2794B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B14E748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BF99EE1" w14:textId="77777777" w:rsidR="00A31FEF" w:rsidRPr="00436CB6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25102E4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imagens bitmap</w:t>
      </w:r>
    </w:p>
    <w:p w14:paraId="38E8C6E9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sobre tutoriais de edição de imagens</w:t>
      </w:r>
    </w:p>
    <w:p w14:paraId="5523A991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Imagens para editar</w:t>
      </w:r>
    </w:p>
    <w:p w14:paraId="542D001C" w14:textId="77777777" w:rsidR="00A31FEF" w:rsidRPr="006D29AD" w:rsidRDefault="00A31FEF" w:rsidP="00A31FEF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D6A033E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A5012A1" w14:textId="3D8FFD7D" w:rsidR="00434DAA" w:rsidRPr="00033F56" w:rsidRDefault="00434DAA" w:rsidP="00434DA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/>
      </w:r>
    </w:p>
    <w:p w14:paraId="3EC9090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6D16E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13A9C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BEF84D" w14:textId="77777777" w:rsidR="00C1550F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1550F" w:rsidRPr="00136AD8" w14:paraId="57BAE61C" w14:textId="77777777" w:rsidTr="0086736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648A852" w14:textId="77777777" w:rsidR="00C1550F" w:rsidRPr="000775AE" w:rsidRDefault="00C1550F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0775A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C6E1F7D" w14:textId="039B70EE" w:rsidR="00C1550F" w:rsidRPr="000775AE" w:rsidRDefault="000775AE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775A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Realizar a edição de texto em peças gráficas</w:t>
            </w:r>
          </w:p>
        </w:tc>
      </w:tr>
    </w:tbl>
    <w:p w14:paraId="381AA8FF" w14:textId="77777777" w:rsidR="00C1550F" w:rsidRPr="00136AD8" w:rsidRDefault="00C1550F" w:rsidP="00C1550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1D21CE5" w14:textId="77777777" w:rsidR="00C1550F" w:rsidRDefault="00C1550F" w:rsidP="00C1550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4AB6A5D" w14:textId="77777777" w:rsidR="00C1550F" w:rsidRPr="003200F2" w:rsidRDefault="00C1550F" w:rsidP="00C1550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F1C3E49" w14:textId="77777777" w:rsidR="00C1550F" w:rsidRPr="00136AD8" w:rsidRDefault="00C1550F" w:rsidP="00C1550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1550F" w:rsidRPr="00136AD8" w14:paraId="464B6CF6" w14:textId="77777777" w:rsidTr="0086736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8E61D1" w14:textId="77777777" w:rsidR="00C1550F" w:rsidRPr="001B353A" w:rsidRDefault="00C1550F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1550F" w:rsidRPr="00136AD8" w14:paraId="40534C5E" w14:textId="77777777" w:rsidTr="0086736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76FD23" w14:textId="77777777" w:rsidR="000775AE" w:rsidRDefault="000775AE" w:rsidP="000775A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Usar ferramentas de edição de texto e digitar o texto na peça gráfica</w:t>
            </w:r>
          </w:p>
          <w:p w14:paraId="0FD9F02C" w14:textId="77777777" w:rsidR="000775AE" w:rsidRPr="00881231" w:rsidRDefault="000775AE" w:rsidP="000775A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 estilos e hierarquias de texto em ferramentas de edição gráfica</w:t>
            </w:r>
          </w:p>
          <w:p w14:paraId="36DF9443" w14:textId="77777777" w:rsidR="000775AE" w:rsidRDefault="000775AE" w:rsidP="000775A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Importar o texto para ferramentas de edição gráfica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3A47A4BC" w14:textId="77777777" w:rsidR="000775AE" w:rsidRDefault="000775AE" w:rsidP="000775A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Criar nomenclatura de ficheiros e arquivar</w:t>
            </w:r>
          </w:p>
          <w:p w14:paraId="14E2152E" w14:textId="77777777" w:rsidR="00C1550F" w:rsidRPr="0008537A" w:rsidRDefault="00C1550F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1550F" w:rsidRPr="00136AD8" w14:paraId="7F1FAD58" w14:textId="77777777" w:rsidTr="0086736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A59700" w14:textId="77777777" w:rsidR="00C1550F" w:rsidRPr="001B353A" w:rsidRDefault="00C1550F" w:rsidP="0086736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9EC793" w14:textId="77777777" w:rsidR="00C1550F" w:rsidRPr="001B353A" w:rsidRDefault="00C1550F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B5B0D72" w14:textId="77777777" w:rsidR="00C1550F" w:rsidRPr="001B353A" w:rsidRDefault="00C1550F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1550F" w:rsidRPr="00136AD8" w14:paraId="2520BCE8" w14:textId="77777777" w:rsidTr="00867365">
        <w:trPr>
          <w:trHeight w:val="112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A0E7D" w14:textId="77777777" w:rsidR="00C1550F" w:rsidRPr="00EB1AC5" w:rsidRDefault="00C1550F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5B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Fundamentos de Digitação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D1AC5A0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5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Importância das técnicas de digitação na produção de documentos e projetos gráficos</w:t>
            </w:r>
          </w:p>
          <w:p w14:paraId="271C5A7A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5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Teclado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505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osicionamento das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0505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ãos</w:t>
            </w:r>
          </w:p>
          <w:p w14:paraId="05C7BB83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5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Postura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0505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rgonomia</w:t>
            </w:r>
          </w:p>
          <w:p w14:paraId="5A71451D" w14:textId="77777777" w:rsidR="00C1550F" w:rsidRPr="000505BD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digitação (toque cego, agilidade e ritmo)</w:t>
            </w:r>
          </w:p>
          <w:p w14:paraId="46755009" w14:textId="77777777" w:rsidR="00C1550F" w:rsidRPr="000505BD" w:rsidRDefault="00C1550F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digitais</w:t>
            </w:r>
            <w:r w:rsidRPr="000505B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D8C55B1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processamento de texto</w:t>
            </w:r>
          </w:p>
          <w:p w14:paraId="2BC03AC6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correção automática de texto</w:t>
            </w:r>
          </w:p>
          <w:p w14:paraId="089B7EBF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Atalhos do teclado</w:t>
            </w:r>
          </w:p>
          <w:p w14:paraId="505A1D6F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Personalização de atalhos de teclado</w:t>
            </w:r>
          </w:p>
          <w:p w14:paraId="2C280012" w14:textId="77777777" w:rsidR="00C1550F" w:rsidRPr="00EB1AC5" w:rsidRDefault="00C1550F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Formatação de texto:</w:t>
            </w:r>
          </w:p>
          <w:p w14:paraId="159776BA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Estilos de texto</w:t>
            </w:r>
          </w:p>
          <w:p w14:paraId="6EB27C48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Hierarquia de texto</w:t>
            </w:r>
          </w:p>
          <w:p w14:paraId="5056D7A2" w14:textId="77777777" w:rsidR="00C1550F" w:rsidRDefault="00C1550F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Texto em peças gráficas</w:t>
            </w:r>
          </w:p>
          <w:p w14:paraId="2E9B36E6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Integração de texto em ferramentas de edição gráfica</w:t>
            </w:r>
          </w:p>
          <w:p w14:paraId="1395CF41" w14:textId="77777777" w:rsidR="00C1550F" w:rsidRPr="003B3323" w:rsidRDefault="00C1550F" w:rsidP="00C1550F">
            <w:pPr>
              <w:pStyle w:val="PargrafodaLista"/>
              <w:numPr>
                <w:ilvl w:val="0"/>
                <w:numId w:val="4"/>
              </w:numPr>
              <w:ind w:left="460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3B3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spaçamento entre letras (</w:t>
            </w:r>
            <w:proofErr w:type="spellStart"/>
            <w:r w:rsidRPr="003B3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kerning</w:t>
            </w:r>
            <w:proofErr w:type="spellEnd"/>
            <w:r w:rsidRPr="003B3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e entre linhas (</w:t>
            </w:r>
            <w:proofErr w:type="spellStart"/>
            <w:r w:rsidRPr="003B3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leading</w:t>
            </w:r>
            <w:proofErr w:type="spellEnd"/>
            <w:r w:rsidRPr="003B3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).</w:t>
            </w:r>
          </w:p>
          <w:p w14:paraId="753C9ED7" w14:textId="77777777" w:rsidR="00C1550F" w:rsidRDefault="00C1550F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Revisão de texto</w:t>
            </w:r>
          </w:p>
          <w:p w14:paraId="31A6A115" w14:textId="77777777" w:rsidR="00C1550F" w:rsidRPr="003B3323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3B3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revisão automática.</w:t>
            </w:r>
          </w:p>
          <w:p w14:paraId="607E6996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manuais para revisão ortográfica e gramatical</w:t>
            </w:r>
          </w:p>
          <w:p w14:paraId="6CA579DA" w14:textId="77777777" w:rsidR="00C1550F" w:rsidRPr="003B3323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</w:t>
            </w:r>
            <w:r w:rsidRPr="003B3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ocumentos compartilhados.</w:t>
            </w:r>
          </w:p>
          <w:p w14:paraId="2340A2A6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3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 de comentários e controle de versões</w:t>
            </w:r>
          </w:p>
          <w:p w14:paraId="01AC76ED" w14:textId="77777777" w:rsidR="00C1550F" w:rsidRPr="0082388E" w:rsidRDefault="00C1550F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2388E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Formatos de ficheiros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 arquivo</w:t>
            </w:r>
          </w:p>
          <w:p w14:paraId="505B138D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formatos </w:t>
            </w:r>
            <w:r w:rsidRPr="00A5721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diferentes processos de produção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gráfica</w:t>
            </w:r>
          </w:p>
          <w:p w14:paraId="5109DD91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Nomenclatura de ficheiros</w:t>
            </w:r>
          </w:p>
          <w:p w14:paraId="0285F040" w14:textId="77777777" w:rsidR="00C1550F" w:rsidRPr="00D8359C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Organigrama de pastas para arquivo</w:t>
            </w:r>
          </w:p>
          <w:p w14:paraId="675E824B" w14:textId="77777777" w:rsidR="00C1550F" w:rsidRPr="00FE7C3F" w:rsidRDefault="00C1550F" w:rsidP="00867365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9562F" w14:textId="77777777" w:rsidR="00C1550F" w:rsidRPr="004B3C8A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45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a importância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digitação de texto</w:t>
            </w:r>
            <w:r w:rsidRPr="000505B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produção de documentos e projetos gráficos</w:t>
            </w:r>
          </w:p>
          <w:p w14:paraId="742C18DF" w14:textId="028FD7FC" w:rsidR="00C1550F" w:rsidRDefault="000775AE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C155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ferramentas de processamento de texto e de edição gráfica</w:t>
            </w:r>
          </w:p>
          <w:p w14:paraId="3D2CDC51" w14:textId="10917227" w:rsidR="00C1550F" w:rsidRDefault="000775AE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C1550F" w:rsidRPr="00881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C1550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técnicas de revisão de texto</w:t>
            </w:r>
          </w:p>
          <w:p w14:paraId="5AC30E02" w14:textId="36D50B86" w:rsidR="000775AE" w:rsidRPr="000775AE" w:rsidRDefault="000775AE" w:rsidP="000775AE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D4B41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B3CBF01" w14:textId="77777777" w:rsidR="00C1550F" w:rsidRDefault="00C1550F" w:rsidP="00C1550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4783A4C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3611A2D" w14:textId="77777777" w:rsidR="00C1550F" w:rsidRDefault="00C1550F" w:rsidP="00C1550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0F35FC67" w14:textId="77777777" w:rsidR="00C1550F" w:rsidRPr="000173C0" w:rsidRDefault="00C1550F" w:rsidP="0086736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3FBE0AD" w14:textId="77777777" w:rsidR="00C1550F" w:rsidRDefault="00C1550F" w:rsidP="00C1550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0E7493B" w14:textId="77777777" w:rsidR="00C1550F" w:rsidRPr="00F87025" w:rsidRDefault="00C1550F" w:rsidP="00C1550F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26B8BBE" w14:textId="77777777" w:rsidR="000775AE" w:rsidRDefault="000775AE" w:rsidP="000775A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Realizar a edição de texto em peças gráficas:</w:t>
      </w:r>
    </w:p>
    <w:p w14:paraId="12DCC820" w14:textId="77777777" w:rsidR="000775AE" w:rsidRDefault="000775AE" w:rsidP="000775A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DF6854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Tendo em conta os objetivos da peça gráfica e a narrativa pretendida</w:t>
      </w:r>
    </w:p>
    <w:p w14:paraId="3AF62DC5" w14:textId="77777777" w:rsidR="000775AE" w:rsidRDefault="000775AE" w:rsidP="000775A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CD2. Fazendo o processamento digital de texto, utilizando e personalizando atalhos </w:t>
      </w:r>
    </w:p>
    <w:p w14:paraId="1146B69C" w14:textId="77777777" w:rsidR="000775AE" w:rsidRDefault="000775AE" w:rsidP="000775A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Usando ferramentas de revisão na verificação e tendo em conta a ortografia e a gramática</w:t>
      </w:r>
    </w:p>
    <w:p w14:paraId="60D8428E" w14:textId="77777777" w:rsidR="000775AE" w:rsidRDefault="000775AE" w:rsidP="000775A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Importando texto para ferramentas de edição gráfica tendo em conta a hierarquia de texto e aplicando estilos de texto de acordo com a narrativa pretendida</w:t>
      </w:r>
    </w:p>
    <w:p w14:paraId="2FA2D6A4" w14:textId="637E3127" w:rsidR="00C1550F" w:rsidRPr="00DF6854" w:rsidRDefault="000775AE" w:rsidP="000775A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Procedendo ao arquivo de ficheiros tendo em conta as regras de organização da empresa</w:t>
      </w:r>
    </w:p>
    <w:p w14:paraId="15110F8C" w14:textId="77777777" w:rsidR="00C1550F" w:rsidRPr="00136AD8" w:rsidRDefault="00C1550F" w:rsidP="00C1550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8E29A7" w14:textId="77777777" w:rsidR="00C1550F" w:rsidRPr="00F87025" w:rsidRDefault="00C1550F" w:rsidP="00C155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AE0C38F" w14:textId="77777777" w:rsidR="00C1550F" w:rsidRPr="00A92466" w:rsidRDefault="00C1550F" w:rsidP="00C1550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BBB2143" w14:textId="77777777" w:rsidR="00C1550F" w:rsidRPr="00F87025" w:rsidRDefault="00C1550F" w:rsidP="00C155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4F7D8C9" w14:textId="77777777" w:rsidR="00C1550F" w:rsidRPr="00AD7F09" w:rsidRDefault="00C1550F" w:rsidP="00C1550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734481DD" w14:textId="77777777" w:rsidR="00C1550F" w:rsidRPr="00AD7F09" w:rsidRDefault="00C1550F" w:rsidP="00C1550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</w:t>
      </w:r>
      <w:r>
        <w:rPr>
          <w:rFonts w:ascii="Verdana Pro Light" w:eastAsia="Arial Unicode MS" w:hAnsi="Verdana Pro Light" w:cs="Arial Unicode MS"/>
          <w:sz w:val="18"/>
          <w:szCs w:val="18"/>
        </w:rPr>
        <w:t>processamento de texto e de edição gráfica</w:t>
      </w:r>
    </w:p>
    <w:p w14:paraId="2636FC3D" w14:textId="77777777" w:rsidR="00C1550F" w:rsidRPr="00AD7F09" w:rsidRDefault="00C1550F" w:rsidP="00C1550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Texto para ser digitado</w:t>
      </w:r>
    </w:p>
    <w:p w14:paraId="26777ADE" w14:textId="77777777" w:rsidR="00C1550F" w:rsidRDefault="00C1550F" w:rsidP="00C1550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Peças gráficas para introdução de texto</w:t>
      </w: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50B14DCC" w14:textId="77777777" w:rsidR="00C1550F" w:rsidRPr="00AD7F09" w:rsidRDefault="00C1550F" w:rsidP="00C1550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Manual empresarial de gestão de arquivos </w:t>
      </w:r>
      <w:r w:rsidRPr="00AD7F09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D0258F6" w14:textId="77777777" w:rsidR="00C1550F" w:rsidRPr="00D8359C" w:rsidRDefault="00C1550F" w:rsidP="00C1550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E1BA4A5" w14:textId="77777777" w:rsidR="00C1550F" w:rsidRPr="00C34354" w:rsidRDefault="00C1550F" w:rsidP="00C1550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2588082A" w14:textId="77777777" w:rsidR="00C1550F" w:rsidRPr="00FC797E" w:rsidRDefault="00C1550F" w:rsidP="00C1550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simulada e ativo com recurso ao estudo de casos de </w:t>
      </w:r>
      <w:r>
        <w:rPr>
          <w:rFonts w:ascii="Verdana Pro Light" w:eastAsia="Arial Unicode MS" w:hAnsi="Verdana Pro Light" w:cs="Arial Unicode MS"/>
          <w:sz w:val="18"/>
          <w:szCs w:val="18"/>
        </w:rPr>
        <w:t>publicações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baseado na ação de desenvolvimento de projeto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práticos de digitação de texto</w:t>
      </w:r>
    </w:p>
    <w:p w14:paraId="6EADEBE7" w14:textId="77777777" w:rsidR="00C1550F" w:rsidRPr="00675CBE" w:rsidRDefault="00C1550F" w:rsidP="00C1550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213FE30C" w14:textId="77777777" w:rsidR="00C1550F" w:rsidRPr="0060670A" w:rsidRDefault="00C1550F" w:rsidP="00C1550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</w:p>
    <w:p w14:paraId="3A66052D" w14:textId="54A5A530" w:rsidR="008C76A8" w:rsidRDefault="008C76A8" w:rsidP="008C76A8">
      <w:pPr>
        <w:rPr>
          <w:rFonts w:ascii="Verdana Pro Light" w:hAnsi="Verdana Pro Light"/>
          <w:smallCaps/>
        </w:rPr>
      </w:pPr>
    </w:p>
    <w:p w14:paraId="782C2BBA" w14:textId="77777777" w:rsidR="000775AE" w:rsidRDefault="000775AE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31FEF" w:rsidRPr="00136AD8" w14:paraId="014FA0F2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281E1CE" w14:textId="77777777" w:rsidR="00A31FEF" w:rsidRPr="0048466A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48466A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C074D9" w14:textId="77777777" w:rsidR="00A31FEF" w:rsidRPr="0048466A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1265C5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Editar Layout de páginas para publicações</w:t>
            </w:r>
          </w:p>
        </w:tc>
      </w:tr>
    </w:tbl>
    <w:p w14:paraId="66DE1DE8" w14:textId="77777777" w:rsidR="00A31FEF" w:rsidRPr="00136AD8" w:rsidRDefault="00A31FEF" w:rsidP="00A31FE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22E3DBF" w14:textId="77777777" w:rsidR="00A31FEF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303C657" w14:textId="77777777" w:rsidR="00A31FEF" w:rsidRPr="003200F2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72DCDE7B" w14:textId="77777777" w:rsidR="00A31FEF" w:rsidRPr="00136AD8" w:rsidRDefault="00A31FEF" w:rsidP="00A31FE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31FEF" w:rsidRPr="00136AD8" w14:paraId="7DC3024D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4FFDA9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31FEF" w:rsidRPr="00136AD8" w14:paraId="1A83D6C9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3C2FDF" w14:textId="77777777" w:rsidR="00A31FEF" w:rsidRPr="00A23DBB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Criar um documento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formatar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organizar 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página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trabalho</w:t>
            </w:r>
          </w:p>
          <w:p w14:paraId="49054711" w14:textId="77777777" w:rsidR="00A31FEF" w:rsidRPr="00A23DBB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Importar e aplicar texto, imagens e gráficos 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ao layout pré-definido</w:t>
            </w:r>
          </w:p>
          <w:p w14:paraId="6A8434D5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trabalho em camadas (</w:t>
            </w:r>
            <w:proofErr w:type="spellStart"/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6CEBD187" w14:textId="77777777" w:rsidR="00A31FEF" w:rsidRPr="00A23DBB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79537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os sistemas de cor e a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plicar cores e grafismos às páginas e textos</w:t>
            </w:r>
          </w:p>
          <w:p w14:paraId="2DD21571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o formato do ficheiro,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alvar, exportar e imprimir</w:t>
            </w:r>
          </w:p>
          <w:p w14:paraId="6F8D4B04" w14:textId="77777777" w:rsidR="00A31FEF" w:rsidRPr="0008537A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31FEF" w:rsidRPr="00136AD8" w14:paraId="5C076009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D39A16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CB1942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894B598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31FEF" w:rsidRPr="00136AD8" w14:paraId="6E7D6F6D" w14:textId="77777777" w:rsidTr="00525066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C0E9D" w14:textId="77777777" w:rsidR="00A31FEF" w:rsidRPr="009D0757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à aplicação informática de paginação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DC9729A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omposição e tratamento de texto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43E686C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gestão de páginas no documento</w:t>
            </w:r>
          </w:p>
          <w:p w14:paraId="3938AEFB" w14:textId="77777777" w:rsidR="00A31FEF" w:rsidRPr="00031BA9" w:rsidRDefault="00A31FEF" w:rsidP="00525066">
            <w:pPr>
              <w:pStyle w:val="PargrafodaLista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E9DB26B" w14:textId="77777777" w:rsidR="00A31FEF" w:rsidRPr="00031BA9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processo de organização do documento - 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camadas (</w:t>
            </w:r>
            <w:proofErr w:type="spellStart"/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layers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2D2878B" w14:textId="77777777" w:rsidR="00A31FEF" w:rsidRPr="00031BA9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gestão de cores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1A69CB7" w14:textId="77777777" w:rsidR="00A31FEF" w:rsidRPr="00031BA9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mportação de textos, imagens e grafismos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FD6DB51" w14:textId="77777777" w:rsidR="00A31FEF" w:rsidRPr="00031BA9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riação e utilização de fluxos de texto no documento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0A88D2A" w14:textId="77777777" w:rsidR="00A31FEF" w:rsidRPr="00031BA9" w:rsidRDefault="00A31FEF" w:rsidP="00525066">
            <w:pPr>
              <w:pStyle w:val="PargrafodaLista"/>
              <w:numPr>
                <w:ilvl w:val="0"/>
                <w:numId w:val="4"/>
              </w:numPr>
              <w:ind w:left="176" w:hanging="19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f</w:t>
            </w:r>
            <w:r w:rsidRPr="00031B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ormato do texto – colunas e blocos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C5CD2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programas informáticos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paginação</w:t>
            </w:r>
          </w:p>
          <w:p w14:paraId="3FC1D8F4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aracterizar os elementos e a estrutura da uma página e de uma publicação</w:t>
            </w:r>
          </w:p>
          <w:p w14:paraId="0AACDB71" w14:textId="77777777" w:rsidR="00A31FEF" w:rsidRPr="007C5C9D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métodos e técnicas de tratamento de texto e de paginação.</w:t>
            </w:r>
          </w:p>
          <w:p w14:paraId="246B2684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maquetas e layouts</w:t>
            </w:r>
          </w:p>
          <w:p w14:paraId="3DB14CBA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 sistemas de cor</w:t>
            </w:r>
          </w:p>
          <w:p w14:paraId="55D94CF1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formatos de ficheiros </w:t>
            </w:r>
          </w:p>
          <w:p w14:paraId="0C699D6F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gráfica</w:t>
            </w:r>
          </w:p>
          <w:p w14:paraId="4AC963AC" w14:textId="77777777" w:rsidR="00A31FEF" w:rsidRPr="00276C25" w:rsidRDefault="00A31FEF" w:rsidP="00525066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0187B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74C137B9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33839AC9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AD5DE1F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59B72194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61900E32" w14:textId="77777777" w:rsidR="00A31FEF" w:rsidRPr="00AF3757" w:rsidRDefault="00A31FEF" w:rsidP="00525066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D288B94" w14:textId="77777777" w:rsidR="00A31FEF" w:rsidRDefault="00A31FEF" w:rsidP="00A31F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77F84A7" w14:textId="77777777" w:rsidR="00A31FEF" w:rsidRDefault="00A31FEF" w:rsidP="00A31F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210FD57" w14:textId="77777777" w:rsidR="00A31FEF" w:rsidRPr="00F87025" w:rsidRDefault="00A31FEF" w:rsidP="00A31FEF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0D3EA6B" w14:textId="77777777" w:rsidR="00A31FEF" w:rsidRPr="00AD56F4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4113A5">
        <w:rPr>
          <w:rFonts w:ascii="Verdana Pro Light" w:eastAsia="Arial Unicode MS" w:hAnsi="Verdana Pro Light" w:cs="Times New Roman"/>
          <w:b/>
          <w:sz w:val="18"/>
          <w:szCs w:val="18"/>
        </w:rPr>
        <w:t>Editar Layout de páginas para publicações digitais e de desktop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2CD4CF6F" w14:textId="77777777" w:rsidR="00A31FEF" w:rsidRPr="00F02690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CD1. Formatando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organizando 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>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página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de trabalho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o canal de difusão</w:t>
      </w:r>
    </w:p>
    <w:p w14:paraId="7B269084" w14:textId="77777777" w:rsidR="00A31FEF" w:rsidRPr="00F02690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as ferramentas do programa para editar texto e posicionar imagens no layout pré-definido tendo em conta as condicionantes técnicas do projeto gráfico</w:t>
      </w:r>
    </w:p>
    <w:p w14:paraId="118304D4" w14:textId="77777777" w:rsidR="00A31FEF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Utilizando camadas </w:t>
      </w:r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(</w:t>
      </w:r>
      <w:proofErr w:type="spellStart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layers</w:t>
      </w:r>
      <w:proofErr w:type="spellEnd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)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para gerir o processo de edição do layout </w:t>
      </w:r>
    </w:p>
    <w:p w14:paraId="6A5CE9A4" w14:textId="77777777" w:rsidR="00A31FEF" w:rsidRPr="00F02690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Usando os sistemas de cor tendo em conta o canal de difusão </w:t>
      </w:r>
    </w:p>
    <w:p w14:paraId="097C345D" w14:textId="77777777" w:rsidR="00A31FEF" w:rsidRPr="00F02690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Salvando e exportando nos formatos corretos para cada canal de difusão </w:t>
      </w:r>
    </w:p>
    <w:p w14:paraId="7CF189F4" w14:textId="77777777" w:rsidR="00A31FEF" w:rsidRPr="00136AD8" w:rsidRDefault="00A31FEF" w:rsidP="00A31FE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46625B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 xml:space="preserve">Contexto (exemplos de uso da competência) </w:t>
      </w:r>
    </w:p>
    <w:p w14:paraId="7C381BB1" w14:textId="77777777" w:rsidR="00A31FEF" w:rsidRPr="00984B30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0F8B3EF4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6BFACE9C" w14:textId="77777777" w:rsidR="00A31FEF" w:rsidRPr="00643045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0FD52AD0" w14:textId="77777777" w:rsidR="00A31FEF" w:rsidRPr="00E2794B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FD83604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49D2A18" w14:textId="77777777" w:rsidR="00A31FEF" w:rsidRPr="00436CB6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3C64B143" w14:textId="77777777" w:rsidR="00A31FEF" w:rsidRPr="007F359E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b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 w:rsidRPr="007F359E">
        <w:rPr>
          <w:rFonts w:ascii="Verdana Pro Light" w:eastAsia="Arial Unicode MS" w:hAnsi="Verdana Pro Light" w:cs="Times New Roman"/>
          <w:bCs/>
          <w:sz w:val="18"/>
          <w:szCs w:val="18"/>
        </w:rPr>
        <w:t xml:space="preserve">edição de Layout de páginas </w:t>
      </w:r>
    </w:p>
    <w:p w14:paraId="7DF1294F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Referências sobre tutoriais de edição de texto e paginação </w:t>
      </w:r>
    </w:p>
    <w:p w14:paraId="27CAB0F7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Layout de páginas para editar</w:t>
      </w:r>
    </w:p>
    <w:p w14:paraId="25F3B18C" w14:textId="77777777" w:rsidR="00A31FEF" w:rsidRDefault="00A31FEF" w:rsidP="00A31FEF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Textos, imagens e grafismos para aplicar no layout de páginas</w:t>
      </w:r>
    </w:p>
    <w:p w14:paraId="10EF1C15" w14:textId="77777777" w:rsidR="00A31FEF" w:rsidRPr="006D29AD" w:rsidRDefault="00A31FEF" w:rsidP="00A31FEF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0150B66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6C1C43C" w14:textId="5EF94A2F" w:rsidR="00434DAA" w:rsidRDefault="00434DAA" w:rsidP="00434DAA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/>
      </w:r>
    </w:p>
    <w:p w14:paraId="229201BF" w14:textId="77777777" w:rsidR="00434DAA" w:rsidRPr="00033F56" w:rsidRDefault="00434DAA" w:rsidP="00434DAA">
      <w:pPr>
        <w:rPr>
          <w:rFonts w:ascii="Verdana Pro Light" w:hAnsi="Verdana Pro Light"/>
          <w:smallCaps/>
        </w:rPr>
      </w:pPr>
    </w:p>
    <w:p w14:paraId="694FF0F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DD2E3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41F98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0F515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31FEF" w:rsidRPr="00136AD8" w14:paraId="5E1F25E8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1CF2938" w14:textId="77777777" w:rsidR="00A31FEF" w:rsidRPr="00434DAA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434DA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36D2B34" w14:textId="77777777" w:rsidR="00A31FEF" w:rsidRPr="00434DAA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Utilizar</w:t>
            </w:r>
            <w:r w:rsidRPr="00434DAA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suportes e tintas para impressão</w:t>
            </w:r>
          </w:p>
        </w:tc>
      </w:tr>
    </w:tbl>
    <w:p w14:paraId="6BFE2213" w14:textId="77777777" w:rsidR="00A31FEF" w:rsidRPr="00136AD8" w:rsidRDefault="00A31FEF" w:rsidP="00A31FE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F6E2938" w14:textId="77777777" w:rsidR="00A31FEF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02FF5A1" w14:textId="77777777" w:rsidR="00A31FEF" w:rsidRPr="003200F2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AEEE261" w14:textId="77777777" w:rsidR="00A31FEF" w:rsidRPr="00136AD8" w:rsidRDefault="00A31FEF" w:rsidP="00A31FE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31FEF" w:rsidRPr="00136AD8" w14:paraId="2119283D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96F6240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31FEF" w:rsidRPr="00136AD8" w14:paraId="49B5C7E7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2970B8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as características técnicas do projeto gráfico </w:t>
            </w:r>
          </w:p>
          <w:p w14:paraId="19D62467" w14:textId="77777777" w:rsidR="00A31FEF" w:rsidRPr="001979C5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os suportes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473F49ED" w14:textId="77777777" w:rsidR="00A31FEF" w:rsidRPr="001979C5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as tintas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6203E003" w14:textId="77777777" w:rsidR="00A31FEF" w:rsidRPr="001979C5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Elaborar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um relatório com indicações técnicas para utilização dos suportes e tintas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A31FEF" w:rsidRPr="00136AD8" w14:paraId="1D291BD8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C2C993" w14:textId="77777777" w:rsidR="00A31FEF" w:rsidRPr="001B353A" w:rsidRDefault="00A31FEF" w:rsidP="00525066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4BBF262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94E5540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31FEF" w:rsidRPr="00136AD8" w14:paraId="0741808B" w14:textId="77777777" w:rsidTr="00525066">
        <w:trPr>
          <w:trHeight w:val="416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DEBA9" w14:textId="77777777" w:rsidR="00A31FEF" w:rsidRPr="00842D50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Suportes para impressão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FE68318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papel – nomenclatura, </w:t>
            </w:r>
            <w:r w:rsidRPr="00E501B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propriedades físicas, óticas, químicas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Pr="00E501B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estabilidade dimensional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finalidades</w:t>
            </w:r>
          </w:p>
          <w:p w14:paraId="193FFB40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fabrico</w:t>
            </w:r>
          </w:p>
          <w:p w14:paraId="46967D52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especiais – nomenclatura características e finalidades</w:t>
            </w:r>
          </w:p>
          <w:p w14:paraId="1652A00A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normalizados</w:t>
            </w:r>
          </w:p>
          <w:p w14:paraId="7AD24CA9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01B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Manuseamento de papel</w:t>
            </w:r>
          </w:p>
          <w:p w14:paraId="70D3F5F7" w14:textId="77777777" w:rsidR="00A31FEF" w:rsidRPr="00842D50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Tintas para impressão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E8FE744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tintas – nomenclatura características e finalidades</w:t>
            </w:r>
          </w:p>
          <w:p w14:paraId="41A7C9C9" w14:textId="77777777" w:rsidR="00A31FEF" w:rsidRPr="00E501BA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01B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Principais grupos de tintas</w:t>
            </w:r>
          </w:p>
          <w:p w14:paraId="5CF4F2B1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Gama de cores e pigmentos</w:t>
            </w:r>
          </w:p>
          <w:p w14:paraId="3C0F65D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Compatibilidade Tinta-Suporte</w:t>
            </w:r>
          </w:p>
          <w:p w14:paraId="35C3A8E6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Comportamento das tintas nos diferentes suportes</w:t>
            </w:r>
          </w:p>
          <w:p w14:paraId="2E3362B0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Guias de cores</w:t>
            </w:r>
          </w:p>
          <w:p w14:paraId="045DB955" w14:textId="77777777" w:rsidR="00A31FEF" w:rsidRPr="00842D50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9400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Estratégias de seleção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A9B989F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Custos e orçamentos</w:t>
            </w:r>
          </w:p>
          <w:p w14:paraId="5E3ABBB7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Sustentabilidade</w:t>
            </w:r>
          </w:p>
          <w:p w14:paraId="0E403EEA" w14:textId="77777777" w:rsidR="00A31FEF" w:rsidRPr="00C74134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Inovação e novas tecnologias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A4BE8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características e finalidades de diferentes tipos de papel</w:t>
            </w:r>
          </w:p>
          <w:p w14:paraId="72FEE642" w14:textId="77777777" w:rsidR="00A31FEF" w:rsidRPr="006006A7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Caracterizar o comportamento dos papéis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tintas 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durante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processo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7D47028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materiais especiais de impressão as suas características e finalidades</w:t>
            </w:r>
          </w:p>
          <w:p w14:paraId="6BDF83DF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 principais grupos de tintas de impressão</w:t>
            </w:r>
          </w:p>
          <w:p w14:paraId="78D2FDF1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Compreender o comportamento das tintas de impressão em diferentes suportes</w:t>
            </w:r>
          </w:p>
          <w:p w14:paraId="5164F12C" w14:textId="77777777" w:rsidR="00A31FEF" w:rsidRPr="001979C5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estratégias de seleção de suportes e tintas na produção gráfica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5111C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3EE16C6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2FEC54DD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18807F3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49C83FF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53809784" w14:textId="77777777" w:rsidR="00A31FEF" w:rsidRPr="000173C0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6ED02F3" w14:textId="77777777" w:rsidR="00A31FEF" w:rsidRDefault="00A31FEF" w:rsidP="00A31F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D9715CA" w14:textId="77777777" w:rsidR="00A31FEF" w:rsidRPr="00F87025" w:rsidRDefault="00A31FEF" w:rsidP="00A31FEF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82BEDC8" w14:textId="77777777" w:rsidR="00A31FEF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Utilizar</w:t>
      </w:r>
      <w:r w:rsidRPr="008B2B95">
        <w:rPr>
          <w:rFonts w:ascii="Verdana Pro Light" w:eastAsia="Arial Unicode MS" w:hAnsi="Verdana Pro Light" w:cs="Times New Roman"/>
          <w:b/>
          <w:sz w:val="18"/>
          <w:szCs w:val="18"/>
        </w:rPr>
        <w:t xml:space="preserve"> suportes e tintas para impressão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84DCDD3" w14:textId="77777777" w:rsidR="00A31FEF" w:rsidRPr="00BE790C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Analisando o projeto gráfico tendo em conta as suas características técnicas e objetivos de produção</w:t>
      </w:r>
    </w:p>
    <w:p w14:paraId="1BDDEC06" w14:textId="77777777" w:rsidR="00A31FEF" w:rsidRPr="00BE790C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Selecionando os suportes tendo em conta as especificidades técnicas dos processos de impressão </w:t>
      </w:r>
    </w:p>
    <w:p w14:paraId="2BB469E3" w14:textId="77777777" w:rsidR="00A31FEF" w:rsidRPr="00BE790C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as tintas utilizando guias de cor e tendo em conta as especificidades técnicas dos processos de impressão</w:t>
      </w:r>
    </w:p>
    <w:p w14:paraId="434EFCC9" w14:textId="77777777" w:rsidR="00A31FEF" w:rsidRPr="00BE790C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lastRenderedPageBreak/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BE790C">
        <w:rPr>
          <w:rFonts w:ascii="Verdana Pro Light" w:eastAsia="Arial Unicode MS" w:hAnsi="Verdana Pro Light" w:cs="Arial Unicode MS"/>
          <w:sz w:val="18"/>
          <w:szCs w:val="18"/>
        </w:rPr>
        <w:t xml:space="preserve">. Elaborando um relatório </w:t>
      </w:r>
      <w:r>
        <w:rPr>
          <w:rFonts w:ascii="Verdana Pro Light" w:eastAsia="Arial Unicode MS" w:hAnsi="Verdana Pro Light" w:cs="Arial Unicode MS"/>
          <w:sz w:val="18"/>
          <w:szCs w:val="18"/>
        </w:rPr>
        <w:t>técnico identificando os suportes e tintas adequados ao projeto gráfico e ao processo de impressão tendo em conta os objetivos de produção</w:t>
      </w:r>
    </w:p>
    <w:p w14:paraId="48448442" w14:textId="77777777" w:rsidR="00A31FEF" w:rsidRPr="00136AD8" w:rsidRDefault="00A31FEF" w:rsidP="00A31FE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92BEA2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3A7FA7C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7E413245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26328F5B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7CB26D7F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641FA05D" w14:textId="77777777" w:rsidR="00A31FEF" w:rsidRPr="00A92466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C57FA1C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622D458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1391B72" w14:textId="77777777" w:rsidR="00A31FEF" w:rsidRPr="004B5669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B5669"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</w:t>
      </w:r>
      <w:r>
        <w:rPr>
          <w:rFonts w:ascii="Verdana Pro Light" w:eastAsia="Arial Unicode MS" w:hAnsi="Verdana Pro Light" w:cs="Arial Unicode MS"/>
          <w:sz w:val="18"/>
          <w:szCs w:val="18"/>
        </w:rPr>
        <w:t>de texto</w:t>
      </w:r>
    </w:p>
    <w:p w14:paraId="46DEB855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69527F80" w14:textId="77777777" w:rsidR="00A31FEF" w:rsidRPr="00A92466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Guias de cor</w:t>
      </w:r>
    </w:p>
    <w:p w14:paraId="1CF23D8D" w14:textId="77777777" w:rsidR="00A31FEF" w:rsidRPr="00BE790C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Exemplos de papeis e outros suportes impressos e sem impressão</w:t>
      </w:r>
    </w:p>
    <w:p w14:paraId="142FFADB" w14:textId="77777777" w:rsidR="00A31FEF" w:rsidRPr="00A92466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Exemplos de obras gráficas relevantes para a análise dos suportes e tintas</w:t>
      </w:r>
    </w:p>
    <w:p w14:paraId="0FB7529E" w14:textId="77777777" w:rsidR="00A31FEF" w:rsidRPr="006509D7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6E92D93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A862064" w14:textId="77777777" w:rsidR="00A31FEF" w:rsidRDefault="00A31FEF" w:rsidP="00A31FE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6957AD0" w14:textId="77777777" w:rsidR="00A31FEF" w:rsidRPr="00C34354" w:rsidRDefault="00A31FEF" w:rsidP="00A31F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6F955946" w14:textId="77777777" w:rsidR="00A31FEF" w:rsidRPr="00BE790C" w:rsidRDefault="00A31FEF" w:rsidP="00A31FE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BE790C">
        <w:rPr>
          <w:rFonts w:ascii="Verdana Pro Light" w:eastAsia="Arial Unicode MS" w:hAnsi="Verdana Pro Light" w:cs="Arial Unicode MS"/>
          <w:sz w:val="18"/>
          <w:szCs w:val="18"/>
        </w:rPr>
        <w:t>Sugere-se a utilização da conjugação dos métodos expositivo e interrogativo com recurso a meios visuais e/ou audiovisuais para a explicitação dos conceitos associado aos suportes e tintas na produção gráfica; ativo com recurso a pesquisa individual ou de grupo e ainda o debate ou discussão orientada sobre o tema e estudo de casos com recurso a análise de obras gráficas relevantes no que respeita a produção gráfica.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B33F6DD" w14:textId="4F8EB8DB" w:rsidR="008C76A8" w:rsidRPr="00051C79" w:rsidRDefault="00A31FEF" w:rsidP="00A31F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A70DB9">
        <w:rPr>
          <w:rFonts w:ascii="Verdana Pro Light" w:hAnsi="Verdana Pro Light"/>
          <w:smallCaps/>
        </w:rPr>
        <w:t>forma de organização da formação (a distância, presencial, misto):</w:t>
      </w:r>
      <w:r w:rsidRPr="00A70DB9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 w:rsidR="00434DAA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3922A98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338C59E" w14:textId="77777777" w:rsidR="00434DAA" w:rsidRDefault="00434DAA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31FEF" w:rsidRPr="00136AD8" w14:paraId="7A7D68D4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4779C0E" w14:textId="77777777" w:rsidR="00A31FEF" w:rsidRPr="00434DAA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434DAA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BAA975C" w14:textId="77777777" w:rsidR="00A31FEF" w:rsidRPr="00434DAA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434DAA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Realizar revisão de projetos gráficos</w:t>
            </w:r>
          </w:p>
        </w:tc>
      </w:tr>
    </w:tbl>
    <w:p w14:paraId="382B8700" w14:textId="77777777" w:rsidR="00A31FEF" w:rsidRPr="00136AD8" w:rsidRDefault="00A31FEF" w:rsidP="00A31FE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8E6D9BF" w14:textId="77777777" w:rsidR="00A31FEF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B3C70EB" w14:textId="77777777" w:rsidR="00A31FEF" w:rsidRPr="003200F2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68C4BD03" w14:textId="77777777" w:rsidR="00A31FEF" w:rsidRPr="00136AD8" w:rsidRDefault="00A31FEF" w:rsidP="00A31FE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31FEF" w:rsidRPr="00136AD8" w14:paraId="70D7F464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940D88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31FEF" w:rsidRPr="00136AD8" w14:paraId="4089BDDF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7A64D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Analisar as peças gráficas e identificar os elementos a serem revistos</w:t>
            </w:r>
          </w:p>
          <w:p w14:paraId="3143A91F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Elaborar a revisão de peças gráficas</w:t>
            </w:r>
          </w:p>
          <w:p w14:paraId="0BBBD93D" w14:textId="77777777" w:rsidR="00A31FEF" w:rsidRPr="0008537A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Elaborar relatórios de revisão de peças 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A31FEF" w:rsidRPr="00136AD8" w14:paraId="57943383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45DD23" w14:textId="77777777" w:rsidR="00A31FEF" w:rsidRPr="001B353A" w:rsidRDefault="00A31FEF" w:rsidP="00525066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4192B5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CA60180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31FEF" w:rsidRPr="00136AD8" w14:paraId="483758AF" w14:textId="77777777" w:rsidTr="00525066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90247" w14:textId="77777777" w:rsidR="00A31FEF" w:rsidRPr="00842D50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Revisão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rojetos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g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ráficos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22947E5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mportância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evisão</w:t>
            </w:r>
          </w:p>
          <w:p w14:paraId="04B7D777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Objetivos da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evisão</w:t>
            </w:r>
          </w:p>
          <w:p w14:paraId="1BD19759" w14:textId="77777777" w:rsidR="00A31FEF" w:rsidRPr="00842D50" w:rsidRDefault="00A31FEF" w:rsidP="00525066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Elementos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v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isuais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écnicos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2A7F4C2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Resolução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magens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ráfico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1065935A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Verificação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fundos</w:t>
            </w:r>
          </w:p>
          <w:p w14:paraId="23D2AFD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Margens e cortes</w:t>
            </w:r>
          </w:p>
          <w:p w14:paraId="64AFFA1B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 de sangria</w:t>
            </w:r>
          </w:p>
          <w:p w14:paraId="4E1AD07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Coerência com as especificações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</w:t>
            </w:r>
          </w:p>
          <w:p w14:paraId="75BBA22B" w14:textId="77777777" w:rsidR="00A31FEF" w:rsidRPr="00BB1CDD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Revisão de provas </w:t>
            </w:r>
          </w:p>
          <w:p w14:paraId="3A493605" w14:textId="77777777" w:rsidR="00A31FEF" w:rsidRPr="00BB1CDD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Revisão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exto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onteúdo</w:t>
            </w:r>
            <w:r w:rsidRPr="00BB1C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5AA34F6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Correção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ramatical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rtográfica </w:t>
            </w:r>
          </w:p>
          <w:p w14:paraId="0DBE7E5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0A76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onsistência no uso de fontes, estilos de texto e formatação</w:t>
            </w:r>
          </w:p>
          <w:p w14:paraId="600263B7" w14:textId="77777777" w:rsidR="00A31FEF" w:rsidRPr="00C74134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Símbolos de revisão gráfica</w:t>
            </w:r>
          </w:p>
          <w:p w14:paraId="56B84A95" w14:textId="77777777" w:rsidR="00A31FEF" w:rsidRPr="00842D50" w:rsidRDefault="00A31FEF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Ferramentas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étodos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</w:t>
            </w:r>
            <w:r w:rsidRPr="000A76F8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evisão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77120D91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Ferramentas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evisão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igital</w:t>
            </w:r>
          </w:p>
          <w:p w14:paraId="0A9F72E8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Checklists</w:t>
            </w:r>
            <w:proofErr w:type="spellEnd"/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evisão</w:t>
            </w:r>
          </w:p>
          <w:p w14:paraId="2207F23E" w14:textId="77777777" w:rsidR="00A31FEF" w:rsidRPr="00A811FD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evisão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811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olaborativa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504B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importância e os objetivos da revisão gráfica</w:t>
            </w:r>
          </w:p>
          <w:p w14:paraId="5DF2082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 os elementos visuais, técnicos e de conteúdo a serem revistos</w:t>
            </w:r>
          </w:p>
          <w:p w14:paraId="292F2100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métodos de revisão gráfica</w:t>
            </w:r>
          </w:p>
          <w:p w14:paraId="1011C14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os símbolos de revisão gráfica</w:t>
            </w:r>
          </w:p>
          <w:p w14:paraId="142FED07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298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Produzir uma análise crítica da conformidade e qualidade da peça gráfica</w:t>
            </w:r>
          </w:p>
          <w:p w14:paraId="0DA4D62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gráfica</w:t>
            </w:r>
          </w:p>
          <w:p w14:paraId="07B92B68" w14:textId="77777777" w:rsidR="00A31FEF" w:rsidRPr="00F60D2F" w:rsidRDefault="00A31FEF" w:rsidP="00525066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2EAF4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01BC78FF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367A86C2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15909C32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67C4DADE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060D530A" w14:textId="77777777" w:rsidR="00A31FEF" w:rsidRPr="000173C0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E52184E" w14:textId="77777777" w:rsidR="00A31FEF" w:rsidRDefault="00A31FEF" w:rsidP="00A31F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E7B1CEF" w14:textId="77777777" w:rsidR="00A31FEF" w:rsidRDefault="00A31FEF" w:rsidP="00A31F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411EA4B" w14:textId="77777777" w:rsidR="00A31FEF" w:rsidRPr="00F87025" w:rsidRDefault="00A31FEF" w:rsidP="00A31FEF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E56279F" w14:textId="77777777" w:rsidR="00A31FEF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F2A4F">
        <w:rPr>
          <w:rFonts w:ascii="Verdana Pro Light" w:eastAsia="Arial Unicode MS" w:hAnsi="Verdana Pro Light" w:cs="Times New Roman"/>
          <w:b/>
          <w:sz w:val="18"/>
          <w:szCs w:val="18"/>
        </w:rPr>
        <w:t>Realizar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 xml:space="preserve"> </w:t>
      </w:r>
      <w:r w:rsidRPr="003F2A4F">
        <w:rPr>
          <w:rFonts w:ascii="Verdana Pro Light" w:eastAsia="Arial Unicode MS" w:hAnsi="Verdana Pro Light" w:cs="Times New Roman"/>
          <w:b/>
          <w:sz w:val="18"/>
          <w:szCs w:val="18"/>
        </w:rPr>
        <w:t xml:space="preserve">revisão 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>de</w:t>
      </w:r>
      <w:r w:rsidRPr="003F2A4F">
        <w:rPr>
          <w:rFonts w:ascii="Verdana Pro Light" w:eastAsia="Arial Unicode MS" w:hAnsi="Verdana Pro Light" w:cs="Times New Roman"/>
          <w:b/>
          <w:sz w:val="18"/>
          <w:szCs w:val="18"/>
        </w:rPr>
        <w:t xml:space="preserve"> projetos gráficos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A3AD993" w14:textId="77777777" w:rsidR="00A31FEF" w:rsidRPr="00251315" w:rsidRDefault="00A31FEF" w:rsidP="00A31FEF">
      <w:pPr>
        <w:spacing w:before="120" w:after="0" w:line="276" w:lineRule="auto"/>
        <w:ind w:left="318" w:hanging="176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Identificando os elementos visuais, técnicos e de conteúdo a serem revistos numa peça gráfica tendo em conta os requisitos técnicos e comunicacionais da peça gráfica</w:t>
      </w:r>
    </w:p>
    <w:p w14:paraId="1EB9BBF0" w14:textId="77777777" w:rsidR="00A31FEF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Elaborando a revisão de peças gráficas utilizando as ferramentas e os métodos adequados</w:t>
      </w:r>
    </w:p>
    <w:p w14:paraId="566BB05E" w14:textId="77777777" w:rsidR="00A31FEF" w:rsidRPr="00136AD8" w:rsidRDefault="00A31FEF" w:rsidP="00A31FEF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 xml:space="preserve">CD3. Identificando os aspetos visuais, técnicos e de conteúdo revistos e identificando os </w:t>
      </w:r>
      <w:r w:rsidRPr="005C70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desafios enfrentados e soluções aplicadas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no relatório sobre o processo de revisão da peça 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br/>
      </w:r>
    </w:p>
    <w:p w14:paraId="7C59D93E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DF00A39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1CC4F95C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4B9F114B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3067400A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041098A7" w14:textId="77777777" w:rsidR="00A31FEF" w:rsidRPr="00136EC3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BBCEA0E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96BD514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68DA50BB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B356C">
        <w:rPr>
          <w:rFonts w:ascii="Verdana Pro Light" w:eastAsia="Arial Unicode MS" w:hAnsi="Verdana Pro Light" w:cs="Arial Unicode MS"/>
          <w:sz w:val="18"/>
          <w:szCs w:val="18"/>
        </w:rPr>
        <w:t>Ferramentas digitais de edição de texto</w:t>
      </w:r>
    </w:p>
    <w:p w14:paraId="1A58086D" w14:textId="77777777" w:rsidR="00A31FEF" w:rsidRPr="00DB356C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digitais de edição gráfica</w:t>
      </w:r>
    </w:p>
    <w:p w14:paraId="3E48060E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6C1D135C" w14:textId="77777777" w:rsidR="00A31FEF" w:rsidRPr="0065765E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peças 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>gráfica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C431D2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5765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27CAD2E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40C81D1" w14:textId="77777777" w:rsidR="00A31FEF" w:rsidRDefault="00A31FEF" w:rsidP="00A31FE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1EDD3367" w14:textId="77777777" w:rsidR="00A31FEF" w:rsidRDefault="00A31FEF" w:rsidP="00A31F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revisão gráfica;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>sobre análise de peças gráficas e projeto prático de aplicação de conhecimentos.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CDFC3BA" w14:textId="2709AF4A" w:rsidR="00434DAA" w:rsidRPr="00033F56" w:rsidRDefault="00A31FEF" w:rsidP="00A31F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 w:rsidR="00434DAA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7EA30A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5A48D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A8704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4EB128" w14:textId="77777777" w:rsidR="00D04C4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04C48" w:rsidRPr="00136AD8" w14:paraId="4E0D3614" w14:textId="77777777" w:rsidTr="0086736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EEF1065" w14:textId="77777777" w:rsidR="00D04C48" w:rsidRPr="00D04C48" w:rsidRDefault="00D04C48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D04C4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454A365" w14:textId="77777777" w:rsidR="00D04C48" w:rsidRPr="000D3FAF" w:rsidRDefault="00D04C48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0D3FAF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Aplicar os processos de arte-final e </w:t>
            </w:r>
            <w:proofErr w:type="spellStart"/>
            <w:r w:rsidRPr="000D3FAF">
              <w:rPr>
                <w:rFonts w:ascii="Verdana Pro Light" w:eastAsia="Arial Unicode MS" w:hAnsi="Verdana Pro Light" w:cs="Times New Roman"/>
                <w:b/>
                <w:i/>
                <w:iCs/>
                <w:color w:val="C45911" w:themeColor="accent2" w:themeShade="BF"/>
                <w:sz w:val="18"/>
                <w:szCs w:val="18"/>
              </w:rPr>
              <w:t>preflight</w:t>
            </w:r>
            <w:proofErr w:type="spellEnd"/>
          </w:p>
        </w:tc>
      </w:tr>
    </w:tbl>
    <w:p w14:paraId="7F369324" w14:textId="77777777" w:rsidR="00D04C48" w:rsidRPr="00136AD8" w:rsidRDefault="00D04C48" w:rsidP="00D04C4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5A5493C" w14:textId="77777777" w:rsidR="00D04C48" w:rsidRDefault="00D04C48" w:rsidP="00D04C4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0F741BC" w14:textId="77777777" w:rsidR="00D04C48" w:rsidRPr="003200F2" w:rsidRDefault="00D04C48" w:rsidP="00D04C4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06B725CD" w14:textId="77777777" w:rsidR="00D04C48" w:rsidRPr="00136AD8" w:rsidRDefault="00D04C48" w:rsidP="00D04C4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04C48" w:rsidRPr="00136AD8" w14:paraId="03B99F29" w14:textId="77777777" w:rsidTr="0086736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31E20B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04C48" w:rsidRPr="00136AD8" w14:paraId="799D15EF" w14:textId="77777777" w:rsidTr="0086736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52B222" w14:textId="6F1D74D0" w:rsidR="00D04C48" w:rsidRDefault="00D04C48" w:rsidP="000D3FA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Verificar a resolução das imagens</w:t>
            </w:r>
            <w:r w:rsidR="000D3FA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perfis e sistemas de cor</w:t>
            </w:r>
          </w:p>
          <w:p w14:paraId="2688AB2E" w14:textId="0D932F9C" w:rsidR="00D04C48" w:rsidRDefault="00D04C48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D3FAF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 Verificar as fontes e converter em curvas quando se aplique</w:t>
            </w:r>
          </w:p>
          <w:p w14:paraId="641BD29C" w14:textId="389629E1" w:rsidR="00D04C48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D3FAF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12558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Incluir margens e sangrias</w:t>
            </w:r>
          </w:p>
          <w:p w14:paraId="1A6B8EC7" w14:textId="436058BA" w:rsidR="00D04C48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D3FAF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Verificar erros </w:t>
            </w:r>
            <w:r w:rsidRPr="001B6DB5">
              <w:rPr>
                <w:rFonts w:ascii="Verdana Pro Light" w:eastAsia="Arial Unicode MS" w:hAnsi="Verdana Pro Light" w:cs="Arial Unicode MS"/>
                <w:sz w:val="18"/>
                <w:szCs w:val="18"/>
              </w:rPr>
              <w:t>ortográficos, gramaticais ou de layout</w:t>
            </w:r>
          </w:p>
          <w:p w14:paraId="2B51358C" w14:textId="3200F194" w:rsidR="00D04C48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D3FAF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 Selecionar o formato do ficheiro, marcas de corte e de registo</w:t>
            </w:r>
          </w:p>
          <w:p w14:paraId="657FF9C0" w14:textId="6CF696F6" w:rsidR="00D04C48" w:rsidRPr="0008537A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0D3FA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6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Configurar a impressora e verificar a prova de 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</w:tc>
      </w:tr>
      <w:tr w:rsidR="00D04C48" w:rsidRPr="00136AD8" w14:paraId="1A8A039F" w14:textId="77777777" w:rsidTr="0086736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5F7434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F9A477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6273E33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04C48" w:rsidRPr="00136AD8" w14:paraId="105BB216" w14:textId="77777777" w:rsidTr="00867365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B99D1D" w14:textId="77777777" w:rsidR="00D04C48" w:rsidRPr="00655B8B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pré-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evolução tecnológica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ACD3DC5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43E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técnicas </w:t>
            </w:r>
            <w:r w:rsidRPr="00243E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proofErr w:type="spellStart"/>
            <w:r w:rsidRPr="00ED59A6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preflight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EC79F69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75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Compatibilidade e formatos de ficheiros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B3B47C1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75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Produção de arte final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C3C6AF7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75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compactação, envio e troca de ficheiros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4E053E1" w14:textId="77777777" w:rsidR="00D04C48" w:rsidRPr="00BA75C8" w:rsidRDefault="00D04C48" w:rsidP="00D04C48">
            <w:pPr>
              <w:pStyle w:val="PargrafodaLista"/>
              <w:numPr>
                <w:ilvl w:val="0"/>
                <w:numId w:val="4"/>
              </w:numPr>
              <w:ind w:left="176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75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Fases de execução de uma obra de pré-impressão digital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EC9E2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evolução tecnológica dos processos de pré-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593D991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diferença entre pré-</w:t>
            </w:r>
            <w:r w:rsidRPr="00655B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convencional e digital</w:t>
            </w:r>
          </w:p>
          <w:p w14:paraId="140E49E6" w14:textId="77777777" w:rsidR="00D04C48" w:rsidRPr="00BA75C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75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vantagens e desvantagens dos processos convencionais e não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BA75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convencionais </w:t>
            </w:r>
          </w:p>
          <w:p w14:paraId="0335B534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produção de artes finais</w:t>
            </w:r>
          </w:p>
          <w:p w14:paraId="3E754BA8" w14:textId="77777777" w:rsidR="00D04C48" w:rsidRPr="00BA75C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A75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diferentes fases do desenvolvimento dos processos de pré-impressão digital.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323D3" w14:textId="77777777" w:rsidR="000D3FAF" w:rsidRDefault="000D3FAF" w:rsidP="000D3FA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6D204C9" w14:textId="77777777" w:rsidR="000D3FAF" w:rsidRDefault="000D3FAF" w:rsidP="000D3FA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20E5029" w14:textId="77777777" w:rsidR="000D3FAF" w:rsidRDefault="000D3FAF" w:rsidP="000D3FAF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A261720" w14:textId="77777777" w:rsidR="000D3FAF" w:rsidRDefault="000D3FAF" w:rsidP="000D3FA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0252057D" w14:textId="7BBBF822" w:rsidR="000D3FAF" w:rsidRDefault="000D3FAF" w:rsidP="000D3FA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2C6D164" w14:textId="77777777" w:rsidR="00D04C48" w:rsidRPr="000173C0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8CBB7C8" w14:textId="77777777" w:rsidR="00D04C48" w:rsidRDefault="00D04C48" w:rsidP="00D04C4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A563991" w14:textId="77777777" w:rsidR="00D04C48" w:rsidRPr="00F87025" w:rsidRDefault="00D04C48" w:rsidP="00D04C48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8EB3536" w14:textId="77777777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707FE">
        <w:rPr>
          <w:rFonts w:ascii="Verdana Pro Light" w:eastAsia="Arial Unicode MS" w:hAnsi="Verdana Pro Light" w:cs="Times New Roman"/>
          <w:b/>
          <w:sz w:val="18"/>
          <w:szCs w:val="18"/>
        </w:rPr>
        <w:t>Aplicar os processos de pré-impressão digital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26521AD" w14:textId="77777777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>Verificando a resolução das imagens</w:t>
      </w:r>
    </w:p>
    <w:p w14:paraId="7CC9A124" w14:textId="77777777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Verificando os perfis e sistemas de cor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5E37E43B" w14:textId="77777777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>Verificando as fontes e convertendo em curvas quando se aplique</w:t>
      </w:r>
    </w:p>
    <w:p w14:paraId="213B8979" w14:textId="77777777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CD4. </w:t>
      </w:r>
      <w:r>
        <w:rPr>
          <w:rFonts w:ascii="Verdana Pro Light" w:eastAsia="Arial Unicode MS" w:hAnsi="Verdana Pro Light" w:cs="Arial Unicode MS"/>
          <w:sz w:val="18"/>
          <w:szCs w:val="18"/>
        </w:rPr>
        <w:t>Incluindo margens e sangrias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041598DD" w14:textId="77777777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CD5.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Verificando erros </w:t>
      </w:r>
      <w:r w:rsidRPr="001B6DB5">
        <w:rPr>
          <w:rFonts w:ascii="Verdana Pro Light" w:eastAsia="Arial Unicode MS" w:hAnsi="Verdana Pro Light" w:cs="Arial Unicode MS"/>
          <w:sz w:val="18"/>
          <w:szCs w:val="18"/>
        </w:rPr>
        <w:t>ortográficos, gramaticais ou de layout</w:t>
      </w:r>
    </w:p>
    <w:p w14:paraId="4B9608B6" w14:textId="77777777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CD6.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o formato do ficheiro tendo em conta o processo de impressão e incluindo marcas de corte e de registo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br/>
      </w:r>
    </w:p>
    <w:p w14:paraId="55D91152" w14:textId="77777777" w:rsidR="00D04C48" w:rsidRPr="00136AD8" w:rsidRDefault="00D04C48" w:rsidP="00D04C4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7A6384" w14:textId="77777777" w:rsidR="00D04C48" w:rsidRPr="00F87025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9486193" w14:textId="77777777" w:rsidR="00D04C48" w:rsidRPr="00984B30" w:rsidRDefault="00D04C48" w:rsidP="00D04C4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Departamentos criativos de empresas de comunicação diversificadas</w:t>
      </w:r>
    </w:p>
    <w:p w14:paraId="38D3F4BB" w14:textId="77777777" w:rsidR="00D04C48" w:rsidRDefault="00D04C48" w:rsidP="00D04C4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366089D8" w14:textId="77777777" w:rsidR="00D04C48" w:rsidRPr="00643045" w:rsidRDefault="00D04C48" w:rsidP="00D04C4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3094EA21" w14:textId="77777777" w:rsidR="00D04C48" w:rsidRDefault="00D04C48" w:rsidP="00D04C4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</w:p>
    <w:p w14:paraId="5BE6B27A" w14:textId="77777777" w:rsidR="00D04C48" w:rsidRPr="009A3711" w:rsidRDefault="00D04C48" w:rsidP="00D04C4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C59DEE4" w14:textId="77777777" w:rsidR="00D04C48" w:rsidRPr="00F87025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EC8B23C" w14:textId="77777777" w:rsidR="00D04C48" w:rsidRDefault="00D04C48" w:rsidP="00D04C48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bookmarkStart w:id="12" w:name="_Hlk150805340"/>
      <w:r>
        <w:rPr>
          <w:rFonts w:ascii="Verdana Pro Light" w:eastAsia="Arial Unicode MS" w:hAnsi="Verdana Pro Light" w:cs="Arial Unicode MS"/>
          <w:sz w:val="18"/>
          <w:szCs w:val="18"/>
        </w:rPr>
        <w:t>Peças gráficas para impressão</w:t>
      </w:r>
    </w:p>
    <w:p w14:paraId="546A86BB" w14:textId="77777777" w:rsidR="00D04C48" w:rsidRPr="00436CB6" w:rsidRDefault="00D04C48" w:rsidP="00D04C48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15BF9318" w14:textId="77777777" w:rsidR="00D04C48" w:rsidRDefault="00D04C48" w:rsidP="00D04C48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717ACD6B" w14:textId="77777777" w:rsidR="00D04C48" w:rsidRDefault="00D04C48" w:rsidP="00D04C48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Aplicações informáticas de edição de vetores e edição eletrónica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bookmarkEnd w:id="12"/>
    <w:p w14:paraId="0F276993" w14:textId="77777777" w:rsidR="00D04C48" w:rsidRPr="00F87025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0E98699" w14:textId="6DBD2C05" w:rsidR="008C76A8" w:rsidRDefault="008C76A8" w:rsidP="008C76A8">
      <w:pPr>
        <w:rPr>
          <w:rFonts w:ascii="Verdana Pro Light" w:hAnsi="Verdana Pro Light"/>
          <w:smallCaps/>
        </w:rPr>
      </w:pPr>
    </w:p>
    <w:p w14:paraId="161E5379" w14:textId="77777777" w:rsidR="008C76A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F4F211C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DE7F4E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9D50CB6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2A4D97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A167B3F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E33FDE4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4252B80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0F4903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8DF8F69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50894E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C623ED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67ABE0F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847951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E7D4CA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73D1FA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ACD194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80EE0F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A5B94C" w14:textId="77777777" w:rsidR="00D04C48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7ACC968" w14:textId="77777777" w:rsidR="00D04C48" w:rsidRPr="00051C79" w:rsidRDefault="00D04C4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723F29" w14:textId="7FBE2CD2" w:rsidR="008C76A8" w:rsidRDefault="008C76A8" w:rsidP="008C76A8">
      <w:pPr>
        <w:rPr>
          <w:rFonts w:ascii="Verdana Pro Light" w:hAnsi="Verdana Pro Light"/>
          <w:smallCaps/>
        </w:rPr>
      </w:pPr>
    </w:p>
    <w:p w14:paraId="13FE3467" w14:textId="77777777" w:rsidR="000D3FAF" w:rsidRDefault="000D3FAF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257770A4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5EE0B64" w14:textId="0CCA7DF8" w:rsidR="008C76A8" w:rsidRPr="001861A6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1861A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837F323" w14:textId="4C240827" w:rsidR="008C76A8" w:rsidRPr="001861A6" w:rsidRDefault="001861A6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1861A6">
              <w:rPr>
                <w:rFonts w:ascii="Verdana Pro Light" w:eastAsia="Verdana Pro Light" w:hAnsi="Verdana Pro Light" w:cs="Verdana Pro Light"/>
                <w:b/>
                <w:bCs/>
                <w:color w:val="C45911" w:themeColor="accent2" w:themeShade="BF"/>
                <w:sz w:val="18"/>
                <w:szCs w:val="18"/>
              </w:rPr>
              <w:t xml:space="preserve">Implementar as normas de segurança e saúde no trabalho </w:t>
            </w:r>
            <w:r w:rsidRPr="001861A6">
              <w:rPr>
                <w:rFonts w:ascii="Verdana Pro Light" w:hAnsi="Verdana Pro Light"/>
                <w:b/>
                <w:bCs/>
                <w:color w:val="C45911" w:themeColor="accent2" w:themeShade="BF"/>
                <w:sz w:val="18"/>
                <w:szCs w:val="18"/>
              </w:rPr>
              <w:t>na área das artes gráficas</w:t>
            </w:r>
          </w:p>
        </w:tc>
      </w:tr>
    </w:tbl>
    <w:p w14:paraId="2E3E23A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0E4F36D" w14:textId="77777777" w:rsidR="001861A6" w:rsidRDefault="001861A6" w:rsidP="001861A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A5B61E9" w14:textId="77777777" w:rsidR="001861A6" w:rsidRPr="003200F2" w:rsidRDefault="001861A6" w:rsidP="001861A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0AC3088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C3E998B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8CEAFE4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DE95AD9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15BC58" w14:textId="77777777" w:rsidR="001861A6" w:rsidRDefault="001861A6" w:rsidP="001861A6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R1. Analisar os princípios gerais sobre segurança e saúde no trabalho.</w:t>
            </w:r>
          </w:p>
          <w:p w14:paraId="5708F69A" w14:textId="65E73271" w:rsidR="008C76A8" w:rsidRPr="001B353A" w:rsidRDefault="001861A6" w:rsidP="001861A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9454FE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R2. Aplicar medidas e procedimentos de segurança e saúde no trabalho.</w:t>
            </w:r>
          </w:p>
        </w:tc>
      </w:tr>
      <w:tr w:rsidR="008C76A8" w:rsidRPr="00136AD8" w14:paraId="433225F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4EF5B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3496B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886B74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861A6" w:rsidRPr="00136AD8" w14:paraId="04080FBA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7A5A5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Princípios de segurança e saúde no trabalho.</w:t>
            </w:r>
          </w:p>
          <w:p w14:paraId="3A4A6E61" w14:textId="0D080534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Normas e disposições relativas à segurança e saúde </w:t>
            </w:r>
            <w:r w:rsidRPr="001861A6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na área das artes gráficas – leg</w:t>
            </w: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islação.</w:t>
            </w:r>
          </w:p>
          <w:p w14:paraId="547944FF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segurança do estabelecimento.</w:t>
            </w:r>
          </w:p>
          <w:p w14:paraId="4B58C899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acidentes.</w:t>
            </w:r>
          </w:p>
          <w:p w14:paraId="281466E2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prevenção de incêndios.</w:t>
            </w:r>
          </w:p>
          <w:p w14:paraId="31BBA2A7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de evacuação.</w:t>
            </w:r>
          </w:p>
          <w:p w14:paraId="065B9D24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Plano contra roubos.</w:t>
            </w:r>
          </w:p>
          <w:p w14:paraId="03A81199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Manuais de segurança.</w:t>
            </w:r>
          </w:p>
          <w:p w14:paraId="61B7D1CD" w14:textId="522E068C" w:rsidR="001861A6" w:rsidRP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Meios e regras de segurança </w:t>
            </w:r>
            <w:r w:rsidRPr="001861A6">
              <w:rPr>
                <w:rFonts w:ascii="Verdana Pro Light" w:eastAsia="Verdana Pro Light" w:hAnsi="Verdana Pro Light" w:cs="Verdana Pro Light"/>
                <w:sz w:val="18"/>
                <w:szCs w:val="18"/>
              </w:rPr>
              <w:t>na área das artes gráficas</w:t>
            </w:r>
          </w:p>
          <w:p w14:paraId="63F8A0A7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65036E3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5438182F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0704A409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5815A264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Caixa de primeiros socorros.</w:t>
            </w:r>
          </w:p>
          <w:p w14:paraId="5103CE36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Situações de emergência - perda de sentidos, feridas aberta e fechada, queimadura, choque elétrico, eletrocussões, ataque cardíaco, entorses ou distensões, envenenamento, queimaduras.</w:t>
            </w:r>
          </w:p>
          <w:p w14:paraId="1A0ADF70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Causas de incêndio - sistema de aquecimento e cozedura, chaminé e tubos de fumo, materiais inflamáveis, aparelhos elétricos, trabalhadores e outras pessoas fumadoras.</w:t>
            </w:r>
          </w:p>
          <w:p w14:paraId="2E2A7BCB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incêndio.</w:t>
            </w:r>
          </w:p>
          <w:p w14:paraId="2EDBE5C0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Sistemas de deteção. </w:t>
            </w:r>
          </w:p>
          <w:p w14:paraId="4509C9C5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Tipos de extintores.</w:t>
            </w:r>
          </w:p>
          <w:p w14:paraId="238E6E4C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4D8DD688" w14:textId="2A2A2A62" w:rsidR="001861A6" w:rsidRPr="001B353A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8C419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1B77CC66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Interpretar o plano de segurança do estabelecimento.</w:t>
            </w:r>
          </w:p>
          <w:p w14:paraId="5DE92C4F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Reconhecer os manuais de segurança.</w:t>
            </w:r>
          </w:p>
          <w:p w14:paraId="5555C8EF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do risco.</w:t>
            </w:r>
          </w:p>
          <w:p w14:paraId="570A6ACA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 procedimentos em caso de acidente de trabalho.</w:t>
            </w:r>
          </w:p>
          <w:p w14:paraId="45AFABC9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os</w:t>
            </w:r>
            <w:r w:rsidRPr="63BB7FE7">
              <w:rPr>
                <w:rFonts w:ascii="Verdana Pro Light" w:eastAsia="Verdana Pro Light" w:hAnsi="Verdana Pro Light" w:cs="Verdana Pro Light"/>
                <w:b/>
                <w:bCs/>
                <w:sz w:val="18"/>
                <w:szCs w:val="18"/>
              </w:rPr>
              <w:t xml:space="preserve"> </w:t>
            </w:r>
            <w:r w:rsidRPr="63BB7FE7">
              <w:rPr>
                <w:rFonts w:ascii="Verdana Pro Light" w:eastAsia="Verdana Pro Light" w:hAnsi="Verdana Pro Light" w:cs="Verdana Pro Light"/>
                <w:sz w:val="18"/>
                <w:szCs w:val="18"/>
              </w:rPr>
              <w:t>procedimentos de emergência.</w:t>
            </w:r>
          </w:p>
          <w:p w14:paraId="7F5E2724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roubo.</w:t>
            </w:r>
          </w:p>
          <w:p w14:paraId="5A108A36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47931674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medidas de prevenção de incêndios.</w:t>
            </w:r>
          </w:p>
          <w:p w14:paraId="70D13C00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o extintor.</w:t>
            </w:r>
          </w:p>
          <w:p w14:paraId="25F7C05E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equipamentos de proteção individual.</w:t>
            </w:r>
          </w:p>
          <w:p w14:paraId="2C9B8D13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Reportar a </w:t>
            </w:r>
            <w:proofErr w:type="gramStart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situação de emergência</w:t>
            </w:r>
            <w:proofErr w:type="gramEnd"/>
            <w:r w:rsidRPr="6F5D74B1">
              <w:rPr>
                <w:rFonts w:ascii="Verdana Pro Light" w:eastAsia="Verdana Pro Light" w:hAnsi="Verdana Pro Light" w:cs="Verdana Pro Light"/>
                <w:sz w:val="18"/>
                <w:szCs w:val="18"/>
              </w:rPr>
              <w:t>.</w:t>
            </w:r>
          </w:p>
          <w:p w14:paraId="64EDBF03" w14:textId="77777777" w:rsidR="001861A6" w:rsidRPr="00057283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FCAD9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Responsabilidade pelas suas ações.</w:t>
            </w:r>
          </w:p>
          <w:p w14:paraId="4F95C278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Autonomia no âmbito das suas funções.</w:t>
            </w:r>
          </w:p>
          <w:p w14:paraId="3F52550E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Autocontrolo.</w:t>
            </w:r>
          </w:p>
          <w:p w14:paraId="5495BD4C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Sentido de organização.</w:t>
            </w:r>
          </w:p>
          <w:p w14:paraId="0F8BE3D4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Cooperação com a equipa.</w:t>
            </w:r>
          </w:p>
          <w:p w14:paraId="04AFFFFB" w14:textId="77777777" w:rsidR="001861A6" w:rsidRDefault="001861A6" w:rsidP="001861A6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3C4AB0B8">
              <w:rPr>
                <w:rFonts w:ascii="Verdana Pro Light" w:eastAsia="Verdana Pro Light" w:hAnsi="Verdana Pro Light" w:cs="Verdana Pro Light"/>
                <w:sz w:val="18"/>
                <w:szCs w:val="18"/>
              </w:rPr>
              <w:t>Respeito pelas normas de segurança.</w:t>
            </w:r>
          </w:p>
          <w:p w14:paraId="5420A934" w14:textId="77777777" w:rsidR="001861A6" w:rsidRPr="00057283" w:rsidRDefault="001861A6" w:rsidP="001861A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ED956F3" w14:textId="7998BEBA" w:rsidR="008C76A8" w:rsidRDefault="008C76A8" w:rsidP="008C76A8">
      <w:pPr>
        <w:rPr>
          <w:rFonts w:ascii="Verdana Pro Light" w:hAnsi="Verdana Pro Light"/>
          <w:smallCaps/>
        </w:rPr>
      </w:pPr>
    </w:p>
    <w:p w14:paraId="02E9947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64430DA" w14:textId="77777777" w:rsidR="001861A6" w:rsidRPr="001861A6" w:rsidRDefault="001861A6" w:rsidP="001861A6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sz w:val="18"/>
          <w:szCs w:val="18"/>
        </w:rPr>
      </w:pPr>
      <w:r w:rsidRPr="001861A6">
        <w:rPr>
          <w:rFonts w:ascii="Verdana Pro Light" w:eastAsia="Verdana Pro Light" w:hAnsi="Verdana Pro Light" w:cs="Verdana Pro Light"/>
          <w:b/>
          <w:bCs/>
          <w:sz w:val="18"/>
          <w:szCs w:val="18"/>
        </w:rPr>
        <w:t xml:space="preserve">Implementar as normas de segurança e saúde no trabalho </w:t>
      </w:r>
      <w:r w:rsidRPr="001861A6">
        <w:rPr>
          <w:rFonts w:ascii="Verdana Pro Light" w:hAnsi="Verdana Pro Light"/>
          <w:b/>
          <w:bCs/>
          <w:sz w:val="18"/>
          <w:szCs w:val="18"/>
        </w:rPr>
        <w:t>na área das artes gráficas</w:t>
      </w:r>
      <w:r w:rsidRPr="001861A6">
        <w:rPr>
          <w:rFonts w:ascii="Verdana Pro Light" w:eastAsia="Verdana Pro Light" w:hAnsi="Verdana Pro Light" w:cs="Verdana Pro Light"/>
          <w:sz w:val="18"/>
          <w:szCs w:val="18"/>
        </w:rPr>
        <w:t>:</w:t>
      </w:r>
    </w:p>
    <w:p w14:paraId="0F388033" w14:textId="448826C5" w:rsidR="001861A6" w:rsidRDefault="001861A6" w:rsidP="001861A6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059AE3B2" w14:textId="77777777" w:rsidR="001861A6" w:rsidRDefault="001861A6" w:rsidP="001861A6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CD2. Cumprindo as medidas de atuação em </w:t>
      </w:r>
      <w:proofErr w:type="gramStart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situação de emergência</w:t>
      </w:r>
      <w:proofErr w:type="gramEnd"/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.</w:t>
      </w:r>
    </w:p>
    <w:p w14:paraId="221DDBDD" w14:textId="77777777" w:rsidR="001861A6" w:rsidRDefault="001861A6" w:rsidP="001861A6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CD3. Respeitando o protocolo interno definido.</w:t>
      </w:r>
    </w:p>
    <w:p w14:paraId="4C27A00D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33E5F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89C57CB" w14:textId="4819597B" w:rsidR="008C76A8" w:rsidRPr="00984B30" w:rsidRDefault="001861A6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40E0B68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C814B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D5890BF" w14:textId="77777777" w:rsid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Dispositivos tecnológicos com acesso à internet. </w:t>
      </w:r>
    </w:p>
    <w:p w14:paraId="59B5C0E8" w14:textId="77777777" w:rsid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Legislação sobre segurança e saúde no trabalho.</w:t>
      </w:r>
    </w:p>
    <w:p w14:paraId="2CB67619" w14:textId="77777777" w:rsid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6F5D74B1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Normativos específicos de segurança e saúde no trabalho.</w:t>
      </w:r>
    </w:p>
    <w:p w14:paraId="6EDD738C" w14:textId="77777777" w:rsid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Documentação sobre segurança e saúde no trabalho (relatórios, folhetos, brochuras, outros).</w:t>
      </w:r>
    </w:p>
    <w:p w14:paraId="40A6B33A" w14:textId="77777777" w:rsid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Equipamentos de proteção individual (EPI).</w:t>
      </w:r>
    </w:p>
    <w:p w14:paraId="7C182D5F" w14:textId="77777777" w:rsid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5E4D549E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prevenção de acidentes, de incêndios, de evacuação e de roubo.</w:t>
      </w:r>
    </w:p>
    <w:p w14:paraId="35B3766B" w14:textId="199173E7" w:rsidR="008C76A8" w:rsidRPr="001861A6" w:rsidRDefault="001861A6" w:rsidP="001861A6">
      <w:pPr>
        <w:pStyle w:val="PargrafodaLista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1861A6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Planos de emergência</w:t>
      </w:r>
    </w:p>
    <w:p w14:paraId="40D2AE0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D6C17F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6E13AF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A12CA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A1EB70" w14:textId="77777777" w:rsidR="00D04C4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04C48" w:rsidRPr="00136AD8" w14:paraId="22724DC4" w14:textId="77777777" w:rsidTr="0086736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6D20666" w14:textId="77777777" w:rsidR="00D04C48" w:rsidRPr="000D3FAF" w:rsidRDefault="00D04C48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0D3FA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24C414F" w14:textId="77777777" w:rsidR="00D04C48" w:rsidRPr="000D3FAF" w:rsidRDefault="00D04C48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D3FA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acabamentos manuais em projetos gráficos</w:t>
            </w:r>
          </w:p>
        </w:tc>
      </w:tr>
    </w:tbl>
    <w:p w14:paraId="161E186B" w14:textId="77777777" w:rsidR="00D04C48" w:rsidRPr="00136AD8" w:rsidRDefault="00D04C48" w:rsidP="00D04C4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B9B8DE6" w14:textId="77777777" w:rsidR="00D04C48" w:rsidRDefault="00D04C48" w:rsidP="00D04C4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99F7FE8" w14:textId="77777777" w:rsidR="00D04C48" w:rsidRPr="003200F2" w:rsidRDefault="00D04C48" w:rsidP="00D04C4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36FAA878" w14:textId="77777777" w:rsidR="00D04C48" w:rsidRPr="00136AD8" w:rsidRDefault="00D04C48" w:rsidP="00D04C4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04C48" w:rsidRPr="00136AD8" w14:paraId="19ECFB30" w14:textId="77777777" w:rsidTr="0086736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1DDE7B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04C48" w:rsidRPr="00136AD8" w14:paraId="185D5733" w14:textId="77777777" w:rsidTr="0086736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AA99A" w14:textId="0136F07D" w:rsidR="00D04C48" w:rsidRPr="00B30CCF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val="en-US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D3FAF"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as peças gráficas e interpretar as instruções do projeto</w:t>
            </w:r>
          </w:p>
          <w:p w14:paraId="7FF9867B" w14:textId="357C4267" w:rsidR="00D04C48" w:rsidRPr="00881231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D3FAF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 Selecionar as ferramentas e materiais</w:t>
            </w:r>
          </w:p>
          <w:p w14:paraId="22A92189" w14:textId="1FFA427F" w:rsidR="00D04C48" w:rsidRPr="00881231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D3FAF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Proceder aos acabamentos manuais nas diversas peças gráficas</w:t>
            </w:r>
          </w:p>
          <w:p w14:paraId="4D783A31" w14:textId="77777777" w:rsidR="00D04C48" w:rsidRPr="0008537A" w:rsidRDefault="00D04C48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D04C48" w:rsidRPr="00136AD8" w14:paraId="732B16F8" w14:textId="77777777" w:rsidTr="0086736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FE6FA7F" w14:textId="77777777" w:rsidR="00D04C48" w:rsidRPr="001B353A" w:rsidRDefault="00D04C48" w:rsidP="0086736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24B21A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9D172B9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04C48" w:rsidRPr="00136AD8" w14:paraId="58F48582" w14:textId="77777777" w:rsidTr="00867365">
        <w:trPr>
          <w:trHeight w:val="112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D1A5C" w14:textId="77777777" w:rsidR="00D04C48" w:rsidRPr="00EB1AC5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0CC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Importância dos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</w:t>
            </w:r>
            <w:r w:rsidRPr="00B30CC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cabamentos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</w:t>
            </w:r>
            <w:r w:rsidRPr="00B30CC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anuais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289156A" w14:textId="77777777" w:rsidR="00D04C48" w:rsidRPr="00B30CCF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B30C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acabamentos manuais na produção gráfica</w:t>
            </w:r>
          </w:p>
          <w:p w14:paraId="30073CC1" w14:textId="77777777" w:rsidR="00D04C48" w:rsidRPr="00E8214A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E8214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feitos visuais e táteis dos acabamentos manuai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20B28943" w14:textId="77777777" w:rsidR="00D04C48" w:rsidRPr="00E8214A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B30C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valor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o</w:t>
            </w:r>
            <w:r w:rsidRPr="00B30C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design gráfico</w:t>
            </w:r>
          </w:p>
          <w:p w14:paraId="7C489E50" w14:textId="77777777" w:rsidR="00D04C48" w:rsidRPr="00B30CCF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  <w:r w:rsidRPr="00E8214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bjetivos estéticos do design gráfico</w:t>
            </w:r>
            <w:r w:rsidRPr="00B30C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8EE4E24" w14:textId="77777777" w:rsidR="00D04C48" w:rsidRPr="00B30CCF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acabamentos manuais</w:t>
            </w:r>
            <w:r w:rsidRPr="00B30CC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9385DEC" w14:textId="77777777" w:rsidR="00D04C48" w:rsidRPr="00B30CCF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30C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Dobragem e vincagem</w:t>
            </w:r>
          </w:p>
          <w:p w14:paraId="4277EBF8" w14:textId="77777777" w:rsidR="00D04C48" w:rsidRPr="00B30CCF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30C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Corte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0C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anual</w:t>
            </w:r>
          </w:p>
          <w:p w14:paraId="0DA45CA4" w14:textId="77777777" w:rsidR="00D04C48" w:rsidRPr="00E8214A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30C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Colagem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0C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ontagem</w:t>
            </w:r>
          </w:p>
          <w:p w14:paraId="7582C75B" w14:textId="77777777" w:rsidR="00D04C48" w:rsidRPr="00E8214A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B30C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ontra colagem</w:t>
            </w:r>
          </w:p>
          <w:p w14:paraId="3526EEB6" w14:textId="77777777" w:rsidR="00D04C48" w:rsidRPr="00E8214A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t>E</w:t>
            </w:r>
            <w:r w:rsidRPr="00B30C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ncasamento</w:t>
            </w:r>
          </w:p>
          <w:p w14:paraId="31A09150" w14:textId="77777777" w:rsidR="00D04C48" w:rsidRPr="00E8214A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B30C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arteamento</w:t>
            </w:r>
          </w:p>
          <w:p w14:paraId="77F371B1" w14:textId="77777777" w:rsidR="00D04C48" w:rsidRPr="00B30CCF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8214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Ferramentas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</w:t>
            </w:r>
            <w:r w:rsidRPr="00E8214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anuais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</w:t>
            </w:r>
            <w:r w:rsidRPr="00E8214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quipamentos</w:t>
            </w:r>
            <w:r w:rsidRPr="00B30CC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15D8604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  <w:r w:rsidRPr="006F76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BEB24E4" w14:textId="77777777" w:rsidR="00D04C48" w:rsidRPr="00E8214A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manuseamento</w:t>
            </w:r>
          </w:p>
          <w:p w14:paraId="56F305B6" w14:textId="77777777" w:rsidR="00D04C48" w:rsidRPr="006F7633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F763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Segurança e manuseamento de equipamentos:</w:t>
            </w:r>
          </w:p>
          <w:p w14:paraId="442EEA83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quipamentos de proteção individual (EPI).</w:t>
            </w:r>
          </w:p>
          <w:p w14:paraId="56E783CC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solução de problemas comuns.</w:t>
            </w:r>
          </w:p>
          <w:p w14:paraId="0AB80BA5" w14:textId="77777777" w:rsidR="00D04C48" w:rsidRPr="00894265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942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Sustentabilidade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</w:t>
            </w:r>
            <w:r w:rsidRPr="008942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ficiência</w:t>
            </w:r>
          </w:p>
          <w:p w14:paraId="51A366F2" w14:textId="77777777" w:rsidR="00D04C48" w:rsidRDefault="00D04C48" w:rsidP="00D04C48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6F76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ateriais sustentáveis para acabamentos </w:t>
            </w:r>
          </w:p>
          <w:p w14:paraId="04B13FFD" w14:textId="77777777" w:rsidR="00D04C48" w:rsidRPr="00894265" w:rsidRDefault="00D04C48" w:rsidP="00D04C48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42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estão</w:t>
            </w:r>
            <w:r w:rsidRPr="008942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tempo e organização do fluxo de trabalho.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F079DF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tipos de acabamentos manuais</w:t>
            </w:r>
          </w:p>
          <w:p w14:paraId="0A8012E4" w14:textId="77777777" w:rsidR="00D04C48" w:rsidRPr="005668F5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tipos de acabamentos manuais</w:t>
            </w:r>
          </w:p>
          <w:p w14:paraId="6E61751D" w14:textId="0AF225A9" w:rsidR="00D04C48" w:rsidRDefault="000D3FAF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D04C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ferramentas, equipamentos e materiais para acabamentos manuais</w:t>
            </w:r>
          </w:p>
          <w:p w14:paraId="2BD6D3E5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especificidades técnicas em projetos gráficos</w:t>
            </w:r>
          </w:p>
          <w:p w14:paraId="6B8BC37E" w14:textId="7070EE3E" w:rsidR="00D04C48" w:rsidRDefault="000D3FAF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D04C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procedimentos de segurança e manuseamento de ferramentas</w:t>
            </w:r>
          </w:p>
          <w:p w14:paraId="6BD7A7AA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materiais sustentáveis para acabamentos manuais</w:t>
            </w:r>
          </w:p>
          <w:p w14:paraId="4B481E5E" w14:textId="38D2E3B8" w:rsidR="00D04C48" w:rsidRPr="00881231" w:rsidRDefault="000D3FAF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procedimentos relativos a</w:t>
            </w:r>
            <w:r w:rsidR="00D04C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fluxos de trabalho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C1CE7F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E1BA984" w14:textId="77777777" w:rsidR="00D04C48" w:rsidRDefault="00D04C48" w:rsidP="00D04C4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642FC73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02DBBD45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2F8AC59" w14:textId="77777777" w:rsidR="00D04C48" w:rsidRPr="005668F5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F8B996" w14:textId="77777777" w:rsidR="00D04C48" w:rsidRPr="000173C0" w:rsidRDefault="00D04C48" w:rsidP="0086736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7B2BA26" w14:textId="77777777" w:rsidR="00D04C48" w:rsidRDefault="00D04C48" w:rsidP="00D04C4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E9C0930" w14:textId="77777777" w:rsidR="00D04C48" w:rsidRPr="00F87025" w:rsidRDefault="00D04C48" w:rsidP="00D04C48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31957EC" w14:textId="77777777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A4F4D">
        <w:rPr>
          <w:rFonts w:ascii="Verdana Pro Light" w:eastAsia="Arial Unicode MS" w:hAnsi="Verdana Pro Light" w:cs="Times New Roman"/>
          <w:b/>
          <w:sz w:val="18"/>
          <w:szCs w:val="18"/>
        </w:rPr>
        <w:t>Executar acabamentos manuais em projetos gráficos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>:</w:t>
      </w:r>
    </w:p>
    <w:p w14:paraId="32F1F0B0" w14:textId="77777777" w:rsidR="000D3FAF" w:rsidRDefault="000D3FAF" w:rsidP="000D3F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bookmarkStart w:id="13" w:name="_Hlk154841951"/>
      <w:r w:rsidRPr="00DF6854">
        <w:rPr>
          <w:rFonts w:ascii="Verdana Pro Light" w:eastAsia="Arial Unicode MS" w:hAnsi="Verdana Pro Light" w:cs="Arial Unicode MS"/>
          <w:sz w:val="18"/>
          <w:szCs w:val="18"/>
        </w:rPr>
        <w:t xml:space="preserve">CD1.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Tendo em conta as especificidades técnicas das peças gráficas </w:t>
      </w:r>
    </w:p>
    <w:p w14:paraId="06AB6882" w14:textId="77777777" w:rsidR="000D3FAF" w:rsidRDefault="000D3FAF" w:rsidP="000D3F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CD2. Usando equipamento de proteção individual </w:t>
      </w:r>
    </w:p>
    <w:p w14:paraId="78D4EB29" w14:textId="77777777" w:rsidR="000D3FAF" w:rsidRDefault="000D3FAF" w:rsidP="000D3F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Selecionando as ferramentas e os materiais mais adequados</w:t>
      </w:r>
    </w:p>
    <w:p w14:paraId="1B4E7CFB" w14:textId="77777777" w:rsidR="000D3FAF" w:rsidRDefault="000D3FAF" w:rsidP="000D3F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Aplicando as normas de segurança das ferramentas </w:t>
      </w:r>
    </w:p>
    <w:p w14:paraId="2D1D710B" w14:textId="77777777" w:rsidR="000D3FAF" w:rsidRDefault="000D3FAF" w:rsidP="000D3F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Tendo em conta a gestão de materiais e resíduos e a</w:t>
      </w:r>
      <w:r w:rsidRPr="00F43838">
        <w:rPr>
          <w:rFonts w:ascii="Verdana Pro Light" w:eastAsia="Arial Unicode MS" w:hAnsi="Verdana Pro Light" w:cs="Arial Unicode MS"/>
          <w:sz w:val="18"/>
          <w:szCs w:val="18"/>
        </w:rPr>
        <w:t>plicando estratégias para minimizar impactos ambientais</w:t>
      </w:r>
    </w:p>
    <w:p w14:paraId="62C01331" w14:textId="4C67350E" w:rsidR="00D04C48" w:rsidRDefault="000D3FAF" w:rsidP="000D3FA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CD6. Respeitando os fluxos de trabalho estabelecidos</w:t>
      </w:r>
    </w:p>
    <w:bookmarkEnd w:id="13"/>
    <w:p w14:paraId="7DAD1EEE" w14:textId="77777777" w:rsidR="00D04C48" w:rsidRPr="00136AD8" w:rsidRDefault="00D04C48" w:rsidP="00D04C4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889262" w14:textId="77777777" w:rsidR="00D04C48" w:rsidRPr="00F87025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364B89C" w14:textId="77777777" w:rsidR="00D04C48" w:rsidRPr="00A92466" w:rsidRDefault="00D04C48" w:rsidP="00D04C48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A0AE7A8" w14:textId="77777777" w:rsidR="00D04C48" w:rsidRPr="00F87025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F65C73D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Peças gráficas para acabamentos manuais</w:t>
      </w:r>
    </w:p>
    <w:p w14:paraId="6E993344" w14:textId="77777777" w:rsidR="00D04C48" w:rsidRPr="00AD7F09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Ferramentas </w:t>
      </w:r>
      <w:r>
        <w:rPr>
          <w:rFonts w:ascii="Verdana Pro Light" w:eastAsia="Arial Unicode MS" w:hAnsi="Verdana Pro Light" w:cs="Arial Unicode MS"/>
          <w:sz w:val="18"/>
          <w:szCs w:val="18"/>
        </w:rPr>
        <w:t>de acabamentos manuais</w:t>
      </w:r>
    </w:p>
    <w:p w14:paraId="0650BC2E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para acabamentos manuais</w:t>
      </w:r>
    </w:p>
    <w:p w14:paraId="624FE994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Manual de normas de proteção individual</w:t>
      </w:r>
    </w:p>
    <w:p w14:paraId="2EC0CDCD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bookmarkStart w:id="14" w:name="_Hlk156730195"/>
      <w:r w:rsidRPr="00D118C7">
        <w:rPr>
          <w:rFonts w:ascii="Verdana Pro Light" w:eastAsia="Arial Unicode MS" w:hAnsi="Verdana Pro Light" w:cs="Arial Unicode MS"/>
          <w:sz w:val="18"/>
          <w:szCs w:val="18"/>
        </w:rPr>
        <w:t xml:space="preserve">Exemplos de </w:t>
      </w:r>
      <w:bookmarkEnd w:id="14"/>
      <w:r>
        <w:rPr>
          <w:rFonts w:ascii="Verdana Pro Light" w:eastAsia="Arial Unicode MS" w:hAnsi="Verdana Pro Light" w:cs="Arial Unicode MS"/>
          <w:sz w:val="18"/>
          <w:szCs w:val="18"/>
        </w:rPr>
        <w:t>peças gráficas com acabamentos manuais</w:t>
      </w:r>
    </w:p>
    <w:p w14:paraId="35A3EEB1" w14:textId="77777777" w:rsidR="00D04C48" w:rsidRPr="00D118C7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Bancadas de trabalho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D08BF22" w14:textId="77777777" w:rsidR="00D04C48" w:rsidRPr="00D8359C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3997C75" w14:textId="77777777" w:rsidR="00D04C48" w:rsidRPr="00C34354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324846C8" w14:textId="77777777" w:rsidR="00D04C48" w:rsidRPr="00675CBE" w:rsidRDefault="00D04C48" w:rsidP="00D04C48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simulada e ativo com recurso ao estudo de casos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peças gráficas com acabamentos manuais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>e baseado na ação de desenvolvimento de projeto</w:t>
      </w:r>
      <w:r>
        <w:rPr>
          <w:rFonts w:ascii="Verdana Pro Light" w:eastAsia="Arial Unicode MS" w:hAnsi="Verdana Pro Light" w:cs="Arial Unicode MS"/>
          <w:sz w:val="18"/>
          <w:szCs w:val="18"/>
        </w:rPr>
        <w:t>s práticos de acabamentos manuais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9D03BED" w14:textId="77777777" w:rsidR="00D04C48" w:rsidRPr="00D303FD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497C1B2" w14:textId="77777777" w:rsidR="00D04C48" w:rsidRPr="00D32EC4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60EB6">
        <w:rPr>
          <w:rFonts w:ascii="Verdana Pro Light" w:hAnsi="Verdana Pro Light"/>
          <w:smallCaps/>
        </w:rPr>
        <w:t>Recursos indispensáveis</w:t>
      </w:r>
      <w:r w:rsidRPr="00660EB6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e materiais 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para </w:t>
      </w:r>
      <w:r>
        <w:rPr>
          <w:rFonts w:ascii="Verdana Pro Light" w:eastAsia="Arial Unicode MS" w:hAnsi="Verdana Pro Light" w:cs="Arial Unicode MS"/>
          <w:sz w:val="18"/>
          <w:szCs w:val="18"/>
        </w:rPr>
        <w:t>acabamentos manuais, bancadas de trabalho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 em alternativa parceria com uma gráfica, empresa de impressão ou outra entidade que permita através de workshops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de acabamentos manuais</w:t>
      </w:r>
    </w:p>
    <w:p w14:paraId="2CEEB842" w14:textId="77777777" w:rsidR="00D04C48" w:rsidRPr="00D32EC4" w:rsidRDefault="00D04C48" w:rsidP="00D04C48">
      <w:pPr>
        <w:pStyle w:val="PargrafodaLista"/>
        <w:rPr>
          <w:rFonts w:ascii="Verdana Pro Light" w:hAnsi="Verdana Pro Light"/>
          <w:smallCaps/>
        </w:rPr>
      </w:pPr>
    </w:p>
    <w:p w14:paraId="7A06DF59" w14:textId="595BAAC7" w:rsidR="00D04C48" w:rsidRDefault="00D04C48" w:rsidP="00D04C48">
      <w:pPr>
        <w:rPr>
          <w:rFonts w:ascii="Verdana Pro Light" w:eastAsia="Arial Unicode MS" w:hAnsi="Verdana Pro Light" w:cs="Arial Unicode MS"/>
          <w:sz w:val="18"/>
          <w:szCs w:val="18"/>
        </w:rPr>
      </w:pPr>
      <w:r w:rsidRPr="002313E8">
        <w:rPr>
          <w:rFonts w:ascii="Verdana Pro Light" w:hAnsi="Verdana Pro Light"/>
          <w:smallCaps/>
        </w:rPr>
        <w:t>PRECEDÊNCIAS</w:t>
      </w:r>
      <w:r w:rsidRPr="002313E8">
        <w:rPr>
          <w:rFonts w:ascii="Verdana Pro Light" w:hAnsi="Verdana Pro Light"/>
          <w:smallCaps/>
        </w:rPr>
        <w:br/>
      </w:r>
      <w:r w:rsidRPr="002313E8">
        <w:rPr>
          <w:rFonts w:ascii="Verdana Pro Light" w:eastAsia="Arial Unicode MS" w:hAnsi="Verdana Pro Light" w:cs="Arial Unicode MS"/>
          <w:sz w:val="18"/>
          <w:szCs w:val="18"/>
        </w:rPr>
        <w:t xml:space="preserve"> UC</w:t>
      </w:r>
      <w:proofErr w:type="gramStart"/>
      <w:r w:rsidRPr="002313E8">
        <w:rPr>
          <w:rFonts w:ascii="Verdana Pro Light" w:eastAsia="Arial Unicode MS" w:hAnsi="Verdana Pro Light" w:cs="Arial Unicode MS"/>
          <w:sz w:val="18"/>
          <w:szCs w:val="18"/>
        </w:rPr>
        <w:t>_</w:t>
      </w:r>
      <w:r w:rsidRPr="002313E8">
        <w:t xml:space="preserve"> </w:t>
      </w:r>
      <w:r w:rsidRPr="002313E8">
        <w:rPr>
          <w:rFonts w:ascii="Verdana Pro Light" w:eastAsia="Arial Unicode MS" w:hAnsi="Verdana Pro Light" w:cs="Arial Unicode MS"/>
          <w:sz w:val="18"/>
          <w:szCs w:val="18"/>
        </w:rPr>
        <w:t>Implementar</w:t>
      </w:r>
      <w:proofErr w:type="gramEnd"/>
      <w:r w:rsidRPr="002313E8">
        <w:rPr>
          <w:rFonts w:ascii="Verdana Pro Light" w:eastAsia="Arial Unicode MS" w:hAnsi="Verdana Pro Light" w:cs="Arial Unicode MS"/>
          <w:sz w:val="18"/>
          <w:szCs w:val="18"/>
        </w:rPr>
        <w:t xml:space="preserve"> as normas de segurança e saúde no trabalho na área das artes gráficas</w:t>
      </w:r>
    </w:p>
    <w:p w14:paraId="213C3A8C" w14:textId="77777777" w:rsidR="00D04C48" w:rsidRDefault="00D04C48" w:rsidP="00D04C4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780D93E1" w14:textId="77777777" w:rsidR="00D04C48" w:rsidRDefault="00D04C48" w:rsidP="00D04C4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5DEAA7A9" w14:textId="77777777" w:rsidR="00D04C48" w:rsidRDefault="00D04C48" w:rsidP="00D04C48">
      <w:pPr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04C48" w:rsidRPr="00136AD8" w14:paraId="7DB2115C" w14:textId="77777777" w:rsidTr="0086736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C5EA030" w14:textId="77777777" w:rsidR="00D04C48" w:rsidRPr="000D3FAF" w:rsidRDefault="00D04C48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0D3FA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5342D13" w14:textId="77777777" w:rsidR="00D04C48" w:rsidRPr="000D3FAF" w:rsidRDefault="00D04C48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D3FA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encadernação de publicações</w:t>
            </w:r>
          </w:p>
        </w:tc>
      </w:tr>
    </w:tbl>
    <w:p w14:paraId="3350DFFF" w14:textId="77777777" w:rsidR="00D04C48" w:rsidRPr="00136AD8" w:rsidRDefault="00D04C48" w:rsidP="00D04C4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0AE10EE" w14:textId="77777777" w:rsidR="00D04C48" w:rsidRDefault="00D04C48" w:rsidP="00D04C4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70CC4563" w14:textId="77777777" w:rsidR="00D04C48" w:rsidRPr="003200F2" w:rsidRDefault="00D04C48" w:rsidP="00D04C4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78ED961" w14:textId="77777777" w:rsidR="00D04C48" w:rsidRPr="00136AD8" w:rsidRDefault="00D04C48" w:rsidP="00D04C4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04C48" w:rsidRPr="00136AD8" w14:paraId="332E90A0" w14:textId="77777777" w:rsidTr="0086736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364629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04C48" w:rsidRPr="00136AD8" w14:paraId="46177B95" w14:textId="77777777" w:rsidTr="0086736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6F1C2D" w14:textId="77777777" w:rsidR="00D04C48" w:rsidRDefault="00D04C48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layouts de publicações e instruções de encadernação</w:t>
            </w:r>
          </w:p>
          <w:p w14:paraId="6D9899DA" w14:textId="77777777" w:rsidR="00D04C48" w:rsidRPr="00881231" w:rsidRDefault="00D04C48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Proceder aos cálculos de medição nos layouts de publicações</w:t>
            </w:r>
          </w:p>
          <w:p w14:paraId="1A06526A" w14:textId="378B46F5" w:rsidR="00D04C48" w:rsidRPr="00881231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D3FAF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 Selecionar os tipos de encadernação e os materiais para cada tipo de encadernação</w:t>
            </w:r>
          </w:p>
          <w:p w14:paraId="7F946DD7" w14:textId="7E4930A6" w:rsidR="00D04C48" w:rsidRPr="00881231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0D3FAF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Proceder aos diferentes tipos de encadernação </w:t>
            </w:r>
          </w:p>
          <w:p w14:paraId="7C46E04A" w14:textId="77777777" w:rsidR="00D04C48" w:rsidRPr="0008537A" w:rsidRDefault="00D04C48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D04C48" w:rsidRPr="00136AD8" w14:paraId="59252C00" w14:textId="77777777" w:rsidTr="0086736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ECD0FC" w14:textId="77777777" w:rsidR="00D04C48" w:rsidRPr="001B353A" w:rsidRDefault="00D04C48" w:rsidP="0086736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19FC75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CF6F516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04C48" w:rsidRPr="00136AD8" w14:paraId="180E07B8" w14:textId="77777777" w:rsidTr="00867365">
        <w:trPr>
          <w:trHeight w:val="112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15E222" w14:textId="77777777" w:rsidR="00D04C48" w:rsidRPr="00EB1AC5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218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Fundamentos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da encadernação:</w:t>
            </w:r>
          </w:p>
          <w:p w14:paraId="1C90D592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</w:t>
            </w:r>
            <w:r w:rsidRPr="005221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encadernação (manual e mecânica)</w:t>
            </w:r>
          </w:p>
          <w:p w14:paraId="7B5E03C0" w14:textId="77777777" w:rsidR="00D04C48" w:rsidRPr="00C7620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Ferramentas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encadernação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0C2D90E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Operação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áquinas </w:t>
            </w:r>
          </w:p>
          <w:p w14:paraId="2E0DD51D" w14:textId="77777777" w:rsidR="00D04C48" w:rsidRPr="00C7620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para encadernação</w:t>
            </w:r>
          </w:p>
          <w:p w14:paraId="63B58A02" w14:textId="77777777" w:rsidR="00D04C48" w:rsidRPr="00EB1AC5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Preparação de Trabalhos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encadernação:</w:t>
            </w:r>
          </w:p>
          <w:p w14:paraId="467C4BB6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Leitura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nterpretação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 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rojetos </w:t>
            </w:r>
          </w:p>
          <w:p w14:paraId="29716EEB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Cálculos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edidas</w:t>
            </w:r>
          </w:p>
          <w:p w14:paraId="7FB8F320" w14:textId="77777777" w:rsidR="00D04C48" w:rsidRPr="00A40EA7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40E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Conversão de medidas e ajuste de margens</w:t>
            </w:r>
          </w:p>
          <w:p w14:paraId="755416F2" w14:textId="77777777" w:rsidR="00D04C48" w:rsidRPr="00A40EA7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A40EA7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Segurança e manuseamento de equipamentos:</w:t>
            </w:r>
          </w:p>
          <w:p w14:paraId="360139BA" w14:textId="77777777" w:rsidR="00D04C48" w:rsidRPr="00C7620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Normas de segurança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máquinas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encadernação</w:t>
            </w:r>
          </w:p>
          <w:p w14:paraId="68105921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quipamentos de proteção individual (EPI).</w:t>
            </w:r>
          </w:p>
          <w:p w14:paraId="5638288B" w14:textId="77777777" w:rsidR="00D04C48" w:rsidRPr="00C7620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Práticas de manutenção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preventiva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378495E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solução de problemas comuns.</w:t>
            </w:r>
          </w:p>
          <w:p w14:paraId="78A37210" w14:textId="77777777" w:rsidR="00D04C48" w:rsidRPr="00894265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942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Sustentabilidade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</w:t>
            </w:r>
            <w:r w:rsidRPr="008942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ficiência</w:t>
            </w:r>
          </w:p>
          <w:p w14:paraId="315BC4A0" w14:textId="77777777" w:rsidR="00D04C48" w:rsidRPr="00894265" w:rsidRDefault="00D04C48" w:rsidP="00D04C48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42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para reduzir desperdícios.</w:t>
            </w:r>
          </w:p>
          <w:p w14:paraId="28930EDC" w14:textId="77777777" w:rsidR="00D04C48" w:rsidRPr="00894265" w:rsidRDefault="00D04C48" w:rsidP="00D04C48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42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Reciclagem e descarte de resíduos.</w:t>
            </w:r>
          </w:p>
          <w:p w14:paraId="2CADD481" w14:textId="77777777" w:rsidR="00D04C48" w:rsidRPr="00894265" w:rsidRDefault="00D04C48" w:rsidP="00D04C48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42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estão</w:t>
            </w:r>
            <w:r w:rsidRPr="008942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tempo e organização do fluxo de trabalho.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E36C0" w14:textId="77777777" w:rsidR="00D04C48" w:rsidRPr="004B3C8A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45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fundamentos das operações de encadernação</w:t>
            </w:r>
          </w:p>
          <w:p w14:paraId="53472E14" w14:textId="20901F36" w:rsidR="00D04C48" w:rsidRDefault="000D3FAF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D04C48" w:rsidRPr="00881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D04C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máquinas e ferramentas de encadernação</w:t>
            </w:r>
          </w:p>
          <w:p w14:paraId="6CBF964C" w14:textId="77777777" w:rsidR="00D04C48" w:rsidRPr="005668F5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interpretação de layouts de publicações</w:t>
            </w:r>
          </w:p>
          <w:p w14:paraId="0CF5C412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calculo matemático</w:t>
            </w:r>
          </w:p>
          <w:p w14:paraId="4B6F8DBA" w14:textId="040D951D" w:rsidR="00D04C48" w:rsidRDefault="00D14FE5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Empregar </w:t>
            </w:r>
            <w:r w:rsidR="00D04C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medidas de segurança</w:t>
            </w:r>
          </w:p>
          <w:p w14:paraId="119CF256" w14:textId="5ED6E3F5" w:rsidR="00D04C48" w:rsidRDefault="000D3FAF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</w:t>
            </w:r>
            <w:r w:rsidR="00D04C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procedimentos para reduzir desperdícios e reciclar resíduos</w:t>
            </w:r>
          </w:p>
          <w:p w14:paraId="4D0997F2" w14:textId="5FF07F14" w:rsidR="00D04C48" w:rsidRPr="00881231" w:rsidRDefault="00D14FE5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procedimentos relativos aos fluxos de trabalho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6FC6E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00DEAF74" w14:textId="77777777" w:rsidR="00D04C48" w:rsidRDefault="00D04C48" w:rsidP="00D04C4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79FD9E0C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11A5394F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A944FF6" w14:textId="77777777" w:rsidR="00D04C48" w:rsidRPr="005668F5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CC560C" w14:textId="77777777" w:rsidR="00D04C48" w:rsidRPr="000173C0" w:rsidRDefault="00D04C48" w:rsidP="0086736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D4ACCF9" w14:textId="77777777" w:rsidR="00D04C48" w:rsidRDefault="00D04C48" w:rsidP="00D04C4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9A64FF6" w14:textId="77777777" w:rsidR="00D04C48" w:rsidRPr="00F87025" w:rsidRDefault="00D04C48" w:rsidP="00D04C48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C56729A" w14:textId="77777777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95083">
        <w:rPr>
          <w:rFonts w:ascii="Verdana Pro Light" w:eastAsia="Arial Unicode MS" w:hAnsi="Verdana Pro Light" w:cs="Times New Roman"/>
          <w:b/>
          <w:sz w:val="18"/>
          <w:szCs w:val="18"/>
        </w:rPr>
        <w:lastRenderedPageBreak/>
        <w:t>Executar encadernação de publicações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>:</w:t>
      </w:r>
    </w:p>
    <w:p w14:paraId="60FA6C81" w14:textId="77777777" w:rsidR="00D14FE5" w:rsidRDefault="00D14FE5" w:rsidP="00D14F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DF6854">
        <w:rPr>
          <w:rFonts w:ascii="Verdana Pro Light" w:eastAsia="Arial Unicode MS" w:hAnsi="Verdana Pro Light" w:cs="Arial Unicode MS"/>
          <w:sz w:val="18"/>
          <w:szCs w:val="18"/>
        </w:rPr>
        <w:t>CD1</w:t>
      </w:r>
      <w:r w:rsidRPr="00E2700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Selecionando as ferramentas, as máquinas e os materiais de encadernação tendo em conta as especificidades técnicas das publicações</w:t>
      </w:r>
    </w:p>
    <w:p w14:paraId="022176B2" w14:textId="77777777" w:rsidR="00D14FE5" w:rsidRDefault="00D14FE5" w:rsidP="00D14F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Tendo em conta a gestão de materiais e resíduos e a</w:t>
      </w:r>
      <w:r w:rsidRPr="00F43838">
        <w:rPr>
          <w:rFonts w:ascii="Verdana Pro Light" w:eastAsia="Arial Unicode MS" w:hAnsi="Verdana Pro Light" w:cs="Arial Unicode MS"/>
          <w:sz w:val="18"/>
          <w:szCs w:val="18"/>
        </w:rPr>
        <w:t>plicando estratégias para minimizar impactos ambientais</w:t>
      </w:r>
      <w:r w:rsidDel="003203A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311E7998" w14:textId="1A4EE565" w:rsidR="00D04C48" w:rsidRDefault="00D14FE5" w:rsidP="00D14FE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Aplicando as normas de segurança das ferramentas e máquinas e utilizando equipamento de proteção individual</w:t>
      </w:r>
    </w:p>
    <w:p w14:paraId="792B88B8" w14:textId="77777777" w:rsidR="00D04C48" w:rsidRPr="00136AD8" w:rsidRDefault="00D04C48" w:rsidP="00D04C4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28E625" w14:textId="77777777" w:rsidR="00D04C48" w:rsidRPr="00F87025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A11D11D" w14:textId="77777777" w:rsidR="00D04C48" w:rsidRPr="00A92466" w:rsidRDefault="00D04C48" w:rsidP="00D04C48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8901DCD" w14:textId="77777777" w:rsidR="00D04C48" w:rsidRPr="00F87025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BD41A44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Publicações para procedimentos de encadernação</w:t>
      </w: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03005F8D" w14:textId="77777777" w:rsidR="00D04C48" w:rsidRPr="00AD7F09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Ferramentas </w:t>
      </w:r>
      <w:r>
        <w:rPr>
          <w:rFonts w:ascii="Verdana Pro Light" w:eastAsia="Arial Unicode MS" w:hAnsi="Verdana Pro Light" w:cs="Arial Unicode MS"/>
          <w:sz w:val="18"/>
          <w:szCs w:val="18"/>
        </w:rPr>
        <w:t>de medição e cálculo</w:t>
      </w:r>
    </w:p>
    <w:p w14:paraId="405E4438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encadernação</w:t>
      </w:r>
    </w:p>
    <w:p w14:paraId="7B6BE153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Máquinas de encadernação</w:t>
      </w:r>
    </w:p>
    <w:p w14:paraId="74B01AD8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para encadernação</w:t>
      </w:r>
    </w:p>
    <w:p w14:paraId="2302CDAD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Manual de normas de proteção individual</w:t>
      </w:r>
    </w:p>
    <w:p w14:paraId="3D992D68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Manual de utilização de máquinas de encadernação</w:t>
      </w:r>
    </w:p>
    <w:p w14:paraId="386FB42A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Exemplos de publicações encadernadas com diferentes tipos de encadernação</w:t>
      </w:r>
    </w:p>
    <w:p w14:paraId="305F90BE" w14:textId="77777777" w:rsidR="00D04C48" w:rsidRPr="00AD7F09" w:rsidRDefault="00D04C48" w:rsidP="00D04C48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5D408890" w14:textId="77777777" w:rsidR="00D04C48" w:rsidRPr="00D8359C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FC3D75B" w14:textId="77777777" w:rsidR="00D04C48" w:rsidRPr="00C34354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672965C5" w14:textId="77777777" w:rsidR="00D04C48" w:rsidRPr="00675CBE" w:rsidRDefault="00D04C48" w:rsidP="00D04C48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simulada e ativo com recurso ao estudo de casos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publicações encadernadas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>e baseado na ação de desenvolvimento de projeto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práticos de encadernação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A321ABF" w14:textId="77777777" w:rsidR="00D04C48" w:rsidRPr="00D303FD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F38E59C" w14:textId="77777777" w:rsidR="00D04C48" w:rsidRPr="00D32EC4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60EB6">
        <w:rPr>
          <w:rFonts w:ascii="Verdana Pro Light" w:hAnsi="Verdana Pro Light"/>
          <w:smallCaps/>
        </w:rPr>
        <w:t>Recursos indispensáveis</w:t>
      </w:r>
      <w:r w:rsidRPr="00660EB6"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Equipamentos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materiais 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para </w:t>
      </w:r>
      <w:r>
        <w:rPr>
          <w:rFonts w:ascii="Verdana Pro Light" w:eastAsia="Arial Unicode MS" w:hAnsi="Verdana Pro Light" w:cs="Arial Unicode MS"/>
          <w:sz w:val="18"/>
          <w:szCs w:val="18"/>
        </w:rPr>
        <w:t>encadernação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 em alternativa parceria com uma gráfica, empresa de impressão ou outra entidade que permita através de workshops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de encadernação </w:t>
      </w:r>
    </w:p>
    <w:p w14:paraId="34CD4B71" w14:textId="77777777" w:rsidR="00D04C48" w:rsidRPr="00D32EC4" w:rsidRDefault="00D04C48" w:rsidP="00D04C48">
      <w:pPr>
        <w:pStyle w:val="PargrafodaLista"/>
        <w:rPr>
          <w:rFonts w:ascii="Verdana Pro Light" w:hAnsi="Verdana Pro Light"/>
          <w:smallCaps/>
        </w:rPr>
      </w:pPr>
    </w:p>
    <w:p w14:paraId="42D4099D" w14:textId="77777777" w:rsidR="00D04C48" w:rsidRPr="00D04C48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313E8">
        <w:rPr>
          <w:rFonts w:ascii="Verdana Pro Light" w:hAnsi="Verdana Pro Light"/>
          <w:smallCaps/>
        </w:rPr>
        <w:t>PRECEDÊNCIAS</w:t>
      </w:r>
      <w:r w:rsidRPr="002313E8">
        <w:rPr>
          <w:rFonts w:ascii="Verdana Pro Light" w:hAnsi="Verdana Pro Light"/>
          <w:smallCaps/>
        </w:rPr>
        <w:br/>
      </w:r>
      <w:r w:rsidRPr="002313E8">
        <w:rPr>
          <w:rFonts w:ascii="Verdana Pro Light" w:eastAsia="Arial Unicode MS" w:hAnsi="Verdana Pro Light" w:cs="Arial Unicode MS"/>
          <w:sz w:val="18"/>
          <w:szCs w:val="18"/>
        </w:rPr>
        <w:t xml:space="preserve"> UC</w:t>
      </w:r>
      <w:proofErr w:type="gramStart"/>
      <w:r w:rsidRPr="002313E8">
        <w:rPr>
          <w:rFonts w:ascii="Verdana Pro Light" w:eastAsia="Arial Unicode MS" w:hAnsi="Verdana Pro Light" w:cs="Arial Unicode MS"/>
          <w:sz w:val="18"/>
          <w:szCs w:val="18"/>
        </w:rPr>
        <w:t>_</w:t>
      </w:r>
      <w:r w:rsidRPr="002313E8">
        <w:t xml:space="preserve"> </w:t>
      </w:r>
      <w:r w:rsidRPr="002313E8">
        <w:rPr>
          <w:rFonts w:ascii="Verdana Pro Light" w:eastAsia="Arial Unicode MS" w:hAnsi="Verdana Pro Light" w:cs="Arial Unicode MS"/>
          <w:sz w:val="18"/>
          <w:szCs w:val="18"/>
        </w:rPr>
        <w:t>Implementar</w:t>
      </w:r>
      <w:proofErr w:type="gramEnd"/>
      <w:r w:rsidRPr="002313E8">
        <w:rPr>
          <w:rFonts w:ascii="Verdana Pro Light" w:eastAsia="Arial Unicode MS" w:hAnsi="Verdana Pro Light" w:cs="Arial Unicode MS"/>
          <w:sz w:val="18"/>
          <w:szCs w:val="18"/>
        </w:rPr>
        <w:t xml:space="preserve"> as normas de segurança e saúde no trabalho na área das artes gráficas</w:t>
      </w:r>
    </w:p>
    <w:p w14:paraId="0E05B6EE" w14:textId="77777777" w:rsidR="00D04C48" w:rsidRPr="00D04C48" w:rsidRDefault="00D04C48" w:rsidP="00D04C48">
      <w:pPr>
        <w:pStyle w:val="PargrafodaLista"/>
        <w:rPr>
          <w:rFonts w:ascii="Verdana Pro Light" w:hAnsi="Verdana Pro Light"/>
          <w:smallCaps/>
        </w:rPr>
      </w:pPr>
    </w:p>
    <w:p w14:paraId="4CEF2906" w14:textId="77777777" w:rsidR="00D04C48" w:rsidRPr="002313E8" w:rsidRDefault="00D04C48" w:rsidP="00D04C48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4F50465B" w14:textId="77777777" w:rsidR="00D04C48" w:rsidRDefault="00D04C48" w:rsidP="00D04C4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73918381" w14:textId="77777777" w:rsidR="00D14FE5" w:rsidRDefault="00D14FE5" w:rsidP="00D04C4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274CA8F4" w14:textId="77777777" w:rsidR="00D14FE5" w:rsidRDefault="00D14FE5" w:rsidP="00D04C48">
      <w:pPr>
        <w:rPr>
          <w:rFonts w:ascii="Verdana Pro Light" w:eastAsia="Arial Unicode MS" w:hAnsi="Verdana Pro Light" w:cs="Arial Unicode MS"/>
          <w:sz w:val="18"/>
          <w:szCs w:val="18"/>
        </w:rPr>
      </w:pPr>
    </w:p>
    <w:p w14:paraId="1A29AB56" w14:textId="77777777" w:rsidR="00D14FE5" w:rsidRDefault="00D14FE5" w:rsidP="00D04C48">
      <w:pPr>
        <w:rPr>
          <w:rFonts w:ascii="Verdana Pro Light" w:eastAsia="Arial Unicode MS" w:hAnsi="Verdana Pro Light" w:cs="Arial Unicode MS"/>
          <w:sz w:val="18"/>
          <w:szCs w:val="18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04C48" w:rsidRPr="00136AD8" w14:paraId="65C5FF60" w14:textId="77777777" w:rsidTr="0086736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9E551A6" w14:textId="77777777" w:rsidR="00D04C48" w:rsidRPr="00D14FE5" w:rsidRDefault="00D04C48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14FE5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D7A3EBF" w14:textId="77777777" w:rsidR="00D04C48" w:rsidRPr="00D14FE5" w:rsidRDefault="00D04C48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D14FE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Aplicar acabamentos decorativos em projetos gráficos</w:t>
            </w:r>
          </w:p>
        </w:tc>
      </w:tr>
    </w:tbl>
    <w:p w14:paraId="77E2E57B" w14:textId="77777777" w:rsidR="00D04C48" w:rsidRPr="00136AD8" w:rsidRDefault="00D04C48" w:rsidP="00D04C4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68A9731" w14:textId="77777777" w:rsidR="00D04C48" w:rsidRDefault="00D04C48" w:rsidP="00D04C4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DD72837" w14:textId="77777777" w:rsidR="00D04C48" w:rsidRPr="003200F2" w:rsidRDefault="00D04C48" w:rsidP="00D04C4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22E91A8" w14:textId="77777777" w:rsidR="00D04C48" w:rsidRPr="00136AD8" w:rsidRDefault="00D04C48" w:rsidP="00D04C4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04C48" w:rsidRPr="00136AD8" w14:paraId="461FE56C" w14:textId="77777777" w:rsidTr="0086736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96C568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04C48" w:rsidRPr="00136AD8" w14:paraId="05A2CFB5" w14:textId="77777777" w:rsidTr="0086736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B13461" w14:textId="77777777" w:rsidR="00D04C48" w:rsidRDefault="00D04C48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layouts de peças gráficas e instruções para acabamentos decorativos</w:t>
            </w:r>
          </w:p>
          <w:p w14:paraId="7F20BD19" w14:textId="4E6CC85B" w:rsidR="00D04C48" w:rsidRPr="00881231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100E6E"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. Selecionar os tipos de acabamentos decorativos e os materiais para cada tipo de acabamento decorativo</w:t>
            </w:r>
          </w:p>
          <w:p w14:paraId="26036690" w14:textId="7EABCD30" w:rsidR="00D04C48" w:rsidRPr="00881231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100E6E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Proceder aos acabamentos decorativos em peças gráficas </w:t>
            </w:r>
          </w:p>
          <w:p w14:paraId="6B826D2A" w14:textId="77777777" w:rsidR="00D04C48" w:rsidRPr="0008537A" w:rsidRDefault="00D04C48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D04C48" w:rsidRPr="00136AD8" w14:paraId="788BE44D" w14:textId="77777777" w:rsidTr="0086736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071883" w14:textId="77777777" w:rsidR="00D04C48" w:rsidRPr="001B353A" w:rsidRDefault="00D04C48" w:rsidP="0086736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44378C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513ED85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04C48" w:rsidRPr="00136AD8" w14:paraId="7EE7D841" w14:textId="77777777" w:rsidTr="00867365">
        <w:trPr>
          <w:trHeight w:val="112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247C6" w14:textId="77777777" w:rsidR="00D04C48" w:rsidRPr="00EB1AC5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F763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Tipos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</w:t>
            </w:r>
            <w:r w:rsidRPr="006F763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cabamentos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</w:t>
            </w:r>
            <w:r w:rsidRPr="006F763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ecorativos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D483CB1" w14:textId="77777777" w:rsidR="00D04C48" w:rsidRPr="006F763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</w:t>
            </w:r>
            <w:r w:rsidRPr="006F76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aminação, vernizes especiais,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estampagem aquente, plastificação; relevo – características, finalidades e técnicas</w:t>
            </w:r>
          </w:p>
          <w:p w14:paraId="774D09E5" w14:textId="77777777" w:rsidR="00D04C48" w:rsidRPr="006F7633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e equipamentos</w:t>
            </w:r>
            <w:r w:rsidRPr="006F763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61818DDA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F76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Operação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6F76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áquinas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6F76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specíficas</w:t>
            </w:r>
          </w:p>
          <w:p w14:paraId="422BC12E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F76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Ferramentas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6F76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anuais</w:t>
            </w:r>
          </w:p>
          <w:p w14:paraId="239EEB83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</w:t>
            </w:r>
          </w:p>
          <w:p w14:paraId="22BDC65A" w14:textId="77777777" w:rsidR="00D04C48" w:rsidRPr="00EB1AC5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Preparação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C7620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rabalhos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para acabamentos decorativos:</w:t>
            </w:r>
          </w:p>
          <w:p w14:paraId="656F224A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Leitura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nterpretação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 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rojetos</w:t>
            </w:r>
          </w:p>
          <w:p w14:paraId="7383688A" w14:textId="77777777" w:rsidR="00D04C48" w:rsidRPr="006F763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</w:t>
            </w:r>
            <w:r w:rsidRPr="006F76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reas adequadas para acabamentos decorativos.</w:t>
            </w:r>
          </w:p>
          <w:p w14:paraId="134E7969" w14:textId="77777777" w:rsidR="00D04C48" w:rsidRPr="006F7633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F763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Segurança e manuseamento de equipamentos:</w:t>
            </w:r>
          </w:p>
          <w:p w14:paraId="44946D9D" w14:textId="77777777" w:rsidR="00D04C48" w:rsidRPr="00C7620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Normas de segurança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máquinas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acabamentos</w:t>
            </w:r>
          </w:p>
          <w:p w14:paraId="0D3DE9EB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quipamentos de proteção individual (EPI).</w:t>
            </w:r>
          </w:p>
          <w:p w14:paraId="1B439399" w14:textId="77777777" w:rsidR="00D04C48" w:rsidRPr="00C7620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Práticas de manutenção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preventiva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A82030B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solução de problemas comuns.</w:t>
            </w:r>
          </w:p>
          <w:p w14:paraId="38BB61C9" w14:textId="77777777" w:rsidR="00D04C48" w:rsidRPr="00894265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8942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Sustentabilidade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</w:t>
            </w:r>
            <w:r w:rsidRPr="0089426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ficiência</w:t>
            </w:r>
          </w:p>
          <w:p w14:paraId="07A33CFB" w14:textId="77777777" w:rsidR="00D04C48" w:rsidRDefault="00D04C48" w:rsidP="00D04C48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6F76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ateriais sustentáveis para acabamentos decorativos</w:t>
            </w:r>
          </w:p>
          <w:p w14:paraId="1C671E4F" w14:textId="77777777" w:rsidR="00D04C48" w:rsidRPr="00894265" w:rsidRDefault="00D04C48" w:rsidP="00D04C48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942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estão</w:t>
            </w:r>
            <w:r w:rsidRPr="008942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tempo e organização do fluxo de trabalho.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28E39" w14:textId="62F23EEC" w:rsidR="00D04C48" w:rsidRDefault="00100E6E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 w:rsidR="00D04C48" w:rsidRPr="00881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D04C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tipos de acabamentos decorativos</w:t>
            </w:r>
          </w:p>
          <w:p w14:paraId="6C16EC28" w14:textId="77777777" w:rsidR="00D04C48" w:rsidRPr="005668F5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tipos de acabamentos decorativos</w:t>
            </w:r>
          </w:p>
          <w:p w14:paraId="466EB75D" w14:textId="20C58637" w:rsidR="00D04C48" w:rsidRDefault="00100E6E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D04C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ferramentas, equipamentos e materiais para acabamentos decorativos</w:t>
            </w:r>
          </w:p>
          <w:p w14:paraId="207D35F1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especificidades técnicas em projetos gráficos</w:t>
            </w:r>
          </w:p>
          <w:p w14:paraId="7E8B1924" w14:textId="4EE24F83" w:rsidR="00D04C48" w:rsidRDefault="00100E6E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D04C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procedimentos de segurança e manuseamento de equipamentos</w:t>
            </w:r>
          </w:p>
          <w:p w14:paraId="39507BEE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materiais sustentáveis para acabamentos decorativos</w:t>
            </w:r>
          </w:p>
          <w:p w14:paraId="5FAF2B0E" w14:textId="0559C3A0" w:rsidR="00D04C48" w:rsidRPr="00881231" w:rsidRDefault="00100E6E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procedimentos relativos aos fluxos de trabalho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3B0DE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34752D5C" w14:textId="77777777" w:rsidR="00D04C48" w:rsidRDefault="00D04C48" w:rsidP="00D04C4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E59EDCE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2B04A0F9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7DB409C5" w14:textId="0836540F" w:rsidR="00D04C48" w:rsidRPr="000173C0" w:rsidRDefault="00D04C48" w:rsidP="00100E6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F602209" w14:textId="77777777" w:rsidR="00D04C48" w:rsidRDefault="00D04C48" w:rsidP="00D04C4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60686D1" w14:textId="77777777" w:rsidR="00D04C48" w:rsidRPr="00F87025" w:rsidRDefault="00D04C48" w:rsidP="00D04C48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36EC7B6" w14:textId="77777777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360A4">
        <w:rPr>
          <w:rFonts w:ascii="Verdana Pro Light" w:eastAsia="Arial Unicode MS" w:hAnsi="Verdana Pro Light" w:cs="Times New Roman"/>
          <w:b/>
          <w:sz w:val="18"/>
          <w:szCs w:val="18"/>
        </w:rPr>
        <w:t xml:space="preserve">Aplicar </w:t>
      </w:r>
      <w:bookmarkStart w:id="15" w:name="_Hlk157716341"/>
      <w:r w:rsidRPr="005360A4">
        <w:rPr>
          <w:rFonts w:ascii="Verdana Pro Light" w:eastAsia="Arial Unicode MS" w:hAnsi="Verdana Pro Light" w:cs="Times New Roman"/>
          <w:b/>
          <w:sz w:val="18"/>
          <w:szCs w:val="18"/>
        </w:rPr>
        <w:t xml:space="preserve">acabamentos decorativos </w:t>
      </w:r>
      <w:bookmarkEnd w:id="15"/>
      <w:r w:rsidRPr="005360A4">
        <w:rPr>
          <w:rFonts w:ascii="Verdana Pro Light" w:eastAsia="Arial Unicode MS" w:hAnsi="Verdana Pro Light" w:cs="Times New Roman"/>
          <w:b/>
          <w:sz w:val="18"/>
          <w:szCs w:val="18"/>
        </w:rPr>
        <w:t>em projetos gráficos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>:</w:t>
      </w:r>
    </w:p>
    <w:p w14:paraId="3B300FF9" w14:textId="5C1A934D" w:rsidR="00100E6E" w:rsidRDefault="00100E6E" w:rsidP="00100E6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bookmarkStart w:id="16" w:name="_Hlk157716129"/>
      <w:r w:rsidRPr="00DF6854">
        <w:rPr>
          <w:rFonts w:ascii="Verdana Pro Light" w:eastAsia="Arial Unicode MS" w:hAnsi="Verdana Pro Light" w:cs="Arial Unicode MS"/>
          <w:sz w:val="18"/>
          <w:szCs w:val="18"/>
        </w:rPr>
        <w:t>CD1</w:t>
      </w:r>
      <w:r w:rsidRPr="00E2700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Selecionando as ferramentas, as máquinas e os materiais de </w:t>
      </w:r>
      <w:r w:rsidRPr="00100E6E">
        <w:rPr>
          <w:rFonts w:ascii="Verdana Pro Light" w:eastAsia="Arial Unicode MS" w:hAnsi="Verdana Pro Light" w:cs="Arial Unicode MS"/>
          <w:sz w:val="18"/>
          <w:szCs w:val="18"/>
        </w:rPr>
        <w:t>acabamentos decorativos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as especificidades técnicas 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</w:t>
      </w:r>
      <w:r w:rsidRPr="00100E6E">
        <w:rPr>
          <w:rFonts w:ascii="Verdana Pro Light" w:eastAsia="Arial Unicode MS" w:hAnsi="Verdana Pro Light" w:cs="Arial Unicode MS"/>
          <w:sz w:val="18"/>
          <w:szCs w:val="18"/>
        </w:rPr>
        <w:t>projetos gráficos</w:t>
      </w:r>
    </w:p>
    <w:p w14:paraId="3DE1A64A" w14:textId="77777777" w:rsidR="00100E6E" w:rsidRDefault="00100E6E" w:rsidP="00100E6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Tendo em conta a gestão de materiais e resíduos e a</w:t>
      </w:r>
      <w:r w:rsidRPr="00F43838">
        <w:rPr>
          <w:rFonts w:ascii="Verdana Pro Light" w:eastAsia="Arial Unicode MS" w:hAnsi="Verdana Pro Light" w:cs="Arial Unicode MS"/>
          <w:sz w:val="18"/>
          <w:szCs w:val="18"/>
        </w:rPr>
        <w:t>plicando estratégias para minimizar impactos ambientais</w:t>
      </w:r>
      <w:r w:rsidDel="003203A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14B52EC4" w14:textId="77777777" w:rsidR="00100E6E" w:rsidRDefault="00100E6E" w:rsidP="00100E6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Aplicando as normas de segurança das ferramentas e máquinas e utilizando equipamento de proteção individual</w:t>
      </w:r>
    </w:p>
    <w:bookmarkEnd w:id="16"/>
    <w:p w14:paraId="06E0A72A" w14:textId="77777777" w:rsidR="00D04C48" w:rsidRPr="00136AD8" w:rsidRDefault="00D04C48" w:rsidP="00D04C4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79BC03" w14:textId="77777777" w:rsidR="00D04C48" w:rsidRPr="00F87025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02EC36A" w14:textId="77777777" w:rsidR="00D04C48" w:rsidRPr="00A92466" w:rsidRDefault="00D04C48" w:rsidP="00D04C48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D0B8AF5" w14:textId="77777777" w:rsidR="00D04C48" w:rsidRPr="00F87025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EDE9D7C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Peças gráficas para acabamentos decorativos</w:t>
      </w:r>
    </w:p>
    <w:p w14:paraId="3D4C9F00" w14:textId="77777777" w:rsidR="00D04C48" w:rsidRPr="00AD7F09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Ferramentas </w:t>
      </w:r>
      <w:r>
        <w:rPr>
          <w:rFonts w:ascii="Verdana Pro Light" w:eastAsia="Arial Unicode MS" w:hAnsi="Verdana Pro Light" w:cs="Arial Unicode MS"/>
          <w:sz w:val="18"/>
          <w:szCs w:val="18"/>
        </w:rPr>
        <w:t>manuais de acabamentos decorativos</w:t>
      </w:r>
    </w:p>
    <w:p w14:paraId="3F7C8DB4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Máquinas de acabamentos decorativos</w:t>
      </w:r>
    </w:p>
    <w:p w14:paraId="28550FE7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para acabamentos decorativos</w:t>
      </w:r>
    </w:p>
    <w:p w14:paraId="624FDEC4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Manual de normas de proteção individual</w:t>
      </w:r>
    </w:p>
    <w:p w14:paraId="2D21FAD8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Manual de utilização de máquinas de acabamentos decorativos</w:t>
      </w:r>
    </w:p>
    <w:p w14:paraId="0BA0EAB1" w14:textId="77777777" w:rsidR="00D04C48" w:rsidRPr="00D118C7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118C7">
        <w:rPr>
          <w:rFonts w:ascii="Verdana Pro Light" w:eastAsia="Arial Unicode MS" w:hAnsi="Verdana Pro Light" w:cs="Arial Unicode MS"/>
          <w:sz w:val="18"/>
          <w:szCs w:val="18"/>
        </w:rPr>
        <w:t xml:space="preserve">Exemplos de </w:t>
      </w:r>
      <w:r>
        <w:rPr>
          <w:rFonts w:ascii="Verdana Pro Light" w:eastAsia="Arial Unicode MS" w:hAnsi="Verdana Pro Light" w:cs="Arial Unicode MS"/>
          <w:sz w:val="18"/>
          <w:szCs w:val="18"/>
        </w:rPr>
        <w:t>peças gráficas com acabamentos decorativos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75840F3" w14:textId="77777777" w:rsidR="00D04C48" w:rsidRPr="00D8359C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FC06A0A" w14:textId="77777777" w:rsidR="00D04C48" w:rsidRPr="00C34354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23B0F194" w14:textId="77777777" w:rsidR="00D04C48" w:rsidRPr="00675CBE" w:rsidRDefault="00D04C48" w:rsidP="00D04C48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simulada e ativo com recurso ao estudo de casos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peças gráficas com acabamentos decorativo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>e baseado na ação de desenvolvimento de projeto</w:t>
      </w:r>
      <w:r>
        <w:rPr>
          <w:rFonts w:ascii="Verdana Pro Light" w:eastAsia="Arial Unicode MS" w:hAnsi="Verdana Pro Light" w:cs="Arial Unicode MS"/>
          <w:sz w:val="18"/>
          <w:szCs w:val="18"/>
        </w:rPr>
        <w:t>s práticos de acabamentos decorativos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6307C7A" w14:textId="77777777" w:rsidR="00D04C48" w:rsidRPr="00D303FD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D2439A0" w14:textId="77777777" w:rsidR="00D04C48" w:rsidRPr="00D32EC4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60EB6">
        <w:rPr>
          <w:rFonts w:ascii="Verdana Pro Light" w:hAnsi="Verdana Pro Light"/>
          <w:smallCaps/>
        </w:rPr>
        <w:t>Recursos indispensáveis</w:t>
      </w:r>
      <w:r w:rsidRPr="00660EB6"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Equipamentos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materiais 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para </w:t>
      </w:r>
      <w:r>
        <w:rPr>
          <w:rFonts w:ascii="Verdana Pro Light" w:eastAsia="Arial Unicode MS" w:hAnsi="Verdana Pro Light" w:cs="Arial Unicode MS"/>
          <w:sz w:val="18"/>
          <w:szCs w:val="18"/>
        </w:rPr>
        <w:t>acabamentos decorativos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 em alternativa parceria com uma gráfica, empresa de impressão ou outra entidade que permita através de workshops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de acabamentos decorativos</w:t>
      </w:r>
    </w:p>
    <w:p w14:paraId="11C378C8" w14:textId="77777777" w:rsidR="00D04C48" w:rsidRPr="00D32EC4" w:rsidRDefault="00D04C48" w:rsidP="00D04C48">
      <w:pPr>
        <w:pStyle w:val="PargrafodaLista"/>
        <w:rPr>
          <w:rFonts w:ascii="Verdana Pro Light" w:hAnsi="Verdana Pro Light"/>
          <w:smallCaps/>
        </w:rPr>
      </w:pPr>
    </w:p>
    <w:p w14:paraId="12FD5957" w14:textId="77777777" w:rsidR="00D04C48" w:rsidRPr="00100E6E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313E8">
        <w:rPr>
          <w:rFonts w:ascii="Verdana Pro Light" w:hAnsi="Verdana Pro Light"/>
          <w:smallCaps/>
        </w:rPr>
        <w:t>PRECEDÊNCIAS</w:t>
      </w:r>
      <w:r w:rsidRPr="002313E8">
        <w:rPr>
          <w:rFonts w:ascii="Verdana Pro Light" w:hAnsi="Verdana Pro Light"/>
          <w:smallCaps/>
        </w:rPr>
        <w:br/>
      </w:r>
      <w:r w:rsidRPr="002313E8">
        <w:rPr>
          <w:rFonts w:ascii="Verdana Pro Light" w:eastAsia="Arial Unicode MS" w:hAnsi="Verdana Pro Light" w:cs="Arial Unicode MS"/>
          <w:sz w:val="18"/>
          <w:szCs w:val="18"/>
        </w:rPr>
        <w:t xml:space="preserve"> UC</w:t>
      </w:r>
      <w:proofErr w:type="gramStart"/>
      <w:r w:rsidRPr="002313E8">
        <w:rPr>
          <w:rFonts w:ascii="Verdana Pro Light" w:eastAsia="Arial Unicode MS" w:hAnsi="Verdana Pro Light" w:cs="Arial Unicode MS"/>
          <w:sz w:val="18"/>
          <w:szCs w:val="18"/>
        </w:rPr>
        <w:t>_</w:t>
      </w:r>
      <w:r w:rsidRPr="002313E8">
        <w:t xml:space="preserve"> </w:t>
      </w:r>
      <w:r w:rsidRPr="002313E8">
        <w:rPr>
          <w:rFonts w:ascii="Verdana Pro Light" w:eastAsia="Arial Unicode MS" w:hAnsi="Verdana Pro Light" w:cs="Arial Unicode MS"/>
          <w:sz w:val="18"/>
          <w:szCs w:val="18"/>
        </w:rPr>
        <w:t>Implementar</w:t>
      </w:r>
      <w:proofErr w:type="gramEnd"/>
      <w:r w:rsidRPr="002313E8">
        <w:rPr>
          <w:rFonts w:ascii="Verdana Pro Light" w:eastAsia="Arial Unicode MS" w:hAnsi="Verdana Pro Light" w:cs="Arial Unicode MS"/>
          <w:sz w:val="18"/>
          <w:szCs w:val="18"/>
        </w:rPr>
        <w:t xml:space="preserve"> as normas de segurança e saúde no trabalho na área das artes gráficas</w:t>
      </w:r>
    </w:p>
    <w:p w14:paraId="3C4EBAB7" w14:textId="77777777" w:rsidR="00100E6E" w:rsidRPr="00100E6E" w:rsidRDefault="00100E6E" w:rsidP="00100E6E">
      <w:pPr>
        <w:pStyle w:val="PargrafodaLista"/>
        <w:rPr>
          <w:rFonts w:ascii="Verdana Pro Light" w:hAnsi="Verdana Pro Light"/>
          <w:smallCaps/>
        </w:rPr>
      </w:pPr>
    </w:p>
    <w:p w14:paraId="30BC211A" w14:textId="77777777" w:rsidR="00100E6E" w:rsidRDefault="00100E6E" w:rsidP="00100E6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6130A625" w14:textId="77777777" w:rsidR="00100E6E" w:rsidRDefault="00100E6E" w:rsidP="00100E6E">
      <w:pPr>
        <w:spacing w:before="120" w:after="0" w:line="276" w:lineRule="auto"/>
        <w:rPr>
          <w:rFonts w:ascii="Verdana Pro Light" w:hAnsi="Verdana Pro Light"/>
          <w:smallCaps/>
        </w:rPr>
      </w:pPr>
    </w:p>
    <w:p w14:paraId="44390CA4" w14:textId="77777777" w:rsidR="00100E6E" w:rsidRPr="00100E6E" w:rsidRDefault="00100E6E" w:rsidP="00100E6E">
      <w:pPr>
        <w:spacing w:before="120" w:after="0" w:line="276" w:lineRule="auto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04C48" w:rsidRPr="00136AD8" w14:paraId="3EDB32D0" w14:textId="77777777" w:rsidTr="0086736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46F9ACF" w14:textId="77777777" w:rsidR="00D04C48" w:rsidRPr="00100E6E" w:rsidRDefault="00D04C48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100E6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892B29E" w14:textId="77777777" w:rsidR="00D04C48" w:rsidRPr="00100E6E" w:rsidRDefault="00D04C48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100E6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corte de peças gráficas</w:t>
            </w:r>
          </w:p>
        </w:tc>
      </w:tr>
    </w:tbl>
    <w:p w14:paraId="7A39201D" w14:textId="77777777" w:rsidR="00D04C48" w:rsidRPr="00136AD8" w:rsidRDefault="00D04C48" w:rsidP="00D04C4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C91EE78" w14:textId="77777777" w:rsidR="00D04C48" w:rsidRDefault="00D04C48" w:rsidP="00D04C4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5766E34" w14:textId="77777777" w:rsidR="00D04C48" w:rsidRPr="003200F2" w:rsidRDefault="00D04C48" w:rsidP="00D04C4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B6E7711" w14:textId="77777777" w:rsidR="00D04C48" w:rsidRPr="00136AD8" w:rsidRDefault="00D04C48" w:rsidP="00D04C4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D04C48" w:rsidRPr="00136AD8" w14:paraId="258034BF" w14:textId="77777777" w:rsidTr="0086736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DA872A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04C48" w:rsidRPr="00136AD8" w14:paraId="3E305818" w14:textId="77777777" w:rsidTr="0086736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7438BC" w14:textId="77777777" w:rsidR="00D04C48" w:rsidRDefault="00D04C48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layouts e instruções de corte</w:t>
            </w:r>
          </w:p>
          <w:p w14:paraId="7FB16AB8" w14:textId="77777777" w:rsidR="00D04C48" w:rsidRPr="00881231" w:rsidRDefault="00D04C48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Proceder aos cálculos de medição nas peças gráficas</w:t>
            </w:r>
          </w:p>
          <w:p w14:paraId="53E9CB22" w14:textId="09EEFFDD" w:rsidR="00D04C48" w:rsidRPr="00881231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100E6E">
              <w:rPr>
                <w:rFonts w:ascii="Verdana Pro Light" w:eastAsia="Arial Unicode MS" w:hAnsi="Verdana Pro Light" w:cs="Arial Unicode MS"/>
                <w:sz w:val="18"/>
                <w:szCs w:val="18"/>
              </w:rPr>
              <w:t>3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Selecionar e preparar o material e a maquinaria de corte </w:t>
            </w:r>
          </w:p>
          <w:p w14:paraId="4B22CC17" w14:textId="4A984DAA" w:rsidR="00D04C48" w:rsidRPr="00881231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100E6E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Proceder aos diferentes tipos de corte nas peças gráficas </w:t>
            </w:r>
          </w:p>
          <w:p w14:paraId="10FC680C" w14:textId="77777777" w:rsidR="00D04C48" w:rsidRPr="0008537A" w:rsidRDefault="00D04C48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D04C48" w:rsidRPr="00136AD8" w14:paraId="66BC9D7B" w14:textId="77777777" w:rsidTr="0086736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B07259" w14:textId="77777777" w:rsidR="00D04C48" w:rsidRPr="001B353A" w:rsidRDefault="00D04C48" w:rsidP="0086736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1FB42D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E4FCEC8" w14:textId="77777777" w:rsidR="00D04C48" w:rsidRPr="001B353A" w:rsidRDefault="00D04C48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D04C48" w:rsidRPr="00136AD8" w14:paraId="07B466C5" w14:textId="77777777" w:rsidTr="00867365">
        <w:trPr>
          <w:trHeight w:val="112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254D1" w14:textId="77777777" w:rsidR="00D04C48" w:rsidRPr="00EB1AC5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218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Fundamentos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</w:t>
            </w:r>
            <w:r w:rsidRPr="0052218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perações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</w:t>
            </w:r>
            <w:r w:rsidRPr="0052218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orte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7ACCDAA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21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Cortes </w:t>
            </w:r>
          </w:p>
          <w:p w14:paraId="2B5AB06D" w14:textId="77777777" w:rsidR="00D04C48" w:rsidRPr="00C7620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Ferramentas de Corte </w:t>
            </w:r>
          </w:p>
          <w:p w14:paraId="512F0BE1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Operação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áquinas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specíficas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(Guilhotina, Lazer)</w:t>
            </w:r>
          </w:p>
          <w:p w14:paraId="14E79F1E" w14:textId="77777777" w:rsidR="00D04C48" w:rsidRPr="00C7620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Corte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ateriais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specíficos</w:t>
            </w:r>
          </w:p>
          <w:p w14:paraId="14CFF65A" w14:textId="77777777" w:rsidR="00D04C48" w:rsidRPr="00EB1AC5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Preparação de Trabalhos de Corte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92A93DF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Leitura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nterpretação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 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rojetos </w:t>
            </w:r>
          </w:p>
          <w:p w14:paraId="417775D4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Cálculos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edidas</w:t>
            </w:r>
          </w:p>
          <w:p w14:paraId="1EF0191D" w14:textId="77777777" w:rsidR="00D04C48" w:rsidRPr="00C7620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ispositivos de medição e alinhamento</w:t>
            </w:r>
          </w:p>
          <w:p w14:paraId="7C0031DE" w14:textId="77777777" w:rsidR="00D04C48" w:rsidRPr="000505BD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Segurança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</w:t>
            </w:r>
            <w:r w:rsidRPr="00C7620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anuse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amento</w:t>
            </w:r>
            <w:r w:rsidRPr="00C7620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</w:t>
            </w:r>
            <w:r w:rsidRPr="00C7620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quipamentos</w:t>
            </w:r>
            <w:r w:rsidRPr="000505B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E8604AA" w14:textId="77777777" w:rsidR="00D04C48" w:rsidRPr="00C7620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Normas de segurança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máquinas de corte.</w:t>
            </w:r>
          </w:p>
          <w:p w14:paraId="666DC0B4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quipamentos de proteção individual (EPI).</w:t>
            </w:r>
          </w:p>
          <w:p w14:paraId="1B869628" w14:textId="77777777" w:rsidR="00D04C48" w:rsidRPr="00C7620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Práticas de manutenção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preventiva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53B2B11" w14:textId="77777777" w:rsidR="00D04C48" w:rsidRPr="00C76203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solução de problemas comuns.</w:t>
            </w:r>
          </w:p>
          <w:p w14:paraId="19EFD6F0" w14:textId="77777777" w:rsidR="00D04C48" w:rsidRPr="00FE7C3F" w:rsidRDefault="00D04C48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56BAA" w14:textId="77777777" w:rsidR="00D04C48" w:rsidRPr="004B3C8A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45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1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fundamentos das operações de corte</w:t>
            </w:r>
          </w:p>
          <w:p w14:paraId="4DD00E42" w14:textId="72E17BA7" w:rsidR="00D04C48" w:rsidRDefault="00100E6E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 w:rsidR="00D04C48" w:rsidRPr="0088123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D04C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máquinas e ferramentas de corte</w:t>
            </w:r>
          </w:p>
          <w:p w14:paraId="41BFC7FA" w14:textId="597C8399" w:rsidR="00D04C48" w:rsidRDefault="00100E6E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</w:t>
            </w:r>
            <w:r w:rsidR="00D04C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layouts de peças gráficas</w:t>
            </w:r>
          </w:p>
          <w:p w14:paraId="155E7115" w14:textId="4D9DC5CB" w:rsidR="00100E6E" w:rsidRPr="00100E6E" w:rsidRDefault="00100E6E" w:rsidP="00100E6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especificidades técnicas em projetos gráficos</w:t>
            </w:r>
          </w:p>
          <w:p w14:paraId="75679F07" w14:textId="36985EF2" w:rsidR="00D04C48" w:rsidRDefault="00100E6E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Fazer</w:t>
            </w:r>
            <w:r w:rsidR="00D04C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cálculo</w:t>
            </w:r>
            <w:r w:rsidR="00D04C4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matemático</w:t>
            </w:r>
          </w:p>
          <w:p w14:paraId="4C92DDF4" w14:textId="77777777" w:rsidR="00100E6E" w:rsidRDefault="00100E6E" w:rsidP="00100E6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procedimentos de segurança e manuseamento de equipamentos</w:t>
            </w:r>
          </w:p>
          <w:p w14:paraId="234CCE40" w14:textId="432D1180" w:rsidR="00D04C48" w:rsidRPr="00881231" w:rsidRDefault="00100E6E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procedimentos relativos aos fluxos de trabalho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126B8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5F8746E5" w14:textId="77777777" w:rsidR="00D04C48" w:rsidRDefault="00D04C48" w:rsidP="00D04C48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3B7A82A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17BB3F75" w14:textId="77777777" w:rsidR="00D04C48" w:rsidRDefault="00D04C48" w:rsidP="00D04C4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057E2A13" w14:textId="77777777" w:rsidR="00D04C48" w:rsidRPr="005668F5" w:rsidRDefault="00D04C48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20C1B7" w14:textId="33052EF9" w:rsidR="00D04C48" w:rsidRPr="000173C0" w:rsidRDefault="00D04C48" w:rsidP="00100E6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ED74C83" w14:textId="77777777" w:rsidR="00D04C48" w:rsidRDefault="00D04C48" w:rsidP="00D04C4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49F193B" w14:textId="77777777" w:rsidR="00D04C48" w:rsidRPr="00F87025" w:rsidRDefault="00D04C48" w:rsidP="00D04C48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697A588" w14:textId="77777777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74481D">
        <w:rPr>
          <w:rFonts w:ascii="Verdana Pro Light" w:eastAsia="Arial Unicode MS" w:hAnsi="Verdana Pro Light" w:cs="Times New Roman"/>
          <w:b/>
          <w:sz w:val="18"/>
          <w:szCs w:val="18"/>
        </w:rPr>
        <w:t>Executar corte de peças gráficas</w:t>
      </w:r>
      <w:r>
        <w:rPr>
          <w:rFonts w:ascii="Verdana Pro Light" w:eastAsia="Arial Unicode MS" w:hAnsi="Verdana Pro Light" w:cs="Times New Roman"/>
          <w:b/>
          <w:sz w:val="18"/>
          <w:szCs w:val="18"/>
        </w:rPr>
        <w:t>:</w:t>
      </w:r>
    </w:p>
    <w:p w14:paraId="72B6159D" w14:textId="77777777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DF6854">
        <w:rPr>
          <w:rFonts w:ascii="Verdana Pro Light" w:eastAsia="Arial Unicode MS" w:hAnsi="Verdana Pro Light" w:cs="Arial Unicode MS"/>
          <w:sz w:val="18"/>
          <w:szCs w:val="18"/>
        </w:rPr>
        <w:t xml:space="preserve">CD1. Analisando </w:t>
      </w:r>
      <w:r>
        <w:rPr>
          <w:rFonts w:ascii="Verdana Pro Light" w:eastAsia="Arial Unicode MS" w:hAnsi="Verdana Pro Light" w:cs="Arial Unicode MS"/>
          <w:sz w:val="18"/>
          <w:szCs w:val="18"/>
        </w:rPr>
        <w:t>os layouts das peças gráficas e fazendo o cálculo das medições de corte</w:t>
      </w:r>
    </w:p>
    <w:p w14:paraId="0C77E25D" w14:textId="1BC2DFDF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="00100E6E">
        <w:rPr>
          <w:rFonts w:ascii="Verdana Pro Light" w:eastAsia="Arial Unicode MS" w:hAnsi="Verdana Pro Light" w:cs="Arial Unicode MS"/>
          <w:sz w:val="18"/>
          <w:szCs w:val="18"/>
        </w:rPr>
        <w:t>2</w:t>
      </w:r>
      <w:r>
        <w:rPr>
          <w:rFonts w:ascii="Verdana Pro Light" w:eastAsia="Arial Unicode MS" w:hAnsi="Verdana Pro Light" w:cs="Arial Unicode MS"/>
          <w:sz w:val="18"/>
          <w:szCs w:val="18"/>
        </w:rPr>
        <w:t>. Selecionando as ferramentas e as máquinas de corte tendo em conta as especificidades técnicas das peças gráficas</w:t>
      </w:r>
    </w:p>
    <w:p w14:paraId="6E33B398" w14:textId="5F2C47C1" w:rsidR="00D04C48" w:rsidRDefault="00D04C48" w:rsidP="00D04C4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</w:t>
      </w:r>
      <w:r w:rsidR="00100E6E">
        <w:rPr>
          <w:rFonts w:ascii="Verdana Pro Light" w:eastAsia="Arial Unicode MS" w:hAnsi="Verdana Pro Light" w:cs="Arial Unicode MS"/>
          <w:sz w:val="18"/>
          <w:szCs w:val="18"/>
        </w:rPr>
        <w:t>3</w:t>
      </w:r>
      <w:r>
        <w:rPr>
          <w:rFonts w:ascii="Verdana Pro Light" w:eastAsia="Arial Unicode MS" w:hAnsi="Verdana Pro Light" w:cs="Arial Unicode MS"/>
          <w:sz w:val="18"/>
          <w:szCs w:val="18"/>
        </w:rPr>
        <w:t>. Procedendo às operações de corte aplicando as normas de segurança das ferramentas e máquinas</w:t>
      </w:r>
    </w:p>
    <w:p w14:paraId="507DB5B2" w14:textId="77777777" w:rsidR="00D04C48" w:rsidRPr="00136AD8" w:rsidRDefault="00D04C48" w:rsidP="00D04C4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B041AA" w14:textId="77777777" w:rsidR="00D04C48" w:rsidRPr="00F87025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1D3BB9F" w14:textId="77777777" w:rsidR="00D04C48" w:rsidRPr="00A92466" w:rsidRDefault="00D04C48" w:rsidP="00D04C48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2D1AAB1" w14:textId="77777777" w:rsidR="00D04C48" w:rsidRPr="00F87025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08E104F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Peças gráficas para procedimentos de acabamentos de corte</w:t>
      </w: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35146F88" w14:textId="77777777" w:rsidR="00D04C48" w:rsidRPr="00AD7F09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Ferramentas </w:t>
      </w:r>
      <w:r>
        <w:rPr>
          <w:rFonts w:ascii="Verdana Pro Light" w:eastAsia="Arial Unicode MS" w:hAnsi="Verdana Pro Light" w:cs="Arial Unicode MS"/>
          <w:sz w:val="18"/>
          <w:szCs w:val="18"/>
        </w:rPr>
        <w:t>de medição e cálculo</w:t>
      </w:r>
    </w:p>
    <w:p w14:paraId="6C077D29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corte</w:t>
      </w:r>
    </w:p>
    <w:p w14:paraId="7659760B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Máquinas de corte</w:t>
      </w:r>
    </w:p>
    <w:p w14:paraId="6112706A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Manual de normas de proteção individual</w:t>
      </w:r>
    </w:p>
    <w:p w14:paraId="1B6F8C6B" w14:textId="77777777" w:rsidR="00D04C48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Manual de utilização de máquinas de corte</w:t>
      </w:r>
    </w:p>
    <w:p w14:paraId="216AACA8" w14:textId="77777777" w:rsidR="00D04C48" w:rsidRPr="00144F33" w:rsidRDefault="00D04C48" w:rsidP="00D04C48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Exemplos de peças gráficas com diferentes tipos de acabamento de corte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46E5CF6" w14:textId="77777777" w:rsidR="00D04C48" w:rsidRPr="00D8359C" w:rsidRDefault="00D04C48" w:rsidP="00D04C4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8F0F81F" w14:textId="77777777" w:rsidR="00D04C48" w:rsidRPr="00C34354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7F6BA449" w14:textId="77777777" w:rsidR="00D04C48" w:rsidRPr="00FC797E" w:rsidRDefault="00D04C48" w:rsidP="00D04C48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simulada e ativo com recurso ao estudo de casos de </w:t>
      </w:r>
      <w:r>
        <w:rPr>
          <w:rFonts w:ascii="Verdana Pro Light" w:eastAsia="Arial Unicode MS" w:hAnsi="Verdana Pro Light" w:cs="Arial Unicode MS"/>
          <w:sz w:val="18"/>
          <w:szCs w:val="18"/>
        </w:rPr>
        <w:t>peças gráficas com acabamentos de corte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baseado na ação de desenvolvimento de projeto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práticos de acabamentos de corte</w:t>
      </w:r>
    </w:p>
    <w:p w14:paraId="5F8A7B5B" w14:textId="77777777" w:rsidR="00D04C48" w:rsidRPr="00675CBE" w:rsidRDefault="00D04C48" w:rsidP="00D04C48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5EAB2F31" w14:textId="77777777" w:rsidR="00D04C48" w:rsidRPr="002313E8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83E6289" w14:textId="77777777" w:rsidR="00D04C48" w:rsidRPr="00660EB6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Sugere-se o desdobramento da turma</w:t>
      </w:r>
    </w:p>
    <w:p w14:paraId="3C5705A6" w14:textId="77777777" w:rsidR="00D04C48" w:rsidRPr="00660EB6" w:rsidRDefault="00D04C48" w:rsidP="00D04C48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71809003" w14:textId="77777777" w:rsidR="00D04C48" w:rsidRPr="00D32EC4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60EB6">
        <w:rPr>
          <w:rFonts w:ascii="Verdana Pro Light" w:hAnsi="Verdana Pro Light"/>
          <w:smallCaps/>
        </w:rPr>
        <w:t>Recursos indispensáveis</w:t>
      </w:r>
      <w:r w:rsidRPr="00660EB6"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Equipamentos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materiais 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para </w:t>
      </w:r>
      <w:r>
        <w:rPr>
          <w:rFonts w:ascii="Verdana Pro Light" w:eastAsia="Arial Unicode MS" w:hAnsi="Verdana Pro Light" w:cs="Arial Unicode MS"/>
          <w:sz w:val="18"/>
          <w:szCs w:val="18"/>
        </w:rPr>
        <w:t>acabamentos de corte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 em alternativa parceria com uma gráfica, empresa de impressão ou outra entidade que permita através de workshops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de acabamentos de corte</w:t>
      </w:r>
    </w:p>
    <w:p w14:paraId="6C21B3B4" w14:textId="77777777" w:rsidR="00D04C48" w:rsidRPr="00D32EC4" w:rsidRDefault="00D04C48" w:rsidP="00D04C48">
      <w:pPr>
        <w:pStyle w:val="PargrafodaLista"/>
        <w:rPr>
          <w:rFonts w:ascii="Verdana Pro Light" w:hAnsi="Verdana Pro Light"/>
          <w:smallCaps/>
        </w:rPr>
      </w:pPr>
    </w:p>
    <w:p w14:paraId="63F800E4" w14:textId="77777777" w:rsidR="00D04C48" w:rsidRPr="002313E8" w:rsidRDefault="00D04C48" w:rsidP="00D04C48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313E8">
        <w:rPr>
          <w:rFonts w:ascii="Verdana Pro Light" w:hAnsi="Verdana Pro Light"/>
          <w:smallCaps/>
        </w:rPr>
        <w:t>PRECEDÊNCIAS</w:t>
      </w:r>
      <w:r w:rsidRPr="002313E8">
        <w:rPr>
          <w:rFonts w:ascii="Verdana Pro Light" w:hAnsi="Verdana Pro Light"/>
          <w:smallCaps/>
        </w:rPr>
        <w:br/>
      </w:r>
      <w:r w:rsidRPr="002313E8">
        <w:rPr>
          <w:rFonts w:ascii="Verdana Pro Light" w:eastAsia="Arial Unicode MS" w:hAnsi="Verdana Pro Light" w:cs="Arial Unicode MS"/>
          <w:sz w:val="18"/>
          <w:szCs w:val="18"/>
        </w:rPr>
        <w:t xml:space="preserve"> UC</w:t>
      </w:r>
      <w:proofErr w:type="gramStart"/>
      <w:r w:rsidRPr="002313E8">
        <w:rPr>
          <w:rFonts w:ascii="Verdana Pro Light" w:eastAsia="Arial Unicode MS" w:hAnsi="Verdana Pro Light" w:cs="Arial Unicode MS"/>
          <w:sz w:val="18"/>
          <w:szCs w:val="18"/>
        </w:rPr>
        <w:t>_</w:t>
      </w:r>
      <w:r w:rsidRPr="002313E8">
        <w:t xml:space="preserve"> </w:t>
      </w:r>
      <w:r w:rsidRPr="002313E8">
        <w:rPr>
          <w:rFonts w:ascii="Verdana Pro Light" w:eastAsia="Arial Unicode MS" w:hAnsi="Verdana Pro Light" w:cs="Arial Unicode MS"/>
          <w:sz w:val="18"/>
          <w:szCs w:val="18"/>
        </w:rPr>
        <w:t>Implementar</w:t>
      </w:r>
      <w:proofErr w:type="gramEnd"/>
      <w:r w:rsidRPr="002313E8">
        <w:rPr>
          <w:rFonts w:ascii="Verdana Pro Light" w:eastAsia="Arial Unicode MS" w:hAnsi="Verdana Pro Light" w:cs="Arial Unicode MS"/>
          <w:sz w:val="18"/>
          <w:szCs w:val="18"/>
        </w:rPr>
        <w:t xml:space="preserve"> as normas de segurança e saúde no trabalho na área das artes gráficas</w:t>
      </w:r>
    </w:p>
    <w:p w14:paraId="27BCF647" w14:textId="77777777" w:rsidR="00D04C48" w:rsidRDefault="00D04C48" w:rsidP="00D04C48">
      <w:pPr>
        <w:rPr>
          <w:rFonts w:ascii="Verdana Pro Light" w:hAnsi="Verdana Pro Light"/>
          <w:smallCaps/>
        </w:rPr>
      </w:pPr>
    </w:p>
    <w:p w14:paraId="19E974C8" w14:textId="77777777" w:rsidR="00D04C48" w:rsidRDefault="00D04C48" w:rsidP="00D04C48">
      <w:pPr>
        <w:rPr>
          <w:rFonts w:ascii="Verdana Pro Light" w:hAnsi="Verdana Pro Light"/>
          <w:smallCaps/>
        </w:rPr>
      </w:pPr>
    </w:p>
    <w:p w14:paraId="0F9A080D" w14:textId="77777777" w:rsidR="00D04C48" w:rsidRDefault="00D04C48" w:rsidP="00D04C48">
      <w:pPr>
        <w:rPr>
          <w:rFonts w:ascii="Verdana Pro Light" w:hAnsi="Verdana Pro Light"/>
          <w:smallCaps/>
        </w:rPr>
      </w:pPr>
    </w:p>
    <w:p w14:paraId="0C366874" w14:textId="77777777" w:rsidR="00D04C48" w:rsidRDefault="00D04C48" w:rsidP="00D04C48">
      <w:pPr>
        <w:rPr>
          <w:rFonts w:ascii="Verdana Pro Light" w:hAnsi="Verdana Pro Light"/>
          <w:smallCaps/>
        </w:rPr>
      </w:pPr>
    </w:p>
    <w:p w14:paraId="58DD491C" w14:textId="77777777" w:rsidR="00F00431" w:rsidRDefault="00F00431" w:rsidP="00D04C48">
      <w:pPr>
        <w:rPr>
          <w:rFonts w:ascii="Verdana Pro Light" w:hAnsi="Verdana Pro Light"/>
          <w:smallCaps/>
        </w:rPr>
      </w:pPr>
    </w:p>
    <w:p w14:paraId="15535EA0" w14:textId="77777777" w:rsidR="00F00431" w:rsidRDefault="00F00431" w:rsidP="00D04C48">
      <w:pPr>
        <w:rPr>
          <w:rFonts w:ascii="Verdana Pro Light" w:hAnsi="Verdana Pro Light"/>
          <w:smallCaps/>
        </w:rPr>
      </w:pPr>
    </w:p>
    <w:p w14:paraId="44F4F07A" w14:textId="77777777" w:rsidR="00D04C48" w:rsidRDefault="00D04C48" w:rsidP="00D04C48">
      <w:pPr>
        <w:rPr>
          <w:rFonts w:ascii="Verdana Pro Light" w:hAnsi="Verdana Pro Light"/>
          <w:smallCaps/>
        </w:rPr>
      </w:pPr>
    </w:p>
    <w:p w14:paraId="147505F9" w14:textId="77777777" w:rsidR="00D04C48" w:rsidRDefault="00D04C48" w:rsidP="00D04C4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31FEF" w:rsidRPr="00136AD8" w14:paraId="45D27EBA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103381B" w14:textId="77777777" w:rsidR="00A31FEF" w:rsidRPr="00D97B86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D97B86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38C3B79" w14:textId="77777777" w:rsidR="00A31FEF" w:rsidRPr="00D97B86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D97B86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Conceber um projeto de artes gráficas</w:t>
            </w:r>
          </w:p>
        </w:tc>
      </w:tr>
    </w:tbl>
    <w:p w14:paraId="37548362" w14:textId="77777777" w:rsidR="00A31FEF" w:rsidRPr="00136AD8" w:rsidRDefault="00A31FEF" w:rsidP="00A31FE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04109F6" w14:textId="77777777" w:rsidR="00A31FEF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1A280786" w14:textId="77777777" w:rsidR="00A31FEF" w:rsidRPr="003200F2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CB55B67" w14:textId="77777777" w:rsidR="00A31FEF" w:rsidRPr="00136AD8" w:rsidRDefault="00A31FEF" w:rsidP="00A31FE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31FEF" w:rsidRPr="00136AD8" w14:paraId="63B0DF40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8028FB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31FEF" w:rsidRPr="00136AD8" w14:paraId="00C19CEC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7191B0" w14:textId="77777777" w:rsidR="00A31FEF" w:rsidRDefault="00A31FEF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Analisar o briefing, pesquisar e identificar tendências e referências gráficas</w:t>
            </w:r>
          </w:p>
          <w:p w14:paraId="06EED4F3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Criar um conceito de comunicação visual</w:t>
            </w:r>
          </w:p>
          <w:p w14:paraId="136C10BF" w14:textId="77777777" w:rsidR="00A31FEF" w:rsidRDefault="00A31FEF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Elaborar as peças gráficas</w:t>
            </w:r>
          </w:p>
          <w:p w14:paraId="33CB3825" w14:textId="77777777" w:rsidR="00A31FEF" w:rsidRDefault="00A31FEF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Arte finalizar,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peças gráficas </w:t>
            </w:r>
          </w:p>
          <w:p w14:paraId="1635A53B" w14:textId="77777777" w:rsidR="00A31FEF" w:rsidRDefault="00A31FEF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Preparar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pé-impressão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fazer os orçamentos</w:t>
            </w:r>
          </w:p>
          <w:p w14:paraId="23108E58" w14:textId="77777777" w:rsidR="00A31FEF" w:rsidRDefault="00A31FEF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Efetuar a impressão e acabamentos</w:t>
            </w:r>
          </w:p>
          <w:p w14:paraId="4D318B80" w14:textId="77777777" w:rsidR="00A31FEF" w:rsidRPr="0008537A" w:rsidRDefault="00A31FEF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A31FEF" w:rsidRPr="00136AD8" w14:paraId="50D35425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ADC109" w14:textId="77777777" w:rsidR="00A31FEF" w:rsidRPr="001B353A" w:rsidRDefault="00A31FEF" w:rsidP="00525066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D32BB3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2401E32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31FEF" w:rsidRPr="00136AD8" w14:paraId="27E88629" w14:textId="77777777" w:rsidTr="00525066">
        <w:trPr>
          <w:trHeight w:val="310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FE7DB" w14:textId="77777777" w:rsidR="00A31FEF" w:rsidRPr="0094659A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Briefing:</w:t>
            </w:r>
            <w:r w:rsidRPr="0094659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527EA349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que é, como se analisa, aspetos a ter em consideração</w:t>
            </w:r>
          </w:p>
          <w:p w14:paraId="5F4B027B" w14:textId="77777777" w:rsidR="00A31FEF" w:rsidRPr="0082388E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 criativo e Design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5BAB1627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Metodologias de desenvolvimento de criatividade</w:t>
            </w:r>
          </w:p>
          <w:p w14:paraId="4D7DBE78" w14:textId="77777777" w:rsidR="00A31FEF" w:rsidRPr="00600B1A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desenvolvimento de processo criativo</w:t>
            </w:r>
          </w:p>
          <w:p w14:paraId="6C00D570" w14:textId="77777777" w:rsidR="00A31FEF" w:rsidRPr="00600B1A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0B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Etapas do processo de design </w:t>
            </w:r>
            <w:proofErr w:type="spellStart"/>
            <w:r w:rsidRPr="00600B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77090D57" w14:textId="77777777" w:rsidR="00A31FEF" w:rsidRPr="0094659A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digitais de edição gráfica</w:t>
            </w:r>
          </w:p>
          <w:p w14:paraId="3151B2E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de ferramentas</w:t>
            </w:r>
          </w:p>
          <w:p w14:paraId="2649EC5D" w14:textId="77777777" w:rsidR="00A31FEF" w:rsidRPr="0082388E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Artes finais</w:t>
            </w:r>
          </w:p>
          <w:p w14:paraId="7CFD837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ficheiros</w:t>
            </w:r>
          </w:p>
          <w:p w14:paraId="24A8C08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Miras técnicas</w:t>
            </w:r>
          </w:p>
          <w:p w14:paraId="78EF98BE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e perfis de cor</w:t>
            </w:r>
          </w:p>
          <w:p w14:paraId="1AC3A1B8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Máscaras e cortantes</w:t>
            </w:r>
          </w:p>
          <w:p w14:paraId="5E1FCA8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e escalas de ampliação</w:t>
            </w:r>
          </w:p>
          <w:p w14:paraId="04A8E60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de ficheiros e arquivo</w:t>
            </w:r>
          </w:p>
          <w:p w14:paraId="5E8E27C2" w14:textId="77777777" w:rsidR="00A31FEF" w:rsidRPr="0082388E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Maquetização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prototipagem</w:t>
            </w:r>
          </w:p>
          <w:p w14:paraId="0E982FAC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 técnicas de prototipagem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digitais e manuais</w:t>
            </w:r>
          </w:p>
          <w:p w14:paraId="7F698610" w14:textId="77777777" w:rsidR="00A31FEF" w:rsidRPr="0082388E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lastRenderedPageBreak/>
              <w:t>Orçamentação</w:t>
            </w:r>
          </w:p>
          <w:p w14:paraId="0E4916F1" w14:textId="77777777" w:rsidR="00A31FEF" w:rsidRPr="000968A9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96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Custos de produção</w:t>
            </w:r>
          </w:p>
          <w:p w14:paraId="2501CA3C" w14:textId="77777777" w:rsidR="00A31FEF" w:rsidRPr="000968A9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968A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Cálculos de custos</w:t>
            </w:r>
          </w:p>
          <w:p w14:paraId="50B8197E" w14:textId="77777777" w:rsidR="00A31FEF" w:rsidRPr="000968A9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0968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Pé-impressão</w:t>
            </w:r>
            <w:proofErr w:type="spellEnd"/>
          </w:p>
          <w:p w14:paraId="41B6CB5E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</w:t>
            </w:r>
            <w:proofErr w:type="spellStart"/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preflight</w:t>
            </w:r>
            <w:proofErr w:type="spellEnd"/>
          </w:p>
          <w:p w14:paraId="1CA4B1C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imposição</w:t>
            </w:r>
          </w:p>
          <w:p w14:paraId="75444CCB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Provas de impressão e acabamentos</w:t>
            </w:r>
          </w:p>
          <w:p w14:paraId="58430879" w14:textId="77777777" w:rsidR="00A31FEF" w:rsidRPr="005367DD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Impressão e acabamentos</w:t>
            </w:r>
          </w:p>
          <w:p w14:paraId="1EA8E632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impressão, características finalidades</w:t>
            </w:r>
          </w:p>
          <w:p w14:paraId="5093D6A4" w14:textId="77777777" w:rsidR="00A31FEF" w:rsidRPr="000968A9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acabamentos, características finalidades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E408C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Intrepretar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briefing</w:t>
            </w:r>
          </w:p>
          <w:p w14:paraId="1C1F151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etapas da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</w:t>
            </w:r>
          </w:p>
          <w:p w14:paraId="6F78480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metodologias e ferramentas de processo criativo</w:t>
            </w:r>
          </w:p>
          <w:p w14:paraId="747105DE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gráfica</w:t>
            </w:r>
          </w:p>
          <w:p w14:paraId="2EFB0C43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arte-finalização</w:t>
            </w:r>
          </w:p>
          <w:p w14:paraId="70122E7E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Empregar procedimentos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prototipagem</w:t>
            </w:r>
          </w:p>
          <w:p w14:paraId="048E94E8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Capacidade de cálculo matemático</w:t>
            </w:r>
          </w:p>
          <w:p w14:paraId="6CF348F1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Enumerar os elementos de um orçamento</w:t>
            </w:r>
          </w:p>
          <w:p w14:paraId="4C423C63" w14:textId="77777777" w:rsidR="00A31FEF" w:rsidRPr="00FB6877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as técnicas e processos de pré-impressão, impressão e acabamentos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37F1A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AFFD9D2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4540ACE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</w:t>
            </w:r>
          </w:p>
          <w:p w14:paraId="072F5F8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3F71481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77E85A99" w14:textId="77777777" w:rsidR="00A31FEF" w:rsidRPr="000173C0" w:rsidRDefault="00A31FEF" w:rsidP="00525066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E6FA000" w14:textId="77777777" w:rsidR="00A31FEF" w:rsidRDefault="00A31FEF" w:rsidP="00A31F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B59CFF4" w14:textId="77777777" w:rsidR="00A31FEF" w:rsidRPr="00F87025" w:rsidRDefault="00A31FEF" w:rsidP="00A31FEF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F8BA711" w14:textId="77777777" w:rsidR="00A31FEF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865F0">
        <w:rPr>
          <w:rFonts w:ascii="Verdana Pro Light" w:eastAsia="Arial Unicode MS" w:hAnsi="Verdana Pro Light" w:cs="Times New Roman"/>
          <w:b/>
          <w:sz w:val="18"/>
          <w:szCs w:val="18"/>
        </w:rPr>
        <w:t>Conceber um projeto de artes gráficas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B9538CE" w14:textId="77777777" w:rsidR="00A31FEF" w:rsidRPr="009D7FE3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Analisando </w:t>
      </w:r>
      <w:r>
        <w:rPr>
          <w:rFonts w:ascii="Verdana Pro Light" w:eastAsia="Arial Unicode MS" w:hAnsi="Verdana Pro Light" w:cs="Arial Unicode MS"/>
          <w:sz w:val="18"/>
          <w:szCs w:val="18"/>
        </w:rPr>
        <w:t>o briefing e definindo um conceito de comunicação e linha gráfica tendo em conta os objetivos e o público-alvo</w:t>
      </w:r>
    </w:p>
    <w:p w14:paraId="16B0F39B" w14:textId="77777777" w:rsidR="00A31FEF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>Utilizando ferramentas digitais para criação das peças gráficas tendo em conta as especificidades técnicas da peça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 </w:t>
      </w:r>
    </w:p>
    <w:p w14:paraId="1D7E40B3" w14:textId="77777777" w:rsidR="00A31FEF" w:rsidRPr="009D7FE3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CD3. Elaborando artes finais e preparando as peças para pré-impressão, i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dentificando e corrigindo os erros técnicos nas peças </w:t>
      </w:r>
      <w:r>
        <w:rPr>
          <w:rFonts w:ascii="Verdana Pro Light" w:eastAsia="Arial Unicode MS" w:hAnsi="Verdana Pro Light" w:cs="Arial Unicode MS"/>
          <w:sz w:val="18"/>
          <w:szCs w:val="18"/>
        </w:rPr>
        <w:t>de acordo com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os pré-requisitos técnicos de cada </w:t>
      </w:r>
      <w:r>
        <w:rPr>
          <w:rFonts w:ascii="Verdana Pro Light" w:eastAsia="Arial Unicode MS" w:hAnsi="Verdana Pro Light" w:cs="Arial Unicode MS"/>
          <w:sz w:val="18"/>
          <w:szCs w:val="18"/>
        </w:rPr>
        <w:t>peça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0F84E022" w14:textId="77777777" w:rsidR="00A31FEF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Fazendo a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maquetização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e prototipagem tendo em conta os meios e suportes adequados a cada peça gráfica</w:t>
      </w:r>
    </w:p>
    <w:p w14:paraId="7797284D" w14:textId="77777777" w:rsidR="00A31FEF" w:rsidRPr="006C4B3A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Selecionando os processos de impressão e acabamentos tendo em conta as especificidades técnicas das peças 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CF21BC3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F20098A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3B1ADD28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10A32246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5D6689A1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41BADA27" w14:textId="77777777" w:rsidR="00A31FEF" w:rsidRPr="00A92466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84FDCE4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AD9DEAF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340C0D5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gráfica </w:t>
      </w:r>
    </w:p>
    <w:p w14:paraId="26327C87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 de projeto gráfico</w:t>
      </w:r>
    </w:p>
    <w:p w14:paraId="79E01604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e ferramentas diversificadas para prototipagem manual</w:t>
      </w:r>
    </w:p>
    <w:p w14:paraId="24B98287" w14:textId="77777777" w:rsidR="00A31FEF" w:rsidRPr="0094659A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Estudos de caso de projetos gráficos</w:t>
      </w:r>
    </w:p>
    <w:p w14:paraId="7BD13E3F" w14:textId="77777777" w:rsidR="00A31FEF" w:rsidRPr="00FC797E" w:rsidRDefault="00A31FEF" w:rsidP="00A31FEF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254DE27C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7F68298" w14:textId="77777777" w:rsidR="00A31FEF" w:rsidRDefault="00A31FEF" w:rsidP="00A31FE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t xml:space="preserve"> </w:t>
      </w:r>
    </w:p>
    <w:p w14:paraId="06FCC901" w14:textId="77777777" w:rsidR="00A31FEF" w:rsidRPr="00C34354" w:rsidRDefault="00A31FEF" w:rsidP="00A31F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2AB7DF4A" w14:textId="77777777" w:rsidR="00A31FEF" w:rsidRPr="00FC797E" w:rsidRDefault="00A31FEF" w:rsidP="00A31FE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</w:t>
      </w:r>
      <w:r>
        <w:rPr>
          <w:rFonts w:ascii="Verdana Pro Light" w:eastAsia="Arial Unicode MS" w:hAnsi="Verdana Pro Light" w:cs="Arial Unicode MS"/>
          <w:sz w:val="18"/>
          <w:szCs w:val="18"/>
        </w:rPr>
        <w:t>de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métodos ativo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com recurso ao estudo de casos de </w:t>
      </w:r>
      <w:r>
        <w:rPr>
          <w:rFonts w:ascii="Verdana Pro Light" w:eastAsia="Arial Unicode MS" w:hAnsi="Verdana Pro Light" w:cs="Arial Unicode MS"/>
          <w:sz w:val="18"/>
          <w:szCs w:val="18"/>
        </w:rPr>
        <w:t>projetos gráficos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baseado na ação de desenvolvimento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um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projeto </w:t>
      </w:r>
      <w:r>
        <w:rPr>
          <w:rFonts w:ascii="Verdana Pro Light" w:eastAsia="Arial Unicode MS" w:hAnsi="Verdana Pro Light" w:cs="Arial Unicode MS"/>
          <w:sz w:val="18"/>
          <w:szCs w:val="18"/>
        </w:rPr>
        <w:t>prático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6AFDEF00" w14:textId="77777777" w:rsidR="00A31FEF" w:rsidRPr="0095095D" w:rsidRDefault="00A31FEF" w:rsidP="00A31F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F6CC9">
        <w:rPr>
          <w:rFonts w:ascii="Verdana Pro Light" w:hAnsi="Verdana Pro Light"/>
          <w:smallCaps/>
        </w:rPr>
        <w:t>forma de organização da formação (a distância, presencial, misto):</w:t>
      </w:r>
      <w:r w:rsidRPr="006F6CC9">
        <w:rPr>
          <w:rFonts w:ascii="Verdana Pro Light" w:hAnsi="Verdana Pro Light"/>
          <w:smallCaps/>
        </w:rPr>
        <w:br/>
      </w:r>
      <w:r w:rsidRPr="006F6CC9"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</w:p>
    <w:p w14:paraId="4641EA92" w14:textId="77777777" w:rsidR="001861A6" w:rsidRPr="0095095D" w:rsidRDefault="001861A6" w:rsidP="001861A6">
      <w:pPr>
        <w:spacing w:before="120" w:after="0" w:line="276" w:lineRule="auto"/>
        <w:ind w:left="420"/>
        <w:rPr>
          <w:rFonts w:ascii="Verdana Pro Light" w:hAnsi="Verdana Pro Light"/>
          <w:smallCaps/>
        </w:rPr>
      </w:pPr>
    </w:p>
    <w:p w14:paraId="1192EC1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792A5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59431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9EAA39" w14:textId="77777777" w:rsidR="0053553B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3553B" w:rsidRPr="00136AD8" w14:paraId="2D3A4433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DF52C89" w14:textId="77777777" w:rsidR="0053553B" w:rsidRPr="00F42D38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42D3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1BA902F" w14:textId="77777777" w:rsidR="0053553B" w:rsidRPr="00F42D38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1D733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Conceber um projeto de impressão</w:t>
            </w:r>
          </w:p>
        </w:tc>
      </w:tr>
    </w:tbl>
    <w:p w14:paraId="2F572C4C" w14:textId="77777777" w:rsidR="0053553B" w:rsidRPr="00136AD8" w:rsidRDefault="0053553B" w:rsidP="0053553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E4B3C4C" w14:textId="77777777" w:rsidR="0053553B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6754FD88" w14:textId="77777777" w:rsidR="0053553B" w:rsidRPr="003200F2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28F4703" w14:textId="77777777" w:rsidR="0053553B" w:rsidRPr="00136AD8" w:rsidRDefault="0053553B" w:rsidP="0053553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3553B" w:rsidRPr="00136AD8" w14:paraId="6B9B729B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A41A8E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3553B" w:rsidRPr="00136AD8" w14:paraId="5D2675EB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8886EA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Analisar o briefing de produção gráfica</w:t>
            </w:r>
          </w:p>
          <w:p w14:paraId="21AC9A59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Selecionar os processos de impressão, os materiais e suportes </w:t>
            </w:r>
          </w:p>
          <w:p w14:paraId="75AA0BEA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Arte finalizar,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peças gráficas </w:t>
            </w:r>
          </w:p>
          <w:p w14:paraId="17980A12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Preparar os ficheiros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pé-impressão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3EC703F8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Preparar a máquina para impressão</w:t>
            </w:r>
          </w:p>
          <w:p w14:paraId="73F01A1B" w14:textId="77777777" w:rsidR="0053553B" w:rsidRPr="0008537A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Imprimir, fazer a monitorização da impressão e p</w:t>
            </w:r>
            <w:r w:rsidRPr="00077A75">
              <w:rPr>
                <w:rFonts w:ascii="Verdana Pro Light" w:eastAsia="Arial Unicode MS" w:hAnsi="Verdana Pro Light" w:cs="Arial Unicode MS"/>
                <w:sz w:val="18"/>
                <w:szCs w:val="18"/>
              </w:rPr>
              <w:t>roceder à verificação de manutenção da máquina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53553B" w:rsidRPr="00136AD8" w14:paraId="6AC5D892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8698CE" w14:textId="77777777" w:rsidR="0053553B" w:rsidRPr="001B353A" w:rsidRDefault="0053553B" w:rsidP="00525066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1A0E7E8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ED9DA7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3553B" w:rsidRPr="00136AD8" w14:paraId="63E4E6CF" w14:textId="77777777" w:rsidTr="00525066">
        <w:trPr>
          <w:trHeight w:val="183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24F20" w14:textId="77777777" w:rsidR="0053553B" w:rsidRPr="0094659A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Briefing de produção gráfica:</w:t>
            </w:r>
            <w:r w:rsidRPr="0094659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307262A8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que é, como se analisa, aspetos a ter em consideração</w:t>
            </w:r>
          </w:p>
          <w:p w14:paraId="2F3F8D51" w14:textId="77777777" w:rsidR="0053553B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Impressão </w:t>
            </w:r>
          </w:p>
          <w:p w14:paraId="341D1E70" w14:textId="77777777" w:rsidR="0053553B" w:rsidRDefault="0053553B" w:rsidP="00525066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60" w:right="7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1B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tecnologias </w:t>
            </w:r>
            <w:r w:rsidRPr="00C41B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impressão</w:t>
            </w:r>
          </w:p>
          <w:p w14:paraId="5C258980" w14:textId="77777777" w:rsidR="0053553B" w:rsidRDefault="0053553B" w:rsidP="00525066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60" w:right="7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C41B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aracterísticas finalidades</w:t>
            </w:r>
          </w:p>
          <w:p w14:paraId="2718D309" w14:textId="77777777" w:rsidR="0053553B" w:rsidRPr="00F0178D" w:rsidRDefault="0053553B" w:rsidP="00525066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60" w:right="7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17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 e materiais</w:t>
            </w:r>
          </w:p>
          <w:p w14:paraId="7E64CA72" w14:textId="77777777" w:rsidR="0053553B" w:rsidRPr="0094659A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digitais de edição gráfica</w:t>
            </w:r>
          </w:p>
          <w:p w14:paraId="7BB770DF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Seleção de ferramentas</w:t>
            </w:r>
          </w:p>
          <w:p w14:paraId="477205C9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 e características</w:t>
            </w:r>
          </w:p>
          <w:p w14:paraId="7C54C3B6" w14:textId="77777777" w:rsidR="0053553B" w:rsidRPr="0082388E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Artes finais</w:t>
            </w:r>
          </w:p>
          <w:p w14:paraId="5AE51932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de ficheiros</w:t>
            </w:r>
          </w:p>
          <w:p w14:paraId="22048B93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Miras técnicas</w:t>
            </w:r>
          </w:p>
          <w:p w14:paraId="236B5C46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Modos e perfis de cor</w:t>
            </w:r>
          </w:p>
          <w:p w14:paraId="68BFA30C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Máscaras e cortantes</w:t>
            </w:r>
          </w:p>
          <w:p w14:paraId="1ADEF75A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e escalas de ampliação</w:t>
            </w:r>
          </w:p>
          <w:p w14:paraId="76C3F210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0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Formatos de ficheiros e arquivo</w:t>
            </w:r>
          </w:p>
          <w:p w14:paraId="562A3CC2" w14:textId="77777777" w:rsidR="0053553B" w:rsidRPr="0082388E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Maquetização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prototipagem</w:t>
            </w:r>
          </w:p>
          <w:p w14:paraId="2D69BC83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e técnicas de prototipagem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digitais e manuais</w:t>
            </w:r>
          </w:p>
          <w:p w14:paraId="4C71C5DB" w14:textId="77777777" w:rsidR="0053553B" w:rsidRPr="000968A9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proofErr w:type="spellStart"/>
            <w:r w:rsidRPr="000968A9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Pé-impressão</w:t>
            </w:r>
            <w:proofErr w:type="spellEnd"/>
          </w:p>
          <w:p w14:paraId="43C03B59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</w:t>
            </w:r>
            <w:proofErr w:type="spellStart"/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preflight</w:t>
            </w:r>
            <w:proofErr w:type="spellEnd"/>
          </w:p>
          <w:p w14:paraId="40B1A88A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imposição</w:t>
            </w:r>
          </w:p>
          <w:p w14:paraId="7A9B7C7D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367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Provas de impressão e acabamentos</w:t>
            </w:r>
          </w:p>
          <w:p w14:paraId="3A03B6C1" w14:textId="77777777" w:rsidR="0053553B" w:rsidRPr="00F0178D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178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Segurança e boas práticas</w:t>
            </w:r>
          </w:p>
          <w:p w14:paraId="3B86E0F5" w14:textId="77777777" w:rsidR="0053553B" w:rsidRPr="00E56A66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Procedimentos de segurança ao operar máquinas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offset</w:t>
            </w:r>
          </w:p>
          <w:p w14:paraId="4070DE7C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amento</w:t>
            </w:r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seguro de tintas, </w:t>
            </w:r>
            <w:proofErr w:type="spellStart"/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toners</w:t>
            </w:r>
            <w:proofErr w:type="spellEnd"/>
            <w:r w:rsidRPr="00E56A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produtos químicos</w:t>
            </w:r>
          </w:p>
          <w:p w14:paraId="45141FD3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Estratégias para reduzir o impacto ambiental </w:t>
            </w:r>
          </w:p>
          <w:p w14:paraId="3015C742" w14:textId="77777777" w:rsidR="0053553B" w:rsidRPr="00C41BD3" w:rsidRDefault="0053553B" w:rsidP="00525066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60" w:right="7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</w:t>
            </w:r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eco-friendly</w:t>
            </w:r>
            <w:proofErr w:type="spellEnd"/>
            <w:r w:rsidRPr="00B917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tintas sustentáveis</w:t>
            </w:r>
          </w:p>
          <w:p w14:paraId="4E89EE24" w14:textId="77777777" w:rsidR="0053553B" w:rsidRPr="000968A9" w:rsidRDefault="0053553B" w:rsidP="00525066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1B9A4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Analisar um briefing de produção gráfica</w:t>
            </w:r>
          </w:p>
          <w:p w14:paraId="37BB84E5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ferramentas digitais de edição gráfica</w:t>
            </w:r>
          </w:p>
          <w:p w14:paraId="2FE62780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diferentes processos e tecnologias de impressão</w:t>
            </w:r>
          </w:p>
          <w:p w14:paraId="2B8618F7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as técnicas de arte-finalização</w:t>
            </w:r>
          </w:p>
          <w:p w14:paraId="52788FCD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tipologias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prototipagem</w:t>
            </w:r>
          </w:p>
          <w:p w14:paraId="76317DAA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técnicas e processos de pré-impressão </w:t>
            </w:r>
          </w:p>
          <w:p w14:paraId="63AEECEC" w14:textId="77777777" w:rsidR="0053553B" w:rsidRPr="00FB6877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procedimentos de segurança e boas práticas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417D7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5D3617B" w14:textId="77777777" w:rsidR="0053553B" w:rsidRDefault="0053553B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394F8560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ABC779C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6B457D4D" w14:textId="77777777" w:rsidR="0053553B" w:rsidRPr="000173C0" w:rsidRDefault="0053553B" w:rsidP="00525066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F778C82" w14:textId="77777777" w:rsidR="0053553B" w:rsidRDefault="0053553B" w:rsidP="0053553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85633FE" w14:textId="77777777" w:rsidR="0053553B" w:rsidRPr="00F87025" w:rsidRDefault="0053553B" w:rsidP="0053553B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E1545CD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D7330">
        <w:rPr>
          <w:rFonts w:ascii="Verdana Pro Light" w:eastAsia="Arial Unicode MS" w:hAnsi="Verdana Pro Light" w:cs="Times New Roman"/>
          <w:b/>
          <w:sz w:val="18"/>
          <w:szCs w:val="18"/>
        </w:rPr>
        <w:t>Conceber um projeto de impressão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123C1F5" w14:textId="77777777" w:rsidR="0053553B" w:rsidRPr="009D7FE3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Analisando </w:t>
      </w:r>
      <w:r>
        <w:rPr>
          <w:rFonts w:ascii="Verdana Pro Light" w:eastAsia="Arial Unicode MS" w:hAnsi="Verdana Pro Light" w:cs="Arial Unicode MS"/>
          <w:sz w:val="18"/>
          <w:szCs w:val="18"/>
        </w:rPr>
        <w:t>o briefing de produção gráfica e selecionando os processos de impressão, materiais e suportes tendo em conta as especificidades técnicas das peças gráficas</w:t>
      </w:r>
    </w:p>
    <w:p w14:paraId="13D4B0D8" w14:textId="77777777" w:rsidR="0053553B" w:rsidRPr="009D7FE3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Elaborando artes finais e preparando as peças para pré-impressão, i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dentificando e corrigindo os erros técnicos nas peças </w:t>
      </w:r>
      <w:r>
        <w:rPr>
          <w:rFonts w:ascii="Verdana Pro Light" w:eastAsia="Arial Unicode MS" w:hAnsi="Verdana Pro Light" w:cs="Arial Unicode MS"/>
          <w:sz w:val="18"/>
          <w:szCs w:val="18"/>
        </w:rPr>
        <w:t>de acordo com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os pré-requisitos técnicos de cada </w:t>
      </w:r>
      <w:r>
        <w:rPr>
          <w:rFonts w:ascii="Verdana Pro Light" w:eastAsia="Arial Unicode MS" w:hAnsi="Verdana Pro Light" w:cs="Arial Unicode MS"/>
          <w:sz w:val="18"/>
          <w:szCs w:val="18"/>
        </w:rPr>
        <w:t>peça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619103F7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Fazendo a </w:t>
      </w:r>
      <w:proofErr w:type="spellStart"/>
      <w:r>
        <w:rPr>
          <w:rFonts w:ascii="Verdana Pro Light" w:eastAsia="Arial Unicode MS" w:hAnsi="Verdana Pro Light" w:cs="Arial Unicode MS"/>
          <w:sz w:val="18"/>
          <w:szCs w:val="18"/>
        </w:rPr>
        <w:t>maquetização</w:t>
      </w:r>
      <w:proofErr w:type="spellEnd"/>
      <w:r>
        <w:rPr>
          <w:rFonts w:ascii="Verdana Pro Light" w:eastAsia="Arial Unicode MS" w:hAnsi="Verdana Pro Light" w:cs="Arial Unicode MS"/>
          <w:sz w:val="18"/>
          <w:szCs w:val="18"/>
        </w:rPr>
        <w:t xml:space="preserve"> e prototipagem tendo em conta os meios e suportes adequados a cada peça gráfica</w:t>
      </w:r>
    </w:p>
    <w:p w14:paraId="13520F19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CD5. Selecionando os processos de impressão tendo em conta as especificidades técnicas das peças gráficas</w:t>
      </w:r>
    </w:p>
    <w:p w14:paraId="4E19E8EE" w14:textId="77777777" w:rsidR="0053553B" w:rsidRPr="006C4B3A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CD6. Procedendo à impressão das peças gráficas tendo em conta as normas de segurança e as especificações técnicas do fabricante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309CACD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9B5FA3B" w14:textId="77777777" w:rsidR="0053553B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154D8885" w14:textId="77777777" w:rsidR="0053553B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5A7B1D0C" w14:textId="77777777" w:rsidR="0053553B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4016412E" w14:textId="77777777" w:rsidR="0053553B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30CF6A2A" w14:textId="77777777" w:rsidR="0053553B" w:rsidRPr="00A92466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02888AE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E103042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5E1844E4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gráfica </w:t>
      </w:r>
    </w:p>
    <w:p w14:paraId="6417D4C3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Briefing de produção gráfica </w:t>
      </w:r>
    </w:p>
    <w:p w14:paraId="014A394D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gráfico para impressão</w:t>
      </w:r>
    </w:p>
    <w:p w14:paraId="1784E723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Máquinas de impressão</w:t>
      </w:r>
    </w:p>
    <w:p w14:paraId="60A3EAFA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Materiais e suportes de impressão</w:t>
      </w:r>
    </w:p>
    <w:p w14:paraId="0B7A662F" w14:textId="77777777" w:rsidR="0053553B" w:rsidRPr="0094659A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 técnicos de fabricante das máquinas de impressão</w:t>
      </w:r>
    </w:p>
    <w:p w14:paraId="71AEBD56" w14:textId="77777777" w:rsidR="0053553B" w:rsidRPr="00FC797E" w:rsidRDefault="0053553B" w:rsidP="0053553B">
      <w:pPr>
        <w:spacing w:before="120" w:after="0" w:line="276" w:lineRule="auto"/>
        <w:ind w:left="426"/>
        <w:rPr>
          <w:rFonts w:ascii="Verdana Pro Light" w:eastAsia="Arial Unicode MS" w:hAnsi="Verdana Pro Light" w:cs="Arial Unicode MS"/>
          <w:sz w:val="18"/>
          <w:szCs w:val="18"/>
        </w:rPr>
      </w:pPr>
    </w:p>
    <w:p w14:paraId="57A28926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17448DB" w14:textId="77777777" w:rsidR="0053553B" w:rsidRDefault="0053553B" w:rsidP="0053553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t xml:space="preserve"> </w:t>
      </w:r>
    </w:p>
    <w:p w14:paraId="351BA910" w14:textId="77777777" w:rsidR="0053553B" w:rsidRPr="00C34354" w:rsidRDefault="0053553B" w:rsidP="0053553B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0131AACD" w14:textId="77777777" w:rsidR="0053553B" w:rsidRPr="00FC797E" w:rsidRDefault="0053553B" w:rsidP="0053553B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  <w:color w:val="FF0000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</w:t>
      </w:r>
      <w:r>
        <w:rPr>
          <w:rFonts w:ascii="Verdana Pro Light" w:eastAsia="Arial Unicode MS" w:hAnsi="Verdana Pro Light" w:cs="Arial Unicode MS"/>
          <w:sz w:val="18"/>
          <w:szCs w:val="18"/>
        </w:rPr>
        <w:t>de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métodos ativo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com recurso ao estudo de casos de </w:t>
      </w:r>
      <w:r>
        <w:rPr>
          <w:rFonts w:ascii="Verdana Pro Light" w:eastAsia="Arial Unicode MS" w:hAnsi="Verdana Pro Light" w:cs="Arial Unicode MS"/>
          <w:sz w:val="18"/>
          <w:szCs w:val="18"/>
        </w:rPr>
        <w:t>projetos gráficos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baseado na ação de desenvolvimento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um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projeto </w:t>
      </w:r>
      <w:r>
        <w:rPr>
          <w:rFonts w:ascii="Verdana Pro Light" w:eastAsia="Arial Unicode MS" w:hAnsi="Verdana Pro Light" w:cs="Arial Unicode MS"/>
          <w:sz w:val="18"/>
          <w:szCs w:val="18"/>
        </w:rPr>
        <w:t>prático</w:t>
      </w:r>
      <w:r w:rsidRPr="00FC797E">
        <w:rPr>
          <w:rFonts w:ascii="Verdana Pro Light" w:eastAsia="Arial Unicode MS" w:hAnsi="Verdana Pro Light" w:cs="Arial Unicode MS"/>
          <w:color w:val="FF0000"/>
          <w:sz w:val="18"/>
          <w:szCs w:val="18"/>
        </w:rPr>
        <w:br/>
      </w:r>
    </w:p>
    <w:p w14:paraId="697221BC" w14:textId="77777777" w:rsidR="0053553B" w:rsidRPr="002313E8" w:rsidRDefault="0053553B" w:rsidP="0053553B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A850A07" w14:textId="77777777" w:rsidR="0053553B" w:rsidRPr="00660EB6" w:rsidRDefault="0053553B" w:rsidP="0053553B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Sugere-se o desdobramento da turma</w:t>
      </w:r>
    </w:p>
    <w:p w14:paraId="3CDEA6F4" w14:textId="77777777" w:rsidR="0053553B" w:rsidRPr="00660EB6" w:rsidRDefault="0053553B" w:rsidP="0053553B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44B7B482" w14:textId="77777777" w:rsidR="0053553B" w:rsidRPr="00D32EC4" w:rsidRDefault="0053553B" w:rsidP="0053553B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60EB6">
        <w:rPr>
          <w:rFonts w:ascii="Verdana Pro Light" w:hAnsi="Verdana Pro Light"/>
          <w:smallCaps/>
        </w:rPr>
        <w:t>Recursos indispensáveis</w:t>
      </w:r>
      <w:r w:rsidRPr="00660EB6"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Equipamentos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materiais 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para </w:t>
      </w:r>
      <w:r>
        <w:rPr>
          <w:rFonts w:ascii="Verdana Pro Light" w:eastAsia="Arial Unicode MS" w:hAnsi="Verdana Pro Light" w:cs="Arial Unicode MS"/>
          <w:sz w:val="18"/>
          <w:szCs w:val="18"/>
        </w:rPr>
        <w:t>impressão</w:t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 em alternativa parceria com uma gráfica, empresa de impressão ou outra entidade que permita através de workshops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da impressão de peças gráficas</w:t>
      </w:r>
    </w:p>
    <w:p w14:paraId="5694BF35" w14:textId="77777777" w:rsidR="0053553B" w:rsidRPr="00D32EC4" w:rsidRDefault="0053553B" w:rsidP="0053553B">
      <w:pPr>
        <w:pStyle w:val="PargrafodaLista"/>
        <w:rPr>
          <w:rFonts w:ascii="Verdana Pro Light" w:hAnsi="Verdana Pro Light"/>
          <w:smallCaps/>
        </w:rPr>
      </w:pPr>
    </w:p>
    <w:p w14:paraId="2378483F" w14:textId="77777777" w:rsidR="0053553B" w:rsidRPr="002313E8" w:rsidRDefault="0053553B" w:rsidP="0053553B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313E8">
        <w:rPr>
          <w:rFonts w:ascii="Verdana Pro Light" w:hAnsi="Verdana Pro Light"/>
          <w:smallCaps/>
        </w:rPr>
        <w:t>PRECEDÊNCIAS</w:t>
      </w:r>
      <w:r w:rsidRPr="002313E8">
        <w:rPr>
          <w:rFonts w:ascii="Verdana Pro Light" w:hAnsi="Verdana Pro Light"/>
          <w:smallCaps/>
        </w:rPr>
        <w:br/>
      </w:r>
      <w:r w:rsidRPr="002313E8">
        <w:rPr>
          <w:rFonts w:ascii="Verdana Pro Light" w:eastAsia="Arial Unicode MS" w:hAnsi="Verdana Pro Light" w:cs="Arial Unicode MS"/>
          <w:sz w:val="18"/>
          <w:szCs w:val="18"/>
        </w:rPr>
        <w:t xml:space="preserve"> UC</w:t>
      </w:r>
      <w:proofErr w:type="gramStart"/>
      <w:r w:rsidRPr="002313E8">
        <w:rPr>
          <w:rFonts w:ascii="Verdana Pro Light" w:eastAsia="Arial Unicode MS" w:hAnsi="Verdana Pro Light" w:cs="Arial Unicode MS"/>
          <w:sz w:val="18"/>
          <w:szCs w:val="18"/>
        </w:rPr>
        <w:t>_</w:t>
      </w:r>
      <w:r w:rsidRPr="002313E8">
        <w:t xml:space="preserve"> </w:t>
      </w:r>
      <w:r w:rsidRPr="002313E8">
        <w:rPr>
          <w:rFonts w:ascii="Verdana Pro Light" w:eastAsia="Arial Unicode MS" w:hAnsi="Verdana Pro Light" w:cs="Arial Unicode MS"/>
          <w:sz w:val="18"/>
          <w:szCs w:val="18"/>
        </w:rPr>
        <w:t>Implementar</w:t>
      </w:r>
      <w:proofErr w:type="gramEnd"/>
      <w:r w:rsidRPr="002313E8">
        <w:rPr>
          <w:rFonts w:ascii="Verdana Pro Light" w:eastAsia="Arial Unicode MS" w:hAnsi="Verdana Pro Light" w:cs="Arial Unicode MS"/>
          <w:sz w:val="18"/>
          <w:szCs w:val="18"/>
        </w:rPr>
        <w:t xml:space="preserve"> as normas de segurança e saúde no trabalho na área das artes gráficas</w:t>
      </w:r>
    </w:p>
    <w:p w14:paraId="7E6F7EC7" w14:textId="6D36065A" w:rsidR="008C76A8" w:rsidRDefault="008C76A8" w:rsidP="008C76A8">
      <w:pPr>
        <w:rPr>
          <w:rFonts w:ascii="Verdana Pro Light" w:hAnsi="Verdana Pro Light"/>
          <w:smallCaps/>
        </w:rPr>
      </w:pPr>
    </w:p>
    <w:p w14:paraId="546440C2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3C4B8351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7C8048F5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0BF7FCF4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48CD57B8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2591A7E5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16D8E087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099F98A3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41A2CA3A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1143A5E6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1709FEDD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42C5D368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13C7A68A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353B5FD7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2BE56473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5A30E34B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4D2D9CE7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308655B8" w14:textId="77777777" w:rsidR="0053553B" w:rsidRDefault="0053553B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1D30390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65F85B1" w14:textId="685820D7" w:rsidR="008C76A8" w:rsidRPr="00766F2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766F28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9989244" w14:textId="43B71223" w:rsidR="008C76A8" w:rsidRPr="00766F28" w:rsidRDefault="00766F2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766F28">
              <w:rPr>
                <w:rFonts w:ascii="Verdana Pro Light" w:hAnsi="Verdana Pro Light"/>
                <w:color w:val="C45911" w:themeColor="accent2" w:themeShade="BF"/>
                <w:sz w:val="18"/>
                <w:szCs w:val="18"/>
              </w:rPr>
              <w:t>Prestar informação sobre o setor de artes gráficas</w:t>
            </w:r>
          </w:p>
        </w:tc>
      </w:tr>
    </w:tbl>
    <w:p w14:paraId="47B2B5E1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89E5EF8" w14:textId="77777777" w:rsidR="00766F28" w:rsidRDefault="00766F28" w:rsidP="00766F2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EAE1B40" w14:textId="77777777" w:rsidR="00766F28" w:rsidRPr="003200F2" w:rsidRDefault="00766F28" w:rsidP="00766F2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AE6850B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2CA91F63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8AB75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AAE18A1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CB31C5" w14:textId="5B0E66A0" w:rsidR="00766F28" w:rsidRPr="00050BEC" w:rsidRDefault="00766F28" w:rsidP="00766F28">
            <w:pPr>
              <w:spacing w:before="120" w:after="0" w:line="276" w:lineRule="auto"/>
              <w:ind w:left="323" w:hanging="32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050BEC">
              <w:tab/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Analisar a informação requerida acerca do setor </w:t>
            </w:r>
            <w:r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das artes gráficas</w:t>
            </w:r>
          </w:p>
          <w:p w14:paraId="36DF96EF" w14:textId="13D4CD59" w:rsidR="008C76A8" w:rsidRPr="00766F28" w:rsidRDefault="00766F28" w:rsidP="00766F28">
            <w:pPr>
              <w:spacing w:before="120" w:after="0" w:line="276" w:lineRule="auto"/>
              <w:ind w:left="323" w:hanging="323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050BEC">
              <w:tab/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Informar e esclarecer o cliente sobre o setor </w:t>
            </w:r>
            <w:r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das artes gráficas</w:t>
            </w:r>
            <w:r>
              <w:rPr>
                <w:rFonts w:ascii="Verdana Pro Light" w:eastAsia="Verdana Pro Light" w:hAnsi="Verdana Pro Light" w:cs="Verdana Pro Light"/>
                <w:sz w:val="18"/>
                <w:szCs w:val="18"/>
              </w:rPr>
              <w:br/>
            </w:r>
          </w:p>
        </w:tc>
      </w:tr>
      <w:tr w:rsidR="008C76A8" w:rsidRPr="00136AD8" w14:paraId="6AABDEAB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F3AF1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9177B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5ABCB8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66F28" w:rsidRPr="00136AD8" w14:paraId="20F86EE2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A8429" w14:textId="296E50B3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Setor das artes gráficas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3D1CC8B3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Influência socioeconómica do setor.</w:t>
            </w:r>
          </w:p>
          <w:p w14:paraId="4EB9E1D2" w14:textId="7877A69D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Novas tendências do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setor de artes gráficas 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 novos produtos e serviços.</w:t>
            </w:r>
          </w:p>
          <w:p w14:paraId="4C191785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produtos e serviços.</w:t>
            </w:r>
          </w:p>
          <w:p w14:paraId="79A8282C" w14:textId="04E0816B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Fatores críticos de sucesso do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setor das artes gráficas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Portugal.</w:t>
            </w:r>
          </w:p>
          <w:p w14:paraId="431A1E8A" w14:textId="0C508D5C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internacionais do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setor as artes gráficas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C126607" w14:textId="387FAAE0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Organismos nacionais e locais de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no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setor as artes gráficas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C1CE1F7" w14:textId="7C180EA5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Organização e divisão funcional 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setor das artes gráficas</w:t>
            </w:r>
          </w:p>
          <w:p w14:paraId="7B15B3F8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 relacionamento interpessoal.</w:t>
            </w:r>
          </w:p>
          <w:p w14:paraId="0AA61906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da atividade.</w:t>
            </w:r>
          </w:p>
          <w:p w14:paraId="32E3B3BF" w14:textId="41F6BC83" w:rsidR="00766F28" w:rsidRPr="00050BEC" w:rsidRDefault="00766F28" w:rsidP="00050BEC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F38D8" w14:textId="0328B389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evolução e a influência socioeconómica do setor</w:t>
            </w:r>
            <w:r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das artes gráficas</w:t>
            </w:r>
          </w:p>
          <w:p w14:paraId="55447A47" w14:textId="3AEF2344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Enumerar as novas tendências do 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setor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 das artes gráficas</w:t>
            </w:r>
          </w:p>
          <w:p w14:paraId="3F13DE65" w14:textId="05F8F582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o setor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das artes gráficas</w:t>
            </w: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nível nacional e internacional.</w:t>
            </w:r>
          </w:p>
          <w:p w14:paraId="7847920B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Utilizar técnicas de comunicação verbal e não verbal assertiva.</w:t>
            </w:r>
          </w:p>
          <w:p w14:paraId="6CBAA987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Aplicar técnicas de interação orais e escritas.</w:t>
            </w:r>
          </w:p>
          <w:p w14:paraId="500691DC" w14:textId="41EB967C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do setor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das artes gráficas</w:t>
            </w:r>
          </w:p>
          <w:p w14:paraId="27167B77" w14:textId="0CBCCC05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o setor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das artes gráficas</w:t>
            </w:r>
          </w:p>
          <w:p w14:paraId="6F74571C" w14:textId="4A968D70" w:rsidR="00050BEC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Diferenciar a estrutura, organização e divisão funcional dos estabelecimentos de </w:t>
            </w:r>
            <w:r w:rsidR="00050BEC" w:rsidRPr="00050BEC">
              <w:rPr>
                <w:rFonts w:ascii="Verdana Pro Light" w:eastAsia="Verdana Pro Light" w:hAnsi="Verdana Pro Light" w:cs="Verdana Pro Light"/>
                <w:sz w:val="18"/>
                <w:szCs w:val="18"/>
              </w:rPr>
              <w:t>artes gráficas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076D7CB" w14:textId="119092BE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Distinguir a organização funcional 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setor das artes gráficas</w:t>
            </w:r>
          </w:p>
          <w:p w14:paraId="3A41447D" w14:textId="7B7CD4CC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sobre as diferentes atividades do 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setor das artes gráficas</w:t>
            </w:r>
          </w:p>
          <w:p w14:paraId="2690F4DA" w14:textId="77777777" w:rsidR="00050BEC" w:rsidRPr="00050BEC" w:rsidRDefault="00766F28" w:rsidP="00050BEC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legislação relativa ao </w:t>
            </w:r>
            <w:r w:rsidR="00050BEC"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setor das artes gráficas</w:t>
            </w:r>
          </w:p>
          <w:p w14:paraId="3B8F28F1" w14:textId="220E1781" w:rsidR="00766F28" w:rsidRPr="00050BEC" w:rsidRDefault="00766F28" w:rsidP="00050BE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D03A6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5BC1D2A4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Proatividade.</w:t>
            </w:r>
          </w:p>
          <w:p w14:paraId="35BAC787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598559BD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BD07D60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3866C449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5984FA76" w14:textId="77777777" w:rsidR="00766F28" w:rsidRPr="00050BEC" w:rsidRDefault="00766F28" w:rsidP="00766F28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50B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 na comunicação.</w:t>
            </w:r>
          </w:p>
          <w:p w14:paraId="5D8967D1" w14:textId="77777777" w:rsidR="00766F28" w:rsidRPr="00050BEC" w:rsidRDefault="00766F28" w:rsidP="00766F28">
            <w:pPr>
              <w:spacing w:before="120" w:after="0" w:line="276" w:lineRule="auto"/>
              <w:ind w:left="3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C2D87F" w14:textId="77777777" w:rsidR="00766F28" w:rsidRPr="00050BEC" w:rsidRDefault="00766F28" w:rsidP="00766F2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5C2998F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589EB6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571889F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F97EF54" w14:textId="12BEC25E" w:rsidR="00050BEC" w:rsidRPr="00050BEC" w:rsidRDefault="00050BEC" w:rsidP="00766F28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b/>
          <w:bCs/>
          <w:sz w:val="18"/>
          <w:szCs w:val="18"/>
        </w:rPr>
      </w:pPr>
      <w:r w:rsidRPr="00050BEC">
        <w:rPr>
          <w:rFonts w:ascii="Verdana Pro Light" w:hAnsi="Verdana Pro Light"/>
          <w:b/>
          <w:bCs/>
          <w:sz w:val="18"/>
          <w:szCs w:val="18"/>
        </w:rPr>
        <w:t>Prestar informação sobre o setor de artes gráficas</w:t>
      </w:r>
      <w:r>
        <w:rPr>
          <w:rFonts w:ascii="Verdana Pro Light" w:eastAsia="Arial Unicode MS" w:hAnsi="Verdana Pro Light" w:cs="Arial Unicode MS"/>
          <w:b/>
          <w:bCs/>
          <w:sz w:val="18"/>
          <w:szCs w:val="18"/>
        </w:rPr>
        <w:t>:</w:t>
      </w:r>
    </w:p>
    <w:p w14:paraId="34306607" w14:textId="13B55C05" w:rsidR="00766F28" w:rsidRDefault="00766F28" w:rsidP="00766F28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3FC6EDDD" w14:textId="77777777" w:rsidR="00766F28" w:rsidRDefault="00766F28" w:rsidP="00766F28">
      <w:p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003C008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Adequando a </w:t>
      </w:r>
      <w:r w:rsidRPr="0081042E">
        <w:rPr>
          <w:rFonts w:ascii="Verdana Pro Light" w:eastAsia="Arial Unicode MS" w:hAnsi="Verdana Pro Light" w:cs="Arial Unicode MS"/>
          <w:sz w:val="18"/>
          <w:szCs w:val="18"/>
        </w:rPr>
        <w:t xml:space="preserve">comunicação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ao tipo e à </w:t>
      </w:r>
      <w:r w:rsidRPr="0081042E">
        <w:rPr>
          <w:rFonts w:ascii="Verdana Pro Light" w:eastAsia="Arial Unicode MS" w:hAnsi="Verdana Pro Light" w:cs="Arial Unicode MS"/>
          <w:sz w:val="18"/>
          <w:szCs w:val="18"/>
        </w:rPr>
        <w:t>solicitação do interlocutor.</w:t>
      </w:r>
    </w:p>
    <w:p w14:paraId="592573F6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CDE7F8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2E0DD15" w14:textId="77777777" w:rsidR="00766F28" w:rsidRDefault="00766F28" w:rsidP="00766F28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003C6C64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916EE3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4362BB8" w14:textId="77777777" w:rsidR="00766F28" w:rsidRPr="003C0084" w:rsidRDefault="00766F28" w:rsidP="00766F2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Dispositivo eletrónico com acesso à internet.</w:t>
      </w:r>
    </w:p>
    <w:p w14:paraId="1D380D69" w14:textId="77777777" w:rsidR="00766F28" w:rsidRPr="003C0084" w:rsidRDefault="00766F28" w:rsidP="00766F2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48D57CD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Relatórios de atividade setorial.</w:t>
      </w:r>
    </w:p>
    <w:p w14:paraId="0A672746" w14:textId="77777777" w:rsidR="00766F28" w:rsidRPr="003C0084" w:rsidRDefault="00766F28" w:rsidP="00766F2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Documentação técnica sobre o setor.</w:t>
      </w:r>
    </w:p>
    <w:p w14:paraId="325A6FC3" w14:textId="0720F6C3" w:rsidR="00766F28" w:rsidRPr="00A46137" w:rsidRDefault="00766F28" w:rsidP="00766F2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Legislação reguladora do setor </w:t>
      </w:r>
      <w:r w:rsidR="00A46137" w:rsidRPr="00A46137">
        <w:rPr>
          <w:rFonts w:ascii="Verdana Pro Light" w:eastAsia="Verdana Pro Light" w:hAnsi="Verdana Pro Light" w:cs="Verdana Pro Light"/>
          <w:sz w:val="18"/>
          <w:szCs w:val="18"/>
        </w:rPr>
        <w:t>de artes gráficas</w:t>
      </w:r>
    </w:p>
    <w:p w14:paraId="527E62AE" w14:textId="77777777" w:rsidR="00766F28" w:rsidRPr="003C0084" w:rsidRDefault="00766F28" w:rsidP="00766F28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2C73250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Exemplos de produtos/serviços inovadores.</w:t>
      </w:r>
    </w:p>
    <w:p w14:paraId="56B2BD8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1CD0BC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680921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D71555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FE4EF4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BB9755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46137" w:rsidRPr="00136AD8" w14:paraId="762C9952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3A98859" w14:textId="6583075F" w:rsidR="00A46137" w:rsidRPr="00136AD8" w:rsidRDefault="00A46137" w:rsidP="00A4613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5D54DF4F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>UC 00033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9E08A76" w14:textId="6EBEADB6" w:rsidR="00A46137" w:rsidRPr="009C256C" w:rsidRDefault="00A46137" w:rsidP="00A4613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5D54DF4F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Comunicar e interagir em contexto profissional</w:t>
            </w:r>
          </w:p>
        </w:tc>
      </w:tr>
    </w:tbl>
    <w:p w14:paraId="176425A5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35543AF" w14:textId="77777777" w:rsidR="00A46137" w:rsidRDefault="00A46137" w:rsidP="00A4613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91278F3" w14:textId="77777777" w:rsidR="00A46137" w:rsidRPr="003200F2" w:rsidRDefault="00A46137" w:rsidP="00A4613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F5F4ED3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1613F76B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5FD8F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A29EB15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510AD3" w14:textId="77777777" w:rsidR="00A46137" w:rsidRDefault="00A46137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Preparar a mensagem a comunicar em contexto profissional.</w:t>
            </w:r>
          </w:p>
          <w:p w14:paraId="05E415ED" w14:textId="551904FC" w:rsidR="008C76A8" w:rsidRPr="001B353A" w:rsidRDefault="00A46137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Informar e esclarecer diferentes interlocutores em contexto presencial e não presencial.</w:t>
            </w:r>
          </w:p>
        </w:tc>
      </w:tr>
      <w:tr w:rsidR="008C76A8" w:rsidRPr="00136AD8" w14:paraId="5BB10FDA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52C512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314A4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DFBB08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46137" w:rsidRPr="00136AD8" w14:paraId="6AEF50FD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9DB06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comunicação e do relacionamento interpessoal – processo, funções e elementos intervenientes.</w:t>
            </w:r>
          </w:p>
          <w:p w14:paraId="4C044E7E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Fatores facilitadores e inibidores da comunicação.</w:t>
            </w:r>
          </w:p>
          <w:p w14:paraId="5C442564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sorriso, outros) e proxémica (distância espacial face a alguém).</w:t>
            </w:r>
          </w:p>
          <w:p w14:paraId="3D5B6391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76077D47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telefónica - técnicas de atenção telefónica, expressão verbal e sorriso “telefónico”.</w:t>
            </w:r>
          </w:p>
          <w:p w14:paraId="185DF133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através da internet (navegadores, e-mail, redes sociais, mensagens) – técnicas.</w:t>
            </w:r>
          </w:p>
          <w:p w14:paraId="66FAF449" w14:textId="77777777" w:rsidR="00A46137" w:rsidRPr="006D3942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escrita – normas.</w:t>
            </w:r>
          </w:p>
          <w:p w14:paraId="447A8EA7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escrita - planificação, textualização e revisão.</w:t>
            </w:r>
          </w:p>
          <w:p w14:paraId="2CBF795B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Caraterísticas dos estilos de comunicação - agressivo, passivo, manipulador, assertivo.</w:t>
            </w:r>
          </w:p>
          <w:p w14:paraId="489F65FC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– vantagens, componentes verbais e não-verbais, técnicas.</w:t>
            </w:r>
          </w:p>
          <w:p w14:paraId="26184ACB" w14:textId="77777777" w:rsidR="00A46137" w:rsidRPr="00FF4ACE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ativa, empatia e controlo emocional.</w:t>
            </w:r>
          </w:p>
          <w:p w14:paraId="0CFA03D9" w14:textId="77777777" w:rsidR="00A46137" w:rsidRPr="000A4B4A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Processamento interno da informação – fonético, literal (significado) e reflexivo (empático).</w:t>
            </w:r>
          </w:p>
          <w:p w14:paraId="6E7254DA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Perguntas no processo de comunicação – abertas, fechadas, retorno, reformulação.</w:t>
            </w:r>
          </w:p>
          <w:p w14:paraId="332E11CD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 - construção, adaptação, envio, receção e interpretação.</w:t>
            </w:r>
          </w:p>
          <w:p w14:paraId="096DC0D0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expectativas e motivação.</w:t>
            </w:r>
          </w:p>
          <w:p w14:paraId="528AAF26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programação neurolinguística (PNL) na comunicação. </w:t>
            </w:r>
          </w:p>
          <w:p w14:paraId="2D6E1880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Relações interpessoais no trabalho.</w:t>
            </w:r>
          </w:p>
          <w:p w14:paraId="73AEBC37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Conflito nas relações interpessoais – tipos e</w:t>
            </w:r>
            <w:r w:rsidRPr="5D54DF4F"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  <w:lang w:eastAsia="pt-PT"/>
              </w:rPr>
              <w:t xml:space="preserve"> </w:t>
            </w: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resolução de conflitos.</w:t>
            </w:r>
          </w:p>
          <w:p w14:paraId="7C6B4651" w14:textId="11778265" w:rsidR="00A46137" w:rsidRPr="001B353A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Avaliação do processo de comunicação – </w:t>
            </w:r>
            <w:r w:rsidRPr="5D54DF4F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resposta e reação.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20C46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Organizar a informação a comunicar.</w:t>
            </w:r>
          </w:p>
          <w:p w14:paraId="052D9A06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oral e escrita ao interlocutor e ao contexto.</w:t>
            </w:r>
          </w:p>
          <w:p w14:paraId="417A7B52" w14:textId="77777777" w:rsidR="00A46137" w:rsidRPr="00733DA9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informação de diferentes interlocutores em contexto presencial e não presencial.</w:t>
            </w:r>
          </w:p>
          <w:p w14:paraId="12D9D9E6" w14:textId="77777777" w:rsidR="00A46137" w:rsidRPr="005E6C7D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expectativas do interlocutor.</w:t>
            </w:r>
          </w:p>
          <w:p w14:paraId="4A890F9D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técnicas de comunicação verbal e não verbal assertiva.</w:t>
            </w:r>
          </w:p>
          <w:p w14:paraId="0728E9AF" w14:textId="77777777" w:rsidR="00A46137" w:rsidRPr="00C079DD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Formular questões, pedir esclarecimentos ou colocar dúvidas para interpretar e/ou explicitar a mensagem.</w:t>
            </w:r>
          </w:p>
          <w:p w14:paraId="4799846A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Style w:val="normaltextrun"/>
                <w:rFonts w:ascii="Verdana Pro Light" w:hAnsi="Verdana Pro Light"/>
                <w:color w:val="000000"/>
                <w:sz w:val="18"/>
                <w:szCs w:val="18"/>
                <w:shd w:val="clear" w:color="auto" w:fill="FFFFFF"/>
              </w:rPr>
              <w:t>Partilhar informação com diferentes interlocutores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. </w:t>
            </w:r>
          </w:p>
          <w:p w14:paraId="6779A5EE" w14:textId="77777777" w:rsidR="00A46137" w:rsidRPr="001B4F61" w:rsidRDefault="00A46137" w:rsidP="00A46137">
            <w:pPr>
              <w:pStyle w:val="PargrafodaLista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DF89FB" w14:textId="77777777" w:rsidR="00A46137" w:rsidRPr="001B4F61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Reportar informação profissional.</w:t>
            </w:r>
          </w:p>
          <w:p w14:paraId="5ABD38F3" w14:textId="77777777" w:rsidR="00A46137" w:rsidRPr="000C646A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interação orais e escritas.</w:t>
            </w:r>
          </w:p>
          <w:p w14:paraId="283EA928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tratamento e resolução de conflitos.</w:t>
            </w:r>
          </w:p>
          <w:p w14:paraId="06EC2612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Autoavaliar o seu desempenho no âmbito do processo de comunicação.</w:t>
            </w:r>
          </w:p>
          <w:p w14:paraId="2C7D3F68" w14:textId="77777777" w:rsidR="00A46137" w:rsidRDefault="00A46137" w:rsidP="00A46137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F63B77" w14:textId="77777777" w:rsidR="00A46137" w:rsidRDefault="00A46137" w:rsidP="00A46137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0543766" w14:textId="77777777" w:rsidR="00A46137" w:rsidRDefault="00A46137" w:rsidP="00A46137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DDFE81" w14:textId="77777777" w:rsidR="00A46137" w:rsidRDefault="00A46137" w:rsidP="00A46137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79420E" w14:textId="77777777" w:rsidR="00A46137" w:rsidRDefault="00A46137" w:rsidP="00A46137">
            <w:pPr>
              <w:pStyle w:val="PargrafodaLista"/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C21D9E" w14:textId="77777777" w:rsidR="00A46137" w:rsidRPr="00057283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E7C67C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08B6741E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5A915A0B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imagem e postura profissional.</w:t>
            </w:r>
          </w:p>
          <w:p w14:paraId="15384C36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2BD082E5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793A4568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4B85AC27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622A3A4B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090B3F31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diferença.</w:t>
            </w:r>
          </w:p>
          <w:p w14:paraId="0F83FC84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57B12E4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6D90A4D8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110E183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54DF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0B76E301" w14:textId="77777777" w:rsidR="00A46137" w:rsidRPr="00057283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A5F9476" w14:textId="53D13FCC" w:rsidR="008C76A8" w:rsidRDefault="008C76A8" w:rsidP="008C76A8">
      <w:pPr>
        <w:rPr>
          <w:rFonts w:ascii="Verdana Pro Light" w:hAnsi="Verdana Pro Light"/>
          <w:smallCaps/>
        </w:rPr>
      </w:pPr>
    </w:p>
    <w:p w14:paraId="1FCF684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8838689" w14:textId="77777777" w:rsidR="00A46137" w:rsidRPr="00A46137" w:rsidRDefault="00A46137" w:rsidP="00A46137">
      <w:pPr>
        <w:spacing w:before="120" w:after="120" w:line="240" w:lineRule="auto"/>
        <w:rPr>
          <w:rFonts w:ascii="Verdana Pro Light" w:eastAsia="Arial Unicode MS" w:hAnsi="Verdana Pro Light" w:cs="Arial Unicode MS"/>
          <w:b/>
          <w:bCs/>
          <w:color w:val="000000" w:themeColor="text1"/>
          <w:sz w:val="18"/>
          <w:szCs w:val="18"/>
        </w:rPr>
      </w:pPr>
      <w:r w:rsidRPr="00A46137">
        <w:rPr>
          <w:rFonts w:ascii="Verdana Pro Light" w:eastAsia="Arial Unicode MS" w:hAnsi="Verdana Pro Light" w:cs="Arial Unicode MS"/>
          <w:b/>
          <w:bCs/>
          <w:i/>
          <w:iCs/>
          <w:color w:val="000000" w:themeColor="text1"/>
          <w:sz w:val="18"/>
          <w:szCs w:val="18"/>
        </w:rPr>
        <w:t>Comunicar e interagir em contexto profissional</w:t>
      </w:r>
      <w:r w:rsidRPr="00A46137">
        <w:rPr>
          <w:rFonts w:ascii="Verdana Pro Light" w:eastAsia="Arial Unicode MS" w:hAnsi="Verdana Pro Light" w:cs="Arial Unicode MS"/>
          <w:b/>
          <w:bCs/>
          <w:color w:val="000000" w:themeColor="text1"/>
          <w:sz w:val="18"/>
          <w:szCs w:val="18"/>
        </w:rPr>
        <w:t>:</w:t>
      </w:r>
    </w:p>
    <w:p w14:paraId="28CD0B1D" w14:textId="77777777" w:rsidR="00A46137" w:rsidRDefault="00A46137" w:rsidP="00A4613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CD1. Adaptando a linguagem e a comunicação ao tipo de canal utilizado, ao público-alvo e ao contexto.</w:t>
      </w:r>
    </w:p>
    <w:p w14:paraId="5D302D1A" w14:textId="77777777" w:rsidR="00A46137" w:rsidRDefault="00A46137" w:rsidP="00A4613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CD2. Demonstrando assertividade e uma imagem positiva de si e da sua organização.</w:t>
      </w:r>
    </w:p>
    <w:p w14:paraId="1C3F28EC" w14:textId="77777777" w:rsidR="00A46137" w:rsidRDefault="00A46137" w:rsidP="00A46137">
      <w:pPr>
        <w:spacing w:before="12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CD3. Demonstrando uma comunicação verbal e não verbal empática e ajustada ao interlocutor.</w:t>
      </w:r>
    </w:p>
    <w:p w14:paraId="3E119D7B" w14:textId="77777777" w:rsidR="00A46137" w:rsidRDefault="00A46137" w:rsidP="00A46137">
      <w:pPr>
        <w:spacing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 xml:space="preserve">  CD4.  Produzindo um texto escrito de forma clara e articulada, de acordo com a norma, aplicando técnicas de   </w:t>
      </w:r>
      <w:r>
        <w:tab/>
      </w:r>
      <w:r>
        <w:tab/>
      </w:r>
      <w:r w:rsidRPr="5D54DF4F"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  <w:t>redação de documentos profissionais.</w:t>
      </w:r>
    </w:p>
    <w:p w14:paraId="44D356EB" w14:textId="77777777" w:rsidR="00A46137" w:rsidRDefault="00A46137" w:rsidP="00A46137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5D54DF4F">
        <w:rPr>
          <w:rFonts w:ascii="Verdana Pro Light" w:eastAsia="Arial Unicode MS" w:hAnsi="Verdana Pro Light" w:cs="Arial Unicode MS"/>
          <w:sz w:val="18"/>
          <w:szCs w:val="18"/>
        </w:rPr>
        <w:t>CD5. Avaliando o resultado do seu desempenho e contributo para a melhoria do processo de comunicação.</w:t>
      </w:r>
    </w:p>
    <w:p w14:paraId="33499E32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46BCA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82D46BF" w14:textId="77777777" w:rsidR="00A46137" w:rsidRPr="00984B30" w:rsidRDefault="00A46137" w:rsidP="00A4613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Aplicável a diferentes contextos. </w:t>
      </w:r>
    </w:p>
    <w:p w14:paraId="31264D8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7833D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7A2AD73" w14:textId="77777777" w:rsidR="00A46137" w:rsidRPr="00E27581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56E4CA5A" w14:textId="77777777" w:rsidR="00A46137" w:rsidRPr="00DA0C85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2233B3AB" w14:textId="77777777" w:rsidR="00A46137" w:rsidRDefault="00A46137" w:rsidP="00A4613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 e de comunicação.</w:t>
      </w:r>
    </w:p>
    <w:p w14:paraId="55F9C2A9" w14:textId="0D0B662D" w:rsidR="008C76A8" w:rsidRPr="00A46137" w:rsidRDefault="00A46137" w:rsidP="00A4613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5AAA">
        <w:rPr>
          <w:rFonts w:ascii="Verdana Pro Light" w:eastAsia="Arial Unicode MS" w:hAnsi="Verdana Pro Light" w:cs="Arial Unicode MS"/>
          <w:sz w:val="18"/>
          <w:szCs w:val="18"/>
        </w:rPr>
        <w:t xml:space="preserve">Boas práticas na </w:t>
      </w:r>
      <w:r>
        <w:rPr>
          <w:rFonts w:ascii="Verdana Pro Light" w:eastAsia="Arial Unicode MS" w:hAnsi="Verdana Pro Light" w:cs="Arial Unicode MS"/>
          <w:sz w:val="18"/>
          <w:szCs w:val="18"/>
        </w:rPr>
        <w:t>comunicação</w:t>
      </w:r>
      <w:r w:rsidRPr="00E25AAA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9ADA1C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23A3E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353F4F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E980F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70590C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8EDA62" w14:textId="095B8705" w:rsidR="008C76A8" w:rsidRDefault="008C76A8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46137" w:rsidRPr="00136AD8" w14:paraId="53411809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25CCA21" w14:textId="2B8F465B" w:rsidR="00A46137" w:rsidRPr="00136AD8" w:rsidRDefault="00A46137" w:rsidP="00A4613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6D11F1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t>UC 00034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CC31674" w14:textId="328AED26" w:rsidR="00A46137" w:rsidRPr="009C256C" w:rsidRDefault="00A46137" w:rsidP="00A4613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/>
                <w:b/>
                <w:bCs/>
                <w:color w:val="C45911" w:themeColor="accent2" w:themeShade="BF"/>
                <w:sz w:val="20"/>
                <w:szCs w:val="20"/>
              </w:rPr>
              <w:t xml:space="preserve">Colaborar e trabalhar em equipa </w:t>
            </w:r>
          </w:p>
        </w:tc>
      </w:tr>
    </w:tbl>
    <w:p w14:paraId="612B9E76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823FC79" w14:textId="77777777" w:rsidR="00A46137" w:rsidRDefault="00A46137" w:rsidP="00A4613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799749E" w14:textId="77777777" w:rsidR="00A46137" w:rsidRPr="003200F2" w:rsidRDefault="00A46137" w:rsidP="00A4613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626D9838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36BEA725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75941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0145778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C82B21" w14:textId="77777777" w:rsidR="00A46137" w:rsidRPr="00AB5AF8" w:rsidRDefault="00A46137" w:rsidP="00A46137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</w:t>
            </w: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associados.</w:t>
            </w:r>
          </w:p>
          <w:p w14:paraId="382B5D57" w14:textId="77777777" w:rsidR="00A46137" w:rsidRPr="00AB5AF8" w:rsidRDefault="00A46137" w:rsidP="00A46137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equipa.</w:t>
            </w:r>
          </w:p>
          <w:p w14:paraId="34392A31" w14:textId="72A8AFF7" w:rsidR="008C76A8" w:rsidRPr="001B353A" w:rsidRDefault="00A46137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decisão.</w:t>
            </w:r>
          </w:p>
        </w:tc>
      </w:tr>
      <w:tr w:rsidR="008C76A8" w:rsidRPr="00136AD8" w14:paraId="65D440B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76C5CE0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33E5C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901D1A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46137" w:rsidRPr="00136AD8" w14:paraId="2FB5E714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D9B78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Identidade pessoal, social e profissional.</w:t>
            </w:r>
          </w:p>
          <w:p w14:paraId="77A228ED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2309003D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Trabalho em equipa - fatores pessoais, relacionais e organizacionais.</w:t>
            </w:r>
          </w:p>
          <w:p w14:paraId="2B5AEC9E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5A3435AD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1FFC043E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223B828F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desempenho.</w:t>
            </w:r>
          </w:p>
          <w:p w14:paraId="600C7F17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5A7478B6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Gestão de tempo – técnicas, planeamento, autoavaliação e otimização das tecnologias. </w:t>
            </w:r>
          </w:p>
          <w:p w14:paraId="4147B269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Trabalho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teletrabalho - condições facilitadoras, equipas 4D e atitude partilhada.</w:t>
            </w:r>
          </w:p>
          <w:p w14:paraId="76944D3E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Saúde no trabalho - síndroma de </w:t>
            </w:r>
            <w:proofErr w:type="spellStart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urnout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2644154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das equipas na área profissional.</w:t>
            </w:r>
          </w:p>
          <w:p w14:paraId="170E855D" w14:textId="77777777" w:rsidR="00A46137" w:rsidRPr="001B353A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B0C75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Identificar e analisar os estilos comportamentais individuais</w:t>
            </w:r>
            <w:r w:rsidRPr="6D11F1FC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</w:rPr>
              <w:t xml:space="preserve">. </w:t>
            </w:r>
          </w:p>
          <w:p w14:paraId="4D89AF48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competências individuais.</w:t>
            </w:r>
          </w:p>
          <w:p w14:paraId="361641A3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0EE0D3F3" w14:textId="77777777" w:rsidR="00A46137" w:rsidRPr="008705DA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622FBA90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5C15035F" w14:textId="77777777" w:rsidR="00A46137" w:rsidRPr="009835C1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2D2F4448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095B3FCC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0CAB2D16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1DED4C68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comunicação.</w:t>
            </w:r>
          </w:p>
          <w:p w14:paraId="3398FA17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EBF02B3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Formular ideias e sugestões em diferentes contextos comunicacionais.</w:t>
            </w:r>
          </w:p>
          <w:p w14:paraId="50D7454C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Trocar conhecimentos e experiências.</w:t>
            </w:r>
          </w:p>
          <w:p w14:paraId="6D8A5E41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704EE829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problemas e tomar decisões.</w:t>
            </w:r>
          </w:p>
          <w:p w14:paraId="1E2D532D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3E6198B1" w14:textId="4BDC9693" w:rsidR="00A46137" w:rsidRPr="00057283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proofErr w:type="spellStart"/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96C34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7B08E8D2" w14:textId="77777777" w:rsidR="00A46137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FD8A9A4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5F0BB0A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F444CE5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Assertividade.</w:t>
            </w:r>
          </w:p>
          <w:p w14:paraId="4A46B400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1574306E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2572A9EE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3AEDCB41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4F9B5481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1505B52E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70450CC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B9C6699" w14:textId="77777777" w:rsidR="00A46137" w:rsidRPr="00A128FE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A18AFCE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001D62D5" w14:textId="77777777" w:rsidR="00A46137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02653590" w14:textId="77777777" w:rsidR="00A46137" w:rsidRPr="00AB5AF8" w:rsidRDefault="00A46137" w:rsidP="00A46137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228A5399" w14:textId="77777777" w:rsidR="00A46137" w:rsidRPr="00057283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451F262" w14:textId="7C9D249C" w:rsidR="008C76A8" w:rsidRDefault="008C76A8" w:rsidP="008C76A8">
      <w:pPr>
        <w:rPr>
          <w:rFonts w:ascii="Verdana Pro Light" w:hAnsi="Verdana Pro Light"/>
          <w:smallCaps/>
        </w:rPr>
      </w:pPr>
    </w:p>
    <w:p w14:paraId="36CC8FE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127EB9F" w14:textId="77777777" w:rsidR="00A46137" w:rsidRPr="00C3428A" w:rsidRDefault="00A46137" w:rsidP="00A46137">
      <w:pPr>
        <w:spacing w:before="120" w:after="120" w:line="240" w:lineRule="auto"/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Times New Roman"/>
          <w:i/>
          <w:iCs/>
          <w:sz w:val="18"/>
          <w:szCs w:val="18"/>
        </w:rPr>
        <w:t xml:space="preserve">Colaborar e trabalhar em equipa: </w:t>
      </w:r>
    </w:p>
    <w:p w14:paraId="1387069C" w14:textId="77777777" w:rsidR="00A46137" w:rsidRPr="00AB5AF8" w:rsidRDefault="00A46137" w:rsidP="00A46137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equipa. </w:t>
      </w:r>
    </w:p>
    <w:p w14:paraId="3E154BF7" w14:textId="77777777" w:rsidR="00A46137" w:rsidRPr="00AB5AF8" w:rsidRDefault="00A46137" w:rsidP="00A46137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52100C89" w14:textId="77777777" w:rsidR="00A46137" w:rsidRDefault="00A46137" w:rsidP="00A46137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CD3. Analisando problemas e propondo soluções.</w:t>
      </w:r>
    </w:p>
    <w:p w14:paraId="4CBDBA63" w14:textId="77777777" w:rsidR="00A46137" w:rsidRDefault="00A46137" w:rsidP="00A46137">
      <w:pPr>
        <w:spacing w:before="120" w:after="0" w:line="276" w:lineRule="auto"/>
        <w:ind w:left="142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6D11F1FC">
        <w:rPr>
          <w:rFonts w:ascii="Verdana Pro Light" w:eastAsia="Arial Unicode MS" w:hAnsi="Verdana Pro Light" w:cs="Arial Unicode MS"/>
          <w:sz w:val="18"/>
          <w:szCs w:val="18"/>
        </w:rPr>
        <w:t>CD4. G</w:t>
      </w:r>
      <w:r w:rsidRPr="6D11F1F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erando oportunidades de desenvolvimento e aprendizagem colaborativa.</w:t>
      </w:r>
    </w:p>
    <w:p w14:paraId="1B609D59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8121D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7CC4936" w14:textId="77777777" w:rsidR="00A46137" w:rsidRPr="00AB5AF8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B5AF8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62A6EAD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8BED9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5CA5CF1" w14:textId="77777777" w:rsidR="00A46137" w:rsidRPr="00DA0C85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eastAsia="Arial Unicode MS" w:hAnsi="Verdana Pro Light" w:cs="Arial Unicode MS"/>
          <w:i/>
          <w:sz w:val="18"/>
          <w:szCs w:val="18"/>
        </w:rPr>
        <w:t>internet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F5C65C9" w14:textId="77777777" w:rsidR="00A46137" w:rsidRPr="00DA0C85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interação, de comunicação e produtividade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16B9C0DD" w14:textId="77777777" w:rsidR="00A46137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6F28A70A" w14:textId="77777777" w:rsidR="00A46137" w:rsidRPr="00DA0C85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Boas práticas na comunicação.</w:t>
      </w:r>
    </w:p>
    <w:p w14:paraId="7776AEA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1633D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1CFF243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8DB36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295A8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83BA0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46137" w:rsidRPr="00136AD8" w14:paraId="1BB65025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5845A1C" w14:textId="507541CA" w:rsidR="00A46137" w:rsidRPr="00C20171" w:rsidRDefault="00A46137" w:rsidP="00A46137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181CD85" w14:textId="4E5D4AF8" w:rsidR="00A46137" w:rsidRPr="00C20171" w:rsidRDefault="00A46137" w:rsidP="00A46137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hAnsi="Verdana Pro Light"/>
                <w:b/>
                <w:bCs/>
                <w:color w:val="C45911" w:themeColor="accent2" w:themeShade="BF"/>
                <w:sz w:val="18"/>
                <w:szCs w:val="18"/>
              </w:rPr>
              <w:t>Interagir em inglês na área das artes gráficas</w:t>
            </w:r>
          </w:p>
        </w:tc>
      </w:tr>
    </w:tbl>
    <w:p w14:paraId="3E4B2A5B" w14:textId="77777777" w:rsidR="008C76A8" w:rsidRPr="00136AD8" w:rsidRDefault="008C76A8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E0F477E" w14:textId="77777777" w:rsidR="00A46137" w:rsidRDefault="00A46137" w:rsidP="00A4613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B36820B" w14:textId="77777777" w:rsidR="00A46137" w:rsidRPr="003200F2" w:rsidRDefault="00A46137" w:rsidP="00A4613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FF446F4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752EB311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52B67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0D34A657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509EF0F" w14:textId="4E421490" w:rsidR="00A46137" w:rsidRPr="00A46137" w:rsidRDefault="00A46137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Interpretar e selecionar informação especializada, verbal e não verbal, em suportes variados na </w:t>
            </w:r>
            <w:r w:rsidRPr="00A46137">
              <w:rPr>
                <w:rFonts w:ascii="Verdana Pro Light" w:eastAsia="Arial Unicode MS" w:hAnsi="Verdana Pro Light" w:cs="Arial Unicode MS"/>
                <w:sz w:val="18"/>
                <w:szCs w:val="18"/>
              </w:rPr>
              <w:t>área das artes gráficas</w:t>
            </w:r>
          </w:p>
          <w:p w14:paraId="7924F427" w14:textId="35CF7E57" w:rsidR="00A46137" w:rsidRPr="00F057ED" w:rsidRDefault="00A46137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Transmitir enunciados orais coerentes no âmbito 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área</w:t>
            </w:r>
            <w:r w:rsidRPr="00A4613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das artes gráficas</w:t>
            </w:r>
          </w:p>
          <w:p w14:paraId="03C075AF" w14:textId="4DA844BB" w:rsidR="00A46137" w:rsidRPr="00A46137" w:rsidRDefault="00A46137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Redigir textos articulados e coesos relacionados com a </w:t>
            </w:r>
            <w:r w:rsidRPr="00A46137">
              <w:rPr>
                <w:rFonts w:ascii="Verdana Pro Light" w:eastAsia="Arial Unicode MS" w:hAnsi="Verdana Pro Light" w:cs="Arial Unicode MS"/>
                <w:sz w:val="18"/>
                <w:szCs w:val="18"/>
              </w:rPr>
              <w:t>área das artes gráficas</w:t>
            </w:r>
          </w:p>
          <w:p w14:paraId="6D8E753D" w14:textId="096F6B48" w:rsidR="008C76A8" w:rsidRPr="001B353A" w:rsidRDefault="008C76A8" w:rsidP="00A4613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7F22AA6B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DE10C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366C7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BEC310E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46137" w:rsidRPr="00136AD8" w14:paraId="25E666E1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7E33C" w14:textId="02E2F2E8" w:rsidR="00A46137" w:rsidRPr="00A46137" w:rsidRDefault="00A46137" w:rsidP="00A46137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ind w:left="319" w:hanging="284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4613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 w:rsidRPr="00A46137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área das artes gráficas</w:t>
            </w:r>
          </w:p>
          <w:p w14:paraId="1644D380" w14:textId="77777777" w:rsidR="00A46137" w:rsidRPr="00F057ED" w:rsidRDefault="00A46137" w:rsidP="00A46137">
            <w:pPr>
              <w:pStyle w:val="PargrafodaLista"/>
              <w:numPr>
                <w:ilvl w:val="0"/>
                <w:numId w:val="15"/>
              </w:numPr>
              <w:spacing w:before="60" w:after="60" w:line="360" w:lineRule="auto"/>
              <w:ind w:left="319" w:hanging="28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 da linguagem.</w:t>
            </w:r>
          </w:p>
          <w:p w14:paraId="69729377" w14:textId="77777777" w:rsidR="00A46137" w:rsidRPr="00F057ED" w:rsidRDefault="00A46137" w:rsidP="00A46137">
            <w:pPr>
              <w:pStyle w:val="PargrafodaLista"/>
              <w:numPr>
                <w:ilvl w:val="0"/>
                <w:numId w:val="15"/>
              </w:numPr>
              <w:spacing w:before="60" w:after="60" w:line="360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6B901E62" w14:textId="77777777" w:rsidR="00A46137" w:rsidRPr="00F057ED" w:rsidRDefault="00A46137" w:rsidP="00A46137">
            <w:pPr>
              <w:pStyle w:val="PargrafodaLista"/>
              <w:numPr>
                <w:ilvl w:val="0"/>
                <w:numId w:val="15"/>
              </w:numPr>
              <w:spacing w:before="60" w:after="60" w:line="360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Sintaxe.</w:t>
            </w:r>
          </w:p>
          <w:p w14:paraId="12EA93DC" w14:textId="77777777" w:rsidR="00A46137" w:rsidRPr="00F057ED" w:rsidRDefault="00A46137" w:rsidP="00A46137">
            <w:pPr>
              <w:pStyle w:val="PargrafodaLista"/>
              <w:numPr>
                <w:ilvl w:val="0"/>
                <w:numId w:val="15"/>
              </w:numPr>
              <w:spacing w:before="60" w:after="60" w:line="360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Fluência de leitura. </w:t>
            </w:r>
          </w:p>
          <w:p w14:paraId="4C3714F2" w14:textId="77777777" w:rsidR="00A46137" w:rsidRPr="00F057ED" w:rsidRDefault="00A46137" w:rsidP="00A46137">
            <w:pPr>
              <w:pStyle w:val="PargrafodaLista"/>
              <w:numPr>
                <w:ilvl w:val="0"/>
                <w:numId w:val="15"/>
              </w:numPr>
              <w:spacing w:before="60" w:after="60" w:line="360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produção de documentos escritos.</w:t>
            </w:r>
          </w:p>
          <w:p w14:paraId="782B6054" w14:textId="77777777" w:rsidR="00A46137" w:rsidRPr="00F057ED" w:rsidRDefault="00A46137" w:rsidP="00A46137">
            <w:pPr>
              <w:pStyle w:val="PargrafodaLista"/>
              <w:numPr>
                <w:ilvl w:val="0"/>
                <w:numId w:val="15"/>
              </w:numPr>
              <w:spacing w:before="60" w:after="60" w:line="360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331B5D3E" w14:textId="77777777" w:rsidR="00A46137" w:rsidRPr="00F057ED" w:rsidRDefault="00A46137" w:rsidP="00A46137">
            <w:pPr>
              <w:pStyle w:val="PargrafodaLista"/>
              <w:spacing w:before="60" w:after="60" w:line="360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6B0283" w14:textId="77777777" w:rsidR="00A46137" w:rsidRPr="001B353A" w:rsidRDefault="00A46137" w:rsidP="00A46137">
            <w:pPr>
              <w:pStyle w:val="PargrafodaLista"/>
              <w:numPr>
                <w:ilvl w:val="0"/>
                <w:numId w:val="15"/>
              </w:numPr>
              <w:spacing w:before="120" w:after="0" w:line="276" w:lineRule="auto"/>
              <w:ind w:left="31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ABD9D" w14:textId="4B647A5D" w:rsidR="0088609C" w:rsidRDefault="0088609C" w:rsidP="0088609C">
            <w:pPr>
              <w:pStyle w:val="PargrafodaLista"/>
              <w:numPr>
                <w:ilvl w:val="0"/>
                <w:numId w:val="16"/>
              </w:numPr>
              <w:spacing w:before="60" w:after="60" w:line="360" w:lineRule="auto"/>
              <w:ind w:left="287" w:hanging="284"/>
              <w:contextualSpacing w:val="0"/>
              <w:rPr>
                <w:rFonts w:ascii="Verdana Pro Light" w:eastAsia="Arial Unicode MS" w:hAnsi="Verdana Pro Light" w:cs="Arial Unicode MS"/>
                <w:iCs/>
                <w:sz w:val="18"/>
                <w:szCs w:val="18"/>
                <w:lang w:eastAsia="pt-PT"/>
              </w:rPr>
            </w:pPr>
            <w:r w:rsidRPr="0088609C">
              <w:rPr>
                <w:rFonts w:ascii="Verdana Pro Light" w:eastAsia="Arial Unicode MS" w:hAnsi="Verdana Pro Light" w:cs="Arial Unicode MS"/>
                <w:iCs/>
                <w:sz w:val="18"/>
                <w:szCs w:val="18"/>
                <w:lang w:eastAsia="pt-PT"/>
              </w:rPr>
              <w:t>Interagir em projetos internacionai</w:t>
            </w:r>
            <w:r>
              <w:rPr>
                <w:rFonts w:ascii="Verdana Pro Light" w:eastAsia="Arial Unicode MS" w:hAnsi="Verdana Pro Light" w:cs="Arial Unicode MS"/>
                <w:iCs/>
                <w:sz w:val="18"/>
                <w:szCs w:val="18"/>
                <w:lang w:eastAsia="pt-PT"/>
              </w:rPr>
              <w:t>s</w:t>
            </w:r>
          </w:p>
          <w:p w14:paraId="0B6F72F8" w14:textId="5900744E" w:rsidR="0088609C" w:rsidRPr="0088609C" w:rsidRDefault="00A46137" w:rsidP="0088609C">
            <w:pPr>
              <w:pStyle w:val="PargrafodaLista"/>
              <w:numPr>
                <w:ilvl w:val="0"/>
                <w:numId w:val="16"/>
              </w:numPr>
              <w:spacing w:before="60" w:after="60" w:line="360" w:lineRule="auto"/>
              <w:ind w:left="287" w:hanging="284"/>
              <w:contextualSpacing w:val="0"/>
              <w:rPr>
                <w:rFonts w:ascii="Verdana Pro Light" w:eastAsia="Arial Unicode MS" w:hAnsi="Verdana Pro Light" w:cs="Arial Unicode MS"/>
                <w:iCs/>
                <w:sz w:val="18"/>
                <w:szCs w:val="18"/>
                <w:lang w:eastAsia="pt-PT"/>
              </w:rPr>
            </w:pPr>
            <w:r w:rsidRPr="008860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 w:rsidR="0088609C" w:rsidRPr="0088609C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área das artes gráficas</w:t>
            </w:r>
          </w:p>
          <w:p w14:paraId="510A3225" w14:textId="18F4AC0C" w:rsidR="00A46137" w:rsidRPr="0088609C" w:rsidRDefault="00A46137" w:rsidP="0088609C">
            <w:pPr>
              <w:pStyle w:val="PargrafodaLista"/>
              <w:numPr>
                <w:ilvl w:val="0"/>
                <w:numId w:val="16"/>
              </w:numPr>
              <w:spacing w:before="60" w:after="60" w:line="360" w:lineRule="auto"/>
              <w:ind w:left="287" w:hanging="284"/>
              <w:contextualSpacing w:val="0"/>
              <w:rPr>
                <w:rFonts w:ascii="Verdana Pro Light" w:eastAsia="Arial Unicode MS" w:hAnsi="Verdana Pro Light" w:cs="Arial Unicode MS"/>
                <w:iCs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  <w:r w:rsidR="0088609C" w:rsidRPr="0088609C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área das artes gráficas</w:t>
            </w:r>
          </w:p>
          <w:p w14:paraId="0F3289BD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20DAD867" w14:textId="003F2265" w:rsidR="00A46137" w:rsidRPr="0088609C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88609C">
              <w:rPr>
                <w:rFonts w:ascii="Verdana Pro Light" w:hAnsi="Verdana Pro Light"/>
                <w:sz w:val="18"/>
                <w:szCs w:val="18"/>
              </w:rPr>
              <w:t xml:space="preserve">Informar o cliente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sobre os processos de impressão</w:t>
            </w:r>
            <w:r w:rsidRPr="0088609C">
              <w:rPr>
                <w:rFonts w:ascii="Verdana Pro Light" w:hAnsi="Verdana Pro Light"/>
                <w:sz w:val="18"/>
                <w:szCs w:val="18"/>
              </w:rPr>
              <w:t xml:space="preserve"> através de uma exposição clara </w:t>
            </w:r>
          </w:p>
          <w:p w14:paraId="06AC9880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82" w:hanging="218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26631901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42C2FF2C" w14:textId="501C2E94" w:rsidR="00A46137" w:rsidRPr="0088609C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Responder a perguntas diretas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sobre processos de impressão e custos</w:t>
            </w:r>
          </w:p>
          <w:p w14:paraId="4DC42395" w14:textId="3672413C" w:rsidR="00A46137" w:rsidRPr="0088609C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 xml:space="preserve">Iniciar, manter e terminar conversas na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apresentação de orçamentos</w:t>
            </w:r>
          </w:p>
          <w:p w14:paraId="7895FAD8" w14:textId="68B34460" w:rsidR="00A46137" w:rsidRPr="0088609C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</w:t>
            </w:r>
            <w:r w:rsidRPr="0088609C">
              <w:rPr>
                <w:rFonts w:ascii="Verdana Pro Light" w:hAnsi="Verdana Pro Light"/>
                <w:sz w:val="18"/>
                <w:szCs w:val="18"/>
              </w:rPr>
              <w:t xml:space="preserve">específico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na apresentação de soluções de impressão para projetos gráficos</w:t>
            </w:r>
          </w:p>
          <w:p w14:paraId="2CC52A01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22BC9714" w14:textId="77777777" w:rsidR="0088609C" w:rsidRPr="0088609C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Transmitir informações concretas e diretas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na apresentação de soluções de impressão para projetos gráficos</w:t>
            </w:r>
          </w:p>
          <w:p w14:paraId="5FF09690" w14:textId="77777777" w:rsidR="0088609C" w:rsidRPr="0088609C" w:rsidRDefault="00A46137" w:rsidP="008860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Trocar, verificar e confirmar informações </w:t>
            </w:r>
            <w:r w:rsidR="0088609C" w:rsidRPr="00F057ED">
              <w:rPr>
                <w:rFonts w:ascii="Verdana Pro Light" w:hAnsi="Verdana Pro Light"/>
                <w:sz w:val="18"/>
                <w:szCs w:val="18"/>
              </w:rPr>
              <w:t xml:space="preserve">na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apresentação de orçamentos</w:t>
            </w:r>
          </w:p>
          <w:p w14:paraId="44B1628A" w14:textId="5353A2EE" w:rsidR="00A46137" w:rsidRPr="0088609C" w:rsidRDefault="00A46137" w:rsidP="0088609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Redigir notas, relatórios e preencher formulários </w:t>
            </w:r>
            <w:r w:rsidR="0088609C">
              <w:rPr>
                <w:rFonts w:ascii="Verdana Pro Light" w:hAnsi="Verdana Pro Light"/>
                <w:sz w:val="18"/>
                <w:szCs w:val="18"/>
              </w:rPr>
              <w:t>para</w:t>
            </w:r>
            <w:r w:rsidR="0088609C" w:rsidRPr="00F057ED">
              <w:rPr>
                <w:rFonts w:ascii="Verdana Pro Light" w:hAnsi="Verdana Pro Light"/>
                <w:sz w:val="18"/>
                <w:szCs w:val="18"/>
              </w:rPr>
              <w:t xml:space="preserve"> 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>apresenta</w:t>
            </w:r>
            <w:r w:rsidR="0088609C">
              <w:rPr>
                <w:rFonts w:ascii="Verdana Pro Light" w:hAnsi="Verdana Pro Light"/>
                <w:sz w:val="18"/>
                <w:szCs w:val="18"/>
              </w:rPr>
              <w:t>r</w:t>
            </w:r>
            <w:r w:rsidR="0088609C" w:rsidRPr="0088609C">
              <w:rPr>
                <w:rFonts w:ascii="Verdana Pro Light" w:hAnsi="Verdana Pro Light"/>
                <w:sz w:val="18"/>
                <w:szCs w:val="18"/>
              </w:rPr>
              <w:t xml:space="preserve"> orçamentos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3FFAF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lastRenderedPageBreak/>
              <w:t>Responsabilidade pelas suas ações.</w:t>
            </w:r>
          </w:p>
          <w:p w14:paraId="4244C04E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funções.   </w:t>
            </w:r>
          </w:p>
          <w:p w14:paraId="6292411B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1FD8A1AC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Assertividade.</w:t>
            </w:r>
          </w:p>
          <w:p w14:paraId="54BEF66F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ativa.</w:t>
            </w:r>
          </w:p>
          <w:p w14:paraId="3D00EDF2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67B52CC9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Sentido crítico.</w:t>
            </w:r>
          </w:p>
          <w:p w14:paraId="2C840CFD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diferenças individuais.</w:t>
            </w:r>
          </w:p>
          <w:p w14:paraId="60F303F3" w14:textId="77777777" w:rsidR="00A46137" w:rsidRPr="00F057ED" w:rsidRDefault="00A46137" w:rsidP="00A4613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Disponibilidade para aprender.</w:t>
            </w:r>
          </w:p>
          <w:p w14:paraId="475F1646" w14:textId="65EB6A66" w:rsidR="00A46137" w:rsidRPr="00057283" w:rsidRDefault="00A46137" w:rsidP="00A4613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Respeito pelas regras e normas definidas.</w:t>
            </w:r>
          </w:p>
        </w:tc>
      </w:tr>
    </w:tbl>
    <w:p w14:paraId="56BFA55B" w14:textId="14D34766" w:rsidR="008C76A8" w:rsidRDefault="008C76A8" w:rsidP="008C76A8">
      <w:pPr>
        <w:rPr>
          <w:rFonts w:ascii="Verdana Pro Light" w:hAnsi="Verdana Pro Light"/>
          <w:smallCaps/>
        </w:rPr>
      </w:pPr>
    </w:p>
    <w:p w14:paraId="11376D9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40F2F5E" w14:textId="1598FEF2" w:rsidR="0088609C" w:rsidRDefault="0088609C" w:rsidP="00A46137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46137">
        <w:rPr>
          <w:rFonts w:ascii="Verdana Pro Light" w:hAnsi="Verdana Pro Light"/>
          <w:b/>
          <w:bCs/>
          <w:sz w:val="18"/>
          <w:szCs w:val="18"/>
        </w:rPr>
        <w:t>Interagir em inglês na área das artes gráficas</w:t>
      </w:r>
      <w:r>
        <w:rPr>
          <w:rFonts w:ascii="Verdana Pro Light" w:hAnsi="Verdana Pro Light"/>
          <w:b/>
          <w:bCs/>
          <w:sz w:val="18"/>
          <w:szCs w:val="18"/>
        </w:rPr>
        <w:t>: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2FFB2214" w14:textId="41BB288B" w:rsidR="00A46137" w:rsidRPr="00F057ED" w:rsidRDefault="00A46137" w:rsidP="00A46137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Identificando o contexto, a ideia </w:t>
      </w:r>
      <w:r w:rsidRPr="00F057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principal, distinguindo informações simples e de maior complexidade do discurso oral e do texto escrito.</w:t>
      </w:r>
    </w:p>
    <w:p w14:paraId="50571A61" w14:textId="77777777" w:rsidR="00A46137" w:rsidRPr="00AB624F" w:rsidRDefault="00A46137" w:rsidP="00A46137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F057E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Comunicando oralmente de forma precisa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eficaz, com ritmo e entoação apropriados e adaptando o discurso ao registo do interlocutor.</w:t>
      </w:r>
    </w:p>
    <w:p w14:paraId="389BCF29" w14:textId="77777777" w:rsidR="00A46137" w:rsidRPr="00AB624F" w:rsidRDefault="00A46137" w:rsidP="00A46137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Utilizando</w:t>
      </w: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vocabulário, estruturas frásicas diversas e formas de tratamento adequados à situação comunicativa oral e escrita e ao público-alvo.</w:t>
      </w:r>
    </w:p>
    <w:p w14:paraId="4C671C27" w14:textId="77777777" w:rsidR="00A46137" w:rsidRPr="00AB624F" w:rsidRDefault="00A46137" w:rsidP="00A46137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2AAFF037" w14:textId="77777777" w:rsidR="00A46137" w:rsidRDefault="00A46137" w:rsidP="00A46137">
      <w:pPr>
        <w:spacing w:before="120" w:line="276" w:lineRule="auto"/>
        <w:ind w:left="567" w:hanging="567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B624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7B2777A7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263AC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5C0E2B4" w14:textId="34D66027" w:rsidR="008C76A8" w:rsidRPr="00A46137" w:rsidRDefault="00A46137" w:rsidP="00A4613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43C5E05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93C585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0E3EC1D" w14:textId="77777777" w:rsidR="00A46137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F7B22">
        <w:rPr>
          <w:rFonts w:ascii="Verdana Pro Light" w:eastAsia="Arial Unicode MS" w:hAnsi="Verdana Pro Light" w:cs="Arial Unicode MS"/>
          <w:sz w:val="18"/>
          <w:szCs w:val="18"/>
        </w:rPr>
        <w:t>Dispositivos tec</w:t>
      </w:r>
      <w:r>
        <w:rPr>
          <w:rFonts w:ascii="Verdana Pro Light" w:eastAsia="Arial Unicode MS" w:hAnsi="Verdana Pro Light" w:cs="Arial Unicode MS"/>
          <w:sz w:val="18"/>
          <w:szCs w:val="18"/>
        </w:rPr>
        <w:t>nológicos com acesso à internet</w:t>
      </w:r>
      <w:r w:rsidRPr="007D0F29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12E5C5FE" w14:textId="77777777" w:rsidR="00A46137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Conteúdos multimédia.</w:t>
      </w:r>
    </w:p>
    <w:p w14:paraId="3DD2B132" w14:textId="5EC5100E" w:rsidR="008C76A8" w:rsidRPr="00A46137" w:rsidRDefault="00A46137" w:rsidP="00A4613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Ferramentas de tradução, dicionários, entre outros.</w:t>
      </w:r>
    </w:p>
    <w:p w14:paraId="56E4A88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89F5DA" w14:textId="4905D1E9" w:rsidR="008C76A8" w:rsidRPr="00A46137" w:rsidRDefault="008C76A8" w:rsidP="00A4613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CFD5D08" w14:textId="77777777" w:rsidR="00C20171" w:rsidRPr="00DA3EB2" w:rsidRDefault="008C76A8" w:rsidP="00C20171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>
        <w:rPr>
          <w:rFonts w:ascii="Verdana Pro Light" w:hAnsi="Verdana Pro Light"/>
          <w:smallCaps/>
        </w:rPr>
        <w:br w:type="page"/>
      </w:r>
      <w:r w:rsidR="00C20171" w:rsidRPr="00DA3EB2">
        <w:rPr>
          <w:rFonts w:ascii="Verdana Pro Light" w:hAnsi="Verdana Pro Light" w:cstheme="minorHAnsi"/>
          <w:b/>
          <w:smallCaps/>
          <w:sz w:val="24"/>
          <w:szCs w:val="24"/>
        </w:rPr>
        <w:lastRenderedPageBreak/>
        <w:t>UC Opcionais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31FEF" w:rsidRPr="00136AD8" w14:paraId="490DC06A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F1E77F4" w14:textId="77777777" w:rsidR="00A31FEF" w:rsidRPr="00841C5C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841C5C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EECAF4C" w14:textId="77777777" w:rsidR="00A31FEF" w:rsidRPr="00841C5C" w:rsidRDefault="00A31FEF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376393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Produzir um projeto de comunicação</w:t>
            </w:r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gráfica</w:t>
            </w:r>
          </w:p>
        </w:tc>
      </w:tr>
    </w:tbl>
    <w:p w14:paraId="2F9B7920" w14:textId="77777777" w:rsidR="00A31FEF" w:rsidRPr="00136AD8" w:rsidRDefault="00A31FEF" w:rsidP="00A31FEF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7A829990" w14:textId="77777777" w:rsidR="00A31FEF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F4A1A73" w14:textId="77777777" w:rsidR="00A31FEF" w:rsidRPr="003200F2" w:rsidRDefault="00A31FEF" w:rsidP="00A31FEF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58E5B8C5" w14:textId="77777777" w:rsidR="00A31FEF" w:rsidRPr="00136AD8" w:rsidRDefault="00A31FEF" w:rsidP="00A31FEF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31FEF" w:rsidRPr="00136AD8" w14:paraId="707FE612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EE354E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31FEF" w:rsidRPr="00136AD8" w14:paraId="3457A8DC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AA40BD" w14:textId="77777777" w:rsidR="00A31FEF" w:rsidRDefault="00A31FEF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briefing,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1F828AC6" w14:textId="77777777" w:rsidR="00A31FEF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2139F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Planear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projeto e criar uma narrativa visual</w:t>
            </w:r>
          </w:p>
          <w:p w14:paraId="6E1287FF" w14:textId="77777777" w:rsidR="00A31FEF" w:rsidRDefault="00A31FEF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Selecionar meios e suportes,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peças gráficas, testar e reformular</w:t>
            </w:r>
          </w:p>
          <w:p w14:paraId="57F83912" w14:textId="77777777" w:rsidR="00A31FEF" w:rsidRDefault="00A31FEF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Elaborar uma estimativa de custos da produção gráfica das peças</w:t>
            </w:r>
          </w:p>
          <w:p w14:paraId="68B2560E" w14:textId="77777777" w:rsidR="00A31FEF" w:rsidRDefault="00A31FEF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Arte finalizar,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preparar as peças gráficas para pré-impressão</w:t>
            </w:r>
          </w:p>
          <w:p w14:paraId="1C9C5438" w14:textId="77777777" w:rsidR="00A31FEF" w:rsidRPr="0008537A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Elaborar uma memória descritiva do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A31FEF" w:rsidRPr="00136AD8" w14:paraId="301E6580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F5C276" w14:textId="77777777" w:rsidR="00A31FEF" w:rsidRPr="001B353A" w:rsidRDefault="00A31FEF" w:rsidP="00525066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31E7BB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193D9FB" w14:textId="77777777" w:rsidR="00A31FEF" w:rsidRPr="001B353A" w:rsidRDefault="00A31FEF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31FEF" w:rsidRPr="00136AD8" w14:paraId="1E015A3F" w14:textId="77777777" w:rsidTr="00525066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28A7E2" w14:textId="77777777" w:rsidR="00A31FEF" w:rsidRPr="00842D50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B608F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Publicidade e design de comunicação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7BD4E69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briefing </w:t>
            </w:r>
          </w:p>
          <w:p w14:paraId="4475ECA8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608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comunicação e estratégias publicitárias</w:t>
            </w:r>
          </w:p>
          <w:p w14:paraId="7B04D30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608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ensagem publicitária e comunicação visual</w:t>
            </w:r>
          </w:p>
          <w:p w14:paraId="03219AC1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comunicacionais</w:t>
            </w:r>
          </w:p>
          <w:p w14:paraId="3B3A897F" w14:textId="77777777" w:rsidR="00A31FEF" w:rsidRPr="00842D50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Meios e suportes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FB9AD7F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</w:p>
          <w:p w14:paraId="2141C23F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e técnicas</w:t>
            </w:r>
          </w:p>
          <w:p w14:paraId="72C5ADF2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Custos e orçamentação</w:t>
            </w:r>
          </w:p>
          <w:p w14:paraId="24AF0C8F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Produtos gráficos e audiências</w:t>
            </w:r>
          </w:p>
          <w:p w14:paraId="6A81964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Eficácia e sustentabilidade</w:t>
            </w:r>
          </w:p>
          <w:p w14:paraId="086FE556" w14:textId="77777777" w:rsidR="00A31FEF" w:rsidRPr="00842D50" w:rsidRDefault="00A31FEF" w:rsidP="00525066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Sistemas publicitários convencionais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7BDD428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Gráficos</w:t>
            </w:r>
          </w:p>
          <w:p w14:paraId="5880DA0C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Merchandising</w:t>
            </w:r>
          </w:p>
          <w:p w14:paraId="6239DE31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Tridimensionais</w:t>
            </w:r>
          </w:p>
          <w:p w14:paraId="610DE3DA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Sinaléticos</w:t>
            </w:r>
          </w:p>
          <w:p w14:paraId="6CEB0B2B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Vestuário</w:t>
            </w:r>
          </w:p>
          <w:p w14:paraId="10185CD2" w14:textId="77777777" w:rsidR="00A31FEF" w:rsidRPr="00C74134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Audiovisuais</w:t>
            </w:r>
          </w:p>
          <w:p w14:paraId="11ADA2DB" w14:textId="77777777" w:rsidR="00A31FEF" w:rsidRPr="00842D50" w:rsidRDefault="00A31FEF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na comunicação visual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D4D78BC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do briefing</w:t>
            </w:r>
          </w:p>
          <w:p w14:paraId="301DA195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A1E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 diacrónica, sincrónica, gráfica e de conteúdos</w:t>
            </w:r>
          </w:p>
          <w:p w14:paraId="7BCCB06F" w14:textId="77777777" w:rsidR="00A31FEF" w:rsidRPr="00CA1E02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A1E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 Objetivos e calendário do projeto</w:t>
            </w:r>
          </w:p>
          <w:p w14:paraId="76999452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várias hipóteses</w:t>
            </w:r>
          </w:p>
          <w:p w14:paraId="7CDC13AF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Simulações-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Maquetização</w:t>
            </w:r>
            <w:proofErr w:type="spellEnd"/>
          </w:p>
          <w:p w14:paraId="21EC1132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Testes</w:t>
            </w:r>
          </w:p>
          <w:p w14:paraId="785C5EF0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Reformulação</w:t>
            </w:r>
          </w:p>
          <w:p w14:paraId="0AB30ABC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finais</w:t>
            </w:r>
          </w:p>
          <w:p w14:paraId="11AF975B" w14:textId="77777777" w:rsidR="00A31FEF" w:rsidRPr="00D033DA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Prototipagem</w:t>
            </w:r>
          </w:p>
          <w:p w14:paraId="184E355C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gram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Pré- impressão</w:t>
            </w:r>
            <w:proofErr w:type="gramEnd"/>
          </w:p>
          <w:p w14:paraId="0B61BFD9" w14:textId="77777777" w:rsidR="00A31FEF" w:rsidRPr="00171914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A1E0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Memória descritiva/justificativa do projeto</w:t>
            </w:r>
          </w:p>
          <w:p w14:paraId="4009AEDD" w14:textId="77777777" w:rsidR="00A31FEF" w:rsidRPr="0082388E" w:rsidRDefault="00A31FEF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Processo criativo</w:t>
            </w:r>
          </w:p>
          <w:p w14:paraId="4E86359E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Metodologias de desenvolvimento de criatividade</w:t>
            </w:r>
          </w:p>
          <w:p w14:paraId="0DC3C65E" w14:textId="77777777" w:rsidR="00A31FEF" w:rsidRPr="00600B1A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desenvolvimento de processo criativo</w:t>
            </w:r>
          </w:p>
          <w:p w14:paraId="2A9DC111" w14:textId="77777777" w:rsidR="00A31FEF" w:rsidRPr="00C74134" w:rsidRDefault="00A31FEF" w:rsidP="00525066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47682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Interpretar um briefing</w:t>
            </w:r>
          </w:p>
          <w:p w14:paraId="2342F7B9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aspetos relevantes da estratégia de comunicação na seleção de meios e suportes</w:t>
            </w:r>
          </w:p>
          <w:p w14:paraId="5B264B46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características e finalidades dos meios e suportes de comunicação visual</w:t>
            </w:r>
          </w:p>
          <w:p w14:paraId="6722A451" w14:textId="77777777" w:rsidR="00A31FEF" w:rsidRPr="00C74134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custos associados aos diferentes meios e suportes de comunicação visual</w:t>
            </w:r>
          </w:p>
          <w:p w14:paraId="37069E87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sistemas publicitários convencionais</w:t>
            </w:r>
          </w:p>
          <w:p w14:paraId="13FC787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etapas da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comunicação visual</w:t>
            </w:r>
          </w:p>
          <w:p w14:paraId="57A705E9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metodologias e ferramentas de processo criativo</w:t>
            </w:r>
          </w:p>
          <w:p w14:paraId="3D9AA5D2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gráfica</w:t>
            </w:r>
          </w:p>
          <w:p w14:paraId="70D82B86" w14:textId="77777777" w:rsidR="00A31FEF" w:rsidRPr="00C74134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AA366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32B534D" w14:textId="77777777" w:rsidR="00A31FEF" w:rsidRDefault="00A31FEF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5027833E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16E2CC4D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cultural</w:t>
            </w:r>
          </w:p>
          <w:p w14:paraId="15C4533B" w14:textId="77777777" w:rsidR="00A31FEF" w:rsidRDefault="00A31FEF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 e criativo</w:t>
            </w:r>
          </w:p>
          <w:p w14:paraId="27B9CD2F" w14:textId="77777777" w:rsidR="00A31FEF" w:rsidRPr="000173C0" w:rsidRDefault="00A31FEF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4EFD205" w14:textId="77777777" w:rsidR="00A31FEF" w:rsidRDefault="00A31FEF" w:rsidP="00A31FEF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F58C6F5" w14:textId="77777777" w:rsidR="00A31FEF" w:rsidRPr="00F87025" w:rsidRDefault="00A31FEF" w:rsidP="00A31FEF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3BD5873C" w14:textId="77777777" w:rsidR="00A31FEF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t>Selecionar</w:t>
      </w:r>
      <w:r w:rsidRPr="00FF67F1">
        <w:rPr>
          <w:rFonts w:ascii="Verdana Pro Light" w:eastAsia="Arial Unicode MS" w:hAnsi="Verdana Pro Light" w:cs="Times New Roman"/>
          <w:b/>
          <w:sz w:val="18"/>
          <w:szCs w:val="18"/>
        </w:rPr>
        <w:t xml:space="preserve"> meios e suportes da comunicação visual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9B1E7BC" w14:textId="77777777" w:rsidR="00A31FEF" w:rsidRPr="00EE1409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EE1409">
        <w:rPr>
          <w:rFonts w:ascii="Verdana Pro Light" w:eastAsia="Arial Unicode MS" w:hAnsi="Verdana Pro Light" w:cs="Arial Unicode MS"/>
          <w:sz w:val="18"/>
          <w:szCs w:val="18"/>
        </w:rPr>
        <w:t>CD1. Respondendo às necessidades comunicacionais indicadas no briefing tendo em conta o público-alvo e os processos de produção gráfica</w:t>
      </w:r>
    </w:p>
    <w:p w14:paraId="0913D019" w14:textId="77777777" w:rsidR="00A31FEF" w:rsidRPr="00EE1409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EE1409">
        <w:rPr>
          <w:rFonts w:ascii="Verdana Pro Light" w:eastAsia="Arial Unicode MS" w:hAnsi="Verdana Pro Light" w:cs="Arial Unicode MS"/>
          <w:sz w:val="18"/>
          <w:szCs w:val="18"/>
        </w:rPr>
        <w:t>CD2. Elaborando uma estimativa orçamental tendo em conta os condicionalismos apresentados no briefing e os processos de produção gráfica</w:t>
      </w:r>
    </w:p>
    <w:p w14:paraId="5822F66B" w14:textId="77777777" w:rsidR="00A31FEF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EE1409">
        <w:rPr>
          <w:rFonts w:ascii="Verdana Pro Light" w:eastAsia="Arial Unicode MS" w:hAnsi="Verdana Pro Light" w:cs="Arial Unicode MS"/>
          <w:sz w:val="18"/>
          <w:szCs w:val="18"/>
        </w:rPr>
        <w:t>CD3. Preparando as peças gráficas para produção gráfica tendo em conta as características técnicas dos meios e suportes</w:t>
      </w:r>
    </w:p>
    <w:p w14:paraId="50544E92" w14:textId="77777777" w:rsidR="00A31FEF" w:rsidRPr="00EE1409" w:rsidRDefault="00A31FEF" w:rsidP="00A31FEF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CD4. Elaborando uma memória descritiva do projeto justificando as opções tomadas tendo em conta os objetivos e condicionalismos apresentados no briefing</w:t>
      </w:r>
    </w:p>
    <w:p w14:paraId="4D571FDD" w14:textId="77777777" w:rsidR="00A31FEF" w:rsidRPr="00136AD8" w:rsidRDefault="00A31FEF" w:rsidP="00A31FEF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6E3F8C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A88A4AA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6722008C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1E7BDF31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112E1699" w14:textId="77777777" w:rsidR="00A31FEF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30259D1C" w14:textId="77777777" w:rsidR="00A31FEF" w:rsidRPr="00A92466" w:rsidRDefault="00A31FEF" w:rsidP="00A31FEF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E09177C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DD6C17F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22C9E9A0" w14:textId="77777777" w:rsidR="00A31FEF" w:rsidRPr="004B5669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B5669"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de edição gráfica </w:t>
      </w:r>
    </w:p>
    <w:p w14:paraId="3714535A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21CE6E53" w14:textId="77777777" w:rsidR="00A31FEF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92466">
        <w:rPr>
          <w:rFonts w:ascii="Verdana Pro Light" w:eastAsia="Arial Unicode MS" w:hAnsi="Verdana Pro Light" w:cs="Arial Unicode MS"/>
          <w:sz w:val="18"/>
          <w:szCs w:val="18"/>
        </w:rPr>
        <w:t xml:space="preserve">Briefing para projeto </w:t>
      </w:r>
      <w:r>
        <w:rPr>
          <w:rFonts w:ascii="Verdana Pro Light" w:eastAsia="Arial Unicode MS" w:hAnsi="Verdana Pro Light" w:cs="Arial Unicode MS"/>
          <w:sz w:val="18"/>
          <w:szCs w:val="18"/>
        </w:rPr>
        <w:t>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 comunicação visual</w:t>
      </w:r>
      <w:r w:rsidRPr="00A92466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076B3CB3" w14:textId="77777777" w:rsidR="00A31FEF" w:rsidRPr="00A92466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92466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 w:rsidRPr="00A9246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projetos de publicidade e comunicação visual</w:t>
      </w:r>
    </w:p>
    <w:p w14:paraId="38044AA3" w14:textId="77777777" w:rsidR="00A31FEF" w:rsidRPr="00A92466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Tabelas de referência de custos de produtos gráficos</w:t>
      </w:r>
    </w:p>
    <w:p w14:paraId="17B01E1E" w14:textId="77777777" w:rsidR="00A31FEF" w:rsidRPr="006509D7" w:rsidRDefault="00A31FEF" w:rsidP="00A31FEF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A8022A3" w14:textId="77777777" w:rsidR="00A31FEF" w:rsidRPr="00F87025" w:rsidRDefault="00A31FEF" w:rsidP="00A31FEF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0BDBAD5" w14:textId="77777777" w:rsidR="00A31FEF" w:rsidRDefault="00A31FEF" w:rsidP="00A31FEF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09B53B46" w14:textId="77777777" w:rsidR="00A31FEF" w:rsidRPr="00C34354" w:rsidRDefault="00A31FEF" w:rsidP="00A31F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08AFA142" w14:textId="77777777" w:rsidR="00A31FEF" w:rsidRPr="00C34354" w:rsidRDefault="00A31FEF" w:rsidP="00A31FEF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publicidade, comunicação visual e design; ativo com recurso ao estudo de casos de projetos de publicidade e comunicação visual e </w:t>
      </w:r>
      <w:r w:rsidRPr="001207CD">
        <w:rPr>
          <w:rFonts w:ascii="Verdana Pro Light" w:eastAsia="Arial Unicode MS" w:hAnsi="Verdana Pro Light" w:cs="Arial Unicode MS"/>
          <w:sz w:val="18"/>
          <w:szCs w:val="18"/>
        </w:rPr>
        <w:t>basead</w:t>
      </w:r>
      <w:r>
        <w:rPr>
          <w:rFonts w:ascii="Verdana Pro Light" w:eastAsia="Arial Unicode MS" w:hAnsi="Verdana Pro Light" w:cs="Arial Unicode MS"/>
          <w:sz w:val="18"/>
          <w:szCs w:val="18"/>
        </w:rPr>
        <w:t>o</w:t>
      </w:r>
      <w:r w:rsidRPr="001207CD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na</w:t>
      </w:r>
      <w:r w:rsidRPr="001207CD">
        <w:rPr>
          <w:rFonts w:ascii="Verdana Pro Light" w:eastAsia="Arial Unicode MS" w:hAnsi="Verdana Pro Light" w:cs="Arial Unicode MS"/>
          <w:sz w:val="18"/>
          <w:szCs w:val="18"/>
        </w:rPr>
        <w:t xml:space="preserve"> ação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de desenvolvimento de um projeto que simule a prática real.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4CA2220" w14:textId="77777777" w:rsidR="00A31FEF" w:rsidRPr="00DE013D" w:rsidRDefault="00A31FEF" w:rsidP="00A31FEF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E4E7118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805205A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6E5C8E20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2AE4F1C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03655CE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8CB1EA4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5D1728B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40ECC36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DA31436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36E6544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07973F13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D9BFB9E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5253FB00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26399B9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DD1A583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46CDBBA6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1127C00C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28CD7492" w14:textId="77777777" w:rsidR="00E3153E" w:rsidRDefault="00E3153E" w:rsidP="00E3153E">
      <w:p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</w:p>
    <w:p w14:paraId="32CD79D9" w14:textId="48C32CEC" w:rsidR="00E3153E" w:rsidRPr="00E3153E" w:rsidRDefault="00E3153E" w:rsidP="00E3153E">
      <w:pPr>
        <w:spacing w:before="120" w:after="0" w:line="276" w:lineRule="auto"/>
        <w:rPr>
          <w:rFonts w:ascii="Verdana Pro Light" w:hAnsi="Verdana Pro Light"/>
          <w:smallCaps/>
        </w:rPr>
      </w:pPr>
      <w:r w:rsidRPr="00E3153E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3BB68EB" w14:textId="77777777" w:rsidR="00E3153E" w:rsidRPr="0095095D" w:rsidRDefault="00E3153E" w:rsidP="00E3153E">
      <w:pPr>
        <w:spacing w:before="120" w:after="0" w:line="276" w:lineRule="auto"/>
        <w:ind w:left="420"/>
        <w:rPr>
          <w:rFonts w:ascii="Verdana Pro Light" w:hAnsi="Verdana Pro Light"/>
          <w:smallCaps/>
        </w:rPr>
      </w:pPr>
    </w:p>
    <w:p w14:paraId="6AA9BB88" w14:textId="4EE6E0E9" w:rsidR="008C76A8" w:rsidRDefault="008C76A8" w:rsidP="008C76A8">
      <w:pPr>
        <w:rPr>
          <w:rFonts w:ascii="Verdana Pro Light" w:hAnsi="Verdana Pro Light"/>
          <w:smallCaps/>
        </w:rPr>
      </w:pPr>
    </w:p>
    <w:p w14:paraId="7C84A300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27183C5E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682B5D7D" w14:textId="77777777" w:rsidR="00E3153E" w:rsidRDefault="00E3153E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3153E" w:rsidRPr="00136AD8" w14:paraId="78131801" w14:textId="77777777" w:rsidTr="0086736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B7FD716" w14:textId="77777777" w:rsidR="00E3153E" w:rsidRPr="00F00431" w:rsidRDefault="00E3153E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00431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26B43C1" w14:textId="77777777" w:rsidR="00E3153E" w:rsidRPr="00F00431" w:rsidRDefault="00E3153E" w:rsidP="00867365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00431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Conceber um projeto de acabamentos</w:t>
            </w:r>
          </w:p>
        </w:tc>
      </w:tr>
    </w:tbl>
    <w:p w14:paraId="0F8CD6DA" w14:textId="77777777" w:rsidR="00E3153E" w:rsidRPr="00136AD8" w:rsidRDefault="00E3153E" w:rsidP="00E3153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91B1FAB" w14:textId="26A36DD7" w:rsidR="00E3153E" w:rsidRDefault="00E3153E" w:rsidP="00E3153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F00431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109ABEFD" w14:textId="61FEEA55" w:rsidR="00E3153E" w:rsidRPr="003200F2" w:rsidRDefault="00E3153E" w:rsidP="00E3153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 w:rsidR="00F00431"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B9D978D" w14:textId="77777777" w:rsidR="00E3153E" w:rsidRPr="00136AD8" w:rsidRDefault="00E3153E" w:rsidP="00E3153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3153E" w:rsidRPr="00136AD8" w14:paraId="2CA191E2" w14:textId="77777777" w:rsidTr="0086736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CBB313" w14:textId="77777777" w:rsidR="00E3153E" w:rsidRPr="001B353A" w:rsidRDefault="00E3153E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3153E" w:rsidRPr="00136AD8" w14:paraId="0F1F39A2" w14:textId="77777777" w:rsidTr="00867365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66447F" w14:textId="77777777" w:rsidR="00E3153E" w:rsidRDefault="00E3153E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Analisar o briefing de produção gráfica e as especificidades técnicas das peças gráficas</w:t>
            </w:r>
          </w:p>
          <w:p w14:paraId="675E9B38" w14:textId="77777777" w:rsidR="00E3153E" w:rsidRDefault="00E3153E" w:rsidP="0086736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os processos, técnicas e materiais para efetuar os acabamentos</w:t>
            </w:r>
          </w:p>
          <w:p w14:paraId="3375A071" w14:textId="77777777" w:rsidR="00E3153E" w:rsidRDefault="00E3153E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Organizar o fluxo de trabalho</w:t>
            </w:r>
          </w:p>
          <w:p w14:paraId="4298D482" w14:textId="77777777" w:rsidR="00E3153E" w:rsidRDefault="00E3153E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R4: Preparar os materiais, ferramentas e equipamentos </w:t>
            </w:r>
          </w:p>
          <w:p w14:paraId="7C1D67AC" w14:textId="77777777" w:rsidR="00E3153E" w:rsidRPr="0008537A" w:rsidRDefault="00E3153E" w:rsidP="0086736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Proceder aos acabamentos das diversas peças 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E3153E" w:rsidRPr="00136AD8" w14:paraId="55AF2CB3" w14:textId="77777777" w:rsidTr="0086736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F2B0FA" w14:textId="77777777" w:rsidR="00E3153E" w:rsidRPr="001B353A" w:rsidRDefault="00E3153E" w:rsidP="00867365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7C3857" w14:textId="77777777" w:rsidR="00E3153E" w:rsidRPr="001B353A" w:rsidRDefault="00E3153E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08A536D" w14:textId="77777777" w:rsidR="00E3153E" w:rsidRPr="001B353A" w:rsidRDefault="00E3153E" w:rsidP="00867365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3153E" w:rsidRPr="00136AD8" w14:paraId="03A76FE7" w14:textId="77777777" w:rsidTr="00867365">
        <w:trPr>
          <w:trHeight w:val="183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2C065" w14:textId="77777777" w:rsidR="00E3153E" w:rsidRPr="0094659A" w:rsidRDefault="00E3153E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Briefing de produção gráfica:</w:t>
            </w:r>
            <w:r w:rsidRPr="0094659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</w:p>
          <w:p w14:paraId="4DABC12D" w14:textId="77777777" w:rsidR="00E3153E" w:rsidRDefault="00E3153E" w:rsidP="00E315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que é, como se analisa, aspetos a ter em consideração</w:t>
            </w:r>
          </w:p>
          <w:p w14:paraId="511EB70F" w14:textId="77777777" w:rsidR="00E3153E" w:rsidRDefault="00E3153E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Técnicas de acabamentos</w:t>
            </w:r>
          </w:p>
          <w:p w14:paraId="2261A0E1" w14:textId="77777777" w:rsidR="00E3153E" w:rsidRDefault="00E3153E" w:rsidP="00E3153E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60" w:right="7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Tipologia, c</w:t>
            </w:r>
            <w:r w:rsidRPr="00C41B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aracterísticas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</w:t>
            </w:r>
            <w:r w:rsidRPr="00C41B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finalidades</w:t>
            </w:r>
          </w:p>
          <w:p w14:paraId="166596D5" w14:textId="77777777" w:rsidR="00E3153E" w:rsidRPr="00796E2F" w:rsidRDefault="00E3153E" w:rsidP="00E3153E">
            <w:pPr>
              <w:pStyle w:val="PargrafodaLista"/>
              <w:numPr>
                <w:ilvl w:val="0"/>
                <w:numId w:val="19"/>
              </w:numPr>
              <w:spacing w:before="120" w:after="0" w:line="276" w:lineRule="auto"/>
              <w:ind w:left="460" w:right="73" w:hanging="28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17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 e materiais</w:t>
            </w:r>
          </w:p>
          <w:p w14:paraId="52581A9B" w14:textId="77777777" w:rsidR="00E3153E" w:rsidRPr="00B30CCF" w:rsidRDefault="00E3153E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8214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Ferramentas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</w:t>
            </w:r>
            <w:r w:rsidRPr="00E8214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quipamentos</w:t>
            </w:r>
            <w:r w:rsidRPr="00B30CCF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901931D" w14:textId="77777777" w:rsidR="00E3153E" w:rsidRDefault="00E3153E" w:rsidP="00E315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finalidades</w:t>
            </w:r>
            <w:r w:rsidRPr="006F76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C757B1A" w14:textId="77777777" w:rsidR="00E3153E" w:rsidRPr="00E8214A" w:rsidRDefault="00E3153E" w:rsidP="00E315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manuseamento</w:t>
            </w:r>
          </w:p>
          <w:p w14:paraId="72007DCB" w14:textId="77777777" w:rsidR="00E3153E" w:rsidRPr="006F7633" w:rsidRDefault="00E3153E" w:rsidP="00867365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6F763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Segurança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 boas práticas</w:t>
            </w:r>
          </w:p>
          <w:p w14:paraId="17E6BD93" w14:textId="77777777" w:rsidR="00E3153E" w:rsidRDefault="00E3153E" w:rsidP="00E315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quipamentos de proteção individual (EPI).</w:t>
            </w:r>
          </w:p>
          <w:p w14:paraId="0A036861" w14:textId="77777777" w:rsidR="00E3153E" w:rsidRDefault="00E3153E" w:rsidP="00E315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620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solução de problemas comuns.</w:t>
            </w:r>
          </w:p>
          <w:p w14:paraId="3FC7F8A7" w14:textId="77777777" w:rsidR="00E3153E" w:rsidRDefault="00E3153E" w:rsidP="00E3153E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6F76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ateriais sustentáveis para acabamentos </w:t>
            </w:r>
          </w:p>
          <w:p w14:paraId="759AE6F9" w14:textId="77777777" w:rsidR="00E3153E" w:rsidRPr="00796E2F" w:rsidRDefault="00E3153E" w:rsidP="00E3153E">
            <w:pPr>
              <w:pStyle w:val="PargrafodaLista"/>
              <w:numPr>
                <w:ilvl w:val="0"/>
                <w:numId w:val="18"/>
              </w:numPr>
              <w:spacing w:before="120" w:after="0" w:line="276" w:lineRule="auto"/>
              <w:ind w:left="460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96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do tempo e organização do fluxo de trabalho.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BC329" w14:textId="77777777" w:rsidR="00E3153E" w:rsidRDefault="00E3153E" w:rsidP="00E315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um briefing de produção gráfica</w:t>
            </w:r>
          </w:p>
          <w:p w14:paraId="3C9ADA88" w14:textId="77777777" w:rsidR="00E3153E" w:rsidRDefault="00E3153E" w:rsidP="00E315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diferentes processos e tecnologias de acabamentos</w:t>
            </w:r>
          </w:p>
          <w:p w14:paraId="1BBE56B2" w14:textId="77777777" w:rsidR="00E3153E" w:rsidRPr="00796E2F" w:rsidRDefault="00E3153E" w:rsidP="00E315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vários tipos de acabamentos</w:t>
            </w:r>
          </w:p>
          <w:p w14:paraId="7010A27C" w14:textId="77777777" w:rsidR="00E3153E" w:rsidRDefault="00E3153E" w:rsidP="00E315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ferramentas e equipamentos para processos de acabamentos</w:t>
            </w:r>
          </w:p>
          <w:p w14:paraId="49365540" w14:textId="77777777" w:rsidR="00E3153E" w:rsidRPr="00FB6877" w:rsidRDefault="00E3153E" w:rsidP="00E315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procedimentos de segurança e boas práticas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148CC" w14:textId="77777777" w:rsidR="00E3153E" w:rsidRDefault="00E3153E" w:rsidP="00E315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9029E10" w14:textId="77777777" w:rsidR="00E3153E" w:rsidRDefault="00E3153E" w:rsidP="00E3153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476B17F" w14:textId="77777777" w:rsidR="00E3153E" w:rsidRDefault="00E3153E" w:rsidP="00E315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5883F4E8" w14:textId="77777777" w:rsidR="00E3153E" w:rsidRDefault="00E3153E" w:rsidP="00E315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595742B8" w14:textId="77777777" w:rsidR="00E3153E" w:rsidRPr="000173C0" w:rsidRDefault="00E3153E" w:rsidP="00867365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97CA957" w14:textId="77777777" w:rsidR="00E3153E" w:rsidRDefault="00E3153E" w:rsidP="00E3153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E793FD4" w14:textId="77777777" w:rsidR="00E3153E" w:rsidRPr="00F87025" w:rsidRDefault="00E3153E" w:rsidP="00E3153E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C927DF6" w14:textId="77777777" w:rsidR="00E3153E" w:rsidRDefault="00E3153E" w:rsidP="00E3153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94F68">
        <w:rPr>
          <w:rFonts w:ascii="Verdana Pro Light" w:eastAsia="Arial Unicode MS" w:hAnsi="Verdana Pro Light" w:cs="Times New Roman"/>
          <w:b/>
          <w:sz w:val="18"/>
          <w:szCs w:val="18"/>
        </w:rPr>
        <w:t>Conceber um projeto de acabamentos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AF706F5" w14:textId="77777777" w:rsidR="00E3153E" w:rsidRPr="009D7FE3" w:rsidRDefault="00E3153E" w:rsidP="00E3153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CD1. Analisando </w:t>
      </w:r>
      <w:r>
        <w:rPr>
          <w:rFonts w:ascii="Verdana Pro Light" w:eastAsia="Arial Unicode MS" w:hAnsi="Verdana Pro Light" w:cs="Arial Unicode MS"/>
          <w:sz w:val="18"/>
          <w:szCs w:val="18"/>
        </w:rPr>
        <w:t>o briefing de produção gráfica e selecionando os processos de acabamentos, materiais e suportes tendo em conta as especificidades técnicas das peças gráficas</w:t>
      </w:r>
    </w:p>
    <w:p w14:paraId="31D2AE82" w14:textId="77777777" w:rsidR="00E3153E" w:rsidRPr="009D7FE3" w:rsidRDefault="00E3153E" w:rsidP="00E3153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CD2. Organizando o fluxo de trabalho tendo em conta a organização da empresa</w:t>
      </w:r>
    </w:p>
    <w:p w14:paraId="7A7D9255" w14:textId="77777777" w:rsidR="00E3153E" w:rsidRDefault="00E3153E" w:rsidP="00E3153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9D7FE3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3</w:t>
      </w:r>
      <w:r w:rsidRPr="009D7FE3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>Preparando os materiais, ferramentas e equipamentos tendo em conta as especificidades técnicas das peças gráficas</w:t>
      </w:r>
    </w:p>
    <w:p w14:paraId="3E63B04E" w14:textId="77777777" w:rsidR="00E3153E" w:rsidRPr="006C4B3A" w:rsidRDefault="00E3153E" w:rsidP="00E3153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CD4. Procedendo aos acabamentos das peças gráficas tendo em conta as normas de segurança 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16F69B2" w14:textId="77777777" w:rsidR="00E3153E" w:rsidRPr="00F87025" w:rsidRDefault="00E3153E" w:rsidP="00E3153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A367E78" w14:textId="77777777" w:rsidR="00E3153E" w:rsidRPr="00796E2F" w:rsidRDefault="00E3153E" w:rsidP="00E3153E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79EB343" w14:textId="77777777" w:rsidR="00E3153E" w:rsidRPr="00F87025" w:rsidRDefault="00E3153E" w:rsidP="00E3153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E4FD9F2" w14:textId="77777777" w:rsidR="00E3153E" w:rsidRDefault="00E3153E" w:rsidP="00E3153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Peças gráficas para acabamentos </w:t>
      </w:r>
    </w:p>
    <w:p w14:paraId="1868F321" w14:textId="77777777" w:rsidR="00E3153E" w:rsidRDefault="00E3153E" w:rsidP="00E3153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AD7F09">
        <w:rPr>
          <w:rFonts w:ascii="Verdana Pro Light" w:eastAsia="Arial Unicode MS" w:hAnsi="Verdana Pro Light" w:cs="Arial Unicode MS"/>
          <w:sz w:val="18"/>
          <w:szCs w:val="18"/>
        </w:rPr>
        <w:t xml:space="preserve">Ferramentas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de acabamentos </w:t>
      </w:r>
    </w:p>
    <w:p w14:paraId="0D440724" w14:textId="77777777" w:rsidR="00E3153E" w:rsidRPr="00AD7F09" w:rsidRDefault="00E3153E" w:rsidP="00E3153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 para acabamentos</w:t>
      </w:r>
    </w:p>
    <w:p w14:paraId="05D2B4DE" w14:textId="77777777" w:rsidR="00E3153E" w:rsidRDefault="00E3153E" w:rsidP="00E3153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Materiais para acabamentos </w:t>
      </w:r>
    </w:p>
    <w:p w14:paraId="7F715261" w14:textId="77777777" w:rsidR="00E3153E" w:rsidRDefault="00E3153E" w:rsidP="00E3153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Manual de normas de proteção individual</w:t>
      </w:r>
    </w:p>
    <w:p w14:paraId="39725A1C" w14:textId="77777777" w:rsidR="00E3153E" w:rsidRDefault="00E3153E" w:rsidP="00E3153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Manuais de normas de fabricantes para equipamentos e acabamentos</w:t>
      </w:r>
    </w:p>
    <w:p w14:paraId="72F7BC36" w14:textId="77777777" w:rsidR="00E3153E" w:rsidRDefault="00E3153E" w:rsidP="00E3153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118C7">
        <w:rPr>
          <w:rFonts w:ascii="Verdana Pro Light" w:eastAsia="Arial Unicode MS" w:hAnsi="Verdana Pro Light" w:cs="Arial Unicode MS"/>
          <w:sz w:val="18"/>
          <w:szCs w:val="18"/>
        </w:rPr>
        <w:t xml:space="preserve">Exemplos de </w:t>
      </w:r>
      <w:r>
        <w:rPr>
          <w:rFonts w:ascii="Verdana Pro Light" w:eastAsia="Arial Unicode MS" w:hAnsi="Verdana Pro Light" w:cs="Arial Unicode MS"/>
          <w:sz w:val="18"/>
          <w:szCs w:val="18"/>
        </w:rPr>
        <w:t>peças gráficas com acabamentos diversos</w:t>
      </w:r>
    </w:p>
    <w:p w14:paraId="24FC4DDE" w14:textId="77777777" w:rsidR="00E3153E" w:rsidRPr="00796E2F" w:rsidRDefault="00E3153E" w:rsidP="00E3153E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Bancadas de trabalho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E440700" w14:textId="77777777" w:rsidR="00E3153E" w:rsidRPr="00F87025" w:rsidRDefault="00E3153E" w:rsidP="00E3153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2CD8489" w14:textId="77777777" w:rsidR="00E3153E" w:rsidRDefault="00E3153E" w:rsidP="00E3153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71624738" w14:textId="77777777" w:rsidR="00E3153E" w:rsidRPr="00C34354" w:rsidRDefault="00E3153E" w:rsidP="00E3153E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62532C2C" w14:textId="77777777" w:rsidR="00E3153E" w:rsidRDefault="00E3153E" w:rsidP="00E3153E">
      <w:pPr>
        <w:pStyle w:val="PargrafodaLista"/>
        <w:spacing w:before="120" w:after="0" w:line="276" w:lineRule="auto"/>
        <w:ind w:left="780"/>
        <w:rPr>
          <w:rFonts w:ascii="Verdana Pro Light" w:eastAsia="Arial Unicode MS" w:hAnsi="Verdana Pro Light" w:cs="Arial Unicode MS"/>
          <w:sz w:val="18"/>
          <w:szCs w:val="18"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simulada e ativo com recurso ao estudo de casos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peças gráficas com acabamentos diversos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>e baseado na ação de desenvolvimento de projeto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 práticos de acabamentos </w:t>
      </w:r>
    </w:p>
    <w:p w14:paraId="2BD28581" w14:textId="77777777" w:rsidR="00E3153E" w:rsidRPr="00675CBE" w:rsidRDefault="00E3153E" w:rsidP="00E3153E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46586075" w14:textId="77777777" w:rsidR="00E3153E" w:rsidRPr="002313E8" w:rsidRDefault="00E3153E" w:rsidP="00E3153E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77943FE" w14:textId="77777777" w:rsidR="00E3153E" w:rsidRPr="00660EB6" w:rsidRDefault="00E3153E" w:rsidP="00E3153E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Sugere-se o desdobramento da turma</w:t>
      </w:r>
    </w:p>
    <w:p w14:paraId="123238CC" w14:textId="77777777" w:rsidR="00E3153E" w:rsidRPr="00660EB6" w:rsidRDefault="00E3153E" w:rsidP="00E3153E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2BB9B590" w14:textId="77777777" w:rsidR="00E3153E" w:rsidRPr="00A71236" w:rsidRDefault="00E3153E" w:rsidP="00E3153E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A71236">
        <w:rPr>
          <w:rFonts w:ascii="Verdana Pro Light" w:hAnsi="Verdana Pro Light"/>
          <w:smallCaps/>
        </w:rPr>
        <w:t>Recursos indispensáveis</w:t>
      </w:r>
      <w:r w:rsidRPr="00A71236">
        <w:rPr>
          <w:rFonts w:ascii="Verdana Pro Light" w:hAnsi="Verdana Pro Light"/>
          <w:smallCaps/>
        </w:rPr>
        <w:br/>
      </w:r>
      <w:r w:rsidRPr="00A71236">
        <w:rPr>
          <w:rFonts w:ascii="Verdana Pro Light" w:eastAsia="Arial Unicode MS" w:hAnsi="Verdana Pro Light" w:cs="Arial Unicode MS"/>
          <w:sz w:val="18"/>
          <w:szCs w:val="18"/>
        </w:rPr>
        <w:t>Equipamentos, ferramentas e materiais para acabamentos em alternativa parceria com uma gráfica, empresa de impressão ou outra entidade que permita através de workshops a prática d</w:t>
      </w:r>
      <w:r>
        <w:rPr>
          <w:rFonts w:ascii="Verdana Pro Light" w:eastAsia="Arial Unicode MS" w:hAnsi="Verdana Pro Light" w:cs="Arial Unicode MS"/>
          <w:sz w:val="18"/>
          <w:szCs w:val="18"/>
        </w:rPr>
        <w:t>e acabamentos em peças 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E772BC8" w14:textId="77777777" w:rsidR="00E3153E" w:rsidRPr="002313E8" w:rsidRDefault="00E3153E" w:rsidP="00E3153E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313E8">
        <w:rPr>
          <w:rFonts w:ascii="Verdana Pro Light" w:hAnsi="Verdana Pro Light"/>
          <w:smallCaps/>
        </w:rPr>
        <w:t>PRECEDÊNCIAS</w:t>
      </w:r>
      <w:r w:rsidRPr="002313E8">
        <w:rPr>
          <w:rFonts w:ascii="Verdana Pro Light" w:hAnsi="Verdana Pro Light"/>
          <w:smallCaps/>
        </w:rPr>
        <w:br/>
      </w:r>
      <w:r w:rsidRPr="002313E8">
        <w:rPr>
          <w:rFonts w:ascii="Verdana Pro Light" w:eastAsia="Arial Unicode MS" w:hAnsi="Verdana Pro Light" w:cs="Arial Unicode MS"/>
          <w:sz w:val="18"/>
          <w:szCs w:val="18"/>
        </w:rPr>
        <w:t xml:space="preserve"> UC</w:t>
      </w:r>
      <w:proofErr w:type="gramStart"/>
      <w:r w:rsidRPr="002313E8">
        <w:rPr>
          <w:rFonts w:ascii="Verdana Pro Light" w:eastAsia="Arial Unicode MS" w:hAnsi="Verdana Pro Light" w:cs="Arial Unicode MS"/>
          <w:sz w:val="18"/>
          <w:szCs w:val="18"/>
        </w:rPr>
        <w:t>_</w:t>
      </w:r>
      <w:r w:rsidRPr="002313E8">
        <w:t xml:space="preserve"> </w:t>
      </w:r>
      <w:r w:rsidRPr="002313E8">
        <w:rPr>
          <w:rFonts w:ascii="Verdana Pro Light" w:eastAsia="Arial Unicode MS" w:hAnsi="Verdana Pro Light" w:cs="Arial Unicode MS"/>
          <w:sz w:val="18"/>
          <w:szCs w:val="18"/>
        </w:rPr>
        <w:t>Implementar</w:t>
      </w:r>
      <w:proofErr w:type="gramEnd"/>
      <w:r w:rsidRPr="002313E8">
        <w:rPr>
          <w:rFonts w:ascii="Verdana Pro Light" w:eastAsia="Arial Unicode MS" w:hAnsi="Verdana Pro Light" w:cs="Arial Unicode MS"/>
          <w:sz w:val="18"/>
          <w:szCs w:val="18"/>
        </w:rPr>
        <w:t xml:space="preserve"> as normas de segurança e saúde no trabalho na área das artes gráficas</w:t>
      </w:r>
    </w:p>
    <w:p w14:paraId="0CD762AA" w14:textId="77777777" w:rsidR="00E3153E" w:rsidRPr="0095095D" w:rsidRDefault="00E3153E" w:rsidP="00E3153E">
      <w:pPr>
        <w:spacing w:before="120" w:after="0" w:line="276" w:lineRule="auto"/>
        <w:ind w:left="420"/>
        <w:rPr>
          <w:rFonts w:ascii="Verdana Pro Light" w:hAnsi="Verdana Pro Light"/>
          <w:smallCaps/>
        </w:rPr>
      </w:pPr>
    </w:p>
    <w:p w14:paraId="574A966A" w14:textId="2A62228C" w:rsidR="008C76A8" w:rsidRDefault="008C76A8" w:rsidP="008C76A8">
      <w:pPr>
        <w:rPr>
          <w:rFonts w:ascii="Verdana Pro Light" w:hAnsi="Verdana Pro Light"/>
          <w:smallCaps/>
        </w:rPr>
      </w:pPr>
    </w:p>
    <w:p w14:paraId="5BF566A0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6AD69BC5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3CA350DB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57BE5F46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3B08FB63" w14:textId="77777777" w:rsidR="00E3153E" w:rsidRDefault="00E3153E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3553B" w:rsidRPr="00136AD8" w14:paraId="4D50ECD2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CB2CAE6" w14:textId="77777777" w:rsidR="0053553B" w:rsidRPr="0048466A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48466A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21EA947" w14:textId="77777777" w:rsidR="0053553B" w:rsidRPr="0048466A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E870A7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Paginar publicações</w:t>
            </w:r>
          </w:p>
        </w:tc>
      </w:tr>
    </w:tbl>
    <w:p w14:paraId="349A20F0" w14:textId="77777777" w:rsidR="0053553B" w:rsidRPr="00136AD8" w:rsidRDefault="0053553B" w:rsidP="0053553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7EE5934" w14:textId="77777777" w:rsidR="0053553B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DE0D458" w14:textId="77777777" w:rsidR="0053553B" w:rsidRPr="003200F2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253EED24" w14:textId="77777777" w:rsidR="0053553B" w:rsidRPr="00136AD8" w:rsidRDefault="0053553B" w:rsidP="0053553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3553B" w:rsidRPr="00136AD8" w14:paraId="2A0CDF13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1C4841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3553B" w:rsidRPr="00136AD8" w14:paraId="311F87FC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D6A050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1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Determinar colunas e blocos de texto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definir os estilos de </w:t>
            </w:r>
            <w:r w:rsidRPr="00FE62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parágrafo e de caracter</w:t>
            </w:r>
          </w:p>
          <w:p w14:paraId="26D0F0AF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os sistemas de cor e a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plicar cores e grafismos às páginas e textos</w:t>
            </w:r>
          </w:p>
          <w:p w14:paraId="38AE3853" w14:textId="77777777" w:rsidR="0053553B" w:rsidRPr="00A23DB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R3. Criar o layout da publicação e aplicar em páginas mestras</w:t>
            </w:r>
          </w:p>
          <w:p w14:paraId="0EB39E53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 w:rsidRPr="00FE62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a interação de texto e imagens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formatar tabelas</w:t>
            </w:r>
          </w:p>
          <w:p w14:paraId="1BCD8549" w14:textId="77777777" w:rsidR="0053553B" w:rsidRPr="00A23DB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</w:t>
            </w:r>
            <w:r w:rsidRPr="00FE62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índices e notas de rodapé</w:t>
            </w:r>
          </w:p>
          <w:p w14:paraId="367EFEA9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6</w:t>
            </w:r>
            <w:r w:rsidRPr="00A23DB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publicação,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o formato do ficheiro,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</w:t>
            </w:r>
            <w:r w:rsidRPr="009D0757">
              <w:rPr>
                <w:rFonts w:ascii="Verdana Pro Light" w:eastAsia="Arial Unicode MS" w:hAnsi="Verdana Pro Light" w:cs="Arial Unicode MS"/>
                <w:sz w:val="18"/>
                <w:szCs w:val="18"/>
              </w:rPr>
              <w:t>alvar, exportar e imprimir</w:t>
            </w:r>
          </w:p>
          <w:p w14:paraId="40FC7BA0" w14:textId="77777777" w:rsidR="0053553B" w:rsidRPr="0008537A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3553B" w:rsidRPr="00136AD8" w14:paraId="2737F913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B0A6BD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F9727C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CA9C002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3553B" w:rsidRPr="00136AD8" w14:paraId="20872667" w14:textId="77777777" w:rsidTr="00525066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B1A68" w14:textId="77777777" w:rsidR="0053553B" w:rsidRPr="00693422" w:rsidRDefault="0053553B" w:rsidP="00525066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criação de um documento – Dimensões; Definição da mancha; margens e sangrias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2710CCB8" w14:textId="77777777" w:rsidR="0053553B" w:rsidRDefault="0053553B" w:rsidP="00525066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Como moldar o texto a imagens - Interação de texto e imagens</w:t>
            </w:r>
          </w:p>
          <w:p w14:paraId="4A8A6684" w14:textId="77777777" w:rsidR="0053553B" w:rsidRPr="00693422" w:rsidRDefault="0053553B" w:rsidP="00525066">
            <w:pPr>
              <w:pStyle w:val="PargrafodaLista"/>
              <w:ind w:left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8BAE38" w14:textId="77777777" w:rsidR="0053553B" w:rsidRPr="00693422" w:rsidRDefault="0053553B" w:rsidP="00525066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páginas mestras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BA77323" w14:textId="77777777" w:rsidR="0053553B" w:rsidRPr="00693422" w:rsidRDefault="0053553B" w:rsidP="00525066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colunas e as </w:t>
            </w:r>
            <w:proofErr w:type="spellStart"/>
            <w:r w:rsidRPr="0069342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Baseline</w:t>
            </w:r>
            <w:proofErr w:type="spellEnd"/>
            <w:r w:rsidRPr="0069342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693422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Grid</w:t>
            </w:r>
            <w:proofErr w:type="spellEnd"/>
            <w:r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br/>
            </w:r>
          </w:p>
          <w:p w14:paraId="01F8C290" w14:textId="77777777" w:rsidR="0053553B" w:rsidRPr="00693422" w:rsidRDefault="0053553B" w:rsidP="00525066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estilos de parágrafo e de caracter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F4CAE4F" w14:textId="77777777" w:rsidR="0053553B" w:rsidRPr="00693422" w:rsidRDefault="0053553B" w:rsidP="00525066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listas e índices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7BC7D5AE" w14:textId="77777777" w:rsidR="0053553B" w:rsidRPr="00693422" w:rsidRDefault="0053553B" w:rsidP="00525066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tabelas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3C5D61E8" w14:textId="77777777" w:rsidR="0053553B" w:rsidRPr="00693422" w:rsidRDefault="0053553B" w:rsidP="00525066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notas de rodapé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6581D81F" w14:textId="77777777" w:rsidR="0053553B" w:rsidRPr="00693422" w:rsidRDefault="0053553B" w:rsidP="00525066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saídas e análise de provas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14D0B1B" w14:textId="77777777" w:rsidR="0053553B" w:rsidRPr="00693422" w:rsidRDefault="0053553B" w:rsidP="00525066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técnicas de </w:t>
            </w:r>
            <w:proofErr w:type="spellStart"/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maquetização</w:t>
            </w:r>
            <w:proofErr w:type="spellEnd"/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revisão e acertos de provas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43AFEF96" w14:textId="77777777" w:rsidR="0053553B" w:rsidRPr="00693422" w:rsidRDefault="0053553B" w:rsidP="00525066">
            <w:pPr>
              <w:pStyle w:val="PargrafodaLista"/>
              <w:numPr>
                <w:ilvl w:val="0"/>
                <w:numId w:val="9"/>
              </w:numPr>
              <w:ind w:left="176" w:hanging="119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93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preparação para impressão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873318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Pr="008F49C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principais programas informáticos para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paginação</w:t>
            </w:r>
          </w:p>
          <w:p w14:paraId="10C00540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 sistemas de cor</w:t>
            </w:r>
          </w:p>
          <w:p w14:paraId="31962073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formatos de ficheiros</w:t>
            </w:r>
          </w:p>
          <w:p w14:paraId="67679818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C</w:t>
            </w: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aracterizar os elementos e a estrutura da uma página e de uma publicação</w:t>
            </w:r>
          </w:p>
          <w:p w14:paraId="0C42B307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78DB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maquetas e layouts</w:t>
            </w:r>
          </w:p>
          <w:p w14:paraId="75DAD301" w14:textId="77777777" w:rsidR="0053553B" w:rsidRPr="007C5C9D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C5C9D"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 métodos e técnicas de paginação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publicações.</w:t>
            </w:r>
          </w:p>
          <w:p w14:paraId="66DDC7CB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digitais de edição gráfica</w:t>
            </w:r>
          </w:p>
          <w:p w14:paraId="6546AF74" w14:textId="77777777" w:rsidR="0053553B" w:rsidRPr="00A82986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5E6E1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3A373B9A" w14:textId="77777777" w:rsidR="0053553B" w:rsidRDefault="0053553B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73F65211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4BB74F2F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estético e criativo</w:t>
            </w:r>
          </w:p>
          <w:p w14:paraId="5265A566" w14:textId="77777777" w:rsidR="0053553B" w:rsidRPr="00AF3757" w:rsidRDefault="0053553B" w:rsidP="00525066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BD909EB" w14:textId="77777777" w:rsidR="0053553B" w:rsidRDefault="0053553B" w:rsidP="0053553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05E67AB" w14:textId="77777777" w:rsidR="0053553B" w:rsidRPr="00F87025" w:rsidRDefault="0053553B" w:rsidP="0053553B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0BBE928" w14:textId="77777777" w:rsidR="0053553B" w:rsidRPr="00AD56F4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4B743D">
        <w:rPr>
          <w:rFonts w:ascii="Verdana Pro Light" w:eastAsia="Arial Unicode MS" w:hAnsi="Verdana Pro Light" w:cs="Times New Roman"/>
          <w:b/>
          <w:sz w:val="18"/>
          <w:szCs w:val="18"/>
        </w:rPr>
        <w:t>Paginar publicações</w:t>
      </w:r>
      <w:r w:rsidRPr="00AD56F4">
        <w:rPr>
          <w:rFonts w:ascii="Verdana Pro Light" w:eastAsia="Arial Unicode MS" w:hAnsi="Verdana Pro Light" w:cs="Arial Unicode MS"/>
          <w:sz w:val="18"/>
          <w:szCs w:val="18"/>
        </w:rPr>
        <w:t>:</w:t>
      </w:r>
    </w:p>
    <w:p w14:paraId="53EC7BCC" w14:textId="77777777" w:rsidR="0053553B" w:rsidRPr="00F02690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CD1. Formatando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 organizando 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>corretamente 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página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mestras tendo em conta o layout definido</w:t>
      </w:r>
    </w:p>
    <w:p w14:paraId="325619E7" w14:textId="77777777" w:rsidR="0053553B" w:rsidRPr="00F02690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Selecionando corretamente as ferramentas do programa para criar o layout da página, editar e paginar o texto </w:t>
      </w:r>
    </w:p>
    <w:p w14:paraId="2C2C6FC3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CD3.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Utilizando camadas </w:t>
      </w:r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(</w:t>
      </w:r>
      <w:proofErr w:type="spellStart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layers</w:t>
      </w:r>
      <w:proofErr w:type="spellEnd"/>
      <w:r w:rsidRPr="009D0757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)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para gerir corretamente o processo de construção do layout das páginas</w:t>
      </w:r>
    </w:p>
    <w:p w14:paraId="3FC85233" w14:textId="77777777" w:rsidR="0053553B" w:rsidRPr="00F02690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CD4. Usando de forma adequada os sistemas de cor tendo em conta o canal de difusão </w:t>
      </w:r>
    </w:p>
    <w:p w14:paraId="03063783" w14:textId="77777777" w:rsidR="0053553B" w:rsidRPr="00F02690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sz w:val="18"/>
          <w:szCs w:val="18"/>
        </w:rPr>
      </w:pPr>
      <w:r w:rsidRPr="00F02690">
        <w:rPr>
          <w:rFonts w:ascii="Verdana Pro Light" w:eastAsia="Arial Unicode MS" w:hAnsi="Verdana Pro Light" w:cs="Arial Unicode MS"/>
          <w:sz w:val="18"/>
          <w:szCs w:val="18"/>
        </w:rPr>
        <w:lastRenderedPageBreak/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5</w:t>
      </w:r>
      <w:r w:rsidRPr="00F02690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Salvando e exportando nos formatos corretos tendo em conta o canal de difusão </w:t>
      </w:r>
    </w:p>
    <w:p w14:paraId="208C4CEC" w14:textId="77777777" w:rsidR="0053553B" w:rsidRPr="00136AD8" w:rsidRDefault="0053553B" w:rsidP="0053553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16FB348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53DAED0" w14:textId="77777777" w:rsidR="0053553B" w:rsidRPr="00984B30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5A6863B6" w14:textId="77777777" w:rsidR="0053553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71C62A96" w14:textId="77777777" w:rsidR="0053553B" w:rsidRPr="00643045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Editoras (jornais, revistas, livros)</w:t>
      </w:r>
    </w:p>
    <w:p w14:paraId="5A5CA4CB" w14:textId="77777777" w:rsidR="0053553B" w:rsidRPr="00E2794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2F2AD398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9042B83" w14:textId="77777777" w:rsidR="0053553B" w:rsidRPr="00436CB6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50060A65" w14:textId="77777777" w:rsidR="0053553B" w:rsidRPr="007F359E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b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 w:rsidRPr="007F359E">
        <w:rPr>
          <w:rFonts w:ascii="Verdana Pro Light" w:eastAsia="Arial Unicode MS" w:hAnsi="Verdana Pro Light" w:cs="Times New Roman"/>
          <w:bCs/>
          <w:sz w:val="18"/>
          <w:szCs w:val="18"/>
        </w:rPr>
        <w:t xml:space="preserve">edição de Layout de páginas </w:t>
      </w:r>
    </w:p>
    <w:p w14:paraId="12C99B50" w14:textId="77777777" w:rsidR="0053553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Referências sobre tutoriais de edição de texto e paginação </w:t>
      </w:r>
    </w:p>
    <w:p w14:paraId="5B57FEA3" w14:textId="77777777" w:rsidR="0053553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Textos, imagens e grafismos para construir layout de páginas</w:t>
      </w:r>
    </w:p>
    <w:p w14:paraId="59D0A45B" w14:textId="77777777" w:rsidR="0053553B" w:rsidRPr="006D29AD" w:rsidRDefault="0053553B" w:rsidP="0053553B">
      <w:pPr>
        <w:pStyle w:val="PargrafodaLista"/>
        <w:spacing w:before="120" w:after="0" w:line="276" w:lineRule="auto"/>
        <w:ind w:left="579"/>
        <w:rPr>
          <w:rFonts w:ascii="Verdana Pro Light" w:eastAsia="Arial Unicode MS" w:hAnsi="Verdana Pro Light" w:cs="Arial Unicode MS"/>
          <w:sz w:val="18"/>
          <w:szCs w:val="18"/>
        </w:rPr>
      </w:pPr>
      <w:r w:rsidRPr="006D29AD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43E1B8A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DD5D5EF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336B1A8B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5DA77ACA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134F305E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5C1C0EC3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35DC85D4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6A91943B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420B53D6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491A3475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00D1B937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0E632C52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7E7E998B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68DC358D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766D8F70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1E510165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74023F7C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13DAE4BE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6499EB7A" w14:textId="77777777" w:rsidR="0053553B" w:rsidRDefault="0053553B" w:rsidP="008C76A8">
      <w:pPr>
        <w:rPr>
          <w:rFonts w:ascii="Verdana Pro Light" w:hAnsi="Verdana Pro Light"/>
          <w:smallCaps/>
        </w:rPr>
      </w:pPr>
    </w:p>
    <w:p w14:paraId="61AF868E" w14:textId="77777777" w:rsidR="00E3153E" w:rsidRDefault="00E3153E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3553B" w:rsidRPr="00136AD8" w14:paraId="7A77DD25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3F79F74" w14:textId="77777777" w:rsidR="0053553B" w:rsidRPr="005E3A08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5E3A08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DACD518" w14:textId="77777777" w:rsidR="0053553B" w:rsidRPr="005E3A08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E41862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Criar embalagens</w:t>
            </w:r>
          </w:p>
        </w:tc>
      </w:tr>
    </w:tbl>
    <w:p w14:paraId="636BD611" w14:textId="77777777" w:rsidR="0053553B" w:rsidRPr="00136AD8" w:rsidRDefault="0053553B" w:rsidP="0053553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B002D4E" w14:textId="77777777" w:rsidR="0053553B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0D6EF17" w14:textId="77777777" w:rsidR="0053553B" w:rsidRPr="003200F2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209F1275" w14:textId="77777777" w:rsidR="0053553B" w:rsidRPr="00136AD8" w:rsidRDefault="0053553B" w:rsidP="0053553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3553B" w:rsidRPr="00136AD8" w14:paraId="7257A3B7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93E8D3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3553B" w:rsidRPr="00136AD8" w14:paraId="35D2FD29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30A51C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103ADFF1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Fazer o desenho técnico da embalagem e selecionar materiais de fabrico</w:t>
            </w:r>
          </w:p>
          <w:p w14:paraId="3DADDFF1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embalagem e fazer testes e ajustes</w:t>
            </w:r>
          </w:p>
          <w:p w14:paraId="5274EDA7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embalagem </w:t>
            </w:r>
          </w:p>
          <w:p w14:paraId="6ACDF5FC" w14:textId="77777777" w:rsidR="0053553B" w:rsidRPr="00C153C4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Preparar os ficheiros digitais para impressão em gráfica</w:t>
            </w:r>
          </w:p>
          <w:p w14:paraId="7A62A7F9" w14:textId="77777777" w:rsidR="0053553B" w:rsidRPr="00C153C4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3553B" w:rsidRPr="00136AD8" w14:paraId="1E57A5FF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46D18D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E20F41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06FDBFF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3553B" w:rsidRPr="00136AD8" w14:paraId="1FB5CA40" w14:textId="77777777" w:rsidTr="00525066">
        <w:trPr>
          <w:trHeight w:val="183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7F1BE" w14:textId="77777777" w:rsidR="0053553B" w:rsidRPr="00F002C5" w:rsidRDefault="0053553B" w:rsidP="00525066">
            <w:pPr>
              <w:tabs>
                <w:tab w:val="left" w:pos="756"/>
              </w:tabs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02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Design de embalagem</w:t>
            </w:r>
            <w:r w:rsidRPr="00F002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151D227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459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Materiais e geometria</w:t>
            </w:r>
          </w:p>
          <w:p w14:paraId="2AF7EAA0" w14:textId="77777777" w:rsidR="0053553B" w:rsidRPr="00F002C5" w:rsidRDefault="0053553B" w:rsidP="00525066">
            <w:pPr>
              <w:tabs>
                <w:tab w:val="left" w:pos="756"/>
              </w:tabs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002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Embalagem</w:t>
            </w:r>
          </w:p>
          <w:p w14:paraId="03F0C868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459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Finalidades e processos </w:t>
            </w:r>
          </w:p>
          <w:p w14:paraId="4744EDCF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459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de produção e fabrico</w:t>
            </w:r>
          </w:p>
          <w:p w14:paraId="3A640899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legais sobre embalagens</w:t>
            </w:r>
          </w:p>
          <w:p w14:paraId="2AAAACBA" w14:textId="77777777" w:rsidR="0053553B" w:rsidRPr="00F002C5" w:rsidRDefault="0053553B" w:rsidP="00525066">
            <w:pPr>
              <w:spacing w:before="120" w:after="0" w:line="276" w:lineRule="auto"/>
              <w:ind w:left="-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bookmarkStart w:id="17" w:name="_Hlk157703309"/>
            <w:r w:rsidRPr="00F002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Pesquisa gráfica</w:t>
            </w:r>
          </w:p>
          <w:p w14:paraId="70B1188F" w14:textId="77777777" w:rsidR="0053553B" w:rsidRPr="00F002C5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02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  <w:p w14:paraId="5508209B" w14:textId="77777777" w:rsidR="0053553B" w:rsidRPr="0082388E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 criativo e Design </w:t>
            </w:r>
            <w:proofErr w:type="spellStart"/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33D7C17C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Metodologias de desenvolvimento de criatividade</w:t>
            </w:r>
          </w:p>
          <w:p w14:paraId="77269074" w14:textId="77777777" w:rsidR="0053553B" w:rsidRPr="00600B1A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desenvolvimento de processo criativo</w:t>
            </w:r>
          </w:p>
          <w:p w14:paraId="1D80AD40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0B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Etapas do processo de design </w:t>
            </w:r>
            <w:proofErr w:type="spellStart"/>
            <w:r w:rsidRPr="00600B1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thinking</w:t>
            </w:r>
            <w:proofErr w:type="spellEnd"/>
          </w:p>
          <w:p w14:paraId="6C833482" w14:textId="77777777" w:rsidR="0053553B" w:rsidRPr="00F002C5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002C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Preparação para impressão</w:t>
            </w:r>
          </w:p>
          <w:p w14:paraId="00824B47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finais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Prototipagem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gestão de ficheiros digitais </w:t>
            </w:r>
          </w:p>
          <w:bookmarkEnd w:id="17"/>
          <w:p w14:paraId="218E9393" w14:textId="77777777" w:rsidR="0053553B" w:rsidRPr="001A5CC0" w:rsidRDefault="0053553B" w:rsidP="00525066">
            <w:pPr>
              <w:pStyle w:val="PargrafodaLista"/>
              <w:spacing w:before="120" w:after="0" w:line="276" w:lineRule="auto"/>
              <w:ind w:left="459"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C02B64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Selecionar materiais para produção de embalagens</w:t>
            </w:r>
          </w:p>
          <w:p w14:paraId="684DA17C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questões ligadas à economia de materiais, à ecologia e sustentabilidade na produção de embalagens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053907EA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d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 produção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embalagens</w:t>
            </w:r>
          </w:p>
          <w:p w14:paraId="77F144C4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 processo de produção e fabrico de embalagens</w:t>
            </w:r>
          </w:p>
          <w:p w14:paraId="7DE80C35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4A295AF1" w14:textId="77777777" w:rsidR="0053553B" w:rsidRPr="00326E90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bookmarkStart w:id="18" w:name="_Hlk157703325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etapas da metodologia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projetual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design</w:t>
            </w:r>
          </w:p>
          <w:p w14:paraId="2F92BBF9" w14:textId="77777777" w:rsidR="0053553B" w:rsidRPr="00BC7262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metodologias e ferramentas de processo criativo</w:t>
            </w:r>
          </w:p>
          <w:bookmarkEnd w:id="18"/>
          <w:p w14:paraId="2B4212EE" w14:textId="77777777" w:rsidR="0053553B" w:rsidRPr="00376393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63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tiliza</w:t>
            </w:r>
            <w:r w:rsidRPr="003763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um programa de edição de vetores para </w:t>
            </w:r>
            <w:proofErr w:type="spellStart"/>
            <w:r w:rsidRPr="003763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maquetizar</w:t>
            </w:r>
            <w:proofErr w:type="spellEnd"/>
            <w:r w:rsidRPr="003763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embalagem (editar o desenho técnico, ajustá-lo à sua função e aplicar os grafismo e elementos informativos) </w:t>
            </w:r>
          </w:p>
          <w:p w14:paraId="20DCF547" w14:textId="77777777" w:rsidR="0053553B" w:rsidRPr="00687EEE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embalagem para ser entregue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A5CD7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238878DA" w14:textId="77777777" w:rsidR="0053553B" w:rsidRDefault="0053553B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45910761" w14:textId="77777777" w:rsidR="0053553B" w:rsidRDefault="0053553B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7D4F950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706D7389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8EB4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legislação em vigor</w:t>
            </w:r>
          </w:p>
          <w:p w14:paraId="31F64A2D" w14:textId="77777777" w:rsidR="0053553B" w:rsidRPr="003E2194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5088807B" w14:textId="77777777" w:rsidR="0053553B" w:rsidRPr="00AF3757" w:rsidRDefault="0053553B" w:rsidP="00525066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C1CAB61" w14:textId="77777777" w:rsidR="0053553B" w:rsidRDefault="0053553B" w:rsidP="0053553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2E76F93" w14:textId="77777777" w:rsidR="0053553B" w:rsidRPr="00F87025" w:rsidRDefault="0053553B" w:rsidP="0053553B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3B00AE1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bookmarkStart w:id="19" w:name="_Hlk152606427"/>
      <w:r w:rsidRPr="00ED2A73">
        <w:rPr>
          <w:rFonts w:ascii="Verdana Pro Light" w:eastAsia="Arial Unicode MS" w:hAnsi="Verdana Pro Light" w:cs="Times New Roman"/>
          <w:b/>
          <w:sz w:val="18"/>
          <w:szCs w:val="18"/>
        </w:rPr>
        <w:t>Criar embalagens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39E4796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Criando o desenho técnico tendo em consideração a função para a qual a embalagem vai ser usada</w:t>
      </w:r>
    </w:p>
    <w:p w14:paraId="0A2D03E9" w14:textId="77777777" w:rsidR="0053553B" w:rsidRPr="0064164C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lastRenderedPageBreak/>
        <w:t>CD2. Selecionando os materiais tendo em conta o processo de fabrico e a funcionalidade da embalagem</w:t>
      </w:r>
    </w:p>
    <w:p w14:paraId="7BFBC0E1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Adequando a linguagem visual ao público-alvo e à função da embalagem</w:t>
      </w:r>
    </w:p>
    <w:p w14:paraId="042383A2" w14:textId="77777777" w:rsidR="0053553B" w:rsidRPr="0064164C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Adequando a informação constante na embalagem às normas legais</w:t>
      </w:r>
    </w:p>
    <w:p w14:paraId="617D961F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 Preparando adequadamente os ficheiros digitais para impressão</w:t>
      </w:r>
    </w:p>
    <w:p w14:paraId="29F50CEA" w14:textId="77777777" w:rsidR="0053553B" w:rsidRPr="00136AD8" w:rsidRDefault="0053553B" w:rsidP="0053553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FD24D5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27ABF37" w14:textId="77777777" w:rsidR="0053553B" w:rsidRPr="00984B30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1A0697E5" w14:textId="77777777" w:rsidR="0053553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09FDE9C9" w14:textId="77777777" w:rsidR="0053553B" w:rsidRPr="00E2794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CFE8355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B01405F" w14:textId="77777777" w:rsidR="0053553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7A0F7D4F" w14:textId="77777777" w:rsidR="0053553B" w:rsidRPr="009765D9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Regulamentação sobre embalagens</w:t>
      </w:r>
    </w:p>
    <w:p w14:paraId="3F474931" w14:textId="77777777" w:rsidR="0053553B" w:rsidRPr="00436CB6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2CCFC2A1" w14:textId="77777777" w:rsidR="0053553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396A6E8F" w14:textId="77777777" w:rsidR="0053553B" w:rsidRPr="00707834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  <w:r w:rsidRPr="00707834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3203625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bookmarkEnd w:id="19"/>
    <w:p w14:paraId="4B9469D8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72DE3A7A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4F7BB855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45014E0B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6E1AD693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140F1E7B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5E5C0B1C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39C308BC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5C3D4509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3069FA3B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6D822E94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169A4C73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4638D130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6DDF397D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43A66A21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25AAA470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0C8C7404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02F2ACB6" w14:textId="77777777" w:rsidR="00E3153E" w:rsidRDefault="00E3153E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3553B" w:rsidRPr="00136AD8" w14:paraId="0B7F463D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18DBD04" w14:textId="77777777" w:rsidR="0053553B" w:rsidRPr="005E3A08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ED7D31" w:themeColor="accent2"/>
                <w:sz w:val="18"/>
                <w:szCs w:val="18"/>
              </w:rPr>
            </w:pPr>
            <w:r w:rsidRPr="005E3A08">
              <w:rPr>
                <w:rFonts w:ascii="Verdana Pro Light" w:hAnsi="Verdana Pro Light" w:cs="Times New Roman"/>
                <w:b/>
                <w:smallCaps/>
                <w:color w:val="ED7D31" w:themeColor="accent2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5990C71" w14:textId="77777777" w:rsidR="0053553B" w:rsidRPr="005E3A08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</w:pPr>
            <w:r w:rsidRPr="005E3A08">
              <w:rPr>
                <w:rFonts w:ascii="Verdana Pro Light" w:eastAsia="Arial Unicode MS" w:hAnsi="Verdana Pro Light" w:cs="Times New Roman"/>
                <w:b/>
                <w:color w:val="ED7D31" w:themeColor="accent2"/>
                <w:sz w:val="18"/>
                <w:szCs w:val="18"/>
              </w:rPr>
              <w:t>Conceber projetos gráficos para embalagens</w:t>
            </w:r>
          </w:p>
        </w:tc>
      </w:tr>
    </w:tbl>
    <w:p w14:paraId="2CB636F4" w14:textId="77777777" w:rsidR="0053553B" w:rsidRPr="00136AD8" w:rsidRDefault="0053553B" w:rsidP="0053553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566E93C" w14:textId="77777777" w:rsidR="0053553B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380E7E49" w14:textId="77777777" w:rsidR="0053553B" w:rsidRPr="00B555FE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3553B" w:rsidRPr="00136AD8" w14:paraId="31E2D973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0F880B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3553B" w:rsidRPr="00136AD8" w14:paraId="5C568AB9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BCE73E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o briefing e p</w:t>
            </w:r>
            <w:r w:rsidRPr="00E0536C">
              <w:rPr>
                <w:rFonts w:ascii="Verdana Pro Light" w:eastAsia="Arial Unicode MS" w:hAnsi="Verdana Pro Light" w:cs="Arial Unicode MS"/>
                <w:sz w:val="18"/>
                <w:szCs w:val="18"/>
              </w:rPr>
              <w:t>esquisar e selecionar referências e tendências estéticas e criativas</w:t>
            </w:r>
          </w:p>
          <w:p w14:paraId="780026E3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Selecionar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cortante da embalagem, distribuir a informação gráfica pelas partes que a constituem e testar a sua funcionalidade</w:t>
            </w:r>
          </w:p>
          <w:p w14:paraId="38E0CBD9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Usar um programa de edição de vetores para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embalagem (editar o cortante, ajustá-lo à sua função e aplicar os grafismo e elementos informativos)</w:t>
            </w:r>
          </w:p>
          <w:p w14:paraId="22F92790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C153C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.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Imprimir o cortante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maquetizado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prototipar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fazer ajustes e voltar a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maquetizar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 necessário</w:t>
            </w:r>
          </w:p>
          <w:p w14:paraId="4B6F9016" w14:textId="77777777" w:rsidR="0053553B" w:rsidRPr="00C153C4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Preparar os ficheiros digitais para impressão em gráfica</w:t>
            </w:r>
          </w:p>
          <w:p w14:paraId="11F76E7E" w14:textId="77777777" w:rsidR="0053553B" w:rsidRPr="00C153C4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3553B" w:rsidRPr="00136AD8" w14:paraId="2EA29A1C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14C8D3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693CE3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F51C294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3553B" w:rsidRPr="00136AD8" w14:paraId="29AC6EB9" w14:textId="77777777" w:rsidTr="00525066">
        <w:trPr>
          <w:trHeight w:val="183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FEDED8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Design de embalagem - Contexto histórico, social e económico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02B7C091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Embalagem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Finalidades e processos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5E6321B6" w14:textId="77777777" w:rsidR="0053553B" w:rsidRPr="00E829B1" w:rsidRDefault="0053553B" w:rsidP="00525066">
            <w:pPr>
              <w:pStyle w:val="PargrafodaLista"/>
              <w:numPr>
                <w:ilvl w:val="0"/>
                <w:numId w:val="4"/>
              </w:numPr>
              <w:tabs>
                <w:tab w:val="left" w:pos="756"/>
              </w:tabs>
              <w:ind w:left="176" w:hanging="17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Bidimensionalidade versus tridimensionalidade no design de comunicação gráfica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br/>
            </w:r>
          </w:p>
          <w:p w14:paraId="1C113550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legais sobre embalagens</w:t>
            </w:r>
          </w:p>
          <w:p w14:paraId="5B3701A6" w14:textId="77777777" w:rsidR="0053553B" w:rsidRPr="00C12D6E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Fontes e recursos para pesquisa de referências e tendências estéticas e criativas</w:t>
            </w:r>
          </w:p>
          <w:p w14:paraId="684710FF" w14:textId="77777777" w:rsidR="0053553B" w:rsidRPr="001A5CC0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Artes finais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aquetização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Prototipagem</w:t>
            </w:r>
            <w:r w:rsidRPr="00B379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gestão de ficheiros digitais 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402B9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o contexto histórico, social e económico da embalagem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5CC91EE4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29B1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questões ligadas à economia de materiais, à ecologia e sustentabilidade na produção de embalagens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2AB2E6B3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técnicas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, 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materiais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formatos </w:t>
            </w:r>
            <w:r w:rsidRPr="000825D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na produção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embalagens</w:t>
            </w:r>
          </w:p>
          <w:p w14:paraId="2C491AA6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referências e tendências estéticas e criativas</w:t>
            </w:r>
          </w:p>
          <w:p w14:paraId="0B901FEF" w14:textId="77777777" w:rsidR="0053553B" w:rsidRPr="00687EEE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um projeto de embalagem para ser entregue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5CE32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de responsabilidade </w:t>
            </w:r>
          </w:p>
          <w:p w14:paraId="4C641ABF" w14:textId="77777777" w:rsidR="0053553B" w:rsidRDefault="0053553B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</w:p>
          <w:p w14:paraId="3762EF46" w14:textId="77777777" w:rsidR="0053553B" w:rsidRDefault="0053553B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69821AC2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04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 estética e criativa</w:t>
            </w:r>
          </w:p>
          <w:p w14:paraId="3F496582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5D8EB4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legislação em vigor</w:t>
            </w:r>
          </w:p>
          <w:p w14:paraId="7DC80EAE" w14:textId="77777777" w:rsidR="0053553B" w:rsidRPr="003E2194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759B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Consciência social e cidadania </w:t>
            </w:r>
          </w:p>
          <w:p w14:paraId="7EE81CF9" w14:textId="77777777" w:rsidR="0053553B" w:rsidRPr="00AF3757" w:rsidRDefault="0053553B" w:rsidP="00525066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7208932" w14:textId="77777777" w:rsidR="0053553B" w:rsidRDefault="0053553B" w:rsidP="0053553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63C22C7" w14:textId="77777777" w:rsidR="0053553B" w:rsidRPr="00F87025" w:rsidRDefault="0053553B" w:rsidP="0053553B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C0ED714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C756E">
        <w:rPr>
          <w:rFonts w:ascii="Verdana Pro Light" w:eastAsia="Arial Unicode MS" w:hAnsi="Verdana Pro Light" w:cs="Times New Roman"/>
          <w:b/>
          <w:sz w:val="18"/>
          <w:szCs w:val="18"/>
        </w:rPr>
        <w:t>Conceber projetos gráficos para embalagens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05DE93F" w14:textId="77777777" w:rsidR="0053553B" w:rsidRPr="0064164C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Selecionando e ajustando o cortante tendo em consideração a função para a qual a embalagem vai ser usada</w:t>
      </w:r>
    </w:p>
    <w:p w14:paraId="2DC9B43C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Adequando a linguagem visual ao público-alvo e à função da embalagem</w:t>
      </w:r>
    </w:p>
    <w:p w14:paraId="2E142AEE" w14:textId="77777777" w:rsidR="0053553B" w:rsidRPr="0064164C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Adequando a informação constante na embalagem às normas legais</w:t>
      </w:r>
    </w:p>
    <w:p w14:paraId="56BFB91D" w14:textId="77777777" w:rsidR="0053553B" w:rsidRPr="0064164C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Selecionando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os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materiais e técnicas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tendo em conta</w:t>
      </w:r>
      <w:r w:rsidRPr="004044C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função da embalagem</w:t>
      </w:r>
    </w:p>
    <w:p w14:paraId="142D6069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 Preparando adequadamente os ficheiros digitais para impressão</w:t>
      </w:r>
    </w:p>
    <w:p w14:paraId="2BD84B93" w14:textId="77777777" w:rsidR="0053553B" w:rsidRPr="00136AD8" w:rsidRDefault="0053553B" w:rsidP="0053553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D81F6B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53A1D9E" w14:textId="77777777" w:rsidR="0053553B" w:rsidRPr="00984B30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Departamentos criativos de empresas de comunicação diversificadas</w:t>
      </w:r>
    </w:p>
    <w:p w14:paraId="118F16C2" w14:textId="77777777" w:rsidR="0053553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Gabinetes de marketing e comunicação de empresas, entidades sem fins lucrativos ou organismos oficiais</w:t>
      </w:r>
    </w:p>
    <w:p w14:paraId="3968DA95" w14:textId="77777777" w:rsidR="0053553B" w:rsidRPr="00E2794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lastRenderedPageBreak/>
        <w:t>Exercício da atividade como profissional liberal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6965243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FDE766E" w14:textId="77777777" w:rsidR="0053553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Briefing</w:t>
      </w:r>
    </w:p>
    <w:p w14:paraId="24724C9A" w14:textId="77777777" w:rsidR="0053553B" w:rsidRPr="009765D9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Regulamentação sobre embalagens</w:t>
      </w:r>
    </w:p>
    <w:p w14:paraId="4FF18656" w14:textId="77777777" w:rsidR="0053553B" w:rsidRPr="00436CB6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7FBB7BA3" w14:textId="77777777" w:rsidR="0053553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 w:rsidRPr="00436CB6"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edição de imagem estática </w:t>
      </w:r>
    </w:p>
    <w:p w14:paraId="568319B8" w14:textId="77777777" w:rsidR="0053553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Aplicações informáticas de edição de vetores </w:t>
      </w:r>
    </w:p>
    <w:p w14:paraId="7E7E8B45" w14:textId="77777777" w:rsidR="0053553B" w:rsidRPr="00FF149B" w:rsidRDefault="0053553B" w:rsidP="0053553B">
      <w:pPr>
        <w:pStyle w:val="PargrafodaLista"/>
        <w:numPr>
          <w:ilvl w:val="0"/>
          <w:numId w:val="3"/>
        </w:numPr>
        <w:spacing w:before="120" w:after="0" w:line="276" w:lineRule="auto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Cortantes de embalagem</w:t>
      </w:r>
      <w:r w:rsidRPr="00FF149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7B1D7B1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47A9885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7183D771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45B4F11A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0C43412B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11F18C5E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4B402DBD" w14:textId="77777777" w:rsidR="00E3153E" w:rsidRDefault="00E3153E" w:rsidP="008C76A8">
      <w:pPr>
        <w:rPr>
          <w:rFonts w:ascii="Verdana Pro Light" w:hAnsi="Verdana Pro Light"/>
          <w:smallCaps/>
        </w:rPr>
      </w:pPr>
    </w:p>
    <w:p w14:paraId="2182B28E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1EADF199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114068CE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2428C742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496F16FA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0C4D1DD8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63619AB9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000AF452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54B870E4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371EC11A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66047B61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37779C58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1006D822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60C7F73D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2072A023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14823507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41811C20" w14:textId="77777777" w:rsidR="00D823B9" w:rsidRDefault="00D823B9" w:rsidP="008C76A8">
      <w:pPr>
        <w:rPr>
          <w:rFonts w:ascii="Verdana Pro Light" w:hAnsi="Verdana Pro Light"/>
          <w:smallCaps/>
        </w:rPr>
      </w:pPr>
    </w:p>
    <w:p w14:paraId="3E449706" w14:textId="11D43033" w:rsidR="008C76A8" w:rsidRDefault="008C76A8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C20171" w:rsidRPr="00136AD8" w14:paraId="1BCC2449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09BCCD0" w14:textId="77777777" w:rsidR="00C20171" w:rsidRPr="00C20171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40D42E5" w14:textId="77777777" w:rsidR="00C20171" w:rsidRPr="00C20171" w:rsidRDefault="00C20171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Efetuar impressão em 3D</w:t>
            </w:r>
          </w:p>
        </w:tc>
      </w:tr>
    </w:tbl>
    <w:p w14:paraId="0198B6E0" w14:textId="77777777" w:rsidR="00C20171" w:rsidRPr="00136AD8" w:rsidRDefault="00C20171" w:rsidP="00C20171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AAC653F" w14:textId="77777777" w:rsidR="00C20171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2B512BB" w14:textId="77777777" w:rsidR="00C20171" w:rsidRPr="003200F2" w:rsidRDefault="00C20171" w:rsidP="00C20171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79C6402" w14:textId="77777777" w:rsidR="00C20171" w:rsidRPr="00136AD8" w:rsidRDefault="00C20171" w:rsidP="00C20171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C20171" w:rsidRPr="00136AD8" w14:paraId="7746EDC0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B54C8F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C20171" w:rsidRPr="00136AD8" w14:paraId="3CEF8A59" w14:textId="77777777" w:rsidTr="0035369E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1BDCDA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Criar ou obter o modelo 3D </w:t>
            </w:r>
          </w:p>
          <w:p w14:paraId="02F48C03" w14:textId="77777777" w:rsidR="00C20171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Preparar o modelo na ferramenta digital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fatiamento</w:t>
            </w:r>
            <w:proofErr w:type="spellEnd"/>
          </w:p>
          <w:p w14:paraId="7AAC0975" w14:textId="77777777" w:rsidR="00C20171" w:rsidRDefault="00C20171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Configurar a impressora, colocar o filamento e carregar o ficheiro do modelo</w:t>
            </w:r>
          </w:p>
          <w:p w14:paraId="34F3BA74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Pré-aquecer a impressora, imprimir e monitorizar a impressão</w:t>
            </w:r>
          </w:p>
          <w:p w14:paraId="0544C2BF" w14:textId="77777777" w:rsidR="00C20171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Proceder ao processo de manutenção da impressora pós-impressão</w:t>
            </w:r>
          </w:p>
          <w:p w14:paraId="39EFBB41" w14:textId="77777777" w:rsidR="00C20171" w:rsidRPr="0008537A" w:rsidRDefault="00C20171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C20171" w:rsidRPr="00136AD8" w14:paraId="00257E98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9B5B16" w14:textId="77777777" w:rsidR="00C20171" w:rsidRPr="001B353A" w:rsidRDefault="00C20171" w:rsidP="0035369E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024443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501C66A" w14:textId="77777777" w:rsidR="00C20171" w:rsidRPr="001B353A" w:rsidRDefault="00C20171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20171" w:rsidRPr="00136AD8" w14:paraId="605EE5FA" w14:textId="77777777" w:rsidTr="0035369E">
        <w:trPr>
          <w:trHeight w:val="310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63588" w14:textId="77777777" w:rsidR="00C20171" w:rsidRPr="005B6372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 impressão 3D</w:t>
            </w:r>
          </w:p>
          <w:p w14:paraId="06F0719C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Principais aplicações em diversos setores</w:t>
            </w:r>
          </w:p>
          <w:p w14:paraId="51432F4F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</w:t>
            </w: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iferentes tecnologias de impressão 3D</w:t>
            </w:r>
          </w:p>
          <w:p w14:paraId="197AC809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ilamentos utilizados na impressão 3D, incluindo plásticos, metais, cerâmicas, etc.</w:t>
            </w:r>
          </w:p>
          <w:p w14:paraId="1658CF0C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Considerações sobre propriedades e aplicações específicas de cada material</w:t>
            </w:r>
          </w:p>
          <w:p w14:paraId="680BC7AA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Equipamentos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ferramentas digitais</w:t>
            </w:r>
          </w:p>
          <w:p w14:paraId="26F7A977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impressoras 3D</w:t>
            </w:r>
          </w:p>
          <w:p w14:paraId="062CF281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Características e capacidades das impressoras</w:t>
            </w:r>
          </w:p>
          <w:p w14:paraId="05600227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Times New Roman" w:hAnsi="Verdana Pro Light" w:cs="Segoe UI"/>
                <w:sz w:val="18"/>
                <w:szCs w:val="18"/>
              </w:rPr>
              <w:t>Ferramentas digitais</w:t>
            </w:r>
            <w:r w:rsidRPr="00063EAC">
              <w:rPr>
                <w:rFonts w:ascii="Verdana Pro Light" w:eastAsia="Times New Roman" w:hAnsi="Verdana Pro Light" w:cs="Segoe UI"/>
                <w:sz w:val="18"/>
                <w:szCs w:val="18"/>
              </w:rPr>
              <w:t xml:space="preserve"> de modelagem 3D</w:t>
            </w:r>
            <w:r>
              <w:rPr>
                <w:rFonts w:ascii="Verdana Pro Light" w:eastAsia="Times New Roman" w:hAnsi="Verdana Pro Light" w:cs="Segoe UI"/>
                <w:sz w:val="18"/>
                <w:szCs w:val="18"/>
              </w:rPr>
              <w:t xml:space="preserve"> </w:t>
            </w:r>
          </w:p>
          <w:p w14:paraId="4F3F49FD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Times New Roman" w:hAnsi="Verdana Pro Light" w:cs="Segoe UI"/>
                <w:sz w:val="18"/>
                <w:szCs w:val="18"/>
              </w:rPr>
              <w:t>Conceitos básicos de design para impressão 3D</w:t>
            </w:r>
          </w:p>
          <w:p w14:paraId="4A06551D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conversão de modelos 3D em arquivos prontos para impressão.</w:t>
            </w:r>
          </w:p>
          <w:p w14:paraId="6FFC0A15" w14:textId="77777777" w:rsidR="00C20171" w:rsidRPr="00063EAC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Utilização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digitais</w:t>
            </w:r>
            <w:r w:rsidRPr="00063EA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fatiamento</w:t>
            </w:r>
            <w:proofErr w:type="spellEnd"/>
          </w:p>
          <w:p w14:paraId="331BAB96" w14:textId="77777777" w:rsidR="00C20171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063E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Configuração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</w:t>
            </w:r>
            <w:r w:rsidRPr="00063EA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alibração</w:t>
            </w:r>
          </w:p>
          <w:p w14:paraId="479258F5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Configuração e calibração da impressora</w:t>
            </w:r>
          </w:p>
          <w:p w14:paraId="546B831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Configuração da ferramenta digital de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fatiamento</w:t>
            </w:r>
            <w:proofErr w:type="spellEnd"/>
          </w:p>
          <w:p w14:paraId="3B904219" w14:textId="77777777" w:rsidR="00C20171" w:rsidRPr="00E430F2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30F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Processo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E430F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mpressão</w:t>
            </w:r>
          </w:p>
          <w:p w14:paraId="28449CE3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Preparação da superfície de impressão</w:t>
            </w:r>
          </w:p>
          <w:p w14:paraId="6B438834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Monitorização da impressão</w:t>
            </w:r>
          </w:p>
          <w:p w14:paraId="18CD27A2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Pós-Processamento</w:t>
            </w:r>
          </w:p>
          <w:p w14:paraId="11762555" w14:textId="77777777" w:rsidR="00C20171" w:rsidRPr="00E430F2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Controle de qualidade e testes</w:t>
            </w:r>
          </w:p>
          <w:p w14:paraId="7C82D92F" w14:textId="77777777" w:rsidR="00C20171" w:rsidRPr="00525FB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Métodos para avaliação da qualidade </w:t>
            </w:r>
          </w:p>
          <w:p w14:paraId="42D2DFD4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Inspeção visual e uso de instrumentos de medição</w:t>
            </w:r>
          </w:p>
          <w:p w14:paraId="2EE19651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52D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Realização de testes funcionais para avaliar a viabilidade prática das peças impressas.</w:t>
            </w:r>
          </w:p>
          <w:p w14:paraId="1F507426" w14:textId="77777777" w:rsidR="00C20171" w:rsidRPr="00F52DDD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52D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Considerações sobre resistência, durabilidade e tolerâncias</w:t>
            </w:r>
          </w:p>
          <w:p w14:paraId="6C849DA9" w14:textId="77777777" w:rsidR="00C20171" w:rsidRPr="00F52DDD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F52D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Aspetos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é</w:t>
            </w:r>
            <w:r w:rsidRPr="00F52D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ticos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</w:t>
            </w:r>
            <w:r w:rsidRPr="00F52D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ustentáveis</w:t>
            </w:r>
            <w:r w:rsidRPr="00F52D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6A13DA7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</w:t>
            </w:r>
            <w:r w:rsidRPr="00F52D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uestões éticas relacionadas à impressão 3D, como direitos autorais e propriedade intelectual.</w:t>
            </w:r>
          </w:p>
          <w:p w14:paraId="62C700D0" w14:textId="77777777" w:rsidR="00C20171" w:rsidRPr="00F52DDD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52D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ambiental na disposição de resíduos</w:t>
            </w:r>
          </w:p>
          <w:p w14:paraId="077720E7" w14:textId="77777777" w:rsidR="00C20171" w:rsidRPr="00F52DDD" w:rsidRDefault="00C20171" w:rsidP="0035369E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52DDD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Medidas de segurança </w:t>
            </w:r>
          </w:p>
          <w:p w14:paraId="003602A2" w14:textId="77777777" w:rsidR="00C20171" w:rsidRPr="00525FB9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Especificações técnicas do fabricante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FA39F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ind w:left="244" w:hanging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D1A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D1A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básicos e características da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3D</w:t>
            </w:r>
            <w:r w:rsidRPr="000D1A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A04C906" w14:textId="77777777" w:rsidR="00C20171" w:rsidRPr="000D1A0B" w:rsidRDefault="00C20171" w:rsidP="0035369E">
            <w:pPr>
              <w:pStyle w:val="PargrafodaLista"/>
              <w:ind w:left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A0F799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setores onde se pode aplicar a impressão 3D </w:t>
            </w:r>
          </w:p>
          <w:p w14:paraId="4E476B58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do processo de impressão 3D</w:t>
            </w:r>
          </w:p>
          <w:p w14:paraId="24EDE2BE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equipamentos e materiais para impressão 3D</w:t>
            </w:r>
          </w:p>
          <w:p w14:paraId="55204958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normas de fabricante</w:t>
            </w:r>
          </w:p>
          <w:p w14:paraId="52AAA942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procedimentos de controle de qualidade e segurança no processo de impressão 3D</w:t>
            </w:r>
          </w:p>
          <w:p w14:paraId="782C1F37" w14:textId="77777777" w:rsidR="00C20171" w:rsidRPr="007831E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medidas de sustentabilidade na impressão 3D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683CE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7EB555F" w14:textId="77777777" w:rsidR="00C20171" w:rsidRDefault="00C20171" w:rsidP="00C20171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0A36E7B2" w14:textId="77777777" w:rsidR="00C20171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77634465" w14:textId="77777777" w:rsidR="00C20171" w:rsidRPr="007831EA" w:rsidRDefault="00C20171" w:rsidP="00C2017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3643C164" w14:textId="77777777" w:rsidR="00C20171" w:rsidRPr="000173C0" w:rsidRDefault="00C20171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3A9A10E" w14:textId="77777777" w:rsidR="00C20171" w:rsidRDefault="00C20171" w:rsidP="00C2017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D946BE2" w14:textId="77777777" w:rsidR="00C20171" w:rsidRPr="00F87025" w:rsidRDefault="00C20171" w:rsidP="00C20171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11FB6FC2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F2639">
        <w:rPr>
          <w:rFonts w:ascii="Verdana Pro Light" w:eastAsia="Arial Unicode MS" w:hAnsi="Verdana Pro Light" w:cs="Times New Roman"/>
          <w:b/>
          <w:sz w:val="18"/>
          <w:szCs w:val="18"/>
        </w:rPr>
        <w:t>Efetuar impressão em 3D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5FB10DB" w14:textId="77777777" w:rsidR="00C20171" w:rsidRPr="0064164C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Preparando o modelo 3D para impressão tendo em conta o </w:t>
      </w:r>
      <w:r w:rsidRPr="000B3A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formato suportado pela impressora</w:t>
      </w:r>
    </w:p>
    <w:p w14:paraId="3BC2A848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Utilizando a ferramenta digital de </w:t>
      </w:r>
      <w:proofErr w:type="spellStart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fatiamento</w:t>
      </w:r>
      <w:proofErr w:type="spellEnd"/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tendo em conta a </w:t>
      </w:r>
      <w:r w:rsidRPr="000B3A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as opções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 </w:t>
      </w:r>
      <w:r w:rsidRPr="000B3A7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resolução, densidade de preenchimento, suportes e temperatura da impressora.</w:t>
      </w:r>
    </w:p>
    <w:p w14:paraId="35BE9C69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Configurando a impressora tendo em conta o tipo de filamento e as especificações técnicas do fabricante</w:t>
      </w:r>
    </w:p>
    <w:p w14:paraId="6C834235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Concluindo o processo de impressão com os procedimentos de manutenção indicados nas especificações técnicas do fabricante</w:t>
      </w:r>
    </w:p>
    <w:p w14:paraId="028FD1D6" w14:textId="77777777" w:rsidR="00C20171" w:rsidRDefault="00C20171" w:rsidP="00C2017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6271A57A" w14:textId="77777777" w:rsidR="00C20171" w:rsidRPr="00136AD8" w:rsidRDefault="00C20171" w:rsidP="00C20171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</w:p>
    <w:p w14:paraId="3CE63601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6B2986E" w14:textId="77777777" w:rsidR="00C20171" w:rsidRDefault="00C20171" w:rsidP="00C20171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diversos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C8EAC85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87D4E1F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3A2AD301" w14:textId="77777777" w:rsidR="00C20171" w:rsidRPr="00696F6E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i/>
          <w:i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para </w:t>
      </w:r>
      <w:r w:rsidRPr="00056600">
        <w:rPr>
          <w:rFonts w:ascii="Verdana Pro Light" w:eastAsia="Arial Unicode MS" w:hAnsi="Verdana Pro Light" w:cs="Arial Unicode MS"/>
          <w:sz w:val="18"/>
          <w:szCs w:val="18"/>
        </w:rPr>
        <w:t xml:space="preserve">modelagem 3D e </w:t>
      </w:r>
      <w:proofErr w:type="spellStart"/>
      <w:r w:rsidRPr="00056600">
        <w:rPr>
          <w:rFonts w:ascii="Verdana Pro Light" w:eastAsia="Arial Unicode MS" w:hAnsi="Verdana Pro Light" w:cs="Arial Unicode MS"/>
          <w:sz w:val="18"/>
          <w:szCs w:val="18"/>
        </w:rPr>
        <w:t>fatiamento</w:t>
      </w:r>
      <w:proofErr w:type="spellEnd"/>
      <w:r w:rsidRPr="00056600">
        <w:rPr>
          <w:rFonts w:ascii="Verdana Pro Light" w:eastAsia="Arial Unicode MS" w:hAnsi="Verdana Pro Light" w:cs="Arial Unicode MS"/>
          <w:sz w:val="18"/>
          <w:szCs w:val="18"/>
        </w:rPr>
        <w:t xml:space="preserve"> de modelos 3D</w:t>
      </w:r>
    </w:p>
    <w:p w14:paraId="17ED9BBE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Impressora 3D</w:t>
      </w:r>
    </w:p>
    <w:p w14:paraId="117C7B5A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Filamentos para impressão 3D</w:t>
      </w:r>
    </w:p>
    <w:p w14:paraId="6F94EF6E" w14:textId="77777777" w:rsidR="00C20171" w:rsidRDefault="00C20171" w:rsidP="00C20171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lastRenderedPageBreak/>
        <w:t>Manual de especificações técnicas do fabricante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FB23098" w14:textId="77777777" w:rsidR="00C20171" w:rsidRPr="00F87025" w:rsidRDefault="00C20171" w:rsidP="00C2017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1FF04C5" w14:textId="77777777" w:rsidR="00C20171" w:rsidRDefault="00C20171" w:rsidP="00C20171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1F66D355" w14:textId="77777777" w:rsidR="00C20171" w:rsidRPr="00C34354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</w:p>
    <w:p w14:paraId="46C62E95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real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desenvolvimento de um projeto </w:t>
      </w:r>
      <w:r>
        <w:rPr>
          <w:rFonts w:ascii="Verdana Pro Light" w:eastAsia="Arial Unicode MS" w:hAnsi="Verdana Pro Light" w:cs="Arial Unicode MS"/>
          <w:sz w:val="18"/>
          <w:szCs w:val="18"/>
        </w:rPr>
        <w:t>prático.</w:t>
      </w:r>
    </w:p>
    <w:p w14:paraId="3BF5E7A4" w14:textId="77777777" w:rsidR="00C20171" w:rsidRPr="007831EA" w:rsidRDefault="00C20171" w:rsidP="00C20171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63C44C6D" w14:textId="77777777" w:rsidR="00C20171" w:rsidRPr="007831EA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7637464" w14:textId="1D751512" w:rsidR="00C20171" w:rsidRPr="00C20171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Sugere-se o desdobramento da turma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8EB3704" w14:textId="6F883072" w:rsidR="008C76A8" w:rsidRPr="00C20171" w:rsidRDefault="00C20171" w:rsidP="00C20171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C20171">
        <w:rPr>
          <w:rFonts w:ascii="Verdana Pro Light" w:hAnsi="Verdana Pro Light"/>
          <w:smallCaps/>
        </w:rPr>
        <w:t>Recursos indispensáveis</w:t>
      </w:r>
      <w:r w:rsidRPr="00C20171">
        <w:rPr>
          <w:rFonts w:ascii="Verdana Pro Light" w:hAnsi="Verdana Pro Light"/>
          <w:smallCaps/>
        </w:rPr>
        <w:br/>
      </w:r>
      <w:r w:rsidRPr="00C20171">
        <w:rPr>
          <w:rFonts w:ascii="Verdana Pro Light" w:eastAsia="Arial Unicode MS" w:hAnsi="Verdana Pro Light" w:cs="Arial Unicode MS"/>
          <w:sz w:val="18"/>
          <w:szCs w:val="18"/>
        </w:rPr>
        <w:t>Equipamentos e materiais para impressão 3D em alternativa parceria com uma gráfica, empresa de impressão ou outra entidade que permita através de workshops a prát</w:t>
      </w:r>
      <w:r w:rsidR="0053553B">
        <w:rPr>
          <w:rFonts w:ascii="Verdana Pro Light" w:eastAsia="Arial Unicode MS" w:hAnsi="Verdana Pro Light" w:cs="Arial Unicode MS"/>
          <w:sz w:val="18"/>
          <w:szCs w:val="18"/>
        </w:rPr>
        <w:t>icos de impressão 3D</w:t>
      </w:r>
    </w:p>
    <w:p w14:paraId="22AA8C6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D990E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C99CCCF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3553B" w:rsidRPr="00136AD8" w14:paraId="14ABD4AF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06CA0B9" w14:textId="77777777" w:rsidR="0053553B" w:rsidRPr="00C20171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25EA9FB" w14:textId="77777777" w:rsidR="0053553B" w:rsidRPr="00C20171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Efetuar impressão serigráfica</w:t>
            </w:r>
          </w:p>
        </w:tc>
      </w:tr>
    </w:tbl>
    <w:p w14:paraId="1F0AF087" w14:textId="77777777" w:rsidR="0053553B" w:rsidRPr="00136AD8" w:rsidRDefault="0053553B" w:rsidP="0053553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1BA324E" w14:textId="77777777" w:rsidR="0053553B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F2883D8" w14:textId="77777777" w:rsidR="0053553B" w:rsidRPr="003200F2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3056E770" w14:textId="77777777" w:rsidR="0053553B" w:rsidRPr="00136AD8" w:rsidRDefault="0053553B" w:rsidP="0053553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3553B" w:rsidRPr="00136AD8" w14:paraId="4FFF4DFE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F988BC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3553B" w:rsidRPr="00136AD8" w14:paraId="761A792A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5FDDDF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Adaptar a peça gráfica para o processo de impressão em serigrafia (fazer a separação de cores) </w:t>
            </w:r>
          </w:p>
          <w:p w14:paraId="48CF6A42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Preparar a tela e proceder ao processo de emulsão</w:t>
            </w:r>
          </w:p>
          <w:p w14:paraId="582C534C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Imprimir os fotolitos/negativos</w:t>
            </w:r>
          </w:p>
          <w:p w14:paraId="378464F9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Preparar as tintas</w:t>
            </w:r>
          </w:p>
          <w:p w14:paraId="6D22808B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R5. Proceder à impressão e secagem faseada das várias cores</w:t>
            </w:r>
          </w:p>
          <w:p w14:paraId="5FAA3766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R6. Limpar os equipamentos</w:t>
            </w:r>
          </w:p>
          <w:p w14:paraId="201C3B45" w14:textId="77777777" w:rsidR="0053553B" w:rsidRPr="0008537A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53553B" w:rsidRPr="00136AD8" w14:paraId="7EDD8B17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0A73BD0" w14:textId="77777777" w:rsidR="0053553B" w:rsidRPr="001B353A" w:rsidRDefault="0053553B" w:rsidP="00525066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AE88A2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4BC823E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3553B" w:rsidRPr="00136AD8" w14:paraId="48A8FA6E" w14:textId="77777777" w:rsidTr="00525066">
        <w:trPr>
          <w:trHeight w:val="310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2DFA41" w14:textId="77777777" w:rsidR="0053553B" w:rsidRPr="005B6372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Fundamentos da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i</w:t>
            </w: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mpressão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</w:t>
            </w: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erigráfica</w:t>
            </w:r>
          </w:p>
          <w:p w14:paraId="42E63DB2" w14:textId="77777777" w:rsidR="0053553B" w:rsidRPr="005B6372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História e evolução da técnica de serigrafia.</w:t>
            </w:r>
          </w:p>
          <w:p w14:paraId="15D9A457" w14:textId="77777777" w:rsidR="0053553B" w:rsidRPr="00A269DA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Princípios básicos e características da impressão serigráfica </w:t>
            </w:r>
          </w:p>
          <w:p w14:paraId="59826CCE" w14:textId="77777777" w:rsidR="0053553B" w:rsidRPr="005B6372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,</w:t>
            </w: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m</w:t>
            </w: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ateriais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e suportes</w:t>
            </w:r>
          </w:p>
          <w:p w14:paraId="7B94F472" w14:textId="77777777" w:rsidR="0053553B" w:rsidRPr="005B6372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Função dos equipamentos utilizados na serigrafia, como quadros, telas, raspadores e secadores.</w:t>
            </w:r>
          </w:p>
          <w:p w14:paraId="1C72C2E9" w14:textId="77777777" w:rsidR="0053553B" w:rsidRPr="005B6372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tintas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</w:t>
            </w:r>
            <w:r w:rsidRPr="005B63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79AC241B" w14:textId="77777777" w:rsidR="0053553B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Preparação da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t</w:t>
            </w: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ela 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das peças de design/a</w:t>
            </w:r>
            <w:r w:rsidRPr="005B637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rte</w:t>
            </w:r>
          </w:p>
          <w:p w14:paraId="5BF21A3D" w14:textId="77777777" w:rsidR="0053553B" w:rsidRPr="00E430F2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3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de emulsificação e preparação da tela </w:t>
            </w:r>
          </w:p>
          <w:p w14:paraId="71E58EDE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3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para esticar e fixar a tela no quadro</w:t>
            </w:r>
          </w:p>
          <w:p w14:paraId="0EA6CC65" w14:textId="77777777" w:rsidR="0053553B" w:rsidRPr="00E430F2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3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Adaptação das peças de design/arte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FFBE7FA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3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Considerações específicas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sobre a </w:t>
            </w:r>
            <w:r w:rsidRPr="00E43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qualidade de impressão</w:t>
            </w:r>
          </w:p>
          <w:p w14:paraId="6DFF3EE1" w14:textId="77777777" w:rsidR="0053553B" w:rsidRPr="00E430F2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30F2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Processo de Impressão</w:t>
            </w:r>
          </w:p>
          <w:p w14:paraId="741C2E81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Montagem e registo</w:t>
            </w:r>
          </w:p>
          <w:p w14:paraId="7830F2F0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 de tintas</w:t>
            </w:r>
          </w:p>
          <w:p w14:paraId="08E4C692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Suportes de impressão</w:t>
            </w:r>
          </w:p>
          <w:p w14:paraId="4BA27960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Impressão multicor</w:t>
            </w:r>
          </w:p>
          <w:p w14:paraId="33172367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Impressão em grande formato</w:t>
            </w:r>
            <w:r w:rsidRPr="00E43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9B603DB" w14:textId="77777777" w:rsidR="0053553B" w:rsidRPr="00E430F2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Controle de qualidade e resolução de problemas</w:t>
            </w:r>
          </w:p>
          <w:p w14:paraId="76BEAF70" w14:textId="77777777" w:rsidR="0053553B" w:rsidRPr="00525FB9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Métodos para avaliação da qualidade </w:t>
            </w:r>
          </w:p>
          <w:p w14:paraId="0C5D5573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Inspeção visual e uso de instrumentos de medição</w:t>
            </w:r>
          </w:p>
          <w:p w14:paraId="73A3D6B2" w14:textId="77777777" w:rsidR="0053553B" w:rsidRPr="00525FB9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Identificação e solução de problemas frequentes, como </w:t>
            </w:r>
            <w:proofErr w:type="spellStart"/>
            <w:r w:rsidRPr="00525FB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bleeding</w:t>
            </w:r>
            <w:proofErr w:type="spellEnd"/>
            <w:r w:rsidRPr="00525FB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525FB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ghosting</w:t>
            </w:r>
            <w:proofErr w:type="spellEnd"/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desalinhamento.</w:t>
            </w:r>
          </w:p>
          <w:p w14:paraId="6F705429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para evitar defeitos de impressão</w:t>
            </w:r>
          </w:p>
          <w:p w14:paraId="43599F82" w14:textId="77777777" w:rsidR="0053553B" w:rsidRPr="00E430F2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Sustentabilidade da serigrafia</w:t>
            </w:r>
          </w:p>
          <w:p w14:paraId="60490662" w14:textId="77777777" w:rsidR="0053553B" w:rsidRPr="00525FB9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para reduzir o impacto ambiental na impressão serigráfica.</w:t>
            </w:r>
          </w:p>
          <w:p w14:paraId="6C86B45E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Alternativas </w:t>
            </w:r>
            <w:proofErr w:type="spellStart"/>
            <w:r w:rsidRPr="00525FB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eco-friendly</w:t>
            </w:r>
            <w:proofErr w:type="spellEnd"/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tintas e processos</w:t>
            </w:r>
          </w:p>
          <w:p w14:paraId="06C26107" w14:textId="77777777" w:rsidR="0053553B" w:rsidRPr="00E430F2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Medidas de segurança </w:t>
            </w:r>
          </w:p>
          <w:p w14:paraId="6A110C27" w14:textId="77777777" w:rsidR="0053553B" w:rsidRPr="00525FB9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Procedimentos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</w:t>
            </w: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operar equipamentos e manusear produtos químicos.</w:t>
            </w:r>
          </w:p>
          <w:p w14:paraId="2B0C205E" w14:textId="77777777" w:rsidR="0053553B" w:rsidRPr="00525FB9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Manuseamento</w:t>
            </w:r>
            <w:r w:rsidRPr="00525F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tintas e solventes.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274B8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ind w:left="244" w:hanging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D1A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0D1A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básicos e características da impressão serigráfica </w:t>
            </w:r>
          </w:p>
          <w:p w14:paraId="0F845DA9" w14:textId="77777777" w:rsidR="0053553B" w:rsidRPr="000D1A0B" w:rsidRDefault="0053553B" w:rsidP="00525066">
            <w:pPr>
              <w:pStyle w:val="PargrafodaLista"/>
              <w:ind w:left="244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09D351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 materiais, suportes e equipamentos de impressão serigráfica</w:t>
            </w:r>
          </w:p>
          <w:p w14:paraId="67FCA9BC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os procedimentos indicados</w:t>
            </w: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cada</w:t>
            </w:r>
            <w:r w:rsidRPr="00017E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etapa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processo de impressão serigráfica</w:t>
            </w:r>
          </w:p>
          <w:p w14:paraId="63086CEF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Empregar procedimentos de controle de qualidade e segurança no processo de impressão serigráfica</w:t>
            </w:r>
          </w:p>
          <w:p w14:paraId="5547EC48" w14:textId="77777777" w:rsidR="0053553B" w:rsidRPr="007831EA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medidas de sustentabilidade na impressão serigráfica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06FBB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1A0B3027" w14:textId="77777777" w:rsidR="0053553B" w:rsidRDefault="0053553B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3A430C21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</w:t>
            </w:r>
          </w:p>
          <w:p w14:paraId="39351E2A" w14:textId="77777777" w:rsidR="0053553B" w:rsidRPr="007831EA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45D2F25F" w14:textId="77777777" w:rsidR="0053553B" w:rsidRPr="000173C0" w:rsidRDefault="0053553B" w:rsidP="00525066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159C3896" w14:textId="77777777" w:rsidR="0053553B" w:rsidRDefault="0053553B" w:rsidP="0053553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533982D" w14:textId="77777777" w:rsidR="0053553B" w:rsidRPr="00F87025" w:rsidRDefault="0053553B" w:rsidP="0053553B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4761CD57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981C2D">
        <w:rPr>
          <w:rFonts w:ascii="Verdana Pro Light" w:eastAsia="Arial Unicode MS" w:hAnsi="Verdana Pro Light" w:cs="Times New Roman"/>
          <w:b/>
          <w:sz w:val="18"/>
          <w:szCs w:val="18"/>
        </w:rPr>
        <w:t>Efetuar impressão serigráfica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E0F5807" w14:textId="77777777" w:rsidR="0053553B" w:rsidRPr="0064164C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Preparando </w:t>
      </w:r>
      <w:r w:rsidRPr="000D1A0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as peças de design/arte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para impressão tendo em conta as suas características formais</w:t>
      </w:r>
    </w:p>
    <w:p w14:paraId="7DB0BAB6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Procedendo às várias etapas do processo de impressão tendo em conta a sequência de atividades</w:t>
      </w:r>
    </w:p>
    <w:p w14:paraId="7FF7E4D4" w14:textId="77777777" w:rsidR="0053553B" w:rsidRPr="00136AD8" w:rsidRDefault="0053553B" w:rsidP="0053553B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Procedendo às várias etapas do processo de impressão tendo em conta o processo de controle de qualidade e as medidas de segurança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br/>
      </w:r>
    </w:p>
    <w:p w14:paraId="64129E03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944C2D0" w14:textId="77777777" w:rsidR="0053553B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DF28AB8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CC0708F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7DAB153B" w14:textId="77777777" w:rsidR="0053553B" w:rsidRPr="00696F6E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i/>
          <w:iCs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Ferramentas digitais para </w:t>
      </w:r>
      <w:r>
        <w:rPr>
          <w:rFonts w:ascii="Verdana Pro Light" w:eastAsia="Arial Unicode MS" w:hAnsi="Verdana Pro Light" w:cs="Arial Unicode MS"/>
          <w:i/>
          <w:iCs/>
          <w:sz w:val="18"/>
          <w:szCs w:val="18"/>
        </w:rPr>
        <w:t>edição de imagem</w:t>
      </w:r>
    </w:p>
    <w:p w14:paraId="275A7F3B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Projeto gráfico para impressão em serigrafia</w:t>
      </w:r>
    </w:p>
    <w:p w14:paraId="55CFCB94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Equipamentos, materiais e suportes para a prática da serigrafia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FC1E21B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C0BEA84" w14:textId="77777777" w:rsidR="0053553B" w:rsidRDefault="0053553B" w:rsidP="0053553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2030B973" w14:textId="77777777" w:rsidR="0053553B" w:rsidRPr="00C34354" w:rsidRDefault="0053553B" w:rsidP="0053553B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t>metodologia pedagógica:</w:t>
      </w:r>
    </w:p>
    <w:p w14:paraId="08472F0C" w14:textId="77777777" w:rsidR="0053553B" w:rsidRPr="007831EA" w:rsidRDefault="0053553B" w:rsidP="0053553B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demonstrativo com recurso a prática </w:t>
      </w:r>
      <w:r>
        <w:rPr>
          <w:rFonts w:ascii="Verdana Pro Light" w:eastAsia="Arial Unicode MS" w:hAnsi="Verdana Pro Light" w:cs="Arial Unicode MS"/>
          <w:sz w:val="18"/>
          <w:szCs w:val="18"/>
        </w:rPr>
        <w:t>real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 e ativo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com visita a gráficas e </w:t>
      </w:r>
      <w:r w:rsidRPr="0074512F">
        <w:rPr>
          <w:rFonts w:ascii="Verdana Pro Light" w:eastAsia="Arial Unicode MS" w:hAnsi="Verdana Pro Light" w:cs="Arial Unicode MS"/>
          <w:sz w:val="18"/>
          <w:szCs w:val="18"/>
        </w:rPr>
        <w:t xml:space="preserve">baseado na ação de desenvolvimento de um projeto </w:t>
      </w:r>
      <w:r>
        <w:rPr>
          <w:rFonts w:ascii="Verdana Pro Light" w:eastAsia="Arial Unicode MS" w:hAnsi="Verdana Pro Light" w:cs="Arial Unicode MS"/>
          <w:sz w:val="18"/>
          <w:szCs w:val="18"/>
        </w:rPr>
        <w:t>prático.</w:t>
      </w:r>
    </w:p>
    <w:p w14:paraId="2DE490AA" w14:textId="77777777" w:rsidR="0053553B" w:rsidRPr="007831EA" w:rsidRDefault="0053553B" w:rsidP="0053553B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348E912A" w14:textId="77777777" w:rsidR="0053553B" w:rsidRPr="007831EA" w:rsidRDefault="0053553B" w:rsidP="0053553B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DE013D">
        <w:rPr>
          <w:rFonts w:ascii="Verdana Pro Light" w:hAnsi="Verdana Pro Light"/>
          <w:smallCaps/>
        </w:rPr>
        <w:t>forma de organização da formação (a distância, presencial, misto):</w:t>
      </w:r>
      <w:r w:rsidRPr="00DE013D"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presencial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C63D611" w14:textId="77777777" w:rsidR="0053553B" w:rsidRPr="00660EB6" w:rsidRDefault="0053553B" w:rsidP="0053553B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Necessidade de desdobramento de </w:t>
      </w:r>
      <w:r w:rsidRPr="0024024D">
        <w:rPr>
          <w:rFonts w:ascii="Verdana Pro Light" w:hAnsi="Verdana Pro Light"/>
          <w:smallCaps/>
        </w:rPr>
        <w:t xml:space="preserve">turmas </w:t>
      </w:r>
      <w:r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>Sugere-se o desdobramento da turma</w:t>
      </w:r>
    </w:p>
    <w:p w14:paraId="7D1833E5" w14:textId="77777777" w:rsidR="0053553B" w:rsidRPr="00660EB6" w:rsidRDefault="0053553B" w:rsidP="0053553B">
      <w:pPr>
        <w:pStyle w:val="PargrafodaLista"/>
        <w:spacing w:before="120" w:after="0" w:line="276" w:lineRule="auto"/>
        <w:ind w:left="780"/>
        <w:rPr>
          <w:rFonts w:ascii="Verdana Pro Light" w:hAnsi="Verdana Pro Light"/>
          <w:smallCaps/>
        </w:rPr>
      </w:pPr>
    </w:p>
    <w:p w14:paraId="248BE3B6" w14:textId="77777777" w:rsidR="0053553B" w:rsidRPr="00660EB6" w:rsidRDefault="0053553B" w:rsidP="0053553B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660EB6">
        <w:rPr>
          <w:rFonts w:ascii="Verdana Pro Light" w:hAnsi="Verdana Pro Light"/>
          <w:smallCaps/>
        </w:rPr>
        <w:t>Recursos indispensáveis</w:t>
      </w:r>
      <w:r w:rsidRPr="00660EB6">
        <w:rPr>
          <w:rFonts w:ascii="Verdana Pro Light" w:hAnsi="Verdana Pro Light"/>
          <w:smallCaps/>
        </w:rPr>
        <w:br/>
      </w:r>
      <w:r w:rsidRPr="00660EB6">
        <w:rPr>
          <w:rFonts w:ascii="Verdana Pro Light" w:eastAsia="Arial Unicode MS" w:hAnsi="Verdana Pro Light" w:cs="Arial Unicode MS"/>
          <w:sz w:val="18"/>
          <w:szCs w:val="18"/>
        </w:rPr>
        <w:t xml:space="preserve">Equipamentos, materiais e matérias para a prática da serigrafia em alternativa parceria com uma gráfica, empresa de impressão ou outra entidade que permita através de workshops a prática da serigrafia </w:t>
      </w:r>
    </w:p>
    <w:p w14:paraId="03EF4AD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17E89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642965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3553B" w:rsidRPr="00C20171" w14:paraId="2AD1FD87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F1B87C7" w14:textId="77777777" w:rsidR="0053553B" w:rsidRPr="00C20171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E34CE0F" w14:textId="77777777" w:rsidR="0053553B" w:rsidRPr="00C20171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20" w:name="_Hlk156126916"/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Acompanhar</w:t>
            </w:r>
            <w:r w:rsidRPr="00C20171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o processo de impressão em flexografia</w:t>
            </w:r>
            <w:bookmarkEnd w:id="20"/>
          </w:p>
        </w:tc>
      </w:tr>
    </w:tbl>
    <w:p w14:paraId="54F7E2FB" w14:textId="77777777" w:rsidR="0053553B" w:rsidRPr="00C20171" w:rsidRDefault="0053553B" w:rsidP="0053553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  <w:color w:val="C45911" w:themeColor="accent2" w:themeShade="BF"/>
        </w:rPr>
      </w:pPr>
    </w:p>
    <w:p w14:paraId="44CBA734" w14:textId="77777777" w:rsidR="0053553B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3DA3E92" w14:textId="77777777" w:rsidR="0053553B" w:rsidRPr="003200F2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769F4838" w14:textId="77777777" w:rsidR="0053553B" w:rsidRPr="00136AD8" w:rsidRDefault="0053553B" w:rsidP="0053553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3553B" w:rsidRPr="00136AD8" w14:paraId="0F9823D2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A27CBC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3553B" w:rsidRPr="00136AD8" w14:paraId="6F862153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A2FBDD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Verificar o processo de transferência de tinta e de configuração e preparação das máquinas</w:t>
            </w:r>
          </w:p>
          <w:p w14:paraId="39A53F8D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os suportes de impressão (papel e outros materiais) e de acabamentos</w:t>
            </w:r>
          </w:p>
          <w:p w14:paraId="1383DE24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Verificar as ações de manutenção, controle de qualidade e sustentabilidade </w:t>
            </w:r>
          </w:p>
          <w:p w14:paraId="44EDBD5B" w14:textId="77777777" w:rsidR="0053553B" w:rsidRPr="0008537A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um relatório de observação de casos de estudo de processos de impressão em flexografia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53553B" w:rsidRPr="00136AD8" w14:paraId="3FCBE1DB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B9621F" w14:textId="77777777" w:rsidR="0053553B" w:rsidRPr="001B353A" w:rsidRDefault="0053553B" w:rsidP="00525066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DF5E134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CCD6C99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3553B" w:rsidRPr="00136AD8" w14:paraId="7ADDD2C2" w14:textId="77777777" w:rsidTr="00525066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A451D9" w14:textId="77777777" w:rsidR="0053553B" w:rsidRPr="00842D50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flexografia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9E4A9A8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rincípios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ásicos</w:t>
            </w:r>
          </w:p>
          <w:p w14:paraId="144D51E0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História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volução</w:t>
            </w:r>
          </w:p>
          <w:p w14:paraId="754AA88F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Componentes do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istema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lexográfico</w:t>
            </w:r>
          </w:p>
          <w:p w14:paraId="4C3159E7" w14:textId="77777777" w:rsidR="0053553B" w:rsidRPr="00842D50" w:rsidRDefault="0053553B" w:rsidP="00525066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Equipamentos e materiais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C52D8BF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</w:t>
            </w: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áquinas flexográficas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 específicas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c</w:t>
            </w: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onfigurações e capacidades</w:t>
            </w:r>
          </w:p>
          <w:p w14:paraId="3151EB75" w14:textId="77777777" w:rsidR="0053553B" w:rsidRPr="00E76C54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suportes </w:t>
            </w:r>
          </w:p>
          <w:p w14:paraId="2EC2B9B4" w14:textId="77777777" w:rsidR="0053553B" w:rsidRPr="00E76C54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C5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Tintas e solventes </w:t>
            </w:r>
          </w:p>
          <w:p w14:paraId="7F5AEBD4" w14:textId="77777777" w:rsidR="0053553B" w:rsidRPr="00E76C54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C5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Preparação do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E76C5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rocesso:</w:t>
            </w:r>
          </w:p>
          <w:p w14:paraId="5E16221E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Pré-impressão</w:t>
            </w:r>
          </w:p>
          <w:p w14:paraId="1227CDB7" w14:textId="77777777" w:rsidR="0053553B" w:rsidRPr="00C74134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Montagem e registo</w:t>
            </w:r>
          </w:p>
          <w:p w14:paraId="1C0B9FC7" w14:textId="77777777" w:rsidR="0053553B" w:rsidRPr="00842D50" w:rsidRDefault="0053553B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Variáveis do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91336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rocesso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04FD54E9" w14:textId="77777777" w:rsidR="0053553B" w:rsidRPr="0091336A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de pressão, velocidade e temperatura.</w:t>
            </w:r>
          </w:p>
          <w:p w14:paraId="05AF2A4B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 da quantidade de tinta transferida</w:t>
            </w:r>
          </w:p>
          <w:p w14:paraId="2BF622D7" w14:textId="77777777" w:rsidR="0053553B" w:rsidRPr="0091336A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cores </w:t>
            </w:r>
          </w:p>
          <w:p w14:paraId="1CA3504C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</w:t>
            </w: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correção de cor</w:t>
            </w:r>
          </w:p>
          <w:p w14:paraId="404C444F" w14:textId="77777777" w:rsidR="0053553B" w:rsidRPr="00842D50" w:rsidRDefault="0053553B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Controle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q</w:t>
            </w: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ualidade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8E5563A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Principais aspetos a ter em conta</w:t>
            </w:r>
          </w:p>
          <w:p w14:paraId="2129CC82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Medições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écnicos</w:t>
            </w:r>
          </w:p>
          <w:p w14:paraId="5B975E1B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durante a produção</w:t>
            </w:r>
          </w:p>
          <w:p w14:paraId="59022B91" w14:textId="77777777" w:rsidR="0053553B" w:rsidRPr="00842D50" w:rsidRDefault="0053553B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Sustentabilidade e boas práticas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434E39E2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Práticas sustentáveis</w:t>
            </w:r>
          </w:p>
          <w:p w14:paraId="2B0F75A2" w14:textId="77777777" w:rsidR="0053553B" w:rsidRPr="001F4935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segurança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09C39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341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Caracterizar os princípios básicos e evolução histórica da impressão em flexografia</w:t>
            </w:r>
          </w:p>
          <w:p w14:paraId="7D15FE69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características da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 flexografia</w:t>
            </w:r>
          </w:p>
          <w:p w14:paraId="4FCDFBD4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aplicações da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 flexografia</w:t>
            </w:r>
          </w:p>
          <w:p w14:paraId="2C42CD42" w14:textId="77777777" w:rsidR="0053553B" w:rsidRPr="009668D1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Empregar processos de transferência de tinta e de configuração e preparação das máquinas</w:t>
            </w:r>
            <w:r w:rsidRPr="00FC278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19C91D45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tipos de suportes de impressão (papel e outros materiais)</w:t>
            </w:r>
          </w:p>
          <w:p w14:paraId="53748DB2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Empregar procedimentos de manutenção e controle de qualidade na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em flexografia</w:t>
            </w: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96CD742" w14:textId="77777777" w:rsidR="0053553B" w:rsidRPr="00F9765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boas práticas na impressão </w:t>
            </w: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</w:rPr>
              <w:t>em flexografia</w:t>
            </w: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8AC08B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29094580" w14:textId="77777777" w:rsidR="0053553B" w:rsidRDefault="0053553B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3BC1165" w14:textId="77777777" w:rsidR="0053553B" w:rsidRDefault="0053553B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40F43DFC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74FAD4C5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55C17CCE" w14:textId="77777777" w:rsidR="0053553B" w:rsidRPr="000173C0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AEB5A35" w14:textId="77777777" w:rsidR="0053553B" w:rsidRDefault="0053553B" w:rsidP="0053553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1F0754D" w14:textId="77777777" w:rsidR="0053553B" w:rsidRDefault="0053553B" w:rsidP="0053553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0D0E0D8" w14:textId="77777777" w:rsidR="0053553B" w:rsidRPr="00F87025" w:rsidRDefault="0053553B" w:rsidP="0053553B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84E7818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z w:val="18"/>
          <w:szCs w:val="18"/>
        </w:rPr>
        <w:lastRenderedPageBreak/>
        <w:t>Acompanhar</w:t>
      </w:r>
      <w:r w:rsidRPr="00F9765B">
        <w:rPr>
          <w:rFonts w:ascii="Verdana Pro Light" w:eastAsia="Arial Unicode MS" w:hAnsi="Verdana Pro Light" w:cs="Times New Roman"/>
          <w:b/>
          <w:sz w:val="18"/>
          <w:szCs w:val="18"/>
        </w:rPr>
        <w:t xml:space="preserve"> o processo de impressão em flexografia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561D7FB" w14:textId="77777777" w:rsidR="0053553B" w:rsidRPr="00251315" w:rsidRDefault="0053553B" w:rsidP="0053553B">
      <w:pPr>
        <w:spacing w:before="120" w:after="0" w:line="276" w:lineRule="auto"/>
        <w:ind w:left="318" w:hanging="176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Identificando 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princípios básicos da impressão em flexografia tendo em conta os componentes e processos de impressão</w:t>
      </w:r>
    </w:p>
    <w:p w14:paraId="55A798EA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Realizando os procedimentos de manutenção, resolução de problemas, controle de qualidade e sustentabilidade</w:t>
      </w:r>
    </w:p>
    <w:p w14:paraId="19A235F5" w14:textId="77777777" w:rsidR="0053553B" w:rsidRPr="00136AD8" w:rsidRDefault="0053553B" w:rsidP="0053553B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Elaborando relatório sobre o processo de impressão em flexografia tendo em conta o tipo de suporte, a resolução e formato do documento, a configuração da impressão e a finalidade da obra gráfica.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br/>
      </w:r>
    </w:p>
    <w:p w14:paraId="7EFCAF86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EE6985F" w14:textId="77777777" w:rsidR="0053553B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2F70558C" w14:textId="77777777" w:rsidR="0053553B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038E97F5" w14:textId="77777777" w:rsidR="0053553B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1068390B" w14:textId="77777777" w:rsidR="0053553B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096126D4" w14:textId="77777777" w:rsidR="0053553B" w:rsidRPr="00136EC3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F1B3F98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363AD59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21FDDE04" w14:textId="77777777" w:rsidR="0053553B" w:rsidRPr="00DB356C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B356C">
        <w:rPr>
          <w:rFonts w:ascii="Verdana Pro Light" w:eastAsia="Arial Unicode MS" w:hAnsi="Verdana Pro Light" w:cs="Arial Unicode MS"/>
          <w:sz w:val="18"/>
          <w:szCs w:val="18"/>
        </w:rPr>
        <w:t>Ferramentas digitais de edição de texto</w:t>
      </w:r>
    </w:p>
    <w:p w14:paraId="233AF926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2874FB67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F9765B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 w:rsidRPr="00F9765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 w:rsidRPr="00F9765B">
        <w:rPr>
          <w:rFonts w:ascii="Verdana Pro Light" w:eastAsia="Arial Unicode MS" w:hAnsi="Verdana Pro Light" w:cs="Arial Unicode MS"/>
          <w:sz w:val="18"/>
          <w:szCs w:val="18"/>
        </w:rPr>
        <w:t xml:space="preserve">gráficas impressas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em flexografia </w:t>
      </w:r>
    </w:p>
    <w:p w14:paraId="2ADD54AB" w14:textId="77777777" w:rsidR="0053553B" w:rsidRPr="00F9765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F9765B">
        <w:rPr>
          <w:rFonts w:ascii="Verdana Pro Light" w:eastAsia="Arial Unicode MS" w:hAnsi="Verdana Pro Light" w:cs="Arial Unicode MS"/>
          <w:sz w:val="18"/>
          <w:szCs w:val="18"/>
        </w:rPr>
        <w:t>Amostras de tipos de suportes de impressão (papel e outros materiais)</w:t>
      </w:r>
    </w:p>
    <w:p w14:paraId="0805EB15" w14:textId="77777777" w:rsidR="0053553B" w:rsidRPr="002D5C23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661838A1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A415493" w14:textId="77777777" w:rsidR="0053553B" w:rsidRDefault="0053553B" w:rsidP="0053553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47566E4F" w14:textId="77777777" w:rsidR="0053553B" w:rsidRDefault="0053553B" w:rsidP="0053553B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impressão em flexografia;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>sobre análise de obras gráficas impressas em flexografia e estudo de casos com recurso a visita a gráficas e/ou empresas de impressão.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9D29D8C" w14:textId="77777777" w:rsidR="0053553B" w:rsidRPr="00033F56" w:rsidRDefault="0053553B" w:rsidP="0053553B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24024D">
        <w:rPr>
          <w:rFonts w:ascii="Verdana Pro Light" w:hAnsi="Verdana Pro Light"/>
          <w:smallCaps/>
        </w:rPr>
        <w:t>forma de organização da formação (a distância, presencial, misto)</w:t>
      </w:r>
      <w:r>
        <w:rPr>
          <w:rFonts w:ascii="Verdana Pro Light" w:hAnsi="Verdana Pro Light"/>
          <w:smallCaps/>
        </w:rPr>
        <w:t>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>Para esta UC a organização da formação deve ser preferencialmente presencial, podendo ser mista caso as circunstâncias assim o exijam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7FF2DD52" w14:textId="77777777" w:rsidR="0053553B" w:rsidRPr="00051C79" w:rsidRDefault="0053553B" w:rsidP="0053553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218E59" w14:textId="77777777" w:rsidR="0053553B" w:rsidRPr="00051C79" w:rsidRDefault="0053553B" w:rsidP="0053553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95EB40A" w14:textId="77777777" w:rsidR="0053553B" w:rsidRPr="00051C79" w:rsidRDefault="0053553B" w:rsidP="0053553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12DB6F5" w14:textId="77777777" w:rsidR="0053553B" w:rsidRDefault="0053553B" w:rsidP="0053553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53553B" w:rsidRPr="00136AD8" w14:paraId="6FE43578" w14:textId="77777777" w:rsidTr="00525066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1D087E1" w14:textId="77777777" w:rsidR="0053553B" w:rsidRPr="00C20171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C20171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7F9A963" w14:textId="77777777" w:rsidR="0053553B" w:rsidRPr="00C20171" w:rsidRDefault="0053553B" w:rsidP="00525066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21" w:name="_Hlk157705515"/>
            <w:r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>Acompanhar</w:t>
            </w:r>
            <w:r w:rsidRPr="00C20171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 o processo de impressão em rotogravura</w:t>
            </w:r>
            <w:bookmarkEnd w:id="21"/>
          </w:p>
        </w:tc>
      </w:tr>
    </w:tbl>
    <w:p w14:paraId="20E43C20" w14:textId="77777777" w:rsidR="0053553B" w:rsidRPr="00136AD8" w:rsidRDefault="0053553B" w:rsidP="0053553B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EE35118" w14:textId="77777777" w:rsidR="0053553B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21AAEBC6" w14:textId="77777777" w:rsidR="0053553B" w:rsidRPr="003200F2" w:rsidRDefault="0053553B" w:rsidP="0053553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3523CDB1" w14:textId="77777777" w:rsidR="0053553B" w:rsidRPr="00136AD8" w:rsidRDefault="0053553B" w:rsidP="0053553B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53553B" w:rsidRPr="00136AD8" w14:paraId="6A2C3639" w14:textId="77777777" w:rsidTr="00525066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96D312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53553B" w:rsidRPr="00136AD8" w14:paraId="12E9365F" w14:textId="77777777" w:rsidTr="00525066">
        <w:trPr>
          <w:trHeight w:val="1160"/>
        </w:trPr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291CFF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Verificar o processo de configuração e preparação das máquinas</w:t>
            </w:r>
          </w:p>
          <w:p w14:paraId="6D4A38E0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Selecionar os suportes de impressão (papel e outros materiais) e de acabamentos</w:t>
            </w:r>
          </w:p>
          <w:p w14:paraId="5374EC33" w14:textId="77777777" w:rsidR="0053553B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Verificar os processos de gravação de cilindros</w:t>
            </w:r>
          </w:p>
          <w:p w14:paraId="47964010" w14:textId="77777777" w:rsidR="0053553B" w:rsidRDefault="0053553B" w:rsidP="0052506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Verificar as ações de manutenção, controle de qualidade e sustentabilidade </w:t>
            </w:r>
          </w:p>
          <w:p w14:paraId="6A246FFD" w14:textId="77777777" w:rsidR="0053553B" w:rsidRPr="0008537A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R5. </w:t>
            </w:r>
            <w:r w:rsidRPr="001979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Elaborar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um relatório de observação de casos de estudo de processos de impressão </w:t>
            </w:r>
            <w:r w:rsidRPr="002D3C27">
              <w:rPr>
                <w:rFonts w:ascii="Verdana Pro Light" w:eastAsia="Arial Unicode MS" w:hAnsi="Verdana Pro Light" w:cs="Arial Unicode MS"/>
                <w:sz w:val="18"/>
                <w:szCs w:val="18"/>
              </w:rPr>
              <w:t>em rotogravura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53553B" w:rsidRPr="00136AD8" w14:paraId="7DEA2729" w14:textId="77777777" w:rsidTr="00525066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D79ED9" w14:textId="77777777" w:rsidR="0053553B" w:rsidRPr="001B353A" w:rsidRDefault="0053553B" w:rsidP="00525066">
            <w:pPr>
              <w:spacing w:after="0" w:line="240" w:lineRule="auto"/>
              <w:ind w:left="176" w:hanging="142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F5B77C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E8CE2EA" w14:textId="77777777" w:rsidR="0053553B" w:rsidRPr="001B353A" w:rsidRDefault="0053553B" w:rsidP="00525066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53553B" w:rsidRPr="00136AD8" w14:paraId="6BD49D01" w14:textId="77777777" w:rsidTr="00525066">
        <w:trPr>
          <w:trHeight w:val="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D4F5A" w14:textId="77777777" w:rsidR="0053553B" w:rsidRPr="00842D50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A</w:t>
            </w:r>
            <w:r w:rsidRPr="001F4935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 w:rsidRPr="004077CC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rotogravura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1D09E220" w14:textId="77777777" w:rsidR="0053553B" w:rsidRPr="004077CC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 e características do processo de impressão </w:t>
            </w:r>
          </w:p>
          <w:p w14:paraId="1F34A278" w14:textId="77777777" w:rsidR="0053553B" w:rsidRPr="004077CC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Comparação com outras técnicas de impressão.</w:t>
            </w:r>
          </w:p>
          <w:p w14:paraId="41499BF4" w14:textId="77777777" w:rsidR="0053553B" w:rsidRPr="004077CC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Contextualização histórica </w:t>
            </w:r>
          </w:p>
          <w:p w14:paraId="3FF0A89F" w14:textId="77777777" w:rsidR="0053553B" w:rsidRPr="004077CC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Desenvolvimento tecnológico ao longo do tempo.</w:t>
            </w:r>
          </w:p>
          <w:p w14:paraId="0E81B275" w14:textId="77777777" w:rsidR="0053553B" w:rsidRPr="00842D50" w:rsidRDefault="0053553B" w:rsidP="00525066">
            <w:pPr>
              <w:spacing w:before="120" w:after="0" w:line="276" w:lineRule="auto"/>
              <w:ind w:left="34"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Equipamentos e materiais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0A7EC0D" w14:textId="77777777" w:rsidR="0053553B" w:rsidRPr="004077CC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máquinas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</w:t>
            </w: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aplicações específicas.</w:t>
            </w:r>
          </w:p>
          <w:p w14:paraId="65177561" w14:textId="77777777" w:rsidR="0053553B" w:rsidRPr="004077CC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Configurações e capacidades.</w:t>
            </w:r>
          </w:p>
          <w:p w14:paraId="4FFEEF17" w14:textId="77777777" w:rsidR="0053553B" w:rsidRPr="004077CC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de gravação dos cilindros </w:t>
            </w:r>
          </w:p>
          <w:p w14:paraId="022731EE" w14:textId="77777777" w:rsidR="0053553B" w:rsidRPr="004077CC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gravuras e materiais utilizados.</w:t>
            </w:r>
          </w:p>
          <w:p w14:paraId="34B33281" w14:textId="77777777" w:rsidR="0053553B" w:rsidRPr="00E76C54" w:rsidRDefault="0053553B" w:rsidP="00525066">
            <w:pPr>
              <w:spacing w:before="120" w:after="0" w:line="276" w:lineRule="auto"/>
              <w:ind w:right="73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E76C5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Preparação do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E76C54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rocesso:</w:t>
            </w:r>
          </w:p>
          <w:p w14:paraId="59A55DCC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Pré-impressão, preparação dos cilindros</w:t>
            </w:r>
          </w:p>
          <w:p w14:paraId="380C5146" w14:textId="77777777" w:rsidR="0053553B" w:rsidRPr="004077CC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 para montagem e registo dos cilindros na máquina.</w:t>
            </w:r>
          </w:p>
          <w:p w14:paraId="4B96AF10" w14:textId="77777777" w:rsidR="0053553B" w:rsidRPr="004077CC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right="73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 de sistemas de registo automático.</w:t>
            </w:r>
          </w:p>
          <w:p w14:paraId="6EC6E156" w14:textId="77777777" w:rsidR="0053553B" w:rsidRPr="00842D50" w:rsidRDefault="0053553B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Variáveis do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p</w:t>
            </w:r>
            <w:r w:rsidRPr="0091336A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rocesso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5EBF88FE" w14:textId="77777777" w:rsidR="0053553B" w:rsidRPr="0091336A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de pressão, velocidade e temperatura.</w:t>
            </w:r>
          </w:p>
          <w:p w14:paraId="74F74FB6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Controle da quantidade de tinta transferida</w:t>
            </w:r>
          </w:p>
          <w:p w14:paraId="4EB9F858" w14:textId="77777777" w:rsidR="0053553B" w:rsidRPr="0091336A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</w:t>
            </w: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cores </w:t>
            </w:r>
          </w:p>
          <w:p w14:paraId="4F79324B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</w:t>
            </w: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correção de cor</w:t>
            </w:r>
          </w:p>
          <w:p w14:paraId="778B376B" w14:textId="77777777" w:rsidR="0053553B" w:rsidRPr="00842D50" w:rsidRDefault="0053553B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Controle de </w:t>
            </w: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q</w:t>
            </w:r>
            <w:r w:rsidRPr="00136EC3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ualidade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32D9EB59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Principais aspetos a ter em conta</w:t>
            </w:r>
          </w:p>
          <w:p w14:paraId="6D268953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Medições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estes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Pr="001F49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écnicos</w:t>
            </w:r>
          </w:p>
          <w:p w14:paraId="7A6F26BE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336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Ajustes durante a produção</w:t>
            </w:r>
          </w:p>
          <w:p w14:paraId="152E2EF4" w14:textId="77777777" w:rsidR="0053553B" w:rsidRPr="00842D50" w:rsidRDefault="0053553B" w:rsidP="00525066">
            <w:pPr>
              <w:spacing w:before="120" w:after="0" w:line="276" w:lineRule="auto"/>
              <w:ind w:left="34"/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Sustentabilidade e boas práticas</w:t>
            </w:r>
            <w:r w:rsidRPr="00842D50"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>:</w:t>
            </w:r>
          </w:p>
          <w:p w14:paraId="27CBF7B8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Práticas sustentáveis</w:t>
            </w:r>
          </w:p>
          <w:p w14:paraId="56EB26B5" w14:textId="77777777" w:rsidR="0053553B" w:rsidRPr="001F4935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9" w:hanging="14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Normas de segurança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8D7EE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3C2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Caracterizar os princípios básicos e evolução histórica da impressão em rotogravura</w:t>
            </w:r>
          </w:p>
          <w:p w14:paraId="1DC087B3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características da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em </w:t>
            </w: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</w:rPr>
              <w:t>rotogravura</w:t>
            </w:r>
          </w:p>
          <w:p w14:paraId="7E22A761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aplicações da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em </w:t>
            </w: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</w:rPr>
              <w:t>rotogravura</w:t>
            </w:r>
          </w:p>
          <w:p w14:paraId="127C2DC6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tipos de suportes de impressão (papel e outros materiais)</w:t>
            </w:r>
          </w:p>
          <w:p w14:paraId="40F4D062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Empregar procedimentos de manutenção e controle de qualidade na impressão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em </w:t>
            </w: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</w:rPr>
              <w:t>rotogravura</w:t>
            </w: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AEB1613" w14:textId="77777777" w:rsidR="0053553B" w:rsidRPr="00F9765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as boas práticas na impressão </w:t>
            </w: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em </w:t>
            </w:r>
            <w:r w:rsidRPr="004077CC">
              <w:rPr>
                <w:rFonts w:ascii="Verdana Pro Light" w:eastAsia="Arial Unicode MS" w:hAnsi="Verdana Pro Light" w:cs="Arial Unicode MS"/>
                <w:sz w:val="18"/>
                <w:szCs w:val="18"/>
              </w:rPr>
              <w:t>rotogravura</w:t>
            </w:r>
            <w:r w:rsidRPr="00F976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A7B8A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4451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esponsabilidade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pelas suas ações</w:t>
            </w:r>
          </w:p>
          <w:p w14:paraId="48225684" w14:textId="77777777" w:rsidR="0053553B" w:rsidRDefault="0053553B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4D7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Autonomia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nas suas funções</w:t>
            </w:r>
          </w:p>
          <w:p w14:paraId="685DE9AE" w14:textId="77777777" w:rsidR="0053553B" w:rsidRDefault="0053553B" w:rsidP="00525066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</w:t>
            </w:r>
          </w:p>
          <w:p w14:paraId="75DAAF58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</w:t>
            </w:r>
          </w:p>
          <w:p w14:paraId="6185BBD4" w14:textId="77777777" w:rsidR="0053553B" w:rsidRDefault="0053553B" w:rsidP="0052506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207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Sentido crítico </w:t>
            </w:r>
          </w:p>
          <w:p w14:paraId="62838D67" w14:textId="77777777" w:rsidR="0053553B" w:rsidRPr="000173C0" w:rsidRDefault="0053553B" w:rsidP="00525066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698217A" w14:textId="77777777" w:rsidR="0053553B" w:rsidRDefault="0053553B" w:rsidP="0053553B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54937BD" w14:textId="77777777" w:rsidR="0053553B" w:rsidRPr="00F87025" w:rsidRDefault="0053553B" w:rsidP="0053553B">
      <w:pPr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4EC0F27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D3C27">
        <w:rPr>
          <w:rFonts w:ascii="Verdana Pro Light" w:eastAsia="Arial Unicode MS" w:hAnsi="Verdana Pro Light" w:cs="Times New Roman"/>
          <w:b/>
          <w:sz w:val="18"/>
          <w:szCs w:val="18"/>
        </w:rPr>
        <w:t>Acompanhar o processo de impressão em rotogravura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F0DF533" w14:textId="77777777" w:rsidR="0053553B" w:rsidRPr="00251315" w:rsidRDefault="0053553B" w:rsidP="0053553B">
      <w:pPr>
        <w:spacing w:before="120" w:after="0" w:line="276" w:lineRule="auto"/>
        <w:ind w:left="318" w:hanging="176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Identificando 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princípios básicos da impressão </w:t>
      </w:r>
      <w:r w:rsidRPr="00012515">
        <w:rPr>
          <w:rFonts w:ascii="Verdana Pro Light" w:eastAsia="Arial Unicode MS" w:hAnsi="Verdana Pro Light" w:cs="Arial Unicode MS"/>
          <w:sz w:val="18"/>
          <w:szCs w:val="18"/>
        </w:rPr>
        <w:t>em rotogravura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tendo em conta os componentes e processos de impressão</w:t>
      </w:r>
    </w:p>
    <w:p w14:paraId="0584A1EA" w14:textId="77777777" w:rsidR="0053553B" w:rsidRDefault="0053553B" w:rsidP="0053553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Realizando os procedimentos de manutenção, resolução de problemas, controle de qualidade e sustentabilidade</w:t>
      </w:r>
    </w:p>
    <w:p w14:paraId="4C442F33" w14:textId="77777777" w:rsidR="0053553B" w:rsidRPr="00136AD8" w:rsidRDefault="0053553B" w:rsidP="0053553B">
      <w:pPr>
        <w:spacing w:before="120" w:after="0" w:line="276" w:lineRule="auto"/>
        <w:ind w:left="709" w:hanging="567"/>
        <w:rPr>
          <w:rFonts w:ascii="Verdana Pro Light" w:hAnsi="Verdana Pro Light"/>
          <w:smallCaps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CD3. Elaborando relatório sobre o processo de impressão </w:t>
      </w:r>
      <w:r w:rsidRPr="0001251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em rotogravura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tendo em conta o tipo de suporte, a resolução e formato do documento, a configuração da impressão e a finalidade da obra gráfica.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br/>
      </w:r>
    </w:p>
    <w:p w14:paraId="6ED3A346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82B95E9" w14:textId="77777777" w:rsidR="0053553B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Gráficas e empresas de impressão</w:t>
      </w:r>
    </w:p>
    <w:p w14:paraId="4B22F19F" w14:textId="77777777" w:rsidR="0053553B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Agências de Publicidade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Estúdios ou Gabinetes de Design</w:t>
      </w:r>
    </w:p>
    <w:p w14:paraId="169C42C5" w14:textId="77777777" w:rsidR="0053553B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Departamentos de 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t>Marketing e Comunicação</w:t>
      </w:r>
    </w:p>
    <w:p w14:paraId="03BA4986" w14:textId="77777777" w:rsidR="0053553B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136EC3">
        <w:rPr>
          <w:rFonts w:ascii="Verdana Pro Light" w:eastAsia="Arial Unicode MS" w:hAnsi="Verdana Pro Light" w:cs="Arial Unicode MS"/>
          <w:sz w:val="18"/>
          <w:szCs w:val="18"/>
        </w:rPr>
        <w:t>Editoras e empresas de media</w:t>
      </w:r>
    </w:p>
    <w:p w14:paraId="1CA357DF" w14:textId="77777777" w:rsidR="0053553B" w:rsidRPr="00136EC3" w:rsidRDefault="0053553B" w:rsidP="0053553B">
      <w:pPr>
        <w:pStyle w:val="PargrafodaLista"/>
        <w:numPr>
          <w:ilvl w:val="0"/>
          <w:numId w:val="7"/>
        </w:numPr>
        <w:spacing w:before="120" w:after="0" w:line="276" w:lineRule="auto"/>
        <w:ind w:left="426"/>
        <w:contextualSpacing w:val="0"/>
        <w:rPr>
          <w:rFonts w:ascii="Verdana Pro Light" w:eastAsia="Arial Unicode MS" w:hAnsi="Verdana Pro Light" w:cs="Arial Unicode MS"/>
          <w:sz w:val="18"/>
          <w:szCs w:val="18"/>
        </w:rPr>
      </w:pPr>
      <w:r w:rsidRPr="00E2794B">
        <w:rPr>
          <w:rFonts w:ascii="Verdana Pro Light" w:eastAsia="Arial Unicode MS" w:hAnsi="Verdana Pro Light" w:cs="Arial Unicode MS"/>
          <w:sz w:val="18"/>
          <w:szCs w:val="18"/>
        </w:rPr>
        <w:t>Exercício da atividade como profissional liberal</w:t>
      </w:r>
      <w:r w:rsidRPr="00136EC3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16ED6B6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42FCFA5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</w:t>
      </w:r>
    </w:p>
    <w:p w14:paraId="493DCA60" w14:textId="77777777" w:rsidR="0053553B" w:rsidRPr="00DB356C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DB356C">
        <w:rPr>
          <w:rFonts w:ascii="Verdana Pro Light" w:eastAsia="Arial Unicode MS" w:hAnsi="Verdana Pro Light" w:cs="Arial Unicode MS"/>
          <w:sz w:val="18"/>
          <w:szCs w:val="18"/>
        </w:rPr>
        <w:t>Ferramentas digitais de edição de texto</w:t>
      </w:r>
    </w:p>
    <w:p w14:paraId="6289B21E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423481">
        <w:rPr>
          <w:rFonts w:ascii="Verdana Pro Light" w:eastAsia="Arial Unicode MS" w:hAnsi="Verdana Pro Light" w:cs="Arial Unicode MS"/>
          <w:sz w:val="18"/>
          <w:szCs w:val="18"/>
        </w:rPr>
        <w:t>Recursos multimédia/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visuais e </w:t>
      </w:r>
      <w:r w:rsidRPr="00423481">
        <w:rPr>
          <w:rFonts w:ascii="Verdana Pro Light" w:eastAsia="Arial Unicode MS" w:hAnsi="Verdana Pro Light" w:cs="Arial Unicode MS"/>
          <w:sz w:val="18"/>
          <w:szCs w:val="18"/>
        </w:rPr>
        <w:t>audiovisuais sobre o tema</w:t>
      </w:r>
    </w:p>
    <w:p w14:paraId="578322A8" w14:textId="77777777" w:rsidR="0053553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F9765B">
        <w:rPr>
          <w:rFonts w:ascii="Verdana Pro Light" w:eastAsia="Arial Unicode MS" w:hAnsi="Verdana Pro Light" w:cs="Arial Unicode MS"/>
          <w:sz w:val="18"/>
          <w:szCs w:val="18"/>
        </w:rPr>
        <w:t xml:space="preserve">Casos de estudo de </w:t>
      </w:r>
      <w:r w:rsidRPr="00F9765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obras </w:t>
      </w:r>
      <w:r w:rsidRPr="00F9765B">
        <w:rPr>
          <w:rFonts w:ascii="Verdana Pro Light" w:eastAsia="Arial Unicode MS" w:hAnsi="Verdana Pro Light" w:cs="Arial Unicode MS"/>
          <w:sz w:val="18"/>
          <w:szCs w:val="18"/>
        </w:rPr>
        <w:t xml:space="preserve">gráficas impressas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em </w:t>
      </w:r>
      <w:r w:rsidRPr="004077CC">
        <w:rPr>
          <w:rFonts w:ascii="Verdana Pro Light" w:eastAsia="Arial Unicode MS" w:hAnsi="Verdana Pro Light" w:cs="Arial Unicode MS"/>
          <w:sz w:val="18"/>
          <w:szCs w:val="18"/>
        </w:rPr>
        <w:t>rotogravura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5CD5673D" w14:textId="77777777" w:rsidR="0053553B" w:rsidRPr="00F9765B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 w:rsidRPr="00F9765B">
        <w:rPr>
          <w:rFonts w:ascii="Verdana Pro Light" w:eastAsia="Arial Unicode MS" w:hAnsi="Verdana Pro Light" w:cs="Arial Unicode MS"/>
          <w:sz w:val="18"/>
          <w:szCs w:val="18"/>
        </w:rPr>
        <w:t>Amostras de tipos de suportes de impressão (papel e outros materiais)</w:t>
      </w:r>
    </w:p>
    <w:p w14:paraId="01E671B2" w14:textId="77777777" w:rsidR="0053553B" w:rsidRPr="002D5C23" w:rsidRDefault="0053553B" w:rsidP="0053553B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Referências bibliográficas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0A467AD" w14:textId="77777777" w:rsidR="0053553B" w:rsidRPr="00F87025" w:rsidRDefault="0053553B" w:rsidP="0053553B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E29F932" w14:textId="77777777" w:rsidR="0053553B" w:rsidRDefault="0053553B" w:rsidP="0053553B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 xml:space="preserve"> </w:t>
      </w:r>
    </w:p>
    <w:p w14:paraId="6DD19D06" w14:textId="1D81EE69" w:rsidR="0053553B" w:rsidRPr="0053553B" w:rsidRDefault="0053553B" w:rsidP="0053553B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t>metodologia pedagógica:</w:t>
      </w:r>
      <w:r>
        <w:rPr>
          <w:rFonts w:ascii="Verdana Pro Light" w:hAnsi="Verdana Pro Light"/>
          <w:smallCaps/>
        </w:rPr>
        <w:br/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Sugere-se a utilização da conjugação dos métodos expositivo e interrogativo com recurso a meios visuais e/ou audiovisuais </w:t>
      </w:r>
      <w:r w:rsidRPr="00937B5F">
        <w:rPr>
          <w:rFonts w:ascii="Verdana Pro Light" w:eastAsia="Arial Unicode MS" w:hAnsi="Verdana Pro Light" w:cs="Arial Unicode MS"/>
          <w:sz w:val="18"/>
          <w:szCs w:val="18"/>
        </w:rPr>
        <w:t>para a explicitação dos conceitos associado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à impressão em </w:t>
      </w:r>
      <w:r w:rsidRPr="004077CC">
        <w:rPr>
          <w:rFonts w:ascii="Verdana Pro Light" w:eastAsia="Arial Unicode MS" w:hAnsi="Verdana Pro Light" w:cs="Arial Unicode MS"/>
          <w:sz w:val="18"/>
          <w:szCs w:val="18"/>
        </w:rPr>
        <w:t>rotogravura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; ativo com recurso a </w:t>
      </w:r>
      <w:r w:rsidRPr="00FF16C5">
        <w:rPr>
          <w:rFonts w:ascii="Verdana Pro Light" w:eastAsia="Arial Unicode MS" w:hAnsi="Verdana Pro Light" w:cs="Arial Unicode MS"/>
          <w:sz w:val="18"/>
          <w:szCs w:val="18"/>
        </w:rPr>
        <w:t xml:space="preserve">pesquisa individual ou de grupo e ainda o debate ou discussão orientada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sobre análise de obras gráficas impressas em </w:t>
      </w:r>
      <w:r w:rsidRPr="004077CC">
        <w:rPr>
          <w:rFonts w:ascii="Verdana Pro Light" w:eastAsia="Arial Unicode MS" w:hAnsi="Verdana Pro Light" w:cs="Arial Unicode MS"/>
          <w:sz w:val="18"/>
          <w:szCs w:val="18"/>
        </w:rPr>
        <w:t>rotogravura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e estudo de casos com recurso a visita a gráficas e/ou empresas de impressão.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4AE21A73" w14:textId="5FB9968E" w:rsidR="008C76A8" w:rsidRPr="0053553B" w:rsidRDefault="0053553B" w:rsidP="0053553B">
      <w:pPr>
        <w:pStyle w:val="PargrafodaLista"/>
        <w:numPr>
          <w:ilvl w:val="0"/>
          <w:numId w:val="6"/>
        </w:numPr>
        <w:spacing w:before="120" w:after="0" w:line="276" w:lineRule="auto"/>
        <w:rPr>
          <w:rFonts w:ascii="Verdana Pro Light" w:hAnsi="Verdana Pro Light"/>
          <w:smallCaps/>
        </w:rPr>
      </w:pPr>
      <w:r w:rsidRPr="0053553B">
        <w:rPr>
          <w:rFonts w:ascii="Verdana Pro Light" w:hAnsi="Verdana Pro Light"/>
          <w:smallCaps/>
        </w:rPr>
        <w:t>forma de organização da formação (a distância, presencial, misto):</w:t>
      </w:r>
      <w:r w:rsidRPr="0053553B">
        <w:rPr>
          <w:rFonts w:ascii="Verdana Pro Light" w:hAnsi="Verdana Pro Light"/>
          <w:smallCaps/>
        </w:rPr>
        <w:br/>
      </w:r>
      <w:r w:rsidRPr="0053553B">
        <w:rPr>
          <w:rFonts w:ascii="Verdana Pro Light" w:eastAsia="Arial Unicode MS" w:hAnsi="Verdana Pro Light" w:cs="Arial Unicode MS"/>
          <w:sz w:val="18"/>
          <w:szCs w:val="18"/>
        </w:rPr>
        <w:t xml:space="preserve">Para esta UC a organização da formação deve ser preferencialmente presencial, podendo ser mista </w:t>
      </w:r>
      <w:r w:rsidRPr="0053553B">
        <w:rPr>
          <w:rFonts w:ascii="Verdana Pro Light" w:eastAsia="Arial Unicode MS" w:hAnsi="Verdana Pro Light" w:cs="Arial Unicode MS"/>
          <w:sz w:val="18"/>
          <w:szCs w:val="18"/>
        </w:rPr>
        <w:lastRenderedPageBreak/>
        <w:t>caso as circunstâncias assim o exijam</w:t>
      </w:r>
      <w:r w:rsidRPr="0053553B"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5F1D969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D27703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D086810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048F3891" w14:textId="1120C747" w:rsidR="008C76A8" w:rsidRDefault="008C76A8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55FE" w:rsidRPr="00136AD8" w14:paraId="5DDB60F9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E10F535" w14:textId="77777777" w:rsidR="00B555FE" w:rsidRPr="00136AD8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B9BAA27" w14:textId="77777777" w:rsidR="00B555FE" w:rsidRPr="009C256C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 xml:space="preserve">Avaliar os direitos de autor, proteção de dados e </w:t>
            </w:r>
            <w:commentRangeStart w:id="22"/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>propriedade</w:t>
            </w:r>
            <w:commentRangeEnd w:id="22"/>
            <w:r>
              <w:rPr>
                <w:rStyle w:val="Refdecomentrio"/>
              </w:rPr>
              <w:commentReference w:id="22"/>
            </w: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 xml:space="preserve"> industrial</w:t>
            </w:r>
          </w:p>
        </w:tc>
      </w:tr>
    </w:tbl>
    <w:p w14:paraId="29D5229B" w14:textId="77777777" w:rsidR="00B555FE" w:rsidRPr="00136AD8" w:rsidRDefault="00B555FE" w:rsidP="00B555F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E8106A2" w14:textId="77777777" w:rsid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6E8597C" w14:textId="77777777" w:rsidR="00B555FE" w:rsidRP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62F65535" w14:textId="77777777" w:rsidR="00B555FE" w:rsidRPr="00136AD8" w:rsidRDefault="00B555FE" w:rsidP="00B555F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55FE" w:rsidRPr="00136AD8" w14:paraId="057948E8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F2FBD2E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555FE" w:rsidRPr="00136AD8" w14:paraId="1A4179F5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EEB2CB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184DC64D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7ABD466B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4A437DE4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B555FE" w:rsidRPr="00136AD8" w14:paraId="34C89CD2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F07595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DBBD35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BF65931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555FE" w:rsidRPr="00136AD8" w14:paraId="4202D56D" w14:textId="77777777" w:rsidTr="0035369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4ED0C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76A72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F722B6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9FB8C1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3A1E7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AAF28A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B74058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2C5A3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8DDF8D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C5E988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9CE0EC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6D816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09DA5A" w14:textId="77777777" w:rsidR="00B555FE" w:rsidRPr="001B353A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AA6A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A84D8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B30D70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17298D" w14:textId="77777777" w:rsidR="00B555FE" w:rsidRPr="00517AA8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A1D1FA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012FCD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9385FE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8835CB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848263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F8B016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C1CCC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D98141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404C5D" w14:textId="77777777" w:rsidR="00B555FE" w:rsidRPr="00057283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E7D01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5CE548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8D6543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672610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01316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D0C01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0660873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55EF24D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825B99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00DE70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625112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CCE5F8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9F5167" w14:textId="77777777" w:rsidR="00B555FE" w:rsidRPr="00057283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1C29DEE" w14:textId="77777777" w:rsidR="00B555FE" w:rsidRDefault="00B555FE" w:rsidP="00B555F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2315315" w14:textId="10665B06" w:rsidR="00B555FE" w:rsidRDefault="00B555FE" w:rsidP="00B555FE">
      <w:pPr>
        <w:rPr>
          <w:rFonts w:ascii="Verdana Pro Light" w:hAnsi="Verdana Pro Light"/>
          <w:smallCaps/>
        </w:rPr>
      </w:pPr>
    </w:p>
    <w:p w14:paraId="594D1922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DCA0949" w14:textId="77777777" w:rsidR="00B555FE" w:rsidRPr="00F20E6F" w:rsidRDefault="00B555FE" w:rsidP="00B555FE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AD330DA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305F470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67F2CFA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7ED46D1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4C28B27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6613F17" w14:textId="77777777" w:rsidR="00B555FE" w:rsidRPr="00136AD8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BBE5329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F8924C3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B5410A7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0F98E9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69C5A4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CCFD163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BA0A543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CF0D1E2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DB09D13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86B0CE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9398C94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FD2D704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68F98B6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DE232F2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9C92391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4662741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DFC9738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E42186F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B0330B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AA2E2DE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5E64F7F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845D60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FF2C74" w14:textId="77777777" w:rsidR="00B555FE" w:rsidRDefault="00B555FE" w:rsidP="00B555FE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55FE" w:rsidRPr="00136AD8" w14:paraId="59924901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F592C4B" w14:textId="77777777" w:rsidR="00B555FE" w:rsidRPr="00136AD8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</w:t>
            </w:r>
            <w:r w:rsidRPr="00313643">
              <w:rPr>
                <w:rFonts w:ascii="Verdana Pro Light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/0000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B04FE09" w14:textId="77777777" w:rsidR="00B555FE" w:rsidRPr="009C256C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 xml:space="preserve">Planear a procura de </w:t>
            </w:r>
            <w:commentRangeStart w:id="23"/>
            <w:r w:rsidRPr="00282844">
              <w:rPr>
                <w:rFonts w:ascii="Verdana Pro Light" w:eastAsia="Arial Unicode MS" w:hAnsi="Verdana Pro Light" w:cs="Times New Roman"/>
                <w:b/>
                <w:sz w:val="18"/>
                <w:szCs w:val="18"/>
                <w:highlight w:val="yellow"/>
              </w:rPr>
              <w:t>emprego</w:t>
            </w:r>
            <w:commentRangeEnd w:id="23"/>
            <w:r w:rsidRPr="00282844">
              <w:rPr>
                <w:rStyle w:val="Refdecomentrio"/>
                <w:highlight w:val="yellow"/>
              </w:rPr>
              <w:commentReference w:id="23"/>
            </w:r>
          </w:p>
        </w:tc>
      </w:tr>
    </w:tbl>
    <w:p w14:paraId="61C757A9" w14:textId="77777777" w:rsidR="00B555FE" w:rsidRPr="00136AD8" w:rsidRDefault="00B555FE" w:rsidP="00B555F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6ABD9B59" w14:textId="77777777" w:rsid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6FD931B" w14:textId="77777777" w:rsidR="00B555FE" w:rsidRP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25h</w:t>
      </w:r>
    </w:p>
    <w:p w14:paraId="7F09B8D1" w14:textId="77777777" w:rsidR="00B555FE" w:rsidRPr="00136AD8" w:rsidRDefault="00B555FE" w:rsidP="00B555F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55FE" w:rsidRPr="00136AD8" w14:paraId="3F1C44FA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041812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555FE" w:rsidRPr="00136AD8" w14:paraId="6ADE960E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8F0DE0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1D142929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297BDB1E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  <w:p w14:paraId="0F91E3D8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B555FE" w:rsidRPr="00136AD8" w14:paraId="2697FD9B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2F86F3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591FD2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026ABC2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555FE" w:rsidRPr="00136AD8" w14:paraId="15BE7E7D" w14:textId="77777777" w:rsidTr="0035369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8EBC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A98A7C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32671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A92E4D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62171D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B1D96E3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327D1F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0F6F570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32A819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679BD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D1D83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60019B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2A726C" w14:textId="77777777" w:rsidR="00B555FE" w:rsidRPr="001B353A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46E48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7B779DB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CA74C9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EF45FF" w14:textId="77777777" w:rsidR="00B555FE" w:rsidRPr="00517AA8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75D0E99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05B79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E60AB3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953FE3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C0B851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96BAE8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313463E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7A70CB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5460566" w14:textId="77777777" w:rsidR="00B555FE" w:rsidRPr="00057283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9D1E1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D056494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F05250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92AB0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DB79E21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3A447C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62237D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5F82F1B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33D73B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D4C3A7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562D9F9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C510C68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C55E1A6" w14:textId="77777777" w:rsidR="00B555FE" w:rsidRPr="00057283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AE5F335" w14:textId="14B5756C" w:rsidR="00B555FE" w:rsidRDefault="00B555FE" w:rsidP="00B555FE">
      <w:pPr>
        <w:rPr>
          <w:rFonts w:ascii="Verdana Pro Light" w:hAnsi="Verdana Pro Light"/>
          <w:smallCaps/>
        </w:rPr>
      </w:pPr>
    </w:p>
    <w:p w14:paraId="42B02B32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B75E910" w14:textId="77777777" w:rsidR="00B555FE" w:rsidRPr="00F20E6F" w:rsidRDefault="00B555FE" w:rsidP="00B555FE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57B0B16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C654A00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4D490FB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9CAC2C1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29E2A39" w14:textId="77777777" w:rsidR="00B555FE" w:rsidRPr="0064164C" w:rsidRDefault="00B555FE" w:rsidP="00B555FE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8C6AAD1" w14:textId="77777777" w:rsidR="00B555FE" w:rsidRPr="00136AD8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93F32A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EE44091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58DB7E5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D48F07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D7FDA47" w14:textId="77777777" w:rsidR="00B555FE" w:rsidRPr="00984B30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CE5D4B9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1E8BA9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6E08CB1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F8221EA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E5BF003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139369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20AE16A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67650D0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40702F8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C09C1E7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D60A4A3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F990CBA" w14:textId="77777777" w:rsidR="00B555FE" w:rsidRPr="00501DC8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D8A442B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65DE32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42CD034" w14:textId="7946303C" w:rsidR="00B555FE" w:rsidRDefault="00B555FE" w:rsidP="00B555FE">
      <w:pPr>
        <w:rPr>
          <w:rFonts w:ascii="Verdana Pro Light" w:hAnsi="Verdana Pro Light"/>
          <w:smallCaps/>
        </w:rPr>
      </w:pPr>
    </w:p>
    <w:p w14:paraId="3091BFE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7CCC2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B1B57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48B44EA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B555FE" w:rsidRPr="00136AD8" w14:paraId="3616ABD1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4C072F3" w14:textId="77777777" w:rsidR="00B555FE" w:rsidRPr="00136AD8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57DA59F9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00031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606988A" w14:textId="77777777" w:rsidR="00B555FE" w:rsidRPr="009C256C" w:rsidRDefault="00B555FE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Criar e desenvolver ideias de negócio</w:t>
            </w:r>
          </w:p>
        </w:tc>
      </w:tr>
    </w:tbl>
    <w:p w14:paraId="4CC1E9B9" w14:textId="77777777" w:rsidR="00B555FE" w:rsidRPr="00136AD8" w:rsidRDefault="00B555FE" w:rsidP="00B555FE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0626957" w14:textId="08C0763D" w:rsid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A6FF304" w14:textId="157F46A5" w:rsidR="00B555FE" w:rsidRPr="00B555FE" w:rsidRDefault="00B555FE" w:rsidP="00B555FE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3952E03" w14:textId="77777777" w:rsidR="00B555FE" w:rsidRPr="00136AD8" w:rsidRDefault="00B555FE" w:rsidP="00B555FE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B555FE" w:rsidRPr="00136AD8" w14:paraId="6F472067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130F84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B555FE" w:rsidRPr="00136AD8" w14:paraId="1BA01BA4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B30D60" w14:textId="77777777" w:rsidR="00B555FE" w:rsidRPr="000C4E32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57DA59F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Efetuar a prospeção de mercado e oportunidades de negócio.</w:t>
            </w:r>
          </w:p>
          <w:p w14:paraId="6E14DC63" w14:textId="77777777" w:rsidR="00B555FE" w:rsidRPr="000C4E32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Analisar ideias de criação de negócios.</w:t>
            </w:r>
          </w:p>
          <w:p w14:paraId="3157AADE" w14:textId="77777777" w:rsidR="00B555FE" w:rsidRPr="000C4E32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Desenvolver a ideia de negócio.</w:t>
            </w:r>
          </w:p>
          <w:p w14:paraId="0B42C584" w14:textId="77777777" w:rsidR="00B555FE" w:rsidRPr="001B353A" w:rsidRDefault="00B555FE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53F4D29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 viabilidade da ideia de negócio.</w:t>
            </w:r>
          </w:p>
        </w:tc>
      </w:tr>
      <w:tr w:rsidR="00B555FE" w:rsidRPr="00136AD8" w14:paraId="69497E68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512F61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937D0D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E3102E8" w14:textId="77777777" w:rsidR="00B555FE" w:rsidRPr="001B353A" w:rsidRDefault="00B555FE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B555FE" w:rsidRPr="00136AD8" w14:paraId="4D87D657" w14:textId="77777777" w:rsidTr="0035369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34CFF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Empreendedorismo – princípios.</w:t>
            </w:r>
          </w:p>
          <w:p w14:paraId="1F2DBE16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 definição e processo criativo.</w:t>
            </w:r>
          </w:p>
          <w:p w14:paraId="38E2179A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Inovação e seus tipos.</w:t>
            </w:r>
          </w:p>
          <w:p w14:paraId="54B03EF8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Modelos e técnicas de geração de ideias – </w:t>
            </w:r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design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thinking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análise das tendências de mercado e do público-alvo.</w:t>
            </w:r>
          </w:p>
          <w:p w14:paraId="086C89A3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valor - nível individual, social e económico.</w:t>
            </w:r>
          </w:p>
          <w:p w14:paraId="46E8E803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Identificação e satisfação de necessidades de produtos/serviços.</w:t>
            </w:r>
          </w:p>
          <w:p w14:paraId="7019A4F6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Propriedade intelectual – importância, vantagens da proteção.</w:t>
            </w:r>
          </w:p>
          <w:p w14:paraId="22DA6476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Transformação de uma ideia numa oportunidade de negócio.</w:t>
            </w:r>
          </w:p>
          <w:p w14:paraId="2F4CB658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Negócio e suas etapas. </w:t>
            </w:r>
          </w:p>
          <w:p w14:paraId="2CFC1FA4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Formas de recolha de informação sobre ideias e oportunidades de negócio/mercado – forma direta (clientes, concorrência, eventuais parceiros ou promotores) e indireta (estudos de mercado, viabilidade e informação disponível online ou noutros suportes).</w:t>
            </w:r>
          </w:p>
          <w:p w14:paraId="5F56AFF7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 de informação a recolher - negócio, mercado (nacional, europeu e internacional), concorrência, produtos, serviços, local, instalações e equipamento, transporte, armazenamento e </w:t>
            </w: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gestão de stocks, meios de promoção e clientes, financiamento, custos, vendas, lucros e impostos.</w:t>
            </w:r>
          </w:p>
          <w:p w14:paraId="1BA98B52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 - “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Canvas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”, “Cadeia de valor de </w:t>
            </w:r>
            <w:proofErr w:type="spellStart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Porter</w:t>
            </w:r>
            <w:proofErr w:type="spellEnd"/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”, outros.</w:t>
            </w:r>
          </w:p>
          <w:p w14:paraId="5252948A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Definição do negócio, clientes e mercados a atingir.</w:t>
            </w:r>
          </w:p>
          <w:p w14:paraId="45196479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 de negócio - natureza e constituição jurídica do negócio.</w:t>
            </w:r>
          </w:p>
          <w:p w14:paraId="7A3056D6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Financiamento, apoios e incentivos à criação de negócios - meios e recursos de apoio à criação de negócios, serviços e apoios públicos e privados, capitais próprios, parcerias.</w:t>
            </w:r>
          </w:p>
          <w:p w14:paraId="2B804AA0" w14:textId="77777777" w:rsidR="00B555FE" w:rsidRPr="000C4E32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Validação da ideia de negócio – análise crítica do mercado (estudos de mercado, segmentação de mercado), do negócio e/ou produto (vantagens e desvantagens, potencial de desenvolvimento, consequências e efeito no mercado/sociedade/ ambiente).</w:t>
            </w:r>
          </w:p>
          <w:p w14:paraId="73BBB1C4" w14:textId="77777777" w:rsidR="00B555FE" w:rsidRPr="001B353A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C4E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Boas práticas na criação de negócios.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F9DA6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Recolher e analisar informação sobre ideias e oportunidades de negócio.</w:t>
            </w:r>
          </w:p>
          <w:p w14:paraId="406F9D15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técnica de benchmarking.</w:t>
            </w:r>
          </w:p>
          <w:p w14:paraId="14E9F5D1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necessidades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tendências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desafios. </w:t>
            </w:r>
          </w:p>
          <w:p w14:paraId="6E880C78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a ideia de negócio.</w:t>
            </w:r>
          </w:p>
          <w:p w14:paraId="7453449D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etapas da criação do negócio.</w:t>
            </w:r>
          </w:p>
          <w:p w14:paraId="397C1FF7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Caraterizar as atividades, potenciais clientes e mercado do negócio.</w:t>
            </w:r>
          </w:p>
          <w:p w14:paraId="69E313FB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 financiamento, apoios e incentivos ao desenvolvimento do negócio.</w:t>
            </w:r>
          </w:p>
          <w:p w14:paraId="47826870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Proceder à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análise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viabilidade da ideia e oportunidade 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negócio e/ou produto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0ED6BDF" w14:textId="77777777" w:rsidR="00B555FE" w:rsidRPr="00057283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04C63" w14:textId="77777777" w:rsidR="00B555FE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268F4DE7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62AC6BE3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0BB3BC8F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09556C4E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2D28A236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AE3BC19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5DB3D3B0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6CCE126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0CE66352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7D7D0592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404BA880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318C1715" w14:textId="77777777" w:rsidR="00B555FE" w:rsidRPr="000A223C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665E5FA3" w14:textId="77777777" w:rsidR="00B555FE" w:rsidRPr="00057283" w:rsidRDefault="00B555FE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04DC8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</w:tc>
      </w:tr>
    </w:tbl>
    <w:p w14:paraId="6F36B78C" w14:textId="77777777" w:rsidR="00B555FE" w:rsidRDefault="00B555FE" w:rsidP="00B555FE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12C5DF0" w14:textId="77777777" w:rsidR="00B555FE" w:rsidRDefault="00B555FE" w:rsidP="00B555FE">
      <w:pPr>
        <w:rPr>
          <w:rFonts w:ascii="Verdana Pro Light" w:hAnsi="Verdana Pro Light"/>
          <w:smallCaps/>
        </w:rPr>
      </w:pPr>
    </w:p>
    <w:p w14:paraId="3E1C7F34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6648BE83" w14:textId="77777777" w:rsidR="00B555FE" w:rsidRPr="00F20E6F" w:rsidRDefault="00B555FE" w:rsidP="00B555FE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90316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Criar e desenvolver ideias de negócio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FC19284" w14:textId="77777777" w:rsidR="00B555FE" w:rsidRPr="00B450A1" w:rsidRDefault="00B555FE" w:rsidP="00B555F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A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nalisando o mercado para a identificação de novos produtos/serviços.</w:t>
      </w:r>
    </w:p>
    <w:p w14:paraId="101E8D26" w14:textId="77777777" w:rsidR="00B555FE" w:rsidRPr="00B450A1" w:rsidRDefault="00B555FE" w:rsidP="00B555F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D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efinindo metas e etapas de organização e monitorização do plano operacional.</w:t>
      </w:r>
    </w:p>
    <w:p w14:paraId="7F19B14F" w14:textId="77777777" w:rsidR="00B555FE" w:rsidRPr="00B450A1" w:rsidRDefault="00B555FE" w:rsidP="00B555F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  <w:t>I</w:t>
      </w:r>
      <w:r w:rsidRPr="003C3B47">
        <w:rPr>
          <w:rFonts w:ascii="Verdana Pro Light" w:eastAsia="Arial Unicode MS" w:hAnsi="Verdana Pro Light" w:cs="Arial Unicode MS"/>
          <w:sz w:val="18"/>
          <w:szCs w:val="18"/>
        </w:rPr>
        <w:t>dentificando fatores críticos de sucesso.</w:t>
      </w:r>
    </w:p>
    <w:p w14:paraId="17B420FB" w14:textId="77777777" w:rsidR="00B555FE" w:rsidRPr="00B450A1" w:rsidRDefault="00B555FE" w:rsidP="00B555FE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204DC8E8">
        <w:rPr>
          <w:rFonts w:ascii="Verdana Pro Light" w:eastAsia="Arial Unicode MS" w:hAnsi="Verdana Pro Light" w:cs="Arial Unicode MS"/>
          <w:sz w:val="18"/>
          <w:szCs w:val="18"/>
        </w:rPr>
        <w:t>CD4.</w:t>
      </w:r>
      <w:r>
        <w:tab/>
      </w:r>
      <w:r w:rsidRPr="204DC8E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Realizando a análise da sua viabilidade.</w:t>
      </w:r>
    </w:p>
    <w:p w14:paraId="74620BA1" w14:textId="77777777" w:rsidR="00B555FE" w:rsidRPr="00136AD8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652682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3832F5A" w14:textId="77777777" w:rsidR="00B555FE" w:rsidRPr="00051C79" w:rsidRDefault="00B555FE" w:rsidP="00B555FE">
      <w:pPr>
        <w:spacing w:before="120" w:after="0" w:line="276" w:lineRule="auto"/>
        <w:rPr>
          <w:rFonts w:ascii="Verdana Pro Light" w:hAnsi="Verdana Pro Light"/>
          <w:smallCaps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0ABC7FB7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C7C583C" w14:textId="77777777" w:rsidR="00B555FE" w:rsidRPr="00E25AAA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internet.</w:t>
      </w:r>
    </w:p>
    <w:p w14:paraId="4951DDF2" w14:textId="77777777" w:rsidR="00B555FE" w:rsidRPr="00E25AAA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Documentação contendo exemplos de negócios.</w:t>
      </w:r>
    </w:p>
    <w:p w14:paraId="64BC7955" w14:textId="77777777" w:rsidR="00B555FE" w:rsidRPr="00E25AAA" w:rsidRDefault="00B555FE" w:rsidP="00B555F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Boas práticas na criação de negócios.</w:t>
      </w:r>
    </w:p>
    <w:p w14:paraId="2D87ABB7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Estudos de mercados, estatísticas nacionais e internacionais, meios de comunicação social. </w:t>
      </w:r>
    </w:p>
    <w:p w14:paraId="48D34C4B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6D22B7A7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lastRenderedPageBreak/>
        <w:t xml:space="preserve">Software de análise e tratamento de dados (base de dados, folha de cálculo, outros). </w:t>
      </w:r>
    </w:p>
    <w:p w14:paraId="67EC7CC6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Sistema de informação de apoio ao planeamento e avaliação. </w:t>
      </w:r>
    </w:p>
    <w:p w14:paraId="767BA28D" w14:textId="77777777" w:rsidR="00B555FE" w:rsidRDefault="00B555FE" w:rsidP="00B555F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0017E746" w14:textId="77777777" w:rsidR="00B555FE" w:rsidRPr="00E25AAA" w:rsidRDefault="00B555FE" w:rsidP="00B555FE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762E4A62">
        <w:rPr>
          <w:rFonts w:ascii="Verdana Pro Light" w:eastAsia="Arial Unicode MS" w:hAnsi="Verdana Pro Light" w:cs="Arial Unicode MS"/>
          <w:sz w:val="18"/>
          <w:szCs w:val="18"/>
        </w:rPr>
        <w:t>Modelo de negócios - “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Canvas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 xml:space="preserve">”, “Cadeia de valor de </w:t>
      </w:r>
      <w:proofErr w:type="spellStart"/>
      <w:r w:rsidRPr="762E4A62">
        <w:rPr>
          <w:rFonts w:ascii="Verdana Pro Light" w:eastAsia="Arial Unicode MS" w:hAnsi="Verdana Pro Light" w:cs="Arial Unicode MS"/>
          <w:sz w:val="18"/>
          <w:szCs w:val="18"/>
        </w:rPr>
        <w:t>Porter</w:t>
      </w:r>
      <w:proofErr w:type="spellEnd"/>
      <w:r w:rsidRPr="762E4A62">
        <w:rPr>
          <w:rFonts w:ascii="Verdana Pro Light" w:eastAsia="Arial Unicode MS" w:hAnsi="Verdana Pro Light" w:cs="Arial Unicode MS"/>
          <w:sz w:val="18"/>
          <w:szCs w:val="18"/>
        </w:rPr>
        <w:t>”, entre outros.</w:t>
      </w:r>
    </w:p>
    <w:p w14:paraId="30101936" w14:textId="77777777" w:rsidR="00B555FE" w:rsidRPr="00051C79" w:rsidRDefault="00B555FE" w:rsidP="00B555F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A3E99B" w14:textId="77777777" w:rsidR="00B555FE" w:rsidRPr="00F87025" w:rsidRDefault="00B555FE" w:rsidP="00B555FE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67F7B1A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A2790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08C5D9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9AEF4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737C2" w:rsidRPr="00136AD8" w14:paraId="5015C355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52F9FB2" w14:textId="77777777" w:rsidR="006737C2" w:rsidRPr="00136AD8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7DBBC148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00032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F0E3BB8" w14:textId="77777777" w:rsidR="006737C2" w:rsidRPr="009C256C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7DBBC148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Elaborar o plano de negócios  </w:t>
            </w:r>
          </w:p>
        </w:tc>
      </w:tr>
    </w:tbl>
    <w:p w14:paraId="18BEA6A6" w14:textId="77777777" w:rsidR="006737C2" w:rsidRPr="00136AD8" w:rsidRDefault="006737C2" w:rsidP="006737C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F7B8054" w14:textId="77777777" w:rsidR="006737C2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5FF6EC9B" w14:textId="77777777" w:rsidR="006737C2" w:rsidRPr="00B555FE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50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1506BA24" w14:textId="77777777" w:rsidR="006737C2" w:rsidRPr="00136AD8" w:rsidRDefault="006737C2" w:rsidP="006737C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737C2" w:rsidRPr="00136AD8" w14:paraId="600CD930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1FABC1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737C2" w:rsidRPr="00136AD8" w14:paraId="6C901295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F4EA9D" w14:textId="77777777" w:rsidR="006737C2" w:rsidRPr="002A6E9B" w:rsidRDefault="006737C2" w:rsidP="0035369E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4D4E0C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Estabelecer o âmbito de atuação e os objetivos estratégicos do negócio a desenvolver. </w:t>
            </w:r>
          </w:p>
          <w:p w14:paraId="39D9839E" w14:textId="77777777" w:rsidR="006737C2" w:rsidRPr="002A6E9B" w:rsidRDefault="006737C2" w:rsidP="0035369E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Planear e descrever os recursos humanos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, físicos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financeiros necessários ao projeto.   </w:t>
            </w:r>
          </w:p>
          <w:p w14:paraId="689B2487" w14:textId="77777777" w:rsidR="006737C2" w:rsidRPr="002A6E9B" w:rsidRDefault="006737C2" w:rsidP="0035369E">
            <w:pPr>
              <w:tabs>
                <w:tab w:val="left" w:pos="273"/>
              </w:tabs>
              <w:spacing w:before="240"/>
              <w:ind w:left="346" w:hanging="346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 Planear e descrever a estratégia comercial.</w:t>
            </w:r>
          </w:p>
          <w:p w14:paraId="22D550F9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145AAC81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Estabelecer a forma de gestão e controlo do negócio.</w:t>
            </w:r>
          </w:p>
        </w:tc>
      </w:tr>
      <w:tr w:rsidR="006737C2" w:rsidRPr="00136AD8" w14:paraId="200D790D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E25CBD2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09347F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B2FB3B1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737C2" w:rsidRPr="00136AD8" w14:paraId="2AD41387" w14:textId="77777777" w:rsidTr="0035369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E9A2FE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negócios – definição, objetivos e estrutura.</w:t>
            </w:r>
          </w:p>
          <w:p w14:paraId="011EB7C1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planos de negócios.</w:t>
            </w:r>
          </w:p>
          <w:p w14:paraId="127C138D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Planeamento de ação - a visão e a missão, o mercado subjacente, a nova ideia e o seu posicionamento no mercado. </w:t>
            </w:r>
          </w:p>
          <w:p w14:paraId="3D06B0B0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Estudos de mercado - tipologias e segmentação de mercado, técnicas de estudo de mercado.</w:t>
            </w:r>
          </w:p>
          <w:p w14:paraId="44B51236" w14:textId="77777777" w:rsidR="006737C2" w:rsidRPr="00BD2A08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A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718881AC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Análise, formulação e posicionamento estratégico -análise SWOT.</w:t>
            </w:r>
          </w:p>
          <w:p w14:paraId="1CE39E72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penetração no mercado.</w:t>
            </w:r>
          </w:p>
          <w:p w14:paraId="634231BC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 de negócios.</w:t>
            </w:r>
          </w:p>
          <w:p w14:paraId="7D7AED95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Tecnologia/processo.</w:t>
            </w:r>
          </w:p>
          <w:p w14:paraId="6FF969BB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Concorrentes.</w:t>
            </w:r>
          </w:p>
          <w:p w14:paraId="4E5A2DD5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marca, posicionamento e mercados, segmentos-alvo.</w:t>
            </w:r>
          </w:p>
          <w:p w14:paraId="749D2ACE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Circuitos e canais de vendas – diretos e indiretos.</w:t>
            </w:r>
          </w:p>
          <w:p w14:paraId="4C80064A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distribuição.</w:t>
            </w:r>
          </w:p>
          <w:p w14:paraId="667E1C9F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comunicação.</w:t>
            </w:r>
          </w:p>
          <w:p w14:paraId="0F1CF481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comercialização – etapas, atividades, recursos.</w:t>
            </w:r>
          </w:p>
          <w:p w14:paraId="64DCAC30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Recursos humanos.</w:t>
            </w:r>
          </w:p>
          <w:p w14:paraId="00C6978A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investimento.</w:t>
            </w:r>
          </w:p>
          <w:p w14:paraId="5DB04466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Plano de financiamento – estruturas, fontes, custos de financiamento.</w:t>
            </w:r>
          </w:p>
          <w:p w14:paraId="4E3CF0E5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Projeções/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modelo financeiro – vendas, </w:t>
            </w:r>
            <w:r w:rsidRPr="00A7241B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rentabilidade.</w:t>
            </w:r>
          </w:p>
          <w:p w14:paraId="12F25F74" w14:textId="77777777" w:rsidR="006737C2" w:rsidRPr="001B353A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gestão e controlo do negócio – vendas, produção, informação financeira.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4ABF2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Identificar, selecionar e explorar as fontes de informação relevantes.</w:t>
            </w:r>
          </w:p>
          <w:p w14:paraId="208555B5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Apresentar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ideia de negócio.</w:t>
            </w:r>
          </w:p>
          <w:p w14:paraId="3635BEB8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Fundamentar a viabilidade base do projeto/produto/ideia.</w:t>
            </w:r>
          </w:p>
          <w:p w14:paraId="46E27B00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dimensão do mercado, necessidades e segmentação de clientes, público-alvo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concorrentes.</w:t>
            </w:r>
          </w:p>
          <w:p w14:paraId="799586E3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objetivos e atividades do projeto/produto/ideia.</w:t>
            </w:r>
          </w:p>
          <w:p w14:paraId="7864B523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Descrever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produtivo.</w:t>
            </w:r>
          </w:p>
          <w:p w14:paraId="4A85F786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custos de produção.</w:t>
            </w:r>
          </w:p>
          <w:p w14:paraId="1075BA9B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concorrentes.</w:t>
            </w:r>
          </w:p>
          <w:p w14:paraId="0F848781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a estratégia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marketing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A4F265E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canais de venda e distribuição.</w:t>
            </w:r>
          </w:p>
          <w:p w14:paraId="797FE16D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potenciais fornecedores.</w:t>
            </w:r>
          </w:p>
          <w:p w14:paraId="39F80769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estrutura de recursos humanos a envolver.</w:t>
            </w:r>
          </w:p>
          <w:p w14:paraId="7B4127E0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Calcular os investimentos iniciais.</w:t>
            </w:r>
          </w:p>
          <w:p w14:paraId="0DA3A953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as potenciais estruturas, fontes, período e fases de financiamento.</w:t>
            </w:r>
          </w:p>
          <w:p w14:paraId="5AA38CD3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a projeção de vendas.</w:t>
            </w:r>
          </w:p>
          <w:p w14:paraId="4F5E52EB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Calcular as projeções de </w:t>
            </w:r>
            <w:r w:rsidRPr="002D542F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cash-flow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09FDA29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Aferir a viabilidade económico-financeira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sustentabilidade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projeto.</w:t>
            </w:r>
          </w:p>
          <w:p w14:paraId="3F813A1A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cronograma de implementação.</w:t>
            </w:r>
          </w:p>
          <w:p w14:paraId="5B9EBDCD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medidas de controlo e ações corretivas para eventuais desvios.</w:t>
            </w:r>
          </w:p>
          <w:p w14:paraId="73E450D0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9866F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pontos críticos de desenvolvimento do projeto.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D389F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esponsabilidade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pelas suas ações</w:t>
            </w:r>
            <w:r w:rsidRPr="000A22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571E562" w14:textId="77777777" w:rsidR="006737C2" w:rsidRPr="000A223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3D79AE3A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001DC7CF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Visão empreendedora.</w:t>
            </w:r>
          </w:p>
          <w:p w14:paraId="1186F06C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0C216C3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0EFE92D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ED12111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37EE901F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Persistência.</w:t>
            </w:r>
          </w:p>
          <w:p w14:paraId="561BD458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04AE2111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27374EA3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FD0854E" w14:textId="77777777" w:rsidR="006737C2" w:rsidRPr="002A6E9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equipa.</w:t>
            </w:r>
          </w:p>
          <w:p w14:paraId="4D96BCC1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</w:t>
            </w:r>
            <w:r w:rsidRPr="002A6E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rganização.</w:t>
            </w:r>
          </w:p>
        </w:tc>
      </w:tr>
    </w:tbl>
    <w:p w14:paraId="24FDEC99" w14:textId="77777777" w:rsidR="006737C2" w:rsidRDefault="006737C2" w:rsidP="006737C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C6A7928" w14:textId="77777777" w:rsidR="006737C2" w:rsidRDefault="006737C2" w:rsidP="006737C2">
      <w:pPr>
        <w:rPr>
          <w:rFonts w:ascii="Verdana Pro Light" w:hAnsi="Verdana Pro Light"/>
          <w:smallCaps/>
        </w:rPr>
      </w:pPr>
    </w:p>
    <w:p w14:paraId="5BB6C99F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E61CDA7" w14:textId="77777777" w:rsidR="006737C2" w:rsidRPr="00F20E6F" w:rsidRDefault="006737C2" w:rsidP="006737C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51465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Elaborar o plano de negócios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91B40EE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CD1. Apresentando um documento completo, claro e simples, com uma proposta de valor única, viável e sustentável.</w:t>
      </w:r>
    </w:p>
    <w:p w14:paraId="0596CC52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CD2.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Descrevendo a ideia/produto/projeto, o mercado e os recursos necessários.</w:t>
      </w:r>
    </w:p>
    <w:p w14:paraId="052921CF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>CD3. D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escrevendo a estratégia comercial.</w:t>
      </w:r>
    </w:p>
    <w:p w14:paraId="1602C8A2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CD4.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ao nível do investimento e ao nível financeiro.</w:t>
      </w:r>
    </w:p>
    <w:p w14:paraId="03D7BECE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64D4E0C5">
        <w:rPr>
          <w:rFonts w:ascii="Verdana Pro Light" w:eastAsia="Arial Unicode MS" w:hAnsi="Verdana Pro Light" w:cs="Arial Unicode MS"/>
          <w:sz w:val="18"/>
          <w:szCs w:val="18"/>
        </w:rPr>
        <w:t xml:space="preserve">CD5. </w:t>
      </w:r>
      <w:r w:rsidRPr="64D4E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Apresentando o planeamento de gestão e controlo do negócio.</w:t>
      </w:r>
    </w:p>
    <w:p w14:paraId="06BF910C" w14:textId="77777777" w:rsidR="006737C2" w:rsidRPr="00136AD8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E2C3347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0B8144C" w14:textId="77777777" w:rsidR="006737C2" w:rsidRPr="005A0647" w:rsidRDefault="006737C2" w:rsidP="006737C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30EF517F" w14:textId="77777777" w:rsidR="006737C2" w:rsidRPr="00051C79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163D37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83768A5" w14:textId="77777777" w:rsidR="006737C2" w:rsidRPr="002A6E9B" w:rsidRDefault="006737C2" w:rsidP="006737C2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Dispositivo</w:t>
      </w:r>
      <w:r>
        <w:rPr>
          <w:rFonts w:ascii="Verdana Pro Light" w:eastAsia="Arial Unicode MS" w:hAnsi="Verdana Pro Light" w:cs="Arial Unicode MS"/>
          <w:sz w:val="18"/>
          <w:szCs w:val="18"/>
        </w:rPr>
        <w:t>s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tecnológicos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com acesso à internet. </w:t>
      </w:r>
    </w:p>
    <w:p w14:paraId="40B65543" w14:textId="77777777" w:rsidR="006737C2" w:rsidRPr="002A6E9B" w:rsidRDefault="006737C2" w:rsidP="006737C2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Estudos de mercados, estatísticas nacionais e internacionais, meios de comunicação social.</w:t>
      </w:r>
    </w:p>
    <w:p w14:paraId="2DF1C495" w14:textId="77777777" w:rsidR="006737C2" w:rsidRPr="002A6E9B" w:rsidRDefault="006737C2" w:rsidP="006737C2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 xml:space="preserve">Ferramentas de planeamento estratégico e operacional. </w:t>
      </w:r>
    </w:p>
    <w:p w14:paraId="2F0F486B" w14:textId="77777777" w:rsidR="006737C2" w:rsidRPr="002A6E9B" w:rsidRDefault="006737C2" w:rsidP="006737C2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5A0647">
        <w:rPr>
          <w:rFonts w:ascii="Verdana Pro Light" w:eastAsia="Arial Unicode MS" w:hAnsi="Verdana Pro Light" w:cs="Arial Unicode MS"/>
          <w:i/>
          <w:sz w:val="18"/>
          <w:szCs w:val="18"/>
        </w:rPr>
        <w:t xml:space="preserve">Software </w:t>
      </w:r>
      <w:r w:rsidRPr="002A6E9B">
        <w:rPr>
          <w:rFonts w:ascii="Verdana Pro Light" w:eastAsia="Arial Unicode MS" w:hAnsi="Verdana Pro Light" w:cs="Arial Unicode MS"/>
          <w:sz w:val="18"/>
          <w:szCs w:val="18"/>
        </w:rPr>
        <w:t>de análise e tratamento de dados (base de dados, folha de cálculo, outros).</w:t>
      </w:r>
    </w:p>
    <w:p w14:paraId="785A04DD" w14:textId="77777777" w:rsidR="006737C2" w:rsidRPr="002A6E9B" w:rsidRDefault="006737C2" w:rsidP="006737C2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Sistema de informação de apoio ao planeamento e avaliação.</w:t>
      </w:r>
    </w:p>
    <w:p w14:paraId="307983E1" w14:textId="77777777" w:rsidR="006737C2" w:rsidRPr="002A6E9B" w:rsidRDefault="006737C2" w:rsidP="006737C2">
      <w:pPr>
        <w:numPr>
          <w:ilvl w:val="0"/>
          <w:numId w:val="3"/>
        </w:numPr>
        <w:spacing w:line="360" w:lineRule="auto"/>
        <w:ind w:left="567" w:hanging="425"/>
        <w:contextualSpacing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6E9B">
        <w:rPr>
          <w:rFonts w:ascii="Verdana Pro Light" w:eastAsia="Arial Unicode MS" w:hAnsi="Verdana Pro Light" w:cs="Arial Unicode MS"/>
          <w:sz w:val="18"/>
          <w:szCs w:val="18"/>
        </w:rPr>
        <w:t>Ferramentas de apoio à construção do modelo financeiro do plano de negócios.</w:t>
      </w:r>
    </w:p>
    <w:p w14:paraId="40C5104D" w14:textId="77777777" w:rsidR="006737C2" w:rsidRPr="00051C79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0F3156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E1193EB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36474B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FDD675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D35C6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737C2" w:rsidRPr="00136AD8" w14:paraId="0B86A7A0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111A266" w14:textId="77777777" w:rsidR="006737C2" w:rsidRPr="00136AD8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4175F9FC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20"/>
                <w:szCs w:val="20"/>
              </w:rPr>
              <w:lastRenderedPageBreak/>
              <w:t>UC 00000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C900118" w14:textId="77777777" w:rsidR="006737C2" w:rsidRPr="009C256C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20"/>
                <w:szCs w:val="20"/>
              </w:rPr>
              <w:t>Desenvolver competências pessoais e criativas</w:t>
            </w:r>
          </w:p>
        </w:tc>
      </w:tr>
    </w:tbl>
    <w:p w14:paraId="1B65E3D9" w14:textId="77777777" w:rsidR="006737C2" w:rsidRPr="00136AD8" w:rsidRDefault="006737C2" w:rsidP="006737C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288815EB" w14:textId="4FB95B3A" w:rsidR="006737C2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07BD9657" w14:textId="520C160F" w:rsidR="006737C2" w:rsidRPr="00B555FE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49FED4C6" w14:textId="77777777" w:rsidR="006737C2" w:rsidRPr="00136AD8" w:rsidRDefault="006737C2" w:rsidP="006737C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737C2" w:rsidRPr="00136AD8" w14:paraId="33E15A7C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359D53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737C2" w:rsidRPr="00136AD8" w14:paraId="0C7E74E0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591F03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identitárias.</w:t>
            </w:r>
          </w:p>
          <w:p w14:paraId="6107995E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Estabelecer objetivos pessoais, profissionais e sociais.</w:t>
            </w:r>
          </w:p>
          <w:p w14:paraId="7B939ED6" w14:textId="77777777" w:rsidR="006737C2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Recolher </w:t>
            </w:r>
            <w:r w:rsidRPr="000E49B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informação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e estruturar o plano de ação pessoal.</w:t>
            </w:r>
          </w:p>
          <w:p w14:paraId="694162F6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 Avaliar as competências mobilizadas.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br/>
            </w:r>
          </w:p>
        </w:tc>
      </w:tr>
      <w:tr w:rsidR="006737C2" w:rsidRPr="00136AD8" w14:paraId="3251619C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56725D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6E5472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0AA5A27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737C2" w:rsidRPr="00136AD8" w14:paraId="4B521603" w14:textId="77777777" w:rsidTr="0035369E">
        <w:trPr>
          <w:trHeight w:val="84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A7689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4D424FF1" w14:textId="77777777" w:rsidR="006737C2" w:rsidRPr="00CF6130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-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desconstrução da formalidade, 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estereótipo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CF61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preconceito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0401B93B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Níveis de consciência – pessoal e social.</w:t>
            </w:r>
          </w:p>
          <w:p w14:paraId="512BB665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emoções.</w:t>
            </w:r>
          </w:p>
          <w:p w14:paraId="15010FBE" w14:textId="77777777" w:rsidR="006737C2" w:rsidRPr="00520F8E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Inteligência emocional –</w:t>
            </w:r>
            <w:r w:rsidRPr="00C041D3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tipos de inteligência, </w:t>
            </w:r>
            <w:r w:rsidRPr="00520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dimensões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intrapessoais (autoconhecimento, controlo emocional, </w:t>
            </w: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 e interpessoais (reconhecimento de emoções dos outros, relação interpessoal), influência comportamental.</w:t>
            </w:r>
          </w:p>
          <w:p w14:paraId="64C5B7B3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Empoderamento e capacitação pessoal – benefícios.</w:t>
            </w:r>
          </w:p>
          <w:p w14:paraId="10253967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expetativas.</w:t>
            </w:r>
          </w:p>
          <w:p w14:paraId="7F17E30E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SMARTER.</w:t>
            </w:r>
          </w:p>
          <w:p w14:paraId="526E8A98" w14:textId="77777777" w:rsidR="006737C2" w:rsidRPr="00CF6130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Criatividade </w:t>
            </w:r>
            <w:r w:rsidRPr="00D87E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processo criativo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princípios.</w:t>
            </w:r>
          </w:p>
          <w:p w14:paraId="75C7C275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</w:t>
            </w:r>
            <w:r w:rsidRPr="0021413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erramentas de estimulação da criatividade, sensibilidade e curiosidade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r w:rsidRPr="00393633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brainstorming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associação de ideias, mapas mentais, improvisação, entre outras.</w:t>
            </w:r>
          </w:p>
          <w:p w14:paraId="0B7BE929" w14:textId="77777777" w:rsidR="006737C2" w:rsidRPr="004E2FD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ação pessoal.</w:t>
            </w:r>
          </w:p>
          <w:p w14:paraId="2BAC77AD" w14:textId="77777777" w:rsidR="006737C2" w:rsidRPr="001B353A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4175F9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Autoavaliação de competências e de desempenho.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80104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a importância do autoconhecimento para o processo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melhoria e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aprendizagem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longo da vida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0CBAFC7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4123170C" w14:textId="77777777" w:rsidR="006737C2" w:rsidRPr="004B5CB8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 sobre 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necessidades e lacunas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ao nível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competências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7A37F236" w14:textId="77777777" w:rsidR="006737C2" w:rsidRPr="004B5CB8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prioridades.</w:t>
            </w:r>
          </w:p>
          <w:p w14:paraId="4F53ED10" w14:textId="77777777" w:rsidR="006737C2" w:rsidRPr="004B5CB8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Pesquisar informação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sobre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temáticas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que tem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interesse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B5CB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 necessidade.</w:t>
            </w:r>
          </w:p>
          <w:p w14:paraId="61BA6AEF" w14:textId="77777777" w:rsidR="006737C2" w:rsidRPr="00E8391B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</w:t>
            </w:r>
            <w:r w:rsidRPr="00E83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estimulação da criatividade, sensibilidade e curiosidade.</w:t>
            </w:r>
          </w:p>
          <w:p w14:paraId="47A530C9" w14:textId="77777777" w:rsidR="006737C2" w:rsidRPr="00517AA8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linhas orientadoras do plano de ação pessoal.</w:t>
            </w:r>
          </w:p>
          <w:p w14:paraId="274D6052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autorreflexão sobre as competências adquiridas e/ou desenvolvidas.</w:t>
            </w:r>
          </w:p>
          <w:p w14:paraId="5E74E056" w14:textId="77777777" w:rsidR="006737C2" w:rsidRPr="005E1132" w:rsidRDefault="006737C2" w:rsidP="0035369E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CF2613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470C8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1197863F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D05CD57" w14:textId="77777777" w:rsidR="006737C2" w:rsidRPr="0073633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62A3741F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3AAAA4C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3553E1B4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6E0683CA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Iniciativa.</w:t>
            </w:r>
          </w:p>
          <w:p w14:paraId="0AFACE94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52D3B059" w14:textId="77777777" w:rsidR="006737C2" w:rsidRPr="0073633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633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E212318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784C249C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6CE16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1C256D29" w14:textId="77777777" w:rsidR="006737C2" w:rsidRPr="00B8378C" w:rsidRDefault="006737C2" w:rsidP="0035369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D9745E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7233F18" w14:textId="77777777" w:rsidR="006737C2" w:rsidRDefault="006737C2" w:rsidP="006737C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E383292" w14:textId="77777777" w:rsidR="006737C2" w:rsidRDefault="006737C2" w:rsidP="006737C2">
      <w:pPr>
        <w:rPr>
          <w:rFonts w:ascii="Verdana Pro Light" w:hAnsi="Verdana Pro Light"/>
          <w:smallCaps/>
        </w:rPr>
      </w:pPr>
    </w:p>
    <w:p w14:paraId="1CF8BD05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D782237" w14:textId="77777777" w:rsidR="006737C2" w:rsidRPr="00F20E6F" w:rsidRDefault="006737C2" w:rsidP="006737C2">
      <w:pPr>
        <w:spacing w:before="120"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i/>
          <w:iCs/>
          <w:color w:val="000000" w:themeColor="text1"/>
          <w:sz w:val="18"/>
          <w:szCs w:val="18"/>
        </w:rPr>
        <w:t>Desenvolver competências pessoais e criativas:</w:t>
      </w:r>
    </w:p>
    <w:p w14:paraId="54C550B3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 xml:space="preserve">Identificando as suas potencialidades e necessidades individuais e profissionais. </w:t>
      </w:r>
    </w:p>
    <w:p w14:paraId="30B5D020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CD2.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Definindo objetivos de curto, médio e longo prazo.</w:t>
      </w:r>
    </w:p>
    <w:p w14:paraId="49FE2115" w14:textId="77777777" w:rsidR="006737C2" w:rsidRPr="00B450A1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35DF130F">
        <w:rPr>
          <w:rFonts w:ascii="Verdana Pro Light" w:eastAsia="Arial Unicode MS" w:hAnsi="Verdana Pro Light" w:cs="Arial Unicode MS"/>
          <w:sz w:val="18"/>
          <w:szCs w:val="18"/>
        </w:rPr>
        <w:t>CD3.</w:t>
      </w:r>
      <w:r>
        <w:tab/>
      </w:r>
      <w:r w:rsidRPr="35DF130F">
        <w:rPr>
          <w:rFonts w:ascii="Verdana Pro Light" w:eastAsia="Arial Unicode MS" w:hAnsi="Verdana Pro Light" w:cs="Arial Unicode MS"/>
          <w:sz w:val="18"/>
          <w:szCs w:val="18"/>
        </w:rPr>
        <w:t>Mobilizando ferramentas de desenvolvimento pessoal.</w:t>
      </w:r>
    </w:p>
    <w:p w14:paraId="35480B14" w14:textId="77777777" w:rsidR="006737C2" w:rsidRPr="00136AD8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7DDE00D" w14:textId="77777777" w:rsidR="006737C2" w:rsidRPr="00C410CE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5E907C7" w14:textId="77777777" w:rsidR="006737C2" w:rsidRPr="00C410CE" w:rsidRDefault="006737C2" w:rsidP="006737C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Aplicável a diferentes contextos.</w:t>
      </w:r>
    </w:p>
    <w:p w14:paraId="57DC017B" w14:textId="77777777" w:rsidR="006737C2" w:rsidRPr="00051C79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31C19F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5DDC6DB" w14:textId="77777777" w:rsidR="006737C2" w:rsidRPr="00E27581" w:rsidRDefault="006737C2" w:rsidP="006737C2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Dispositivos tecnológicos</w:t>
      </w:r>
      <w:r w:rsidRPr="00E27581">
        <w:rPr>
          <w:rFonts w:ascii="Verdana Pro Light" w:eastAsia="Arial Unicode MS" w:hAnsi="Verdana Pro Light" w:cs="Arial Unicode MS"/>
          <w:sz w:val="18"/>
          <w:szCs w:val="18"/>
        </w:rPr>
        <w:t xml:space="preserve"> com acesso à internet.</w:t>
      </w:r>
    </w:p>
    <w:p w14:paraId="68228E15" w14:textId="77777777" w:rsidR="006737C2" w:rsidRDefault="006737C2" w:rsidP="006737C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desenvolvimento pessoal.</w:t>
      </w:r>
    </w:p>
    <w:p w14:paraId="10B1A342" w14:textId="77777777" w:rsidR="006737C2" w:rsidRPr="00051C79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D0D679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87D6D5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ED77440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937B1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E5F1E8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737C2" w:rsidRPr="00136AD8" w14:paraId="7E5CBA80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271DF08" w14:textId="77777777" w:rsidR="006737C2" w:rsidRPr="00282844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color w:val="C45911" w:themeColor="accent2" w:themeShade="BF"/>
                <w:sz w:val="18"/>
                <w:szCs w:val="18"/>
              </w:rPr>
            </w:pPr>
            <w:r w:rsidRPr="00282844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000067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585F034" w14:textId="77777777" w:rsidR="006737C2" w:rsidRPr="00282844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</w:pPr>
            <w:bookmarkStart w:id="24" w:name="_Hlk104472637"/>
            <w:r w:rsidRPr="00282844">
              <w:rPr>
                <w:rFonts w:ascii="Verdana Pro Light" w:eastAsia="Arial Unicode MS" w:hAnsi="Verdana Pro Light" w:cs="Times New Roman"/>
                <w:b/>
                <w:color w:val="C45911" w:themeColor="accent2" w:themeShade="BF"/>
                <w:sz w:val="18"/>
                <w:szCs w:val="18"/>
              </w:rPr>
              <w:t xml:space="preserve">Aplicar a escrita criativa em contexto profissional </w:t>
            </w:r>
            <w:bookmarkEnd w:id="24"/>
          </w:p>
        </w:tc>
      </w:tr>
    </w:tbl>
    <w:p w14:paraId="10AEC538" w14:textId="77777777" w:rsidR="006737C2" w:rsidRPr="00136AD8" w:rsidRDefault="006737C2" w:rsidP="006737C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496199F" w14:textId="77777777" w:rsidR="006737C2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5D61B1E4" w14:textId="77777777" w:rsidR="006737C2" w:rsidRPr="00B555FE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3286E852" w14:textId="77777777" w:rsidR="006737C2" w:rsidRPr="00136AD8" w:rsidRDefault="006737C2" w:rsidP="006737C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737C2" w:rsidRPr="00136AD8" w14:paraId="083778FF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8B548C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737C2" w:rsidRPr="00136AD8" w14:paraId="261EAA46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29851C" w14:textId="77777777" w:rsidR="006737C2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>R1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 Estruturar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 texto escrito com objetivos criativos.</w:t>
            </w:r>
          </w:p>
          <w:p w14:paraId="7AE45F08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Redigir e editar um texto escrito criativo através de canais de comunicação convencionais e </w:t>
            </w:r>
            <w:proofErr w:type="gramStart"/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</w:rPr>
              <w:t>digitais.</w:t>
            </w: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proofErr w:type="gramEnd"/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6737C2" w:rsidRPr="00136AD8" w14:paraId="7833AEEB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176F65B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BD5BA01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14D9400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737C2" w:rsidRPr="00136AD8" w14:paraId="2F4E26DC" w14:textId="77777777" w:rsidTr="0035369E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A754A" w14:textId="77777777" w:rsidR="006737C2" w:rsidRPr="007F18BC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Escrita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criativa - definição.</w:t>
            </w:r>
          </w:p>
          <w:p w14:paraId="7F0284E6" w14:textId="77777777" w:rsidR="006737C2" w:rsidRPr="007F18BC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17FD5C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Fundamentos da escrita criativa - propósito, composição, adequação ao público-alvo.</w:t>
            </w:r>
          </w:p>
          <w:p w14:paraId="1EB176D9" w14:textId="77777777" w:rsidR="006737C2" w:rsidRPr="007F18BC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Tipologias textuais - caraterísticas e estruturas.</w:t>
            </w:r>
          </w:p>
          <w:p w14:paraId="19293016" w14:textId="77777777" w:rsidR="006737C2" w:rsidRPr="007F18BC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Texto publicitário (</w:t>
            </w:r>
            <w:r w:rsidRPr="007F18B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slogan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) - publicidade e </w:t>
            </w:r>
            <w:r w:rsidRPr="007F18B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marketing,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público-alvo, processo publicitário AIDMA (Atenção, Interesse, Desejo – de ter ou usufruir, Memorização, Ação).</w:t>
            </w:r>
          </w:p>
          <w:p w14:paraId="5C2679E2" w14:textId="77777777" w:rsidR="006737C2" w:rsidRPr="00805A1F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Associações na expressão escrita – temas, conceitos, imagens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sons, palavras e frases.</w:t>
            </w:r>
          </w:p>
          <w:p w14:paraId="4B1EAE4A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Escrita criativa - construção e transgressão, humor, adaptação, absurdo, ambiguidade de sentido (polissemia), recurso a metáforas, analogias e imagens, outros recursos expressivos.</w:t>
            </w:r>
          </w:p>
          <w:p w14:paraId="731128E4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 –</w:t>
            </w:r>
            <w:r w:rsidRPr="7928CD79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 xml:space="preserve"> marketing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conteúdos, comunicação persuasiva/apelativa e de conexão com os outros.</w:t>
            </w:r>
          </w:p>
          <w:p w14:paraId="745AB520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Multimodalidade no texto publicitário - conjugação de diferentes linguagens e recursos, verbais e não verbais (postura, tom de voz, articulação, ritmo, entoação, expressividade, silêncio, olhar, entre outros), linguagem pessoal e diálogo corporal.</w:t>
            </w:r>
          </w:p>
          <w:p w14:paraId="56E38808" w14:textId="77777777" w:rsidR="006737C2" w:rsidRPr="00525897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Técnicas de comunicação criativa - imaginação (estimulação e flexibilidade para relacionar vivências e experiências), 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originalidade (modo pessoal de organizar os conteúdos), possibilidades textuais, outras.</w:t>
            </w:r>
          </w:p>
          <w:p w14:paraId="71E67B09" w14:textId="77777777" w:rsidR="006737C2" w:rsidRPr="00525897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processos de criação artística escrita.</w:t>
            </w:r>
          </w:p>
          <w:p w14:paraId="320B0A32" w14:textId="77777777" w:rsidR="006737C2" w:rsidRPr="001B353A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convencionais e digitais.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2F8CD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Identificar os conceitos associados à escrita criativa. </w:t>
            </w:r>
          </w:p>
          <w:p w14:paraId="5D5FCC1A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as necessidades e expectativas do </w:t>
            </w:r>
            <w:r w:rsidRPr="007F18B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público-alvo</w:t>
            </w: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F25F68F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os objetivos, a tipologia textual e estrutura do texto.</w:t>
            </w:r>
          </w:p>
          <w:p w14:paraId="2E70A21E" w14:textId="77777777" w:rsidR="006737C2" w:rsidRPr="009A12C9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escrita criativa.</w:t>
            </w:r>
          </w:p>
          <w:p w14:paraId="32082E65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escrita de textos publicitários.</w:t>
            </w:r>
          </w:p>
          <w:p w14:paraId="7EE895D4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características de texto multimodal no texto publicitário.</w:t>
            </w:r>
          </w:p>
          <w:p w14:paraId="3BC8EE9C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revisão e edição de texto.</w:t>
            </w:r>
          </w:p>
          <w:p w14:paraId="2676B59C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escrita em função do público-alvo e do contexto.</w:t>
            </w:r>
          </w:p>
          <w:p w14:paraId="3321DA78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Adaptar a comunicação escrita ao canal de comunicação.</w:t>
            </w:r>
          </w:p>
          <w:p w14:paraId="34C6FB4C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diferentes estilos de escrita na gestão de situações diversas.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353F2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24D853BE" w14:textId="77777777" w:rsidR="006737C2" w:rsidRPr="000A223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1A1157EC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Empenho.</w:t>
            </w:r>
          </w:p>
          <w:p w14:paraId="2666BF8B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crítico.</w:t>
            </w:r>
          </w:p>
          <w:p w14:paraId="4ECF03EC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76D6590F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18239CF9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Autorreflexão.</w:t>
            </w:r>
          </w:p>
          <w:p w14:paraId="2949AE23" w14:textId="77777777" w:rsidR="006737C2" w:rsidRPr="00FC71F7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0AAA389A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3F4A3527" w14:textId="77777777" w:rsidR="006737C2" w:rsidRPr="00FC71F7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1CE5DE67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3991E8F7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2DA31383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7928CD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643062E0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4358695" w14:textId="77777777" w:rsidR="006737C2" w:rsidRDefault="006737C2" w:rsidP="006737C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478F8F6" w14:textId="77777777" w:rsidR="006737C2" w:rsidRDefault="006737C2" w:rsidP="006737C2">
      <w:pPr>
        <w:rPr>
          <w:rFonts w:ascii="Verdana Pro Light" w:hAnsi="Verdana Pro Light"/>
          <w:smallCaps/>
        </w:rPr>
      </w:pPr>
    </w:p>
    <w:p w14:paraId="5FF3F8B7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2D996E5B" w14:textId="77777777" w:rsidR="006737C2" w:rsidRPr="00525897" w:rsidRDefault="006737C2" w:rsidP="006737C2">
      <w:pPr>
        <w:spacing w:before="120" w:after="120" w:line="240" w:lineRule="auto"/>
        <w:rPr>
          <w:rFonts w:ascii="Verdana Pro Light" w:eastAsia="Arial Unicode MS" w:hAnsi="Verdana Pro Light" w:cs="Arial Unicode MS"/>
          <w:bCs/>
          <w:i/>
          <w:iCs/>
          <w:sz w:val="18"/>
          <w:szCs w:val="18"/>
        </w:rPr>
      </w:pPr>
      <w:r w:rsidRPr="00525897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 xml:space="preserve">Aplicar a comunicação criativa </w:t>
      </w:r>
      <w:r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em contexto profissional</w:t>
      </w:r>
      <w:r w:rsidRPr="00525897">
        <w:rPr>
          <w:rFonts w:ascii="Verdana Pro Light" w:eastAsia="Arial Unicode MS" w:hAnsi="Verdana Pro Light" w:cs="Times New Roman"/>
          <w:bCs/>
          <w:i/>
          <w:iCs/>
          <w:sz w:val="18"/>
          <w:szCs w:val="18"/>
        </w:rPr>
        <w:t>:</w:t>
      </w:r>
    </w:p>
    <w:p w14:paraId="722B65C8" w14:textId="77777777" w:rsidR="006737C2" w:rsidRDefault="006737C2" w:rsidP="006737C2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7928CD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Criando </w:t>
      </w:r>
      <w:r w:rsidRPr="007F18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 editando </w:t>
      </w:r>
      <w:r w:rsidRPr="007F18BC">
        <w:rPr>
          <w:rFonts w:ascii="Verdana Pro Light" w:eastAsia="Arial Unicode MS" w:hAnsi="Verdana Pro Light" w:cs="Arial Unicode MS"/>
          <w:sz w:val="18"/>
          <w:szCs w:val="18"/>
        </w:rPr>
        <w:t xml:space="preserve">o texto escrito </w:t>
      </w:r>
      <w:r w:rsidRPr="007F18B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acordo</w:t>
      </w:r>
      <w:r w:rsidRPr="7928CD7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o objetivo e contexto profissional.</w:t>
      </w:r>
    </w:p>
    <w:p w14:paraId="05ECA9DD" w14:textId="77777777" w:rsidR="006737C2" w:rsidRDefault="006737C2" w:rsidP="006737C2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D2145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CD2</w:t>
      </w:r>
      <w:r>
        <w:t xml:space="preserve">. </w:t>
      </w:r>
      <w:r w:rsidRPr="0D2145B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Utilizando uma narrativa clara, criativa e persuasiva, com recurso a linguagem verbal e não verbal.</w:t>
      </w:r>
    </w:p>
    <w:p w14:paraId="633D2EAB" w14:textId="77777777" w:rsidR="006737C2" w:rsidRDefault="006737C2" w:rsidP="006737C2">
      <w:pPr>
        <w:spacing w:before="120" w:after="0" w:line="276" w:lineRule="auto"/>
        <w:ind w:left="567" w:hanging="567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CD3. 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Relaciona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as técnicas de escrita criativa com as técnicas de comunicação, 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evidenciando</w:t>
      </w:r>
      <w:r w:rsidRPr="004C1153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a ligação da oralidade com a escrit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a.</w:t>
      </w:r>
    </w:p>
    <w:p w14:paraId="3D34367B" w14:textId="77777777" w:rsidR="006737C2" w:rsidRPr="00136AD8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71AD6CA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BAECF82" w14:textId="77777777" w:rsidR="006737C2" w:rsidRPr="00B02B4F" w:rsidRDefault="006737C2" w:rsidP="006737C2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Aplicável a diferentes contextos.</w:t>
      </w:r>
    </w:p>
    <w:p w14:paraId="7C5B9D0B" w14:textId="77777777" w:rsidR="006737C2" w:rsidRPr="00051C79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1A4A1B6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3DCA08F" w14:textId="77777777" w:rsidR="006737C2" w:rsidRPr="00BF201A" w:rsidRDefault="006737C2" w:rsidP="006737C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Dispositivos tecnológicos com acesso à internet.</w:t>
      </w:r>
    </w:p>
    <w:p w14:paraId="42082E78" w14:textId="77777777" w:rsidR="006737C2" w:rsidRDefault="006737C2" w:rsidP="006737C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48273DF9">
        <w:rPr>
          <w:rFonts w:ascii="Verdana Pro Light" w:hAnsi="Verdana Pro Light" w:cs="Times New Roman"/>
          <w:sz w:val="18"/>
          <w:szCs w:val="18"/>
        </w:rPr>
        <w:t>Obras literárias e textos criativos com aplicação em diversos contextos.</w:t>
      </w:r>
    </w:p>
    <w:p w14:paraId="4EEB84FD" w14:textId="77777777" w:rsidR="006737C2" w:rsidRPr="00282844" w:rsidRDefault="006737C2" w:rsidP="006737C2">
      <w:pPr>
        <w:numPr>
          <w:ilvl w:val="0"/>
          <w:numId w:val="3"/>
        </w:numPr>
        <w:spacing w:before="120" w:after="0" w:line="276" w:lineRule="auto"/>
        <w:ind w:left="426" w:hanging="284"/>
        <w:rPr>
          <w:rFonts w:ascii="Verdana Pro Light" w:hAnsi="Verdana Pro Light" w:cs="Times New Roman"/>
          <w:sz w:val="18"/>
          <w:szCs w:val="18"/>
        </w:rPr>
      </w:pPr>
      <w:r w:rsidRPr="00282844">
        <w:rPr>
          <w:rFonts w:ascii="Verdana Pro Light" w:hAnsi="Verdana Pro Light" w:cs="Times New Roman"/>
          <w:sz w:val="18"/>
          <w:szCs w:val="18"/>
        </w:rPr>
        <w:t>Recursos multimédia e audiovisuais</w:t>
      </w:r>
      <w:r>
        <w:rPr>
          <w:rFonts w:ascii="Verdana Pro Light" w:hAnsi="Verdana Pro Light" w:cs="Times New Roman"/>
          <w:sz w:val="18"/>
          <w:szCs w:val="18"/>
        </w:rPr>
        <w:br/>
      </w:r>
    </w:p>
    <w:p w14:paraId="3C59BE1E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266AF8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697FE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25C85E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8ABA19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6737C2" w:rsidRPr="00136AD8" w14:paraId="289F7629" w14:textId="77777777" w:rsidTr="0035369E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1C58A76" w14:textId="77777777" w:rsidR="006737C2" w:rsidRPr="00136AD8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776B4BA">
              <w:rPr>
                <w:rFonts w:ascii="Verdana Pro Light" w:hAnsi="Verdana Pro Light" w:cs="Times New Roman"/>
                <w:b/>
                <w:bCs/>
                <w:smallCaps/>
                <w:color w:val="C45911" w:themeColor="accent2" w:themeShade="BF"/>
                <w:sz w:val="18"/>
                <w:szCs w:val="18"/>
              </w:rPr>
              <w:lastRenderedPageBreak/>
              <w:t>UC 00077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25D840C" w14:textId="77777777" w:rsidR="006737C2" w:rsidRPr="009C256C" w:rsidRDefault="006737C2" w:rsidP="0035369E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 xml:space="preserve">Aplicar </w:t>
            </w:r>
            <w:proofErr w:type="spellStart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>storytelling</w:t>
            </w:r>
            <w:proofErr w:type="spellEnd"/>
            <w:r w:rsidRPr="7DE8AE94">
              <w:rPr>
                <w:rFonts w:ascii="Verdana Pro Light" w:eastAsia="Arial Unicode MS" w:hAnsi="Verdana Pro Light" w:cs="Times New Roman"/>
                <w:b/>
                <w:bCs/>
                <w:i/>
                <w:iCs/>
                <w:color w:val="C45911" w:themeColor="accent2" w:themeShade="BF"/>
                <w:sz w:val="18"/>
                <w:szCs w:val="18"/>
              </w:rPr>
              <w:t xml:space="preserve"> </w:t>
            </w:r>
            <w:r w:rsidRPr="7DE8AE94">
              <w:rPr>
                <w:rFonts w:ascii="Verdana Pro Light" w:eastAsia="Arial Unicode MS" w:hAnsi="Verdana Pro Light" w:cs="Times New Roman"/>
                <w:b/>
                <w:bCs/>
                <w:color w:val="C45911" w:themeColor="accent2" w:themeShade="BF"/>
                <w:sz w:val="18"/>
                <w:szCs w:val="18"/>
              </w:rPr>
              <w:t>na comunicação</w:t>
            </w:r>
          </w:p>
        </w:tc>
      </w:tr>
    </w:tbl>
    <w:p w14:paraId="29DB3D40" w14:textId="77777777" w:rsidR="006737C2" w:rsidRPr="00136AD8" w:rsidRDefault="006737C2" w:rsidP="006737C2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0E137FD1" w14:textId="77777777" w:rsidR="006737C2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1D1B2076" w14:textId="77777777" w:rsidR="006737C2" w:rsidRPr="00B555FE" w:rsidRDefault="006737C2" w:rsidP="006737C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 w:rsidRPr="002E7C42">
        <w:rPr>
          <w:rFonts w:ascii="Verdana Pro Light" w:eastAsia="Arial Unicode MS" w:hAnsi="Verdana Pro Light" w:cs="Times New Roman"/>
          <w:b/>
          <w:bCs/>
          <w:smallCaps/>
          <w:sz w:val="20"/>
        </w:rPr>
        <w:t>Carga Horária: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 xml:space="preserve"> </w:t>
      </w:r>
      <w:r>
        <w:rPr>
          <w:rFonts w:ascii="Verdana Pro Light" w:eastAsia="Arial Unicode MS" w:hAnsi="Verdana Pro Light" w:cs="Times New Roman"/>
          <w:smallCaps/>
          <w:sz w:val="20"/>
        </w:rPr>
        <w:t>25</w:t>
      </w:r>
      <w:r w:rsidRPr="00842D50"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7E638CFD" w14:textId="77777777" w:rsidR="006737C2" w:rsidRPr="00136AD8" w:rsidRDefault="006737C2" w:rsidP="006737C2">
      <w:pPr>
        <w:spacing w:after="0" w:line="240" w:lineRule="auto"/>
        <w:ind w:right="-1"/>
        <w:rPr>
          <w:rFonts w:ascii="Verdana Pro Light" w:hAnsi="Verdana Pro Light" w:cs="Times New Roman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6737C2" w:rsidRPr="00136AD8" w14:paraId="37C30FE0" w14:textId="77777777" w:rsidTr="0035369E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24B866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6737C2" w:rsidRPr="00136AD8" w14:paraId="2080D5FA" w14:textId="77777777" w:rsidTr="0035369E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44D0A7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Construir e estruturar uma narrativa.</w:t>
            </w:r>
          </w:p>
          <w:p w14:paraId="58056D0F" w14:textId="77777777" w:rsidR="006737C2" w:rsidRPr="006075B7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color w:val="FF0000"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tab/>
            </w: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Transmitir a mensagem com impacto emocional a diferentes interlocutores e em contextos variados.</w:t>
            </w:r>
          </w:p>
          <w:p w14:paraId="6335C2D8" w14:textId="77777777" w:rsidR="006737C2" w:rsidRPr="001B353A" w:rsidRDefault="006737C2" w:rsidP="0035369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Avaliar o </w:t>
            </w: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</w:rPr>
              <w:t>resultado da transmissão da mensagem.</w:t>
            </w:r>
          </w:p>
        </w:tc>
      </w:tr>
      <w:tr w:rsidR="006737C2" w:rsidRPr="00136AD8" w14:paraId="1D941DD7" w14:textId="77777777" w:rsidTr="0035369E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9D94D1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62C3DA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1008FA9" w14:textId="77777777" w:rsidR="006737C2" w:rsidRPr="001B353A" w:rsidRDefault="006737C2" w:rsidP="0035369E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737C2" w:rsidRPr="00136AD8" w14:paraId="16A29D1F" w14:textId="77777777" w:rsidTr="0035369E">
        <w:trPr>
          <w:trHeight w:val="1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9739B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comunicação – funções, elementos, dimensões, barreiras e atitudes.</w:t>
            </w:r>
          </w:p>
          <w:p w14:paraId="5AE4EB7B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Comunicação verbal (oral e escrita) e comunicação não-verbal –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cinésica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(movimentos corporais, gestos, expressão facial e postura), </w:t>
            </w:r>
            <w:proofErr w:type="spellStart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paralinguística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(tom, projeção da voz, pausas no discurso, outros) e proxémica (distância espacial face a alguém).</w:t>
            </w:r>
          </w:p>
          <w:p w14:paraId="1B2AB649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Mensagem – construção da narrativa, adaptação, envio, receção e interpretação.</w:t>
            </w:r>
          </w:p>
          <w:p w14:paraId="509FD7E0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comunicação.</w:t>
            </w:r>
          </w:p>
          <w:p w14:paraId="1F297F8C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escuta ativa.</w:t>
            </w:r>
          </w:p>
          <w:p w14:paraId="160EE92A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Imagem e comunicação – autoimagem e autoconceito, primeiras impressões, expetativas e motivação.</w:t>
            </w:r>
          </w:p>
          <w:p w14:paraId="5513B8CA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Perfis comunicacionais – comunicação passiva, agressiva, assertiva e manipuladora.</w:t>
            </w:r>
          </w:p>
          <w:p w14:paraId="70A4F0A0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das emoções.</w:t>
            </w:r>
          </w:p>
          <w:p w14:paraId="02B022C3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conceito e pilares (propósito, autenticidade, abertura, empatia, clareza e escuta).</w:t>
            </w:r>
          </w:p>
          <w:p w14:paraId="3A325766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–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objetivos, tipos, métodos e técnicas, contextos de aplicação.</w:t>
            </w:r>
          </w:p>
          <w:p w14:paraId="384FC59D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</w:pPr>
            <w:proofErr w:type="spellStart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>Storytelling</w:t>
            </w:r>
            <w:proofErr w:type="spellEnd"/>
            <w:r w:rsidRPr="00BD2B9C">
              <w:rPr>
                <w:rFonts w:ascii="Verdana Pro Light" w:eastAsia="Arial Unicode MS" w:hAnsi="Verdana Pro Light" w:cs="Arial Unicode MS"/>
                <w:i/>
                <w:sz w:val="18"/>
                <w:szCs w:val="18"/>
                <w:lang w:eastAsia="pt-PT"/>
              </w:rPr>
              <w:t xml:space="preserve"> </w:t>
            </w: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 vantagens e desafios (internos e externos).</w:t>
            </w:r>
          </w:p>
          <w:p w14:paraId="675CF58B" w14:textId="77777777" w:rsidR="006737C2" w:rsidRPr="00BD2B9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apresentação pública.</w:t>
            </w:r>
          </w:p>
          <w:p w14:paraId="7444C9B5" w14:textId="77777777" w:rsidR="006737C2" w:rsidRPr="001B353A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D2B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Avaliação do impacto da apresentação.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B1A65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Definir o propósito da narrativa.</w:t>
            </w:r>
          </w:p>
          <w:p w14:paraId="75304F0F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a estratégia da narrativa.</w:t>
            </w:r>
          </w:p>
          <w:p w14:paraId="5955DF65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o alinhamento da narrativa em função do canal de comunicação.</w:t>
            </w:r>
          </w:p>
          <w:p w14:paraId="4E6803BA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Preparar a apresentação pública.</w:t>
            </w:r>
          </w:p>
          <w:p w14:paraId="0763CED7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Comunicar a narrativa.</w:t>
            </w:r>
          </w:p>
          <w:p w14:paraId="1B02C089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 reação do público-alvo e manter a conexão. </w:t>
            </w:r>
          </w:p>
          <w:p w14:paraId="53A1049C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e adaptar as suas próprias emoções.</w:t>
            </w:r>
          </w:p>
          <w:p w14:paraId="633AC164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Ajustar a narrativa ao público-alvo e ao contexto.</w:t>
            </w:r>
          </w:p>
          <w:p w14:paraId="601A08AC" w14:textId="77777777" w:rsidR="006737C2" w:rsidRPr="00681625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Antecipar situações imprevistas.</w:t>
            </w:r>
          </w:p>
          <w:p w14:paraId="61CB852D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81625"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Autoavaliar o seu desempenho</w:t>
            </w:r>
            <w:r>
              <w:rPr>
                <w:rFonts w:ascii="Verdana Pro Light" w:eastAsia="Verdana Pro Light" w:hAnsi="Verdana Pro Light" w:cs="Verdana Pro Light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C0EF41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Responsabilidades pelas suas ações.</w:t>
            </w:r>
          </w:p>
          <w:p w14:paraId="1FA77DA3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778B94B4" w14:textId="77777777" w:rsidR="006737C2" w:rsidRPr="00ED5C50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postura e imagem profissional.</w:t>
            </w:r>
          </w:p>
          <w:p w14:paraId="40D4A9F6" w14:textId="77777777" w:rsidR="006737C2" w:rsidRPr="00ED5C50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Autenticidade.</w:t>
            </w:r>
          </w:p>
          <w:p w14:paraId="398923DA" w14:textId="77777777" w:rsidR="006737C2" w:rsidRPr="00ED5C50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Empatia.</w:t>
            </w:r>
          </w:p>
          <w:p w14:paraId="5D3121BC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ativa.</w:t>
            </w:r>
          </w:p>
          <w:p w14:paraId="40E80456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Objetividade.</w:t>
            </w:r>
          </w:p>
          <w:p w14:paraId="1FFB2552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criativo.</w:t>
            </w:r>
          </w:p>
          <w:p w14:paraId="00D3789C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Autoconfiança.</w:t>
            </w:r>
          </w:p>
          <w:p w14:paraId="4BC6A687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emocional.</w:t>
            </w:r>
          </w:p>
          <w:p w14:paraId="1EEF692E" w14:textId="77777777" w:rsidR="006737C2" w:rsidRPr="000546C4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61A2CA5F" w14:textId="77777777" w:rsidR="006737C2" w:rsidRPr="00EE3BEC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Autorreflexão. </w:t>
            </w:r>
          </w:p>
          <w:p w14:paraId="3D3A9559" w14:textId="77777777" w:rsidR="006737C2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adaptabilidade.</w:t>
            </w:r>
          </w:p>
          <w:p w14:paraId="0B805452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Disponibilidade para aprender.</w:t>
            </w:r>
          </w:p>
          <w:p w14:paraId="552F9139" w14:textId="77777777" w:rsidR="006737C2" w:rsidRDefault="006737C2" w:rsidP="0035369E">
            <w:pPr>
              <w:numPr>
                <w:ilvl w:val="0"/>
                <w:numId w:val="4"/>
              </w:numPr>
              <w:spacing w:before="120" w:after="0" w:line="276" w:lineRule="auto"/>
              <w:ind w:left="215" w:hanging="216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6DEBE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definidas.</w:t>
            </w:r>
          </w:p>
          <w:p w14:paraId="1CE323D5" w14:textId="77777777" w:rsidR="006737C2" w:rsidRPr="00EE3BEC" w:rsidRDefault="006737C2" w:rsidP="0035369E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0E259FA" w14:textId="77777777" w:rsidR="006737C2" w:rsidRPr="00057283" w:rsidRDefault="006737C2" w:rsidP="003536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77264CE" w14:textId="77777777" w:rsidR="006737C2" w:rsidRDefault="006737C2" w:rsidP="006737C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A923C07" w14:textId="77777777" w:rsidR="006737C2" w:rsidRDefault="006737C2" w:rsidP="006737C2">
      <w:pPr>
        <w:rPr>
          <w:rFonts w:ascii="Verdana Pro Light" w:hAnsi="Verdana Pro Light"/>
          <w:smallCaps/>
        </w:rPr>
      </w:pPr>
    </w:p>
    <w:p w14:paraId="5715C8DC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9C7848C" w14:textId="77777777" w:rsidR="006737C2" w:rsidRPr="005F6E61" w:rsidRDefault="006737C2" w:rsidP="006737C2">
      <w:pPr>
        <w:spacing w:after="120" w:line="240" w:lineRule="auto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5F6E61">
        <w:rPr>
          <w:rFonts w:ascii="Verdana Pro Light" w:eastAsia="Arial Unicode MS" w:hAnsi="Verdana Pro Light" w:cs="Times New Roman"/>
          <w:bCs/>
          <w:i/>
          <w:sz w:val="18"/>
          <w:szCs w:val="18"/>
        </w:rPr>
        <w:t xml:space="preserve">Aplicar </w:t>
      </w:r>
      <w:proofErr w:type="spellStart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>storytelling</w:t>
      </w:r>
      <w:proofErr w:type="spellEnd"/>
      <w:r w:rsidRPr="005F6E61">
        <w:rPr>
          <w:rFonts w:ascii="Verdana Pro Light" w:eastAsia="Arial Unicode MS" w:hAnsi="Verdana Pro Light" w:cs="Times New Roman"/>
          <w:i/>
          <w:sz w:val="18"/>
          <w:szCs w:val="18"/>
        </w:rPr>
        <w:t xml:space="preserve"> na comunicação:</w:t>
      </w:r>
    </w:p>
    <w:p w14:paraId="7634ECE3" w14:textId="77777777" w:rsidR="006737C2" w:rsidRPr="00B450A1" w:rsidRDefault="006737C2" w:rsidP="006737C2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>Criando e apresentando a narrativa</w:t>
      </w:r>
      <w:r>
        <w:rPr>
          <w:rFonts w:ascii="Verdana Pro Light" w:eastAsia="Arial Unicode MS" w:hAnsi="Verdana Pro Light" w:cs="Arial Unicode MS"/>
          <w:sz w:val="18"/>
          <w:szCs w:val="18"/>
        </w:rPr>
        <w:t>,</w:t>
      </w:r>
      <w:r w:rsidRPr="00380885">
        <w:rPr>
          <w:rFonts w:ascii="Verdana Pro Light" w:eastAsia="Arial Unicode MS" w:hAnsi="Verdana Pro Light" w:cs="Arial Unicode MS"/>
          <w:sz w:val="18"/>
          <w:szCs w:val="18"/>
        </w:rPr>
        <w:t xml:space="preserve"> de acordo com o objetivo comunicacional e resultado esperado.</w:t>
      </w:r>
    </w:p>
    <w:p w14:paraId="6770AE62" w14:textId="77777777" w:rsidR="006737C2" w:rsidRDefault="006737C2" w:rsidP="006737C2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CD2. Demonstrando autenticidade, disponibilidade, empatia e escuta na articulação e transmissão da mensagem. </w:t>
      </w:r>
    </w:p>
    <w:p w14:paraId="68DED16C" w14:textId="77777777" w:rsidR="006737C2" w:rsidRDefault="006737C2" w:rsidP="006737C2">
      <w:pPr>
        <w:pStyle w:val="Textodecomentrio"/>
        <w:spacing w:line="276" w:lineRule="auto"/>
        <w:ind w:left="142"/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CD3.  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 xml:space="preserve">Utilizando uma narrativa clara, criativa e </w:t>
      </w:r>
      <w:r>
        <w:rPr>
          <w:rFonts w:ascii="Verdana Pro Light" w:eastAsia="Arial Unicode MS" w:hAnsi="Verdana Pro Light" w:cs="Arial Unicode MS"/>
          <w:sz w:val="18"/>
          <w:szCs w:val="18"/>
        </w:rPr>
        <w:t>persuasiva</w:t>
      </w:r>
      <w:r w:rsidRPr="000E5986">
        <w:rPr>
          <w:rFonts w:ascii="Verdana Pro Light" w:eastAsia="Arial Unicode MS" w:hAnsi="Verdana Pro Light" w:cs="Arial Unicode MS"/>
          <w:sz w:val="18"/>
          <w:szCs w:val="18"/>
        </w:rPr>
        <w:t>, com recurso a linguagem verbal e não verbal.</w:t>
      </w:r>
    </w:p>
    <w:p w14:paraId="471504AF" w14:textId="77777777" w:rsidR="006737C2" w:rsidRPr="00BD2B9C" w:rsidRDefault="006737C2" w:rsidP="006737C2">
      <w:pPr>
        <w:spacing w:before="120" w:after="0" w:line="276" w:lineRule="auto"/>
        <w:ind w:left="709" w:hanging="568"/>
        <w:rPr>
          <w:rFonts w:ascii="Verdana Pro Light" w:eastAsia="Arial Unicode MS" w:hAnsi="Verdana Pro Light" w:cs="Arial Unicode MS"/>
          <w:sz w:val="18"/>
          <w:szCs w:val="18"/>
        </w:rPr>
      </w:pPr>
      <w:r w:rsidRPr="00B450A1">
        <w:rPr>
          <w:rFonts w:ascii="Verdana Pro Light" w:eastAsia="Arial Unicode MS" w:hAnsi="Verdana Pro Light" w:cs="Arial Unicode MS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sz w:val="18"/>
          <w:szCs w:val="18"/>
        </w:rPr>
        <w:t>4</w:t>
      </w:r>
      <w:r w:rsidRPr="00B450A1">
        <w:rPr>
          <w:rFonts w:ascii="Verdana Pro Light" w:eastAsia="Arial Unicode MS" w:hAnsi="Verdana Pro Light" w:cs="Arial Unicode MS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sz w:val="18"/>
          <w:szCs w:val="18"/>
        </w:rPr>
        <w:tab/>
      </w:r>
      <w:r w:rsidRPr="00B235ED">
        <w:rPr>
          <w:rFonts w:ascii="Verdana Pro Light" w:eastAsia="Arial Unicode MS" w:hAnsi="Verdana Pro Light" w:cs="Arial Unicode MS"/>
          <w:sz w:val="18"/>
          <w:szCs w:val="18"/>
        </w:rPr>
        <w:t xml:space="preserve">Adaptando as técnicas </w:t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comunicacionais e narrativas, em função dos contextos individual, social e profissional.</w:t>
      </w:r>
    </w:p>
    <w:p w14:paraId="0C618F5C" w14:textId="77777777" w:rsidR="006737C2" w:rsidRDefault="006737C2" w:rsidP="006737C2">
      <w:pPr>
        <w:spacing w:before="120" w:after="0" w:line="276" w:lineRule="auto"/>
        <w:ind w:left="426" w:hanging="285"/>
        <w:rPr>
          <w:rFonts w:ascii="Verdana Pro Light" w:eastAsia="Arial Unicode MS" w:hAnsi="Verdana Pro Light" w:cs="Arial Unicode MS"/>
          <w:sz w:val="18"/>
          <w:szCs w:val="18"/>
        </w:rPr>
      </w:pPr>
      <w:r w:rsidRPr="00BD2B9C">
        <w:rPr>
          <w:rFonts w:ascii="Verdana Pro Light" w:eastAsia="Arial Unicode MS" w:hAnsi="Verdana Pro Light" w:cs="Arial Unicode MS"/>
          <w:sz w:val="18"/>
          <w:szCs w:val="18"/>
        </w:rPr>
        <w:t>CD5.</w:t>
      </w:r>
      <w:r w:rsidRPr="00BD2B9C">
        <w:tab/>
      </w:r>
      <w:r w:rsidRPr="00BD2B9C">
        <w:rPr>
          <w:rFonts w:ascii="Verdana Pro Light" w:eastAsia="Arial Unicode MS" w:hAnsi="Verdana Pro Light" w:cs="Arial Unicode MS"/>
          <w:sz w:val="18"/>
          <w:szCs w:val="18"/>
        </w:rPr>
        <w:t>Avaliando o resultado e impactos finais no processo de comunicação</w:t>
      </w:r>
      <w:r w:rsidRPr="1AB8E699">
        <w:rPr>
          <w:rFonts w:ascii="Verdana Pro Light" w:eastAsia="Arial Unicode MS" w:hAnsi="Verdana Pro Light" w:cs="Arial Unicode MS"/>
          <w:sz w:val="18"/>
          <w:szCs w:val="18"/>
        </w:rPr>
        <w:t xml:space="preserve"> estabelecido.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15C57179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29EF983" w14:textId="77777777" w:rsidR="006737C2" w:rsidRPr="00051C79" w:rsidRDefault="006737C2" w:rsidP="006737C2">
      <w:pPr>
        <w:spacing w:before="120" w:after="0" w:line="276" w:lineRule="auto"/>
        <w:rPr>
          <w:rFonts w:ascii="Verdana Pro Light" w:hAnsi="Verdana Pro Light"/>
          <w:smallCaps/>
        </w:rPr>
      </w:pPr>
      <w:r w:rsidRPr="00E03EF9">
        <w:rPr>
          <w:rFonts w:ascii="Verdana Pro Light" w:eastAsia="Arial Unicode MS" w:hAnsi="Verdana Pro Light" w:cs="Arial Unicode MS"/>
          <w:sz w:val="18"/>
          <w:szCs w:val="18"/>
        </w:rPr>
        <w:t>Aplicável a diferentes contextos</w:t>
      </w:r>
      <w:r>
        <w:rPr>
          <w:rFonts w:ascii="Verdana Pro Light" w:eastAsia="Arial Unicode MS" w:hAnsi="Verdana Pro Light" w:cs="Arial Unicode MS"/>
          <w:sz w:val="18"/>
          <w:szCs w:val="18"/>
        </w:rPr>
        <w:br/>
      </w:r>
    </w:p>
    <w:p w14:paraId="37D6E62A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A48AF5A" w14:textId="77777777" w:rsidR="006737C2" w:rsidRDefault="006737C2" w:rsidP="006737C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com acesso à internet.</w:t>
      </w:r>
    </w:p>
    <w:p w14:paraId="617BDE38" w14:textId="77777777" w:rsidR="006737C2" w:rsidRDefault="006737C2" w:rsidP="006737C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H</w:t>
      </w:r>
      <w:r w:rsidRPr="00907B8B">
        <w:rPr>
          <w:rFonts w:ascii="Verdana Pro Light" w:eastAsia="Arial Unicode MS" w:hAnsi="Verdana Pro Light" w:cs="Arial Unicode MS"/>
          <w:sz w:val="18"/>
          <w:szCs w:val="18"/>
        </w:rPr>
        <w:t>istórias diversas.</w:t>
      </w:r>
    </w:p>
    <w:p w14:paraId="6808F1F8" w14:textId="77777777" w:rsidR="006737C2" w:rsidRPr="00501DC8" w:rsidRDefault="006737C2" w:rsidP="006737C2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Recursos multimédia e audiovisuais</w:t>
      </w:r>
    </w:p>
    <w:p w14:paraId="3A3798F3" w14:textId="77777777" w:rsidR="006737C2" w:rsidRPr="00051C79" w:rsidRDefault="006737C2" w:rsidP="006737C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F384AA" w14:textId="77777777" w:rsidR="006737C2" w:rsidRPr="00F87025" w:rsidRDefault="006737C2" w:rsidP="006737C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53960B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53FECC7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6B4CC8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F6D813A" w14:textId="3BAC7856" w:rsidR="008C76A8" w:rsidRDefault="008C76A8" w:rsidP="008C76A8">
      <w:pPr>
        <w:rPr>
          <w:rFonts w:ascii="Verdana Pro Light" w:hAnsi="Verdana Pro Light"/>
          <w:smallCaps/>
        </w:rPr>
      </w:pPr>
    </w:p>
    <w:sectPr w:rsidR="008C76A8" w:rsidSect="00C54746">
      <w:footerReference w:type="default" r:id="rId14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Ana Calvet" w:date="2023-12-04T19:19:00Z" w:initials="AC">
    <w:p w14:paraId="5099B5D0" w14:textId="77777777" w:rsidR="00766F28" w:rsidRDefault="00766F28" w:rsidP="001A1D4E">
      <w:pPr>
        <w:pStyle w:val="Textodecomentrio"/>
      </w:pPr>
      <w:r>
        <w:rPr>
          <w:rStyle w:val="Refdecomentrio"/>
        </w:rPr>
        <w:annotationRef/>
      </w:r>
      <w:r>
        <w:t>UC a ser feita pela ANQEP</w:t>
      </w:r>
    </w:p>
  </w:comment>
  <w:comment w:id="3" w:author="Ana Calvet" w:date="2023-12-04T10:26:00Z" w:initials="AC">
    <w:p w14:paraId="7CA66470" w14:textId="77777777" w:rsidR="00766F28" w:rsidRDefault="00766F28" w:rsidP="000F79C3">
      <w:pPr>
        <w:pStyle w:val="Textodecomentrio"/>
      </w:pPr>
      <w:r>
        <w:rPr>
          <w:rStyle w:val="Refdecomentrio"/>
        </w:rPr>
        <w:annotationRef/>
      </w:r>
      <w:r>
        <w:t>UC a ser feita pela ANQEP</w:t>
      </w:r>
    </w:p>
  </w:comment>
  <w:comment w:id="22" w:author="Ana Calvet" w:date="2023-12-04T19:27:00Z" w:initials="AC">
    <w:p w14:paraId="663C12C9" w14:textId="77777777" w:rsidR="00B555FE" w:rsidRDefault="00B555FE" w:rsidP="00B555FE">
      <w:pPr>
        <w:pStyle w:val="Textodecomentrio"/>
      </w:pPr>
      <w:r>
        <w:rPr>
          <w:rStyle w:val="Refdecomentrio"/>
        </w:rPr>
        <w:annotationRef/>
      </w:r>
      <w:r>
        <w:t>UC a ser desenvolvida pela ANQEP</w:t>
      </w:r>
    </w:p>
  </w:comment>
  <w:comment w:id="23" w:author="Ana Calvet" w:date="2023-12-04T19:27:00Z" w:initials="AC">
    <w:p w14:paraId="29A99631" w14:textId="77777777" w:rsidR="00B555FE" w:rsidRDefault="00B555FE" w:rsidP="00B555FE">
      <w:pPr>
        <w:pStyle w:val="Textodecomentrio"/>
      </w:pPr>
      <w:r>
        <w:rPr>
          <w:rStyle w:val="Refdecomentrio"/>
        </w:rPr>
        <w:annotationRef/>
      </w:r>
      <w:r>
        <w:t>UC a ser desenvolvida pela ANQEP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99B5D0" w15:done="0"/>
  <w15:commentEx w15:paraId="7CA66470" w15:done="0"/>
  <w15:commentEx w15:paraId="663C12C9" w15:done="0"/>
  <w15:commentEx w15:paraId="29A9963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ACAB814" w16cex:dateUtc="2023-12-04T19:19:00Z"/>
  <w16cex:commentExtensible w16cex:durableId="52B00285" w16cex:dateUtc="2023-12-04T10:26:00Z"/>
  <w16cex:commentExtensible w16cex:durableId="0DB2C8EC" w16cex:dateUtc="2023-12-04T19:27:00Z"/>
  <w16cex:commentExtensible w16cex:durableId="40F49CE7" w16cex:dateUtc="2023-12-04T19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99B5D0" w16cid:durableId="6ACAB814"/>
  <w16cid:commentId w16cid:paraId="7CA66470" w16cid:durableId="52B00285"/>
  <w16cid:commentId w16cid:paraId="663C12C9" w16cid:durableId="0DB2C8EC"/>
  <w16cid:commentId w16cid:paraId="29A99631" w16cid:durableId="40F49C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11AD6" w14:textId="77777777" w:rsidR="00C54746" w:rsidRDefault="00C54746" w:rsidP="00AC6E34">
      <w:pPr>
        <w:spacing w:after="0" w:line="240" w:lineRule="auto"/>
      </w:pPr>
      <w:r>
        <w:separator/>
      </w:r>
    </w:p>
  </w:endnote>
  <w:endnote w:type="continuationSeparator" w:id="0">
    <w:p w14:paraId="079B6C68" w14:textId="77777777" w:rsidR="00C54746" w:rsidRDefault="00C54746" w:rsidP="00AC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AE566" w14:textId="77777777" w:rsidR="00FF4F58" w:rsidRDefault="00FF4F58">
    <w:pPr>
      <w:pStyle w:val="Rodap"/>
      <w:jc w:val="right"/>
    </w:pPr>
  </w:p>
  <w:p w14:paraId="643F6D38" w14:textId="77777777" w:rsidR="00FF4F58" w:rsidRDefault="00FF4F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32B96" w14:textId="77777777" w:rsidR="008C1AD9" w:rsidRPr="00FD203A" w:rsidRDefault="008C1AD9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     (designação da qualificação) | Nível “X”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>
      <w:rPr>
        <w:rFonts w:ascii="Verdana Pro Light" w:hAnsi="Verdana Pro Light"/>
        <w:noProof/>
        <w:sz w:val="14"/>
        <w:szCs w:val="14"/>
      </w:rPr>
      <w:t>1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6FBC157F" w14:textId="77777777" w:rsidR="008C1AD9" w:rsidRDefault="008C1AD9">
    <w:pPr>
      <w:pStyle w:val="Rodap"/>
      <w:jc w:val="right"/>
    </w:pPr>
  </w:p>
  <w:p w14:paraId="1D919AA8" w14:textId="77777777" w:rsidR="008C1AD9" w:rsidRDefault="008C1AD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AB63" w14:textId="77777777" w:rsidR="00C54746" w:rsidRDefault="00C54746" w:rsidP="00AC6E34">
      <w:pPr>
        <w:spacing w:after="0" w:line="240" w:lineRule="auto"/>
      </w:pPr>
      <w:r>
        <w:separator/>
      </w:r>
    </w:p>
  </w:footnote>
  <w:footnote w:type="continuationSeparator" w:id="0">
    <w:p w14:paraId="651F01CB" w14:textId="77777777" w:rsidR="00C54746" w:rsidRDefault="00C54746" w:rsidP="00AC6E34">
      <w:pPr>
        <w:spacing w:after="0" w:line="240" w:lineRule="auto"/>
      </w:pPr>
      <w:r>
        <w:continuationSeparator/>
      </w:r>
    </w:p>
  </w:footnote>
  <w:footnote w:id="1">
    <w:p w14:paraId="64FAF481" w14:textId="77777777" w:rsidR="00FF4F58" w:rsidRDefault="00FF4F58" w:rsidP="00346D6E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0A82EE81" w14:textId="77777777" w:rsidR="00FF4F58" w:rsidRDefault="00FF4F58" w:rsidP="00234037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5C048515" w14:textId="77777777" w:rsidR="00FF4F58" w:rsidRPr="00616272" w:rsidRDefault="00FF4F58" w:rsidP="00616272">
      <w:pPr>
        <w:pStyle w:val="Textodenotaderodap"/>
        <w:rPr>
          <w:rFonts w:ascii="Verdana Pro Light" w:hAnsi="Verdana Pro Light"/>
          <w:sz w:val="16"/>
        </w:rPr>
      </w:pPr>
    </w:p>
  </w:footnote>
  <w:footnote w:id="3">
    <w:p w14:paraId="347255A4" w14:textId="77777777" w:rsidR="00FF4F58" w:rsidRPr="002962FF" w:rsidRDefault="00FF4F58" w:rsidP="006F0B80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214C3458" w14:textId="77777777" w:rsidR="00FF4F58" w:rsidRDefault="00FF4F58" w:rsidP="006F0B80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ECC08" w14:textId="77777777" w:rsidR="00FF4F58" w:rsidRDefault="00FF4F58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44DF8499" wp14:editId="4DEEBB58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5A961009" wp14:editId="49F206C8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7086D"/>
    <w:multiLevelType w:val="hybridMultilevel"/>
    <w:tmpl w:val="F7EA845A"/>
    <w:lvl w:ilvl="0" w:tplc="507AB15A">
      <w:numFmt w:val="bullet"/>
      <w:lvlText w:val=""/>
      <w:lvlJc w:val="left"/>
      <w:pPr>
        <w:ind w:left="3763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13A18FB6"/>
    <w:multiLevelType w:val="hybridMultilevel"/>
    <w:tmpl w:val="BE32F720"/>
    <w:lvl w:ilvl="0" w:tplc="25D24560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A16C8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ACA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8CFF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8F4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4A8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2604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6635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4E35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D0A11"/>
    <w:multiLevelType w:val="hybridMultilevel"/>
    <w:tmpl w:val="CD500FCC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75FE6"/>
    <w:multiLevelType w:val="hybridMultilevel"/>
    <w:tmpl w:val="75D03664"/>
    <w:lvl w:ilvl="0" w:tplc="FFFFFFFF">
      <w:numFmt w:val="bullet"/>
      <w:lvlText w:val=""/>
      <w:lvlJc w:val="left"/>
      <w:pPr>
        <w:ind w:left="2061" w:hanging="360"/>
      </w:pPr>
      <w:rPr>
        <w:rFonts w:ascii="Wingdings" w:eastAsia="Times New Roman" w:hAnsi="Wingdings" w:cs="Arial" w:hint="default"/>
      </w:rPr>
    </w:lvl>
    <w:lvl w:ilvl="1" w:tplc="507AB15A">
      <w:numFmt w:val="bullet"/>
      <w:lvlText w:val=""/>
      <w:lvlJc w:val="left"/>
      <w:pPr>
        <w:ind w:left="1800" w:hanging="360"/>
      </w:pPr>
      <w:rPr>
        <w:rFonts w:ascii="Wingdings" w:eastAsia="Times New Roman" w:hAnsi="Wingdings" w:cs="Aria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6B4120"/>
    <w:multiLevelType w:val="hybridMultilevel"/>
    <w:tmpl w:val="63923986"/>
    <w:lvl w:ilvl="0" w:tplc="A2D2E9D6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1491D6F"/>
    <w:multiLevelType w:val="hybridMultilevel"/>
    <w:tmpl w:val="A3B27D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B053C"/>
    <w:multiLevelType w:val="hybridMultilevel"/>
    <w:tmpl w:val="FD987DA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4ABFCB"/>
    <w:multiLevelType w:val="hybridMultilevel"/>
    <w:tmpl w:val="379CBAA4"/>
    <w:lvl w:ilvl="0" w:tplc="A2D8B7DC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 w:tplc="25849F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2A5B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005D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4C6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FC9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A6F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AC5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E8C9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1" w15:restartNumberingAfterBreak="0">
    <w:nsid w:val="31316BF2"/>
    <w:multiLevelType w:val="hybridMultilevel"/>
    <w:tmpl w:val="EFEE27A4"/>
    <w:lvl w:ilvl="0" w:tplc="507AB15A">
      <w:numFmt w:val="bullet"/>
      <w:lvlText w:val=""/>
      <w:lvlJc w:val="left"/>
      <w:pPr>
        <w:ind w:left="936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2" w15:restartNumberingAfterBreak="0">
    <w:nsid w:val="42BC59B9"/>
    <w:multiLevelType w:val="hybridMultilevel"/>
    <w:tmpl w:val="9BD4B45A"/>
    <w:lvl w:ilvl="0" w:tplc="53DA60E8">
      <w:start w:val="1"/>
      <w:numFmt w:val="decimal"/>
      <w:lvlText w:val="%1."/>
      <w:lvlJc w:val="left"/>
      <w:pPr>
        <w:ind w:left="1353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4" w15:restartNumberingAfterBreak="0">
    <w:nsid w:val="5FEE7600"/>
    <w:multiLevelType w:val="hybridMultilevel"/>
    <w:tmpl w:val="6390F8A4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63657A"/>
    <w:multiLevelType w:val="hybridMultilevel"/>
    <w:tmpl w:val="782A5DFE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7A650"/>
    <w:multiLevelType w:val="hybridMultilevel"/>
    <w:tmpl w:val="5F6E6D9A"/>
    <w:lvl w:ilvl="0" w:tplc="3B1875C0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 w:tplc="ADC020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B008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B2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ACC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1C73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EAD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E4E6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9E72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C04E4D"/>
    <w:multiLevelType w:val="hybridMultilevel"/>
    <w:tmpl w:val="380CB75A"/>
    <w:lvl w:ilvl="0" w:tplc="507AB15A">
      <w:numFmt w:val="bullet"/>
      <w:lvlText w:val="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F2224F"/>
    <w:multiLevelType w:val="multilevel"/>
    <w:tmpl w:val="D36C9808"/>
    <w:lvl w:ilvl="0">
      <w:start w:val="1"/>
      <w:numFmt w:val="decimal"/>
      <w:lvlText w:val="%1."/>
      <w:lvlJc w:val="left"/>
      <w:pPr>
        <w:ind w:left="567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87953158">
    <w:abstractNumId w:val="1"/>
  </w:num>
  <w:num w:numId="2" w16cid:durableId="773281061">
    <w:abstractNumId w:val="10"/>
  </w:num>
  <w:num w:numId="3" w16cid:durableId="1410421220">
    <w:abstractNumId w:val="13"/>
  </w:num>
  <w:num w:numId="4" w16cid:durableId="1635797356">
    <w:abstractNumId w:val="8"/>
  </w:num>
  <w:num w:numId="5" w16cid:durableId="1172796347">
    <w:abstractNumId w:val="6"/>
  </w:num>
  <w:num w:numId="6" w16cid:durableId="1576549870">
    <w:abstractNumId w:val="5"/>
  </w:num>
  <w:num w:numId="7" w16cid:durableId="864565418">
    <w:abstractNumId w:val="0"/>
  </w:num>
  <w:num w:numId="8" w16cid:durableId="925303345">
    <w:abstractNumId w:val="4"/>
  </w:num>
  <w:num w:numId="9" w16cid:durableId="357195894">
    <w:abstractNumId w:val="14"/>
  </w:num>
  <w:num w:numId="10" w16cid:durableId="245654618">
    <w:abstractNumId w:val="3"/>
  </w:num>
  <w:num w:numId="11" w16cid:durableId="1075978049">
    <w:abstractNumId w:val="16"/>
  </w:num>
  <w:num w:numId="12" w16cid:durableId="867568015">
    <w:abstractNumId w:val="2"/>
  </w:num>
  <w:num w:numId="13" w16cid:durableId="650255491">
    <w:abstractNumId w:val="9"/>
  </w:num>
  <w:num w:numId="14" w16cid:durableId="1756778758">
    <w:abstractNumId w:val="18"/>
  </w:num>
  <w:num w:numId="15" w16cid:durableId="1420322598">
    <w:abstractNumId w:val="17"/>
  </w:num>
  <w:num w:numId="16" w16cid:durableId="1646854454">
    <w:abstractNumId w:val="11"/>
  </w:num>
  <w:num w:numId="17" w16cid:durableId="417288528">
    <w:abstractNumId w:val="12"/>
  </w:num>
  <w:num w:numId="18" w16cid:durableId="150368706">
    <w:abstractNumId w:val="7"/>
  </w:num>
  <w:num w:numId="19" w16cid:durableId="96777733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 Calvet">
    <w15:presenceInfo w15:providerId="AD" w15:userId="S::ana_calvet@epi.edu.pt::552c9a6b-eb35-4ae1-8284-7aa86ca4c0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18"/>
    <w:rsid w:val="000104EB"/>
    <w:rsid w:val="00050BEC"/>
    <w:rsid w:val="00057F9B"/>
    <w:rsid w:val="000775AE"/>
    <w:rsid w:val="000B6869"/>
    <w:rsid w:val="000C2959"/>
    <w:rsid w:val="000D3FAF"/>
    <w:rsid w:val="000D4A05"/>
    <w:rsid w:val="00100E6E"/>
    <w:rsid w:val="001327F7"/>
    <w:rsid w:val="00143E4B"/>
    <w:rsid w:val="001861A6"/>
    <w:rsid w:val="00234037"/>
    <w:rsid w:val="00250F16"/>
    <w:rsid w:val="00263720"/>
    <w:rsid w:val="002803E6"/>
    <w:rsid w:val="00291019"/>
    <w:rsid w:val="002A5F23"/>
    <w:rsid w:val="002A7235"/>
    <w:rsid w:val="002B0690"/>
    <w:rsid w:val="002B45C0"/>
    <w:rsid w:val="002B7C85"/>
    <w:rsid w:val="00300ACC"/>
    <w:rsid w:val="0030487B"/>
    <w:rsid w:val="00332C4A"/>
    <w:rsid w:val="00346D6E"/>
    <w:rsid w:val="00355C59"/>
    <w:rsid w:val="0036235E"/>
    <w:rsid w:val="003D1065"/>
    <w:rsid w:val="003E1BF4"/>
    <w:rsid w:val="00430953"/>
    <w:rsid w:val="00434DAA"/>
    <w:rsid w:val="00435291"/>
    <w:rsid w:val="00442B8A"/>
    <w:rsid w:val="00454866"/>
    <w:rsid w:val="004D104D"/>
    <w:rsid w:val="004D38A4"/>
    <w:rsid w:val="004F117D"/>
    <w:rsid w:val="004F63F0"/>
    <w:rsid w:val="00501489"/>
    <w:rsid w:val="005258AE"/>
    <w:rsid w:val="0053553B"/>
    <w:rsid w:val="00561337"/>
    <w:rsid w:val="005A2FAE"/>
    <w:rsid w:val="005A36E8"/>
    <w:rsid w:val="005C1274"/>
    <w:rsid w:val="00610FB9"/>
    <w:rsid w:val="00612684"/>
    <w:rsid w:val="006136CD"/>
    <w:rsid w:val="00616272"/>
    <w:rsid w:val="00635680"/>
    <w:rsid w:val="00662AC2"/>
    <w:rsid w:val="006737C2"/>
    <w:rsid w:val="00676018"/>
    <w:rsid w:val="00684175"/>
    <w:rsid w:val="00693A88"/>
    <w:rsid w:val="006942C8"/>
    <w:rsid w:val="006B08A7"/>
    <w:rsid w:val="006B1D58"/>
    <w:rsid w:val="006C0318"/>
    <w:rsid w:val="006F0B80"/>
    <w:rsid w:val="006F276D"/>
    <w:rsid w:val="00701DDB"/>
    <w:rsid w:val="00706A57"/>
    <w:rsid w:val="00712C22"/>
    <w:rsid w:val="00721800"/>
    <w:rsid w:val="00727CAB"/>
    <w:rsid w:val="00746109"/>
    <w:rsid w:val="00766F28"/>
    <w:rsid w:val="007918E2"/>
    <w:rsid w:val="007F65E2"/>
    <w:rsid w:val="007F7DC2"/>
    <w:rsid w:val="00802F03"/>
    <w:rsid w:val="00805D40"/>
    <w:rsid w:val="00831047"/>
    <w:rsid w:val="008368D8"/>
    <w:rsid w:val="00837428"/>
    <w:rsid w:val="00841C5C"/>
    <w:rsid w:val="008463F7"/>
    <w:rsid w:val="00863E5E"/>
    <w:rsid w:val="0087470B"/>
    <w:rsid w:val="0088609C"/>
    <w:rsid w:val="008941E8"/>
    <w:rsid w:val="008B6FD4"/>
    <w:rsid w:val="008C1AD9"/>
    <w:rsid w:val="008C76A8"/>
    <w:rsid w:val="008E6867"/>
    <w:rsid w:val="00906320"/>
    <w:rsid w:val="00914B87"/>
    <w:rsid w:val="00927FE8"/>
    <w:rsid w:val="00986234"/>
    <w:rsid w:val="00A31FEF"/>
    <w:rsid w:val="00A3277A"/>
    <w:rsid w:val="00A46137"/>
    <w:rsid w:val="00A97425"/>
    <w:rsid w:val="00AA21ED"/>
    <w:rsid w:val="00AB43FA"/>
    <w:rsid w:val="00AB44C5"/>
    <w:rsid w:val="00AC6E34"/>
    <w:rsid w:val="00AE1D10"/>
    <w:rsid w:val="00AF70F0"/>
    <w:rsid w:val="00B15DD6"/>
    <w:rsid w:val="00B31715"/>
    <w:rsid w:val="00B50FDC"/>
    <w:rsid w:val="00B555FE"/>
    <w:rsid w:val="00B73322"/>
    <w:rsid w:val="00B84BE4"/>
    <w:rsid w:val="00B8607F"/>
    <w:rsid w:val="00BC27EE"/>
    <w:rsid w:val="00BD6490"/>
    <w:rsid w:val="00BE4305"/>
    <w:rsid w:val="00BF6101"/>
    <w:rsid w:val="00C1550F"/>
    <w:rsid w:val="00C20171"/>
    <w:rsid w:val="00C34660"/>
    <w:rsid w:val="00C54622"/>
    <w:rsid w:val="00C54746"/>
    <w:rsid w:val="00C84B4D"/>
    <w:rsid w:val="00CA0927"/>
    <w:rsid w:val="00CA1E79"/>
    <w:rsid w:val="00CF60BD"/>
    <w:rsid w:val="00D04C48"/>
    <w:rsid w:val="00D14991"/>
    <w:rsid w:val="00D14FE5"/>
    <w:rsid w:val="00D57922"/>
    <w:rsid w:val="00D823B9"/>
    <w:rsid w:val="00D9424D"/>
    <w:rsid w:val="00DA3EB2"/>
    <w:rsid w:val="00DF4288"/>
    <w:rsid w:val="00E03C23"/>
    <w:rsid w:val="00E21238"/>
    <w:rsid w:val="00E3153E"/>
    <w:rsid w:val="00E5561B"/>
    <w:rsid w:val="00E569A3"/>
    <w:rsid w:val="00E82A9D"/>
    <w:rsid w:val="00E96CFA"/>
    <w:rsid w:val="00EA4D61"/>
    <w:rsid w:val="00ED261C"/>
    <w:rsid w:val="00EE01C3"/>
    <w:rsid w:val="00EE32D7"/>
    <w:rsid w:val="00EF41D5"/>
    <w:rsid w:val="00F00431"/>
    <w:rsid w:val="00F510A3"/>
    <w:rsid w:val="00F84D14"/>
    <w:rsid w:val="00FB4910"/>
    <w:rsid w:val="00FD087C"/>
    <w:rsid w:val="00FD7904"/>
    <w:rsid w:val="00FE3022"/>
    <w:rsid w:val="00FF4F58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C43DE"/>
  <w15:chartTrackingRefBased/>
  <w15:docId w15:val="{F4F656E2-219C-4A2E-BDBB-31F42134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E3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character" w:customStyle="1" w:styleId="normaltextrun">
    <w:name w:val="normaltextrun"/>
    <w:basedOn w:val="Tipodeletrapredefinidodopargrafo"/>
    <w:rsid w:val="00A46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6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NQ_ANESPO\00_CNQ_CURR&#205;CULOS\PROJETO\FASE%202,%203%20e%204\02_T&#201;CNICO%20DE%20ARTES%20GR&#193;FICAS\RC_T&#233;cnico%20de%20artes%20gr&#225;ficas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C38E8-41C8-4236-BF8E-0CD17B27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RC_Técnico de artes gráficas</Template>
  <TotalTime>127</TotalTime>
  <Pages>90</Pages>
  <Words>17833</Words>
  <Characters>101654</Characters>
  <Application>Microsoft Office Word</Application>
  <DocSecurity>0</DocSecurity>
  <Lines>847</Lines>
  <Paragraphs>238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Luisa Calvet de Magalhaes Gomes Ricardo</dc:creator>
  <cp:keywords/>
  <dc:description/>
  <cp:lastModifiedBy>Ana Calvet</cp:lastModifiedBy>
  <cp:revision>5</cp:revision>
  <dcterms:created xsi:type="dcterms:W3CDTF">2024-02-01T19:25:00Z</dcterms:created>
  <dcterms:modified xsi:type="dcterms:W3CDTF">2024-02-01T21:59:00Z</dcterms:modified>
</cp:coreProperties>
</file>