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1D39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A70D3C6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D3B832" wp14:editId="2D4E3AF2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6F6544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2A8CE5BA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3B832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766F6544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2A8CE5BA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5791205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50B52168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FCF7995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65782B0F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7B5C5C9" w14:textId="63836636" w:rsidR="00863E5E" w:rsidRPr="006B26A4" w:rsidRDefault="009A4E07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9A4E07">
        <w:rPr>
          <w:rFonts w:ascii="Verdana Pro Light" w:hAnsi="Verdana Pro Light"/>
          <w:b/>
          <w:color w:val="000000" w:themeColor="text1"/>
          <w:sz w:val="32"/>
          <w:szCs w:val="24"/>
        </w:rPr>
        <w:t xml:space="preserve">Operador/a de Fotografia </w:t>
      </w:r>
      <w:r>
        <w:rPr>
          <w:rFonts w:ascii="Verdana Pro Light" w:hAnsi="Verdana Pro Light"/>
          <w:b/>
          <w:color w:val="000000" w:themeColor="text1"/>
          <w:sz w:val="32"/>
          <w:szCs w:val="24"/>
        </w:rPr>
        <w:br/>
      </w:r>
      <w:r w:rsidR="00863E5E"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03718059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2D381528" wp14:editId="5B905EB2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F0C32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5263B367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381528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D5F0C32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5263B367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34557F05" w14:textId="13C187D7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9A4E07" w:rsidRPr="009A4E07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213 - Audiovisuais e Produção dos Media</w:t>
      </w:r>
    </w:p>
    <w:p w14:paraId="4EF6AE7E" w14:textId="2AC4929F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9A4E07" w:rsidRPr="009A4E07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213005</w:t>
      </w:r>
    </w:p>
    <w:p w14:paraId="68910325" w14:textId="0284ED38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Arial Unicode MS" w:hAnsi="Wingdings" w:cs="Arial Unicode MS"/>
          <w:b/>
          <w:bCs/>
          <w:smallCaps/>
          <w:color w:val="000000" w:themeColor="text1"/>
          <w:sz w:val="32"/>
          <w:szCs w:val="28"/>
        </w:rPr>
        <w:sym w:font="Wingdings" w:char="F08D"/>
      </w:r>
    </w:p>
    <w:p w14:paraId="1E328772" w14:textId="76519D25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1382F49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21ECEB1E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19049739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602A1775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49D2D4B8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BF7A95">
          <w:headerReference w:type="default" r:id="rId10"/>
          <w:footerReference w:type="default" r:id="rId11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3837824B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448E3CDB" w14:textId="33ABDEC7" w:rsidR="00AC6E34" w:rsidRPr="00712C22" w:rsidRDefault="009A4E07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9A4E07">
        <w:rPr>
          <w:rFonts w:ascii="Verdana Pro Light" w:hAnsi="Verdana Pro Light" w:cstheme="minorHAnsi"/>
        </w:rPr>
        <w:t>Executa a captação e edição de imagens de objetos e pessoas, no exterior e em estúdio, utilizando diferentes tipos de máquinas e películas fotográficas, com o objetivo de reproduzir diversas espécies fotográficas através de processos de digitalização de imagens, revelação e impressão de películas fotográficas, a cores ou a preto e branco.</w:t>
      </w:r>
    </w:p>
    <w:p w14:paraId="1FC16D96" w14:textId="77777777" w:rsidR="00AC6E34" w:rsidRDefault="00AC6E3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5A95C6AB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EF36A49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4F495160" w14:textId="354A52FB" w:rsidR="009A4E07" w:rsidRPr="009A4E07" w:rsidRDefault="009A4E07" w:rsidP="009A4E07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426"/>
        <w:rPr>
          <w:rFonts w:ascii="Verdana Pro Light" w:hAnsi="Verdana Pro Light" w:cstheme="minorHAnsi"/>
        </w:rPr>
      </w:pPr>
      <w:r w:rsidRPr="009A4E07">
        <w:rPr>
          <w:rFonts w:ascii="Verdana Pro Light" w:hAnsi="Verdana Pro Light" w:cstheme="minorHAnsi"/>
        </w:rPr>
        <w:t>Preparar as operações de captação de imagens, utilizando os meios adequados.</w:t>
      </w:r>
    </w:p>
    <w:p w14:paraId="4AC3AB23" w14:textId="23F72483" w:rsidR="009A4E07" w:rsidRPr="009A4E07" w:rsidRDefault="009A4E07" w:rsidP="009A4E07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426"/>
        <w:rPr>
          <w:rFonts w:ascii="Verdana Pro Light" w:hAnsi="Verdana Pro Light" w:cstheme="minorHAnsi"/>
        </w:rPr>
      </w:pPr>
      <w:r w:rsidRPr="009A4E07">
        <w:rPr>
          <w:rFonts w:ascii="Verdana Pro Light" w:hAnsi="Verdana Pro Light" w:cstheme="minorHAnsi"/>
        </w:rPr>
        <w:t xml:space="preserve">Captar e registar imagens fixas, no exterior ou em estúdio, utilizando diversos tipos de máquinas fotográficas e conjuntos óticos. </w:t>
      </w:r>
    </w:p>
    <w:p w14:paraId="4F8940B2" w14:textId="51B72CD2" w:rsidR="009A4E07" w:rsidRPr="009A4E07" w:rsidRDefault="009A4E07" w:rsidP="009A4E07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426"/>
        <w:rPr>
          <w:rFonts w:ascii="Verdana Pro Light" w:hAnsi="Verdana Pro Light" w:cstheme="minorHAnsi"/>
        </w:rPr>
      </w:pPr>
      <w:r w:rsidRPr="009A4E07">
        <w:rPr>
          <w:rFonts w:ascii="Verdana Pro Light" w:hAnsi="Verdana Pro Light" w:cstheme="minorHAnsi"/>
        </w:rPr>
        <w:t>Efetuar operações de revelação e impressão de películas fotográficas, a cores e a preto e branco, utilizando as técnicas adequadas e os agentes químicos apropriados.</w:t>
      </w:r>
    </w:p>
    <w:p w14:paraId="5F83C47A" w14:textId="76F441CC" w:rsidR="009A4E07" w:rsidRPr="009A4E07" w:rsidRDefault="009A4E07" w:rsidP="009A4E07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426"/>
        <w:rPr>
          <w:rFonts w:ascii="Verdana Pro Light" w:hAnsi="Verdana Pro Light" w:cstheme="minorHAnsi"/>
        </w:rPr>
      </w:pPr>
      <w:r w:rsidRPr="009A4E07">
        <w:rPr>
          <w:rFonts w:ascii="Verdana Pro Light" w:hAnsi="Verdana Pro Light" w:cstheme="minorHAnsi"/>
        </w:rPr>
        <w:t xml:space="preserve">Efetuar o tratamento de imagens fotográficas, relativamente à sua cor e forma, utilizando equipamento digital específico. </w:t>
      </w:r>
    </w:p>
    <w:p w14:paraId="76A09049" w14:textId="6158C63F" w:rsidR="009A4E07" w:rsidRPr="009A4E07" w:rsidRDefault="009A4E07" w:rsidP="009A4E07">
      <w:pPr>
        <w:pStyle w:val="PargrafodaLista"/>
        <w:numPr>
          <w:ilvl w:val="0"/>
          <w:numId w:val="5"/>
        </w:numPr>
        <w:tabs>
          <w:tab w:val="left" w:pos="9072"/>
        </w:tabs>
        <w:spacing w:after="0" w:line="276" w:lineRule="auto"/>
        <w:ind w:left="426"/>
        <w:rPr>
          <w:rFonts w:ascii="Verdana Pro Light" w:hAnsi="Verdana Pro Light" w:cstheme="minorHAnsi"/>
          <w:b/>
          <w:smallCaps/>
          <w:sz w:val="24"/>
          <w:szCs w:val="24"/>
        </w:rPr>
      </w:pPr>
      <w:r w:rsidRPr="009A4E07">
        <w:rPr>
          <w:rFonts w:ascii="Verdana Pro Light" w:hAnsi="Verdana Pro Light" w:cstheme="minorHAnsi"/>
        </w:rPr>
        <w:t>Efetuar a organização e arquivo de imagens fotográficas em diferentes suportes documentais e promover a sua divulgação, nomeadamente, em portfólios, slideshows e exposições.</w:t>
      </w:r>
      <w:r>
        <w:rPr>
          <w:rFonts w:ascii="Verdana Pro Light" w:hAnsi="Verdana Pro Light" w:cstheme="minorHAnsi"/>
        </w:rPr>
        <w:br/>
      </w:r>
    </w:p>
    <w:p w14:paraId="469C89DE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7E61EA87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0D6F37EE" w14:textId="77777777" w:rsidR="00AC6E34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DC7DC6" w:rsidRPr="00712C22" w14:paraId="02B858FA" w14:textId="77777777" w:rsidTr="00017090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6473E11C" w14:textId="77777777" w:rsidR="00DC7DC6" w:rsidRPr="00712C22" w:rsidRDefault="00DC7DC6" w:rsidP="00017090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C8FCC15" w14:textId="77777777" w:rsidR="00DC7DC6" w:rsidRPr="00712C22" w:rsidRDefault="00DC7DC6" w:rsidP="00017090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43952476" w14:textId="77777777" w:rsidR="00DC7DC6" w:rsidRPr="00712C22" w:rsidRDefault="00DC7DC6" w:rsidP="00017090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r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BA48CBF" w14:textId="77777777" w:rsidR="00DC7DC6" w:rsidRPr="00712C22" w:rsidRDefault="00DC7DC6" w:rsidP="00017090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DC7DC6" w:rsidRPr="006C0318" w14:paraId="4A6F8175" w14:textId="77777777" w:rsidTr="00017090">
        <w:trPr>
          <w:trHeight w:val="317"/>
          <w:jc w:val="center"/>
        </w:trPr>
        <w:tc>
          <w:tcPr>
            <w:tcW w:w="1185" w:type="dxa"/>
            <w:vAlign w:val="center"/>
          </w:tcPr>
          <w:p w14:paraId="753A1D46" w14:textId="77777777" w:rsidR="00DC7DC6" w:rsidRPr="00234037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181F7F3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0211F6E1" w14:textId="77777777" w:rsidR="00DC7DC6" w:rsidRPr="006C0318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Atuar na área da fotografia</w:t>
            </w:r>
          </w:p>
        </w:tc>
        <w:tc>
          <w:tcPr>
            <w:tcW w:w="1134" w:type="dxa"/>
            <w:vAlign w:val="center"/>
          </w:tcPr>
          <w:p w14:paraId="0638C1CD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503C7C7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C647E0" w14:textId="77777777" w:rsidR="00DC7DC6" w:rsidRPr="00234037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C039E2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18798751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da fotografia</w:t>
            </w:r>
          </w:p>
        </w:tc>
        <w:tc>
          <w:tcPr>
            <w:tcW w:w="1134" w:type="dxa"/>
            <w:vAlign w:val="center"/>
          </w:tcPr>
          <w:p w14:paraId="0948FDC7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16A7014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B805592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5FA88A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01D1A28F" w14:textId="77777777" w:rsidR="00DC7DC6" w:rsidRPr="006C0318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Avaliar a imagem fotográfica como comunicação visual</w:t>
            </w:r>
          </w:p>
        </w:tc>
        <w:tc>
          <w:tcPr>
            <w:tcW w:w="1134" w:type="dxa"/>
            <w:vAlign w:val="center"/>
          </w:tcPr>
          <w:p w14:paraId="6255F50E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33209F0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E85CC1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03B23CB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67D8E7C1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Operar a câmara fotográfica e fotografar com equipamento digital</w:t>
            </w:r>
          </w:p>
        </w:tc>
        <w:tc>
          <w:tcPr>
            <w:tcW w:w="1134" w:type="dxa"/>
            <w:vAlign w:val="center"/>
          </w:tcPr>
          <w:p w14:paraId="073FBC1F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22A9672A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82422A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30FE93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7FA34BE1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Parametrizar a câmara fotográfica</w:t>
            </w:r>
          </w:p>
        </w:tc>
        <w:tc>
          <w:tcPr>
            <w:tcW w:w="1134" w:type="dxa"/>
            <w:vAlign w:val="center"/>
          </w:tcPr>
          <w:p w14:paraId="36A2E7F5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61C619C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7E782D5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9317A4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10FEEEDC" w14:textId="77777777" w:rsidR="00DC7DC6" w:rsidRPr="006C0318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150DD2">
              <w:rPr>
                <w:rFonts w:ascii="Verdana Pro Light" w:hAnsi="Verdana Pro Light"/>
                <w:sz w:val="18"/>
                <w:szCs w:val="18"/>
              </w:rPr>
              <w:t>Manipular imagens fotográficas</w:t>
            </w:r>
          </w:p>
        </w:tc>
        <w:tc>
          <w:tcPr>
            <w:tcW w:w="1134" w:type="dxa"/>
            <w:vAlign w:val="center"/>
          </w:tcPr>
          <w:p w14:paraId="1F1E2033" w14:textId="668573F6" w:rsidR="00DC7DC6" w:rsidRPr="00234037" w:rsidRDefault="000D531F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DC7DC6" w:rsidRPr="006C0318" w14:paraId="219928BD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7D875B7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288F5A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D47AE2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2D102712" w14:textId="77777777" w:rsidR="00DC7DC6" w:rsidRPr="00294A81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345260">
              <w:rPr>
                <w:rFonts w:ascii="Verdana Pro Light" w:hAnsi="Verdana Pro Light"/>
                <w:sz w:val="18"/>
                <w:szCs w:val="18"/>
              </w:rPr>
              <w:t>Elaborar correções de cor</w:t>
            </w:r>
          </w:p>
        </w:tc>
        <w:tc>
          <w:tcPr>
            <w:tcW w:w="1134" w:type="dxa"/>
            <w:vAlign w:val="center"/>
          </w:tcPr>
          <w:p w14:paraId="5FB799EE" w14:textId="77777777" w:rsidR="00DC7DC6" w:rsidRPr="00294A81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684CC40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BC9602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D378CE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37CE6BE0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Realizar fotografia de exterior</w:t>
            </w:r>
          </w:p>
        </w:tc>
        <w:tc>
          <w:tcPr>
            <w:tcW w:w="1134" w:type="dxa"/>
            <w:vAlign w:val="center"/>
          </w:tcPr>
          <w:p w14:paraId="050D3F94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137C61B0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408B095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6B29E2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76329033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Realizar fotografia de retrato em estúdio</w:t>
            </w:r>
          </w:p>
        </w:tc>
        <w:tc>
          <w:tcPr>
            <w:tcW w:w="1134" w:type="dxa"/>
            <w:vAlign w:val="center"/>
          </w:tcPr>
          <w:p w14:paraId="0CD2F136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DC7DC6" w:rsidRPr="006C0318" w14:paraId="639C973F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BC51D7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9C61B9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3E5DCE06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Revelar e imprimir em laboratório analógico a preto e branco</w:t>
            </w:r>
          </w:p>
        </w:tc>
        <w:tc>
          <w:tcPr>
            <w:tcW w:w="1134" w:type="dxa"/>
            <w:vAlign w:val="center"/>
          </w:tcPr>
          <w:p w14:paraId="2FB59186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DC7DC6" w:rsidRPr="006C0318" w14:paraId="722EB57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63365D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E294588" w14:textId="77777777" w:rsidR="00DC7DC6" w:rsidRPr="000B6869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505D51A4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Revelar e imprimir em laboratório digital a cores</w:t>
            </w:r>
          </w:p>
        </w:tc>
        <w:tc>
          <w:tcPr>
            <w:tcW w:w="1134" w:type="dxa"/>
            <w:vAlign w:val="center"/>
          </w:tcPr>
          <w:p w14:paraId="2711D540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0F07821E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4F47F6F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C979B3" w14:textId="77777777" w:rsidR="00DC7DC6" w:rsidRPr="000B6869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764EA097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B125D7">
              <w:rPr>
                <w:rFonts w:ascii="Verdana Pro Light" w:hAnsi="Verdana Pro Light"/>
                <w:sz w:val="18"/>
                <w:szCs w:val="18"/>
              </w:rPr>
              <w:t>Imprimir pelicula em minilab</w:t>
            </w:r>
            <w:r w:rsidRPr="00294A81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173B585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1BB2BDD5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17615C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1FEE38F" w14:textId="77777777" w:rsidR="00DC7DC6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3A6CB652" w14:textId="77777777" w:rsidR="00DC7DC6" w:rsidRPr="00294A81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13434">
              <w:rPr>
                <w:rFonts w:ascii="Verdana Pro Light" w:hAnsi="Verdana Pro Light"/>
                <w:sz w:val="18"/>
                <w:szCs w:val="18"/>
              </w:rPr>
              <w:t>Elaborar processos narrativos através das imagens</w:t>
            </w:r>
          </w:p>
        </w:tc>
        <w:tc>
          <w:tcPr>
            <w:tcW w:w="1134" w:type="dxa"/>
            <w:vAlign w:val="center"/>
          </w:tcPr>
          <w:p w14:paraId="779B4BAA" w14:textId="0BEF8B33" w:rsidR="00DC7DC6" w:rsidRPr="00294A81" w:rsidRDefault="00C8406E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50D0D5AA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3295EA2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2046EA" w14:textId="77777777" w:rsidR="00DC7DC6" w:rsidRPr="000B6869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524D6595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 xml:space="preserve">Efetuar acabamentos e apresentação de trabalhos fotográficos </w:t>
            </w:r>
          </w:p>
        </w:tc>
        <w:tc>
          <w:tcPr>
            <w:tcW w:w="1134" w:type="dxa"/>
            <w:vAlign w:val="center"/>
          </w:tcPr>
          <w:p w14:paraId="7E3EF884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61C9EE48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6A1C261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AB0B75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AE36A09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Realizar edição eletrónica e trabalho em rede</w:t>
            </w:r>
          </w:p>
        </w:tc>
        <w:tc>
          <w:tcPr>
            <w:tcW w:w="1134" w:type="dxa"/>
            <w:vAlign w:val="center"/>
          </w:tcPr>
          <w:p w14:paraId="6167AFA3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40BBACB4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AC739D8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02C658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856377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4D80049F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Efetuar atendimento ao público</w:t>
            </w:r>
          </w:p>
        </w:tc>
        <w:tc>
          <w:tcPr>
            <w:tcW w:w="1134" w:type="dxa"/>
            <w:vAlign w:val="center"/>
          </w:tcPr>
          <w:p w14:paraId="433E1BC2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416DB82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DD5D50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951C3CB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70D114CA" w14:textId="77777777" w:rsidR="00DC7DC6" w:rsidRPr="00294A81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856377">
              <w:rPr>
                <w:rFonts w:ascii="Verdana Pro Light" w:hAnsi="Verdana Pro Light"/>
                <w:sz w:val="18"/>
                <w:szCs w:val="18"/>
              </w:rPr>
              <w:t>Promover a obra fotográfica</w:t>
            </w:r>
          </w:p>
        </w:tc>
        <w:tc>
          <w:tcPr>
            <w:tcW w:w="1134" w:type="dxa"/>
            <w:vAlign w:val="center"/>
          </w:tcPr>
          <w:p w14:paraId="2017859E" w14:textId="4AF50CF4" w:rsidR="00DC7DC6" w:rsidRPr="00294A81" w:rsidRDefault="00122FCD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06581587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93F252F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825490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00F30603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Prestar informação sobre o setor de fotografia</w:t>
            </w:r>
          </w:p>
        </w:tc>
        <w:tc>
          <w:tcPr>
            <w:tcW w:w="1134" w:type="dxa"/>
            <w:vAlign w:val="center"/>
          </w:tcPr>
          <w:p w14:paraId="063A5193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2A83FA6B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C3E7F97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4B1B07B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2FCC20FF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  <w:vAlign w:val="center"/>
          </w:tcPr>
          <w:p w14:paraId="451AA6F6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72E8108A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2AA68D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44343C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3A94A070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Comunicar e interagir em contexto profissional</w:t>
            </w:r>
          </w:p>
        </w:tc>
        <w:tc>
          <w:tcPr>
            <w:tcW w:w="1134" w:type="dxa"/>
            <w:vAlign w:val="center"/>
          </w:tcPr>
          <w:p w14:paraId="72DBBCD4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6C0318" w14:paraId="1BE46A73" w14:textId="77777777" w:rsidTr="00017090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BCF8454" w14:textId="77777777" w:rsidR="00DC7DC6" w:rsidRPr="006C0318" w:rsidRDefault="00DC7DC6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31470A4" w14:textId="77777777" w:rsidR="00DC7DC6" w:rsidRPr="00294A81" w:rsidRDefault="00DC7DC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72323385" w14:textId="77777777" w:rsidR="00DC7DC6" w:rsidRPr="00234037" w:rsidRDefault="00DC7DC6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Interagir em inglês na área da fotografia</w:t>
            </w:r>
          </w:p>
        </w:tc>
        <w:tc>
          <w:tcPr>
            <w:tcW w:w="1134" w:type="dxa"/>
            <w:vAlign w:val="center"/>
          </w:tcPr>
          <w:p w14:paraId="0AEF5D8C" w14:textId="77777777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94A81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DC7DC6" w:rsidRPr="00712C22" w14:paraId="0B7ADD68" w14:textId="77777777" w:rsidTr="00017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D48629" w14:textId="77777777" w:rsidR="00DC7DC6" w:rsidRPr="00346D6E" w:rsidRDefault="00DC7DC6" w:rsidP="00017090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82B9835" w14:textId="2ECE94C5" w:rsidR="00DC7DC6" w:rsidRPr="00234037" w:rsidRDefault="00DC7DC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="00D367DB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A72E2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(600h)</w:t>
            </w:r>
          </w:p>
        </w:tc>
      </w:tr>
    </w:tbl>
    <w:p w14:paraId="1F03FF3E" w14:textId="77777777" w:rsidR="00DC7DC6" w:rsidRDefault="00DC7DC6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C62E5FB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65FC8F39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591DC432" w14:textId="0202477E" w:rsidR="00AC6E34" w:rsidRPr="00662AC2" w:rsidRDefault="009A4E07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>
              <w:rPr>
                <w:rFonts w:ascii="Verdana Pro Light" w:hAnsi="Verdana Pro Light" w:cstheme="minorHAnsi"/>
                <w:b/>
                <w:sz w:val="18"/>
              </w:rPr>
              <w:t>Operador/a de Fotografia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>
              <w:rPr>
                <w:rFonts w:ascii="Verdana Pro Light" w:hAnsi="Verdana Pro Light" w:cstheme="minorHAnsi"/>
                <w:b/>
                <w:sz w:val="18"/>
              </w:rPr>
              <w:t>200 horas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>
              <w:rPr>
                <w:rFonts w:ascii="Verdana Pro Light" w:hAnsi="Verdana Pro Light" w:cstheme="minorHAnsi"/>
                <w:b/>
                <w:sz w:val="18"/>
              </w:rPr>
              <w:t xml:space="preserve"> 18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250F6E7A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5C0DFFF5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0709AA" w:rsidRPr="00712C22" w14:paraId="7EC067B2" w14:textId="77777777" w:rsidTr="00017090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7E4FBF0C" w14:textId="77777777" w:rsidR="000709AA" w:rsidRPr="00712C22" w:rsidRDefault="000709AA" w:rsidP="00017090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546132DC" w14:textId="77777777" w:rsidR="000709AA" w:rsidRDefault="000709AA" w:rsidP="00017090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2FE8F35F" w14:textId="77777777" w:rsidR="000709AA" w:rsidRPr="00712C22" w:rsidRDefault="000709AA" w:rsidP="00017090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6CD4800" w14:textId="77777777" w:rsidR="000709AA" w:rsidRPr="00712C22" w:rsidRDefault="000709AA" w:rsidP="00017090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r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8"/>
              </w:rPr>
              <w:t>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4FDC39" w14:textId="77777777" w:rsidR="000709AA" w:rsidRPr="00712C22" w:rsidRDefault="000709AA" w:rsidP="00017090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0709AA" w:rsidRPr="00712C22" w14:paraId="227068FC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6571492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BCF716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D5FDCDB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Realizar fotografia publicitária e institucional</w:t>
            </w:r>
          </w:p>
        </w:tc>
        <w:tc>
          <w:tcPr>
            <w:tcW w:w="1134" w:type="dxa"/>
            <w:vAlign w:val="center"/>
          </w:tcPr>
          <w:p w14:paraId="61A8C3E7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3068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0709AA" w:rsidRPr="00712C22" w14:paraId="7ED6CFDB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784CE2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2A62EE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4421FC5C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Fotografar arquitetura</w:t>
            </w:r>
          </w:p>
        </w:tc>
        <w:tc>
          <w:tcPr>
            <w:tcW w:w="1134" w:type="dxa"/>
          </w:tcPr>
          <w:p w14:paraId="66DB1C3A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2425BEC3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1F10F41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E2EC7B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0797098C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Realizar fotografia aérea</w:t>
            </w:r>
          </w:p>
        </w:tc>
        <w:tc>
          <w:tcPr>
            <w:tcW w:w="1134" w:type="dxa"/>
          </w:tcPr>
          <w:p w14:paraId="4855F1B0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71D3283E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713FFCD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54947D2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4</w:t>
            </w:r>
          </w:p>
        </w:tc>
        <w:tc>
          <w:tcPr>
            <w:tcW w:w="6094" w:type="dxa"/>
            <w:vAlign w:val="center"/>
          </w:tcPr>
          <w:p w14:paraId="57550FCA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Criar conteúdos fotográficos e videográficos para redes sociais</w:t>
            </w:r>
          </w:p>
        </w:tc>
        <w:tc>
          <w:tcPr>
            <w:tcW w:w="1134" w:type="dxa"/>
          </w:tcPr>
          <w:p w14:paraId="754BA3AD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7A6FAB72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CBBD13A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567DE7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7D28ECF8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Estabelecer workflow na pós-produção fotográfica</w:t>
            </w:r>
          </w:p>
        </w:tc>
        <w:tc>
          <w:tcPr>
            <w:tcW w:w="1134" w:type="dxa"/>
          </w:tcPr>
          <w:p w14:paraId="2617CF12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4207D8B1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9112050" w14:textId="77777777" w:rsidR="000709AA" w:rsidRPr="00294A81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111661F" w14:textId="77777777" w:rsidR="000709AA" w:rsidRPr="00294A81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294A81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6</w:t>
            </w:r>
          </w:p>
        </w:tc>
        <w:tc>
          <w:tcPr>
            <w:tcW w:w="6094" w:type="dxa"/>
            <w:vAlign w:val="center"/>
          </w:tcPr>
          <w:p w14:paraId="63876A8F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294A81">
              <w:rPr>
                <w:rFonts w:ascii="Verdana Pro Light" w:hAnsi="Verdana Pro Light"/>
                <w:sz w:val="18"/>
                <w:szCs w:val="18"/>
              </w:rPr>
              <w:t>Criar um projeto contemplando diversas linguagens artísticas</w:t>
            </w:r>
          </w:p>
        </w:tc>
        <w:tc>
          <w:tcPr>
            <w:tcW w:w="1134" w:type="dxa"/>
          </w:tcPr>
          <w:p w14:paraId="5D0FCBBC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645F60FC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210DFA2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6021D2" w14:textId="77777777" w:rsidR="000709AA" w:rsidRPr="000B6869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2EFE3235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030680">
              <w:rPr>
                <w:rFonts w:ascii="Verdana Pro Light" w:hAnsi="Verdana Pro Light"/>
                <w:sz w:val="18"/>
                <w:szCs w:val="18"/>
              </w:rPr>
              <w:t>Produzir um projeto expositivo de fotografia de autor</w:t>
            </w:r>
          </w:p>
        </w:tc>
        <w:tc>
          <w:tcPr>
            <w:tcW w:w="1134" w:type="dxa"/>
            <w:vAlign w:val="center"/>
          </w:tcPr>
          <w:p w14:paraId="68D8E894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30680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0709AA" w:rsidRPr="00712C22" w14:paraId="5B151DCB" w14:textId="77777777" w:rsidTr="006060A6">
        <w:trPr>
          <w:trHeight w:val="369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18A0FA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E47335" w14:textId="77777777" w:rsidR="000709AA" w:rsidRPr="00030680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202490AC" w14:textId="77777777" w:rsidR="000709AA" w:rsidRPr="00334181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334181">
              <w:rPr>
                <w:rFonts w:ascii="Verdana Pro Light" w:hAnsi="Verdana Pro Light"/>
                <w:sz w:val="18"/>
                <w:szCs w:val="18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35CED6D9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17DBBBFD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24E237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6074048" w14:textId="7B49C90A" w:rsidR="000709AA" w:rsidRPr="00030680" w:rsidRDefault="006060A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7F39DDFF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</w:tcPr>
          <w:p w14:paraId="6A0689A7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19720E4B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3C79719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FC9124" w14:textId="5456CF36" w:rsidR="000709AA" w:rsidRPr="00030680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6060A6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</w:p>
        </w:tc>
        <w:tc>
          <w:tcPr>
            <w:tcW w:w="6094" w:type="dxa"/>
            <w:vAlign w:val="center"/>
          </w:tcPr>
          <w:p w14:paraId="465903F8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r w:rsidRPr="00282844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r w:rsidRPr="006E0678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</w:tcPr>
          <w:p w14:paraId="5FFA1E87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4730E100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9B0047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668401" w14:textId="4F2D7AA6" w:rsidR="000709AA" w:rsidRPr="00030680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6060A6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</w:p>
        </w:tc>
        <w:tc>
          <w:tcPr>
            <w:tcW w:w="6094" w:type="dxa"/>
            <w:vAlign w:val="center"/>
          </w:tcPr>
          <w:p w14:paraId="17E2D689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</w:tcPr>
          <w:p w14:paraId="744CF3C6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314B9B7E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9349065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09452E7" w14:textId="27931832" w:rsidR="000709AA" w:rsidRPr="00030680" w:rsidRDefault="006060A6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453D2416" w14:textId="77777777" w:rsidR="000709AA" w:rsidRPr="00334181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334181">
              <w:rPr>
                <w:rFonts w:ascii="Verdana Pro Light" w:hAnsi="Verdana Pro Light"/>
                <w:sz w:val="18"/>
                <w:szCs w:val="18"/>
              </w:rPr>
              <w:t>Planear a procura de emprego</w:t>
            </w:r>
          </w:p>
        </w:tc>
        <w:tc>
          <w:tcPr>
            <w:tcW w:w="1134" w:type="dxa"/>
          </w:tcPr>
          <w:p w14:paraId="559E345C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0709AA" w:rsidRPr="00712C22" w14:paraId="4601F2C5" w14:textId="77777777" w:rsidTr="00017090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990418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3EE5F5" w14:textId="77777777" w:rsidR="000709AA" w:rsidRPr="00030680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6908CEA7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</w:tcPr>
          <w:p w14:paraId="11ECD707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0709AA" w:rsidRPr="00712C22" w14:paraId="52F23DF9" w14:textId="77777777" w:rsidTr="00017090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CB577E" w14:textId="77777777" w:rsidR="000709AA" w:rsidRPr="00234037" w:rsidRDefault="000709AA" w:rsidP="0001709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AE85424" w14:textId="77777777" w:rsidR="000709AA" w:rsidRPr="00030680" w:rsidRDefault="000709AA" w:rsidP="0001709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7DF0BAF9" w14:textId="77777777" w:rsidR="000709AA" w:rsidRPr="00234037" w:rsidRDefault="000709AA" w:rsidP="00017090">
            <w:pPr>
              <w:rPr>
                <w:rFonts w:ascii="Verdana Pro Light" w:hAnsi="Verdana Pro Light"/>
                <w:sz w:val="18"/>
                <w:szCs w:val="18"/>
              </w:rPr>
            </w:pPr>
            <w:r w:rsidRPr="006E0678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</w:tcPr>
          <w:p w14:paraId="1741D0C1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0709AA" w:rsidRPr="00712C22" w14:paraId="6C96D070" w14:textId="77777777" w:rsidTr="00017090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32406CB3" w14:textId="77777777" w:rsidR="000709AA" w:rsidRPr="00234037" w:rsidRDefault="000709AA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0709AA" w:rsidRPr="00712C22" w14:paraId="7ED915E8" w14:textId="77777777" w:rsidTr="00017090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70C7487A" w14:textId="77777777" w:rsidR="000709AA" w:rsidRPr="00234037" w:rsidRDefault="000709AA" w:rsidP="00017090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283470D3" w14:textId="1740F504" w:rsidR="000709AA" w:rsidRPr="00234037" w:rsidRDefault="00281536" w:rsidP="0001709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7</w:t>
            </w:r>
            <w:r w:rsidR="006D1138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</w:p>
        </w:tc>
      </w:tr>
    </w:tbl>
    <w:p w14:paraId="03F704C3" w14:textId="77777777" w:rsidR="00727CAB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76630AFD" w14:textId="77777777" w:rsidR="00625108" w:rsidRPr="003D1065" w:rsidRDefault="00625108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367E5288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lastRenderedPageBreak/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F422E" w:rsidRPr="005B221F" w14:paraId="5F91E100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2F38E82" w14:textId="77777777" w:rsidR="004F422E" w:rsidRPr="005B221F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5B221F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4AEC395" w14:textId="77777777" w:rsidR="004F422E" w:rsidRPr="005B221F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5B221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Atuar na área da fotografia </w:t>
            </w:r>
          </w:p>
        </w:tc>
      </w:tr>
    </w:tbl>
    <w:p w14:paraId="7A71ADD7" w14:textId="77777777" w:rsidR="004F422E" w:rsidRPr="005B221F" w:rsidRDefault="004F422E" w:rsidP="004F422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color w:val="C45911" w:themeColor="accent2" w:themeShade="BF"/>
        </w:rPr>
      </w:pPr>
    </w:p>
    <w:p w14:paraId="76270012" w14:textId="77777777" w:rsidR="004F422E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13AB331" w14:textId="77777777" w:rsidR="004F422E" w:rsidRPr="003200F2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3F933FE" w14:textId="77777777" w:rsidR="004F422E" w:rsidRPr="00136AD8" w:rsidRDefault="004F422E" w:rsidP="004F422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F422E" w:rsidRPr="00136AD8" w14:paraId="04A1746C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4C8545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bookmarkStart w:id="1" w:name="_Hlk157851778"/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422E" w:rsidRPr="00136AD8" w14:paraId="2B5C46B0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C0A3B" w14:textId="77777777" w:rsidR="004F422E" w:rsidRPr="008912B5" w:rsidRDefault="004F422E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Pesquisar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sobre 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história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da fotografia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0215FB7" w14:textId="77777777" w:rsidR="004F422E" w:rsidRPr="008912B5" w:rsidRDefault="004F422E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informação relevante </w:t>
            </w:r>
          </w:p>
          <w:p w14:paraId="3B61A0A2" w14:textId="77777777" w:rsidR="004F422E" w:rsidRPr="0008537A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análise crítica de obras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fotográficas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historicamente significativas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F422E" w:rsidRPr="00136AD8" w14:paraId="3D8FA3B9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108DA1" w14:textId="77777777" w:rsidR="004F422E" w:rsidRPr="001B353A" w:rsidRDefault="004F422E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161C1A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40D747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422E" w:rsidRPr="00136AD8" w14:paraId="5EF01A47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8BD62" w14:textId="77777777" w:rsidR="004F422E" w:rsidRPr="00842D50" w:rsidRDefault="004F422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História das imagens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AD635E2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istóricos</w:t>
            </w:r>
          </w:p>
          <w:p w14:paraId="06DE24C7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 obscura e câmara lúcida</w:t>
            </w:r>
          </w:p>
          <w:p w14:paraId="13359B92" w14:textId="77777777" w:rsidR="004F422E" w:rsidRPr="00842D50" w:rsidRDefault="004F422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Pioneiros da fotografia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A9DE923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Niépce e a heliografia</w:t>
            </w:r>
          </w:p>
          <w:p w14:paraId="6705A6EC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Daguèrre e a daguerreotipia</w:t>
            </w:r>
          </w:p>
          <w:p w14:paraId="5EE1A950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Fox Talbot e a calotipia</w:t>
            </w:r>
          </w:p>
          <w:p w14:paraId="12294C64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Hippolyte Bayard e os “dessins photogeniques”</w:t>
            </w:r>
          </w:p>
          <w:p w14:paraId="55644223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Hercules Florence e a photographie</w:t>
            </w:r>
          </w:p>
          <w:p w14:paraId="024A2032" w14:textId="77777777" w:rsidR="004F422E" w:rsidRPr="00842D50" w:rsidRDefault="004F422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Evolução dos processos fotográficos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0C1CBB8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Negativos de vidro</w:t>
            </w:r>
          </w:p>
          <w:p w14:paraId="55B13C78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Albumina, colódio e gelatina</w:t>
            </w:r>
          </w:p>
          <w:p w14:paraId="0B69A449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Revolução Kodak</w:t>
            </w:r>
          </w:p>
          <w:p w14:paraId="6ED02C14" w14:textId="77777777" w:rsidR="004F422E" w:rsidRPr="00842D50" w:rsidRDefault="004F422E" w:rsidP="001D2FBF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Linguagens fotográficas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337F7DF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552D028C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no início do século XX</w:t>
            </w:r>
          </w:p>
          <w:p w14:paraId="3AC79B36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Fotojornalismo e a fotografia documental</w:t>
            </w:r>
          </w:p>
          <w:p w14:paraId="169A451B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como arte</w:t>
            </w:r>
          </w:p>
          <w:p w14:paraId="3759D229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na atualidade</w:t>
            </w:r>
          </w:p>
          <w:p w14:paraId="0BE02EF6" w14:textId="77777777" w:rsidR="004F422E" w:rsidRPr="00E763D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portuguesa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65275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principais marcos históricos na história das imagens</w:t>
            </w:r>
          </w:p>
          <w:p w14:paraId="00462A19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os pioneiros da fotografia</w:t>
            </w:r>
          </w:p>
          <w:p w14:paraId="1EC9C186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 evolução dos processos fotográficos</w:t>
            </w:r>
          </w:p>
          <w:p w14:paraId="3D11ED40" w14:textId="77777777" w:rsidR="004F422E" w:rsidRPr="00C74134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linguagens fotográficas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7819F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7C494A4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B87365C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D3D5F01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672A5AB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574A7825" w14:textId="77777777" w:rsidR="004F422E" w:rsidRPr="000173C0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C2CF2C8" w14:textId="77777777" w:rsidR="004F422E" w:rsidRDefault="004F422E" w:rsidP="004F422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36AA618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D72AC7A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Times New Roman"/>
          <w:b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Atuar na área da</w:t>
      </w:r>
      <w:r w:rsidRPr="00E82445">
        <w:rPr>
          <w:rFonts w:ascii="Verdana Pro Light" w:eastAsia="Arial Unicode MS" w:hAnsi="Verdana Pro Light" w:cs="Times New Roman"/>
          <w:b/>
          <w:sz w:val="18"/>
          <w:szCs w:val="18"/>
        </w:rPr>
        <w:t xml:space="preserve"> fotografia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434FA248" w14:textId="77777777" w:rsidR="004F422E" w:rsidRPr="0064164C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2" w:name="_Hlk157853512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Revelando conhecer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 xml:space="preserve"> os antecedentes e as origens da fotografia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os principais marcos históricos e identificando os pioneiros da fotografia</w:t>
      </w:r>
    </w:p>
    <w:p w14:paraId="61117574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Revelando conhecer 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os processos fotográficos e a sua evolução ao longo do tempo até à atualidade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características de cada processo</w:t>
      </w:r>
    </w:p>
    <w:p w14:paraId="75D3C00C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Revelando conhecer o papel d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a fotografia no contexto atual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sua função 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como veículo de comunicação</w:t>
      </w:r>
    </w:p>
    <w:p w14:paraId="577B958D" w14:textId="77777777" w:rsidR="004F422E" w:rsidRPr="003804BF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</w:t>
      </w:r>
      <w:r>
        <w:rPr>
          <w:rFonts w:ascii="Verdana Pro Light" w:eastAsia="Arial Unicode MS" w:hAnsi="Verdana Pro Light" w:cs="Arial Unicode MS"/>
          <w:sz w:val="18"/>
          <w:szCs w:val="18"/>
        </w:rPr>
        <w:t>omeando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 xml:space="preserve"> os momentos mais relevantes na história da fotografia portuguesa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que os caracterizou e os seus intervenientes.</w:t>
      </w:r>
    </w:p>
    <w:p w14:paraId="3B25328A" w14:textId="77777777" w:rsidR="004F422E" w:rsidRPr="003804BF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Fazendo uma análise crítica de uma obra foto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E763D6">
        <w:rPr>
          <w:rFonts w:ascii="Verdana Pro Light" w:eastAsia="Arial Unicode MS" w:hAnsi="Verdana Pro Light" w:cs="Arial Unicode MS"/>
          <w:sz w:val="18"/>
          <w:szCs w:val="18"/>
        </w:rPr>
        <w:t>as correntes artísticas fotográficas ou com ligações à fotografia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identificando os seus principais aspetos estéticos e técnicos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bookmarkEnd w:id="1"/>
    <w:bookmarkEnd w:id="2"/>
    <w:p w14:paraId="1D10BCB0" w14:textId="77777777" w:rsidR="004F422E" w:rsidRPr="00136AD8" w:rsidRDefault="004F422E" w:rsidP="004F422E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26237CA3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7144BE" w14:textId="77777777" w:rsidR="004F422E" w:rsidRPr="00CD4CF0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6670A76" w14:textId="77777777" w:rsidR="004F422E" w:rsidRPr="00984B30" w:rsidRDefault="004F422E" w:rsidP="004F422E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A0917C0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9E0F426" w14:textId="77777777" w:rsidR="004F422E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bookmarkStart w:id="3" w:name="_Hlk157331948"/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bookmarkEnd w:id="3"/>
    <w:p w14:paraId="36030FA6" w14:textId="77777777" w:rsidR="004F422E" w:rsidRPr="00C34354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E7C35D6" w14:textId="77777777" w:rsidR="004F422E" w:rsidRPr="005B7DA5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743B2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E2A271C" w14:textId="77777777" w:rsidR="004F422E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>
        <w:rPr>
          <w:rFonts w:ascii="Verdana Pro Light" w:eastAsia="Arial Unicode MS" w:hAnsi="Verdana Pro Light" w:cs="Arial Unicode MS"/>
          <w:sz w:val="18"/>
          <w:szCs w:val="18"/>
        </w:rPr>
        <w:t>fotográficas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</w:p>
    <w:p w14:paraId="622B4B3D" w14:textId="77777777" w:rsidR="004F422E" w:rsidRPr="00E27581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1F25CEB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9E38394" w14:textId="77777777" w:rsidR="004F422E" w:rsidRDefault="004F422E" w:rsidP="004F422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83BA74B" w14:textId="77777777" w:rsidR="004F422E" w:rsidRPr="00C34354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38DE2FA" w14:textId="77777777" w:rsidR="004F422E" w:rsidRPr="00C34354" w:rsidRDefault="004F422E" w:rsidP="004F422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fotografia e à sua evolução ao longo dos tempos;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fotográficas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5497EE5" w14:textId="77777777" w:rsidR="004F422E" w:rsidRPr="00033F56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Esta UC pode assumir qualquer um dos três tipos de organização da formação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F95C425" w14:textId="77777777" w:rsidR="004F422E" w:rsidRPr="00033F56" w:rsidRDefault="004F422E" w:rsidP="004F422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F92BF0B" w14:textId="77777777" w:rsidR="004F422E" w:rsidRPr="00033F56" w:rsidRDefault="004F422E" w:rsidP="004F422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1BB7EFBA" w14:textId="77777777" w:rsidR="004F422E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74672B" w14:textId="77777777" w:rsidR="004F422E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A6CA17" w14:textId="77777777" w:rsidR="004F422E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A3BCBB" w14:textId="77777777" w:rsidR="004F422E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36A358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25137A" w14:textId="77777777" w:rsidR="004F422E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01CA79" w14:textId="77777777" w:rsidR="008274E2" w:rsidRDefault="008274E2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EDC72B" w14:textId="77777777" w:rsidR="008274E2" w:rsidRPr="00051C79" w:rsidRDefault="008274E2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893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6474"/>
      </w:tblGrid>
      <w:tr w:rsidR="004F422E" w:rsidRPr="00136AD8" w14:paraId="3ECCACF8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69051D" w14:textId="77777777" w:rsidR="004F422E" w:rsidRPr="00725CAF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 xml:space="preserve">UC </w:t>
            </w:r>
            <w:r>
              <w:rPr>
                <w:rFonts w:ascii="Verdana Pro Light" w:eastAsia="Verdana Pro Light" w:hAnsi="Verdana Pro Light" w:cs="Verdana Pro Light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0002</w:t>
            </w:r>
          </w:p>
        </w:tc>
        <w:tc>
          <w:tcPr>
            <w:tcW w:w="6474" w:type="dxa"/>
            <w:shd w:val="clear" w:color="auto" w:fill="D0CECE" w:themeFill="background2" w:themeFillShade="E6"/>
            <w:vAlign w:val="center"/>
          </w:tcPr>
          <w:p w14:paraId="7EF6028C" w14:textId="77777777" w:rsidR="004F422E" w:rsidRPr="00725CAF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725CAF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>Implementar as normas de segurança e saúde no trabalho na área da fotografia</w:t>
            </w:r>
          </w:p>
        </w:tc>
      </w:tr>
    </w:tbl>
    <w:p w14:paraId="4D148687" w14:textId="77777777" w:rsidR="004F422E" w:rsidRPr="00136AD8" w:rsidRDefault="004F422E" w:rsidP="004F422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779BA1E" w14:textId="77777777" w:rsidR="004F422E" w:rsidRDefault="004F422E" w:rsidP="004F422E">
      <w:pPr>
        <w:widowControl w:val="0"/>
        <w:spacing w:before="110" w:line="240" w:lineRule="auto"/>
        <w:ind w:right="1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3E5D8E9" w14:textId="77777777" w:rsidR="004F422E" w:rsidRDefault="004F422E" w:rsidP="004F422E">
      <w:pPr>
        <w:widowControl w:val="0"/>
        <w:spacing w:before="110" w:line="240" w:lineRule="auto"/>
        <w:ind w:right="1"/>
        <w:contextualSpacing/>
        <w:rPr>
          <w:rFonts w:ascii="Verdana Pro Light" w:eastAsia="Verdana Pro Light" w:hAnsi="Verdana Pro Light" w:cs="Verdana Pro Light"/>
          <w:color w:val="000000" w:themeColor="text1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4F422E" w14:paraId="7233F24A" w14:textId="77777777" w:rsidTr="001D2FBF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23BF051D" w14:textId="77777777" w:rsidR="004F422E" w:rsidRDefault="004F422E" w:rsidP="001D2FBF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Realizações</w:t>
            </w:r>
          </w:p>
        </w:tc>
      </w:tr>
      <w:tr w:rsidR="004F422E" w14:paraId="0C029DFD" w14:textId="77777777" w:rsidTr="001D2FBF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4DE2E908" w14:textId="77777777" w:rsidR="004F422E" w:rsidRDefault="004F422E" w:rsidP="001D2FBF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1512C455" w14:textId="77777777" w:rsidR="004F422E" w:rsidRDefault="004F422E" w:rsidP="001D2FBF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4F422E" w14:paraId="0C1597A1" w14:textId="77777777" w:rsidTr="001D2FBF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5B73B3B9" w14:textId="77777777" w:rsidR="004F422E" w:rsidRDefault="004F422E" w:rsidP="001D2FBF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0C29E9F" w14:textId="77777777" w:rsidR="004F422E" w:rsidRDefault="004F422E" w:rsidP="001D2FBF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454BE824" w14:textId="77777777" w:rsidR="004F422E" w:rsidRDefault="004F422E" w:rsidP="001D2FBF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E12951E">
              <w:rPr>
                <w:rFonts w:ascii="Verdana Pro Light" w:eastAsia="Verdana Pro Light" w:hAnsi="Verdana Pro Light" w:cs="Verdana Pro Light"/>
                <w:b/>
                <w:bCs/>
                <w:smallCaps/>
                <w:sz w:val="18"/>
                <w:szCs w:val="18"/>
              </w:rPr>
              <w:t>Atitudes</w:t>
            </w:r>
          </w:p>
        </w:tc>
      </w:tr>
      <w:tr w:rsidR="004F422E" w14:paraId="23821E9F" w14:textId="77777777" w:rsidTr="001D2FBF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366C5AB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08BA0438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fotografia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– legislação.</w:t>
            </w:r>
          </w:p>
          <w:p w14:paraId="63409CAD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40C78BDD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424D7028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2FD48453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06E53D2C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23686C5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78123281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no setor da fotografia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</w:p>
          <w:p w14:paraId="6D286F54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4343DC15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1D5EE121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5BEF7E1C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0DC5F12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Situações de emergência - perda de sentidos, feridas aberta e fechada, queimadura, choque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elétrico, eletrocussões, ataque cardíaco, entorses ou distensões, envenenamento, queimaduras.</w:t>
            </w:r>
          </w:p>
          <w:p w14:paraId="7DC258F5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23DBBAB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3F980216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4594D185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7936B8C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435A8AF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3932C3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4012CEDB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2C9681D9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250036F4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1448EF4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4D1153CF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2CC9093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377239E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34230C22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3F95525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5E83985C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7978DE54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Reportar a situação de emergência.</w:t>
            </w:r>
          </w:p>
          <w:p w14:paraId="2CF645B6" w14:textId="77777777" w:rsidR="004F422E" w:rsidRDefault="004F422E" w:rsidP="001D2FBF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7EDD2111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044A9419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3C202D91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3980ED24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22165346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4D856C10" w14:textId="77777777" w:rsidR="004F422E" w:rsidRDefault="004F422E" w:rsidP="004F422E">
            <w:pPr>
              <w:pStyle w:val="PargrafodaLista"/>
              <w:numPr>
                <w:ilvl w:val="0"/>
                <w:numId w:val="8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128F6E2B" w14:textId="77777777" w:rsidR="004F422E" w:rsidRDefault="004F422E" w:rsidP="001D2FBF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51DD79AD" w14:textId="77777777" w:rsidR="004F422E" w:rsidRDefault="004F422E" w:rsidP="004F422E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</w:p>
    <w:p w14:paraId="3891B95D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981049E" w14:textId="77777777" w:rsidR="004F422E" w:rsidRPr="00725CAF" w:rsidRDefault="004F422E" w:rsidP="004F422E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/>
          <w:bCs/>
          <w:sz w:val="18"/>
          <w:szCs w:val="18"/>
        </w:rPr>
      </w:pPr>
      <w:r w:rsidRPr="00725CAF">
        <w:rPr>
          <w:rFonts w:ascii="Verdana Pro Light" w:eastAsia="Verdana Pro Light" w:hAnsi="Verdana Pro Light" w:cs="Verdana Pro Light"/>
          <w:b/>
          <w:bCs/>
          <w:sz w:val="18"/>
          <w:szCs w:val="18"/>
        </w:rPr>
        <w:t>Implementar as normas de segurança e saúde no trabalho na área da fotografia</w:t>
      </w:r>
      <w:r w:rsidRPr="00725CAF">
        <w:rPr>
          <w:rFonts w:ascii="Verdana Pro Light" w:eastAsia="Verdana Pro Light" w:hAnsi="Verdana Pro Light" w:cs="Verdana Pro Light"/>
          <w:b/>
          <w:bCs/>
          <w:i/>
          <w:iCs/>
          <w:sz w:val="18"/>
          <w:szCs w:val="18"/>
        </w:rPr>
        <w:t>:</w:t>
      </w:r>
    </w:p>
    <w:p w14:paraId="759B0773" w14:textId="77777777" w:rsidR="004F422E" w:rsidRDefault="004F422E" w:rsidP="004F422E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5779AFC0" w14:textId="77777777" w:rsidR="004F422E" w:rsidRDefault="004F422E" w:rsidP="004F422E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CD2. Cumprindo as medidas de atuação em situação de emergência.</w:t>
      </w:r>
    </w:p>
    <w:p w14:paraId="72584505" w14:textId="77777777" w:rsidR="004F422E" w:rsidRDefault="004F422E" w:rsidP="004F422E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3F5CBCB7" w14:textId="77777777" w:rsidR="004F422E" w:rsidRPr="00136AD8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C08189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36426D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1B9F51C0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4A0FF9DB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1F12EDB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7C9F81C3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0E421FDC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9CD04E1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940E9ED" w14:textId="77777777" w:rsidR="004F422E" w:rsidRPr="00725CAF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5B2028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4ED906D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78CA5CAB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0651F95F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11D85EB2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34B59A72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35F2E1B4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41C98B82" w14:textId="77777777" w:rsidR="004F422E" w:rsidRDefault="004F422E" w:rsidP="004F422E">
      <w:pPr>
        <w:pStyle w:val="PargrafodaLista"/>
        <w:numPr>
          <w:ilvl w:val="0"/>
          <w:numId w:val="3"/>
        </w:numPr>
        <w:spacing w:after="120" w:line="276" w:lineRule="auto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  <w:highlight w:val="yellow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emergência.</w:t>
      </w:r>
    </w:p>
    <w:p w14:paraId="6BF9E140" w14:textId="77777777" w:rsidR="004F422E" w:rsidRPr="00725CAF" w:rsidRDefault="004F422E" w:rsidP="004F422E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434B15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F175622" w14:textId="77777777" w:rsidR="006A7D6A" w:rsidRDefault="006A7D6A" w:rsidP="006A7D6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A7D6A" w:rsidRPr="00136AD8" w14:paraId="10674AA5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D500DB9" w14:textId="108DCE69" w:rsidR="006A7D6A" w:rsidRPr="000D4397" w:rsidRDefault="006A7D6A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45036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2B54F6" w14:textId="77777777" w:rsidR="006A7D6A" w:rsidRPr="000D4397" w:rsidRDefault="006A7D6A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Avaliar a imagem fotográfica como comunicação visual</w:t>
            </w:r>
          </w:p>
        </w:tc>
      </w:tr>
    </w:tbl>
    <w:p w14:paraId="65A75748" w14:textId="77777777" w:rsidR="006A7D6A" w:rsidRPr="00136AD8" w:rsidRDefault="006A7D6A" w:rsidP="006A7D6A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FCC5FF6" w14:textId="77777777" w:rsidR="006A7D6A" w:rsidRDefault="006A7D6A" w:rsidP="006A7D6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E8A5568" w14:textId="77777777" w:rsidR="006A7D6A" w:rsidRPr="003200F2" w:rsidRDefault="006A7D6A" w:rsidP="006A7D6A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BFB45FB" w14:textId="77777777" w:rsidR="006A7D6A" w:rsidRPr="00136AD8" w:rsidRDefault="006A7D6A" w:rsidP="006A7D6A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A7D6A" w:rsidRPr="00136AD8" w14:paraId="2F3E803E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B887CC" w14:textId="77777777" w:rsidR="006A7D6A" w:rsidRPr="001B353A" w:rsidRDefault="006A7D6A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A7D6A" w:rsidRPr="00136AD8" w14:paraId="29F781D7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CA89EB" w14:textId="77777777" w:rsidR="006A7D6A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conceito de comunicação e os diferentes modos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comunicar</w:t>
            </w:r>
          </w:p>
          <w:p w14:paraId="7419A31B" w14:textId="77777777" w:rsidR="006A7D6A" w:rsidRPr="00E763D6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Recolher, captar, editar e compor diferentes tipos de imagem</w:t>
            </w:r>
          </w:p>
          <w:p w14:paraId="16933F7E" w14:textId="77777777" w:rsidR="006A7D6A" w:rsidRPr="00413243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uma narrativa de comunicação visual </w:t>
            </w:r>
          </w:p>
        </w:tc>
      </w:tr>
      <w:tr w:rsidR="006A7D6A" w:rsidRPr="00136AD8" w14:paraId="6D2AEA2D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3CF05F" w14:textId="77777777" w:rsidR="006A7D6A" w:rsidRPr="001B353A" w:rsidRDefault="006A7D6A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DE2922" w14:textId="77777777" w:rsidR="006A7D6A" w:rsidRPr="001B353A" w:rsidRDefault="006A7D6A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DCAECE" w14:textId="77777777" w:rsidR="006A7D6A" w:rsidRPr="001B353A" w:rsidRDefault="006A7D6A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A7D6A" w:rsidRPr="00136AD8" w14:paraId="2893923B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6BC48" w14:textId="77777777" w:rsidR="006A7D6A" w:rsidRPr="00842D50" w:rsidRDefault="006A7D6A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comunicativo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A51DA6A" w14:textId="77777777" w:rsidR="006A7D6A" w:rsidRPr="00C32CB6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comunicar</w:t>
            </w:r>
          </w:p>
          <w:p w14:paraId="1135008F" w14:textId="77777777" w:rsidR="006A7D6A" w:rsidRPr="0088657C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envolventes</w:t>
            </w: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9631E94" w14:textId="77777777" w:rsidR="006A7D6A" w:rsidRDefault="006A7D6A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Perceção e comunicação visual</w:t>
            </w:r>
          </w:p>
          <w:p w14:paraId="2A98E92F" w14:textId="77777777" w:rsidR="006A7D6A" w:rsidRPr="00E70046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como funciona</w:t>
            </w:r>
          </w:p>
          <w:p w14:paraId="47368C9C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erceção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(leis da gestalt)</w:t>
            </w:r>
          </w:p>
          <w:p w14:paraId="12BD2307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cor</w:t>
            </w:r>
          </w:p>
          <w:p w14:paraId="7CF57BA9" w14:textId="77777777" w:rsidR="006A7D6A" w:rsidRPr="001E0067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Imagem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0960478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</w:t>
            </w:r>
          </w:p>
          <w:p w14:paraId="46365605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</w:t>
            </w:r>
          </w:p>
          <w:p w14:paraId="2D8EE358" w14:textId="77777777" w:rsidR="006A7D6A" w:rsidRPr="0088657C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Utilização/finalidades</w:t>
            </w:r>
          </w:p>
          <w:p w14:paraId="5DB48587" w14:textId="77777777" w:rsidR="006A7D6A" w:rsidRPr="00E70046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Especificidades da imagem fotográfica:</w:t>
            </w:r>
          </w:p>
          <w:p w14:paraId="71736EB9" w14:textId="77777777" w:rsidR="006A7D6A" w:rsidRPr="00C32CB6" w:rsidRDefault="006A7D6A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</w:t>
            </w:r>
          </w:p>
          <w:p w14:paraId="746B9183" w14:textId="77777777" w:rsidR="006A7D6A" w:rsidRPr="00C32CB6" w:rsidRDefault="006A7D6A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Veracidade</w:t>
            </w:r>
          </w:p>
          <w:p w14:paraId="5DBA346A" w14:textId="77777777" w:rsidR="006A7D6A" w:rsidRPr="00C32CB6" w:rsidRDefault="006A7D6A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Realismo</w:t>
            </w:r>
          </w:p>
          <w:p w14:paraId="4B79C104" w14:textId="77777777" w:rsidR="006A7D6A" w:rsidRPr="003112DB" w:rsidRDefault="006A7D6A" w:rsidP="00017090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 composição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8EE8F9F" w14:textId="77777777" w:rsidR="006A7D6A" w:rsidRDefault="006A7D6A" w:rsidP="006A7D6A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edição </w:t>
            </w:r>
          </w:p>
          <w:p w14:paraId="13088016" w14:textId="77777777" w:rsidR="006A7D6A" w:rsidRDefault="006A7D6A" w:rsidP="006A7D6A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</w:t>
            </w:r>
          </w:p>
          <w:p w14:paraId="48267DBF" w14:textId="77777777" w:rsidR="006A7D6A" w:rsidRPr="00E70046" w:rsidRDefault="006A7D6A" w:rsidP="006A7D6A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composição</w:t>
            </w:r>
          </w:p>
          <w:p w14:paraId="07B2D33E" w14:textId="77777777" w:rsidR="006A7D6A" w:rsidRPr="00E6774B" w:rsidRDefault="006A7D6A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EB69B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objetivos e conceitos de comunicação</w:t>
            </w:r>
          </w:p>
          <w:p w14:paraId="36904448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condicionantes da perceção na apreensão da imagem </w:t>
            </w:r>
          </w:p>
          <w:p w14:paraId="57984E41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especificidades da imagem fotográfica e utilizá-las como veículo privilegiado de comunicação visual </w:t>
            </w:r>
          </w:p>
          <w:p w14:paraId="08FEF420" w14:textId="77777777" w:rsidR="006A7D6A" w:rsidRPr="0088657C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 de 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composição </w:t>
            </w: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8214E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F527138" w14:textId="77777777" w:rsidR="006A7D6A" w:rsidRDefault="006A7D6A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8CE60E9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068B63E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C243C11" w14:textId="77777777" w:rsidR="006A7D6A" w:rsidRDefault="006A7D6A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5214652" w14:textId="77777777" w:rsidR="006A7D6A" w:rsidRPr="000173C0" w:rsidRDefault="006A7D6A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05D9E20" w14:textId="77777777" w:rsidR="006A7D6A" w:rsidRDefault="006A7D6A" w:rsidP="006A7D6A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881068" w14:textId="77777777" w:rsidR="006A7D6A" w:rsidRPr="00F87025" w:rsidRDefault="006A7D6A" w:rsidP="006A7D6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8EA5D5F" w14:textId="77777777" w:rsidR="006A7D6A" w:rsidRDefault="006A7D6A" w:rsidP="006A7D6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Avaliar</w:t>
      </w:r>
      <w:r w:rsidRPr="0066681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a imagem fotográfica como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20CB517" w14:textId="77777777" w:rsidR="006A7D6A" w:rsidRDefault="006A7D6A" w:rsidP="006A7D6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Demonstrando compreender o conceito de comunicação e identificando modos de o comunicar</w:t>
      </w:r>
    </w:p>
    <w:p w14:paraId="6C8C1A4E" w14:textId="77777777" w:rsidR="006A7D6A" w:rsidRDefault="006A7D6A" w:rsidP="006A7D6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Captando imagens com qualidade técnica e editando tendo em conta os objetivos do tema a comunicar</w:t>
      </w:r>
    </w:p>
    <w:p w14:paraId="55DA125A" w14:textId="77777777" w:rsidR="006A7D6A" w:rsidRDefault="006A7D6A" w:rsidP="006A7D6A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S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eleciona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imagens que 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cri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m uma narrativa visual coesa e compreensível.</w:t>
      </w:r>
    </w:p>
    <w:p w14:paraId="29FEF5D1" w14:textId="77777777" w:rsidR="006A7D6A" w:rsidRPr="00E4031D" w:rsidRDefault="006A7D6A" w:rsidP="006A7D6A">
      <w:pPr>
        <w:spacing w:before="120" w:after="0" w:line="276" w:lineRule="auto"/>
        <w:ind w:left="709" w:hanging="567"/>
        <w:rPr>
          <w:rFonts w:ascii="Roboto" w:eastAsia="Times New Roman" w:hAnsi="Roboto" w:cs="Times New Roman"/>
          <w:color w:val="435068"/>
          <w:sz w:val="21"/>
          <w:szCs w:val="21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Justificando a narrativa criada com clareza tendo em conta os objetivos de comunicação os canis de difusão e o público-alvo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2914B7" w14:textId="77777777" w:rsidR="006A7D6A" w:rsidRPr="00F87025" w:rsidRDefault="006A7D6A" w:rsidP="006A7D6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40C7664" w14:textId="77777777" w:rsidR="006A7D6A" w:rsidRDefault="006A7D6A" w:rsidP="006A7D6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6D269FDC" w14:textId="77777777" w:rsidR="006A7D6A" w:rsidRDefault="006A7D6A" w:rsidP="006A7D6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7DCFAA56" w14:textId="77777777" w:rsidR="006A7D6A" w:rsidRDefault="006A7D6A" w:rsidP="006A7D6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22C6A958" w14:textId="77777777" w:rsidR="006A7D6A" w:rsidRDefault="006A7D6A" w:rsidP="006A7D6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A5B5170" w14:textId="77777777" w:rsidR="006A7D6A" w:rsidRPr="00984B30" w:rsidRDefault="006A7D6A" w:rsidP="006A7D6A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C4FFF91" w14:textId="77777777" w:rsidR="006A7D6A" w:rsidRPr="00F87025" w:rsidRDefault="006A7D6A" w:rsidP="006A7D6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0C3B44" w14:textId="77777777" w:rsidR="006A7D6A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44A4E28" w14:textId="77777777" w:rsidR="006A7D6A" w:rsidRPr="00C34354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11A5460D" w14:textId="77777777" w:rsidR="006A7D6A" w:rsidRPr="000707EF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0C7D1B52" w14:textId="77777777" w:rsidR="006A7D6A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368DCDEA" w14:textId="77777777" w:rsidR="006A7D6A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79215B87" w14:textId="77777777" w:rsidR="006A7D6A" w:rsidRPr="003A45CE" w:rsidRDefault="006A7D6A" w:rsidP="006A7D6A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como ferramenta de comunicação visual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FC13BDD" w14:textId="77777777" w:rsidR="006A7D6A" w:rsidRPr="00F87025" w:rsidRDefault="006A7D6A" w:rsidP="006A7D6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223D78" w14:textId="77777777" w:rsidR="006A7D6A" w:rsidRDefault="006A7D6A" w:rsidP="006A7D6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39CD033" w14:textId="77777777" w:rsidR="006A7D6A" w:rsidRPr="00C34354" w:rsidRDefault="006A7D6A" w:rsidP="006A7D6A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1EC29CB" w14:textId="77777777" w:rsidR="006A7D6A" w:rsidRPr="00C92B7C" w:rsidRDefault="006A7D6A" w:rsidP="006A7D6A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fotografia como ferramenta de comunicação visual;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peças </w:t>
      </w:r>
      <w:r>
        <w:rPr>
          <w:rFonts w:ascii="Verdana Pro Light" w:eastAsia="Arial Unicode MS" w:hAnsi="Verdana Pro Light" w:cs="Arial Unicode MS"/>
          <w:sz w:val="18"/>
          <w:szCs w:val="18"/>
        </w:rPr>
        <w:t>fotográficas e ativo com desenvolvimento de um projeto prático.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0C257E" w14:textId="77777777" w:rsidR="006A7D6A" w:rsidRPr="00335AB2" w:rsidRDefault="006A7D6A" w:rsidP="006A7D6A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podendo ser mista se for estritamente necessário</w:t>
      </w:r>
    </w:p>
    <w:p w14:paraId="190716F6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40089A15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250BF2BE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566C3811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10AFC43D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42080664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48EA06F0" w14:textId="77777777" w:rsidR="006A7D6A" w:rsidRDefault="006A7D6A" w:rsidP="006A7D6A">
      <w:pPr>
        <w:widowControl w:val="0"/>
        <w:spacing w:after="0" w:line="240" w:lineRule="auto"/>
        <w:rPr>
          <w:rFonts w:ascii="Verdana Pro Light" w:eastAsia="Arial Unicode MS" w:hAnsi="Verdana Pro Light" w:cs="Times New Roman"/>
        </w:rPr>
      </w:pPr>
    </w:p>
    <w:p w14:paraId="6CA46820" w14:textId="2FFE6C5A" w:rsidR="004F422E" w:rsidRDefault="004F422E" w:rsidP="004F422E">
      <w:pPr>
        <w:rPr>
          <w:rFonts w:ascii="Verdana Pro Light" w:hAnsi="Verdana Pro Light"/>
          <w:smallCaps/>
        </w:rPr>
      </w:pPr>
    </w:p>
    <w:p w14:paraId="7EF080B9" w14:textId="77777777" w:rsidR="006A7D6A" w:rsidRDefault="006A7D6A" w:rsidP="004F422E">
      <w:pPr>
        <w:rPr>
          <w:rFonts w:ascii="Verdana Pro Light" w:hAnsi="Verdana Pro Light"/>
          <w:smallCaps/>
        </w:rPr>
      </w:pPr>
    </w:p>
    <w:p w14:paraId="3DB802A2" w14:textId="77777777" w:rsidR="006A7D6A" w:rsidRDefault="006A7D6A" w:rsidP="004F422E">
      <w:pPr>
        <w:rPr>
          <w:rFonts w:ascii="Verdana Pro Light" w:hAnsi="Verdana Pro Light"/>
          <w:smallCaps/>
        </w:rPr>
      </w:pPr>
    </w:p>
    <w:p w14:paraId="47184CD1" w14:textId="77777777" w:rsidR="006A7D6A" w:rsidRDefault="006A7D6A" w:rsidP="004F422E">
      <w:pPr>
        <w:rPr>
          <w:rFonts w:ascii="Verdana Pro Light" w:hAnsi="Verdana Pro Light"/>
          <w:smallCaps/>
        </w:rPr>
      </w:pPr>
    </w:p>
    <w:p w14:paraId="00CCE49A" w14:textId="77777777" w:rsidR="006A7D6A" w:rsidRDefault="006A7D6A" w:rsidP="004F422E">
      <w:pPr>
        <w:rPr>
          <w:rFonts w:ascii="Verdana Pro Light" w:hAnsi="Verdana Pro Light"/>
          <w:smallCaps/>
        </w:rPr>
      </w:pPr>
    </w:p>
    <w:p w14:paraId="45D9A6ED" w14:textId="77777777" w:rsidR="006A7D6A" w:rsidRDefault="006A7D6A" w:rsidP="004F422E">
      <w:pPr>
        <w:rPr>
          <w:rFonts w:ascii="Verdana Pro Light" w:hAnsi="Verdana Pro Light"/>
          <w:smallCaps/>
        </w:rPr>
      </w:pPr>
    </w:p>
    <w:p w14:paraId="0D5AACD5" w14:textId="77777777" w:rsidR="006A7D6A" w:rsidRDefault="006A7D6A" w:rsidP="004F422E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F422E" w:rsidRPr="00136AD8" w14:paraId="314EDC2E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4A662D" w14:textId="6576A873" w:rsidR="004F422E" w:rsidRPr="000D4397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E2217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53EB266" w14:textId="77777777" w:rsidR="004F422E" w:rsidRPr="000D4397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Operar a câmara fotográfica e fotografar com equipamento digital</w:t>
            </w:r>
          </w:p>
        </w:tc>
      </w:tr>
    </w:tbl>
    <w:p w14:paraId="3961A47B" w14:textId="77777777" w:rsidR="004F422E" w:rsidRPr="00136AD8" w:rsidRDefault="004F422E" w:rsidP="004F422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EFDF5E" w14:textId="77777777" w:rsidR="004F422E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A590D71" w14:textId="77777777" w:rsidR="004F422E" w:rsidRPr="003200F2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56557EE" w14:textId="77777777" w:rsidR="004F422E" w:rsidRPr="00136AD8" w:rsidRDefault="004F422E" w:rsidP="004F422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F422E" w:rsidRPr="00136AD8" w14:paraId="06813A1F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EB21EB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422E" w:rsidRPr="00136AD8" w14:paraId="48AFC38B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9F7395" w14:textId="77777777" w:rsidR="004F422E" w:rsidRPr="00E763D6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mecanismos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componentes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 funcionamento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da câmara fotográfica</w:t>
            </w:r>
            <w:r w:rsidRPr="00E763D6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E21D712" w14:textId="77777777" w:rsidR="004F422E" w:rsidRPr="00E763D6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objetivas</w:t>
            </w:r>
          </w:p>
          <w:p w14:paraId="0344B35F" w14:textId="77777777" w:rsidR="004F422E" w:rsidRPr="00E763D6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os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acessórios da câmara fotográfica</w:t>
            </w:r>
          </w:p>
          <w:p w14:paraId="7DA1F137" w14:textId="77777777" w:rsidR="004F422E" w:rsidRPr="0008537A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O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perar vários tipos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objetivas.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4F422E" w:rsidRPr="00136AD8" w14:paraId="686777AE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9ED7FF1" w14:textId="77777777" w:rsidR="004F422E" w:rsidRPr="001B353A" w:rsidRDefault="004F422E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520F3A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21EF345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422E" w:rsidRPr="00136AD8" w14:paraId="38ABB6AA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73157" w14:textId="77777777" w:rsidR="004F422E" w:rsidRPr="00842D50" w:rsidRDefault="004F422E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 fotográfica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DCBC5B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características</w:t>
            </w:r>
          </w:p>
          <w:p w14:paraId="6032E285" w14:textId="77777777" w:rsidR="004F422E" w:rsidRPr="00842D50" w:rsidRDefault="004F422E" w:rsidP="001D2FBF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Analógico e digital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B290500" w14:textId="77777777" w:rsidR="004F422E" w:rsidRPr="00E6774B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Semelhanças e diferenças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FB18E12" w14:textId="77777777" w:rsidR="004F422E" w:rsidRPr="00206F93" w:rsidRDefault="004F422E" w:rsidP="001D2FBF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Componentes da c</w:t>
            </w: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âmara fotográfica</w:t>
            </w:r>
          </w:p>
          <w:p w14:paraId="29A3FD71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Obturador</w:t>
            </w:r>
          </w:p>
          <w:p w14:paraId="133E94AC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Diafragma</w:t>
            </w:r>
          </w:p>
          <w:p w14:paraId="62DA3BEF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obturador/diafragma</w:t>
            </w:r>
          </w:p>
          <w:p w14:paraId="693A3B87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Lei da reciprocidade</w:t>
            </w:r>
          </w:p>
          <w:p w14:paraId="7A0AA5F9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Profundidade de campo</w:t>
            </w:r>
          </w:p>
          <w:p w14:paraId="058E2BEF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na utilização duma câmara fotográfica</w:t>
            </w:r>
          </w:p>
          <w:p w14:paraId="3A3827A5" w14:textId="77777777" w:rsidR="004F422E" w:rsidRPr="00842D50" w:rsidRDefault="004F422E" w:rsidP="001D2FBF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Componentes de uma câmara digital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755CB25" w14:textId="77777777" w:rsidR="004F422E" w:rsidRPr="00A76BA9" w:rsidRDefault="004F422E" w:rsidP="004F422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(ISO)</w:t>
            </w:r>
          </w:p>
          <w:p w14:paraId="515F1AFD" w14:textId="77777777" w:rsidR="004F422E" w:rsidRPr="00A76BA9" w:rsidRDefault="004F422E" w:rsidP="004F422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Sensores</w:t>
            </w:r>
          </w:p>
          <w:p w14:paraId="489B3FDD" w14:textId="77777777" w:rsidR="004F422E" w:rsidRPr="00A76BA9" w:rsidRDefault="004F422E" w:rsidP="004F422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</w:t>
            </w:r>
          </w:p>
          <w:p w14:paraId="06EDE6F7" w14:textId="77777777" w:rsidR="004F422E" w:rsidRPr="00A76BA9" w:rsidRDefault="004F422E" w:rsidP="004F422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das imagens</w:t>
            </w:r>
          </w:p>
          <w:p w14:paraId="6FC257DC" w14:textId="77777777" w:rsidR="004F422E" w:rsidRPr="00A76BA9" w:rsidRDefault="004F422E" w:rsidP="004F422E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de cor</w:t>
            </w:r>
          </w:p>
          <w:p w14:paraId="0DB193BA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brancos e perfis de cor</w:t>
            </w:r>
          </w:p>
          <w:p w14:paraId="707D0356" w14:textId="77777777" w:rsidR="004F422E" w:rsidRPr="00842D50" w:rsidRDefault="004F422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Objetivas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6F5E000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Grande angular</w:t>
            </w:r>
          </w:p>
          <w:p w14:paraId="219F06E4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Normal</w:t>
            </w:r>
          </w:p>
          <w:p w14:paraId="6CD816B7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Teleobjetiva</w:t>
            </w:r>
          </w:p>
          <w:p w14:paraId="38EC6C08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 e zoom</w:t>
            </w:r>
          </w:p>
          <w:p w14:paraId="60F94AFE" w14:textId="77777777" w:rsidR="004F422E" w:rsidRPr="00842D50" w:rsidRDefault="004F422E" w:rsidP="001D2FBF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6BED52D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</w:t>
            </w:r>
          </w:p>
          <w:p w14:paraId="7205168E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</w:t>
            </w:r>
          </w:p>
          <w:p w14:paraId="483F456A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Refletores</w:t>
            </w:r>
          </w:p>
          <w:p w14:paraId="3E56C8DA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Para sol</w:t>
            </w:r>
          </w:p>
          <w:p w14:paraId="226428C4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Lentes de aproximação</w:t>
            </w:r>
          </w:p>
          <w:p w14:paraId="777CAB4F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portátil</w:t>
            </w:r>
          </w:p>
          <w:p w14:paraId="04C4FA2D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Kit de limpeza</w:t>
            </w:r>
          </w:p>
          <w:p w14:paraId="13BE4939" w14:textId="77777777" w:rsidR="004F422E" w:rsidRPr="00A76BA9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Sacos de transporte</w:t>
            </w:r>
          </w:p>
          <w:p w14:paraId="060BBE04" w14:textId="77777777" w:rsidR="004F422E" w:rsidRPr="00E6774B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855CAC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Distinguir os vários tipos de câmaras fotográficas e as suas finalidades</w:t>
            </w:r>
          </w:p>
          <w:p w14:paraId="1640F553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Pr="000707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semelhanças e as diferenças de funcionamento das câmaras digitais e analógicas</w:t>
            </w:r>
          </w:p>
          <w:p w14:paraId="55102587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componentes das câmaras fotográficas e as suas funcionalidades</w:t>
            </w:r>
          </w:p>
          <w:p w14:paraId="677C849B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 escolha dos vários tipos de objetivas às suas finalidades</w:t>
            </w:r>
          </w:p>
          <w:p w14:paraId="2EF822F9" w14:textId="77777777" w:rsidR="004F422E" w:rsidRPr="00E6774B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vários tipos de acessórios para fotografia e as suas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00627D2F" w14:textId="77777777" w:rsidR="004F422E" w:rsidRPr="00E6774B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91591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36D3CF0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0C77C36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FF4DFDB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03CD643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8F48C00" w14:textId="77777777" w:rsidR="004F422E" w:rsidRPr="000173C0" w:rsidRDefault="004F422E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8B695B" w14:textId="77777777" w:rsidR="004F422E" w:rsidRDefault="004F422E" w:rsidP="004F422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5559A7B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0143308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330C8">
        <w:rPr>
          <w:rFonts w:ascii="Verdana Pro Light" w:eastAsia="Arial Unicode MS" w:hAnsi="Verdana Pro Light" w:cs="Times New Roman"/>
          <w:b/>
          <w:sz w:val="18"/>
          <w:szCs w:val="18"/>
        </w:rPr>
        <w:t>Operar a câmara fotográfica e fotografar com equipamento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F6854A" w14:textId="77777777" w:rsidR="004F422E" w:rsidRPr="0064164C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os mecanismos e os componentes da câmara fotográfica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finalidade do trabalho fotográfico</w:t>
      </w:r>
    </w:p>
    <w:p w14:paraId="39641105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as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objetivas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tendo em conta a finalidade do trabalho fotográfico</w:t>
      </w:r>
    </w:p>
    <w:p w14:paraId="4EEDBBF1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os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acessórios das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respetivas funções</w:t>
      </w:r>
    </w:p>
    <w:p w14:paraId="114FDF33" w14:textId="77777777" w:rsidR="004F422E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utilizando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câmara fotográfica digital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, identificando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a resolução apropriada a cada tipo de trabalho a realizar.</w:t>
      </w:r>
    </w:p>
    <w:p w14:paraId="4032686A" w14:textId="77777777" w:rsidR="004F422E" w:rsidRPr="004330C8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pera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 vários tipos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câmaras e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de objetivas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 xml:space="preserve">a escala de velocidades, a escala de diafragmas e os filtros adequados de acordo com </w:t>
      </w:r>
      <w:r>
        <w:rPr>
          <w:rFonts w:ascii="Verdana Pro Light" w:eastAsia="Arial Unicode MS" w:hAnsi="Verdana Pro Light" w:cs="Arial Unicode MS"/>
          <w:sz w:val="18"/>
          <w:szCs w:val="18"/>
        </w:rPr>
        <w:t>a finalidade do trabalho fotográfico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DC8FE2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88C816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4A70DEEA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72498A3" w14:textId="77777777" w:rsidR="004F422E" w:rsidRPr="00CD4CF0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0200990F" w14:textId="77777777" w:rsidR="004F422E" w:rsidRPr="00984B30" w:rsidRDefault="004F422E" w:rsidP="004F422E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6BFC80E1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E92CEE" w14:textId="77777777" w:rsidR="004F422E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C6D7450" w14:textId="77777777" w:rsidR="004F422E" w:rsidRPr="00C34354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bookmarkStart w:id="4" w:name="_Hlk157854111"/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bookmarkEnd w:id="4"/>
    <w:p w14:paraId="2E13F057" w14:textId="77777777" w:rsidR="004F422E" w:rsidRPr="000707EF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4DF7F3D3" w14:textId="77777777" w:rsidR="004F422E" w:rsidRPr="000707EF" w:rsidRDefault="004F422E" w:rsidP="004F422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51C4A9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7F26D86" w14:textId="77777777" w:rsidR="004F422E" w:rsidRDefault="004F422E" w:rsidP="004F422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A607743" w14:textId="77777777" w:rsidR="004F422E" w:rsidRPr="00C34354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1CC070E" w14:textId="77777777" w:rsidR="004F422E" w:rsidRPr="00C34354" w:rsidRDefault="004F422E" w:rsidP="004F422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fotografia; demonstrativo para prática de manuseamentos de câmaras fotográficas, objetivas e acessórios e ativo para exercícios práticos de manuseamento de câmaras fotográficas e objetivas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376307" w14:textId="77777777" w:rsidR="004F422E" w:rsidRPr="007831EA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DECD33" w14:textId="77777777" w:rsidR="004F422E" w:rsidRPr="00335AB2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72FD34" w14:textId="77777777" w:rsidR="004F422E" w:rsidRPr="00335AB2" w:rsidRDefault="004F422E" w:rsidP="004F422E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lastRenderedPageBreak/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 xml:space="preserve">objetivas </w:t>
      </w:r>
    </w:p>
    <w:p w14:paraId="32687CB9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858DF6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A3FE85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67FA60" w14:textId="77777777" w:rsidR="004F422E" w:rsidRDefault="004F422E" w:rsidP="004F422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3667288" w14:textId="4BB59A5B" w:rsidR="004F422E" w:rsidRDefault="004F422E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F628677" w14:textId="77777777" w:rsidR="00713F42" w:rsidRPr="00757924" w:rsidRDefault="00713F42" w:rsidP="00713F4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3F42" w:rsidRPr="00136AD8" w14:paraId="21CA4A96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1CD5E0B" w14:textId="77777777" w:rsidR="00713F42" w:rsidRPr="000D4397" w:rsidRDefault="00713F42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9DAB88" w14:textId="77777777" w:rsidR="00713F42" w:rsidRPr="000D4397" w:rsidRDefault="00713F42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Parametrizar a câmara fotográfica</w:t>
            </w:r>
          </w:p>
        </w:tc>
      </w:tr>
    </w:tbl>
    <w:p w14:paraId="689C2F96" w14:textId="77777777" w:rsidR="00713F42" w:rsidRPr="00136AD8" w:rsidRDefault="00713F42" w:rsidP="00713F4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ADA7831" w14:textId="77777777" w:rsidR="00713F42" w:rsidRDefault="00713F42" w:rsidP="00713F4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A41BC74" w14:textId="77777777" w:rsidR="00713F42" w:rsidRPr="003200F2" w:rsidRDefault="00713F42" w:rsidP="00713F4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6E78104" w14:textId="77777777" w:rsidR="00713F42" w:rsidRPr="00136AD8" w:rsidRDefault="00713F42" w:rsidP="00713F4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13F42" w:rsidRPr="00136AD8" w14:paraId="7CB3281D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4D25E1" w14:textId="77777777" w:rsidR="00713F42" w:rsidRPr="001B353A" w:rsidRDefault="00713F42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13F42" w:rsidRPr="00136AD8" w14:paraId="7A27980E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16D8A6" w14:textId="77777777" w:rsidR="00713F42" w:rsidRPr="00E763D6" w:rsidRDefault="00713F42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Preparar a câmara e identificar os componentes da câmara </w:t>
            </w:r>
          </w:p>
          <w:p w14:paraId="07821261" w14:textId="77777777" w:rsidR="00713F42" w:rsidRPr="00E763D6" w:rsidRDefault="00713F42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Ajustar as definições básicas </w:t>
            </w:r>
          </w:p>
          <w:p w14:paraId="2407BDF3" w14:textId="77777777" w:rsidR="00713F42" w:rsidRPr="00E763D6" w:rsidRDefault="00713F42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B27814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Configurar o Balanço de Branco e a Sensibilidade ISO</w:t>
            </w:r>
          </w:p>
          <w:p w14:paraId="580EE8F0" w14:textId="77777777" w:rsidR="00713F42" w:rsidRDefault="00713F42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B2781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Definir o Modo de Exposição e Configurar o Foco </w:t>
            </w:r>
          </w:p>
          <w:p w14:paraId="4F0B28C3" w14:textId="77777777" w:rsidR="00713F42" w:rsidRPr="0008537A" w:rsidRDefault="00713F42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7C013E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Personalizar Configurações Avançadas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713F42" w:rsidRPr="00136AD8" w14:paraId="4CEE90BA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013B68" w14:textId="77777777" w:rsidR="00713F42" w:rsidRPr="001B353A" w:rsidRDefault="00713F42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50FB65" w14:textId="77777777" w:rsidR="00713F42" w:rsidRPr="001B353A" w:rsidRDefault="00713F42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BC919C5" w14:textId="77777777" w:rsidR="00713F42" w:rsidRPr="001B353A" w:rsidRDefault="00713F42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3F42" w:rsidRPr="00136AD8" w14:paraId="302249C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31A91" w14:textId="77777777" w:rsidR="00713F42" w:rsidRPr="00842D50" w:rsidRDefault="00713F42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Câmara fotográfica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objetivas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E8F1532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Componentes da Câmara Fotográfica</w:t>
            </w:r>
          </w:p>
          <w:p w14:paraId="522D2E5A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fotográficas</w:t>
            </w:r>
          </w:p>
          <w:p w14:paraId="2A581108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5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e finalidades</w:t>
            </w:r>
          </w:p>
          <w:p w14:paraId="0F922DAF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 na utilização duma câmara fotográfica</w:t>
            </w:r>
          </w:p>
          <w:p w14:paraId="75EF5AE1" w14:textId="77777777" w:rsidR="00713F42" w:rsidRPr="00842D50" w:rsidRDefault="00713F42" w:rsidP="00017090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Configurações específicas da câmara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A7E4E70" w14:textId="77777777" w:rsidR="00713F42" w:rsidRDefault="00713F42" w:rsidP="00713F42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 da câmara, manuseamento e personalização</w:t>
            </w:r>
          </w:p>
          <w:p w14:paraId="5A9423AF" w14:textId="77777777" w:rsidR="00713F42" w:rsidRPr="00BF144D" w:rsidRDefault="00713F42" w:rsidP="00713F42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 operacional (Firmware) - atualizações</w:t>
            </w:r>
          </w:p>
          <w:p w14:paraId="0029DA4D" w14:textId="77777777" w:rsidR="00713F42" w:rsidRDefault="00713F42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Parametrização:</w:t>
            </w:r>
          </w:p>
          <w:p w14:paraId="60A87AC3" w14:textId="77777777" w:rsidR="00713F42" w:rsidRPr="00A76BA9" w:rsidRDefault="00713F42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peração </w:t>
            </w:r>
          </w:p>
          <w:p w14:paraId="3A7A6CEC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 de branco</w:t>
            </w:r>
          </w:p>
          <w:p w14:paraId="05B1790C" w14:textId="77777777" w:rsidR="00713F42" w:rsidRPr="00A76BA9" w:rsidRDefault="00713F42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ISO</w:t>
            </w:r>
          </w:p>
          <w:p w14:paraId="047D76A3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5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8042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iafragma e a profundidade de campo</w:t>
            </w:r>
          </w:p>
          <w:p w14:paraId="5C3D044F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ind w:left="45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8042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bturador e a escala de velocidades</w:t>
            </w:r>
          </w:p>
          <w:p w14:paraId="2BDB3446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6F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Fotometria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(modos de medição de luz)</w:t>
            </w:r>
          </w:p>
          <w:p w14:paraId="137138A6" w14:textId="77777777" w:rsidR="00713F42" w:rsidRPr="00BF144D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Filtros</w:t>
            </w:r>
          </w:p>
          <w:p w14:paraId="7996FC43" w14:textId="77777777" w:rsidR="00713F42" w:rsidRPr="00842D50" w:rsidRDefault="00713F42" w:rsidP="00017090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Foco e profundidade de campo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0588CE1" w14:textId="77777777" w:rsidR="00713F42" w:rsidRDefault="00713F42" w:rsidP="00713F42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Pontos de foco e seleção da área</w:t>
            </w:r>
          </w:p>
          <w:p w14:paraId="29C6C2DC" w14:textId="0D492580" w:rsidR="00713F42" w:rsidRPr="00713F42" w:rsidRDefault="00713F42" w:rsidP="00713F42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profundidade de campo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E2DF0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os vários tipos de câmaras fotográficas </w:t>
            </w:r>
          </w:p>
          <w:p w14:paraId="0BA53CFD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componentes da câmara fotográfica</w:t>
            </w:r>
          </w:p>
          <w:p w14:paraId="5D215F7E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vários tipos de objetivas </w:t>
            </w:r>
          </w:p>
          <w:p w14:paraId="64595DB5" w14:textId="77777777" w:rsidR="00713F42" w:rsidRPr="000803B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Pr="000803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n</w:t>
            </w:r>
            <w:r w:rsidRPr="000803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ormas de segurança na utilização duma câmara fotográfica</w:t>
            </w:r>
          </w:p>
          <w:p w14:paraId="536CC909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funcionalidades no menu da câmara fotográfica</w:t>
            </w:r>
          </w:p>
          <w:p w14:paraId="0F6947C6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as configurações necessárias para parametrizar a câmara fotográfica</w:t>
            </w:r>
          </w:p>
          <w:p w14:paraId="54F320D0" w14:textId="77777777" w:rsidR="00713F42" w:rsidRPr="000707EF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de configuração para obter o foco e a profundidade de campo desejados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EBA03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772AE87" w14:textId="77777777" w:rsidR="00713F42" w:rsidRDefault="00713F42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59E35AE" w14:textId="77777777" w:rsidR="00713F42" w:rsidRDefault="00713F42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17E165F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1D2D2344" w14:textId="77777777" w:rsidR="00713F42" w:rsidRDefault="00713F42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7AE98A1" w14:textId="77777777" w:rsidR="00713F42" w:rsidRPr="000173C0" w:rsidRDefault="00713F42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7549B6" w14:textId="77777777" w:rsidR="00713F42" w:rsidRDefault="00713F42" w:rsidP="00713F4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4998C9A" w14:textId="77777777" w:rsidR="00713F42" w:rsidRPr="00F87025" w:rsidRDefault="00713F42" w:rsidP="00713F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1B3E6B4" w14:textId="77777777" w:rsidR="00713F42" w:rsidRDefault="00713F42" w:rsidP="00713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B530E">
        <w:rPr>
          <w:rFonts w:ascii="Verdana Pro Light" w:eastAsia="Arial Unicode MS" w:hAnsi="Verdana Pro Light" w:cs="Times New Roman"/>
          <w:b/>
          <w:sz w:val="18"/>
          <w:szCs w:val="18"/>
        </w:rPr>
        <w:t>Parametrizar a câmara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DA683C6" w14:textId="77777777" w:rsidR="00713F42" w:rsidRDefault="00713F42" w:rsidP="00713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1. Prepara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câmara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tendo em conta a carga da bateria e a capacidade do cartão </w:t>
      </w:r>
    </w:p>
    <w:p w14:paraId="181A0A7D" w14:textId="77777777" w:rsidR="00713F42" w:rsidRPr="00EC7A92" w:rsidRDefault="00713F42" w:rsidP="00713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Selecionando as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objetivas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 a finalidade da fotografia a realizar</w:t>
      </w:r>
    </w:p>
    <w:p w14:paraId="3A1122CB" w14:textId="77777777" w:rsidR="00713F42" w:rsidRDefault="00713F42" w:rsidP="00713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Configurando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câmara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usando 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>a sensibilidade, a escala de velocidades e diafragmas</w:t>
      </w:r>
      <w:r>
        <w:rPr>
          <w:rFonts w:ascii="Verdana Pro Light" w:eastAsia="Arial Unicode MS" w:hAnsi="Verdana Pro Light" w:cs="Arial Unicode MS"/>
          <w:sz w:val="18"/>
          <w:szCs w:val="18"/>
        </w:rPr>
        <w:t>, c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>ontrola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9A259F">
        <w:rPr>
          <w:rFonts w:ascii="Verdana Pro Light" w:eastAsia="Arial Unicode MS" w:hAnsi="Verdana Pro Light" w:cs="Arial Unicode MS"/>
          <w:sz w:val="18"/>
          <w:szCs w:val="18"/>
        </w:rPr>
        <w:t xml:space="preserve"> a profundidade de campo</w:t>
      </w:r>
      <w:r>
        <w:rPr>
          <w:rFonts w:ascii="Verdana Pro Light" w:eastAsia="Arial Unicode MS" w:hAnsi="Verdana Pro Light" w:cs="Arial Unicode MS"/>
          <w:sz w:val="18"/>
          <w:szCs w:val="18"/>
        </w:rPr>
        <w:t>, medindo a luz e utilizando filtros tendo em conta o objetivo da fotografia a realizar</w:t>
      </w:r>
    </w:p>
    <w:p w14:paraId="3E70A73A" w14:textId="77777777" w:rsidR="00713F42" w:rsidRPr="004330C8" w:rsidRDefault="00713F42" w:rsidP="00713F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4. Elabora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EC7A9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um portefólio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fotografias demonstrando capacidade de trabalhar com </w:t>
      </w:r>
      <w:r w:rsidRPr="00BF144D">
        <w:rPr>
          <w:rFonts w:ascii="Verdana Pro Light" w:eastAsia="Arial Unicode MS" w:hAnsi="Verdana Pro Light" w:cs="Arial Unicode MS"/>
          <w:sz w:val="18"/>
          <w:szCs w:val="18"/>
        </w:rPr>
        <w:t>velocidades, profundidade de campo, objetivas e filtros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2CC41FA" w14:textId="77777777" w:rsidR="00713F42" w:rsidRPr="00F87025" w:rsidRDefault="00713F42" w:rsidP="00713F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10BC87E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6C177E36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5C51D8DF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AF9DB92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6E6953D7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59C25D35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07EAF12" w14:textId="77777777" w:rsidR="00713F42" w:rsidRDefault="00713F42" w:rsidP="00713F4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70EFFD5" w14:textId="77777777" w:rsidR="00713F42" w:rsidRPr="00984B30" w:rsidRDefault="00713F42" w:rsidP="00713F42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579745B" w14:textId="77777777" w:rsidR="00713F42" w:rsidRPr="00F87025" w:rsidRDefault="00713F42" w:rsidP="00713F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71A910" w14:textId="77777777" w:rsidR="00713F42" w:rsidRDefault="00713F42" w:rsidP="00713F4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66FBB22" w14:textId="77777777" w:rsidR="00713F42" w:rsidRPr="00C34354" w:rsidRDefault="00713F42" w:rsidP="00713F4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76AC58B" w14:textId="77777777" w:rsidR="00713F42" w:rsidRPr="000707EF" w:rsidRDefault="00713F42" w:rsidP="00713F4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46293632" w14:textId="77777777" w:rsidR="00713F42" w:rsidRPr="000707EF" w:rsidRDefault="00713F42" w:rsidP="00713F4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610E7B1" w14:textId="77777777" w:rsidR="00713F42" w:rsidRPr="00F87025" w:rsidRDefault="00713F42" w:rsidP="00713F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1954EBD" w14:textId="77777777" w:rsidR="00713F42" w:rsidRDefault="00713F42" w:rsidP="00713F4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7FA6F8C" w14:textId="77777777" w:rsidR="00713F42" w:rsidRPr="00C34354" w:rsidRDefault="00713F42" w:rsidP="00713F4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D95FAE3" w14:textId="77777777" w:rsidR="00713F42" w:rsidRPr="00C34354" w:rsidRDefault="00713F42" w:rsidP="00713F42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fotografia; demonstrativo para prática de manuseamentos de câmaras fotográficas, objetivas e acessórios e ativo para exercícios práticos de fotografia.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DC6DD08" w14:textId="77777777" w:rsidR="00713F42" w:rsidRPr="007831EA" w:rsidRDefault="00713F42" w:rsidP="00713F4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11A84CD" w14:textId="77777777" w:rsidR="00713F42" w:rsidRPr="00335AB2" w:rsidRDefault="00713F42" w:rsidP="00713F4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6580EC" w14:textId="77777777" w:rsidR="00713F42" w:rsidRPr="0031055E" w:rsidRDefault="00713F42" w:rsidP="00713F42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objetivas</w:t>
      </w:r>
    </w:p>
    <w:p w14:paraId="31D6A9D5" w14:textId="77777777" w:rsidR="004E7559" w:rsidRDefault="004E7559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D738679" w14:textId="77777777" w:rsidR="00FA12AB" w:rsidRDefault="00FA12AB" w:rsidP="00FA12A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A12AB" w:rsidRPr="00136AD8" w14:paraId="2ED73B42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3FA9B43" w14:textId="77777777" w:rsidR="00FA12AB" w:rsidRPr="000D4397" w:rsidRDefault="00FA12A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2321E0" w14:textId="77777777" w:rsidR="00FA12AB" w:rsidRPr="000D4397" w:rsidRDefault="00FA12A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Manipular imagens fotográficas</w:t>
            </w:r>
          </w:p>
        </w:tc>
      </w:tr>
    </w:tbl>
    <w:p w14:paraId="12092540" w14:textId="77777777" w:rsidR="00FA12AB" w:rsidRPr="00136AD8" w:rsidRDefault="00FA12AB" w:rsidP="00FA12A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E6CCAA" w14:textId="77777777" w:rsidR="00FA12AB" w:rsidRDefault="00FA12AB" w:rsidP="00FA12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8464304" w14:textId="77777777" w:rsidR="00FA12AB" w:rsidRPr="003200F2" w:rsidRDefault="00FA12AB" w:rsidP="00FA12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A85BF34" w14:textId="77777777" w:rsidR="00FA12AB" w:rsidRPr="00136AD8" w:rsidRDefault="00FA12AB" w:rsidP="00FA12A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A12AB" w:rsidRPr="00136AD8" w14:paraId="437988F1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050410" w14:textId="77777777" w:rsidR="00FA12AB" w:rsidRPr="001B353A" w:rsidRDefault="00FA12A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A12AB" w:rsidRPr="00136AD8" w14:paraId="5EC93F4B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887690F" w14:textId="77777777" w:rsidR="00FA12AB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a imagem fotográfica e identificar as necessidades de edição e manipulação</w:t>
            </w:r>
          </w:p>
          <w:p w14:paraId="6DD62051" w14:textId="77777777" w:rsidR="00FA12AB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</w:t>
            </w:r>
            <w:r w:rsidRPr="00E81970">
              <w:rPr>
                <w:rFonts w:ascii="Verdana Pro Light" w:eastAsia="Arial Unicode MS" w:hAnsi="Verdana Pro Light" w:cs="Arial Unicode MS"/>
                <w:sz w:val="18"/>
                <w:szCs w:val="18"/>
              </w:rPr>
              <w:t>Software de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importar as imagens </w:t>
            </w:r>
          </w:p>
          <w:p w14:paraId="4AA2A249" w14:textId="77777777" w:rsidR="00FA12AB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 </w:t>
            </w:r>
            <w:r w:rsidRPr="007670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7670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ajustes básicos </w:t>
            </w:r>
          </w:p>
          <w:p w14:paraId="5C38A2DC" w14:textId="77777777" w:rsidR="00FA12AB" w:rsidRPr="00E763D6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Efetuar a edição técnica avançada da imagem fotográfica</w:t>
            </w:r>
          </w:p>
          <w:p w14:paraId="03CCB1AF" w14:textId="77777777" w:rsidR="00FA12AB" w:rsidRPr="00413243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Exportar a imagem fotográfica</w:t>
            </w:r>
          </w:p>
        </w:tc>
      </w:tr>
      <w:tr w:rsidR="00FA12AB" w:rsidRPr="00136AD8" w14:paraId="4912D22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8E0D57" w14:textId="77777777" w:rsidR="00FA12AB" w:rsidRPr="001B353A" w:rsidRDefault="00FA12AB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A2AE6E" w14:textId="77777777" w:rsidR="00FA12AB" w:rsidRPr="001B353A" w:rsidRDefault="00FA12A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0A740C" w14:textId="77777777" w:rsidR="00FA12AB" w:rsidRPr="001B353A" w:rsidRDefault="00FA12A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A12AB" w:rsidRPr="00136AD8" w14:paraId="4BA422F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48A7D" w14:textId="77777777" w:rsidR="00FA12AB" w:rsidRDefault="00FA12AB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  <w:p w14:paraId="1911CE54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Pós-produção fotográfica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B253C2A" w14:textId="77777777" w:rsidR="00FA12AB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Características.</w:t>
            </w:r>
          </w:p>
          <w:p w14:paraId="3E81F452" w14:textId="77777777" w:rsidR="00FA12AB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A86B832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imagem:</w:t>
            </w:r>
          </w:p>
          <w:p w14:paraId="3D5517CD" w14:textId="77777777" w:rsidR="00FA12AB" w:rsidRPr="00BE2F85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Navegação e interface dos softwares (Photoshop, Lightroom, Bridge).</w:t>
            </w:r>
          </w:p>
          <w:p w14:paraId="047EF1D0" w14:textId="77777777" w:rsidR="00FA12AB" w:rsidRPr="00BE2F85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ficheiros.</w:t>
            </w:r>
          </w:p>
          <w:p w14:paraId="150F5FFA" w14:textId="77777777" w:rsidR="00FA12AB" w:rsidRPr="00BE2F85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edição não destrutiva.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9E1C221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Edição:</w:t>
            </w:r>
          </w:p>
          <w:p w14:paraId="34E12A54" w14:textId="77777777" w:rsidR="00FA12AB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justes de exposição, contraste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recorte</w:t>
            </w:r>
          </w:p>
          <w:p w14:paraId="3D21B727" w14:textId="77777777" w:rsidR="00FA12AB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retoques</w:t>
            </w:r>
          </w:p>
          <w:p w14:paraId="517C1674" w14:textId="77777777" w:rsidR="00FA12AB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plicação de filtros</w:t>
            </w:r>
          </w:p>
          <w:p w14:paraId="20763E54" w14:textId="77777777" w:rsidR="00FA12AB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anipulação de camadas </w:t>
            </w:r>
          </w:p>
          <w:p w14:paraId="7341DC5A" w14:textId="77777777" w:rsidR="00FA12AB" w:rsidRDefault="00FA12AB" w:rsidP="00017090">
            <w:pPr>
              <w:pStyle w:val="PargrafodaLista"/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AF5F9B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2F3A157" w14:textId="77777777" w:rsidR="00FA12AB" w:rsidRDefault="00FA12AB" w:rsidP="00FA12AB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77814CE3" w14:textId="77777777" w:rsidR="00FA12AB" w:rsidRDefault="00FA12AB" w:rsidP="00FA12AB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366F88D7" w14:textId="77777777" w:rsidR="00FA12AB" w:rsidRPr="00B73412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FE17AFE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Avançada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83848C7" w14:textId="77777777" w:rsidR="00FA12AB" w:rsidRPr="008A533D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seletivos e camadas no Photoshop.</w:t>
            </w:r>
          </w:p>
          <w:p w14:paraId="624CC059" w14:textId="77777777" w:rsidR="00FA12AB" w:rsidRPr="008A533D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Uso de ferramentas de seleção avançadas e máscaras.</w:t>
            </w:r>
          </w:p>
          <w:p w14:paraId="357C102B" w14:textId="77777777" w:rsidR="00FA12AB" w:rsidRPr="00BE2F85" w:rsidRDefault="00FA12AB" w:rsidP="00FA12AB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avançada no Lightroom: curvas tonais, divisão de tons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385026E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Manipulação e Composição de Imagens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0BB3ABC" w14:textId="77777777" w:rsidR="00FA12AB" w:rsidRPr="008A533D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criativa: montagens e retoques mais elaborados.</w:t>
            </w:r>
          </w:p>
          <w:p w14:paraId="39C9130B" w14:textId="77777777" w:rsidR="00FA12AB" w:rsidRPr="008A533D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fotomontagem e uso de ferramentas de clonagem.</w:t>
            </w:r>
          </w:p>
          <w:p w14:paraId="71EC512E" w14:textId="77777777" w:rsidR="00FA12AB" w:rsidRPr="008A533D" w:rsidRDefault="00FA12AB" w:rsidP="00FA12AB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retratos: aprimoramento facial, suavização de pele, correções detalhadas.</w:t>
            </w:r>
          </w:p>
          <w:p w14:paraId="11F336CB" w14:textId="77777777" w:rsidR="00FA12AB" w:rsidRDefault="00FA12AB" w:rsidP="00017090">
            <w:pPr>
              <w:pStyle w:val="PargrafodaLista"/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89BE92" w14:textId="77777777" w:rsidR="00FA12AB" w:rsidRPr="00BE2F85" w:rsidRDefault="00FA12AB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60C30D" w14:textId="77777777" w:rsidR="00FA12AB" w:rsidRDefault="00FA12AB" w:rsidP="00FA12AB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0827A5AA" w14:textId="77777777" w:rsidR="00FA12AB" w:rsidRDefault="00FA12AB" w:rsidP="00FA12AB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740B195C" w14:textId="77777777" w:rsidR="00FA12AB" w:rsidRPr="00DD7C72" w:rsidRDefault="00FA12AB" w:rsidP="00FA12AB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8DDDF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importância das pós-produção fotográfica e saber quando e como a aplicar</w:t>
            </w:r>
          </w:p>
          <w:p w14:paraId="62C4B32A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ferramentas de edição de imagem </w:t>
            </w:r>
          </w:p>
          <w:p w14:paraId="2F1A3577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diversas ferramentas de edição de imagem</w:t>
            </w:r>
          </w:p>
          <w:p w14:paraId="1B81DC97" w14:textId="77777777" w:rsidR="00FA12AB" w:rsidRPr="008A533D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Manipular imagens</w:t>
            </w:r>
          </w:p>
          <w:p w14:paraId="5FF855D6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avançadas de edição de imagem</w:t>
            </w:r>
          </w:p>
          <w:p w14:paraId="5501C96F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pós-produção fotográfica</w:t>
            </w:r>
          </w:p>
          <w:p w14:paraId="4099873C" w14:textId="77777777" w:rsidR="00FA12AB" w:rsidRPr="00CF536A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arquivos de edição de imagem</w:t>
            </w:r>
          </w:p>
          <w:p w14:paraId="5CE5CF74" w14:textId="77777777" w:rsidR="00FA12AB" w:rsidRPr="00413243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5479FE" w14:textId="77777777" w:rsidR="00FA12AB" w:rsidRPr="00E6774B" w:rsidRDefault="00FA12AB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8F1D7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3C2CCF3" w14:textId="77777777" w:rsidR="00FA12AB" w:rsidRDefault="00FA12A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433D6C41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66EDB9F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5EC2CB8" w14:textId="77777777" w:rsidR="00FA12AB" w:rsidRDefault="00FA12A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507C4D09" w14:textId="77777777" w:rsidR="00FA12AB" w:rsidRPr="000173C0" w:rsidRDefault="00FA12AB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2DE4F9E" w14:textId="77777777" w:rsidR="00FA12AB" w:rsidRDefault="00FA12AB" w:rsidP="00FA12A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A16432" w14:textId="77777777" w:rsidR="00FA12AB" w:rsidRPr="00F87025" w:rsidRDefault="00FA12AB" w:rsidP="00FA12A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B8DBF7C" w14:textId="242EFB61" w:rsidR="00FA12AB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E42C7">
        <w:rPr>
          <w:rFonts w:ascii="Verdana Pro Light" w:eastAsia="Arial Unicode MS" w:hAnsi="Verdana Pro Light" w:cs="Times New Roman"/>
          <w:b/>
          <w:sz w:val="18"/>
          <w:szCs w:val="18"/>
        </w:rPr>
        <w:t>Manipular imagens fotográficas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7F7D268" w14:textId="77777777" w:rsidR="00FA12AB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Analisando as imagens tendo em conta as necessidades técnicas de edição e manipulação</w:t>
      </w:r>
    </w:p>
    <w:p w14:paraId="794FE23A" w14:textId="77777777" w:rsidR="00FA12AB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 com rigor a edição técnica da imagem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exposição,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contraste,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equilíbrio de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fazendo correções de cor e removendo imperfeições</w:t>
      </w:r>
    </w:p>
    <w:p w14:paraId="08A6D46B" w14:textId="77777777" w:rsidR="00FA12AB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 Aplicando a </w:t>
      </w:r>
      <w:r w:rsidRPr="008A53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regra dos terços, linhas de guia, equilíbrio, simetria, assimetria</w:t>
      </w:r>
    </w:p>
    <w:p w14:paraId="032FBE67" w14:textId="77777777" w:rsidR="00FA12AB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Trabalhando as imagens de forma que fiquem </w:t>
      </w:r>
      <w:r w:rsidRPr="004336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visualmente equilibradas e esteticamente atraentes.</w:t>
      </w:r>
    </w:p>
    <w:p w14:paraId="59A82B5D" w14:textId="77777777" w:rsidR="00FA12AB" w:rsidRPr="004330C8" w:rsidRDefault="00FA12AB" w:rsidP="00FA12A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Exportando a imagem fotográfica tendo em conta os meios de difusão e gerindo arquivos usando catálogos ou bibliotecas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394869A" w14:textId="77777777" w:rsidR="00FA12AB" w:rsidRPr="00F87025" w:rsidRDefault="00FA12AB" w:rsidP="00FA12A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FC7713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5770BF0F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1B5E9445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66ACB2C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1A0121FE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881B9EE" w14:textId="77777777" w:rsidR="00FA12AB" w:rsidRDefault="00FA12AB" w:rsidP="00FA12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3C6C330" w14:textId="77777777" w:rsidR="00FA12AB" w:rsidRPr="0031055E" w:rsidRDefault="00FA12AB" w:rsidP="00FA12AB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sz w:val="18"/>
          <w:szCs w:val="18"/>
        </w:rPr>
      </w:pPr>
    </w:p>
    <w:p w14:paraId="5B3AFF92" w14:textId="77777777" w:rsidR="00FA12AB" w:rsidRPr="00F87025" w:rsidRDefault="00FA12AB" w:rsidP="00FA12A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6B7CE7" w14:textId="77777777" w:rsidR="00FA12AB" w:rsidRDefault="00FA12AB" w:rsidP="00FA12A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13A35CDF" w14:textId="77777777" w:rsidR="00FA12AB" w:rsidRPr="00C34354" w:rsidRDefault="00FA12AB" w:rsidP="00FA12A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D2E9E44" w14:textId="77777777" w:rsidR="00FA12AB" w:rsidRDefault="00FA12AB" w:rsidP="00FA12A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07A9872" w14:textId="77777777" w:rsidR="00FA12AB" w:rsidRPr="003A45CE" w:rsidRDefault="00FA12AB" w:rsidP="00FA12A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fotografias com e sem manipulação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370156" w14:textId="77777777" w:rsidR="00FA12AB" w:rsidRPr="00F87025" w:rsidRDefault="00FA12AB" w:rsidP="00FA12A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3B3BBA" w14:textId="77777777" w:rsidR="00FA12AB" w:rsidRDefault="00FA12AB" w:rsidP="00FA12A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A6F1AC6" w14:textId="77777777" w:rsidR="00FA12AB" w:rsidRPr="00C34354" w:rsidRDefault="00FA12AB" w:rsidP="00FA12A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362ED5B" w14:textId="77777777" w:rsidR="00FA12AB" w:rsidRPr="00C34354" w:rsidRDefault="00FA12AB" w:rsidP="00FA12A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pós-produção fotográfica e ativo para desenvolvimento de projetos práticos de pós-produção fotográfica.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5388436" w14:textId="77777777" w:rsidR="00FA12AB" w:rsidRDefault="00FA12AB" w:rsidP="00FA12AB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 quando estritamente necessário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3508C0" w14:textId="77777777" w:rsidR="00FA12AB" w:rsidRDefault="00FA12AB" w:rsidP="00FA12AB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4284D2F" w14:textId="1AB5DDFD" w:rsidR="00B71AED" w:rsidRDefault="00B71AE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5D1B1D3" w14:textId="77777777" w:rsidR="00BC40F0" w:rsidRDefault="00BC40F0" w:rsidP="00BC40F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C40F0" w:rsidRPr="00136AD8" w14:paraId="50B3D738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9FB622" w14:textId="77777777" w:rsidR="00BC40F0" w:rsidRPr="00F42D38" w:rsidRDefault="00BC40F0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5" w:name="_Hlk159671986"/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21AFEF5" w14:textId="77777777" w:rsidR="00BC40F0" w:rsidRPr="00F42D38" w:rsidRDefault="00BC40F0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4F3C3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Elaborar correções de cor</w:t>
            </w:r>
          </w:p>
        </w:tc>
      </w:tr>
    </w:tbl>
    <w:p w14:paraId="1E544D7F" w14:textId="77777777" w:rsidR="00BC40F0" w:rsidRPr="00136AD8" w:rsidRDefault="00BC40F0" w:rsidP="00BC40F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32DC5EC" w14:textId="77777777" w:rsidR="00BC40F0" w:rsidRDefault="00BC40F0" w:rsidP="00BC40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E0EBED6" w14:textId="77777777" w:rsidR="00BC40F0" w:rsidRPr="003200F2" w:rsidRDefault="00BC40F0" w:rsidP="00BC40F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6BBD1E4" w14:textId="77777777" w:rsidR="00BC40F0" w:rsidRPr="00136AD8" w:rsidRDefault="00BC40F0" w:rsidP="00BC40F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C40F0" w:rsidRPr="00136AD8" w14:paraId="5192441C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6FC981" w14:textId="77777777" w:rsidR="00BC40F0" w:rsidRPr="001B353A" w:rsidRDefault="00BC40F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C40F0" w:rsidRPr="00136AD8" w14:paraId="714FC1AC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4BD5E3" w14:textId="77777777" w:rsidR="00BC40F0" w:rsidRPr="00E763D6" w:rsidRDefault="00BC40F0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Avaliar a imagem e identificar erros de cor</w:t>
            </w:r>
          </w:p>
          <w:p w14:paraId="3F595F00" w14:textId="77777777" w:rsidR="00BC40F0" w:rsidRDefault="00BC40F0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Proceder ao equilíbrio de branco e ao ajuste da temperatura de cor e matiz</w:t>
            </w:r>
          </w:p>
          <w:p w14:paraId="629E4E73" w14:textId="77777777" w:rsidR="00BC40F0" w:rsidRDefault="00BC40F0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correção seletiva</w:t>
            </w:r>
          </w:p>
          <w:p w14:paraId="6E348E9B" w14:textId="77777777" w:rsidR="00BC40F0" w:rsidRPr="008F4D4F" w:rsidRDefault="00BC40F0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Salvar e exportar a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BC40F0" w:rsidRPr="00136AD8" w14:paraId="2A6E65AE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C5DCF2" w14:textId="77777777" w:rsidR="00BC40F0" w:rsidRPr="001B353A" w:rsidRDefault="00BC40F0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B9F454" w14:textId="77777777" w:rsidR="00BC40F0" w:rsidRPr="001B353A" w:rsidRDefault="00BC40F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DEE7C6" w14:textId="77777777" w:rsidR="00BC40F0" w:rsidRPr="001B353A" w:rsidRDefault="00BC40F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C40F0" w:rsidRPr="00136AD8" w14:paraId="51C450B5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F9A60" w14:textId="77777777" w:rsidR="00BC40F0" w:rsidRDefault="00BC40F0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Modelos de cor:</w:t>
            </w:r>
          </w:p>
          <w:p w14:paraId="6B1250BB" w14:textId="77777777" w:rsidR="00BC40F0" w:rsidRDefault="00BC40F0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ditivo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modelo RGB</w:t>
            </w:r>
          </w:p>
          <w:p w14:paraId="38AFF970" w14:textId="77777777" w:rsidR="00BC40F0" w:rsidRDefault="00BC40F0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ubtrativo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9328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Modelo CMYK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2011FEB" w14:textId="77777777" w:rsidR="00BC40F0" w:rsidRDefault="00BC40F0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Círculo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romático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032593C" w14:textId="77777777" w:rsidR="00BC40F0" w:rsidRDefault="00BC40F0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845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ores complementares, análogas ou triádicas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96049F" w14:textId="77777777" w:rsidR="00BC40F0" w:rsidRDefault="00BC40F0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Cores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rimárias,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ecundárias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erciárias:</w:t>
            </w:r>
          </w:p>
          <w:p w14:paraId="743C3FF2" w14:textId="77777777" w:rsidR="00BC40F0" w:rsidRDefault="00BC40F0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nos modelos RGB e CMYK</w:t>
            </w:r>
          </w:p>
          <w:p w14:paraId="466E0E3D" w14:textId="77777777" w:rsidR="00BC40F0" w:rsidRDefault="00BC40F0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se obtêm as cores secundárias e terciárias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7252696" w14:textId="77777777" w:rsidR="00BC40F0" w:rsidRDefault="00BC40F0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3285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Matiz,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93285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aturação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</w:t>
            </w:r>
            <w:r w:rsidRPr="0093285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uminosidade (Hue, Saturation, Lightness - HSL):</w:t>
            </w:r>
          </w:p>
          <w:p w14:paraId="3745F59A" w14:textId="77777777" w:rsidR="00BC40F0" w:rsidRDefault="00BC40F0" w:rsidP="00017090">
            <w:pPr>
              <w:pStyle w:val="PargrafodaLista"/>
              <w:numPr>
                <w:ilvl w:val="0"/>
                <w:numId w:val="3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11EBD5C3" w14:textId="77777777" w:rsidR="00BC40F0" w:rsidRPr="00B845A9" w:rsidRDefault="00BC40F0" w:rsidP="00017090">
            <w:pPr>
              <w:pStyle w:val="PargrafodaLista"/>
              <w:numPr>
                <w:ilvl w:val="0"/>
                <w:numId w:val="35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Efeitos produzidos</w:t>
            </w:r>
          </w:p>
          <w:p w14:paraId="1F7451E3" w14:textId="77777777" w:rsidR="00BC40F0" w:rsidRDefault="00BC40F0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digitais:</w:t>
            </w:r>
          </w:p>
          <w:p w14:paraId="4C764635" w14:textId="77777777" w:rsidR="00BC40F0" w:rsidRDefault="00BC40F0" w:rsidP="00017090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707049CD" w14:textId="77777777" w:rsidR="00BC40F0" w:rsidRDefault="00BC40F0" w:rsidP="00017090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Menus </w:t>
            </w:r>
          </w:p>
          <w:p w14:paraId="1ECC228E" w14:textId="77777777" w:rsidR="00BC40F0" w:rsidRPr="002928C5" w:rsidRDefault="00BC40F0" w:rsidP="00017090">
            <w:pPr>
              <w:pStyle w:val="PargrafodaLista"/>
              <w:numPr>
                <w:ilvl w:val="0"/>
                <w:numId w:val="3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correção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856566A" w14:textId="77777777" w:rsidR="00BC40F0" w:rsidRDefault="00BC40F0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845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Calibração do monitor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33DD628" w14:textId="77777777" w:rsidR="00BC40F0" w:rsidRPr="00B845A9" w:rsidRDefault="00BC40F0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4D9878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modelos de cor</w:t>
            </w:r>
          </w:p>
          <w:p w14:paraId="59DF0890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utilidade do círculo cromático</w:t>
            </w:r>
          </w:p>
          <w:p w14:paraId="5C585567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B36B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cores primárias, secundárias e terciárias</w:t>
            </w:r>
          </w:p>
          <w:p w14:paraId="43D12922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influência da m</w:t>
            </w:r>
            <w:r w:rsidRPr="00E91A7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atiz, saturação e luminosidade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correção de cor de uma imagem</w:t>
            </w:r>
          </w:p>
          <w:p w14:paraId="4A23D997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para correção de cor</w:t>
            </w:r>
          </w:p>
          <w:p w14:paraId="5C5F4055" w14:textId="77777777" w:rsidR="00BC40F0" w:rsidRPr="00734AB4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de calibrar o monitor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3EBD9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BEBBE0B" w14:textId="77777777" w:rsidR="00BC40F0" w:rsidRDefault="00BC40F0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DE6A082" w14:textId="77777777" w:rsidR="00BC40F0" w:rsidRDefault="00BC40F0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3A88661" w14:textId="77777777" w:rsidR="00BC40F0" w:rsidRDefault="00BC40F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337E120" w14:textId="77777777" w:rsidR="00BC40F0" w:rsidRPr="000173C0" w:rsidRDefault="00BC40F0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58FF8D" w14:textId="77777777" w:rsidR="00BC40F0" w:rsidRDefault="00BC40F0" w:rsidP="00BC40F0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50AF39" w14:textId="77777777" w:rsidR="00BC40F0" w:rsidRPr="00F87025" w:rsidRDefault="00BC40F0" w:rsidP="00BC40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A5EDFDF" w14:textId="77777777" w:rsidR="00BC40F0" w:rsidRDefault="00BC40F0" w:rsidP="00BC40F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F3C34">
        <w:rPr>
          <w:rFonts w:ascii="Verdana Pro Light" w:eastAsia="Arial Unicode MS" w:hAnsi="Verdana Pro Light" w:cs="Times New Roman"/>
          <w:b/>
          <w:sz w:val="18"/>
          <w:szCs w:val="18"/>
        </w:rPr>
        <w:t>Elaborar correções de cor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4BF3065" w14:textId="77777777" w:rsidR="00BC40F0" w:rsidRDefault="00BC40F0" w:rsidP="00BC40F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Calibrando o monitor e demonstrando sensibilidade visual</w:t>
      </w:r>
    </w:p>
    <w:p w14:paraId="65B09058" w14:textId="77777777" w:rsidR="00BC40F0" w:rsidRDefault="00BC40F0" w:rsidP="00BC40F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Detetando erros de cor e áreas de melhorai nas imagens tendo em conta os objetivos estéticos pretendidos para a imagem</w:t>
      </w:r>
    </w:p>
    <w:p w14:paraId="419E7156" w14:textId="77777777" w:rsidR="00BC40F0" w:rsidRDefault="00BC40F0" w:rsidP="00BC40F0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Usando ferramentas digitais e demonstrando conhecimento das técnicas de correção de cor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66EC342" w14:textId="77777777" w:rsidR="00BC40F0" w:rsidRPr="00F87025" w:rsidRDefault="00BC40F0" w:rsidP="00BC40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245C513" w14:textId="77777777" w:rsidR="00BC40F0" w:rsidRDefault="00BC40F0" w:rsidP="00BC40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19A61464" w14:textId="77777777" w:rsidR="00BC40F0" w:rsidRDefault="00BC40F0" w:rsidP="00BC40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digital.</w:t>
      </w:r>
    </w:p>
    <w:p w14:paraId="1368F36F" w14:textId="77777777" w:rsidR="00BC40F0" w:rsidRPr="00CD4CF0" w:rsidRDefault="00BC40F0" w:rsidP="00BC40F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3C4F9828" w14:textId="77777777" w:rsidR="00BC40F0" w:rsidRPr="00984B30" w:rsidRDefault="00BC40F0" w:rsidP="00BC40F0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48CFE29" w14:textId="77777777" w:rsidR="00BC40F0" w:rsidRPr="00F87025" w:rsidRDefault="00BC40F0" w:rsidP="00BC40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FFF5D9C" w14:textId="77777777" w:rsidR="00BC40F0" w:rsidRDefault="00BC40F0" w:rsidP="00BC40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2B70708" w14:textId="77777777" w:rsidR="00BC40F0" w:rsidRPr="00C34354" w:rsidRDefault="00BC40F0" w:rsidP="00BC40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295A430" w14:textId="77777777" w:rsidR="00BC40F0" w:rsidRDefault="00BC40F0" w:rsidP="00BC40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41C87697" w14:textId="77777777" w:rsidR="00BC40F0" w:rsidRPr="00BA1DFF" w:rsidRDefault="00BC40F0" w:rsidP="00BC40F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imagens a necessitar de correção de cor e já corrigidas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27A5EB1" w14:textId="77777777" w:rsidR="00BC40F0" w:rsidRPr="00F87025" w:rsidRDefault="00BC40F0" w:rsidP="00BC40F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8F82FE" w14:textId="77777777" w:rsidR="00BC40F0" w:rsidRDefault="00BC40F0" w:rsidP="00BC40F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BA12A2E" w14:textId="77777777" w:rsidR="00BC40F0" w:rsidRPr="00C34354" w:rsidRDefault="00BC40F0" w:rsidP="00BC40F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0DC13BB" w14:textId="77777777" w:rsidR="00BC40F0" w:rsidRPr="00C34354" w:rsidRDefault="00BC40F0" w:rsidP="00BC40F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teoria da cor; demonstrativo para prática de </w:t>
      </w:r>
      <w:r w:rsidRPr="00B36B37">
        <w:rPr>
          <w:rFonts w:ascii="Verdana Pro Light" w:eastAsia="Arial Unicode MS" w:hAnsi="Verdana Pro Light" w:cs="Arial Unicode MS"/>
          <w:sz w:val="18"/>
          <w:szCs w:val="18"/>
        </w:rPr>
        <w:t xml:space="preserve">técnicas </w:t>
      </w:r>
      <w:r>
        <w:rPr>
          <w:rFonts w:ascii="Verdana Pro Light" w:eastAsia="Arial Unicode MS" w:hAnsi="Verdana Pro Light" w:cs="Arial Unicode MS"/>
          <w:sz w:val="18"/>
          <w:szCs w:val="18"/>
        </w:rPr>
        <w:t>correção de cor e ativo para exercícios práticos de correção de cor em imagens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5EDD1DD" w14:textId="77777777" w:rsidR="00BC40F0" w:rsidRPr="005559C3" w:rsidRDefault="00BC40F0" w:rsidP="00BC40F0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pode ser mista</w:t>
      </w:r>
    </w:p>
    <w:bookmarkEnd w:id="5"/>
    <w:p w14:paraId="4F98D889" w14:textId="77777777" w:rsidR="00BC40F0" w:rsidRPr="00B36B37" w:rsidRDefault="00BC40F0" w:rsidP="00BC40F0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35B7E406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6AB3955D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0676132A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7AC9E7D4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2ECFAB59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6FED4E92" w14:textId="77777777" w:rsidR="00BC40F0" w:rsidRDefault="00BC40F0" w:rsidP="00BC40F0">
      <w:pPr>
        <w:rPr>
          <w:rFonts w:ascii="Verdana Pro Light" w:hAnsi="Verdana Pro Light"/>
          <w:smallCaps/>
        </w:rPr>
      </w:pPr>
    </w:p>
    <w:p w14:paraId="4E11FB11" w14:textId="77777777" w:rsidR="004E7559" w:rsidRDefault="004E7559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63BE371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EF59E52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417813F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30B43ED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F6E385A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380769C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AF6EA36" w14:textId="77777777" w:rsidR="00BC40F0" w:rsidRDefault="00BC40F0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FF79CC2" w14:textId="77777777" w:rsidR="00710709" w:rsidRDefault="00710709" w:rsidP="00710709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0709" w:rsidRPr="00136AD8" w14:paraId="5ADBABA8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4596D1" w14:textId="77777777" w:rsidR="00710709" w:rsidRPr="000D4397" w:rsidRDefault="007107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B7AFB0" w14:textId="77777777" w:rsidR="00710709" w:rsidRPr="000D4397" w:rsidRDefault="007107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exterior</w:t>
            </w:r>
          </w:p>
        </w:tc>
      </w:tr>
    </w:tbl>
    <w:p w14:paraId="38553921" w14:textId="77777777" w:rsidR="00710709" w:rsidRPr="00136AD8" w:rsidRDefault="00710709" w:rsidP="007107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7D6C73" w14:textId="77777777" w:rsidR="00710709" w:rsidRDefault="00710709" w:rsidP="007107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EB639DD" w14:textId="77777777" w:rsidR="00710709" w:rsidRPr="003200F2" w:rsidRDefault="00710709" w:rsidP="007107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FD6B510" w14:textId="77777777" w:rsidR="00710709" w:rsidRPr="00136AD8" w:rsidRDefault="00710709" w:rsidP="007107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10709" w:rsidRPr="00136AD8" w14:paraId="173AF369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ED2897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10709" w:rsidRPr="00136AD8" w14:paraId="0A76DAE2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98D2B8" w14:textId="77777777" w:rsidR="00710709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40D8B2F0" w14:textId="77777777" w:rsidR="00710709" w:rsidRPr="00E763D6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54556FB6" w14:textId="77777777" w:rsidR="00710709" w:rsidRPr="00E763D6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 de exterior</w:t>
            </w:r>
          </w:p>
          <w:p w14:paraId="6CAB80BE" w14:textId="77777777" w:rsidR="00710709" w:rsidRPr="00413243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710709" w:rsidRPr="00136AD8" w14:paraId="4820050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B7CC46" w14:textId="77777777" w:rsidR="00710709" w:rsidRPr="001B353A" w:rsidRDefault="00710709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244771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D55B65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0709" w:rsidRPr="00136AD8" w14:paraId="733E344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D3456" w14:textId="77777777" w:rsidR="00710709" w:rsidRPr="00842D50" w:rsidRDefault="00710709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Características da luz natural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B7D7E76" w14:textId="77777777" w:rsidR="00710709" w:rsidRPr="001E0067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iferentes contextos ambientais </w:t>
            </w:r>
          </w:p>
          <w:p w14:paraId="4869700D" w14:textId="77777777" w:rsidR="00710709" w:rsidRPr="001E0067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Variação da temperatura de cor ao longo do dia</w:t>
            </w:r>
          </w:p>
          <w:p w14:paraId="0FFC6DE1" w14:textId="77777777" w:rsidR="00710709" w:rsidRPr="001E0067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na fotografia de exterior:</w:t>
            </w:r>
          </w:p>
          <w:p w14:paraId="62100B55" w14:textId="77777777" w:rsidR="00710709" w:rsidRPr="001E0067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Aproveitamento das características da luz natural</w:t>
            </w:r>
          </w:p>
          <w:p w14:paraId="1C8F975E" w14:textId="77777777" w:rsidR="00710709" w:rsidRPr="00E6774B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da luz artificial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BAEC2AC" w14:textId="77777777" w:rsidR="00710709" w:rsidRDefault="00710709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de paisagem natural, urbana e industrial</w:t>
            </w:r>
          </w:p>
          <w:p w14:paraId="0A6F0BF1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ariedade de cenários</w:t>
            </w:r>
          </w:p>
          <w:p w14:paraId="6129CCA7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 únicas a serem consideradas</w:t>
            </w:r>
          </w:p>
          <w:p w14:paraId="1B9D1409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sombras e contrastes</w:t>
            </w:r>
          </w:p>
          <w:p w14:paraId="7416704A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equilibrada</w:t>
            </w:r>
          </w:p>
          <w:p w14:paraId="1BDEAA9D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rofundidade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ampo</w:t>
            </w:r>
          </w:p>
          <w:p w14:paraId="484419E2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onga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xposição</w:t>
            </w:r>
          </w:p>
          <w:p w14:paraId="77A1CC90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erspetiva</w:t>
            </w:r>
          </w:p>
          <w:p w14:paraId="1531ABDF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Detalhes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exturas</w:t>
            </w:r>
          </w:p>
          <w:p w14:paraId="2D9B51B8" w14:textId="77777777" w:rsidR="00710709" w:rsidRPr="001E0067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e simetria</w:t>
            </w:r>
          </w:p>
          <w:p w14:paraId="3A9AD32A" w14:textId="77777777" w:rsidR="00710709" w:rsidRPr="001E0067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0A3CB7F" w14:textId="77777777" w:rsidR="00710709" w:rsidRPr="000C652B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06C2ADCB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7591F260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7B0C3E77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  <w:p w14:paraId="1FC54329" w14:textId="77777777" w:rsidR="00710709" w:rsidRPr="003112DB" w:rsidRDefault="00710709" w:rsidP="00017090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DAE2CF8" w14:textId="77777777" w:rsidR="00710709" w:rsidRDefault="00710709" w:rsidP="007107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Características</w:t>
            </w:r>
          </w:p>
          <w:p w14:paraId="4E002552" w14:textId="77777777" w:rsidR="00710709" w:rsidRPr="000C652B" w:rsidRDefault="00710709" w:rsidP="007107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</w:p>
          <w:p w14:paraId="76A4A51C" w14:textId="77777777" w:rsidR="00710709" w:rsidRPr="00E6774B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F19B6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Descrever as diferentes características da luz natural ao longo do dia </w:t>
            </w:r>
          </w:p>
          <w:p w14:paraId="4C6A1C61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o equipamento fotográfico ao tipo de fotografia a realizar</w:t>
            </w:r>
          </w:p>
          <w:p w14:paraId="1DCF9719" w14:textId="77777777" w:rsidR="00710709" w:rsidRPr="00CF536A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Parametrizar a câmara fotográfica para fotografia de exterior</w:t>
            </w:r>
          </w:p>
          <w:p w14:paraId="3FE4561A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35C7E9E1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trabalhos de 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exterior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1642CB0" w14:textId="77777777" w:rsidR="00710709" w:rsidRPr="00413243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132E83" w14:textId="77777777" w:rsidR="00710709" w:rsidRPr="00E6774B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C1182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06891B9" w14:textId="77777777" w:rsidR="00710709" w:rsidRDefault="00710709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6AB5CD1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714AC72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5F286841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C347376" w14:textId="77777777" w:rsidR="00710709" w:rsidRPr="000173C0" w:rsidRDefault="00710709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6893C3" w14:textId="77777777" w:rsidR="00710709" w:rsidRDefault="00710709" w:rsidP="007107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F95F02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BBE87EC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B7D36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exterior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7714B6B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</w:t>
      </w:r>
      <w:r>
        <w:rPr>
          <w:rFonts w:ascii="Verdana Pro Light" w:eastAsia="Arial Unicode MS" w:hAnsi="Verdana Pro Light" w:cs="Arial Unicode MS"/>
          <w:sz w:val="18"/>
          <w:szCs w:val="18"/>
        </w:rPr>
        <w:t>conceito visual/linguagem estética tendo em conta os objetivos da sessão fotográfica</w:t>
      </w:r>
    </w:p>
    <w:p w14:paraId="706703D0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t xml:space="preserve">Planeando a sessão fotográfica sabendo selecionar o momento do dia tendo em conta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v</w:t>
      </w:r>
      <w:r w:rsidRPr="003A45C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ariações da temperatura de cor ao longo do dia</w:t>
      </w:r>
    </w:p>
    <w:p w14:paraId="3B0A2864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Assegurando a disponibilidade do equipamento necessário </w:t>
      </w:r>
    </w:p>
    <w:p w14:paraId="0FBC587A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objetivas tendo em conta as suas características e os objetivos da sessão fotográfica</w:t>
      </w:r>
    </w:p>
    <w:p w14:paraId="479AF31F" w14:textId="77777777" w:rsidR="00710709" w:rsidRPr="004330C8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Captando e editando imagens com rigor estético e técnico.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E6DCBF3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35DB07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E208CC3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31C4DA00" w14:textId="77777777" w:rsidR="00710709" w:rsidRPr="0031055E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67EBFE93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3923FAB" w14:textId="77777777" w:rsidR="00710709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CA15D08" w14:textId="77777777" w:rsidR="00710709" w:rsidRPr="00C34354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57AFAE9" w14:textId="77777777" w:rsidR="00710709" w:rsidRPr="000707EF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69F891FC" w14:textId="77777777" w:rsidR="00710709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0056C7C" w14:textId="77777777" w:rsidR="00710709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6B1F6ECB" w14:textId="77777777" w:rsidR="00710709" w:rsidRPr="003A45CE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de exterior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EA3FDC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8A0A1BB" w14:textId="77777777" w:rsidR="00710709" w:rsidRDefault="00710709" w:rsidP="007107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5694F5C" w14:textId="77777777" w:rsidR="00710709" w:rsidRPr="00C34354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41660C0" w14:textId="77777777" w:rsidR="00710709" w:rsidRPr="00C34354" w:rsidRDefault="00710709" w:rsidP="0071070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 de exterior e ativo para desenvolvimento de um projeto prático de fotografia de exterior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98A87E8" w14:textId="77777777" w:rsidR="00710709" w:rsidRPr="007831EA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28CA72C" w14:textId="77777777" w:rsidR="00710709" w:rsidRPr="00335AB2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8F61F4C" w14:textId="77777777" w:rsidR="00710709" w:rsidRPr="0031055E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 xml:space="preserve">objetivas </w:t>
      </w:r>
    </w:p>
    <w:p w14:paraId="051B780F" w14:textId="77777777" w:rsidR="00710709" w:rsidRPr="00051C79" w:rsidRDefault="00710709" w:rsidP="0071070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10709" w:rsidRPr="00136AD8" w14:paraId="3D767F23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9D99BF0" w14:textId="77777777" w:rsidR="00710709" w:rsidRPr="000D4397" w:rsidRDefault="007107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3FFA69" w14:textId="77777777" w:rsidR="00710709" w:rsidRPr="000D4397" w:rsidRDefault="007107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retrato em estúdio</w:t>
            </w:r>
          </w:p>
        </w:tc>
      </w:tr>
    </w:tbl>
    <w:p w14:paraId="05F83843" w14:textId="77777777" w:rsidR="00710709" w:rsidRPr="00136AD8" w:rsidRDefault="00710709" w:rsidP="007107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E930DF3" w14:textId="77777777" w:rsidR="00710709" w:rsidRDefault="00710709" w:rsidP="007107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0A8AF22E" w14:textId="77777777" w:rsidR="00710709" w:rsidRPr="003200F2" w:rsidRDefault="00710709" w:rsidP="007107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F798C75" w14:textId="77777777" w:rsidR="00710709" w:rsidRPr="00136AD8" w:rsidRDefault="00710709" w:rsidP="007107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10709" w:rsidRPr="00136AD8" w14:paraId="46D7DF95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0E0B64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10709" w:rsidRPr="00136AD8" w14:paraId="4BB51EEA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A93251" w14:textId="77777777" w:rsidR="00710709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0FFC2971" w14:textId="77777777" w:rsidR="00710709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57CE89A0" w14:textId="77777777" w:rsidR="00710709" w:rsidRPr="00E763D6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 estúdio e selecionar os equipamentos de iluminação</w:t>
            </w:r>
          </w:p>
          <w:p w14:paraId="29829418" w14:textId="77777777" w:rsidR="00710709" w:rsidRPr="00E763D6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 direção dos modelos e captar imagens de retrato</w:t>
            </w:r>
          </w:p>
          <w:p w14:paraId="117835D0" w14:textId="77777777" w:rsidR="00710709" w:rsidRPr="00413243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710709" w:rsidRPr="00136AD8" w14:paraId="61F09E11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6FD33E" w14:textId="77777777" w:rsidR="00710709" w:rsidRPr="001B353A" w:rsidRDefault="00710709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07E25E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83F8E8" w14:textId="77777777" w:rsidR="00710709" w:rsidRPr="001B353A" w:rsidRDefault="007107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10709" w:rsidRPr="00136AD8" w14:paraId="10555C69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DE72" w14:textId="77777777" w:rsidR="00710709" w:rsidRPr="00090963" w:rsidRDefault="00710709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de dia e luz artificial:</w:t>
            </w:r>
          </w:p>
          <w:p w14:paraId="281EB2C7" w14:textId="77777777" w:rsidR="00710709" w:rsidRPr="003B21EB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3CBD3D55" w14:textId="77777777" w:rsidR="00710709" w:rsidRPr="003B21EB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contextos ambientais </w:t>
            </w:r>
          </w:p>
          <w:p w14:paraId="42E6B2D5" w14:textId="77777777" w:rsidR="00710709" w:rsidRPr="00090963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Temperaturas de cor:</w:t>
            </w:r>
          </w:p>
          <w:p w14:paraId="27675DC3" w14:textId="77777777" w:rsidR="00710709" w:rsidRPr="003B21EB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baixa, média e alta temperatura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das fontes de luz</w:t>
            </w:r>
          </w:p>
          <w:p w14:paraId="4384C726" w14:textId="77777777" w:rsidR="00710709" w:rsidRPr="00E15212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temperaturas de cor</w:t>
            </w: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7D8D751" w14:textId="77777777" w:rsidR="00710709" w:rsidRPr="00090963" w:rsidRDefault="00710709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Fontes de luz artificial:</w:t>
            </w:r>
          </w:p>
          <w:p w14:paraId="34C92873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24219E71" w14:textId="77777777" w:rsidR="00710709" w:rsidRPr="003B21EB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contínua </w:t>
            </w:r>
          </w:p>
          <w:p w14:paraId="38C826A6" w14:textId="77777777" w:rsidR="00710709" w:rsidRDefault="00710709" w:rsidP="007107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eletrónico</w:t>
            </w:r>
          </w:p>
          <w:p w14:paraId="717F80B9" w14:textId="77777777" w:rsidR="00710709" w:rsidRPr="003B21EB" w:rsidRDefault="00710709" w:rsidP="007107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portátil</w:t>
            </w:r>
          </w:p>
          <w:p w14:paraId="437A31EB" w14:textId="77777777" w:rsidR="00710709" w:rsidRDefault="00710709" w:rsidP="007107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de estúdio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Autónomos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41D9CFD3" w14:textId="77777777" w:rsidR="00710709" w:rsidRPr="00C72912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Medição de luz contínua e luz de flash eletrónico:</w:t>
            </w:r>
          </w:p>
          <w:p w14:paraId="5C06A81E" w14:textId="77777777" w:rsidR="00710709" w:rsidRPr="00C72912" w:rsidRDefault="00710709" w:rsidP="00710709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Flash </w:t>
            </w:r>
            <w:r w:rsidRPr="00C7291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meter</w:t>
            </w:r>
          </w:p>
          <w:p w14:paraId="066C7845" w14:textId="77777777" w:rsidR="00710709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 para modelação da luz artificial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A4E9BBA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04B8EBF1" w14:textId="77777777" w:rsidR="00710709" w:rsidRDefault="00710709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Iluminação para retrato:</w:t>
            </w:r>
          </w:p>
          <w:p w14:paraId="454026F6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 de luz principal</w:t>
            </w:r>
          </w:p>
          <w:p w14:paraId="49237DDD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Preenchimento de luz</w:t>
            </w:r>
          </w:p>
          <w:p w14:paraId="71A06099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fundo</w:t>
            </w:r>
          </w:p>
          <w:p w14:paraId="30A6BB34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Rim Light (Luz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ontorno)</w:t>
            </w:r>
          </w:p>
          <w:p w14:paraId="076889D8" w14:textId="77777777" w:rsidR="00710709" w:rsidRPr="00662996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Modificação da luz</w:t>
            </w:r>
          </w:p>
          <w:p w14:paraId="507CCFAD" w14:textId="77777777" w:rsidR="00710709" w:rsidRPr="00662996" w:rsidRDefault="00710709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 corpo humano:</w:t>
            </w:r>
          </w:p>
          <w:p w14:paraId="5F380021" w14:textId="77777777" w:rsidR="00710709" w:rsidRPr="00662996" w:rsidRDefault="00710709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Proporções e enquadramento</w:t>
            </w:r>
          </w:p>
          <w:p w14:paraId="0269DB7E" w14:textId="77777777" w:rsidR="00710709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iluminação de estúdio</w:t>
            </w:r>
          </w:p>
          <w:p w14:paraId="32161AA9" w14:textId="77777777" w:rsidR="00710709" w:rsidRPr="00C72912" w:rsidRDefault="00710709" w:rsidP="0071070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15098D7B" w14:textId="77777777" w:rsidR="00710709" w:rsidRPr="00662996" w:rsidRDefault="00710709" w:rsidP="00710709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2A856820" w14:textId="77777777" w:rsidR="00710709" w:rsidRPr="001E0067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AF84F31" w14:textId="77777777" w:rsidR="00710709" w:rsidRPr="000C652B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0302F427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235D3E7B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4B32C502" w14:textId="77777777" w:rsidR="00710709" w:rsidRPr="001B653B" w:rsidRDefault="007107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CC3C7" w14:textId="77777777" w:rsidR="00710709" w:rsidRPr="00E15212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istinguir</w:t>
            </w: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características da luz natural e da luz artificial.</w:t>
            </w:r>
            <w:r w:rsidRPr="00E15212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br/>
            </w:r>
          </w:p>
          <w:p w14:paraId="65AF9244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diversos tipos de luz artificial usados em fotografia.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8B26FA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o tipo de iluminação artificial em função das situações fotográficas apresentadas.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4630A5B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 tipo de máquina e objetiva adequado ao estilo de retrato que se pretende.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6910E1E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vários tipos de luz e medi-la para fotografar retratos.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5D74C33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Dirigir modelos em sessões fotográficas</w:t>
            </w:r>
          </w:p>
          <w:p w14:paraId="4F92F5F3" w14:textId="77777777" w:rsidR="00710709" w:rsidRPr="00A1459C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F258AC" w14:textId="77777777" w:rsidR="00710709" w:rsidRPr="00E15212" w:rsidRDefault="007107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09FD2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313FECE5" w14:textId="77777777" w:rsidR="00710709" w:rsidRPr="00A1459C" w:rsidRDefault="00710709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7C6FCA1B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7A9617F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80E305B" w14:textId="77777777" w:rsidR="00710709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0362107E" w14:textId="77777777" w:rsidR="00710709" w:rsidRPr="00A1459C" w:rsidRDefault="007107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641F67CB" w14:textId="77777777" w:rsidR="00710709" w:rsidRPr="00174C0E" w:rsidRDefault="00710709" w:rsidP="00017090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DDD587" w14:textId="77777777" w:rsidR="00710709" w:rsidRPr="00E15212" w:rsidRDefault="00710709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35C6DCBF" w14:textId="77777777" w:rsidR="00710709" w:rsidRDefault="00710709" w:rsidP="007107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0F527F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BDC9413" w14:textId="77777777" w:rsidR="00710709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0105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retrato em estúdio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82970BF" w14:textId="77777777" w:rsidR="00710709" w:rsidRPr="005C1803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CD1. Criando um conceito visual/linguagem estética tendo em conta os objetivos da sessão fotográfica</w:t>
      </w:r>
    </w:p>
    <w:p w14:paraId="18D7330B" w14:textId="77777777" w:rsidR="00710709" w:rsidRPr="005C1803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CD2. Preparando o estúdio de fotografia tendo em conta as normas de segurança e selecionando os equipamentos e acessórios de iluminação apropriados aos objetivos da sessão fotográfica</w:t>
      </w:r>
    </w:p>
    <w:p w14:paraId="12CDF6CE" w14:textId="77777777" w:rsidR="00710709" w:rsidRPr="005C1803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 sessão fotográfica</w:t>
      </w:r>
    </w:p>
    <w:p w14:paraId="0281ED18" w14:textId="77777777" w:rsidR="00710709" w:rsidRPr="005C1803" w:rsidRDefault="00710709" w:rsidP="007107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. Captando imagens com rigor estético e técnico.</w:t>
      </w:r>
    </w:p>
    <w:p w14:paraId="4D71644B" w14:textId="77777777" w:rsidR="00710709" w:rsidRPr="004330C8" w:rsidRDefault="00710709" w:rsidP="00710709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2218265" w14:textId="77777777" w:rsidR="00710709" w:rsidRPr="00A1459C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A940B73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0C87FB72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7C5EE86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5F5C67AA" w14:textId="77777777" w:rsidR="00710709" w:rsidRDefault="00710709" w:rsidP="007107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701CE8E" w14:textId="77777777" w:rsidR="00710709" w:rsidRPr="00984B30" w:rsidRDefault="00710709" w:rsidP="00710709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B5E09B6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A742CB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8BA17A7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662A1418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7751CB6C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17F5E992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500E38EA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4CAA4FA9" w14:textId="77777777" w:rsidR="00710709" w:rsidRPr="00A1459C" w:rsidRDefault="00710709" w:rsidP="007107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Casos de estudo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BEDA64" w14:textId="77777777" w:rsidR="00710709" w:rsidRPr="00F87025" w:rsidRDefault="00710709" w:rsidP="007107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lastRenderedPageBreak/>
        <w:t>Observações</w:t>
      </w:r>
    </w:p>
    <w:p w14:paraId="00CCF98F" w14:textId="77777777" w:rsidR="00710709" w:rsidRDefault="00710709" w:rsidP="007107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28EA483" w14:textId="77777777" w:rsidR="00710709" w:rsidRPr="00A1459C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454A0CF5" w14:textId="77777777" w:rsidR="00710709" w:rsidRPr="00A1459C" w:rsidRDefault="00710709" w:rsidP="0071070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com recurso a meios visuais e/ou audiovisuais para a explicitação dos conceitos associados à iluminação e à fotografia de retrato e ativo para desenvolvimento de um projeto prático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4DFF05D" w14:textId="77777777" w:rsidR="00710709" w:rsidRPr="00A1459C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150610" w14:textId="77777777" w:rsidR="00710709" w:rsidRPr="00A1459C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7966B54" w14:textId="77777777" w:rsidR="00710709" w:rsidRPr="00A1459C" w:rsidRDefault="00710709" w:rsidP="007107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10A0555A" w14:textId="77777777" w:rsidR="00710709" w:rsidRDefault="00710709" w:rsidP="007107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D500DD" w14:textId="77777777" w:rsidR="00CE2193" w:rsidRPr="000521F4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E2193" w:rsidRPr="00136AD8" w14:paraId="163C75C7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8F0F94" w14:textId="0300DF22" w:rsidR="00CE2193" w:rsidRPr="000D4397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001</w:t>
            </w:r>
            <w:r w:rsidR="00146F2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556CD2" w14:textId="77777777" w:rsidR="00CE2193" w:rsidRPr="000D4397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Revelar e imprimir em laboratório analógico a preto e branco</w:t>
            </w:r>
          </w:p>
        </w:tc>
      </w:tr>
    </w:tbl>
    <w:p w14:paraId="287F23B1" w14:textId="77777777" w:rsidR="00CE2193" w:rsidRPr="00136AD8" w:rsidRDefault="00CE2193" w:rsidP="00CE219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891352" w14:textId="77777777" w:rsidR="00CE2193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15B6F859" w14:textId="77777777" w:rsidR="00CE2193" w:rsidRPr="003200F2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76233B8" w14:textId="77777777" w:rsidR="00CE2193" w:rsidRPr="00136AD8" w:rsidRDefault="00CE2193" w:rsidP="00CE219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E2193" w:rsidRPr="00136AD8" w14:paraId="6D04C744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66D4F5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E2193" w:rsidRPr="00136AD8" w14:paraId="082DCAC1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5D7D1A" w14:textId="77777777" w:rsidR="00CE2193" w:rsidRPr="00E763D6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arregar o filme no tanque de revelação</w:t>
            </w:r>
          </w:p>
          <w:p w14:paraId="7C9542F5" w14:textId="77777777" w:rsidR="00CE2193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ealizar o processo de revelação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negativos a 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preto e branco </w:t>
            </w:r>
          </w:p>
          <w:p w14:paraId="05369C3B" w14:textId="77777777" w:rsidR="00CE2193" w:rsidRPr="00E763D6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valiar a qualidade 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provas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reveladas</w:t>
            </w:r>
          </w:p>
          <w:p w14:paraId="1B143437" w14:textId="77777777" w:rsidR="00CE2193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reparar e ampliar imagens em papel fotográfico preto e branco</w:t>
            </w:r>
          </w:p>
          <w:p w14:paraId="7123DEF8" w14:textId="77777777" w:rsidR="00CE2193" w:rsidRPr="0008537A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ealizar ajustes finais nas impressões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E2193" w:rsidRPr="00136AD8" w14:paraId="24D7FFA5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C80EED" w14:textId="77777777" w:rsidR="00CE2193" w:rsidRPr="001B353A" w:rsidRDefault="00CE2193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F17883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A8E7F9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E2193" w:rsidRPr="00136AD8" w14:paraId="3D4DB805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71BAA" w14:textId="77777777" w:rsidR="00CE2193" w:rsidRPr="00AD2EB4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Filme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2D6CEE26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46F8F3C8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57AD208A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</w:t>
            </w:r>
          </w:p>
          <w:p w14:paraId="27C622A7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Sensibilidades</w:t>
            </w:r>
          </w:p>
          <w:p w14:paraId="772C364F" w14:textId="77777777" w:rsidR="00CE2193" w:rsidRPr="00AD2EB4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Papel fotográfico para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762C6623" w14:textId="77777777" w:rsidR="00CE2193" w:rsidRPr="00AD2EB4" w:rsidRDefault="00CE2193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20574D38" w14:textId="77777777" w:rsidR="00CE2193" w:rsidRPr="00AD2EB4" w:rsidRDefault="00CE2193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Superfícies</w:t>
            </w:r>
          </w:p>
          <w:p w14:paraId="503A249A" w14:textId="77777777" w:rsidR="00CE2193" w:rsidRPr="00AD2EB4" w:rsidRDefault="00CE2193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</w:p>
          <w:p w14:paraId="619AF7D1" w14:textId="77777777" w:rsidR="00CE2193" w:rsidRPr="00AD2EB4" w:rsidRDefault="00CE2193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Grau fixo e contraste variável</w:t>
            </w:r>
          </w:p>
          <w:p w14:paraId="1121FEE5" w14:textId="77777777" w:rsidR="00CE2193" w:rsidRPr="00AD2EB4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Produtos químicos para revelação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603C553B" w14:textId="77777777" w:rsidR="00CE2193" w:rsidRPr="00AD2EB4" w:rsidRDefault="00CE2193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059EA190" w14:textId="77777777" w:rsidR="00CE2193" w:rsidRPr="00AD2EB4" w:rsidRDefault="00CE2193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31A8BEB8" w14:textId="77777777" w:rsidR="00CE2193" w:rsidRPr="00AD2EB4" w:rsidRDefault="00CE2193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31A97588" w14:textId="77777777" w:rsidR="00CE2193" w:rsidRPr="00AD2EB4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Revelação de filmes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4D0EB055" w14:textId="77777777" w:rsidR="00CE2193" w:rsidRPr="00AD2EB4" w:rsidRDefault="00CE2193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Fases, tempos e temperaturas de processamento</w:t>
            </w:r>
          </w:p>
          <w:p w14:paraId="478F831F" w14:textId="77777777" w:rsidR="00CE2193" w:rsidRPr="00AD2EB4" w:rsidRDefault="00CE2193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Diluições</w:t>
            </w:r>
          </w:p>
          <w:p w14:paraId="67A618B9" w14:textId="77777777" w:rsidR="00CE2193" w:rsidRPr="00AD2EB4" w:rsidRDefault="00CE2193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 e conservação de filmes a P/B</w:t>
            </w:r>
          </w:p>
          <w:p w14:paraId="6A0F5097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68939375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Tanques</w:t>
            </w:r>
          </w:p>
          <w:p w14:paraId="008CF135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Espirais</w:t>
            </w:r>
          </w:p>
          <w:p w14:paraId="3A0E41D7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Termómetro</w:t>
            </w:r>
          </w:p>
          <w:p w14:paraId="5000A8CD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Provetas</w:t>
            </w:r>
          </w:p>
          <w:p w14:paraId="4458A1A8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Molas</w:t>
            </w:r>
          </w:p>
          <w:p w14:paraId="173E7410" w14:textId="77777777" w:rsidR="00CE2193" w:rsidRPr="00AD2EB4" w:rsidRDefault="00CE2193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filme</w:t>
            </w:r>
          </w:p>
          <w:p w14:paraId="51F74EF8" w14:textId="77777777" w:rsidR="00CE2193" w:rsidRPr="00734AB4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Ampliação e processamento do papel fotográfico para preto e branco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79D7309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0E52EC2D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1E3B2DE7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5F5CA931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Lavagem</w:t>
            </w:r>
          </w:p>
          <w:p w14:paraId="00D3B870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Secagem</w:t>
            </w:r>
          </w:p>
          <w:p w14:paraId="555748EC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10957455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Ampliador</w:t>
            </w:r>
          </w:p>
          <w:p w14:paraId="509CA3B7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Temporizador</w:t>
            </w:r>
          </w:p>
          <w:p w14:paraId="24417E38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Marginador</w:t>
            </w:r>
          </w:p>
          <w:p w14:paraId="7F9402E8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Lupa de focagem</w:t>
            </w:r>
          </w:p>
          <w:p w14:paraId="6C4072F1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Tinas</w:t>
            </w:r>
          </w:p>
          <w:p w14:paraId="7F8680B5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Pinças de revelação</w:t>
            </w:r>
          </w:p>
          <w:p w14:paraId="66049504" w14:textId="77777777" w:rsidR="00CE2193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papel</w:t>
            </w:r>
          </w:p>
          <w:p w14:paraId="58D59EA2" w14:textId="77777777" w:rsidR="00CE2193" w:rsidRPr="00D422AC" w:rsidRDefault="00CE2193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laboratório de revelação</w:t>
            </w:r>
          </w:p>
          <w:p w14:paraId="16338113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50EB6FAC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produtos químicos</w:t>
            </w:r>
          </w:p>
          <w:p w14:paraId="7327F50B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5EF0A5D9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7639A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Caracterizar os vários tipos de filme e de papel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0954E8C2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processo químico de revelação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19721DD7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laboratório</w:t>
            </w:r>
          </w:p>
          <w:p w14:paraId="49EF7FE5" w14:textId="77777777" w:rsidR="00CE2193" w:rsidRPr="00734AB4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normas de segurança na utilização de laboratório de revelação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A5647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B9C8C5B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FC13920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2B97810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03FC5D1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994D21E" w14:textId="77777777" w:rsidR="00CE2193" w:rsidRPr="000173C0" w:rsidRDefault="00CE2193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99599A" w14:textId="77777777" w:rsidR="00CE2193" w:rsidRDefault="00CE2193" w:rsidP="00CE219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0F5538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6450AE0" w14:textId="77777777" w:rsidR="00CE2193" w:rsidRDefault="00CE2193" w:rsidP="00CE21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57">
        <w:rPr>
          <w:rFonts w:ascii="Verdana Pro Light" w:eastAsia="Arial Unicode MS" w:hAnsi="Verdana Pro Light" w:cs="Times New Roman"/>
          <w:b/>
          <w:sz w:val="18"/>
          <w:szCs w:val="18"/>
        </w:rPr>
        <w:t>Revelar e imprimir em laboratório analógico a preto 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1BF22CB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arreg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filme no tanque de revelação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condições do local e garantido o escuro total</w:t>
      </w:r>
    </w:p>
    <w:p w14:paraId="0CA6A369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processo de revelação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negativos a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 xml:space="preserve">seguindo os procedimentos e tempos específicos para obter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resultados desejados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6FD7A891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valia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 qualidade das </w:t>
      </w:r>
      <w:r>
        <w:rPr>
          <w:rFonts w:ascii="Verdana Pro Light" w:eastAsia="Arial Unicode MS" w:hAnsi="Verdana Pro Light" w:cs="Arial Unicode MS"/>
          <w:sz w:val="18"/>
          <w:szCs w:val="18"/>
        </w:rPr>
        <w:t>provas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reveladas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ajustando os parâmetros de revelação conforme necessário para alcançar os resultados desejados</w:t>
      </w:r>
    </w:p>
    <w:p w14:paraId="3F6AB012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mplia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ndo as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imagens em papel fotográfico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t>seguindo os procedimentos de exposição, desenvolvimento e fixação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7AF183DE" w14:textId="77777777" w:rsidR="00CE2193" w:rsidRPr="00BA1DFF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ajustes finais nas impressões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contrate e a tonalidade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E5CD9FB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B232F3F" w14:textId="77777777" w:rsidR="00CE2193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3FD88583" w14:textId="77777777" w:rsidR="00CE2193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086D5B8" w14:textId="77777777" w:rsidR="00CE2193" w:rsidRPr="00CD4CF0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FC1D998" w14:textId="77777777" w:rsidR="00CE2193" w:rsidRPr="00984B30" w:rsidRDefault="00CE2193" w:rsidP="00CE219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AC58FD5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82BC2B6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1D97BE9" w14:textId="77777777" w:rsidR="00CE2193" w:rsidRPr="00C34354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lastRenderedPageBreak/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F737188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Filme preto e branco</w:t>
      </w:r>
    </w:p>
    <w:p w14:paraId="3AD77115" w14:textId="77777777" w:rsidR="00CE2193" w:rsidRPr="000707EF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Papel fotográfico preto e branco</w:t>
      </w:r>
    </w:p>
    <w:p w14:paraId="761A0413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>Produtos químicos para revelação a preto e branco</w:t>
      </w:r>
    </w:p>
    <w:p w14:paraId="5F1B37C0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revelação e ampliação a preto e branco</w:t>
      </w:r>
    </w:p>
    <w:p w14:paraId="32369B7D" w14:textId="77777777" w:rsidR="00CE2193" w:rsidRPr="00BA1DFF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 de revelação a preto e branco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F7E2F9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7CB5F20" w14:textId="77777777" w:rsidR="00CE2193" w:rsidRDefault="00CE2193" w:rsidP="00CE21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00CFB0F" w14:textId="77777777" w:rsidR="00CE2193" w:rsidRPr="00C34354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D083D46" w14:textId="77777777" w:rsidR="00CE2193" w:rsidRPr="00C34354" w:rsidRDefault="00CE2193" w:rsidP="00CE219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revelação a preto e branco; demonstrativo para prática de revelação a preto e branco e ativo para exercícios práticos de revelação a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0238391" w14:textId="77777777" w:rsidR="00CE2193" w:rsidRPr="007831EA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7B230C" w14:textId="77777777" w:rsidR="00CE2193" w:rsidRPr="00335AB2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FC673D" w14:textId="77777777" w:rsidR="00CE2193" w:rsidRPr="000521F4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revelação a preto e branco e respetivo equipamento de revelação e ampliação ou a parceria com entidades que possam este tipo de espaço e equipamento. </w:t>
      </w:r>
    </w:p>
    <w:p w14:paraId="09116DE0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CB0CE43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5E5E0C5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EECA5ED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7A6766C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19FADB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7B97370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08E34ED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A914C81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330B3A0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E67D4E6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05F31E1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F0952AB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3B51A00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5B34E77" w14:textId="77777777" w:rsidR="00CE2193" w:rsidRPr="000521F4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AD5E441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E2193" w:rsidRPr="00136AD8" w14:paraId="71962C23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AA24DDC" w14:textId="769CB19E" w:rsidR="00CE2193" w:rsidRPr="00F42D38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1F522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F91A5E5" w14:textId="77777777" w:rsidR="00CE2193" w:rsidRPr="00F42D38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4007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Revelar e imprimir em laboratório digital a cores</w:t>
            </w:r>
          </w:p>
        </w:tc>
      </w:tr>
    </w:tbl>
    <w:p w14:paraId="292834C6" w14:textId="77777777" w:rsidR="00CE2193" w:rsidRPr="00136AD8" w:rsidRDefault="00CE2193" w:rsidP="00CE219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67D65BA" w14:textId="77777777" w:rsidR="00CE2193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13B4433A" w14:textId="77777777" w:rsidR="00CE2193" w:rsidRPr="003200F2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583B375" w14:textId="77777777" w:rsidR="00CE2193" w:rsidRPr="00136AD8" w:rsidRDefault="00CE2193" w:rsidP="00CE219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E2193" w:rsidRPr="00136AD8" w14:paraId="0F787D9B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884980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E2193" w:rsidRPr="00136AD8" w14:paraId="6C9CE54E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776F70" w14:textId="77777777" w:rsidR="00CE2193" w:rsidRPr="00E763D6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imagem</w:t>
            </w:r>
          </w:p>
          <w:p w14:paraId="2CFAE425" w14:textId="77777777" w:rsidR="00CE2193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Transferir a imagem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00F2BB8" w14:textId="77777777" w:rsidR="00CE2193" w:rsidRPr="00E763D6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 papel e configurações de impressão</w:t>
            </w:r>
          </w:p>
          <w:p w14:paraId="510D083C" w14:textId="77777777" w:rsidR="00CE2193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Configurar a impressora e imprimir</w:t>
            </w:r>
          </w:p>
          <w:p w14:paraId="7C01D031" w14:textId="77777777" w:rsidR="00CE2193" w:rsidRPr="0008537A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E2193" w:rsidRPr="00136AD8" w14:paraId="095A8F5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15C4C4" w14:textId="77777777" w:rsidR="00CE2193" w:rsidRPr="001B353A" w:rsidRDefault="00CE2193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2A6E8B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DF8E15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E2193" w:rsidRPr="00136AD8" w14:paraId="629EE7E0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938DE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rquivo de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18479510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0D2E3665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40E98148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Resolução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ão: </w:t>
            </w:r>
          </w:p>
          <w:p w14:paraId="591170A9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0D1BE481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0219EBEE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Calibração de Cores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77CAC61" w14:textId="77777777" w:rsidR="00CE2193" w:rsidRDefault="00CE2193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de cor</w:t>
            </w:r>
          </w:p>
          <w:p w14:paraId="44EDD171" w14:textId="77777777" w:rsidR="00CE2193" w:rsidRPr="00AD2EB4" w:rsidRDefault="00CE2193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</w:t>
            </w:r>
          </w:p>
          <w:p w14:paraId="7288C27A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Papel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0399A7C7" w14:textId="77777777" w:rsidR="00CE2193" w:rsidRDefault="00CE2193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características</w:t>
            </w:r>
          </w:p>
          <w:p w14:paraId="38C62EAC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ecnologias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5F94ADC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impressoras</w:t>
            </w:r>
          </w:p>
          <w:p w14:paraId="67B9B39C" w14:textId="77777777" w:rsidR="00CE2193" w:rsidRPr="00AD2EB4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impressão</w:t>
            </w:r>
          </w:p>
          <w:p w14:paraId="5A2C51C5" w14:textId="77777777" w:rsidR="00CE2193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E4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mpressoras fotográficas de alta resolução </w:t>
            </w:r>
          </w:p>
          <w:p w14:paraId="7149D432" w14:textId="77777777" w:rsidR="00CE2193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edição de imagem</w:t>
            </w:r>
          </w:p>
          <w:p w14:paraId="385E7601" w14:textId="77777777" w:rsidR="00CE2193" w:rsidRPr="005E47C6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alibradores de cores</w:t>
            </w:r>
          </w:p>
          <w:p w14:paraId="1AE1D750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laboratório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digital</w:t>
            </w:r>
          </w:p>
          <w:p w14:paraId="650DCE75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5DB659C2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379E5FF6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43D34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formatos de arquivo de imagens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63CCFC0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resolução e dimensão das imagens</w:t>
            </w:r>
          </w:p>
          <w:p w14:paraId="75FAED1C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perfis de cor</w:t>
            </w:r>
          </w:p>
          <w:p w14:paraId="36674EBF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vários tipos de papel fotográfico</w:t>
            </w:r>
          </w:p>
          <w:p w14:paraId="3444CDBA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Manusear impressoras digitais </w:t>
            </w:r>
          </w:p>
          <w:p w14:paraId="4E953854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edi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ção </w:t>
            </w: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</w:t>
            </w:r>
          </w:p>
          <w:p w14:paraId="4D9ECD99" w14:textId="77777777" w:rsidR="00CE2193" w:rsidRPr="00EB5808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normas de segurança em laboratórios de impressão digital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253AD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B90FFAB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4AD2B92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26D61F8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9545071" w14:textId="77777777" w:rsidR="00CE2193" w:rsidRPr="000173C0" w:rsidRDefault="00CE2193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325AA4" w14:textId="77777777" w:rsidR="00CE2193" w:rsidRDefault="00CE2193" w:rsidP="00CE219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7CBE605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444409B" w14:textId="77777777" w:rsidR="00CE2193" w:rsidRPr="00587D7A" w:rsidRDefault="00CE2193" w:rsidP="00CE21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40079">
        <w:rPr>
          <w:rFonts w:ascii="Verdana Pro Light" w:eastAsia="Arial Unicode MS" w:hAnsi="Verdana Pro Light" w:cs="Times New Roman"/>
          <w:b/>
          <w:sz w:val="18"/>
          <w:szCs w:val="18"/>
        </w:rPr>
        <w:t>Revelar e imprimir em laboratório digital a cores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96F5EA4" w14:textId="77777777" w:rsidR="00CE2193" w:rsidRPr="00E763D6" w:rsidRDefault="00CE2193" w:rsidP="00CE2193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CD1. Preparando e transferindo a imagem certificando-se que tem o formato correto e a resolução adequada para a impressão</w:t>
      </w:r>
    </w:p>
    <w:p w14:paraId="308E755F" w14:textId="77777777" w:rsidR="00CE2193" w:rsidRDefault="00CE2193" w:rsidP="00CE2193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Selecionando o papel tendo em conta os objetivos pretendidos com a impressão</w:t>
      </w:r>
    </w:p>
    <w:p w14:paraId="64399567" w14:textId="77777777" w:rsidR="00CE2193" w:rsidRPr="00E763D6" w:rsidRDefault="00CE2193" w:rsidP="00CE2193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Configurando a impressora tendo em conta o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 xml:space="preserve">tamanho da imagem,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acabamento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e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correções de cor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pretendidos</w:t>
      </w:r>
    </w:p>
    <w:p w14:paraId="10256CBC" w14:textId="77777777" w:rsidR="00CE2193" w:rsidRPr="00BA1DFF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6C91362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AF95B15" w14:textId="77777777" w:rsidR="00CE2193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B283594" w14:textId="77777777" w:rsidR="00CE2193" w:rsidRPr="00CD4CF0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509C5FD5" w14:textId="77777777" w:rsidR="00CE2193" w:rsidRPr="00984B30" w:rsidRDefault="00CE2193" w:rsidP="00CE219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A154BF8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10178D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A644761" w14:textId="77777777" w:rsidR="00CE2193" w:rsidRPr="00C34354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4130ED5" w14:textId="77777777" w:rsidR="00CE2193" w:rsidRPr="000707EF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Papel fotográfico </w:t>
      </w:r>
    </w:p>
    <w:p w14:paraId="2A2CDCDE" w14:textId="77777777" w:rsidR="00CE2193" w:rsidRPr="00964B62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impressão digital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622022C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BA1D70" w14:textId="77777777" w:rsidR="00CE2193" w:rsidRDefault="00CE2193" w:rsidP="00CE21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C082828" w14:textId="77777777" w:rsidR="00CE2193" w:rsidRPr="00C34354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FF95188" w14:textId="77777777" w:rsidR="00CE2193" w:rsidRPr="00C34354" w:rsidRDefault="00CE2193" w:rsidP="00CE219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impressão digital; demonstrativo para prática de impressão digital e ativo para exercícios práticos de impressão digital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AB9C7CA" w14:textId="77777777" w:rsidR="00CE2193" w:rsidRPr="007831EA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432741D" w14:textId="77777777" w:rsidR="00CE2193" w:rsidRPr="00335AB2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E9D4D4F" w14:textId="77777777" w:rsidR="00CE2193" w:rsidRPr="00FB114A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impressão digital e respetivo equipamento e material ou a parceria com entidades que possam este tipo de espaço e equipamento. </w:t>
      </w:r>
    </w:p>
    <w:p w14:paraId="63ABA232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7A317A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C902F1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82A76C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D5DCC33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26FA4EE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0172796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3567944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E2193" w:rsidRPr="00136AD8" w14:paraId="7E41BFD5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76DC07" w14:textId="51A2CE17" w:rsidR="00CE2193" w:rsidRPr="00F42D38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4D154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5E3C678" w14:textId="77777777" w:rsidR="00CE2193" w:rsidRPr="00F42D38" w:rsidRDefault="00CE219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06FA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Imprimir pelicula em minilab</w:t>
            </w:r>
          </w:p>
        </w:tc>
      </w:tr>
    </w:tbl>
    <w:p w14:paraId="3B695134" w14:textId="77777777" w:rsidR="00CE2193" w:rsidRPr="00136AD8" w:rsidRDefault="00CE2193" w:rsidP="00CE219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25D176C" w14:textId="77777777" w:rsidR="00CE2193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8587AC7" w14:textId="77777777" w:rsidR="00CE2193" w:rsidRPr="003200F2" w:rsidRDefault="00CE2193" w:rsidP="00CE219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56AF763" w14:textId="77777777" w:rsidR="00CE2193" w:rsidRPr="00136AD8" w:rsidRDefault="00CE2193" w:rsidP="00CE219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E2193" w:rsidRPr="00136AD8" w14:paraId="6511F568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A17BAB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E2193" w:rsidRPr="00136AD8" w14:paraId="4C22CB89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009003" w14:textId="77777777" w:rsidR="00CE2193" w:rsidRPr="00E763D6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pelicula</w:t>
            </w:r>
          </w:p>
          <w:p w14:paraId="19A1BF40" w14:textId="77777777" w:rsidR="00CE2193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Digitalizar a pelicula e transferir os arquivos digitais para o minilab</w:t>
            </w:r>
          </w:p>
          <w:p w14:paraId="6D32ACF9" w14:textId="77777777" w:rsidR="00CE2193" w:rsidRPr="0008537A" w:rsidRDefault="00CE219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as imagens, configurar a impressão e imprimir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E2193" w:rsidRPr="00136AD8" w14:paraId="274E84E1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E72301" w14:textId="77777777" w:rsidR="00CE2193" w:rsidRPr="001B353A" w:rsidRDefault="00CE2193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36CE34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919002" w14:textId="77777777" w:rsidR="00CE2193" w:rsidRPr="001B353A" w:rsidRDefault="00CE219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E2193" w:rsidRPr="00136AD8" w14:paraId="3A37B32C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C71CD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pelicula: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31B67295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3F567EF1" w14:textId="77777777" w:rsidR="00CE2193" w:rsidRPr="00AD2EB4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Peliculas e processos de impressão</w:t>
            </w:r>
          </w:p>
          <w:p w14:paraId="7450C1F5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Scanner de Filme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: </w:t>
            </w:r>
          </w:p>
          <w:p w14:paraId="592DCF1C" w14:textId="77777777" w:rsidR="00CE2193" w:rsidRDefault="00CE2193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14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uncionamento e configurações </w:t>
            </w:r>
          </w:p>
          <w:p w14:paraId="4D6F4FCB" w14:textId="77777777" w:rsidR="00CE2193" w:rsidRPr="00146B4D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igitalização:</w:t>
            </w:r>
          </w:p>
          <w:p w14:paraId="42550ACB" w14:textId="77777777" w:rsidR="00CE2193" w:rsidRPr="00146B4D" w:rsidRDefault="00CE2193" w:rsidP="00017090">
            <w:pPr>
              <w:pStyle w:val="PargrafodaLista"/>
              <w:numPr>
                <w:ilvl w:val="0"/>
                <w:numId w:val="1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4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onfigurações de resolução, correção de cores e ajustes de exposição.</w:t>
            </w:r>
          </w:p>
          <w:p w14:paraId="538BE4BD" w14:textId="77777777" w:rsidR="00CE2193" w:rsidRPr="005E47C6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Configurações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38D2FC14" w14:textId="77777777" w:rsidR="00CE2193" w:rsidRDefault="00CE2193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amanho da imagem, tipo de papel fotográfico, ajustes de cor e densidade</w:t>
            </w:r>
          </w:p>
          <w:p w14:paraId="111D67CE" w14:textId="77777777" w:rsidR="00CE2193" w:rsidRPr="007C78D9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evelação:</w:t>
            </w:r>
          </w:p>
          <w:p w14:paraId="302409D3" w14:textId="77777777" w:rsidR="00CE2193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do processo químico de revelação </w:t>
            </w:r>
          </w:p>
          <w:p w14:paraId="7199C222" w14:textId="77777777" w:rsidR="00CE2193" w:rsidRPr="007C78D9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Calibração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anutenção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inilab:</w:t>
            </w:r>
          </w:p>
          <w:p w14:paraId="32B9946E" w14:textId="77777777" w:rsidR="00CE2193" w:rsidRPr="007C78D9" w:rsidRDefault="00CE2193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abeça de impressão e os tanques de químicos</w:t>
            </w:r>
          </w:p>
          <w:p w14:paraId="14800007" w14:textId="77777777" w:rsidR="00CE2193" w:rsidRPr="007C78D9" w:rsidRDefault="00CE219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laboratório digital</w:t>
            </w:r>
          </w:p>
          <w:p w14:paraId="0D8DCBA3" w14:textId="77777777" w:rsidR="00CE2193" w:rsidRPr="007C78D9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13C9DD72" w14:textId="77777777" w:rsidR="00CE2193" w:rsidRPr="007C78D9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Produtos químicos</w:t>
            </w:r>
          </w:p>
          <w:p w14:paraId="42411EDA" w14:textId="77777777" w:rsidR="00CE2193" w:rsidRPr="007C78D9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57497320" w14:textId="77777777" w:rsidR="00CE2193" w:rsidRPr="00734AB4" w:rsidRDefault="00CE2193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27BFA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tipos de pelicula</w:t>
            </w:r>
          </w:p>
          <w:p w14:paraId="20EAE822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funcionamento do scâner de filme</w:t>
            </w:r>
          </w:p>
          <w:p w14:paraId="6ED830AC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ferramentas de digitalização específicas de minilab</w:t>
            </w:r>
          </w:p>
          <w:p w14:paraId="76D02BE5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configurações de impressão em minilab</w:t>
            </w:r>
          </w:p>
          <w:p w14:paraId="2B30E24F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processo de revelação</w:t>
            </w:r>
          </w:p>
          <w:p w14:paraId="0D66BCC1" w14:textId="77777777" w:rsidR="00CE2193" w:rsidRPr="00EB5808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normas de segurança e manutenção do minilab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3F99A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B6B5958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04F5AFC" w14:textId="77777777" w:rsidR="00CE2193" w:rsidRDefault="00CE219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F626378" w14:textId="77777777" w:rsidR="00CE2193" w:rsidRDefault="00CE219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C8EB80D" w14:textId="77777777" w:rsidR="00CE2193" w:rsidRPr="000173C0" w:rsidRDefault="00CE2193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5E180EB" w14:textId="77777777" w:rsidR="00CE2193" w:rsidRDefault="00CE2193" w:rsidP="00CE219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1B7A5C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431DDBC" w14:textId="77777777" w:rsidR="00CE2193" w:rsidRPr="00587D7A" w:rsidRDefault="00CE2193" w:rsidP="00CE219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6FAE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Imprimir pelicula em minilab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814459E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CD1. Preparando a pelicula certificando-se que está em boas condições</w:t>
      </w:r>
    </w:p>
    <w:p w14:paraId="3CBFB3D0" w14:textId="77777777" w:rsidR="00CE2193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Digitalizando a pelicula e transferindo os arquivos digitais para o minilab, usando as ferramentas digitais apropriadas e tendo em conta os procedimentos técnicos exigidos</w:t>
      </w:r>
    </w:p>
    <w:p w14:paraId="2161FE51" w14:textId="77777777" w:rsidR="00CE2193" w:rsidRPr="00E763D6" w:rsidRDefault="00CE2193" w:rsidP="00CE219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Configurando a impressora tendo em conta o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 xml:space="preserve">tamanho da imagem,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acabamento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e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correções de cor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pretendidos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663567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71B914D" w14:textId="77777777" w:rsidR="00CE2193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Laboratórios de impressão </w:t>
      </w:r>
    </w:p>
    <w:p w14:paraId="37A20B7E" w14:textId="77777777" w:rsidR="00CE2193" w:rsidRPr="00CD4CF0" w:rsidRDefault="00CE2193" w:rsidP="00CE219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5E9FB66A" w14:textId="77777777" w:rsidR="00CE2193" w:rsidRPr="00984B30" w:rsidRDefault="00CE2193" w:rsidP="00CE219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025F1F3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ABFD144" w14:textId="77777777" w:rsidR="00CE2193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BCBFD4F" w14:textId="77777777" w:rsidR="00CE2193" w:rsidRPr="00C34354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BC1B737" w14:textId="77777777" w:rsidR="00CE2193" w:rsidRPr="000707EF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Papel fotográfico </w:t>
      </w:r>
    </w:p>
    <w:p w14:paraId="219E61AB" w14:textId="77777777" w:rsidR="00CE2193" w:rsidRPr="00964B62" w:rsidRDefault="00CE2193" w:rsidP="00CE219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e materiais de impressão em minilab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415A8CC" w14:textId="77777777" w:rsidR="00CE2193" w:rsidRPr="00F87025" w:rsidRDefault="00CE2193" w:rsidP="00CE219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DF9857B" w14:textId="77777777" w:rsidR="00CE2193" w:rsidRDefault="00CE2193" w:rsidP="00CE219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882A4B0" w14:textId="77777777" w:rsidR="00CE2193" w:rsidRPr="00C34354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6F4C815" w14:textId="77777777" w:rsidR="00CE2193" w:rsidRPr="00C34354" w:rsidRDefault="00CE2193" w:rsidP="00CE219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impressão de pelicula em minilab; demonstrativo para prática de impressão de pelicula em minilab e ativo para exercícios práticos de impressão de pelicula em minilab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7ACA6CC" w14:textId="77777777" w:rsidR="00CE2193" w:rsidRPr="007831EA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587996F" w14:textId="77777777" w:rsidR="00CE2193" w:rsidRPr="00335AB2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E15E914" w14:textId="77777777" w:rsidR="00CE2193" w:rsidRPr="007C2A1E" w:rsidRDefault="00CE2193" w:rsidP="00CE219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Equipamentos e materiais para impressão de pelicula em minilab ou a parceria com entidades que possam este tipo de espaço e equipamento. </w:t>
      </w:r>
    </w:p>
    <w:p w14:paraId="699B6F1E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B02BD59" w14:textId="77777777" w:rsidR="00CE2193" w:rsidRDefault="00CE2193" w:rsidP="00CE2193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112CFC" w14:textId="77777777" w:rsidR="00710709" w:rsidRDefault="00710709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A435AEB" w14:textId="77777777" w:rsidR="0087605A" w:rsidRDefault="0087605A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000AF643" w14:textId="77777777" w:rsidR="0087605A" w:rsidRDefault="0087605A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D260D8D" w14:textId="77777777" w:rsidR="0087605A" w:rsidRDefault="0087605A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15C56F35" w14:textId="77777777" w:rsidR="0087605A" w:rsidRDefault="0087605A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651167C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93494" w:rsidRPr="00136AD8" w14:paraId="6A623573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C8189A6" w14:textId="77777777" w:rsidR="00D93494" w:rsidRPr="00326466" w:rsidRDefault="00D93494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3264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0001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08A72C8" w14:textId="77777777" w:rsidR="00D93494" w:rsidRPr="00326466" w:rsidRDefault="00D93494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3264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Elaborar processos narrativos através das imagens</w:t>
            </w:r>
          </w:p>
        </w:tc>
      </w:tr>
    </w:tbl>
    <w:p w14:paraId="54A971F7" w14:textId="77777777" w:rsidR="00D93494" w:rsidRPr="00136AD8" w:rsidRDefault="00D93494" w:rsidP="00D9349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85EDDF" w14:textId="77777777" w:rsidR="00D93494" w:rsidRDefault="00D93494" w:rsidP="00D9349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4032F05" w14:textId="77777777" w:rsidR="00D93494" w:rsidRPr="003200F2" w:rsidRDefault="00D93494" w:rsidP="00D9349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92FB6B2" w14:textId="77777777" w:rsidR="00D93494" w:rsidRPr="00136AD8" w:rsidRDefault="00D93494" w:rsidP="00D9349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93494" w:rsidRPr="00136AD8" w14:paraId="50EE9221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80A960" w14:textId="77777777" w:rsidR="00D93494" w:rsidRPr="001B353A" w:rsidRDefault="00D9349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93494" w:rsidRPr="00136AD8" w14:paraId="059C1CC7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68D60D" w14:textId="77777777" w:rsidR="00D93494" w:rsidRPr="003112DB" w:rsidRDefault="00D9349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analisar imagens fotográficas e videográficas sobre um tema</w:t>
            </w:r>
          </w:p>
          <w:p w14:paraId="2FE8974D" w14:textId="77777777" w:rsidR="00D93494" w:rsidRPr="003112DB" w:rsidRDefault="00D9349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conceito para uma narrativa visual</w:t>
            </w:r>
          </w:p>
          <w:p w14:paraId="09013214" w14:textId="77777777" w:rsidR="00D93494" w:rsidRDefault="00D9349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narrativas através de imagens</w:t>
            </w:r>
          </w:p>
          <w:p w14:paraId="0DEAD939" w14:textId="77777777" w:rsidR="00D93494" w:rsidRPr="002E20CE" w:rsidRDefault="00D9349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análise crítica das imagens selecionadas e da narrativa de imagens produzida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D93494" w:rsidRPr="00136AD8" w14:paraId="3643904D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08B331" w14:textId="77777777" w:rsidR="00D93494" w:rsidRPr="001B353A" w:rsidRDefault="00D93494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CF41C8" w14:textId="77777777" w:rsidR="00D93494" w:rsidRPr="001B353A" w:rsidRDefault="00D9349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1B6D7A" w14:textId="77777777" w:rsidR="00D93494" w:rsidRPr="001B353A" w:rsidRDefault="00D9349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93494" w:rsidRPr="00136AD8" w14:paraId="53413EC2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3AF8A" w14:textId="77777777" w:rsidR="00D93494" w:rsidRPr="00C47699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Relação entre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D722B9A" w14:textId="77777777" w:rsidR="00D93494" w:rsidRPr="00C47699" w:rsidRDefault="00D93494" w:rsidP="00D9349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/ tempo</w:t>
            </w:r>
          </w:p>
          <w:p w14:paraId="1FFFB76C" w14:textId="77777777" w:rsidR="00D93494" w:rsidRPr="00C47699" w:rsidRDefault="00D93494" w:rsidP="00D9349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Simétrico / assimétrico</w:t>
            </w:r>
          </w:p>
          <w:p w14:paraId="302C631B" w14:textId="77777777" w:rsidR="00D93494" w:rsidRPr="00C47699" w:rsidRDefault="00D93494" w:rsidP="00D9349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 / desarmonia</w:t>
            </w:r>
          </w:p>
          <w:p w14:paraId="31E2D77B" w14:textId="77777777" w:rsidR="00D93494" w:rsidRPr="00C47699" w:rsidRDefault="00D93494" w:rsidP="00D9349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/ cor</w:t>
            </w:r>
          </w:p>
          <w:p w14:paraId="667146E6" w14:textId="77777777" w:rsidR="00D93494" w:rsidRPr="00C47699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Pormenor e fragmento:</w:t>
            </w:r>
          </w:p>
          <w:p w14:paraId="22B9CEC2" w14:textId="77777777" w:rsidR="00D93494" w:rsidRPr="00C47699" w:rsidRDefault="00D93494" w:rsidP="00D93494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Diferenças e importância</w:t>
            </w:r>
          </w:p>
          <w:p w14:paraId="4D3D9CDA" w14:textId="77777777" w:rsidR="00D93494" w:rsidRPr="00C47699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Palavra 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FB72FC3" w14:textId="77777777" w:rsidR="00D93494" w:rsidRPr="002E20CE" w:rsidRDefault="00D93494" w:rsidP="00D9349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</w:t>
            </w:r>
          </w:p>
          <w:p w14:paraId="41B01A24" w14:textId="77777777" w:rsidR="00D93494" w:rsidRPr="002E20CE" w:rsidRDefault="00D93494" w:rsidP="00D9349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e ficção</w:t>
            </w:r>
          </w:p>
          <w:p w14:paraId="1BE7A9CD" w14:textId="77777777" w:rsidR="00D93494" w:rsidRPr="00C47699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Plano da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169E555" w14:textId="77777777" w:rsidR="00D93494" w:rsidRPr="002E20CE" w:rsidRDefault="00D93494" w:rsidP="00D93494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 e fotografia</w:t>
            </w:r>
          </w:p>
          <w:p w14:paraId="768FA8C5" w14:textId="77777777" w:rsidR="00D93494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Pensamento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04A84EE" w14:textId="77777777" w:rsidR="00D93494" w:rsidRPr="002E20CE" w:rsidRDefault="00D93494" w:rsidP="00D93494">
            <w:pPr>
              <w:pStyle w:val="PargrafodaLista"/>
              <w:numPr>
                <w:ilvl w:val="0"/>
                <w:numId w:val="2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metodologias</w:t>
            </w:r>
          </w:p>
          <w:p w14:paraId="45DA5F93" w14:textId="77777777" w:rsidR="00D93494" w:rsidRDefault="00D9349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Sequências e séries de imagens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5915E52" w14:textId="77777777" w:rsidR="00D93494" w:rsidRPr="002E20CE" w:rsidRDefault="00D93494" w:rsidP="00D93494">
            <w:pPr>
              <w:pStyle w:val="PargrafodaLista"/>
              <w:numPr>
                <w:ilvl w:val="0"/>
                <w:numId w:val="2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C68CD" w14:textId="77777777" w:rsidR="00D93494" w:rsidRPr="00C47699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espaço e tempo, o simétrico e assimétrico, a harmonia e desarmonia, a luz e cor.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6AD415C" w14:textId="77777777" w:rsidR="00D93494" w:rsidRPr="00C47699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diferenças entre pormenor e fragmento.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B14BCD" w14:textId="77777777" w:rsidR="00D93494" w:rsidRPr="00C47699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o som e a imagem.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FB5C818" w14:textId="77777777" w:rsidR="00D93494" w:rsidRPr="00C47699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vários tipos de planos.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BCA2BA5" w14:textId="77777777" w:rsidR="00D93494" w:rsidRPr="00C47699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distinguir séries e sequências de imagens.</w:t>
            </w:r>
          </w:p>
          <w:p w14:paraId="05F91437" w14:textId="77777777" w:rsidR="00D93494" w:rsidRPr="00CF536A" w:rsidRDefault="00D9349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92918" w14:textId="77777777" w:rsidR="00D93494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BFA5085" w14:textId="77777777" w:rsidR="00D93494" w:rsidRDefault="00D93494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CEFA6C8" w14:textId="77777777" w:rsidR="00D93494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30DDFD6E" w14:textId="77777777" w:rsidR="00D93494" w:rsidRDefault="00D9349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4F503655" w14:textId="77777777" w:rsidR="00D93494" w:rsidRPr="000173C0" w:rsidRDefault="00D93494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9117731" w14:textId="77777777" w:rsidR="00D93494" w:rsidRDefault="00D93494" w:rsidP="00D9349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1636B0" w14:textId="77777777" w:rsidR="00D93494" w:rsidRPr="00F87025" w:rsidRDefault="00D93494" w:rsidP="00D934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53CFE5E" w14:textId="77777777" w:rsidR="00D93494" w:rsidRDefault="00D93494" w:rsidP="00D934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C224A">
        <w:rPr>
          <w:rFonts w:ascii="Verdana Pro Light" w:eastAsia="Arial Unicode MS" w:hAnsi="Verdana Pro Light" w:cs="Times New Roman"/>
          <w:b/>
          <w:sz w:val="18"/>
          <w:szCs w:val="18"/>
        </w:rPr>
        <w:t>Elaborar processos narrativos através das imagens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FF71C82" w14:textId="77777777" w:rsidR="00D93494" w:rsidRPr="00CF536A" w:rsidRDefault="00D93494" w:rsidP="00D934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F536A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imagens fotográficas e videográficas tendo em conta a sua relevância para o tema em análise</w:t>
      </w:r>
    </w:p>
    <w:p w14:paraId="460DA88E" w14:textId="77777777" w:rsidR="00D93494" w:rsidRPr="0022018B" w:rsidRDefault="00D93494" w:rsidP="00D934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Elaborando uma narrativa visual através de imagens fotográficas e videográficas tendo em conta o conceito criado,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distingui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séries e sequências de imagens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estabelecendo uma relação entre som e imagem</w:t>
      </w:r>
    </w:p>
    <w:p w14:paraId="150816D8" w14:textId="77777777" w:rsidR="00D93494" w:rsidRPr="0022018B" w:rsidRDefault="00D93494" w:rsidP="00D9349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uma análise crítica das imagens selecionadas e da narrativa de imagens produzida tendo em conta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relação entre espaço e tempo, o simétrico e assimétrico, a harmonia e desarmonia, a luz e cor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i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dentifica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diferenças entre pormenor e fragmento</w:t>
      </w:r>
      <w:r w:rsidRPr="0022018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2612C57" w14:textId="77777777" w:rsidR="00D93494" w:rsidRPr="00F87025" w:rsidRDefault="00D93494" w:rsidP="00D934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4EEF793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fotografia publicitária ou de produto</w:t>
      </w:r>
    </w:p>
    <w:p w14:paraId="2E9C8085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44FB380C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74A1F401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041ACDCB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135588F1" w14:textId="77777777" w:rsidR="00D93494" w:rsidRDefault="00D93494" w:rsidP="00D9349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3732EC3" w14:textId="77777777" w:rsidR="00D93494" w:rsidRPr="00984B30" w:rsidRDefault="00D93494" w:rsidP="00D93494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4D5C4F0" w14:textId="77777777" w:rsidR="00D93494" w:rsidRPr="00F87025" w:rsidRDefault="00D93494" w:rsidP="00D934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F0D35A" w14:textId="77777777" w:rsidR="00D93494" w:rsidRDefault="00D93494" w:rsidP="00D9349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CE8E4F6" w14:textId="77777777" w:rsidR="00D93494" w:rsidRPr="00C34354" w:rsidRDefault="00D93494" w:rsidP="00D9349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DA46CDC" w14:textId="77777777" w:rsidR="00D93494" w:rsidRDefault="00D93494" w:rsidP="00D9349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 e edição gráfica</w:t>
      </w:r>
    </w:p>
    <w:p w14:paraId="07F1164E" w14:textId="77777777" w:rsidR="00D93494" w:rsidRPr="000707EF" w:rsidRDefault="00D93494" w:rsidP="00D9349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narrativas visuais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6F174C5" w14:textId="77777777" w:rsidR="00D93494" w:rsidRPr="00F87025" w:rsidRDefault="00D93494" w:rsidP="00D9349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8197984" w14:textId="77777777" w:rsidR="00D93494" w:rsidRDefault="00D93494" w:rsidP="00D9349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4578F86" w14:textId="77777777" w:rsidR="00D93494" w:rsidRPr="00C34354" w:rsidRDefault="00D93494" w:rsidP="00D9349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E29E7F6" w14:textId="77777777" w:rsidR="00D93494" w:rsidRPr="00C34354" w:rsidRDefault="00D93494" w:rsidP="00D93494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aos </w:t>
      </w:r>
      <w:r w:rsidRPr="002E20CE">
        <w:rPr>
          <w:rFonts w:ascii="Verdana Pro Light" w:eastAsia="Arial Unicode MS" w:hAnsi="Verdana Pro Light" w:cs="Arial Unicode MS"/>
          <w:sz w:val="18"/>
          <w:szCs w:val="18"/>
        </w:rPr>
        <w:t>processos narrativos através das imagens</w:t>
      </w:r>
      <w:r>
        <w:rPr>
          <w:rFonts w:ascii="Verdana Pro Light" w:eastAsia="Arial Unicode MS" w:hAnsi="Verdana Pro Light" w:cs="Arial Unicode MS"/>
          <w:sz w:val="18"/>
          <w:szCs w:val="18"/>
        </w:rPr>
        <w:t>; interrogativo com debates orientados para análise de casos de estudo de narrativas visuais e ativo para exercícios práticos de narrativas visuais.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8B4B1DD" w14:textId="77777777" w:rsidR="00D93494" w:rsidRPr="00335AB2" w:rsidRDefault="00D93494" w:rsidP="00D9349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presencial, podendo ser mista se as circunstâncias o exigirem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71861E6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D707CA2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6A4904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7FE329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3A8B63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023999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16853F6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69D2BE" w14:textId="77777777" w:rsidR="00D93494" w:rsidRDefault="00D93494" w:rsidP="00D9349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343FD5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A6BB61F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302B07D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9EB7CC6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3C7CD59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13CA7057" w14:textId="77777777" w:rsidR="00D93494" w:rsidRDefault="00D93494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F7D9844" w14:textId="77777777" w:rsidR="004E7559" w:rsidRPr="00FF3147" w:rsidRDefault="004E7559" w:rsidP="004E755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4F422E" w:rsidRPr="00136AD8" w14:paraId="3607DDD5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38743A" w14:textId="0AB35FC1" w:rsidR="004F422E" w:rsidRPr="000D4397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6" w:name="_Hlk157708787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CFCD67" w14:textId="77777777" w:rsidR="004F422E" w:rsidRPr="000D4397" w:rsidRDefault="004F422E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7" w:name="_Hlk152581036"/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edição eletrónica e trabalho em rede</w:t>
            </w:r>
            <w:bookmarkEnd w:id="7"/>
          </w:p>
        </w:tc>
      </w:tr>
    </w:tbl>
    <w:p w14:paraId="66D6000E" w14:textId="77777777" w:rsidR="004F422E" w:rsidRPr="00136AD8" w:rsidRDefault="004F422E" w:rsidP="004F422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ACD0475" w14:textId="77777777" w:rsidR="004F422E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630E181" w14:textId="77777777" w:rsidR="004F422E" w:rsidRPr="003200F2" w:rsidRDefault="004F422E" w:rsidP="004F422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C480C5E" w14:textId="77777777" w:rsidR="004F422E" w:rsidRPr="00136AD8" w:rsidRDefault="004F422E" w:rsidP="004F422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4F422E" w:rsidRPr="00136AD8" w14:paraId="3288D9AF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0F71AC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4F422E" w:rsidRPr="00136AD8" w14:paraId="3077A4D9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13CE57" w14:textId="77777777" w:rsidR="004F422E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sistema de nomenclatura de ficheiros</w:t>
            </w:r>
          </w:p>
          <w:p w14:paraId="5DDFA92F" w14:textId="77777777" w:rsidR="004F422E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uma arquitetura de arquivo de pastas digitais</w:t>
            </w:r>
          </w:p>
          <w:p w14:paraId="686A5826" w14:textId="77777777" w:rsidR="004F422E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programas de edição eletrónica para projetos gráficos</w:t>
            </w:r>
          </w:p>
          <w:p w14:paraId="52C48F1B" w14:textId="77777777" w:rsidR="004F422E" w:rsidRPr="00A23DBB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as principais plataformas de trabalho em rede</w:t>
            </w:r>
          </w:p>
          <w:p w14:paraId="59B2EED3" w14:textId="77777777" w:rsidR="004F422E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408103B2" w14:textId="77777777" w:rsidR="004F422E" w:rsidRPr="0008537A" w:rsidRDefault="004F422E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4F422E" w:rsidRPr="00136AD8" w14:paraId="64901E1F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FBE2DC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3AFD71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C19CB10" w14:textId="77777777" w:rsidR="004F422E" w:rsidRPr="001B353A" w:rsidRDefault="004F422E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4F422E" w:rsidRPr="00136AD8" w14:paraId="7F06592E" w14:textId="77777777" w:rsidTr="001D2FBF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06807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7038313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CC84205" w14:textId="77777777" w:rsidR="004F422E" w:rsidRPr="00126B5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999BD04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9F51E63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B9BB74C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FD3B7DA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840E67B" w14:textId="77777777" w:rsidR="004F422E" w:rsidRPr="00126B5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1CD6F70B" w14:textId="77777777" w:rsidR="004F422E" w:rsidRPr="006A286E" w:rsidRDefault="004F422E" w:rsidP="001D2FBF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D02C38" w14:textId="77777777" w:rsidR="004F422E" w:rsidRPr="008A5B22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63D6EA2" w14:textId="77777777" w:rsidR="004F422E" w:rsidRPr="006A286E" w:rsidRDefault="004F422E" w:rsidP="001D2FBF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A144A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7C795A1C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68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formatos de ficheiros dos principais programas informáticos de edição eletrónica</w:t>
            </w:r>
          </w:p>
          <w:p w14:paraId="5682CE7E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vantagens e desvantagens da utilização de cada programa consoante a finalidade e tipos de documentos.</w:t>
            </w:r>
          </w:p>
          <w:p w14:paraId="7338AE62" w14:textId="77777777" w:rsidR="004F422E" w:rsidRPr="00246EB6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6086D40B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2F81A04F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fluxos de trabalho em rede</w:t>
            </w:r>
          </w:p>
          <w:p w14:paraId="1AEFC946" w14:textId="77777777" w:rsidR="004F422E" w:rsidRPr="004D4894" w:rsidRDefault="004F422E" w:rsidP="001D2FBF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93C59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095D0BD6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519BBAA0" w14:textId="77777777" w:rsidR="004F422E" w:rsidRDefault="004F422E" w:rsidP="001D2FB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E537A91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439202D6" w14:textId="77777777" w:rsidR="004F422E" w:rsidRDefault="004F422E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383B6BD" w14:textId="77777777" w:rsidR="004F422E" w:rsidRPr="00AF3757" w:rsidRDefault="004F422E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19848D3" w14:textId="77777777" w:rsidR="004F422E" w:rsidRDefault="004F422E" w:rsidP="004F422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2E9E18" w14:textId="77777777" w:rsidR="004F422E" w:rsidRPr="00F87025" w:rsidRDefault="004F422E" w:rsidP="004F422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973D796" w14:textId="77777777" w:rsidR="004F422E" w:rsidRPr="00AD56F4" w:rsidRDefault="004F422E" w:rsidP="004F422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5C22594D" w14:textId="77777777" w:rsidR="004F422E" w:rsidRPr="00A23DBB" w:rsidRDefault="004F422E" w:rsidP="004F422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>
        <w:rPr>
          <w:rFonts w:ascii="Verdana Pro Light" w:eastAsia="Arial Unicode MS" w:hAnsi="Verdana Pro Light" w:cs="Arial Unicode MS"/>
          <w:sz w:val="18"/>
          <w:szCs w:val="18"/>
        </w:rPr>
        <w:t>Adequando a nomenclatura de ficheiros tendo em conta a finalidade dos produtos gráficos</w:t>
      </w:r>
    </w:p>
    <w:p w14:paraId="2CC8C793" w14:textId="77777777" w:rsidR="004F422E" w:rsidRDefault="004F422E" w:rsidP="004F422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Criando uma arquitetura de arquivo de pastas digitais tendo em conta a clareza na nomenclatura de pastas e ficheiros</w:t>
      </w:r>
    </w:p>
    <w:p w14:paraId="2D9D1BC2" w14:textId="77777777" w:rsidR="004F422E" w:rsidRDefault="004F422E" w:rsidP="004F422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Adequando o programa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finalidade dos produtos gráficos</w:t>
      </w:r>
    </w:p>
    <w:p w14:paraId="7F3EB4A5" w14:textId="77777777" w:rsidR="004F422E" w:rsidRDefault="004F422E" w:rsidP="004F422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23A50F9C" w14:textId="77777777" w:rsidR="004F422E" w:rsidRPr="00136AD8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549C48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EFC2A01" w14:textId="77777777" w:rsidR="004F422E" w:rsidRPr="00E2794B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E45CE1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5CBE885" w14:textId="77777777" w:rsidR="004F422E" w:rsidRPr="00436CB6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AA42CC8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7756AEDF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537FA662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631EE3BA" w14:textId="77777777" w:rsidR="004F422E" w:rsidRDefault="004F422E" w:rsidP="004F422E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33134684" w14:textId="77777777" w:rsidR="004F422E" w:rsidRPr="006D29AD" w:rsidRDefault="004F422E" w:rsidP="004F422E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584F7AB" w14:textId="77777777" w:rsidR="004F422E" w:rsidRPr="00F87025" w:rsidRDefault="004F422E" w:rsidP="004F422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6"/>
    <w:p w14:paraId="591E1A0F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DAA177" w14:textId="77777777" w:rsidR="004F422E" w:rsidRPr="00051C79" w:rsidRDefault="004F422E" w:rsidP="004F422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714146" w14:textId="77777777" w:rsidR="004F422E" w:rsidRDefault="004F422E" w:rsidP="004F422E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</w:p>
    <w:p w14:paraId="5B108446" w14:textId="77777777" w:rsidR="002B74AE" w:rsidRDefault="002B74AE" w:rsidP="008C76A8">
      <w:pPr>
        <w:rPr>
          <w:rFonts w:ascii="Verdana Pro Light" w:hAnsi="Verdana Pro Light"/>
          <w:smallCaps/>
        </w:rPr>
      </w:pPr>
    </w:p>
    <w:p w14:paraId="1A5F9FC7" w14:textId="77777777" w:rsidR="002B74AE" w:rsidRDefault="002B74AE" w:rsidP="008C76A8">
      <w:pPr>
        <w:rPr>
          <w:rFonts w:ascii="Verdana Pro Light" w:hAnsi="Verdana Pro Light"/>
          <w:smallCaps/>
        </w:rPr>
      </w:pPr>
    </w:p>
    <w:p w14:paraId="3C636A9A" w14:textId="77777777" w:rsidR="002B74AE" w:rsidRDefault="002B74AE" w:rsidP="008C76A8">
      <w:pPr>
        <w:rPr>
          <w:rFonts w:ascii="Verdana Pro Light" w:hAnsi="Verdana Pro Light"/>
          <w:smallCaps/>
        </w:rPr>
      </w:pPr>
    </w:p>
    <w:p w14:paraId="334011FA" w14:textId="77777777" w:rsidR="002B74AE" w:rsidRDefault="002B74AE" w:rsidP="008C76A8">
      <w:pPr>
        <w:rPr>
          <w:rFonts w:ascii="Verdana Pro Light" w:hAnsi="Verdana Pro Light"/>
          <w:smallCaps/>
        </w:rPr>
      </w:pPr>
    </w:p>
    <w:p w14:paraId="28F75E4F" w14:textId="77777777" w:rsidR="002B74AE" w:rsidRDefault="002B74AE" w:rsidP="008C76A8">
      <w:pPr>
        <w:rPr>
          <w:rFonts w:ascii="Verdana Pro Light" w:hAnsi="Verdana Pro Light"/>
          <w:smallCaps/>
        </w:rPr>
      </w:pPr>
    </w:p>
    <w:p w14:paraId="046BDC46" w14:textId="77777777" w:rsidR="002B74AE" w:rsidRDefault="002B74A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21F4" w:rsidRPr="00136AD8" w14:paraId="362D4CEB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0CE8C7" w14:textId="7AAC3604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D47AE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24B19E6" w14:textId="77777777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Manipular e compor imagens fotográficas</w:t>
            </w:r>
          </w:p>
        </w:tc>
      </w:tr>
    </w:tbl>
    <w:p w14:paraId="02ECAE57" w14:textId="77777777" w:rsidR="000521F4" w:rsidRPr="00136AD8" w:rsidRDefault="000521F4" w:rsidP="001D2F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CE8E059" w14:textId="77777777" w:rsidR="000521F4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CF39EA3" w14:textId="77777777" w:rsidR="000521F4" w:rsidRPr="003200F2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491997B3" w14:textId="77777777" w:rsidR="000521F4" w:rsidRPr="00136AD8" w:rsidRDefault="000521F4" w:rsidP="001D2F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21F4" w:rsidRPr="00136AD8" w14:paraId="4ECEE00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DD889D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21F4" w:rsidRPr="00136AD8" w14:paraId="36222256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754315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a imagem fotográfica e identificar as necessidades de edição e manipulação</w:t>
            </w:r>
          </w:p>
          <w:p w14:paraId="3A9B74F7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Efetuar a edição técnica avançada da imagem fotográfica</w:t>
            </w:r>
          </w:p>
          <w:p w14:paraId="78E2F6C7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Exportar a imagem fotográfica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0521F4" w:rsidRPr="00136AD8" w14:paraId="6CFA9F0B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8C0266" w14:textId="77777777" w:rsidR="000521F4" w:rsidRPr="001B353A" w:rsidRDefault="000521F4" w:rsidP="000521F4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44F5FE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49E0389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21F4" w:rsidRPr="00136AD8" w14:paraId="138A1DE9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467FF" w14:textId="77777777" w:rsidR="000521F4" w:rsidRPr="00BE2F85" w:rsidRDefault="000521F4" w:rsidP="000521F4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  <w:t>Pós-produção fotográfica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5069D58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Características.</w:t>
            </w:r>
          </w:p>
          <w:p w14:paraId="79CF0E89" w14:textId="77777777" w:rsidR="000521F4" w:rsidRPr="008A533D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6D883F" w14:textId="77777777" w:rsidR="000521F4" w:rsidRPr="00BE2F85" w:rsidRDefault="000521F4" w:rsidP="000521F4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Avançada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01090B5" w14:textId="77777777" w:rsidR="000521F4" w:rsidRPr="008A533D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seletivos e camadas no Photoshop.</w:t>
            </w:r>
          </w:p>
          <w:p w14:paraId="768C55F4" w14:textId="77777777" w:rsidR="000521F4" w:rsidRPr="008A533D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ferramentas de seleção avançadas e máscaras.</w:t>
            </w:r>
          </w:p>
          <w:p w14:paraId="00CA688E" w14:textId="77777777" w:rsidR="000521F4" w:rsidRPr="00BE2F85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avançada no Lightroom: curvas tonais, divisão de tons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019CD40" w14:textId="77777777" w:rsidR="000521F4" w:rsidRPr="00BE2F85" w:rsidRDefault="000521F4" w:rsidP="000521F4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Manipulação e Composição de Imagens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8E3FCE6" w14:textId="77777777" w:rsidR="000521F4" w:rsidRPr="008A533D" w:rsidRDefault="000521F4" w:rsidP="000521F4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criativa: montagens e retoques mais elaborados.</w:t>
            </w:r>
          </w:p>
          <w:p w14:paraId="4D69D11B" w14:textId="77777777" w:rsidR="000521F4" w:rsidRPr="008A533D" w:rsidRDefault="000521F4" w:rsidP="000521F4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fotomontagem e uso de ferramentas de clonagem.</w:t>
            </w:r>
          </w:p>
          <w:p w14:paraId="6F87D292" w14:textId="77777777" w:rsidR="000521F4" w:rsidRPr="008A533D" w:rsidRDefault="000521F4" w:rsidP="000521F4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Edição de retratos: aprimoramento facial, suavização de pele, correções detalhadas.</w:t>
            </w:r>
          </w:p>
          <w:p w14:paraId="48A61C1B" w14:textId="77777777" w:rsidR="000521F4" w:rsidRDefault="000521F4" w:rsidP="000521F4">
            <w:pPr>
              <w:pStyle w:val="PargrafodaLista"/>
              <w:spacing w:before="120" w:after="0" w:line="276" w:lineRule="auto"/>
              <w:ind w:left="45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911565" w14:textId="77777777" w:rsidR="000521F4" w:rsidRPr="00BE2F85" w:rsidRDefault="000521F4" w:rsidP="000521F4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3EE9884" w14:textId="77777777" w:rsidR="000521F4" w:rsidRDefault="000521F4" w:rsidP="000521F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735DA4BD" w14:textId="77777777" w:rsidR="000521F4" w:rsidRDefault="000521F4" w:rsidP="000521F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6A85EDFA" w14:textId="77777777" w:rsidR="000521F4" w:rsidRPr="00DD7C72" w:rsidRDefault="000521F4" w:rsidP="000521F4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91D2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importância das pós-produção fotográfica e saber quando e como a aplicar</w:t>
            </w:r>
          </w:p>
          <w:p w14:paraId="507204BF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ferramentas de edição de imagem </w:t>
            </w:r>
          </w:p>
          <w:p w14:paraId="412CFCF6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diversas ferramentas de edição de imagem</w:t>
            </w:r>
          </w:p>
          <w:p w14:paraId="75F14095" w14:textId="77777777" w:rsidR="000521F4" w:rsidRPr="008A533D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Manipular imagens</w:t>
            </w:r>
          </w:p>
          <w:p w14:paraId="43477E7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avançadas de edição de imagem</w:t>
            </w:r>
          </w:p>
          <w:p w14:paraId="28CAF86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pós-produção fotográfica</w:t>
            </w:r>
          </w:p>
          <w:p w14:paraId="0DA7DC6A" w14:textId="77777777" w:rsidR="000521F4" w:rsidRPr="00CF536A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Gerir arquivos de edição de imagem</w:t>
            </w:r>
          </w:p>
          <w:p w14:paraId="7BBF77F1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69438C" w14:textId="77777777" w:rsidR="000521F4" w:rsidRPr="00E6774B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13A63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739AA6E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A4BF5DC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F23BFB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97F355C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02EEEC1" w14:textId="77777777" w:rsidR="000521F4" w:rsidRPr="000173C0" w:rsidRDefault="000521F4" w:rsidP="000521F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AA252C" w14:textId="77777777" w:rsidR="000521F4" w:rsidRDefault="000521F4" w:rsidP="001D2FB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60E54B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649660E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E42C7">
        <w:rPr>
          <w:rFonts w:ascii="Verdana Pro Light" w:eastAsia="Arial Unicode MS" w:hAnsi="Verdana Pro Light" w:cs="Times New Roman"/>
          <w:b/>
          <w:sz w:val="18"/>
          <w:szCs w:val="18"/>
        </w:rPr>
        <w:t>Manipular e compor imagens fotográficas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8DD1203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Analisando as imagens tendo em conta as necessidades técnicas de edição e manipulação</w:t>
      </w:r>
    </w:p>
    <w:p w14:paraId="4408B849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 com rigor a edição técnica da imagem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justa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exposição,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contraste,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 </w:t>
      </w:r>
      <w:r w:rsidRPr="0093102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equilíbrio de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fazendo correções de cor e removendo imperfeições</w:t>
      </w:r>
    </w:p>
    <w:p w14:paraId="1D928F08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 Aplicando a </w:t>
      </w:r>
      <w:r w:rsidRPr="008A533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regra dos terços, linhas de guia, equilíbrio, simetria, assimetria</w:t>
      </w:r>
    </w:p>
    <w:p w14:paraId="1A85D676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Trabalhando as imagens de forma que fiquem </w:t>
      </w:r>
      <w:r w:rsidRPr="004336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visualmente equilibradas e esteticamente atraentes.</w:t>
      </w:r>
    </w:p>
    <w:p w14:paraId="1B813B52" w14:textId="77777777" w:rsidR="000521F4" w:rsidRPr="004330C8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Exportando a imagem fotográfica tendo em conta os meios de difusão e gerindo arquivos usando catálogos ou bibliotecas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CD7315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C4D29C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2CD06651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51F1FB61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B459CCB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489CE872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468E28F1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6C582FC" w14:textId="77777777" w:rsidR="000521F4" w:rsidRPr="00CD4CF0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23EEACA" w14:textId="77777777" w:rsidR="000521F4" w:rsidRPr="00984B30" w:rsidRDefault="000521F4" w:rsidP="001D2FB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72C24123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149E25D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A7DCCFF" w14:textId="77777777" w:rsidR="000521F4" w:rsidRPr="00C3435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372E29DB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1087A86" w14:textId="77777777" w:rsidR="000521F4" w:rsidRPr="003A45CE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fotografias com e sem manipulação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51107D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9F272E3" w14:textId="77777777" w:rsidR="000521F4" w:rsidRDefault="000521F4" w:rsidP="001D2FB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52E4DDA" w14:textId="77777777" w:rsidR="000521F4" w:rsidRPr="00C34354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C6D6070" w14:textId="77777777" w:rsidR="000521F4" w:rsidRPr="00C34354" w:rsidRDefault="000521F4" w:rsidP="001D2FB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pós-produção fotográfica e ativo para desenvolvimento de projetos práticos de pós-produção fotográfica.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198406" w14:textId="77777777" w:rsidR="000521F4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lastRenderedPageBreak/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 quando estritamente necessário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CEAC421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D37A691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60AB49B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B0D3ED7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21F4" w:rsidRPr="00136AD8" w14:paraId="12415F35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DC5E85" w14:textId="3303783A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D47AE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23174B" w14:textId="77777777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Avaliar a imagem fotográfica como comunicação visual</w:t>
            </w:r>
          </w:p>
        </w:tc>
      </w:tr>
    </w:tbl>
    <w:p w14:paraId="70EE2840" w14:textId="77777777" w:rsidR="000521F4" w:rsidRPr="00136AD8" w:rsidRDefault="000521F4" w:rsidP="001D2F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B8B21B2" w14:textId="77777777" w:rsidR="000521F4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398B302" w14:textId="77777777" w:rsidR="000521F4" w:rsidRPr="003200F2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4182B9E" w14:textId="77777777" w:rsidR="000521F4" w:rsidRPr="00136AD8" w:rsidRDefault="000521F4" w:rsidP="001D2F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21F4" w:rsidRPr="00136AD8" w14:paraId="377C9F91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E28B6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21F4" w:rsidRPr="00136AD8" w14:paraId="77E4194C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024229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o conceito de comunicação e os diferentes modos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comunicar</w:t>
            </w:r>
          </w:p>
          <w:p w14:paraId="48B0F97C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Recolher, captar, editar e compor diferentes tipos de imagem</w:t>
            </w:r>
          </w:p>
          <w:p w14:paraId="485FD4AD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Criar uma narrativa de comunicação visual </w:t>
            </w:r>
          </w:p>
          <w:p w14:paraId="1F6EC764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Apresentar e justificar o conceito de comunicação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0521F4" w:rsidRPr="00136AD8" w14:paraId="4419C3F3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AB6DE0" w14:textId="77777777" w:rsidR="000521F4" w:rsidRPr="001B353A" w:rsidRDefault="000521F4" w:rsidP="000521F4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A2E831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B27405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21F4" w:rsidRPr="00136AD8" w14:paraId="196DC95C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1CD7" w14:textId="77777777" w:rsidR="000521F4" w:rsidRPr="00842D50" w:rsidRDefault="000521F4" w:rsidP="000521F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comunicativo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6823C99" w14:textId="77777777" w:rsidR="000521F4" w:rsidRPr="00C32CB6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de comunicar</w:t>
            </w:r>
          </w:p>
          <w:p w14:paraId="0D5B80EB" w14:textId="77777777" w:rsidR="000521F4" w:rsidRPr="0088657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envolventes</w:t>
            </w: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A6D67DA" w14:textId="77777777" w:rsidR="000521F4" w:rsidRDefault="000521F4" w:rsidP="000521F4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Perceção e comunicação visual</w:t>
            </w:r>
          </w:p>
          <w:p w14:paraId="2235DDAE" w14:textId="77777777" w:rsidR="000521F4" w:rsidRPr="00E70046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como funciona</w:t>
            </w:r>
          </w:p>
          <w:p w14:paraId="07861AA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erceção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E700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(leis da gestalt)</w:t>
            </w:r>
          </w:p>
          <w:p w14:paraId="3EB851B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Teoria da cor</w:t>
            </w:r>
          </w:p>
          <w:p w14:paraId="40243219" w14:textId="77777777" w:rsidR="000521F4" w:rsidRPr="001E0067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Imagem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7A2C7A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</w:t>
            </w:r>
          </w:p>
          <w:p w14:paraId="4AD1C142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</w:t>
            </w:r>
          </w:p>
          <w:p w14:paraId="6BEFE348" w14:textId="77777777" w:rsidR="000521F4" w:rsidRPr="0088657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Utilização/finalidades</w:t>
            </w:r>
          </w:p>
          <w:p w14:paraId="6CEF26FB" w14:textId="77777777" w:rsidR="000521F4" w:rsidRPr="00E7004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004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Especificidades da imagem fotográfica:</w:t>
            </w:r>
          </w:p>
          <w:p w14:paraId="2DB765B1" w14:textId="77777777" w:rsidR="000521F4" w:rsidRPr="00C32CB6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</w:t>
            </w:r>
          </w:p>
          <w:p w14:paraId="6FC5108A" w14:textId="77777777" w:rsidR="000521F4" w:rsidRPr="00C32CB6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Veracidade</w:t>
            </w:r>
          </w:p>
          <w:p w14:paraId="761864C8" w14:textId="77777777" w:rsidR="000521F4" w:rsidRPr="00C32CB6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2C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Realismo</w:t>
            </w:r>
          </w:p>
          <w:p w14:paraId="20DF472B" w14:textId="77777777" w:rsidR="000521F4" w:rsidRPr="003112DB" w:rsidRDefault="000521F4" w:rsidP="000521F4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Edição e composição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0B9EF80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edição </w:t>
            </w:r>
          </w:p>
          <w:p w14:paraId="6825C1C9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</w:t>
            </w:r>
          </w:p>
          <w:p w14:paraId="0B883662" w14:textId="77777777" w:rsidR="000521F4" w:rsidRPr="00E70046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composição</w:t>
            </w:r>
          </w:p>
          <w:p w14:paraId="039AF278" w14:textId="77777777" w:rsidR="000521F4" w:rsidRPr="00E6774B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4A727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objetivos e conceitos de comunicação</w:t>
            </w:r>
          </w:p>
          <w:p w14:paraId="4C9D80E6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condicionantes da perceção na apreensão da imagem </w:t>
            </w:r>
          </w:p>
          <w:p w14:paraId="5166C973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65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as especificidades da imagem fotográfica e utilizá-las como veículo privilegiado de comunicação visual </w:t>
            </w:r>
          </w:p>
          <w:p w14:paraId="6F4B2F12" w14:textId="77777777" w:rsidR="000521F4" w:rsidRPr="0088657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digitais de edição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composição </w:t>
            </w: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9ADC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56C0528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C0E97E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6E6B15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B2D4AF0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3A0C337" w14:textId="77777777" w:rsidR="000521F4" w:rsidRPr="000173C0" w:rsidRDefault="000521F4" w:rsidP="000521F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3D280A0" w14:textId="77777777" w:rsidR="000521F4" w:rsidRDefault="000521F4" w:rsidP="001D2FB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D9D486C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5F05051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Avaliar</w:t>
      </w:r>
      <w:r w:rsidRPr="0066681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a imagem fotográfica como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F4621A6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Demonstrando compreender o conceito de comunicação e identificando modos de o comunicar</w:t>
      </w:r>
    </w:p>
    <w:p w14:paraId="60859846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Captando imagens com qualidade técnica e editando tendo em conta os objetivos do tema a comunicar</w:t>
      </w:r>
    </w:p>
    <w:p w14:paraId="002F8D66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S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eleciona</w:t>
      </w:r>
      <w:r>
        <w:rPr>
          <w:rFonts w:ascii="Verdana Pro Light" w:eastAsia="Arial Unicode MS" w:hAnsi="Verdana Pro Light" w:cs="Arial Unicode MS"/>
          <w:sz w:val="18"/>
          <w:szCs w:val="18"/>
        </w:rPr>
        <w:t>n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imagens que 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cri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t>m uma narrativa visual coesa e compreensível.</w:t>
      </w:r>
    </w:p>
    <w:p w14:paraId="3B503EF9" w14:textId="77777777" w:rsidR="000521F4" w:rsidRPr="00C1472F" w:rsidRDefault="000521F4" w:rsidP="001D2FBF">
      <w:pPr>
        <w:spacing w:before="120" w:after="0" w:line="276" w:lineRule="auto"/>
        <w:ind w:left="709" w:hanging="567"/>
        <w:rPr>
          <w:rFonts w:ascii="Roboto" w:eastAsia="Times New Roman" w:hAnsi="Roboto" w:cs="Times New Roman"/>
          <w:color w:val="435068"/>
          <w:sz w:val="21"/>
          <w:szCs w:val="21"/>
          <w:lang w:val="en-US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Justificando a narrativa criada com clareza tendo em conta os objetivos de comunicação os canis de difusão e o público-alvo</w:t>
      </w:r>
      <w:r w:rsidRPr="00C1472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08CA3CA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E742943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495FE7F9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7F532660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33F438CC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B33B0C4" w14:textId="77777777" w:rsidR="000521F4" w:rsidRPr="00CD4CF0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911340E" w14:textId="77777777" w:rsidR="000521F4" w:rsidRPr="00984B30" w:rsidRDefault="000521F4" w:rsidP="001D2FB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406E9A8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83EB371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876AE9F" w14:textId="77777777" w:rsidR="000521F4" w:rsidRPr="00C3435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C15E8EC" w14:textId="77777777" w:rsidR="000521F4" w:rsidRPr="000707EF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5F95736F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37A5107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6833C02" w14:textId="77777777" w:rsidR="000521F4" w:rsidRPr="003A45CE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como ferramenta de comunicação visual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3A1D09F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1CD50EF" w14:textId="77777777" w:rsidR="000521F4" w:rsidRDefault="000521F4" w:rsidP="001D2FB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5CA6AD53" w14:textId="77777777" w:rsidR="000521F4" w:rsidRPr="00C34354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1543474" w14:textId="77777777" w:rsidR="000521F4" w:rsidRPr="00C92B7C" w:rsidRDefault="000521F4" w:rsidP="001D2FB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fotografia como ferramenta de comunicação visual;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peças </w:t>
      </w:r>
      <w:r>
        <w:rPr>
          <w:rFonts w:ascii="Verdana Pro Light" w:eastAsia="Arial Unicode MS" w:hAnsi="Verdana Pro Light" w:cs="Arial Unicode MS"/>
          <w:sz w:val="18"/>
          <w:szCs w:val="18"/>
        </w:rPr>
        <w:t>fotográficas e ativo com desenvolvimento de um projeto prático.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66CFDD1" w14:textId="77777777" w:rsidR="000521F4" w:rsidRPr="00335AB2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podendo ser mista se for estritamente necessário</w:t>
      </w:r>
    </w:p>
    <w:p w14:paraId="6E51ECD4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4A391FE9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28FFD2AF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7D7771AF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48CAAC6C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608A9603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71FA25B0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148958B9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2A63D471" w14:textId="77777777" w:rsidR="000521F4" w:rsidRDefault="000521F4" w:rsidP="000521F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13434" w:rsidRPr="00136AD8" w14:paraId="5355F43A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2408CB" w14:textId="1CFE6B23" w:rsidR="00213434" w:rsidRPr="00213434" w:rsidRDefault="00213434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8" w:name="_Hlk157858411"/>
            <w:r w:rsidRPr="0021343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9725C91" w14:textId="77777777" w:rsidR="00213434" w:rsidRPr="00213434" w:rsidRDefault="00213434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1343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Elaborar processos narrativos através das imagens</w:t>
            </w:r>
          </w:p>
        </w:tc>
      </w:tr>
    </w:tbl>
    <w:p w14:paraId="23872ED6" w14:textId="77777777" w:rsidR="00213434" w:rsidRPr="00136AD8" w:rsidRDefault="00213434" w:rsidP="0021343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1C9273" w14:textId="77777777" w:rsidR="00213434" w:rsidRDefault="00213434" w:rsidP="0021343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72AFCED" w14:textId="77777777" w:rsidR="00213434" w:rsidRPr="003200F2" w:rsidRDefault="00213434" w:rsidP="0021343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735DDF3" w14:textId="77777777" w:rsidR="00213434" w:rsidRPr="00136AD8" w:rsidRDefault="00213434" w:rsidP="0021343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213434" w:rsidRPr="00136AD8" w14:paraId="4AED3BCE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90828E" w14:textId="77777777" w:rsidR="00213434" w:rsidRPr="001B353A" w:rsidRDefault="00213434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13434" w:rsidRPr="00136AD8" w14:paraId="02C71A24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1C2CD9" w14:textId="77777777" w:rsidR="00213434" w:rsidRPr="003112DB" w:rsidRDefault="00213434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analisar imagens fotográficas e videográficas sobre um tema</w:t>
            </w:r>
          </w:p>
          <w:p w14:paraId="75F14098" w14:textId="77777777" w:rsidR="00213434" w:rsidRPr="003112DB" w:rsidRDefault="00213434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conceito para uma narrativa visual</w:t>
            </w:r>
          </w:p>
          <w:p w14:paraId="4347F729" w14:textId="77777777" w:rsidR="00213434" w:rsidRDefault="00213434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narrativas através de imagens</w:t>
            </w:r>
          </w:p>
          <w:p w14:paraId="3AE1C81F" w14:textId="77777777" w:rsidR="00213434" w:rsidRPr="002E20CE" w:rsidRDefault="00213434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análise crítica das imagens selecionadas e da narrativa de imagens produzida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213434" w:rsidRPr="00136AD8" w14:paraId="6EA79E62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42987E" w14:textId="77777777" w:rsidR="00213434" w:rsidRPr="001B353A" w:rsidRDefault="00213434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E0E335" w14:textId="77777777" w:rsidR="00213434" w:rsidRPr="001B353A" w:rsidRDefault="00213434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2793309" w14:textId="77777777" w:rsidR="00213434" w:rsidRPr="001B353A" w:rsidRDefault="00213434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13434" w:rsidRPr="00136AD8" w14:paraId="3C3CC508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405B2" w14:textId="77777777" w:rsidR="00213434" w:rsidRPr="00C47699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Relação entre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10B4D51" w14:textId="77777777" w:rsidR="00213434" w:rsidRPr="00C47699" w:rsidRDefault="00213434" w:rsidP="0021343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/ tempo</w:t>
            </w:r>
          </w:p>
          <w:p w14:paraId="79A1D31F" w14:textId="77777777" w:rsidR="00213434" w:rsidRPr="00C47699" w:rsidRDefault="00213434" w:rsidP="0021343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Simétrico / assimétrico</w:t>
            </w:r>
          </w:p>
          <w:p w14:paraId="502D3D07" w14:textId="77777777" w:rsidR="00213434" w:rsidRPr="00C47699" w:rsidRDefault="00213434" w:rsidP="0021343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 / desarmonia</w:t>
            </w:r>
          </w:p>
          <w:p w14:paraId="728B1D9E" w14:textId="77777777" w:rsidR="00213434" w:rsidRPr="00C47699" w:rsidRDefault="00213434" w:rsidP="0021343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/ cor</w:t>
            </w:r>
          </w:p>
          <w:p w14:paraId="5DFC1BB3" w14:textId="77777777" w:rsidR="00213434" w:rsidRPr="00C47699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Pormenor e fragmento:</w:t>
            </w:r>
          </w:p>
          <w:p w14:paraId="2BBF920C" w14:textId="77777777" w:rsidR="00213434" w:rsidRPr="00C47699" w:rsidRDefault="00213434" w:rsidP="00213434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Diferenças e importância</w:t>
            </w:r>
          </w:p>
          <w:p w14:paraId="6F529F0A" w14:textId="77777777" w:rsidR="00213434" w:rsidRPr="00C47699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Palavra 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FAC23D0" w14:textId="77777777" w:rsidR="00213434" w:rsidRPr="002E20CE" w:rsidRDefault="00213434" w:rsidP="0021343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</w:t>
            </w:r>
          </w:p>
          <w:p w14:paraId="19E6D308" w14:textId="77777777" w:rsidR="00213434" w:rsidRPr="002E20CE" w:rsidRDefault="00213434" w:rsidP="0021343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e ficção</w:t>
            </w:r>
          </w:p>
          <w:p w14:paraId="473AA609" w14:textId="77777777" w:rsidR="00213434" w:rsidRPr="00C47699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Plano da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0006FBA" w14:textId="77777777" w:rsidR="00213434" w:rsidRPr="002E20CE" w:rsidRDefault="00213434" w:rsidP="00213434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 e fotografia</w:t>
            </w:r>
          </w:p>
          <w:p w14:paraId="1BCAFEDA" w14:textId="77777777" w:rsidR="00213434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Pensamento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59FA139" w14:textId="77777777" w:rsidR="00213434" w:rsidRPr="002E20CE" w:rsidRDefault="00213434" w:rsidP="00213434">
            <w:pPr>
              <w:pStyle w:val="PargrafodaLista"/>
              <w:numPr>
                <w:ilvl w:val="0"/>
                <w:numId w:val="2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metodologias</w:t>
            </w:r>
          </w:p>
          <w:p w14:paraId="67F8F21A" w14:textId="77777777" w:rsidR="00213434" w:rsidRDefault="00213434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Sequências e séries de imagens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46CCCF3" w14:textId="77777777" w:rsidR="00213434" w:rsidRPr="002E20CE" w:rsidRDefault="00213434" w:rsidP="00213434">
            <w:pPr>
              <w:pStyle w:val="PargrafodaLista"/>
              <w:numPr>
                <w:ilvl w:val="0"/>
                <w:numId w:val="2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F69A1" w14:textId="77777777" w:rsidR="00213434" w:rsidRPr="00C47699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espaço e tempo, o simétrico e assimétrico, a harmonia e desarmonia, a luz e cor.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D844026" w14:textId="77777777" w:rsidR="00213434" w:rsidRPr="00C47699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diferenças entre pormenor e fragmento.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59DB29D" w14:textId="77777777" w:rsidR="00213434" w:rsidRPr="00C47699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o som e a imagem.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DA35CF" w14:textId="77777777" w:rsidR="00213434" w:rsidRPr="00C47699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vários tipos de planos.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74F1AF1" w14:textId="77777777" w:rsidR="00213434" w:rsidRPr="00C47699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distinguir séries e sequências de imagens.</w:t>
            </w:r>
          </w:p>
          <w:p w14:paraId="30C97A1A" w14:textId="77777777" w:rsidR="00213434" w:rsidRPr="00CF536A" w:rsidRDefault="00213434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DF650" w14:textId="77777777" w:rsidR="00213434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BBF1DBF" w14:textId="77777777" w:rsidR="00213434" w:rsidRDefault="00213434" w:rsidP="0021343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DE51B8D" w14:textId="77777777" w:rsidR="00213434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095ED11C" w14:textId="77777777" w:rsidR="00213434" w:rsidRDefault="00213434" w:rsidP="002134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588CD68" w14:textId="77777777" w:rsidR="00213434" w:rsidRPr="000173C0" w:rsidRDefault="00213434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25F8ADE" w14:textId="77777777" w:rsidR="00213434" w:rsidRDefault="00213434" w:rsidP="0021343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5F1AA7" w14:textId="77777777" w:rsidR="00213434" w:rsidRPr="00F87025" w:rsidRDefault="00213434" w:rsidP="002134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98E2E65" w14:textId="77777777" w:rsidR="00213434" w:rsidRDefault="00213434" w:rsidP="002134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C224A">
        <w:rPr>
          <w:rFonts w:ascii="Verdana Pro Light" w:eastAsia="Arial Unicode MS" w:hAnsi="Verdana Pro Light" w:cs="Times New Roman"/>
          <w:b/>
          <w:sz w:val="18"/>
          <w:szCs w:val="18"/>
        </w:rPr>
        <w:t>Elaborar processos narrativos através das imagens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E96AC3C" w14:textId="77777777" w:rsidR="00213434" w:rsidRPr="00CF536A" w:rsidRDefault="00213434" w:rsidP="002134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F536A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imagens fotográficas e videográficas tendo em conta a sua relevância para o tema em análise</w:t>
      </w:r>
    </w:p>
    <w:p w14:paraId="055A67F2" w14:textId="77777777" w:rsidR="00213434" w:rsidRPr="0022018B" w:rsidRDefault="00213434" w:rsidP="002134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Elaborando uma narrativa visual através de imagens fotográficas e videográficas tendo em conta o conceito criado,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distingui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séries e sequências de imagens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estabelecendo uma relação entre som e imagem</w:t>
      </w:r>
    </w:p>
    <w:p w14:paraId="785262D6" w14:textId="77777777" w:rsidR="00213434" w:rsidRPr="0022018B" w:rsidRDefault="00213434" w:rsidP="0021343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uma análise crítica das imagens selecionadas e da narrativa de imagens produzida tendo em conta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relação entre espaço e tempo, o simétrico e assimétrico, a harmonia e desarmonia, a luz e cor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i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dentifica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diferenças entre pormenor e fragmento</w:t>
      </w:r>
      <w:r w:rsidRPr="0022018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A6A73A" w14:textId="77777777" w:rsidR="00213434" w:rsidRPr="00F87025" w:rsidRDefault="00213434" w:rsidP="002134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6A1CBD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68DD28C5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0771EA8E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8400D06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0C4064F1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1D6D2926" w14:textId="77777777" w:rsidR="00213434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7FD06819" w14:textId="77777777" w:rsidR="00213434" w:rsidRPr="00CD4CF0" w:rsidRDefault="00213434" w:rsidP="0021343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9368A5A" w14:textId="77777777" w:rsidR="00213434" w:rsidRPr="00984B30" w:rsidRDefault="00213434" w:rsidP="00213434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C66A7E4" w14:textId="77777777" w:rsidR="00213434" w:rsidRPr="00F87025" w:rsidRDefault="00213434" w:rsidP="002134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9439FC8" w14:textId="77777777" w:rsidR="00213434" w:rsidRDefault="00213434" w:rsidP="0021343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255A036" w14:textId="77777777" w:rsidR="00213434" w:rsidRPr="00C34354" w:rsidRDefault="00213434" w:rsidP="0021343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9F00850" w14:textId="77777777" w:rsidR="00213434" w:rsidRDefault="00213434" w:rsidP="0021343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 e edição gráfica</w:t>
      </w:r>
    </w:p>
    <w:p w14:paraId="387BD6F4" w14:textId="77777777" w:rsidR="00213434" w:rsidRPr="000707EF" w:rsidRDefault="00213434" w:rsidP="0021343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narrativas visuais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F22C15" w14:textId="77777777" w:rsidR="00213434" w:rsidRPr="00F87025" w:rsidRDefault="00213434" w:rsidP="0021343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291C226" w14:textId="77777777" w:rsidR="00213434" w:rsidRDefault="00213434" w:rsidP="0021343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CD1FF33" w14:textId="77777777" w:rsidR="00213434" w:rsidRPr="00C34354" w:rsidRDefault="00213434" w:rsidP="0021343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F383EBD" w14:textId="77777777" w:rsidR="00213434" w:rsidRPr="00C34354" w:rsidRDefault="00213434" w:rsidP="00213434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aos </w:t>
      </w:r>
      <w:r w:rsidRPr="002E20CE">
        <w:rPr>
          <w:rFonts w:ascii="Verdana Pro Light" w:eastAsia="Arial Unicode MS" w:hAnsi="Verdana Pro Light" w:cs="Arial Unicode MS"/>
          <w:sz w:val="18"/>
          <w:szCs w:val="18"/>
        </w:rPr>
        <w:t>processos narrativos através das imagens</w:t>
      </w:r>
      <w:r>
        <w:rPr>
          <w:rFonts w:ascii="Verdana Pro Light" w:eastAsia="Arial Unicode MS" w:hAnsi="Verdana Pro Light" w:cs="Arial Unicode MS"/>
          <w:sz w:val="18"/>
          <w:szCs w:val="18"/>
        </w:rPr>
        <w:t>; interrogativo com debates orientados para análise de casos de estudo de narrativas visuais e ativo para exercícios práticos de narrativas visuais.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BCBB233" w14:textId="77777777" w:rsidR="00213434" w:rsidRPr="00335AB2" w:rsidRDefault="00213434" w:rsidP="0021343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presencial, podendo ser mista se as circunstâncias o exigirem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8"/>
    </w:p>
    <w:p w14:paraId="6FF98140" w14:textId="77777777" w:rsidR="000521F4" w:rsidRDefault="000521F4" w:rsidP="000521F4">
      <w:pPr>
        <w:rPr>
          <w:rFonts w:ascii="Verdana Pro Light" w:hAnsi="Verdana Pro Light"/>
          <w:smallCaps/>
        </w:rPr>
      </w:pPr>
    </w:p>
    <w:p w14:paraId="6664A35D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3D52BD50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6139556F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6BFB4EA6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180F01BD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46D22258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6BE5BB30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487DA1E8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58EA480F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2D645A0C" w14:textId="77777777" w:rsidR="00213434" w:rsidRDefault="00213434" w:rsidP="000521F4">
      <w:pPr>
        <w:rPr>
          <w:rFonts w:ascii="Verdana Pro Light" w:hAnsi="Verdana Pro Light"/>
          <w:smallCaps/>
        </w:rPr>
      </w:pPr>
    </w:p>
    <w:p w14:paraId="78FD3417" w14:textId="77777777" w:rsidR="00213434" w:rsidRDefault="00213434" w:rsidP="000521F4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21F4" w:rsidRPr="00136AD8" w14:paraId="04FEB6AC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84F389" w14:textId="0C5C6767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</w:t>
            </w:r>
            <w:r w:rsidR="00D47AE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21343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7F9833" w14:textId="77777777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exterior</w:t>
            </w:r>
          </w:p>
        </w:tc>
      </w:tr>
    </w:tbl>
    <w:p w14:paraId="3AB2854E" w14:textId="77777777" w:rsidR="000521F4" w:rsidRPr="00136AD8" w:rsidRDefault="000521F4" w:rsidP="001D2F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DB0CA3D" w14:textId="77777777" w:rsidR="000521F4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24B7C40" w14:textId="77777777" w:rsidR="000521F4" w:rsidRPr="003200F2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14EA60EB" w14:textId="77777777" w:rsidR="000521F4" w:rsidRPr="00136AD8" w:rsidRDefault="000521F4" w:rsidP="001D2F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21F4" w:rsidRPr="00136AD8" w14:paraId="3008380B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94DDA6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21F4" w:rsidRPr="00136AD8" w14:paraId="6FE16592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AD8E2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263F3C9B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6304CC5D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 de exterior</w:t>
            </w:r>
          </w:p>
          <w:p w14:paraId="4A21059E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0521F4" w:rsidRPr="00136AD8" w14:paraId="1BC3A32F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0296D0" w14:textId="77777777" w:rsidR="000521F4" w:rsidRPr="001B353A" w:rsidRDefault="000521F4" w:rsidP="000521F4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607E4F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DA60E2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21F4" w:rsidRPr="00136AD8" w14:paraId="5289EBB9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7F6E6" w14:textId="77777777" w:rsidR="000521F4" w:rsidRPr="00842D50" w:rsidRDefault="000521F4" w:rsidP="000521F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Características da luz natural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8A7B191" w14:textId="77777777" w:rsidR="000521F4" w:rsidRPr="001E0067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iferentes contextos ambientais </w:t>
            </w:r>
          </w:p>
          <w:p w14:paraId="1453E39E" w14:textId="77777777" w:rsidR="000521F4" w:rsidRPr="001E0067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Variação da temperatura de cor ao longo do dia</w:t>
            </w:r>
          </w:p>
          <w:p w14:paraId="714FD300" w14:textId="77777777" w:rsidR="000521F4" w:rsidRPr="001E0067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na fotografia de exterior:</w:t>
            </w:r>
          </w:p>
          <w:p w14:paraId="1E5EA675" w14:textId="77777777" w:rsidR="000521F4" w:rsidRPr="001E0067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Aproveitamento das características da luz natural</w:t>
            </w:r>
          </w:p>
          <w:p w14:paraId="302488EF" w14:textId="77777777" w:rsidR="000521F4" w:rsidRPr="00E6774B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Utilização da luz artificial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4A5F5AC" w14:textId="77777777" w:rsidR="000521F4" w:rsidRDefault="000521F4" w:rsidP="000521F4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de paisagem natural, urbana e industrial</w:t>
            </w:r>
          </w:p>
          <w:p w14:paraId="6DCE677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ariedade de cenários</w:t>
            </w:r>
          </w:p>
          <w:p w14:paraId="2264A2A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 únicas a serem consideradas</w:t>
            </w:r>
          </w:p>
          <w:p w14:paraId="09C12A9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sombras e contrastes</w:t>
            </w:r>
          </w:p>
          <w:p w14:paraId="528C1D6D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equilibrada</w:t>
            </w:r>
          </w:p>
          <w:p w14:paraId="6451C360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rofundidade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ampo</w:t>
            </w:r>
          </w:p>
          <w:p w14:paraId="2FC11F7B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onga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xposição</w:t>
            </w:r>
          </w:p>
          <w:p w14:paraId="1EE170DA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mpla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erspetiva</w:t>
            </w:r>
          </w:p>
          <w:p w14:paraId="49B3136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Detalhes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exturas</w:t>
            </w:r>
          </w:p>
          <w:p w14:paraId="75FBC601" w14:textId="77777777" w:rsidR="000521F4" w:rsidRPr="001E0067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Linhas e simetria</w:t>
            </w:r>
          </w:p>
          <w:p w14:paraId="56E81D08" w14:textId="77777777" w:rsidR="000521F4" w:rsidRPr="001E0067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1AEA1BC" w14:textId="77777777" w:rsidR="000521F4" w:rsidRPr="000C652B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437F7D5E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Menus de configuração</w:t>
            </w:r>
          </w:p>
          <w:p w14:paraId="0CF95159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53B280C6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  <w:p w14:paraId="020303AD" w14:textId="77777777" w:rsidR="000521F4" w:rsidRPr="003112DB" w:rsidRDefault="000521F4" w:rsidP="000521F4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8B0ABDC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3CBDF09D" w14:textId="77777777" w:rsidR="000521F4" w:rsidRPr="000C652B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</w:p>
          <w:p w14:paraId="5DC491C6" w14:textId="77777777" w:rsidR="000521F4" w:rsidRPr="00E6774B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9317E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Descrever as diferentes características da luz natural ao longo do dia </w:t>
            </w:r>
          </w:p>
          <w:p w14:paraId="368CA370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o equipamento fotográfico ao tipo de fotografia a realizar</w:t>
            </w:r>
          </w:p>
          <w:p w14:paraId="4C66D268" w14:textId="77777777" w:rsidR="000521F4" w:rsidRPr="00CF536A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Parametrizar a câmara fotográfica para fotografia de exterior</w:t>
            </w:r>
          </w:p>
          <w:p w14:paraId="1FA2CE0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5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43C5B742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trabalhos de fotografia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exterior</w:t>
            </w: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3142FFA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814ADD" w14:textId="77777777" w:rsidR="000521F4" w:rsidRPr="00E6774B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1A6DF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D0BA7C2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32F82C9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0B93389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BFAD26E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7067A09F" w14:textId="77777777" w:rsidR="000521F4" w:rsidRPr="000173C0" w:rsidRDefault="000521F4" w:rsidP="000521F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024EAB5" w14:textId="77777777" w:rsidR="000521F4" w:rsidRDefault="000521F4" w:rsidP="001D2FB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34CD4B4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588EB02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B7D36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exterior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0ACA20A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</w:t>
      </w:r>
      <w:r>
        <w:rPr>
          <w:rFonts w:ascii="Verdana Pro Light" w:eastAsia="Arial Unicode MS" w:hAnsi="Verdana Pro Light" w:cs="Arial Unicode MS"/>
          <w:sz w:val="18"/>
          <w:szCs w:val="18"/>
        </w:rPr>
        <w:t>conceito visual/linguagem estética tendo em conta os objetivos da sessão fotográfica</w:t>
      </w:r>
    </w:p>
    <w:p w14:paraId="09D12C35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t xml:space="preserve">Planeando a sessão fotográfica sabendo selecionar o momento do dia tendo em conta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v</w:t>
      </w:r>
      <w:r w:rsidRPr="003A45C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ariações da temperatura de cor ao longo do dia</w:t>
      </w:r>
    </w:p>
    <w:p w14:paraId="3899A72D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</w:t>
      </w:r>
      <w:r w:rsidRPr="00A76BA9">
        <w:rPr>
          <w:rFonts w:ascii="Verdana Pro Light" w:eastAsia="Arial Unicode MS" w:hAnsi="Verdana Pro Light" w:cs="Arial Unicode MS"/>
          <w:sz w:val="18"/>
          <w:szCs w:val="18"/>
        </w:rPr>
        <w:t>as 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objetivas tendo em conta as suas características e os objetivos da sessão fotográfica</w:t>
      </w:r>
    </w:p>
    <w:p w14:paraId="79AF2C7B" w14:textId="77777777" w:rsidR="000521F4" w:rsidRPr="004330C8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Captando e editando imagens com rigor estético e técnico.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04A614B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08368C4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C56FDF8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1059F9F9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66D787FE" w14:textId="77777777" w:rsidR="000521F4" w:rsidRPr="00CD4CF0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75890080" w14:textId="77777777" w:rsidR="000521F4" w:rsidRPr="00984B30" w:rsidRDefault="000521F4" w:rsidP="001D2FB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23E5178D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6C5492D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9950BBA" w14:textId="77777777" w:rsidR="000521F4" w:rsidRPr="00C3435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5EFCA3E" w14:textId="77777777" w:rsidR="000521F4" w:rsidRPr="000707EF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3B2E871D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03022E2B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5B1D7CE" w14:textId="77777777" w:rsidR="000521F4" w:rsidRPr="003A45CE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de exterior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B0A573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DC7EC4F" w14:textId="77777777" w:rsidR="000521F4" w:rsidRDefault="000521F4" w:rsidP="001D2FB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9C15E7E" w14:textId="77777777" w:rsidR="000521F4" w:rsidRPr="00C34354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A52C40E" w14:textId="77777777" w:rsidR="000521F4" w:rsidRPr="00C34354" w:rsidRDefault="000521F4" w:rsidP="001D2FB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 de exterior e ativo para desenvolvimento de um projeto prático de fotografia de exterior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43818BA" w14:textId="77777777" w:rsidR="000521F4" w:rsidRPr="007831EA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lastRenderedPageBreak/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196C47" w14:textId="77777777" w:rsidR="000521F4" w:rsidRPr="00335AB2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55BB3B6" w14:textId="77777777" w:rsidR="000521F4" w:rsidRPr="000521F4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 xml:space="preserve">objetivas </w:t>
      </w:r>
    </w:p>
    <w:p w14:paraId="43442111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BE26BA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E7E1B67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7EEA499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0B3316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C6B2D8F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E3DD170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B3D05EC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3F7780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9956D8D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9779EE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198625A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303EAB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992A0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21A538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5E53628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03AD34C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458884E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8FEF1A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1A0D6D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A2B9AE9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C89D3C9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AD7CECE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59392E5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AF9DBF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580336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A226C98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4F10B60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E99FC0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FADE223" w14:textId="77777777" w:rsidR="000521F4" w:rsidRP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A0A37BE" w14:textId="77777777" w:rsidR="000521F4" w:rsidRPr="00051C79" w:rsidRDefault="000521F4" w:rsidP="000521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21F4" w:rsidRPr="00136AD8" w14:paraId="5FBC267B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8FA5959" w14:textId="1825E122" w:rsidR="000521F4" w:rsidRPr="00136AD8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 xml:space="preserve">UC 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001</w:t>
            </w:r>
            <w:r w:rsidR="0021343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74290DC" w14:textId="77777777" w:rsidR="000521F4" w:rsidRPr="009C256C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501D1F5D" w14:textId="77777777" w:rsidR="000521F4" w:rsidRPr="00136AD8" w:rsidRDefault="000521F4" w:rsidP="001D2F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8491518" w14:textId="77777777" w:rsidR="000521F4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6BAF92E" w14:textId="77777777" w:rsidR="000521F4" w:rsidRPr="003200F2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DF65424" w14:textId="77777777" w:rsidR="000521F4" w:rsidRPr="00136AD8" w:rsidRDefault="000521F4" w:rsidP="001D2F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21F4" w:rsidRPr="00136AD8" w14:paraId="1910CDD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06E1C9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21F4" w:rsidRPr="00136AD8" w14:paraId="65FDD196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B56149" w14:textId="77777777" w:rsidR="000521F4" w:rsidRPr="00AB5AF8" w:rsidRDefault="000521F4" w:rsidP="000521F4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2D61FF7E" w14:textId="77777777" w:rsidR="000521F4" w:rsidRPr="00AB5AF8" w:rsidRDefault="000521F4" w:rsidP="000521F4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239353AD" w14:textId="77777777" w:rsidR="000521F4" w:rsidRPr="001B353A" w:rsidRDefault="000521F4" w:rsidP="000521F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0521F4" w:rsidRPr="00136AD8" w14:paraId="67A9B003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5E5B1B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D9FF11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91AE401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21F4" w:rsidRPr="00136AD8" w14:paraId="7D62ECED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23F06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63C8C483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2827AED5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156AE1AC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4060311E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45491720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20090E8E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16800E98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49BC88C0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  <w:p w14:paraId="60D71C0B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375BBA39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Saúde no trabalho - síndroma de 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503E995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1224E0E8" w14:textId="77777777" w:rsidR="000521F4" w:rsidRPr="001B353A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4EDB6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22B03942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5D916028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2D22CDCD" w14:textId="77777777" w:rsidR="000521F4" w:rsidRPr="008705DA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2B3E0133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04C0BF33" w14:textId="77777777" w:rsidR="000521F4" w:rsidRPr="009835C1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7173A772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7CEBA8C9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77B72845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4890C5A5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74FB180A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FD63450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37A1C47E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Trocar conhecimentos e experiências.</w:t>
            </w:r>
          </w:p>
          <w:p w14:paraId="53FBF109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035AC941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4CE77411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665C8584" w14:textId="77777777" w:rsidR="000521F4" w:rsidRPr="00057283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B14E3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3ADD0C93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D384183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02361DD4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Automotivação.</w:t>
            </w:r>
          </w:p>
          <w:p w14:paraId="7122FC52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6636B95E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C724B59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7C18D5E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759288A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275045C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E35092D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3ADCF52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DF78408" w14:textId="77777777" w:rsidR="000521F4" w:rsidRPr="00A128FE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B9121DD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19CCF7F9" w14:textId="77777777" w:rsidR="000521F4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6751D961" w14:textId="77777777" w:rsidR="000521F4" w:rsidRPr="00AB5AF8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4A0D5AD8" w14:textId="77777777" w:rsidR="000521F4" w:rsidRPr="00057283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2845D8" w14:textId="77777777" w:rsidR="000521F4" w:rsidRDefault="000521F4" w:rsidP="001D2FBF">
      <w:pPr>
        <w:rPr>
          <w:rFonts w:ascii="Verdana Pro Light" w:hAnsi="Verdana Pro Light"/>
          <w:smallCaps/>
        </w:rPr>
      </w:pPr>
    </w:p>
    <w:p w14:paraId="3F0C5226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6B85E1C" w14:textId="77777777" w:rsidR="000521F4" w:rsidRPr="00C3428A" w:rsidRDefault="000521F4" w:rsidP="001D2FBF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79FF3DFF" w14:textId="77777777" w:rsidR="000521F4" w:rsidRPr="00AB5AF8" w:rsidRDefault="000521F4" w:rsidP="001D2FBF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4FFA5A12" w14:textId="77777777" w:rsidR="000521F4" w:rsidRPr="00AB5AF8" w:rsidRDefault="000521F4" w:rsidP="001D2FBF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525E36E2" w14:textId="77777777" w:rsidR="000521F4" w:rsidRDefault="000521F4" w:rsidP="001D2FBF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036C6DD9" w14:textId="77777777" w:rsidR="000521F4" w:rsidRDefault="000521F4" w:rsidP="001D2FBF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71BEC6F7" w14:textId="77777777" w:rsidR="000521F4" w:rsidRPr="00136AD8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E3E738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2A21FD" w14:textId="77777777" w:rsidR="000521F4" w:rsidRPr="00AB5AF8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1366CE2A" w14:textId="77777777" w:rsidR="000521F4" w:rsidRPr="00051C79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FFE045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84BAE0E" w14:textId="77777777" w:rsidR="000521F4" w:rsidRPr="00DA0C85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A6113A6" w14:textId="77777777" w:rsidR="000521F4" w:rsidRPr="00DA0C85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693B827F" w14:textId="77777777" w:rsidR="000521F4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2B0A2F02" w14:textId="77777777" w:rsidR="000521F4" w:rsidRPr="00DA0C85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40BA36A5" w14:textId="77777777" w:rsidR="000521F4" w:rsidRPr="00051C79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CF2664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000AAFD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AC6B86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A5D5AF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038AE4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F43176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31A2D3F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469844" w14:textId="77777777" w:rsidR="000521F4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4C2788" w14:textId="77777777" w:rsidR="000521F4" w:rsidRPr="00051C79" w:rsidRDefault="000521F4" w:rsidP="001D2FB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521F4" w:rsidRPr="00136AD8" w14:paraId="3C3FBF48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5955ECB" w14:textId="641836B9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001</w:t>
            </w:r>
            <w:r w:rsidR="00213434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624D64" w14:textId="77777777" w:rsidR="000521F4" w:rsidRPr="000D4397" w:rsidRDefault="000521F4" w:rsidP="000521F4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de retrato em estúdio</w:t>
            </w:r>
          </w:p>
        </w:tc>
      </w:tr>
    </w:tbl>
    <w:p w14:paraId="749A11B5" w14:textId="77777777" w:rsidR="000521F4" w:rsidRPr="00136AD8" w:rsidRDefault="000521F4" w:rsidP="001D2FB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5A643D0" w14:textId="77777777" w:rsidR="000521F4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66847487" w14:textId="77777777" w:rsidR="000521F4" w:rsidRPr="003200F2" w:rsidRDefault="000521F4" w:rsidP="001D2FB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2774373" w14:textId="77777777" w:rsidR="000521F4" w:rsidRPr="00136AD8" w:rsidRDefault="000521F4" w:rsidP="001D2FB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521F4" w:rsidRPr="00136AD8" w14:paraId="61D562E7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63558A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521F4" w:rsidRPr="00136AD8" w14:paraId="78D5809F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402B9B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02D5C489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câmaras e 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>objetivas</w:t>
            </w:r>
          </w:p>
          <w:p w14:paraId="5DE16C79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 estúdio e selecionar os equipamentos de iluminação</w:t>
            </w:r>
          </w:p>
          <w:p w14:paraId="2C0B3A59" w14:textId="77777777" w:rsidR="000521F4" w:rsidRPr="00E763D6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 direção dos modelos e captar imagens de retrato</w:t>
            </w:r>
          </w:p>
          <w:p w14:paraId="45CA3163" w14:textId="77777777" w:rsidR="000521F4" w:rsidRPr="0041324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0521F4" w:rsidRPr="00136AD8" w14:paraId="3CE76696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B455EA" w14:textId="77777777" w:rsidR="000521F4" w:rsidRPr="001B353A" w:rsidRDefault="000521F4" w:rsidP="000521F4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50B91D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DA75D6" w14:textId="77777777" w:rsidR="000521F4" w:rsidRPr="001B353A" w:rsidRDefault="000521F4" w:rsidP="000521F4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521F4" w:rsidRPr="00136AD8" w14:paraId="2E29B79D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76C26" w14:textId="77777777" w:rsidR="000521F4" w:rsidRPr="00090963" w:rsidRDefault="000521F4" w:rsidP="000521F4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de dia e luz artificial:</w:t>
            </w:r>
          </w:p>
          <w:p w14:paraId="78DCB79B" w14:textId="77777777" w:rsidR="000521F4" w:rsidRPr="003B21EB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467CB24A" w14:textId="77777777" w:rsidR="000521F4" w:rsidRPr="003B21EB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contextos ambientais </w:t>
            </w:r>
          </w:p>
          <w:p w14:paraId="38D099D3" w14:textId="77777777" w:rsidR="000521F4" w:rsidRPr="00090963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Temperaturas de cor:</w:t>
            </w:r>
          </w:p>
          <w:p w14:paraId="35A9FE6F" w14:textId="77777777" w:rsidR="000521F4" w:rsidRPr="003B21EB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da baixa, média e alta temperatura de cor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das fontes de luz</w:t>
            </w:r>
          </w:p>
          <w:p w14:paraId="5592A670" w14:textId="77777777" w:rsidR="000521F4" w:rsidRPr="00E15212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temperaturas de cor</w:t>
            </w: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0806C7" w14:textId="77777777" w:rsidR="000521F4" w:rsidRPr="00090963" w:rsidRDefault="000521F4" w:rsidP="000521F4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Fontes de luz artificial:</w:t>
            </w:r>
          </w:p>
          <w:p w14:paraId="2CF8F64E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660DEB78" w14:textId="77777777" w:rsidR="000521F4" w:rsidRPr="003B21EB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Luz contínua </w:t>
            </w:r>
          </w:p>
          <w:p w14:paraId="3F0F5254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eletrónico</w:t>
            </w:r>
          </w:p>
          <w:p w14:paraId="49D64465" w14:textId="77777777" w:rsidR="000521F4" w:rsidRPr="003B21EB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portátil</w:t>
            </w:r>
          </w:p>
          <w:p w14:paraId="3C0AB567" w14:textId="77777777" w:rsidR="000521F4" w:rsidRDefault="000521F4" w:rsidP="000521F4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74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Flash de estúdio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Autónomos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Pr="000909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Geradores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01DDFAAD" w14:textId="77777777" w:rsidR="000521F4" w:rsidRPr="00C72912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Medição de luz contínua e luz de flash eletrónico:</w:t>
            </w:r>
          </w:p>
          <w:p w14:paraId="3BE6728C" w14:textId="77777777" w:rsidR="000521F4" w:rsidRPr="00C72912" w:rsidRDefault="000521F4" w:rsidP="000521F4">
            <w:pPr>
              <w:pStyle w:val="PargrafodaLista"/>
              <w:numPr>
                <w:ilvl w:val="0"/>
                <w:numId w:val="1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Flash </w:t>
            </w:r>
            <w:r w:rsidRPr="00C7291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meter</w:t>
            </w:r>
          </w:p>
          <w:p w14:paraId="12C54B71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Acessórios para modelação da luz artificial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5EBEBB8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21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Equipamentos, características e finalidades</w:t>
            </w:r>
          </w:p>
          <w:p w14:paraId="36BEB821" w14:textId="77777777" w:rsidR="000521F4" w:rsidRDefault="000521F4" w:rsidP="000521F4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Iluminação para retrato:</w:t>
            </w:r>
          </w:p>
          <w:p w14:paraId="4DAA8C00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 de luz principal</w:t>
            </w:r>
          </w:p>
          <w:p w14:paraId="22C9B6D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Preenchimento de luz</w:t>
            </w:r>
          </w:p>
          <w:p w14:paraId="2F772919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de fundo</w:t>
            </w:r>
          </w:p>
          <w:p w14:paraId="09706E44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Rim Light (Luz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ontorno)</w:t>
            </w:r>
          </w:p>
          <w:p w14:paraId="3942D370" w14:textId="77777777" w:rsidR="000521F4" w:rsidRPr="00662996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Modificação da luz</w:t>
            </w:r>
          </w:p>
          <w:p w14:paraId="53B63405" w14:textId="77777777" w:rsidR="000521F4" w:rsidRPr="00662996" w:rsidRDefault="000521F4" w:rsidP="000521F4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 corpo humano:</w:t>
            </w:r>
          </w:p>
          <w:p w14:paraId="0FF696D6" w14:textId="77777777" w:rsidR="000521F4" w:rsidRPr="00662996" w:rsidRDefault="000521F4" w:rsidP="000521F4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Proporções e enquadramento</w:t>
            </w:r>
          </w:p>
          <w:p w14:paraId="02053C41" w14:textId="77777777" w:rsidR="000521F4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iluminação de estúdio</w:t>
            </w:r>
          </w:p>
          <w:p w14:paraId="1DE5390C" w14:textId="77777777" w:rsidR="000521F4" w:rsidRPr="00C72912" w:rsidRDefault="000521F4" w:rsidP="000521F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7DCA3403" w14:textId="77777777" w:rsidR="000521F4" w:rsidRPr="00662996" w:rsidRDefault="000521F4" w:rsidP="000521F4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</w:p>
          <w:p w14:paraId="513A3FD7" w14:textId="77777777" w:rsidR="000521F4" w:rsidRPr="001E0067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câmara fotográfica, c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omponentes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objetivas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2AFF28C" w14:textId="77777777" w:rsidR="000521F4" w:rsidRPr="000C652B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72F8BDB9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4B934C6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6CE60DE9" w14:textId="77777777" w:rsidR="000521F4" w:rsidRPr="001B653B" w:rsidRDefault="000521F4" w:rsidP="000521F4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09A55" w14:textId="77777777" w:rsidR="000521F4" w:rsidRPr="00E15212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62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Descrever as características da luz natural e da luz artificial.</w:t>
            </w:r>
            <w:r w:rsidRPr="00E15212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br/>
            </w:r>
          </w:p>
          <w:p w14:paraId="221D7DEE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diversos tipos de luz artificial usados em fotografia.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74DF23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e utilizar o tipo de iluminação artificial em função das situações fotográficas apresentadas.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A12D15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o tipo de máquina e objetiva adequado ao estilo de retrato que se pretende.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4B8A00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vários tipos de luz e medi-la para fotografar retratos.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F9CFC8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Dirigir modelos em sessões fotográficas</w:t>
            </w:r>
          </w:p>
          <w:p w14:paraId="0EA504D3" w14:textId="77777777" w:rsidR="000521F4" w:rsidRPr="00A1459C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B6CBF8" w14:textId="77777777" w:rsidR="000521F4" w:rsidRPr="00E15212" w:rsidRDefault="000521F4" w:rsidP="000521F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BBE792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69AFBD41" w14:textId="77777777" w:rsidR="000521F4" w:rsidRPr="00A1459C" w:rsidRDefault="000521F4" w:rsidP="000521F4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15FC5210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BE4F56D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69A80041" w14:textId="77777777" w:rsidR="000521F4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D1EBD83" w14:textId="77777777" w:rsidR="000521F4" w:rsidRPr="00A1459C" w:rsidRDefault="000521F4" w:rsidP="000521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4F594D1D" w14:textId="77777777" w:rsidR="000521F4" w:rsidRPr="00174C0E" w:rsidRDefault="000521F4" w:rsidP="000521F4">
            <w:pPr>
              <w:spacing w:before="120" w:after="0" w:line="276" w:lineRule="auto"/>
              <w:ind w:left="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F03B8F" w14:textId="77777777" w:rsidR="000521F4" w:rsidRPr="00E15212" w:rsidRDefault="000521F4" w:rsidP="000521F4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1175D3A3" w14:textId="77777777" w:rsidR="000521F4" w:rsidRDefault="000521F4" w:rsidP="001D2FB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044C045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8910FC7" w14:textId="77777777" w:rsidR="000521F4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30105">
        <w:rPr>
          <w:rFonts w:ascii="Verdana Pro Light" w:eastAsia="Arial Unicode MS" w:hAnsi="Verdana Pro Light" w:cs="Times New Roman"/>
          <w:b/>
          <w:sz w:val="18"/>
          <w:szCs w:val="18"/>
        </w:rPr>
        <w:t>Realizar fotografia de retrato em estúdio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01710C0" w14:textId="77777777" w:rsidR="000521F4" w:rsidRPr="005C1803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CD1. Criando um conceito visual/linguagem estética tendo em conta os objetivos da sessão fotográfica</w:t>
      </w:r>
    </w:p>
    <w:p w14:paraId="5FEA45DA" w14:textId="77777777" w:rsidR="000521F4" w:rsidRPr="005C1803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CD2. Preparando o estúdio de fotografia tendo em conta as normas de segurança e selecionando os equipamentos e acessórios de iluminação apropriados aos objetivos da sessão fotográfica</w:t>
      </w:r>
    </w:p>
    <w:p w14:paraId="3986AD90" w14:textId="77777777" w:rsidR="000521F4" w:rsidRPr="005C1803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CD3. Selecionando as câmaras fotográficas e objetivas tendo em conta as suas características e os objetivos da sessão fotográfica</w:t>
      </w:r>
    </w:p>
    <w:p w14:paraId="7EBD4054" w14:textId="77777777" w:rsidR="000521F4" w:rsidRPr="005C1803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CD4. Demonstrando conhecimentos na direção de modelos</w:t>
      </w:r>
    </w:p>
    <w:p w14:paraId="3D59E09C" w14:textId="77777777" w:rsidR="000521F4" w:rsidRPr="005C1803" w:rsidRDefault="000521F4" w:rsidP="001D2FB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CD5. Captando imagens com rigor estético e técnico.</w:t>
      </w:r>
    </w:p>
    <w:p w14:paraId="3C0A9185" w14:textId="77777777" w:rsidR="000521F4" w:rsidRPr="004330C8" w:rsidRDefault="000521F4" w:rsidP="001D2FB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7C7D74C7" w14:textId="77777777" w:rsidR="000521F4" w:rsidRPr="00A1459C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F5F1D9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D4BFFE7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7A51451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</w:t>
      </w:r>
    </w:p>
    <w:p w14:paraId="03092146" w14:textId="77777777" w:rsidR="000521F4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04E369A" w14:textId="77777777" w:rsidR="000521F4" w:rsidRPr="00CD4CF0" w:rsidRDefault="000521F4" w:rsidP="001D2FB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23915FF5" w14:textId="77777777" w:rsidR="000521F4" w:rsidRPr="00984B30" w:rsidRDefault="000521F4" w:rsidP="001D2FB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1B1AF25A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3D030F2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4F2B458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3DFD5455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>Câmaras fotográficas</w:t>
      </w:r>
    </w:p>
    <w:p w14:paraId="3A991BD8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1ECDF494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5E2C93B3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6F2B343C" w14:textId="77777777" w:rsidR="000521F4" w:rsidRPr="00A1459C" w:rsidRDefault="000521F4" w:rsidP="001D2FB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Casos de estudo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77FC573" w14:textId="77777777" w:rsidR="000521F4" w:rsidRPr="00F87025" w:rsidRDefault="000521F4" w:rsidP="001D2FB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C6BD19" w14:textId="77777777" w:rsidR="000521F4" w:rsidRDefault="000521F4" w:rsidP="001D2FB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2512647" w14:textId="77777777" w:rsidR="000521F4" w:rsidRPr="00A1459C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7E361C20" w14:textId="77777777" w:rsidR="000521F4" w:rsidRPr="00A1459C" w:rsidRDefault="000521F4" w:rsidP="001D2FB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com recurso a meios visuais e/ou audiovisuais para a explicitação dos conceitos associados à iluminação e à fotografia de retrato e ativo para desenvolvimento de um projeto prático de fotografia de retrato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CE1E984" w14:textId="77777777" w:rsidR="000521F4" w:rsidRPr="00A1459C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C86179" w14:textId="77777777" w:rsidR="000521F4" w:rsidRPr="00A1459C" w:rsidRDefault="000521F4" w:rsidP="001D2FB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4FFD73" w14:textId="77777777" w:rsidR="000521F4" w:rsidRPr="000521F4" w:rsidRDefault="000521F4" w:rsidP="000521F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19D8B4FA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20B9509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D2110A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987270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862E70E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A3F08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FE1B915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292488C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4099D7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CB9CF1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11DED18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8696DB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23A396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7FE0A72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2A3E121" w14:textId="77777777" w:rsidR="000521F4" w:rsidRDefault="000521F4" w:rsidP="000521F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9048988" w14:textId="77777777" w:rsidR="00EF7E2F" w:rsidRPr="000521F4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F7E2F" w:rsidRPr="00136AD8" w14:paraId="7962A316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E1CFF0C" w14:textId="77777777" w:rsidR="00EF7E2F" w:rsidRPr="000D4397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001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7144A1" w14:textId="77777777" w:rsidR="00EF7E2F" w:rsidRPr="000D4397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Revelar e imprimir em laboratório analógico a preto e branco</w:t>
            </w:r>
          </w:p>
        </w:tc>
      </w:tr>
    </w:tbl>
    <w:p w14:paraId="58177196" w14:textId="77777777" w:rsidR="00EF7E2F" w:rsidRPr="00136AD8" w:rsidRDefault="00EF7E2F" w:rsidP="00EF7E2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66D653B" w14:textId="77777777" w:rsidR="00EF7E2F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7DD144D3" w14:textId="77777777" w:rsidR="00EF7E2F" w:rsidRPr="003200F2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04A3BED" w14:textId="77777777" w:rsidR="00EF7E2F" w:rsidRPr="00136AD8" w:rsidRDefault="00EF7E2F" w:rsidP="00EF7E2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F7E2F" w:rsidRPr="00136AD8" w14:paraId="17989727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E9D4E2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F7E2F" w:rsidRPr="00136AD8" w14:paraId="31D9A6F2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EB7DB9" w14:textId="77777777" w:rsidR="00EF7E2F" w:rsidRPr="00E763D6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arregar o filme no tanque de revelação</w:t>
            </w:r>
          </w:p>
          <w:p w14:paraId="0C42F1C9" w14:textId="77777777" w:rsidR="00EF7E2F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ealizar o processo de revelação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negativos a 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preto e branco </w:t>
            </w:r>
          </w:p>
          <w:p w14:paraId="7F425BBF" w14:textId="77777777" w:rsidR="00EF7E2F" w:rsidRPr="00E763D6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A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valiar a qualidade 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provas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reveladas</w:t>
            </w:r>
          </w:p>
          <w:p w14:paraId="2FC6A347" w14:textId="77777777" w:rsidR="00EF7E2F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reparar e ampliar imagens em papel fotográfico preto e branco</w:t>
            </w:r>
          </w:p>
          <w:p w14:paraId="72729C0E" w14:textId="77777777" w:rsidR="00EF7E2F" w:rsidRPr="0008537A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R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>ealizar ajustes finais nas impressões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F7E2F" w:rsidRPr="00136AD8" w14:paraId="39E30E26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E64E16" w14:textId="77777777" w:rsidR="00EF7E2F" w:rsidRPr="001B353A" w:rsidRDefault="00EF7E2F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4E4FFF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A5FD7B5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F7E2F" w:rsidRPr="00136AD8" w14:paraId="47A87B8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2A803" w14:textId="77777777" w:rsidR="00EF7E2F" w:rsidRPr="00AD2EB4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Filme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39145D9F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5D587121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24F8ED0F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</w:t>
            </w:r>
          </w:p>
          <w:p w14:paraId="7CAB2BC4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Sensibilidades</w:t>
            </w:r>
          </w:p>
          <w:p w14:paraId="4DBAFDCE" w14:textId="77777777" w:rsidR="00EF7E2F" w:rsidRPr="00AD2EB4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Papel fotográfico para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19A7AE91" w14:textId="77777777" w:rsidR="00EF7E2F" w:rsidRPr="00AD2EB4" w:rsidRDefault="00EF7E2F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</w:t>
            </w:r>
          </w:p>
          <w:p w14:paraId="50E0A546" w14:textId="77777777" w:rsidR="00EF7E2F" w:rsidRPr="00AD2EB4" w:rsidRDefault="00EF7E2F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Superfícies</w:t>
            </w:r>
          </w:p>
          <w:p w14:paraId="55315BE6" w14:textId="77777777" w:rsidR="00EF7E2F" w:rsidRPr="00AD2EB4" w:rsidRDefault="00EF7E2F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</w:p>
          <w:p w14:paraId="619F6EDA" w14:textId="77777777" w:rsidR="00EF7E2F" w:rsidRPr="00AD2EB4" w:rsidRDefault="00EF7E2F" w:rsidP="00017090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Grau fixo e contraste variável</w:t>
            </w:r>
          </w:p>
          <w:p w14:paraId="3C6C9B67" w14:textId="77777777" w:rsidR="00EF7E2F" w:rsidRPr="00AD2EB4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Produtos químicos para revelação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2D92A213" w14:textId="77777777" w:rsidR="00EF7E2F" w:rsidRPr="00AD2EB4" w:rsidRDefault="00EF7E2F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6D607CB4" w14:textId="77777777" w:rsidR="00EF7E2F" w:rsidRPr="00AD2EB4" w:rsidRDefault="00EF7E2F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299D025F" w14:textId="77777777" w:rsidR="00EF7E2F" w:rsidRPr="00AD2EB4" w:rsidRDefault="00EF7E2F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0770CF75" w14:textId="77777777" w:rsidR="00EF7E2F" w:rsidRPr="00AD2EB4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Revelação de filmes 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preto e branco</w:t>
            </w:r>
          </w:p>
          <w:p w14:paraId="0DD35FEC" w14:textId="77777777" w:rsidR="00EF7E2F" w:rsidRPr="00AD2EB4" w:rsidRDefault="00EF7E2F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Fases, tempos e temperaturas de processamento</w:t>
            </w:r>
          </w:p>
          <w:p w14:paraId="01139EDB" w14:textId="77777777" w:rsidR="00EF7E2F" w:rsidRPr="00AD2EB4" w:rsidRDefault="00EF7E2F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Diluições</w:t>
            </w:r>
          </w:p>
          <w:p w14:paraId="68C1DAEC" w14:textId="77777777" w:rsidR="00EF7E2F" w:rsidRPr="00AD2EB4" w:rsidRDefault="00EF7E2F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 e conservação de filmes a P/B</w:t>
            </w:r>
          </w:p>
          <w:p w14:paraId="6FF885BF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2C2FD8EA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Tanques</w:t>
            </w:r>
          </w:p>
          <w:p w14:paraId="42A14B78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Espirais</w:t>
            </w:r>
          </w:p>
          <w:p w14:paraId="40D918DB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Termómetro</w:t>
            </w:r>
          </w:p>
          <w:p w14:paraId="639B505D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Provetas</w:t>
            </w:r>
          </w:p>
          <w:p w14:paraId="5866F293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Molas</w:t>
            </w:r>
          </w:p>
          <w:p w14:paraId="0074D5BC" w14:textId="77777777" w:rsidR="00EF7E2F" w:rsidRPr="00AD2EB4" w:rsidRDefault="00EF7E2F" w:rsidP="00017090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743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filme</w:t>
            </w:r>
          </w:p>
          <w:p w14:paraId="1D384918" w14:textId="77777777" w:rsidR="00EF7E2F" w:rsidRPr="00734AB4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Ampliação e processamento do papel fotográfico para preto e branco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358CF40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Revelador</w:t>
            </w:r>
          </w:p>
          <w:p w14:paraId="51138BB3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Banho de paragem</w:t>
            </w:r>
          </w:p>
          <w:p w14:paraId="75E3321F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Fixador</w:t>
            </w:r>
          </w:p>
          <w:p w14:paraId="2806BA90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Lavagem</w:t>
            </w:r>
          </w:p>
          <w:p w14:paraId="252FDDFC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Secagem</w:t>
            </w:r>
          </w:p>
          <w:p w14:paraId="3863E4D0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usados</w:t>
            </w:r>
          </w:p>
          <w:p w14:paraId="6B4DD85A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Ampliador</w:t>
            </w:r>
          </w:p>
          <w:p w14:paraId="2471D7E7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Temporizador</w:t>
            </w:r>
          </w:p>
          <w:p w14:paraId="3E747F47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Marginador</w:t>
            </w:r>
          </w:p>
          <w:p w14:paraId="16438FC7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Lupa de focagem</w:t>
            </w:r>
          </w:p>
          <w:p w14:paraId="38EF759F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Tinas</w:t>
            </w:r>
          </w:p>
          <w:p w14:paraId="558034AB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Pinças de revelação</w:t>
            </w:r>
          </w:p>
          <w:p w14:paraId="32717125" w14:textId="77777777" w:rsidR="00EF7E2F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743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Estufa de secagem de papel</w:t>
            </w:r>
          </w:p>
          <w:p w14:paraId="450E56EE" w14:textId="77777777" w:rsidR="00EF7E2F" w:rsidRPr="00D422AC" w:rsidRDefault="00EF7E2F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laboratório de revelação</w:t>
            </w:r>
          </w:p>
          <w:p w14:paraId="5229D508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29DE7551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produtos químicos</w:t>
            </w:r>
          </w:p>
          <w:p w14:paraId="56475CFF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0AC781CD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B3CD0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Caracterizar os vários tipos de filme e de papel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69E8B8E6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processo químico de revelação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preto e branco</w:t>
            </w:r>
          </w:p>
          <w:p w14:paraId="200A3862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de laboratório</w:t>
            </w:r>
          </w:p>
          <w:p w14:paraId="4321BF80" w14:textId="77777777" w:rsidR="00EF7E2F" w:rsidRPr="00734AB4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as normas de segurança na utilização de laboratório de revelação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5850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4949B20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40FFEF4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4B4C443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5DA0E37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9601F96" w14:textId="77777777" w:rsidR="00EF7E2F" w:rsidRPr="000173C0" w:rsidRDefault="00EF7E2F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597F988" w14:textId="77777777" w:rsidR="00EF7E2F" w:rsidRDefault="00EF7E2F" w:rsidP="00EF7E2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4CAA2D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bookmarkStart w:id="9" w:name="_Hlk158559220"/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bookmarkEnd w:id="9"/>
    <w:p w14:paraId="62295D08" w14:textId="77777777" w:rsidR="00EF7E2F" w:rsidRDefault="00EF7E2F" w:rsidP="00EF7E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57">
        <w:rPr>
          <w:rFonts w:ascii="Verdana Pro Light" w:eastAsia="Arial Unicode MS" w:hAnsi="Verdana Pro Light" w:cs="Times New Roman"/>
          <w:b/>
          <w:sz w:val="18"/>
          <w:szCs w:val="18"/>
        </w:rPr>
        <w:t>Revelar e imprimir em laboratório analógico a preto e branco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7E2F031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C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arreg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filme no tanque de revelação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condições do local e garantido o escuro total</w:t>
      </w:r>
    </w:p>
    <w:p w14:paraId="08258469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o processo de revelação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negativos a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 xml:space="preserve">seguindo os procedimentos e tempos específicos para obter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resultados desejados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2255663F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valia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 qualidade das </w:t>
      </w:r>
      <w:r>
        <w:rPr>
          <w:rFonts w:ascii="Verdana Pro Light" w:eastAsia="Arial Unicode MS" w:hAnsi="Verdana Pro Light" w:cs="Arial Unicode MS"/>
          <w:sz w:val="18"/>
          <w:szCs w:val="18"/>
        </w:rPr>
        <w:t>provas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reveladas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734AB4">
        <w:rPr>
          <w:rFonts w:ascii="Verdana Pro Light" w:eastAsia="Arial Unicode MS" w:hAnsi="Verdana Pro Light" w:cs="Arial Unicode MS"/>
          <w:sz w:val="18"/>
          <w:szCs w:val="18"/>
        </w:rPr>
        <w:t>ajustando os parâmetros de revelação conforme necessário para alcançar os resultados desejados</w:t>
      </w:r>
    </w:p>
    <w:p w14:paraId="414037E8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A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mplia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ndo as 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imagens em papel fotográfico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t>seguindo os procedimentos de exposição, desenvolvimento e fixação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cumprindo as normas de segurança da prática de laboratório</w:t>
      </w:r>
    </w:p>
    <w:p w14:paraId="57ADA1E3" w14:textId="77777777" w:rsidR="00EF7E2F" w:rsidRPr="00BA1DF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R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>ealiza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ajustes finais nas impressões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contrate e a tonalidade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B285CCE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67D0E6D" w14:textId="77777777" w:rsidR="00EF7E2F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diversos</w:t>
      </w:r>
    </w:p>
    <w:p w14:paraId="569F18EE" w14:textId="77777777" w:rsidR="00EF7E2F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08C382E" w14:textId="77777777" w:rsidR="00EF7E2F" w:rsidRPr="00CD4CF0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0E540EC3" w14:textId="77777777" w:rsidR="00EF7E2F" w:rsidRPr="00984B30" w:rsidRDefault="00EF7E2F" w:rsidP="00EF7E2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9C6FE58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21855F3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AA63F45" w14:textId="77777777" w:rsidR="00EF7E2F" w:rsidRPr="00C34354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lastRenderedPageBreak/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6D5F46F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Filme preto e branco</w:t>
      </w:r>
    </w:p>
    <w:p w14:paraId="190F3346" w14:textId="77777777" w:rsidR="00EF7E2F" w:rsidRPr="000707E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Papel fotográfico preto e branco</w:t>
      </w:r>
    </w:p>
    <w:p w14:paraId="772EBBF3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>Produtos químicos para revelação a preto e branco</w:t>
      </w:r>
    </w:p>
    <w:p w14:paraId="56ED49F8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revelação e ampliação a preto e branco</w:t>
      </w:r>
    </w:p>
    <w:p w14:paraId="683B9020" w14:textId="77777777" w:rsidR="00EF7E2F" w:rsidRPr="00BA1DF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Laboratório de revelação a preto e branco</w:t>
      </w:r>
      <w:r w:rsidRPr="00BA1DFF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014FE15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0643907" w14:textId="77777777" w:rsidR="00EF7E2F" w:rsidRDefault="00EF7E2F" w:rsidP="00EF7E2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FECB3BC" w14:textId="77777777" w:rsidR="00EF7E2F" w:rsidRPr="00C34354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6B8063F" w14:textId="77777777" w:rsidR="00EF7E2F" w:rsidRPr="00C34354" w:rsidRDefault="00EF7E2F" w:rsidP="00EF7E2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revelação a preto e branco; demonstrativo para prática de revelação a preto e branco e ativo para exercícios práticos de revelação a preto e branco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CD45548" w14:textId="77777777" w:rsidR="00EF7E2F" w:rsidRPr="007831EA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8D8A669" w14:textId="77777777" w:rsidR="00EF7E2F" w:rsidRPr="00335AB2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7502B5" w14:textId="77777777" w:rsidR="00EF7E2F" w:rsidRPr="000521F4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revelação a preto e branco e respetivo equipamento de revelação e ampliação ou a parceria com entidades que possam este tipo de espaço e equipamento. </w:t>
      </w:r>
    </w:p>
    <w:p w14:paraId="65F59745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B910C7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BC56C8B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E210ED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EB01475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0DCDD4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09E2BA3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EFCDC29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59709D5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E60EA4D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7094F1B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B2CB56C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38B851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403CB3A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09834B4" w14:textId="77777777" w:rsidR="00EF7E2F" w:rsidRPr="000521F4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A2AC5EB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F7E2F" w:rsidRPr="00136AD8" w14:paraId="58374F7E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F78AC2" w14:textId="77777777" w:rsidR="00EF7E2F" w:rsidRPr="00F42D38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4930BC5" w14:textId="77777777" w:rsidR="00EF7E2F" w:rsidRPr="00F42D38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64007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Revelar e imprimir em laboratório digital a cores</w:t>
            </w:r>
          </w:p>
        </w:tc>
      </w:tr>
    </w:tbl>
    <w:p w14:paraId="5CF18730" w14:textId="77777777" w:rsidR="00EF7E2F" w:rsidRPr="00136AD8" w:rsidRDefault="00EF7E2F" w:rsidP="00EF7E2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DC244A" w14:textId="77777777" w:rsidR="00EF7E2F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068FB47" w14:textId="77777777" w:rsidR="00EF7E2F" w:rsidRPr="003200F2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67CCF2E" w14:textId="77777777" w:rsidR="00EF7E2F" w:rsidRPr="00136AD8" w:rsidRDefault="00EF7E2F" w:rsidP="00EF7E2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F7E2F" w:rsidRPr="00136AD8" w14:paraId="04D661AB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24B8E7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F7E2F" w:rsidRPr="00136AD8" w14:paraId="46845CEB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D9864" w14:textId="77777777" w:rsidR="00EF7E2F" w:rsidRPr="00E763D6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imagem</w:t>
            </w:r>
          </w:p>
          <w:p w14:paraId="1A7C01CE" w14:textId="77777777" w:rsidR="00EF7E2F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Transferir a imagem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25E0EA2" w14:textId="77777777" w:rsidR="00EF7E2F" w:rsidRPr="00E763D6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o papel e configurações de impressão</w:t>
            </w:r>
          </w:p>
          <w:p w14:paraId="0D642BAE" w14:textId="77777777" w:rsidR="00EF7E2F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Configurar a impressora e imprimir</w:t>
            </w:r>
          </w:p>
          <w:p w14:paraId="56EC68FC" w14:textId="77777777" w:rsidR="00EF7E2F" w:rsidRPr="0008537A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F7E2F" w:rsidRPr="00136AD8" w14:paraId="3016D8D4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ED8740" w14:textId="77777777" w:rsidR="00EF7E2F" w:rsidRPr="001B353A" w:rsidRDefault="00EF7E2F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6A80F5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5E2279E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F7E2F" w:rsidRPr="00136AD8" w14:paraId="352F193E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8FD3A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rquivo de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5D678D75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68AAB737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7843A087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Resolução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ão: </w:t>
            </w:r>
          </w:p>
          <w:p w14:paraId="55725C4B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1F4B8FD3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30D95EAE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Calibração de Cores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E120890" w14:textId="77777777" w:rsidR="00EF7E2F" w:rsidRDefault="00EF7E2F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de cor</w:t>
            </w:r>
          </w:p>
          <w:p w14:paraId="34DF3D80" w14:textId="77777777" w:rsidR="00EF7E2F" w:rsidRPr="00AD2EB4" w:rsidRDefault="00EF7E2F" w:rsidP="00017090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</w:t>
            </w:r>
          </w:p>
          <w:p w14:paraId="73473263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Papel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0D64E678" w14:textId="77777777" w:rsidR="00EF7E2F" w:rsidRDefault="00EF7E2F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características</w:t>
            </w:r>
          </w:p>
          <w:p w14:paraId="72EA4FA6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ecnologias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1FE8D24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impressoras</w:t>
            </w:r>
          </w:p>
          <w:p w14:paraId="3D795F0B" w14:textId="77777777" w:rsidR="00EF7E2F" w:rsidRPr="00AD2EB4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impressão</w:t>
            </w:r>
          </w:p>
          <w:p w14:paraId="743FEEFA" w14:textId="77777777" w:rsidR="00EF7E2F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5E47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mpressoras fotográficas de alta resolução </w:t>
            </w:r>
          </w:p>
          <w:p w14:paraId="53BFDFAF" w14:textId="77777777" w:rsidR="00EF7E2F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edição de imagem</w:t>
            </w:r>
          </w:p>
          <w:p w14:paraId="02F527F3" w14:textId="77777777" w:rsidR="00EF7E2F" w:rsidRPr="005E47C6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alibradores de cores</w:t>
            </w:r>
          </w:p>
          <w:p w14:paraId="120A53EC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laboratório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digital</w:t>
            </w:r>
          </w:p>
          <w:p w14:paraId="31423285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5398E21F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2B2795E1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ADB1AE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formatos de arquivo de imagens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A862AFE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resolução e dimensão das imagens</w:t>
            </w:r>
          </w:p>
          <w:p w14:paraId="782C1063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perfis de cor</w:t>
            </w:r>
          </w:p>
          <w:p w14:paraId="4D7D960F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vários tipos de papel fotográfico</w:t>
            </w:r>
          </w:p>
          <w:p w14:paraId="65F28D19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Manusear impressoras digitais </w:t>
            </w:r>
          </w:p>
          <w:p w14:paraId="251BD525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edi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ção </w:t>
            </w:r>
            <w:r w:rsidRPr="00EB58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imagem</w:t>
            </w:r>
          </w:p>
          <w:p w14:paraId="37CCB6D9" w14:textId="77777777" w:rsidR="00EF7E2F" w:rsidRPr="00EB5808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normas de segurança em laboratórios de impressão digital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6478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F0E2DED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E04D13D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9DBD99D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2384EAD" w14:textId="77777777" w:rsidR="00EF7E2F" w:rsidRPr="000173C0" w:rsidRDefault="00EF7E2F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AE8238E" w14:textId="77777777" w:rsidR="00EF7E2F" w:rsidRDefault="00EF7E2F" w:rsidP="00EF7E2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A8FC17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BDBE1C8" w14:textId="77777777" w:rsidR="00EF7E2F" w:rsidRPr="00587D7A" w:rsidRDefault="00EF7E2F" w:rsidP="00EF7E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40079">
        <w:rPr>
          <w:rFonts w:ascii="Verdana Pro Light" w:eastAsia="Arial Unicode MS" w:hAnsi="Verdana Pro Light" w:cs="Times New Roman"/>
          <w:b/>
          <w:sz w:val="18"/>
          <w:szCs w:val="18"/>
        </w:rPr>
        <w:t>Revelar e imprimir em laboratório digital a cores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D71B748" w14:textId="77777777" w:rsidR="00EF7E2F" w:rsidRPr="00E763D6" w:rsidRDefault="00EF7E2F" w:rsidP="00EF7E2F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CD1. Preparando e transferindo a imagem certificando-se que tem o formato correto e a resolução adequada para a impressão</w:t>
      </w:r>
    </w:p>
    <w:p w14:paraId="4E912849" w14:textId="77777777" w:rsidR="00EF7E2F" w:rsidRDefault="00EF7E2F" w:rsidP="00EF7E2F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Selecionando o papel tendo em conta os objetivos pretendidos com a impressão</w:t>
      </w:r>
    </w:p>
    <w:p w14:paraId="31C35E46" w14:textId="77777777" w:rsidR="00EF7E2F" w:rsidRPr="00E763D6" w:rsidRDefault="00EF7E2F" w:rsidP="00EF7E2F">
      <w:pPr>
        <w:tabs>
          <w:tab w:val="left" w:pos="709"/>
        </w:tabs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Configurando a impressora tendo em conta o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 xml:space="preserve">tamanho da imagem,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acabamento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e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correções de cor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pretendidos</w:t>
      </w:r>
    </w:p>
    <w:p w14:paraId="2F047088" w14:textId="77777777" w:rsidR="00EF7E2F" w:rsidRPr="00BA1DF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85DE7B9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58F87A4" w14:textId="77777777" w:rsidR="00EF7E2F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E53537B" w14:textId="77777777" w:rsidR="00EF7E2F" w:rsidRPr="00CD4CF0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2DB6524D" w14:textId="77777777" w:rsidR="00EF7E2F" w:rsidRPr="00984B30" w:rsidRDefault="00EF7E2F" w:rsidP="00EF7E2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6802BCA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1CB9BA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F0DEA23" w14:textId="77777777" w:rsidR="00EF7E2F" w:rsidRPr="00C34354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3DC2B31" w14:textId="77777777" w:rsidR="00EF7E2F" w:rsidRPr="000707E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Papel fotográfico </w:t>
      </w:r>
    </w:p>
    <w:p w14:paraId="3071AEA0" w14:textId="77777777" w:rsidR="00EF7E2F" w:rsidRPr="00964B62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impressão digital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44EFF8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3B6A748" w14:textId="77777777" w:rsidR="00EF7E2F" w:rsidRDefault="00EF7E2F" w:rsidP="00EF7E2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13C32C0" w14:textId="77777777" w:rsidR="00EF7E2F" w:rsidRPr="00C34354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D73AF10" w14:textId="77777777" w:rsidR="00EF7E2F" w:rsidRPr="00C34354" w:rsidRDefault="00EF7E2F" w:rsidP="00EF7E2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impressão digital; demonstrativo para prática de impressão digital e ativo para exercícios práticos de impressão digital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A0FE54F" w14:textId="77777777" w:rsidR="00EF7E2F" w:rsidRPr="007831EA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EDCEDAE" w14:textId="77777777" w:rsidR="00EF7E2F" w:rsidRPr="00335AB2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96E7DA" w14:textId="77777777" w:rsidR="00EF7E2F" w:rsidRPr="00FB114A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Laboratório para impressão digital e respetivo equipamento e material ou a parceria com entidades que possam este tipo de espaço e equipamento. </w:t>
      </w:r>
    </w:p>
    <w:p w14:paraId="74498683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3BA3438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9722015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A45BA5F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00B81D7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480D8D7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0B91BD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CE2CD23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F7E2F" w:rsidRPr="00136AD8" w14:paraId="64D7C9A4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3E48A82" w14:textId="77777777" w:rsidR="00EF7E2F" w:rsidRPr="00F42D38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bookmarkStart w:id="10" w:name="_Hlk159777242"/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A2926A" w14:textId="77777777" w:rsidR="00EF7E2F" w:rsidRPr="00F42D38" w:rsidRDefault="00EF7E2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06FA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Imprimir pelicula em minilab</w:t>
            </w:r>
          </w:p>
        </w:tc>
      </w:tr>
    </w:tbl>
    <w:p w14:paraId="455F9050" w14:textId="77777777" w:rsidR="00EF7E2F" w:rsidRPr="00136AD8" w:rsidRDefault="00EF7E2F" w:rsidP="00EF7E2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E3030F0" w14:textId="77777777" w:rsidR="00EF7E2F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19D26C43" w14:textId="77777777" w:rsidR="00EF7E2F" w:rsidRPr="003200F2" w:rsidRDefault="00EF7E2F" w:rsidP="00EF7E2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8901098" w14:textId="77777777" w:rsidR="00EF7E2F" w:rsidRPr="00136AD8" w:rsidRDefault="00EF7E2F" w:rsidP="00EF7E2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F7E2F" w:rsidRPr="00136AD8" w14:paraId="75DBBDBB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D97149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F7E2F" w:rsidRPr="00136AD8" w14:paraId="2B156C9D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0AA254" w14:textId="77777777" w:rsidR="00EF7E2F" w:rsidRPr="00E763D6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pelicula</w:t>
            </w:r>
          </w:p>
          <w:p w14:paraId="55021980" w14:textId="77777777" w:rsidR="00EF7E2F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Digitalizar a pelicula e transferir os arquivos digitais para o minilab</w:t>
            </w:r>
          </w:p>
          <w:p w14:paraId="4C992B0D" w14:textId="77777777" w:rsidR="00EF7E2F" w:rsidRPr="0008537A" w:rsidRDefault="00EF7E2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as imagens, configurar a impressão e imprimir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F7E2F" w:rsidRPr="00136AD8" w14:paraId="01E6B64D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F4832C" w14:textId="77777777" w:rsidR="00EF7E2F" w:rsidRPr="001B353A" w:rsidRDefault="00EF7E2F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591B69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7D3853" w14:textId="77777777" w:rsidR="00EF7E2F" w:rsidRPr="001B353A" w:rsidRDefault="00EF7E2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F7E2F" w:rsidRPr="00136AD8" w14:paraId="497F26DE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C5C0D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pelicula: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28941B6B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54ECA749" w14:textId="77777777" w:rsidR="00EF7E2F" w:rsidRPr="00AD2EB4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Peliculas e processos de impressão</w:t>
            </w:r>
          </w:p>
          <w:p w14:paraId="15DA7ACB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Scanner de Filme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: </w:t>
            </w:r>
          </w:p>
          <w:p w14:paraId="79A582AD" w14:textId="77777777" w:rsidR="00EF7E2F" w:rsidRDefault="00EF7E2F" w:rsidP="00017090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14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uncionamento e configurações </w:t>
            </w:r>
          </w:p>
          <w:p w14:paraId="5D932B3F" w14:textId="77777777" w:rsidR="00EF7E2F" w:rsidRPr="00146B4D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igitalização:</w:t>
            </w:r>
          </w:p>
          <w:p w14:paraId="71EEE839" w14:textId="77777777" w:rsidR="00EF7E2F" w:rsidRPr="00146B4D" w:rsidRDefault="00EF7E2F" w:rsidP="00017090">
            <w:pPr>
              <w:pStyle w:val="PargrafodaLista"/>
              <w:numPr>
                <w:ilvl w:val="0"/>
                <w:numId w:val="1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46B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onfigurações de resolução, correção de cores e ajustes de exposição.</w:t>
            </w:r>
          </w:p>
          <w:p w14:paraId="754FD8D3" w14:textId="77777777" w:rsidR="00EF7E2F" w:rsidRPr="005E47C6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Configurações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46B4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133E1C41" w14:textId="77777777" w:rsidR="00EF7E2F" w:rsidRDefault="00EF7E2F" w:rsidP="00017090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amanho da imagem, tipo de papel fotográfico, ajustes de cor e densidade</w:t>
            </w:r>
          </w:p>
          <w:p w14:paraId="50CE97FE" w14:textId="77777777" w:rsidR="00EF7E2F" w:rsidRPr="007C78D9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evelação:</w:t>
            </w:r>
          </w:p>
          <w:p w14:paraId="20A9D5D3" w14:textId="77777777" w:rsidR="00EF7E2F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do processo químico de revelação </w:t>
            </w:r>
          </w:p>
          <w:p w14:paraId="2E7CBE5E" w14:textId="77777777" w:rsidR="00EF7E2F" w:rsidRPr="007C78D9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Calibração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anutenção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inilab:</w:t>
            </w:r>
          </w:p>
          <w:p w14:paraId="029FF744" w14:textId="77777777" w:rsidR="00EF7E2F" w:rsidRPr="007C78D9" w:rsidRDefault="00EF7E2F" w:rsidP="00017090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abeça de impressão e os tanques de químicos</w:t>
            </w:r>
          </w:p>
          <w:p w14:paraId="4DDD9A62" w14:textId="77777777" w:rsidR="00EF7E2F" w:rsidRPr="007C78D9" w:rsidRDefault="00EF7E2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Normas de segurança na utilização de laboratório digital</w:t>
            </w:r>
          </w:p>
          <w:p w14:paraId="497881A9" w14:textId="77777777" w:rsidR="00EF7E2F" w:rsidRPr="007C78D9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2F131BFE" w14:textId="77777777" w:rsidR="00EF7E2F" w:rsidRPr="007C78D9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Produtos químicos</w:t>
            </w:r>
          </w:p>
          <w:p w14:paraId="0B25B2D2" w14:textId="77777777" w:rsidR="00EF7E2F" w:rsidRPr="007C78D9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78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Higiene</w:t>
            </w:r>
          </w:p>
          <w:p w14:paraId="4049EA12" w14:textId="77777777" w:rsidR="00EF7E2F" w:rsidRPr="00734AB4" w:rsidRDefault="00EF7E2F" w:rsidP="00017090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Ambiente</w:t>
            </w:r>
            <w:r w:rsidRPr="00734A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A58ED3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tipos de pelicula</w:t>
            </w:r>
          </w:p>
          <w:p w14:paraId="60653022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funcionamento do scâner de filme</w:t>
            </w:r>
          </w:p>
          <w:p w14:paraId="24F46F61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ferramentas de digitalização específicas de minilab</w:t>
            </w:r>
          </w:p>
          <w:p w14:paraId="5061ACB6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configurações de impressão em minilab</w:t>
            </w:r>
          </w:p>
          <w:p w14:paraId="4E2B9F1A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processo de revelação</w:t>
            </w:r>
          </w:p>
          <w:p w14:paraId="7A83923E" w14:textId="77777777" w:rsidR="00EF7E2F" w:rsidRPr="00EB5808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normas de segurança e manutenção do minilab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E40A6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052D7FB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5346A17" w14:textId="77777777" w:rsidR="00EF7E2F" w:rsidRDefault="00EF7E2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6D6A6C9" w14:textId="77777777" w:rsidR="00EF7E2F" w:rsidRDefault="00EF7E2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3C9383C" w14:textId="77777777" w:rsidR="00EF7E2F" w:rsidRPr="000173C0" w:rsidRDefault="00EF7E2F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030105" w14:textId="77777777" w:rsidR="00EF7E2F" w:rsidRDefault="00EF7E2F" w:rsidP="00EF7E2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4AE5A6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58DA10" w14:textId="77777777" w:rsidR="00EF7E2F" w:rsidRPr="00587D7A" w:rsidRDefault="00EF7E2F" w:rsidP="00EF7E2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6FAE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Imprimir pelicula em minilab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3B25999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CD1. Preparando a pelicula certificando-se que está em boas condições</w:t>
      </w:r>
    </w:p>
    <w:p w14:paraId="7C242EDA" w14:textId="77777777" w:rsidR="00EF7E2F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Digitalizando a pelicula e transferindo os arquivos digitais para o minilab, usando as ferramentas digitais apropriadas e tendo em conta os procedimentos técnicos exigidos</w:t>
      </w:r>
    </w:p>
    <w:p w14:paraId="13264D18" w14:textId="77777777" w:rsidR="00EF7E2F" w:rsidRPr="00E763D6" w:rsidRDefault="00EF7E2F" w:rsidP="00EF7E2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Configurando a impressora tendo em conta o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 xml:space="preserve">tamanho da imagem,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acabamento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e 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t>correções de cor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pretendidos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F685AC6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16F3B98" w14:textId="77777777" w:rsidR="00EF7E2F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Laboratórios de impressão </w:t>
      </w:r>
    </w:p>
    <w:p w14:paraId="434DEBA5" w14:textId="77777777" w:rsidR="00EF7E2F" w:rsidRPr="00CD4CF0" w:rsidRDefault="00EF7E2F" w:rsidP="00EF7E2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1F55DFFA" w14:textId="77777777" w:rsidR="00EF7E2F" w:rsidRPr="00984B30" w:rsidRDefault="00EF7E2F" w:rsidP="00EF7E2F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C7E34CA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0BC0159" w14:textId="77777777" w:rsidR="00EF7E2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78C969C" w14:textId="77777777" w:rsidR="00EF7E2F" w:rsidRPr="00C34354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77AD25C" w14:textId="77777777" w:rsidR="00EF7E2F" w:rsidRPr="000707EF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Papel fotográfico </w:t>
      </w:r>
    </w:p>
    <w:p w14:paraId="4DE4FEA5" w14:textId="77777777" w:rsidR="00EF7E2F" w:rsidRPr="00964B62" w:rsidRDefault="00EF7E2F" w:rsidP="00EF7E2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e materiais de impressão em minilab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509D702" w14:textId="77777777" w:rsidR="00EF7E2F" w:rsidRPr="00F87025" w:rsidRDefault="00EF7E2F" w:rsidP="00EF7E2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58A441D" w14:textId="77777777" w:rsidR="00EF7E2F" w:rsidRDefault="00EF7E2F" w:rsidP="00EF7E2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463E4F3" w14:textId="77777777" w:rsidR="00EF7E2F" w:rsidRPr="00C34354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7532501" w14:textId="77777777" w:rsidR="00EF7E2F" w:rsidRPr="00C34354" w:rsidRDefault="00EF7E2F" w:rsidP="00EF7E2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impressão de pelicula em minilab; demonstrativo para prática de impressão de pelicula em minilab e ativo para exercícios práticos de impressão de pelicula em minilab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BBF7253" w14:textId="77777777" w:rsidR="00EF7E2F" w:rsidRPr="007831EA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91C79F" w14:textId="77777777" w:rsidR="00EF7E2F" w:rsidRPr="00335AB2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5A40723" w14:textId="77777777" w:rsidR="00EF7E2F" w:rsidRPr="007C2A1E" w:rsidRDefault="00EF7E2F" w:rsidP="00EF7E2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Equipamentos e materiais para impressão de pelicula em minilab ou a parceria com entidades que possam este tipo de espaço e equipamento. </w:t>
      </w:r>
      <w:bookmarkEnd w:id="10"/>
    </w:p>
    <w:p w14:paraId="40B2A49A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0618E73" w14:textId="77777777" w:rsidR="00EF7E2F" w:rsidRDefault="00EF7E2F" w:rsidP="00EF7E2F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D07B9C6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2EDE173" w14:textId="77777777" w:rsidR="00F006C3" w:rsidRDefault="00F006C3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FC93D01" w14:textId="77777777" w:rsidR="00F006C3" w:rsidRDefault="00F006C3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5257518" w14:textId="77777777" w:rsidR="00F006C3" w:rsidRDefault="00F006C3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F599995" w14:textId="77777777" w:rsidR="009702A4" w:rsidRDefault="009702A4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02A4" w:rsidRPr="00136AD8" w14:paraId="737BCA03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832499" w14:textId="77777777" w:rsidR="009702A4" w:rsidRPr="00326466" w:rsidRDefault="009702A4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3264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0001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1FF160" w14:textId="77777777" w:rsidR="009702A4" w:rsidRPr="00326466" w:rsidRDefault="009702A4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3264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Elaborar processos narrativos através das imagens</w:t>
            </w:r>
          </w:p>
        </w:tc>
      </w:tr>
    </w:tbl>
    <w:p w14:paraId="6F01C2A2" w14:textId="77777777" w:rsidR="009702A4" w:rsidRPr="00136AD8" w:rsidRDefault="009702A4" w:rsidP="009702A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194B045" w14:textId="77777777" w:rsidR="009702A4" w:rsidRDefault="009702A4" w:rsidP="009702A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03B24CE" w14:textId="77777777" w:rsidR="009702A4" w:rsidRPr="003200F2" w:rsidRDefault="009702A4" w:rsidP="009702A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7FFAF3A" w14:textId="77777777" w:rsidR="009702A4" w:rsidRPr="00136AD8" w:rsidRDefault="009702A4" w:rsidP="009702A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702A4" w:rsidRPr="00136AD8" w14:paraId="23C26AAD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F22D58" w14:textId="77777777" w:rsidR="009702A4" w:rsidRPr="001B353A" w:rsidRDefault="009702A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702A4" w:rsidRPr="00136AD8" w14:paraId="7F11B798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3434A" w14:textId="77777777" w:rsidR="009702A4" w:rsidRPr="003112DB" w:rsidRDefault="009702A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e analisar imagens fotográficas e videográficas sobre um tema</w:t>
            </w:r>
          </w:p>
          <w:p w14:paraId="6AB962EB" w14:textId="77777777" w:rsidR="009702A4" w:rsidRPr="003112DB" w:rsidRDefault="009702A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um conceito para uma narrativa visual</w:t>
            </w:r>
          </w:p>
          <w:p w14:paraId="6514C715" w14:textId="77777777" w:rsidR="009702A4" w:rsidRDefault="009702A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3112D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narrativas através de imagens</w:t>
            </w:r>
          </w:p>
          <w:p w14:paraId="6926582D" w14:textId="77777777" w:rsidR="009702A4" w:rsidRPr="002E20CE" w:rsidRDefault="009702A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Fazer análise crítica das imagens selecionadas e da narrativa de imagens produzida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9702A4" w:rsidRPr="00136AD8" w14:paraId="2B28D9FB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BD4F15" w14:textId="77777777" w:rsidR="009702A4" w:rsidRPr="001B353A" w:rsidRDefault="009702A4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8FC50D" w14:textId="77777777" w:rsidR="009702A4" w:rsidRPr="001B353A" w:rsidRDefault="009702A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8875731" w14:textId="77777777" w:rsidR="009702A4" w:rsidRPr="001B353A" w:rsidRDefault="009702A4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02A4" w:rsidRPr="00136AD8" w14:paraId="5284AA2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F2A3B" w14:textId="77777777" w:rsidR="009702A4" w:rsidRPr="00C47699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Relação entre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743EE2D" w14:textId="77777777" w:rsidR="009702A4" w:rsidRPr="00C47699" w:rsidRDefault="009702A4" w:rsidP="009702A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/ tempo</w:t>
            </w:r>
          </w:p>
          <w:p w14:paraId="34151EE6" w14:textId="77777777" w:rsidR="009702A4" w:rsidRPr="00C47699" w:rsidRDefault="009702A4" w:rsidP="009702A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Simétrico / assimétrico</w:t>
            </w:r>
          </w:p>
          <w:p w14:paraId="294F1C45" w14:textId="77777777" w:rsidR="009702A4" w:rsidRPr="00C47699" w:rsidRDefault="009702A4" w:rsidP="009702A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Harmonia / desarmonia</w:t>
            </w:r>
          </w:p>
          <w:p w14:paraId="5AFC5E2E" w14:textId="77777777" w:rsidR="009702A4" w:rsidRPr="00C47699" w:rsidRDefault="009702A4" w:rsidP="009702A4">
            <w:pPr>
              <w:pStyle w:val="PargrafodaLista"/>
              <w:numPr>
                <w:ilvl w:val="0"/>
                <w:numId w:val="20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Luz / cor</w:t>
            </w:r>
          </w:p>
          <w:p w14:paraId="1EB5DFC2" w14:textId="77777777" w:rsidR="009702A4" w:rsidRPr="00C47699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Pormenor e fragmento:</w:t>
            </w:r>
          </w:p>
          <w:p w14:paraId="4255CF2C" w14:textId="77777777" w:rsidR="009702A4" w:rsidRPr="00C47699" w:rsidRDefault="009702A4" w:rsidP="009702A4">
            <w:pPr>
              <w:pStyle w:val="PargrafodaLista"/>
              <w:numPr>
                <w:ilvl w:val="0"/>
                <w:numId w:val="21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Diferenças e importância</w:t>
            </w:r>
          </w:p>
          <w:p w14:paraId="70F99F93" w14:textId="77777777" w:rsidR="009702A4" w:rsidRPr="00C47699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Palavra e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36BCD61" w14:textId="77777777" w:rsidR="009702A4" w:rsidRPr="002E20CE" w:rsidRDefault="009702A4" w:rsidP="009702A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</w:t>
            </w:r>
          </w:p>
          <w:p w14:paraId="49B2C932" w14:textId="77777777" w:rsidR="009702A4" w:rsidRPr="002E20CE" w:rsidRDefault="009702A4" w:rsidP="009702A4">
            <w:pPr>
              <w:pStyle w:val="PargrafodaLista"/>
              <w:numPr>
                <w:ilvl w:val="0"/>
                <w:numId w:val="22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Realidade e ficção</w:t>
            </w:r>
          </w:p>
          <w:p w14:paraId="6ADD5D86" w14:textId="77777777" w:rsidR="009702A4" w:rsidRPr="00C47699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Plano da imagem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959E021" w14:textId="77777777" w:rsidR="009702A4" w:rsidRPr="002E20CE" w:rsidRDefault="009702A4" w:rsidP="009702A4">
            <w:pPr>
              <w:pStyle w:val="PargrafodaLista"/>
              <w:numPr>
                <w:ilvl w:val="0"/>
                <w:numId w:val="23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Cinema e fotografia</w:t>
            </w:r>
          </w:p>
          <w:p w14:paraId="17F834F9" w14:textId="77777777" w:rsidR="009702A4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Pensamento fotográfico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814E5E9" w14:textId="77777777" w:rsidR="009702A4" w:rsidRPr="002E20CE" w:rsidRDefault="009702A4" w:rsidP="009702A4">
            <w:pPr>
              <w:pStyle w:val="PargrafodaLista"/>
              <w:numPr>
                <w:ilvl w:val="0"/>
                <w:numId w:val="2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metodologias</w:t>
            </w:r>
          </w:p>
          <w:p w14:paraId="44C4F0FD" w14:textId="77777777" w:rsidR="009702A4" w:rsidRDefault="009702A4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Sequências e séries de imagens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25DEF7A" w14:textId="77777777" w:rsidR="009702A4" w:rsidRPr="002E20CE" w:rsidRDefault="009702A4" w:rsidP="009702A4">
            <w:pPr>
              <w:pStyle w:val="PargrafodaLista"/>
              <w:numPr>
                <w:ilvl w:val="0"/>
                <w:numId w:val="25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E20C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905CA" w14:textId="77777777" w:rsidR="009702A4" w:rsidRPr="00C47699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espaço e tempo, o simétrico e assimétrico, a harmonia e desarmonia, a luz e cor.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D201ADB" w14:textId="77777777" w:rsidR="009702A4" w:rsidRPr="00C47699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diferenças entre pormenor e fragmento.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3B322CC" w14:textId="77777777" w:rsidR="009702A4" w:rsidRPr="00C47699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a relação entre o som e a imagem.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A4A9A7E" w14:textId="77777777" w:rsidR="009702A4" w:rsidRPr="00C47699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os vários tipos de planos.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1597F5" w14:textId="77777777" w:rsidR="009702A4" w:rsidRPr="00C47699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4" w:hanging="1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76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e distinguir séries e sequências de imagens.</w:t>
            </w:r>
          </w:p>
          <w:p w14:paraId="36737715" w14:textId="77777777" w:rsidR="009702A4" w:rsidRPr="00CF536A" w:rsidRDefault="009702A4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C3BD2" w14:textId="77777777" w:rsidR="009702A4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87F9CF1" w14:textId="77777777" w:rsidR="009702A4" w:rsidRDefault="009702A4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2B47F1F" w14:textId="77777777" w:rsidR="009702A4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</w:t>
            </w:r>
          </w:p>
          <w:p w14:paraId="117DC399" w14:textId="77777777" w:rsidR="009702A4" w:rsidRDefault="009702A4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20C57776" w14:textId="77777777" w:rsidR="009702A4" w:rsidRPr="000173C0" w:rsidRDefault="009702A4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6809487" w14:textId="77777777" w:rsidR="009702A4" w:rsidRDefault="009702A4" w:rsidP="009702A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DCECA45" w14:textId="77777777" w:rsidR="009702A4" w:rsidRPr="00F87025" w:rsidRDefault="009702A4" w:rsidP="009702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132A0FF" w14:textId="77777777" w:rsidR="009702A4" w:rsidRDefault="009702A4" w:rsidP="00970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C224A">
        <w:rPr>
          <w:rFonts w:ascii="Verdana Pro Light" w:eastAsia="Arial Unicode MS" w:hAnsi="Verdana Pro Light" w:cs="Times New Roman"/>
          <w:b/>
          <w:sz w:val="18"/>
          <w:szCs w:val="18"/>
        </w:rPr>
        <w:t>Elaborar processos narrativos através das imagens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E5707A3" w14:textId="77777777" w:rsidR="009702A4" w:rsidRPr="00CF536A" w:rsidRDefault="009702A4" w:rsidP="00970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CF536A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imagens fotográficas e videográficas tendo em conta a sua relevância para o tema em análise</w:t>
      </w:r>
    </w:p>
    <w:p w14:paraId="4BCCF079" w14:textId="77777777" w:rsidR="009702A4" w:rsidRPr="0022018B" w:rsidRDefault="009702A4" w:rsidP="00970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Elaborando uma narrativa visual através de imagens fotográficas e videográficas tendo em conta o conceito criado,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distingui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séries e sequências de imagens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estabelecendo uma relação entre som e imagem</w:t>
      </w:r>
    </w:p>
    <w:p w14:paraId="10324041" w14:textId="77777777" w:rsidR="009702A4" w:rsidRPr="0022018B" w:rsidRDefault="009702A4" w:rsidP="009702A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22018B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uma análise crítica das imagens selecionadas e da narrativa de imagens produzida tendo em conta 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relação entre espaço e tempo, o simétrico e assimétrico, a harmonia e desarmonia, a luz e cor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i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dentifica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C476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diferenças entre pormenor e fragmento</w:t>
      </w:r>
      <w:r w:rsidRPr="0022018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2D7BF79" w14:textId="77777777" w:rsidR="009702A4" w:rsidRPr="00F87025" w:rsidRDefault="009702A4" w:rsidP="009702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D97832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fotografia publicitária ou de produto</w:t>
      </w:r>
    </w:p>
    <w:p w14:paraId="06E4FE18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19F48FB9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563A7E1A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1D0499BE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548ACFE2" w14:textId="77777777" w:rsidR="009702A4" w:rsidRDefault="009702A4" w:rsidP="009702A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6C560457" w14:textId="77777777" w:rsidR="009702A4" w:rsidRPr="00984B30" w:rsidRDefault="009702A4" w:rsidP="009702A4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AF16562" w14:textId="77777777" w:rsidR="009702A4" w:rsidRPr="00F87025" w:rsidRDefault="009702A4" w:rsidP="009702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CB2A1B" w14:textId="77777777" w:rsidR="009702A4" w:rsidRDefault="009702A4" w:rsidP="009702A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21B2EEA" w14:textId="77777777" w:rsidR="009702A4" w:rsidRPr="00C34354" w:rsidRDefault="009702A4" w:rsidP="009702A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7E3B06F" w14:textId="77777777" w:rsidR="009702A4" w:rsidRDefault="009702A4" w:rsidP="009702A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texto e edição gráfica</w:t>
      </w:r>
    </w:p>
    <w:p w14:paraId="04F45B9C" w14:textId="77777777" w:rsidR="009702A4" w:rsidRPr="000707EF" w:rsidRDefault="009702A4" w:rsidP="009702A4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narrativas visuais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D6B1583" w14:textId="77777777" w:rsidR="009702A4" w:rsidRPr="00F87025" w:rsidRDefault="009702A4" w:rsidP="009702A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251205" w14:textId="77777777" w:rsidR="009702A4" w:rsidRDefault="009702A4" w:rsidP="009702A4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930EB9C" w14:textId="77777777" w:rsidR="009702A4" w:rsidRPr="00C34354" w:rsidRDefault="009702A4" w:rsidP="009702A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4CB9670" w14:textId="77777777" w:rsidR="009702A4" w:rsidRPr="00C34354" w:rsidRDefault="009702A4" w:rsidP="009702A4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aos </w:t>
      </w:r>
      <w:r w:rsidRPr="002E20CE">
        <w:rPr>
          <w:rFonts w:ascii="Verdana Pro Light" w:eastAsia="Arial Unicode MS" w:hAnsi="Verdana Pro Light" w:cs="Arial Unicode MS"/>
          <w:sz w:val="18"/>
          <w:szCs w:val="18"/>
        </w:rPr>
        <w:t>processos narrativos através das imagens</w:t>
      </w:r>
      <w:r>
        <w:rPr>
          <w:rFonts w:ascii="Verdana Pro Light" w:eastAsia="Arial Unicode MS" w:hAnsi="Verdana Pro Light" w:cs="Arial Unicode MS"/>
          <w:sz w:val="18"/>
          <w:szCs w:val="18"/>
        </w:rPr>
        <w:t>; interrogativo com debates orientados para análise de casos de estudo de narrativas visuais e ativo para exercícios práticos de narrativas visuais.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1573BF4" w14:textId="77777777" w:rsidR="009702A4" w:rsidRPr="00335AB2" w:rsidRDefault="009702A4" w:rsidP="009702A4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presencial, podendo ser mista se as circunstâncias o exigirem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AA3BD62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6A525DA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8AA0072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E016F7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BDDDDBF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9909DF6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C08BB56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607AB54" w14:textId="77777777" w:rsidR="009702A4" w:rsidRDefault="009702A4" w:rsidP="009702A4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C1D5CEF" w14:textId="77777777" w:rsidR="009702A4" w:rsidRDefault="009702A4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C2549E3" w14:textId="77777777" w:rsidR="009702A4" w:rsidRDefault="009702A4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5D4494E" w14:textId="77777777" w:rsidR="009702A4" w:rsidRDefault="009702A4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4EA294" w14:textId="77777777" w:rsidR="009702A4" w:rsidRDefault="009702A4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A26211B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F6D11" w:rsidRPr="00136AD8" w14:paraId="6BBAF2A0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949D20" w14:textId="16C14BC7" w:rsidR="001F6D11" w:rsidRPr="00F42D38" w:rsidRDefault="001F6D11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305E1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5CA1E0" w14:textId="77777777" w:rsidR="001F6D11" w:rsidRPr="00F42D38" w:rsidRDefault="001F6D11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87572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acabamentos e apresentação de trabalhos fotográficos</w:t>
            </w:r>
          </w:p>
        </w:tc>
      </w:tr>
    </w:tbl>
    <w:p w14:paraId="7DFAE5AC" w14:textId="77777777" w:rsidR="001F6D11" w:rsidRPr="00136AD8" w:rsidRDefault="001F6D11" w:rsidP="001F6D1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49F9F0" w14:textId="77777777" w:rsidR="001F6D11" w:rsidRDefault="001F6D11" w:rsidP="001F6D1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A0628CE" w14:textId="77777777" w:rsidR="001F6D11" w:rsidRPr="003200F2" w:rsidRDefault="001F6D11" w:rsidP="001F6D1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9583EA8" w14:textId="77777777" w:rsidR="001F6D11" w:rsidRPr="00136AD8" w:rsidRDefault="001F6D11" w:rsidP="001F6D1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F6D11" w:rsidRPr="00136AD8" w14:paraId="6484E2A8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686202" w14:textId="77777777" w:rsidR="001F6D11" w:rsidRPr="001B353A" w:rsidRDefault="001F6D11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F6D11" w:rsidRPr="00136AD8" w14:paraId="32762CAF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F83181" w14:textId="77777777" w:rsidR="001F6D11" w:rsidRPr="00E763D6" w:rsidRDefault="001F6D11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Selecionar as imagens é efetuar a pós-produção</w:t>
            </w:r>
          </w:p>
          <w:p w14:paraId="448FFFF9" w14:textId="77777777" w:rsidR="001F6D11" w:rsidRDefault="001F6D11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 suporte de apresentação das imagens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35BD2B0" w14:textId="77777777" w:rsidR="001F6D11" w:rsidRPr="00E763D6" w:rsidRDefault="001F6D11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Imprimir e proceder à montagem no suporte</w:t>
            </w:r>
          </w:p>
          <w:p w14:paraId="54AEA4F8" w14:textId="77777777" w:rsidR="001F6D11" w:rsidRDefault="001F6D11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Efetuar acabamentos e planear a apresentação</w:t>
            </w:r>
          </w:p>
          <w:p w14:paraId="4AFBA1AC" w14:textId="77777777" w:rsidR="001F6D11" w:rsidRPr="0008537A" w:rsidRDefault="001F6D11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F6D11" w:rsidRPr="00136AD8" w14:paraId="4340DAEC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9D104F" w14:textId="77777777" w:rsidR="001F6D11" w:rsidRPr="001B353A" w:rsidRDefault="001F6D11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87A5A0" w14:textId="77777777" w:rsidR="001F6D11" w:rsidRPr="001B353A" w:rsidRDefault="001F6D11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E9DFF0" w14:textId="77777777" w:rsidR="001F6D11" w:rsidRPr="001B353A" w:rsidRDefault="001F6D11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F6D11" w:rsidRPr="00136AD8" w14:paraId="0E9337FA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B5652" w14:textId="77777777" w:rsidR="001F6D11" w:rsidRPr="005E47C6" w:rsidRDefault="001F6D11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Edição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magem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75CB3F4F" w14:textId="77777777" w:rsidR="001F6D11" w:rsidRPr="00AD2EB4" w:rsidRDefault="001F6D11" w:rsidP="001F6D11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</w:t>
            </w:r>
          </w:p>
          <w:p w14:paraId="1148AA65" w14:textId="77777777" w:rsidR="001F6D11" w:rsidRPr="00AD2EB4" w:rsidRDefault="001F6D11" w:rsidP="001F6D11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</w:p>
          <w:p w14:paraId="2BBD9F5D" w14:textId="77777777" w:rsidR="001F6D11" w:rsidRPr="005E47C6" w:rsidRDefault="001F6D11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uporte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apéis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: </w:t>
            </w:r>
          </w:p>
          <w:p w14:paraId="24976EE1" w14:textId="77777777" w:rsidR="001F6D11" w:rsidRPr="00AD2EB4" w:rsidRDefault="001F6D11" w:rsidP="001F6D11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2E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60857B23" w14:textId="77777777" w:rsidR="001F6D11" w:rsidRPr="00AD2EB4" w:rsidRDefault="001F6D11" w:rsidP="001F6D11">
            <w:pPr>
              <w:pStyle w:val="PargrafodaLista"/>
              <w:numPr>
                <w:ilvl w:val="0"/>
                <w:numId w:val="1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7BD1DFE7" w14:textId="77777777" w:rsidR="001F6D11" w:rsidRPr="005E47C6" w:rsidRDefault="001F6D11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Técnicas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D879A3A" w14:textId="77777777" w:rsidR="001F6D11" w:rsidRDefault="001F6D11" w:rsidP="001F6D11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221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rocessos de impressão fotográfica </w:t>
            </w:r>
          </w:p>
          <w:p w14:paraId="16347FE9" w14:textId="77777777" w:rsidR="001F6D11" w:rsidRPr="00AD2EB4" w:rsidRDefault="001F6D11" w:rsidP="001F6D11">
            <w:pPr>
              <w:pStyle w:val="PargrafodaLista"/>
              <w:numPr>
                <w:ilvl w:val="0"/>
                <w:numId w:val="1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</w:t>
            </w:r>
          </w:p>
          <w:p w14:paraId="771BC324" w14:textId="77777777" w:rsidR="001F6D11" w:rsidRPr="005E47C6" w:rsidRDefault="001F6D11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Acabamentos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roteção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5E47C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7F1A3070" w14:textId="77777777" w:rsidR="001F6D11" w:rsidRDefault="001F6D11" w:rsidP="001F6D1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características</w:t>
            </w:r>
          </w:p>
          <w:p w14:paraId="2AC13C57" w14:textId="77777777" w:rsidR="001F6D11" w:rsidRDefault="001F6D11" w:rsidP="001F6D11">
            <w:pPr>
              <w:pStyle w:val="PargrafodaLista"/>
              <w:numPr>
                <w:ilvl w:val="0"/>
                <w:numId w:val="1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0221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aminação, verniz e emolduramento</w:t>
            </w:r>
          </w:p>
          <w:p w14:paraId="52348EA0" w14:textId="77777777" w:rsidR="001F6D11" w:rsidRPr="005E47C6" w:rsidRDefault="001F6D11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Apresentação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55072BB" w14:textId="77777777" w:rsidR="001F6D11" w:rsidRPr="00022140" w:rsidRDefault="001F6D11" w:rsidP="001F6D1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221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omposição, equilíbrio e impacto visual </w:t>
            </w:r>
          </w:p>
          <w:p w14:paraId="3A4E4B46" w14:textId="77777777" w:rsidR="001F6D11" w:rsidRPr="00022140" w:rsidRDefault="001F6D11" w:rsidP="001F6D1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Portfólio</w:t>
            </w:r>
          </w:p>
          <w:p w14:paraId="68AA8003" w14:textId="77777777" w:rsidR="001F6D11" w:rsidRPr="00022140" w:rsidRDefault="001F6D11" w:rsidP="001F6D11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221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Exposição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DED25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de imagem</w:t>
            </w:r>
          </w:p>
          <w:p w14:paraId="7B7FA085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suportes e tipos de papel</w:t>
            </w:r>
          </w:p>
          <w:p w14:paraId="6A3E06B9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técnicas de impressão</w:t>
            </w:r>
          </w:p>
          <w:p w14:paraId="6894E383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tipos de acabamentos</w:t>
            </w:r>
          </w:p>
          <w:p w14:paraId="32E8FF8B" w14:textId="77777777" w:rsidR="001F6D11" w:rsidRPr="00EB5808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diferentes formas de apresentação de trabalhos fotográficos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4101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1EA7E1C" w14:textId="77777777" w:rsidR="001F6D11" w:rsidRDefault="001F6D11" w:rsidP="001F6D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BF4BB3C" w14:textId="77777777" w:rsidR="001F6D11" w:rsidRDefault="001F6D11" w:rsidP="001F6D1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6BFB614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3B8E978" w14:textId="77777777" w:rsidR="001F6D11" w:rsidRDefault="001F6D11" w:rsidP="001F6D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7E17005" w14:textId="77777777" w:rsidR="001F6D11" w:rsidRPr="000173C0" w:rsidRDefault="001F6D11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0D72239" w14:textId="77777777" w:rsidR="001F6D11" w:rsidRDefault="001F6D11" w:rsidP="001F6D1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848CB96" w14:textId="77777777" w:rsidR="001F6D11" w:rsidRPr="00F87025" w:rsidRDefault="001F6D11" w:rsidP="001F6D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BB6FC07" w14:textId="77777777" w:rsidR="001F6D11" w:rsidRPr="00587D7A" w:rsidRDefault="001F6D11" w:rsidP="001F6D1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75720">
        <w:rPr>
          <w:rFonts w:ascii="Verdana Pro Light" w:eastAsia="Arial Unicode MS" w:hAnsi="Verdana Pro Light" w:cs="Times New Roman"/>
          <w:b/>
          <w:sz w:val="18"/>
          <w:szCs w:val="18"/>
        </w:rPr>
        <w:t>Efetuar acabamentos e apresentação de trabalhos fotográficos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EF7DC5" w14:textId="77777777" w:rsidR="001F6D11" w:rsidRPr="00E763D6" w:rsidRDefault="001F6D11" w:rsidP="001F6D11">
      <w:pPr>
        <w:spacing w:before="120" w:after="0" w:line="276" w:lineRule="auto"/>
        <w:ind w:left="709" w:hanging="425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CD1. Selecionando as imagens e efetuando a pós-produção 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 xml:space="preserve">considerando a coesão visual, o tema e a mensagem que </w:t>
      </w:r>
      <w:r>
        <w:rPr>
          <w:rFonts w:ascii="Verdana Pro Light" w:eastAsia="Arial Unicode MS" w:hAnsi="Verdana Pro Light" w:cs="Arial Unicode MS"/>
          <w:sz w:val="18"/>
          <w:szCs w:val="18"/>
        </w:rPr>
        <w:t>se pretende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 xml:space="preserve"> transmitir</w:t>
      </w:r>
      <w:r w:rsidRPr="00022140">
        <w:t xml:space="preserve"> 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>garanti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 xml:space="preserve"> uma aparência uniforme em todo o trabalho.</w:t>
      </w:r>
    </w:p>
    <w:p w14:paraId="7FB8D79D" w14:textId="77777777" w:rsidR="001F6D11" w:rsidRDefault="001F6D11" w:rsidP="001F6D11">
      <w:pPr>
        <w:spacing w:before="120" w:after="0" w:line="276" w:lineRule="auto"/>
        <w:ind w:left="709" w:hanging="425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Selecionando o suporte das imagens</w:t>
      </w:r>
      <w:r w:rsidRPr="00AE30C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que melhor se adapta aos objetivos da apresentação</w:t>
      </w:r>
    </w:p>
    <w:p w14:paraId="71349559" w14:textId="77777777" w:rsidR="001F6D11" w:rsidRPr="00E763D6" w:rsidRDefault="001F6D11" w:rsidP="001F6D11">
      <w:pPr>
        <w:spacing w:before="120" w:after="0" w:line="276" w:lineRule="auto"/>
        <w:ind w:left="709" w:hanging="425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Procedendo à montagem no suporte com precisão e rigor</w:t>
      </w:r>
    </w:p>
    <w:p w14:paraId="09526628" w14:textId="77777777" w:rsidR="001F6D11" w:rsidRPr="00BA1DFF" w:rsidRDefault="001F6D11" w:rsidP="001F6D11">
      <w:pPr>
        <w:spacing w:before="120" w:after="0" w:line="276" w:lineRule="auto"/>
        <w:ind w:left="709" w:hanging="425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Efetuando acabamentos que </w:t>
      </w:r>
      <w:r w:rsidRPr="00D819A5">
        <w:rPr>
          <w:rFonts w:ascii="Verdana Pro Light" w:eastAsia="Arial Unicode MS" w:hAnsi="Verdana Pro Light" w:cs="Arial Unicode MS"/>
          <w:sz w:val="18"/>
          <w:szCs w:val="18"/>
        </w:rPr>
        <w:t>complement</w:t>
      </w:r>
      <w:r>
        <w:rPr>
          <w:rFonts w:ascii="Verdana Pro Light" w:eastAsia="Arial Unicode MS" w:hAnsi="Verdana Pro Light" w:cs="Arial Unicode MS"/>
          <w:sz w:val="18"/>
          <w:szCs w:val="18"/>
        </w:rPr>
        <w:t>em</w:t>
      </w:r>
      <w:r w:rsidRPr="00D819A5">
        <w:rPr>
          <w:rFonts w:ascii="Verdana Pro Light" w:eastAsia="Arial Unicode MS" w:hAnsi="Verdana Pro Light" w:cs="Arial Unicode MS"/>
          <w:sz w:val="18"/>
          <w:szCs w:val="18"/>
        </w:rPr>
        <w:t xml:space="preserve"> as imagens e o estilo do trabalho como um todo.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25B285" w14:textId="77777777" w:rsidR="001F6D11" w:rsidRPr="00F87025" w:rsidRDefault="001F6D11" w:rsidP="001F6D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3E75AD" w14:textId="77777777" w:rsidR="001F6D11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lastRenderedPageBreak/>
        <w:t>Estúdios de fotografia publicitária ou de produto</w:t>
      </w:r>
    </w:p>
    <w:p w14:paraId="55355420" w14:textId="77777777" w:rsidR="001F6D11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79E92737" w14:textId="77777777" w:rsidR="001F6D11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00924FC9" w14:textId="77777777" w:rsidR="001F6D11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080B8D97" w14:textId="77777777" w:rsidR="001F6D11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E439CD8" w14:textId="77777777" w:rsidR="001F6D11" w:rsidRPr="00CD4CF0" w:rsidRDefault="001F6D11" w:rsidP="001F6D1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2E4D848" w14:textId="77777777" w:rsidR="001F6D11" w:rsidRPr="00984B30" w:rsidRDefault="001F6D11" w:rsidP="001F6D11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604A212A" w14:textId="77777777" w:rsidR="001F6D11" w:rsidRPr="00F87025" w:rsidRDefault="001F6D11" w:rsidP="001F6D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72E63" w14:textId="77777777" w:rsidR="001F6D11" w:rsidRDefault="001F6D11" w:rsidP="001F6D1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DEB558B" w14:textId="77777777" w:rsidR="001F6D11" w:rsidRDefault="001F6D11" w:rsidP="001F6D1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83D9D93" w14:textId="77777777" w:rsidR="001F6D11" w:rsidRPr="00C34354" w:rsidRDefault="001F6D11" w:rsidP="001F6D1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de imagem</w:t>
      </w:r>
    </w:p>
    <w:p w14:paraId="3ED2CF58" w14:textId="77777777" w:rsidR="001F6D11" w:rsidRPr="000707EF" w:rsidRDefault="001F6D11" w:rsidP="001F6D1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Papel fotográfico e outros suportes</w:t>
      </w:r>
    </w:p>
    <w:p w14:paraId="38692CA0" w14:textId="77777777" w:rsidR="001F6D11" w:rsidRPr="00964B62" w:rsidRDefault="001F6D11" w:rsidP="001F6D1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BA1DFF">
        <w:rPr>
          <w:rFonts w:ascii="Verdana Pro Light" w:eastAsia="Arial Unicode MS" w:hAnsi="Verdana Pro Light" w:cs="Arial Unicode MS"/>
          <w:sz w:val="18"/>
          <w:szCs w:val="18"/>
        </w:rPr>
        <w:t xml:space="preserve">Equipamentos </w:t>
      </w:r>
      <w:r>
        <w:rPr>
          <w:rFonts w:ascii="Verdana Pro Light" w:eastAsia="Arial Unicode MS" w:hAnsi="Verdana Pro Light" w:cs="Arial Unicode MS"/>
          <w:sz w:val="18"/>
          <w:szCs w:val="18"/>
        </w:rPr>
        <w:t>para impressão</w:t>
      </w:r>
      <w:r w:rsidRPr="00964B62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E1BECE" w14:textId="77777777" w:rsidR="001F6D11" w:rsidRPr="00F87025" w:rsidRDefault="001F6D11" w:rsidP="001F6D1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61C605" w14:textId="77777777" w:rsidR="001F6D11" w:rsidRDefault="001F6D11" w:rsidP="001F6D1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1F677D9" w14:textId="77777777" w:rsidR="001F6D11" w:rsidRPr="00C34354" w:rsidRDefault="001F6D11" w:rsidP="001F6D1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76084FD" w14:textId="77777777" w:rsidR="001F6D11" w:rsidRDefault="001F6D11" w:rsidP="001F6D11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aos 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>acabamentos e apresentação de trabalhos fotográficos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exercícios práticos de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 xml:space="preserve"> acabamentos e apresentação de trabalhos fotográficos</w:t>
      </w:r>
    </w:p>
    <w:p w14:paraId="2CDAD0DA" w14:textId="77777777" w:rsidR="001F6D11" w:rsidRPr="00C34354" w:rsidRDefault="001F6D11" w:rsidP="001F6D1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18B0719" w14:textId="77777777" w:rsidR="001F6D11" w:rsidRDefault="001F6D11" w:rsidP="001F6D1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</w:p>
    <w:p w14:paraId="2D9C23FF" w14:textId="77777777" w:rsidR="001F6D11" w:rsidRPr="00335AB2" w:rsidRDefault="001F6D11" w:rsidP="001F6D1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1D871DA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5BE4FE6" w14:textId="77777777" w:rsidR="007C2A1E" w:rsidRDefault="007C2A1E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46D8FBC" w14:textId="77777777" w:rsidR="007C2A1E" w:rsidRDefault="007C2A1E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483F1EF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20F3192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F101C1D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D59F51F" w14:textId="77777777" w:rsidR="001F6D11" w:rsidRDefault="001F6D11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5E1C024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ACB7FAB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7D901F2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B0843D1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8940A7D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15FDA0A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04177" w:rsidRPr="00136AD8" w14:paraId="764F4154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91C626" w14:textId="471CCBB6" w:rsidR="00E04177" w:rsidRPr="000D4397" w:rsidRDefault="00E0417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0001</w:t>
            </w:r>
            <w:r w:rsidR="0017221E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F6B66B0" w14:textId="77777777" w:rsidR="00E04177" w:rsidRPr="000D4397" w:rsidRDefault="00E0417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edição eletrónica e trabalho em rede</w:t>
            </w:r>
          </w:p>
        </w:tc>
      </w:tr>
    </w:tbl>
    <w:p w14:paraId="598A3A16" w14:textId="77777777" w:rsidR="00E04177" w:rsidRPr="00136AD8" w:rsidRDefault="00E04177" w:rsidP="00E0417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6E34086" w14:textId="77777777" w:rsidR="00E04177" w:rsidRDefault="00E04177" w:rsidP="00E0417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72F290C" w14:textId="77777777" w:rsidR="00E04177" w:rsidRPr="003200F2" w:rsidRDefault="00E04177" w:rsidP="00E0417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7469F6D" w14:textId="77777777" w:rsidR="00E04177" w:rsidRPr="00136AD8" w:rsidRDefault="00E04177" w:rsidP="00E0417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04177" w:rsidRPr="00136AD8" w14:paraId="29500D45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5F125C" w14:textId="77777777" w:rsidR="00E04177" w:rsidRPr="001B353A" w:rsidRDefault="00E0417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04177" w:rsidRPr="00136AD8" w14:paraId="3217D17A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19CC3B" w14:textId="77777777" w:rsidR="00E04177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sistema de nomenclatura de ficheiros</w:t>
            </w:r>
          </w:p>
          <w:p w14:paraId="1BBCEE2B" w14:textId="77777777" w:rsidR="00E04177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uma arquitetura de arquivo de pastas digitais</w:t>
            </w:r>
          </w:p>
          <w:p w14:paraId="3A09AF7A" w14:textId="77777777" w:rsidR="00E04177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programas de edição eletrónica para projetos gráficos</w:t>
            </w:r>
          </w:p>
          <w:p w14:paraId="209DBC94" w14:textId="77777777" w:rsidR="00E04177" w:rsidRPr="00A23DBB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as principais plataformas de trabalho em rede</w:t>
            </w:r>
          </w:p>
          <w:p w14:paraId="5E584AC3" w14:textId="77777777" w:rsidR="00E04177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7C39023D" w14:textId="77777777" w:rsidR="00E04177" w:rsidRPr="0008537A" w:rsidRDefault="00E0417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04177" w:rsidRPr="00136AD8" w14:paraId="61A3E06F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CBFDC6" w14:textId="77777777" w:rsidR="00E04177" w:rsidRPr="001B353A" w:rsidRDefault="00E0417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D38791" w14:textId="77777777" w:rsidR="00E04177" w:rsidRPr="001B353A" w:rsidRDefault="00E0417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04C26E" w14:textId="77777777" w:rsidR="00E04177" w:rsidRPr="001B353A" w:rsidRDefault="00E0417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04177" w:rsidRPr="00136AD8" w14:paraId="217C05C8" w14:textId="77777777" w:rsidTr="00017090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5E06F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DFE190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DCFF9D" w14:textId="77777777" w:rsidR="00E04177" w:rsidRPr="00126B5E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74733FB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1A1E719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B2B656D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ADEDB0B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8603AC" w14:textId="77777777" w:rsidR="00E04177" w:rsidRPr="00126B5E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2A47ACAF" w14:textId="77777777" w:rsidR="00E04177" w:rsidRPr="006A286E" w:rsidRDefault="00E04177" w:rsidP="00017090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B88F31" w14:textId="77777777" w:rsidR="00E04177" w:rsidRPr="008A5B22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55A0792" w14:textId="77777777" w:rsidR="00E04177" w:rsidRPr="006A286E" w:rsidRDefault="00E04177" w:rsidP="00017090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12B6D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2E4BE810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68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formatos de ficheiros dos principais programas informáticos de edição eletrónica</w:t>
            </w:r>
          </w:p>
          <w:p w14:paraId="31128422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vantagens e desvantagens da utilização de cada programa consoante a finalidade e tipos de documentos.</w:t>
            </w:r>
          </w:p>
          <w:p w14:paraId="2E63C96B" w14:textId="77777777" w:rsidR="00E04177" w:rsidRPr="00246EB6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4532E922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4D26A055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fluxos de trabalho em rede</w:t>
            </w:r>
          </w:p>
          <w:p w14:paraId="5DE1B4B2" w14:textId="77777777" w:rsidR="00E04177" w:rsidRPr="004D4894" w:rsidRDefault="00E04177" w:rsidP="00017090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DE602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9CDB04B" w14:textId="77777777" w:rsidR="00E04177" w:rsidRDefault="00E0417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62F117B8" w14:textId="77777777" w:rsidR="00E04177" w:rsidRDefault="00E0417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627CC07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4FCB0EBF" w14:textId="77777777" w:rsidR="00E04177" w:rsidRDefault="00E0417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C0185EF" w14:textId="77777777" w:rsidR="00E04177" w:rsidRPr="00AF3757" w:rsidRDefault="00E04177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DF688F9" w14:textId="77777777" w:rsidR="00E04177" w:rsidRDefault="00E04177" w:rsidP="00E0417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5F17E97" w14:textId="77777777" w:rsidR="00E04177" w:rsidRPr="00F87025" w:rsidRDefault="00E04177" w:rsidP="00E04177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C92414A" w14:textId="77777777" w:rsidR="00E04177" w:rsidRPr="00AD56F4" w:rsidRDefault="00E04177" w:rsidP="00E0417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11DFBD4E" w14:textId="77777777" w:rsidR="00E04177" w:rsidRPr="00A23DBB" w:rsidRDefault="00E04177" w:rsidP="00E04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>
        <w:rPr>
          <w:rFonts w:ascii="Verdana Pro Light" w:eastAsia="Arial Unicode MS" w:hAnsi="Verdana Pro Light" w:cs="Arial Unicode MS"/>
          <w:sz w:val="18"/>
          <w:szCs w:val="18"/>
        </w:rPr>
        <w:t>Adequando a nomenclatura de ficheiros tendo em conta a finalidade dos produtos gráficos</w:t>
      </w:r>
    </w:p>
    <w:p w14:paraId="4F6E11E8" w14:textId="77777777" w:rsidR="00E04177" w:rsidRDefault="00E04177" w:rsidP="00E04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Criando uma arquitetura de arquivo de pastas digitais tendo em conta a clareza na nomenclatura de pastas e ficheiros</w:t>
      </w:r>
    </w:p>
    <w:p w14:paraId="4CB1D071" w14:textId="77777777" w:rsidR="00E04177" w:rsidRDefault="00E04177" w:rsidP="00E04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Adequando o programa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finalidade dos produtos gráficos</w:t>
      </w:r>
    </w:p>
    <w:p w14:paraId="5C964CC0" w14:textId="77777777" w:rsidR="00E04177" w:rsidRDefault="00E04177" w:rsidP="00E04177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0D0B4974" w14:textId="77777777" w:rsidR="00E04177" w:rsidRPr="00136AD8" w:rsidRDefault="00E04177" w:rsidP="00E041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0DA99B" w14:textId="77777777" w:rsidR="00E04177" w:rsidRPr="00F87025" w:rsidRDefault="00E04177" w:rsidP="00E04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8305734" w14:textId="77777777" w:rsidR="00E04177" w:rsidRPr="00E2794B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18E530F" w14:textId="77777777" w:rsidR="00E04177" w:rsidRPr="00F87025" w:rsidRDefault="00E04177" w:rsidP="00E04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C155950" w14:textId="77777777" w:rsidR="00E04177" w:rsidRPr="00436CB6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A103D6F" w14:textId="77777777" w:rsidR="00E04177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3C11B067" w14:textId="77777777" w:rsidR="00E04177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0DA93A89" w14:textId="77777777" w:rsidR="00E04177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30374873" w14:textId="77777777" w:rsidR="00E04177" w:rsidRDefault="00E04177" w:rsidP="00E04177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53E343D6" w14:textId="77777777" w:rsidR="00E04177" w:rsidRPr="006D29AD" w:rsidRDefault="00E04177" w:rsidP="00E04177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0AE3D56" w14:textId="77777777" w:rsidR="00E04177" w:rsidRPr="00F87025" w:rsidRDefault="00E04177" w:rsidP="00E0417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773E8DA" w14:textId="77777777" w:rsidR="00E04177" w:rsidRPr="00051C79" w:rsidRDefault="00E04177" w:rsidP="00E041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4B8E084" w14:textId="77777777" w:rsidR="00E04177" w:rsidRPr="00051C79" w:rsidRDefault="00E04177" w:rsidP="00E0417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0DD42E" w14:textId="77777777" w:rsidR="00E04177" w:rsidRDefault="00E04177" w:rsidP="007C2A1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35897D" w14:textId="2B4F0B6C" w:rsidR="00F104C2" w:rsidRDefault="00F104C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364E9BE" w14:textId="77777777" w:rsidR="007C2A1E" w:rsidRDefault="007C2A1E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D03A8" w:rsidRPr="00136AD8" w14:paraId="10B47E26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54FDAE" w14:textId="7803F5B2" w:rsidR="00BD03A8" w:rsidRPr="00F42D38" w:rsidRDefault="00BD03A8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A3045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94B370" w14:textId="77777777" w:rsidR="00BD03A8" w:rsidRPr="00F42D38" w:rsidRDefault="00BD03A8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BF72B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Efetuar atendimento ao público</w:t>
            </w:r>
          </w:p>
        </w:tc>
      </w:tr>
    </w:tbl>
    <w:p w14:paraId="77583398" w14:textId="77777777" w:rsidR="00BD03A8" w:rsidRPr="00136AD8" w:rsidRDefault="00BD03A8" w:rsidP="00BD03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DC04C7A" w14:textId="77777777" w:rsidR="00BD03A8" w:rsidRDefault="00BD03A8" w:rsidP="00BD03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5429A58" w14:textId="77777777" w:rsidR="00BD03A8" w:rsidRPr="003200F2" w:rsidRDefault="00BD03A8" w:rsidP="00BD03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727FA63" w14:textId="77777777" w:rsidR="00BD03A8" w:rsidRPr="00136AD8" w:rsidRDefault="00BD03A8" w:rsidP="00BD03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D03A8" w:rsidRPr="00136AD8" w14:paraId="3458397B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BD6855" w14:textId="77777777" w:rsidR="00BD03A8" w:rsidRPr="001B353A" w:rsidRDefault="00BD03A8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D03A8" w:rsidRPr="00136AD8" w14:paraId="4342E0D9" w14:textId="77777777" w:rsidTr="001D2FBF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A1EACB" w14:textId="77777777" w:rsidR="00BD03A8" w:rsidRPr="00E763D6" w:rsidRDefault="00BD03A8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o atendimento</w:t>
            </w:r>
          </w:p>
          <w:p w14:paraId="59B92FAF" w14:textId="77777777" w:rsidR="00BD03A8" w:rsidRDefault="00BD03A8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Resolver problemas</w:t>
            </w:r>
            <w:r w:rsidRPr="00AE30C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esclarecer dúvidas</w:t>
            </w:r>
          </w:p>
          <w:p w14:paraId="3067206C" w14:textId="77777777" w:rsidR="00BD03A8" w:rsidRPr="00E763D6" w:rsidRDefault="00BD03A8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Proceder ao acompanhamento e solicitar feedback</w:t>
            </w:r>
          </w:p>
          <w:p w14:paraId="7F538C86" w14:textId="77777777" w:rsidR="00BD03A8" w:rsidRPr="0008537A" w:rsidRDefault="00BD03A8" w:rsidP="001D2F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BD03A8" w:rsidRPr="00136AD8" w14:paraId="2EFE2C72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B8BB85" w14:textId="77777777" w:rsidR="00BD03A8" w:rsidRPr="001B353A" w:rsidRDefault="00BD03A8" w:rsidP="001D2FBF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FEE398" w14:textId="77777777" w:rsidR="00BD03A8" w:rsidRPr="001B353A" w:rsidRDefault="00BD03A8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6DDE83" w14:textId="77777777" w:rsidR="00BD03A8" w:rsidRPr="001B353A" w:rsidRDefault="00BD03A8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D03A8" w:rsidRPr="00136AD8" w14:paraId="3AB6FD6A" w14:textId="77777777" w:rsidTr="001D2FBF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BD79F" w14:textId="77777777" w:rsidR="00BD03A8" w:rsidRPr="003020D5" w:rsidRDefault="00BD03A8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Perfil e funções do atendedor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38BD02B" w14:textId="77777777" w:rsidR="00BD03A8" w:rsidRPr="003020D5" w:rsidRDefault="00BD03A8" w:rsidP="00BD03A8">
            <w:pPr>
              <w:pStyle w:val="PargrafodaLista"/>
              <w:numPr>
                <w:ilvl w:val="0"/>
                <w:numId w:val="36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/ qualidades de um Atendedor Profissional</w:t>
            </w:r>
          </w:p>
          <w:p w14:paraId="65BDE08E" w14:textId="77777777" w:rsidR="00BD03A8" w:rsidRPr="003020D5" w:rsidRDefault="00BD03A8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Atendimento - conceitos gerais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05C86BF" w14:textId="77777777" w:rsidR="00BD03A8" w:rsidRPr="003020D5" w:rsidRDefault="00BD03A8" w:rsidP="00BD03A8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Atendimento / venda</w:t>
            </w:r>
          </w:p>
          <w:p w14:paraId="38AA1B17" w14:textId="77777777" w:rsidR="00BD03A8" w:rsidRPr="003020D5" w:rsidRDefault="00BD03A8" w:rsidP="00BD03A8">
            <w:pPr>
              <w:pStyle w:val="PargrafodaLista"/>
              <w:numPr>
                <w:ilvl w:val="0"/>
                <w:numId w:val="37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Atitude / comportamento</w:t>
            </w:r>
          </w:p>
          <w:p w14:paraId="70DE02B1" w14:textId="77777777" w:rsidR="00BD03A8" w:rsidRPr="003020D5" w:rsidRDefault="00BD03A8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Diagnóstico de necessidades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01A2921" w14:textId="77777777" w:rsidR="00BD03A8" w:rsidRPr="003020D5" w:rsidRDefault="00BD03A8" w:rsidP="00BD03A8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Origem das motivações / necessidades</w:t>
            </w:r>
          </w:p>
          <w:p w14:paraId="56A88EF5" w14:textId="77777777" w:rsidR="00BD03A8" w:rsidRPr="003020D5" w:rsidRDefault="00BD03A8" w:rsidP="00BD03A8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prévia do perfil de cliente</w:t>
            </w:r>
          </w:p>
          <w:p w14:paraId="1B814125" w14:textId="77777777" w:rsidR="00BD03A8" w:rsidRPr="003020D5" w:rsidRDefault="00BD03A8" w:rsidP="00BD03A8">
            <w:pPr>
              <w:pStyle w:val="PargrafodaLista"/>
              <w:numPr>
                <w:ilvl w:val="0"/>
                <w:numId w:val="38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um guião de “perguntas tipo”</w:t>
            </w:r>
          </w:p>
          <w:p w14:paraId="48ACF0BF" w14:textId="77777777" w:rsidR="00BD03A8" w:rsidRPr="003020D5" w:rsidRDefault="00BD03A8" w:rsidP="001D2FBF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Etapas do processo atendimento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D9CB417" w14:textId="77777777" w:rsidR="00BD03A8" w:rsidRPr="003020D5" w:rsidRDefault="00BD03A8" w:rsidP="00BD03A8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Abordagem inicial</w:t>
            </w:r>
          </w:p>
          <w:p w14:paraId="6FB5B4FD" w14:textId="77777777" w:rsidR="00BD03A8" w:rsidRPr="003020D5" w:rsidRDefault="00BD03A8" w:rsidP="00BD03A8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Prestação do serviço</w:t>
            </w:r>
          </w:p>
          <w:p w14:paraId="28ED3790" w14:textId="77777777" w:rsidR="00BD03A8" w:rsidRPr="003020D5" w:rsidRDefault="00BD03A8" w:rsidP="00BD03A8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Despedida</w:t>
            </w:r>
          </w:p>
          <w:p w14:paraId="2F794749" w14:textId="77777777" w:rsidR="00BD03A8" w:rsidRPr="003020D5" w:rsidRDefault="00BD03A8" w:rsidP="00BD03A8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Operações de caixa</w:t>
            </w:r>
          </w:p>
          <w:p w14:paraId="5AB0894B" w14:textId="77777777" w:rsidR="00BD03A8" w:rsidRPr="003020D5" w:rsidRDefault="00BD03A8" w:rsidP="00BD03A8">
            <w:pPr>
              <w:pStyle w:val="PargrafodaLista"/>
              <w:numPr>
                <w:ilvl w:val="0"/>
                <w:numId w:val="39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Atendimento na receção e tratamento de reclamações</w:t>
            </w:r>
          </w:p>
          <w:p w14:paraId="418FF0EA" w14:textId="77777777" w:rsidR="00BD03A8" w:rsidRPr="00022140" w:rsidRDefault="00BD03A8" w:rsidP="001D2FBF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A25B6" w14:textId="77777777" w:rsidR="00BD03A8" w:rsidRPr="003020D5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36" w:hanging="23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e caracterizar as principais qualidades de um atendedor profissional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82595C0" w14:textId="77777777" w:rsidR="00BD03A8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36" w:hanging="23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diferença entre os conceitos de atendimento / venda e atitude / comportamento.</w:t>
            </w:r>
          </w:p>
          <w:p w14:paraId="04EED067" w14:textId="77777777" w:rsidR="00BD03A8" w:rsidRPr="003020D5" w:rsidRDefault="00BD03A8" w:rsidP="001D2FBF">
            <w:pPr>
              <w:pStyle w:val="PargrafodaLista"/>
              <w:spacing w:before="120" w:after="0" w:line="276" w:lineRule="auto"/>
              <w:ind w:left="13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BDB73D" w14:textId="77777777" w:rsidR="00BD03A8" w:rsidRPr="003020D5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36" w:hanging="23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aferir as motivações / necessidades de cada cliente.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12B855E" w14:textId="77777777" w:rsidR="00BD03A8" w:rsidRPr="003020D5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36" w:hanging="23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020D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Estruturar o processo de atendimento, aplicando as atitudes/comportamentos associados a cada etapa.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81154" w14:textId="77777777" w:rsidR="00BD03A8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3ADCDD6" w14:textId="77777777" w:rsidR="00BD03A8" w:rsidRDefault="00BD03A8" w:rsidP="00BD03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DBE5599" w14:textId="77777777" w:rsidR="00BD03A8" w:rsidRDefault="00BD03A8" w:rsidP="00BD03A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9E693AA" w14:textId="77777777" w:rsidR="00BD03A8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DBBCCBB" w14:textId="77777777" w:rsidR="00BD03A8" w:rsidRDefault="00BD03A8" w:rsidP="00BD03A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48A9F208" w14:textId="77777777" w:rsidR="00BD03A8" w:rsidRPr="000173C0" w:rsidRDefault="00BD03A8" w:rsidP="001D2FBF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924A38D" w14:textId="77777777" w:rsidR="00BD03A8" w:rsidRDefault="00BD03A8" w:rsidP="00BD03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DA31C1C" w14:textId="77777777" w:rsidR="00BD03A8" w:rsidRPr="00F87025" w:rsidRDefault="00BD03A8" w:rsidP="00BD03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57A2760" w14:textId="77777777" w:rsidR="00BD03A8" w:rsidRPr="00634559" w:rsidRDefault="00BD03A8" w:rsidP="00BD03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F72BE">
        <w:rPr>
          <w:rFonts w:ascii="Verdana Pro Light" w:eastAsia="Arial Unicode MS" w:hAnsi="Verdana Pro Light" w:cs="Times New Roman"/>
          <w:b/>
          <w:sz w:val="18"/>
          <w:szCs w:val="18"/>
        </w:rPr>
        <w:t>Efetuar atendimento ao público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A45797A" w14:textId="77777777" w:rsidR="00BD03A8" w:rsidRDefault="00BD03A8" w:rsidP="00BD03A8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 xml:space="preserve">CD1. Adaptando a linguagem e a comunicação ao </w:t>
      </w:r>
      <w:r>
        <w:rPr>
          <w:rFonts w:ascii="Verdana Pro Light" w:eastAsia="Arial Unicode MS" w:hAnsi="Verdana Pro Light" w:cs="Arial Unicode MS"/>
          <w:sz w:val="18"/>
          <w:szCs w:val="18"/>
        </w:rPr>
        <w:t>interlocutor</w:t>
      </w:r>
      <w:r w:rsidRPr="5D54DF4F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651EA80" w14:textId="77777777" w:rsidR="00BD03A8" w:rsidRDefault="00BD03A8" w:rsidP="00BD03A8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3F9E1EA5" w14:textId="77777777" w:rsidR="00BD03A8" w:rsidRDefault="00BD03A8" w:rsidP="00BD03A8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300A7A62" w14:textId="77777777" w:rsidR="00BD03A8" w:rsidRPr="00BA1DFF" w:rsidRDefault="00BD03A8" w:rsidP="00BD03A8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Cumprindo as etapas do processo de atendimento</w:t>
      </w:r>
      <w:r w:rsidRPr="5D54DF4F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05BE4C" w14:textId="77777777" w:rsidR="00BD03A8" w:rsidRPr="00F87025" w:rsidRDefault="00BD03A8" w:rsidP="00BD03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0622209" w14:textId="77777777" w:rsidR="00BD03A8" w:rsidRPr="00984B30" w:rsidRDefault="00BD03A8" w:rsidP="00BD03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Aplicável a diferentes contextos. </w:t>
      </w:r>
    </w:p>
    <w:p w14:paraId="4FC05E21" w14:textId="77777777" w:rsidR="00BD03A8" w:rsidRPr="00984B30" w:rsidRDefault="00BD03A8" w:rsidP="00BD03A8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21E7EDEF" w14:textId="77777777" w:rsidR="00BD03A8" w:rsidRPr="00F87025" w:rsidRDefault="00BD03A8" w:rsidP="00BD03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99FB8CC" w14:textId="77777777" w:rsidR="00BD03A8" w:rsidRDefault="00BD03A8" w:rsidP="00BD03A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F81552E" w14:textId="77777777" w:rsidR="00BD03A8" w:rsidRPr="003020D5" w:rsidRDefault="00BD03A8" w:rsidP="00BD03A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  <w:r w:rsidRPr="003020D5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ADB533" w14:textId="77777777" w:rsidR="00BD03A8" w:rsidRPr="00F87025" w:rsidRDefault="00BD03A8" w:rsidP="00BD03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60D7085" w14:textId="77777777" w:rsidR="00BD03A8" w:rsidRDefault="00BD03A8" w:rsidP="00BD03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CA27610" w14:textId="77777777" w:rsidR="00BD03A8" w:rsidRPr="00C34354" w:rsidRDefault="00BD03A8" w:rsidP="00BD03A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F97EBD3" w14:textId="77777777" w:rsidR="00BD03A8" w:rsidRDefault="00BD03A8" w:rsidP="00BD03A8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ao </w:t>
      </w:r>
      <w:r w:rsidRPr="003020D5">
        <w:rPr>
          <w:rFonts w:ascii="Verdana Pro Light" w:eastAsia="Arial Unicode MS" w:hAnsi="Verdana Pro Light" w:cs="Arial Unicode MS"/>
          <w:sz w:val="18"/>
          <w:szCs w:val="18"/>
        </w:rPr>
        <w:t>atendimento ao público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exercícios de role play de</w:t>
      </w:r>
      <w:r w:rsidRPr="0002214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3020D5">
        <w:rPr>
          <w:rFonts w:ascii="Verdana Pro Light" w:eastAsia="Arial Unicode MS" w:hAnsi="Verdana Pro Light" w:cs="Arial Unicode MS"/>
          <w:sz w:val="18"/>
          <w:szCs w:val="18"/>
        </w:rPr>
        <w:t>atendimento ao público</w:t>
      </w:r>
    </w:p>
    <w:p w14:paraId="123ED758" w14:textId="77777777" w:rsidR="00BD03A8" w:rsidRPr="00C34354" w:rsidRDefault="00BD03A8" w:rsidP="00BD03A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0FD80EB5" w14:textId="77777777" w:rsidR="00BD03A8" w:rsidRDefault="00BD03A8" w:rsidP="00BD03A8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</w:p>
    <w:p w14:paraId="6EB8F105" w14:textId="77777777" w:rsidR="00BD03A8" w:rsidRPr="00335AB2" w:rsidRDefault="00BD03A8" w:rsidP="00BD03A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71CAE3B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9136D94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647B8F8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A18FE17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6BC202C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F8F8C9C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7EFF63B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FA65525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27DAD9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0FB7881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EF73F80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5545754B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32D05821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3D345F7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74C7EA7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8EF8B50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283332B2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941F034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7404AFD2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9E706FD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p w14:paraId="15323281" w14:textId="77777777" w:rsidR="00BD03A8" w:rsidRDefault="00BD03A8" w:rsidP="00FB114A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90DD6" w:rsidRPr="00136AD8" w14:paraId="20E56D10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B1E31D" w14:textId="2BAD9A50" w:rsidR="00C90DD6" w:rsidRPr="000D4397" w:rsidRDefault="00C90DD6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9903A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A25A2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62C327" w14:textId="77777777" w:rsidR="00C90DD6" w:rsidRPr="000D4397" w:rsidRDefault="00C90DD6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Promover a obra fotográfica</w:t>
            </w:r>
          </w:p>
        </w:tc>
      </w:tr>
    </w:tbl>
    <w:p w14:paraId="1C95B3A4" w14:textId="77777777" w:rsidR="00C90DD6" w:rsidRPr="00136AD8" w:rsidRDefault="00C90DD6" w:rsidP="00C90DD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619503A" w14:textId="77777777" w:rsidR="00C90DD6" w:rsidRDefault="00C90DD6" w:rsidP="00C90DD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4279D03" w14:textId="77777777" w:rsidR="00C90DD6" w:rsidRPr="003200F2" w:rsidRDefault="00C90DD6" w:rsidP="00C90DD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EBF2AB1" w14:textId="77777777" w:rsidR="00C90DD6" w:rsidRPr="00136AD8" w:rsidRDefault="00C90DD6" w:rsidP="00C90DD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90DD6" w:rsidRPr="00136AD8" w14:paraId="525D0FE7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D5C7C2" w14:textId="77777777" w:rsidR="00C90DD6" w:rsidRPr="001B353A" w:rsidRDefault="00C90DD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90DD6" w:rsidRPr="00136AD8" w14:paraId="46F26893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37F41F" w14:textId="77777777" w:rsidR="00C90D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Definir uma estratégia de promoção individual</w:t>
            </w:r>
          </w:p>
          <w:p w14:paraId="189D35FC" w14:textId="77777777" w:rsidR="00C90D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Elaborar um portefólio profissional, físico e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(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Online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)</w:t>
            </w:r>
          </w:p>
          <w:p w14:paraId="622CCD86" w14:textId="77777777" w:rsidR="00C90D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Selecionar plataformas para divulgação do portfólio </w:t>
            </w: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profissional</w:t>
            </w:r>
          </w:p>
          <w:p w14:paraId="6BD58ABC" w14:textId="77777777" w:rsidR="00C90D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Elaborar a estrutura e preparar a apresentação pessoal do portfólio profissional </w:t>
            </w:r>
          </w:p>
          <w:p w14:paraId="7A382E34" w14:textId="77777777" w:rsidR="00C90DD6" w:rsidRPr="00E763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Elaborar um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curriculum vitae</w:t>
            </w:r>
          </w:p>
          <w:p w14:paraId="58516DE9" w14:textId="77777777" w:rsidR="00C90DD6" w:rsidRPr="00413243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90DD6" w:rsidRPr="00136AD8" w14:paraId="724C078A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A29C94" w14:textId="77777777" w:rsidR="00C90DD6" w:rsidRPr="001B353A" w:rsidRDefault="00C90DD6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5DB70D" w14:textId="77777777" w:rsidR="00C90DD6" w:rsidRPr="001B353A" w:rsidRDefault="00C90DD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7444D08" w14:textId="77777777" w:rsidR="00C90DD6" w:rsidRPr="001B353A" w:rsidRDefault="00C90DD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90DD6" w:rsidRPr="00136AD8" w14:paraId="3CC837ED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A3EF4" w14:textId="77777777" w:rsidR="00C90DD6" w:rsidRPr="00CE5C7C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Marketing pessoal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</w:r>
          </w:p>
          <w:p w14:paraId="0EDE005E" w14:textId="77777777" w:rsidR="00C90DD6" w:rsidRPr="00CE5C7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Mercado: tendências e oportunidades</w:t>
            </w:r>
          </w:p>
          <w:p w14:paraId="75C0D4EF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Marca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essoal</w:t>
            </w:r>
          </w:p>
          <w:p w14:paraId="01B5DD46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Presença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</w:p>
          <w:p w14:paraId="38F67111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Networking</w:t>
            </w:r>
          </w:p>
          <w:p w14:paraId="615C5A37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ventos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xposições</w:t>
            </w:r>
          </w:p>
          <w:p w14:paraId="2EFDD3F0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utros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rofissionais</w:t>
            </w:r>
          </w:p>
          <w:p w14:paraId="5AB85D80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Testemunhos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ecomendações</w:t>
            </w:r>
          </w:p>
          <w:p w14:paraId="6DE7E3FE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Educação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ontinuada</w:t>
            </w:r>
          </w:p>
          <w:p w14:paraId="74228813" w14:textId="77777777" w:rsidR="00C90DD6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individual de carreira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BCB2408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Redes sociais</w:t>
            </w:r>
          </w:p>
          <w:p w14:paraId="6B322CBB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de divulgação de portefólio 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EAFC70" w14:textId="77777777" w:rsidR="00C90DD6" w:rsidRDefault="00C90DD6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Portefólio profissional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7E3544B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do tipo de trabalho e público-alvo</w:t>
            </w:r>
          </w:p>
          <w:p w14:paraId="0725819D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geral ou mini portefólio</w:t>
            </w:r>
          </w:p>
          <w:p w14:paraId="44EA18A3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e número de imagens</w:t>
            </w:r>
          </w:p>
          <w:p w14:paraId="63BFEC52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Linha condutora – encadeamento</w:t>
            </w:r>
          </w:p>
          <w:p w14:paraId="54D9EE17" w14:textId="77777777" w:rsidR="00C90DD6" w:rsidRPr="004C5D4C" w:rsidRDefault="00C90DD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C5D4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e acabamento</w:t>
            </w:r>
          </w:p>
          <w:p w14:paraId="478FBC33" w14:textId="77777777" w:rsidR="00C90DD6" w:rsidRDefault="00C90DD6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  <w:t>Curriculum vitae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033D42E" w14:textId="77777777" w:rsidR="00C90DD6" w:rsidRPr="00CE5C7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Europasse e criativo</w:t>
            </w:r>
          </w:p>
          <w:p w14:paraId="0F5FD8E2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E5C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Plataformas e </w:t>
            </w:r>
            <w:r w:rsidRPr="00077C2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templates</w:t>
            </w:r>
          </w:p>
          <w:p w14:paraId="6B10066E" w14:textId="77777777" w:rsidR="00C90DD6" w:rsidRPr="00CE5C7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Conteúdo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389DE" w14:textId="77777777" w:rsidR="00C90DD6" w:rsidRPr="00684E68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53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o mercado: tendências e oportunidades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E5CF6AC" w14:textId="77777777" w:rsidR="00C90DD6" w:rsidRPr="00684E68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estratégias de marketing pessoal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F6FE2FA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a gestão individual de carreira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635707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várias tipologias de portfólio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80E88F2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principais plataformas de divulgação de portfólio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A8B136" w14:textId="77777777" w:rsidR="00C90DD6" w:rsidRPr="00077C2E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conteúdo de um </w:t>
            </w:r>
            <w:r w:rsidRPr="00077C2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curriculum</w:t>
            </w:r>
            <w:r w:rsidRPr="004C5D4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vitae</w:t>
            </w:r>
          </w:p>
          <w:p w14:paraId="42A343DA" w14:textId="77777777" w:rsidR="00C90DD6" w:rsidRPr="00A1459C" w:rsidRDefault="00C90DD6" w:rsidP="00017090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6ED6DE" w14:textId="77777777" w:rsidR="00C90DD6" w:rsidRPr="00E15212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5BFDE" w14:textId="77777777" w:rsidR="00C90DD6" w:rsidRPr="00A1459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100E6A7D" w14:textId="77777777" w:rsidR="00C90DD6" w:rsidRDefault="00C90DD6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1417F1CA" w14:textId="77777777" w:rsidR="00C90DD6" w:rsidRPr="00A1459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5A38495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D223CCB" w14:textId="77777777" w:rsidR="00C90DD6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</w:t>
            </w:r>
          </w:p>
          <w:p w14:paraId="45830A8B" w14:textId="77777777" w:rsidR="00C90DD6" w:rsidRPr="00A1459C" w:rsidRDefault="00C90DD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4F384552" w14:textId="77777777" w:rsidR="00C90DD6" w:rsidRPr="0076118E" w:rsidRDefault="00C90DD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68165078" w14:textId="77777777" w:rsidR="00C90DD6" w:rsidRDefault="00C90DD6" w:rsidP="00C90DD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19EF79" w14:textId="77777777" w:rsidR="00C90DD6" w:rsidRDefault="00C90DD6" w:rsidP="00C90DD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04D3AA" w14:textId="77777777" w:rsidR="00C90DD6" w:rsidRPr="00F87025" w:rsidRDefault="00C90DD6" w:rsidP="00C90D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D39115F" w14:textId="77777777" w:rsidR="00C90DD6" w:rsidRDefault="00C90DD6" w:rsidP="00C90D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Promover a obra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15C6A04" w14:textId="77777777" w:rsidR="00C90DD6" w:rsidRDefault="00C90DD6" w:rsidP="00C90D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>Defini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 xml:space="preserve"> uma estratégia de promoção individual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identificando as ferramentas e as plataformas para o efeito</w:t>
      </w:r>
    </w:p>
    <w:p w14:paraId="115BE2B7" w14:textId="77777777" w:rsidR="00C90DD6" w:rsidRDefault="00C90DD6" w:rsidP="00C90D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>Elabora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4353F1">
        <w:rPr>
          <w:rFonts w:ascii="Verdana Pro Light" w:eastAsia="Arial Unicode MS" w:hAnsi="Verdana Pro Light" w:cs="Arial Unicode MS"/>
          <w:sz w:val="18"/>
          <w:szCs w:val="18"/>
        </w:rPr>
        <w:t xml:space="preserve"> um portefólio profissional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entidade a que se destina, adequando a seleção de imagens e a narrativa visual  </w:t>
      </w:r>
    </w:p>
    <w:p w14:paraId="0D152FFF" w14:textId="77777777" w:rsidR="00C90DD6" w:rsidRDefault="00C90DD6" w:rsidP="00C90D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Apresentando pessoalmente o portfólio profissional, sabendo contextualizar o trabalho desenvolvido e as questões técnicas associadas</w:t>
      </w:r>
    </w:p>
    <w:p w14:paraId="00DEEEE1" w14:textId="77777777" w:rsidR="00C90DD6" w:rsidRPr="00077C2E" w:rsidRDefault="00C90DD6" w:rsidP="00C90DD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Elaborando um </w:t>
      </w:r>
      <w:r w:rsidRPr="004C5D4C">
        <w:rPr>
          <w:rFonts w:ascii="Verdana Pro Light" w:eastAsia="Arial Unicode MS" w:hAnsi="Verdana Pro Light" w:cs="Arial Unicode MS"/>
          <w:i/>
          <w:iCs/>
          <w:sz w:val="18"/>
          <w:szCs w:val="18"/>
        </w:rPr>
        <w:t>curriculum vitae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adaptando o conteúdo à entidade a que se destina</w:t>
      </w:r>
    </w:p>
    <w:p w14:paraId="037EEBC8" w14:textId="77777777" w:rsidR="00C90DD6" w:rsidRPr="004330C8" w:rsidRDefault="00C90DD6" w:rsidP="00C90DD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7281A6B" w14:textId="77777777" w:rsidR="00C90DD6" w:rsidRPr="00A1459C" w:rsidRDefault="00C90DD6" w:rsidP="00C90D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88A5A24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0EB0D473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0D2EA30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66F05EF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0C437B24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13D7DB57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B06421D" w14:textId="77777777" w:rsidR="00C90DD6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A234481" w14:textId="77777777" w:rsidR="00C90DD6" w:rsidRPr="00CD4CF0" w:rsidRDefault="00C90DD6" w:rsidP="00C90DD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5607C6E7" w14:textId="77777777" w:rsidR="00C90DD6" w:rsidRPr="00984B30" w:rsidRDefault="00C90DD6" w:rsidP="00C90DD6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0366750C" w14:textId="77777777" w:rsidR="00C90DD6" w:rsidRPr="00F87025" w:rsidRDefault="00C90DD6" w:rsidP="00C90D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CA4FAC5" w14:textId="77777777" w:rsidR="00C90DD6" w:rsidRPr="00A1459C" w:rsidRDefault="00C90DD6" w:rsidP="00C90DD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0350DE4" w14:textId="77777777" w:rsidR="00C90DD6" w:rsidRPr="00A1459C" w:rsidRDefault="00C90DD6" w:rsidP="00C90DD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E62B1C0" w14:textId="77777777" w:rsidR="00C90DD6" w:rsidRPr="00A1459C" w:rsidRDefault="00C90DD6" w:rsidP="00C90DD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2B4A0F5B" w14:textId="77777777" w:rsidR="00C90DD6" w:rsidRPr="00A1459C" w:rsidRDefault="00C90DD6" w:rsidP="00C90DD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portfólios profissionais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33BF298" w14:textId="77777777" w:rsidR="00C90DD6" w:rsidRPr="00F87025" w:rsidRDefault="00C90DD6" w:rsidP="00C90DD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DD69792" w14:textId="77777777" w:rsidR="00C90DD6" w:rsidRDefault="00C90DD6" w:rsidP="00C90DD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C819A85" w14:textId="77777777" w:rsidR="00C90DD6" w:rsidRPr="00A1459C" w:rsidRDefault="00C90DD6" w:rsidP="00C90DD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4311E264" w14:textId="77777777" w:rsidR="00C90DD6" w:rsidRPr="00CE5C7C" w:rsidRDefault="00C90DD6" w:rsidP="00C90DD6">
      <w:pPr>
        <w:pStyle w:val="PargrafodaLista"/>
        <w:spacing w:before="120" w:after="0" w:line="276" w:lineRule="auto"/>
        <w:ind w:left="780"/>
        <w:rPr>
          <w:rFonts w:ascii="Verdana Pro Light" w:hAnsi="Verdana Pro Light"/>
          <w:i/>
          <w:iCs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à promoção individual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 orientado sobre o tema e com o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portfólio profissional e de um </w:t>
      </w:r>
      <w:r w:rsidRPr="00CE5C7C">
        <w:rPr>
          <w:rFonts w:ascii="Verdana Pro Light" w:eastAsia="Arial Unicode MS" w:hAnsi="Verdana Pro Light" w:cs="Arial Unicode MS"/>
          <w:i/>
          <w:iCs/>
          <w:sz w:val="18"/>
          <w:szCs w:val="18"/>
        </w:rPr>
        <w:t>Curriculum vitae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br/>
      </w:r>
    </w:p>
    <w:p w14:paraId="2026FCC2" w14:textId="77777777" w:rsidR="00C90DD6" w:rsidRPr="00CE5C7C" w:rsidRDefault="00C90DD6" w:rsidP="00C90DD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t>, podendo ser mista se as circunstâncias o exigirem</w:t>
      </w:r>
    </w:p>
    <w:p w14:paraId="4B06E764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6E077604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3F296794" w14:textId="77777777" w:rsidR="009C7FF7" w:rsidRDefault="009C7FF7" w:rsidP="00FF4F58">
      <w:pPr>
        <w:rPr>
          <w:rFonts w:ascii="Verdana Pro Light" w:hAnsi="Verdana Pro Light"/>
          <w:smallCaps/>
        </w:rPr>
      </w:pPr>
    </w:p>
    <w:p w14:paraId="2B8B74F3" w14:textId="77777777" w:rsidR="009C7FF7" w:rsidRDefault="009C7FF7" w:rsidP="00FF4F5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7FF7" w:rsidRPr="00136AD8" w14:paraId="0DCB0A7E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DBF731" w14:textId="77777777" w:rsidR="009C7FF7" w:rsidRPr="00222FEF" w:rsidRDefault="009C7FF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eastAsia="Times New Roman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23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A6F9D4" w14:textId="77777777" w:rsidR="009C7FF7" w:rsidRPr="00222FEF" w:rsidRDefault="009C7FF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22FEF">
              <w:rPr>
                <w:rFonts w:ascii="Verdana Pro Light" w:eastAsia="Times New Roman" w:hAnsi="Verdana Pro Light" w:cs="Tahoma"/>
                <w:b/>
                <w:bCs/>
                <w:color w:val="C45911" w:themeColor="accent2" w:themeShade="BF"/>
                <w:sz w:val="18"/>
                <w:szCs w:val="18"/>
              </w:rPr>
              <w:t xml:space="preserve">Prestar informação sobre o </w:t>
            </w:r>
            <w:r w:rsidRPr="00222FEF"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 xml:space="preserve">setor de </w:t>
            </w:r>
            <w:r>
              <w:rPr>
                <w:rFonts w:ascii="Verdana Pro Light" w:eastAsia="Verdana Pro Light" w:hAnsi="Verdana Pro Light" w:cs="Verdana Pro Light"/>
                <w:color w:val="C45911" w:themeColor="accent2" w:themeShade="BF"/>
                <w:sz w:val="18"/>
                <w:szCs w:val="18"/>
              </w:rPr>
              <w:t>fotografia</w:t>
            </w:r>
          </w:p>
        </w:tc>
      </w:tr>
    </w:tbl>
    <w:p w14:paraId="415E3A65" w14:textId="77777777" w:rsidR="009C7FF7" w:rsidRPr="00136AD8" w:rsidRDefault="009C7FF7" w:rsidP="009C7F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F31E7D" w14:textId="77777777" w:rsidR="009C7FF7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7E58D88" w14:textId="77777777" w:rsidR="009C7FF7" w:rsidRPr="003200F2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C73785E" w14:textId="77777777" w:rsidR="009C7FF7" w:rsidRPr="00136AD8" w:rsidRDefault="009C7FF7" w:rsidP="009C7F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C7FF7" w:rsidRPr="00136AD8" w14:paraId="406F1553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DD7F73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7FF7" w:rsidRPr="00136AD8" w14:paraId="7D67372E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91F3FD" w14:textId="77777777" w:rsidR="009C7FF7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tab/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fotografia</w:t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A49D46C" w14:textId="77777777" w:rsidR="009C7FF7" w:rsidRPr="006B2C46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de fotografia</w:t>
            </w:r>
            <w:r w:rsidRPr="58E8099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br/>
            </w:r>
          </w:p>
        </w:tc>
      </w:tr>
      <w:tr w:rsidR="009C7FF7" w:rsidRPr="00136AD8" w14:paraId="662F46C6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BCE681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E3DA60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83D63EC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7FF7" w:rsidRPr="00136AD8" w14:paraId="6F7188E9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B0574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27CCFFB8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7E7B01BE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(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retrato, comercial, publicitária, de moda de jornalismo, de arquitetura, de cena, de espetáculos, de desporto, de autor)</w:t>
            </w:r>
          </w:p>
          <w:p w14:paraId="4FFED64D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Novas tendências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7E70209C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2E9FFC4E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críticos de sucesso 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A9F0B16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52792129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0BF9F764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0F947479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4D4501D3" w14:textId="77777777" w:rsidR="009C7FF7" w:rsidRPr="001B353A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3DA82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da fotografia</w:t>
            </w:r>
          </w:p>
          <w:p w14:paraId="70C2ABC7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7744E98D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  <w:r w:rsidRPr="006B2C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29C0B498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assertiva.</w:t>
            </w:r>
          </w:p>
          <w:p w14:paraId="60DCF41F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escritas.</w:t>
            </w:r>
          </w:p>
          <w:p w14:paraId="178E3F5A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</w:p>
          <w:p w14:paraId="47211D5C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fotografia</w:t>
            </w:r>
          </w:p>
          <w:p w14:paraId="5C703F11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5930578D" w14:textId="77777777" w:rsidR="009C7FF7" w:rsidRPr="003C0084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  <w:p w14:paraId="2E9B970A" w14:textId="77777777" w:rsidR="009C7FF7" w:rsidRPr="006B2C46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>setor da fotografia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13CE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2B4A9004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6683BC8C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66E5318E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01AB079B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94F71D2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17CE34B9" w14:textId="77777777" w:rsidR="009C7FF7" w:rsidRPr="00FD35E9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CC966DC" w14:textId="77777777" w:rsidR="009C7FF7" w:rsidRDefault="009C7FF7" w:rsidP="00017090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7BF4F7" w14:textId="77777777" w:rsidR="009C7FF7" w:rsidRPr="00057283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19E4309" w14:textId="77777777" w:rsidR="009C7FF7" w:rsidRDefault="009C7FF7" w:rsidP="009C7F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7E9BCA" w14:textId="77777777" w:rsidR="009C7FF7" w:rsidRDefault="009C7FF7" w:rsidP="009C7F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72B8767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F626EC" w14:textId="77777777" w:rsidR="009C7FF7" w:rsidRPr="005E6B0A" w:rsidRDefault="009C7FF7" w:rsidP="009C7FF7">
      <w:pPr>
        <w:spacing w:before="80" w:after="120" w:line="240" w:lineRule="auto"/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</w:pP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Prestar informação sobre o setor d</w:t>
      </w:r>
      <w:r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a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Verdana Pro Light" w:hAnsi="Verdana Pro Light" w:cs="Verdana Pro Light"/>
          <w:color w:val="0070C0"/>
          <w:sz w:val="18"/>
          <w:szCs w:val="18"/>
        </w:rPr>
        <w:t>fotografia</w:t>
      </w:r>
      <w:r w:rsidRPr="005E6B0A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:</w:t>
      </w:r>
    </w:p>
    <w:p w14:paraId="2D4027E4" w14:textId="77777777" w:rsidR="009C7FF7" w:rsidRDefault="009C7FF7" w:rsidP="009C7FF7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11472EEC" w14:textId="77777777" w:rsidR="009C7FF7" w:rsidRDefault="009C7FF7" w:rsidP="009C7FF7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72DFC615" w14:textId="77777777" w:rsidR="009C7FF7" w:rsidRPr="00136AD8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BF163B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6C49FFC" w14:textId="77777777" w:rsidR="009C7FF7" w:rsidRPr="00984B30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703A7C7B" w14:textId="77777777" w:rsidR="009C7FF7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EC6774B" w14:textId="77777777" w:rsidR="009C7FF7" w:rsidRPr="00643045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6EDB2E6B" w14:textId="77777777" w:rsidR="009C7FF7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990A539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D1F5A57" w14:textId="77777777" w:rsidR="009C7FF7" w:rsidRPr="003C0084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66D9A541" w14:textId="77777777" w:rsidR="009C7FF7" w:rsidRPr="003C0084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46A58CF3" w14:textId="77777777" w:rsidR="009C7FF7" w:rsidRPr="003C0084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581D140D" w14:textId="77777777" w:rsidR="009C7FF7" w:rsidRPr="0029018E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Pr="0029018E">
        <w:rPr>
          <w:rFonts w:ascii="Verdana Pro Light" w:eastAsia="Arial Unicode MS" w:hAnsi="Verdana Pro Light" w:cs="Arial Unicode MS"/>
          <w:color w:val="0070C0"/>
          <w:sz w:val="18"/>
          <w:szCs w:val="18"/>
          <w:lang w:eastAsia="pt-PT"/>
        </w:rPr>
        <w:t>da fotografia</w:t>
      </w:r>
    </w:p>
    <w:p w14:paraId="6E972564" w14:textId="77777777" w:rsidR="009C7FF7" w:rsidRPr="003C0084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37825208" w14:textId="77777777" w:rsidR="009C7FF7" w:rsidRPr="006C609D" w:rsidRDefault="009C7FF7" w:rsidP="009C7FF7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91DB8B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FA026C7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FCA4D7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4CB263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64311E" w14:textId="77777777" w:rsidR="009C7FF7" w:rsidRDefault="009C7FF7" w:rsidP="009C7F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7FF7" w:rsidRPr="00136AD8" w14:paraId="0937CE86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BD2BBB" w14:textId="5E39BA54" w:rsidR="009C7FF7" w:rsidRPr="00136AD8" w:rsidRDefault="009C7FF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 xml:space="preserve">UC 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00</w:t>
            </w:r>
            <w:r w:rsidR="00A57ED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438AFD" w14:textId="77777777" w:rsidR="009C7FF7" w:rsidRPr="009C256C" w:rsidRDefault="009C7FF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3CFAB083" w14:textId="77777777" w:rsidR="009C7FF7" w:rsidRPr="00136AD8" w:rsidRDefault="009C7FF7" w:rsidP="009C7F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527684" w14:textId="77777777" w:rsidR="009C7FF7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E99997F" w14:textId="77777777" w:rsidR="009C7FF7" w:rsidRPr="003200F2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5A25436" w14:textId="77777777" w:rsidR="009C7FF7" w:rsidRPr="00136AD8" w:rsidRDefault="009C7FF7" w:rsidP="009C7F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C7FF7" w:rsidRPr="00136AD8" w14:paraId="2B209BE6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856280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7FF7" w:rsidRPr="00136AD8" w14:paraId="5BA17EFD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098067" w14:textId="77777777" w:rsidR="009C7FF7" w:rsidRPr="00AB5AF8" w:rsidRDefault="009C7FF7" w:rsidP="00017090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108FAB97" w14:textId="77777777" w:rsidR="009C7FF7" w:rsidRPr="00AB5AF8" w:rsidRDefault="009C7FF7" w:rsidP="00017090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72B66DDC" w14:textId="77777777" w:rsidR="009C7FF7" w:rsidRPr="001B353A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9C7FF7" w:rsidRPr="00136AD8" w14:paraId="63E062BA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91A9AB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26E554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38AA0C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7FF7" w:rsidRPr="00136AD8" w14:paraId="6F6B066D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867A4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38ECD1E6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703D3DCB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78787B65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4122CC33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6F0099C4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0517DADC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7F33D7B3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02E6ED8F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tempo – técnicas, planeamento, autoavaliação e otimização das tecnologias. </w:t>
            </w:r>
          </w:p>
          <w:p w14:paraId="7034406B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1F982EEE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Saúde no trabalho - síndroma de 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C4D13CA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23FCF01F" w14:textId="77777777" w:rsidR="009C7FF7" w:rsidRPr="001B353A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9088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13797EE3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370576E6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67AF2461" w14:textId="77777777" w:rsidR="009C7FF7" w:rsidRPr="008705DA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45137A60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174A8640" w14:textId="77777777" w:rsidR="009C7FF7" w:rsidRPr="009835C1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210D02C5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0B2FF7EB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4A469643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10FF6268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306EEFFF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AF9D6AA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4DAD071B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01F67E5D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685A6A4F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6FAD3F33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645E8AF3" w14:textId="77777777" w:rsidR="009C7FF7" w:rsidRPr="00057283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57D32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5FA0B6BC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38F46C1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1A9A28A4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Automotivação.</w:t>
            </w:r>
          </w:p>
          <w:p w14:paraId="2715DCD8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0CC605F7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3DF90C0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2C0DC2F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BCBC706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639F03C0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65FBD08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1E3C569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A18F708" w14:textId="77777777" w:rsidR="009C7FF7" w:rsidRPr="00A128FE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4AC9B5FD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375791B6" w14:textId="77777777" w:rsidR="009C7FF7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357DD50D" w14:textId="77777777" w:rsidR="009C7FF7" w:rsidRPr="00AB5AF8" w:rsidRDefault="009C7FF7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76316B6" w14:textId="77777777" w:rsidR="009C7FF7" w:rsidRPr="00057283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E27A48" w14:textId="77777777" w:rsidR="009C7FF7" w:rsidRDefault="009C7FF7" w:rsidP="009C7FF7">
      <w:pPr>
        <w:rPr>
          <w:rFonts w:ascii="Verdana Pro Light" w:hAnsi="Verdana Pro Light"/>
          <w:smallCaps/>
        </w:rPr>
      </w:pPr>
    </w:p>
    <w:p w14:paraId="467A1192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400D9CA" w14:textId="77777777" w:rsidR="009C7FF7" w:rsidRPr="00C3428A" w:rsidRDefault="009C7FF7" w:rsidP="009C7FF7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3FB00CB9" w14:textId="77777777" w:rsidR="009C7FF7" w:rsidRPr="00AB5AF8" w:rsidRDefault="009C7FF7" w:rsidP="009C7FF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5FE4F616" w14:textId="77777777" w:rsidR="009C7FF7" w:rsidRPr="00AB5AF8" w:rsidRDefault="009C7FF7" w:rsidP="009C7FF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6DC1A4DF" w14:textId="77777777" w:rsidR="009C7FF7" w:rsidRDefault="009C7FF7" w:rsidP="009C7FF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38DEFB05" w14:textId="77777777" w:rsidR="009C7FF7" w:rsidRDefault="009C7FF7" w:rsidP="009C7FF7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5D50B9F8" w14:textId="77777777" w:rsidR="009C7FF7" w:rsidRPr="00136AD8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FB400C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DD50E36" w14:textId="77777777" w:rsidR="009C7FF7" w:rsidRPr="00AB5AF8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18EFF38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5E1B366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EAC48C5" w14:textId="77777777" w:rsidR="009C7FF7" w:rsidRPr="00DA0C85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2705E0B" w14:textId="77777777" w:rsidR="009C7FF7" w:rsidRPr="00DA0C85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3BD4B9D7" w14:textId="77777777" w:rsidR="009C7FF7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6AEA51E2" w14:textId="77777777" w:rsidR="009C7FF7" w:rsidRPr="00DA0C85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3A5430B4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DD4EEB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7296BEF" w14:textId="77777777" w:rsidR="009C7FF7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1E6C23" w14:textId="77777777" w:rsidR="009C7FF7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278362" w14:textId="77777777" w:rsidR="009C7FF7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E82C6D" w14:textId="77777777" w:rsidR="009C7FF7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FD4C07" w14:textId="77777777" w:rsidR="009C7FF7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5AA11B" w14:textId="77777777" w:rsidR="009C7FF7" w:rsidRDefault="009C7FF7" w:rsidP="009C7FF7">
      <w:pPr>
        <w:rPr>
          <w:rFonts w:ascii="Verdana Pro Light" w:hAnsi="Verdana Pro Light"/>
          <w:smallCaps/>
        </w:rPr>
      </w:pPr>
    </w:p>
    <w:p w14:paraId="13E34654" w14:textId="77777777" w:rsidR="009C7FF7" w:rsidRDefault="009C7FF7" w:rsidP="009C7FF7">
      <w:pPr>
        <w:rPr>
          <w:rFonts w:ascii="Verdana Pro Light" w:hAnsi="Verdana Pro Light"/>
          <w:smallCaps/>
        </w:rPr>
      </w:pPr>
    </w:p>
    <w:p w14:paraId="110DBCDD" w14:textId="77777777" w:rsidR="009C7FF7" w:rsidRDefault="009C7FF7" w:rsidP="009C7FF7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7FF7" w:rsidRPr="00136AD8" w14:paraId="47EAA0BE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13348A" w14:textId="2D2CFEF0" w:rsidR="009C7FF7" w:rsidRPr="00262783" w:rsidRDefault="009C7FF7" w:rsidP="00017090">
            <w:pPr>
              <w:widowControl w:val="0"/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2</w:t>
            </w:r>
            <w:r w:rsidR="00915851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D36C33" w14:textId="77777777" w:rsidR="009C7FF7" w:rsidRPr="00262783" w:rsidRDefault="009C7FF7" w:rsidP="00017090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</w:tbl>
    <w:p w14:paraId="0F25660E" w14:textId="77777777" w:rsidR="009C7FF7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8C8D013" w14:textId="77777777" w:rsidR="009C7FF7" w:rsidRPr="00136AD8" w:rsidRDefault="009C7FF7" w:rsidP="009C7FF7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C7FF7" w:rsidRPr="00136AD8" w14:paraId="37D28F3F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E32A17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7FF7" w:rsidRPr="00136AD8" w14:paraId="25C3756B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CE2407" w14:textId="77777777" w:rsidR="009C7FF7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3648E69A" w14:textId="77777777" w:rsidR="009C7FF7" w:rsidRPr="00821F01" w:rsidRDefault="009C7FF7" w:rsidP="00017090">
            <w:pPr>
              <w:spacing w:before="120" w:after="8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9C7FF7" w:rsidRPr="00136AD8" w14:paraId="1DF2BA82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7C4AAF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49F9FB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080D4B" w14:textId="77777777" w:rsidR="009C7FF7" w:rsidRPr="001B353A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7FF7" w:rsidRPr="00136AD8" w14:paraId="00CF8036" w14:textId="77777777" w:rsidTr="00017090">
        <w:trPr>
          <w:trHeight w:val="169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9D2EA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3C4D0BA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72C441A1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verbal (oral e escrita) e comunicação não-verbal – cinésica (movimentos corporais, gestos, expressão facial e postura), paralinguística (tom, projeção da voz, pausas no discurso, sorriso, outros) e proxémica (distância espacial face a alguém).</w:t>
            </w:r>
          </w:p>
          <w:p w14:paraId="6E16C06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79DF7C6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0DB3EDDC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4AB8C931" w14:textId="77777777" w:rsidR="009C7FF7" w:rsidRPr="006D3942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2E0B467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019A87F7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205ECE92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70278796" w14:textId="77777777" w:rsidR="009C7FF7" w:rsidRPr="00FF4ACE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378974F3" w14:textId="77777777" w:rsidR="009C7FF7" w:rsidRPr="000A4B4A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2F585C47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Perguntas no processo de comunicação – abertas, fechadas, retorno, reformulação.</w:t>
            </w:r>
          </w:p>
          <w:p w14:paraId="6BD8ED00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Mensagem - construção, adaptação, envio, receção e interpretação.</w:t>
            </w:r>
          </w:p>
          <w:p w14:paraId="7C0917B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03DF343A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24E354D6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403A5F52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1A67B4DE" w14:textId="77777777" w:rsidR="009C7FF7" w:rsidRPr="002D4A9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8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926797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669CD582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29B7CB46" w14:textId="77777777" w:rsidR="009C7FF7" w:rsidRPr="00733DA9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0AFDF741" w14:textId="77777777" w:rsidR="009C7FF7" w:rsidRPr="005E6C7D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4C031C47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2E60BB51" w14:textId="77777777" w:rsidR="009C7FF7" w:rsidRPr="00C079DD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4FFEDF00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7FBDF543" w14:textId="77777777" w:rsidR="009C7FF7" w:rsidRPr="001B4F61" w:rsidRDefault="009C7FF7" w:rsidP="00017090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770B9E" w14:textId="77777777" w:rsidR="009C7FF7" w:rsidRPr="001B4F61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3305850A" w14:textId="77777777" w:rsidR="009C7FF7" w:rsidRPr="000C646A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75CDA5E6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6D625D84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71AA7F9F" w14:textId="77777777" w:rsidR="009C7FF7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EEDB8B" w14:textId="77777777" w:rsidR="009C7FF7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6922CF" w14:textId="77777777" w:rsidR="009C7FF7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694BB2" w14:textId="77777777" w:rsidR="009C7FF7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89C61A" w14:textId="77777777" w:rsidR="009C7FF7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81B681" w14:textId="77777777" w:rsidR="009C7FF7" w:rsidRPr="00057283" w:rsidRDefault="009C7FF7" w:rsidP="00017090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32B48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2E060BD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4EC2EF8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13D2A0C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126E02F4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1740144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7A615123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027297D7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137CAC8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546B0C8F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29CDB9BD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45B4EB1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4DE6BDA2" w14:textId="77777777" w:rsidR="009C7FF7" w:rsidRDefault="009C7FF7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2805C7D2" w14:textId="77777777" w:rsidR="009C7FF7" w:rsidRPr="002D3F33" w:rsidRDefault="009C7FF7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3763E95" w14:textId="77777777" w:rsidR="009C7FF7" w:rsidRDefault="009C7FF7" w:rsidP="009C7F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A4B9EFD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21F327B" w14:textId="77777777" w:rsidR="009C7FF7" w:rsidRPr="00F20E6F" w:rsidRDefault="009C7FF7" w:rsidP="009C7FF7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Comunicar e interagir em contexto profissional</w:t>
      </w:r>
      <w:r w:rsidRPr="5D54DF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1E05D52" w14:textId="77777777" w:rsidR="009C7FF7" w:rsidRDefault="009C7FF7" w:rsidP="009C7FF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3768D4F4" w14:textId="77777777" w:rsidR="009C7FF7" w:rsidRDefault="009C7FF7" w:rsidP="009C7FF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4BBE5707" w14:textId="77777777" w:rsidR="009C7FF7" w:rsidRDefault="009C7FF7" w:rsidP="009C7FF7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601D7ED5" w14:textId="77777777" w:rsidR="009C7FF7" w:rsidRDefault="009C7FF7" w:rsidP="009C7FF7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6697A2AB" w14:textId="77777777" w:rsidR="009C7FF7" w:rsidRDefault="009C7FF7" w:rsidP="009C7FF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62486C89" w14:textId="77777777" w:rsidR="009C7FF7" w:rsidRPr="00136AD8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78ABA0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35CC329" w14:textId="77777777" w:rsidR="009C7FF7" w:rsidRPr="00984B30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38B7D1EA" w14:textId="77777777" w:rsidR="009C7FF7" w:rsidRPr="00984B30" w:rsidRDefault="009C7FF7" w:rsidP="009C7FF7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FCC590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234110F" w14:textId="77777777" w:rsidR="009C7FF7" w:rsidRPr="00E27581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27F4E14" w14:textId="77777777" w:rsidR="009C7FF7" w:rsidRPr="00DA0C85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48E3491B" w14:textId="77777777" w:rsidR="009C7FF7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5278639B" w14:textId="77777777" w:rsidR="009C7FF7" w:rsidRPr="00E25AAA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F920021" w14:textId="77777777" w:rsidR="009C7FF7" w:rsidRDefault="009C7FF7" w:rsidP="009C7FF7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1BF57D" w14:textId="77777777" w:rsidR="009C7FF7" w:rsidRDefault="009C7FF7" w:rsidP="009C7FF7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A58DDB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03FF568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0B67186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2DD3E3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265368" w14:textId="77777777" w:rsidR="009C7FF7" w:rsidRDefault="009C7FF7" w:rsidP="009C7FF7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7FF7" w:rsidRPr="00EB34B2" w14:paraId="70D43615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5A6923" w14:textId="77777777" w:rsidR="009C7FF7" w:rsidRPr="000D4397" w:rsidRDefault="009C7FF7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002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8051F0" w14:textId="77777777" w:rsidR="009C7FF7" w:rsidRPr="000D4397" w:rsidRDefault="009C7FF7" w:rsidP="00017090">
            <w:pPr>
              <w:widowControl w:val="0"/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Interagir em inglês na área da fotografia</w:t>
            </w:r>
          </w:p>
        </w:tc>
      </w:tr>
    </w:tbl>
    <w:p w14:paraId="182BB1ED" w14:textId="77777777" w:rsidR="009C7FF7" w:rsidRPr="00EB34B2" w:rsidRDefault="009C7FF7" w:rsidP="009C7F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F5592F5" w14:textId="77777777" w:rsidR="009C7FF7" w:rsidRDefault="009C7FF7" w:rsidP="009C7F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0F3B43E" w14:textId="77777777" w:rsidR="009C7FF7" w:rsidRPr="00EB34B2" w:rsidRDefault="009C7FF7" w:rsidP="009C7FF7">
      <w:pPr>
        <w:spacing w:after="0" w:line="240" w:lineRule="auto"/>
        <w:ind w:right="-1"/>
        <w:rPr>
          <w:rFonts w:ascii="Verdana Pro Light" w:hAnsi="Verdana Pro Light" w:cs="Times New Roman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  <w:r>
        <w:rPr>
          <w:rFonts w:ascii="Verdana Pro Light" w:eastAsia="Arial Unicode MS" w:hAnsi="Verdana Pro Light" w:cs="Times New Roman"/>
          <w:smallCaps/>
          <w:sz w:val="20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C7FF7" w:rsidRPr="00EB34B2" w14:paraId="24D0D17B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56964C" w14:textId="77777777" w:rsidR="009C7FF7" w:rsidRPr="00EB34B2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EB34B2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7FF7" w:rsidRPr="00136AD8" w14:paraId="36C2D2F1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01166D" w14:textId="77777777" w:rsidR="009C7FF7" w:rsidRPr="0029018E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</w:t>
            </w:r>
            <w:r w:rsidRPr="001A0BEB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na área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  <w:r w:rsidRPr="0029018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6C63D06" w14:textId="77777777" w:rsidR="009C7FF7" w:rsidRPr="00F057ED" w:rsidRDefault="009C7FF7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</w:t>
            </w:r>
            <w:r w:rsidRPr="00F057E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</w:p>
          <w:p w14:paraId="4E1FD889" w14:textId="77777777" w:rsidR="009C7FF7" w:rsidRPr="00F057ED" w:rsidRDefault="009C7FF7" w:rsidP="00017090">
            <w:pPr>
              <w:spacing w:before="12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a fotografia</w:t>
            </w:r>
          </w:p>
        </w:tc>
      </w:tr>
      <w:tr w:rsidR="009C7FF7" w:rsidRPr="00136AD8" w14:paraId="0E8ADB38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2332DA" w14:textId="77777777" w:rsidR="009C7FF7" w:rsidRPr="00F057ED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62C417" w14:textId="77777777" w:rsidR="009C7FF7" w:rsidRPr="00F057ED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09799A" w14:textId="77777777" w:rsidR="009C7FF7" w:rsidRPr="00F057ED" w:rsidRDefault="009C7FF7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7FF7" w:rsidRPr="00136AD8" w14:paraId="39F246ED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B7C2" w14:textId="77777777" w:rsidR="009C7FF7" w:rsidRPr="0029018E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>da fotografia</w:t>
            </w:r>
            <w:r w:rsidRPr="002901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7E3ABB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2AA00D0D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5921692A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71CC47FF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4F2F660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37E29AB7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0B563028" w14:textId="77777777" w:rsidR="009C7FF7" w:rsidRPr="00F057ED" w:rsidRDefault="009C7FF7" w:rsidP="00017090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822190" w14:textId="77777777" w:rsidR="009C7FF7" w:rsidRPr="00F057ED" w:rsidRDefault="009C7FF7" w:rsidP="00017090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E392D" w14:textId="77777777" w:rsidR="009C7FF7" w:rsidRPr="00F057ED" w:rsidRDefault="009C7FF7" w:rsidP="00017090">
            <w:pPr>
              <w:pStyle w:val="PargrafodaLista"/>
              <w:spacing w:before="60" w:after="60" w:line="360" w:lineRule="auto"/>
              <w:ind w:left="216"/>
              <w:contextualSpacing w:val="0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i/>
                <w:color w:val="0070C0"/>
                <w:sz w:val="18"/>
                <w:szCs w:val="18"/>
                <w:lang w:eastAsia="pt-PT"/>
              </w:rPr>
              <w:t>Interagir em projetos internacionais</w:t>
            </w:r>
          </w:p>
          <w:p w14:paraId="46F43F1A" w14:textId="77777777" w:rsidR="009C7FF7" w:rsidRPr="0029018E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sobre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9018E">
              <w:rPr>
                <w:rFonts w:ascii="Verdana Pro Light" w:eastAsia="Arial Unicode MS" w:hAnsi="Verdana Pro Light" w:cs="Times New Roman"/>
                <w:color w:val="5B9BD5" w:themeColor="accent1"/>
                <w:sz w:val="18"/>
                <w:szCs w:val="18"/>
              </w:rPr>
              <w:t xml:space="preserve">fotografia </w:t>
            </w:r>
          </w:p>
          <w:p w14:paraId="2325946D" w14:textId="77777777" w:rsidR="009C7FF7" w:rsidRPr="00E90B98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color w:val="5B9BD5" w:themeColor="accent1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Pr="00E90B98"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 xml:space="preserve">em </w:t>
            </w:r>
            <w:r>
              <w:rPr>
                <w:rFonts w:ascii="Verdana Pro Light" w:eastAsia="Arial Unicode MS" w:hAnsi="Verdana Pro Light" w:cs="Arial Unicode MS"/>
                <w:color w:val="5B9BD5" w:themeColor="accent1"/>
                <w:sz w:val="18"/>
                <w:szCs w:val="18"/>
                <w:lang w:eastAsia="pt-PT"/>
              </w:rPr>
              <w:t>produções fotográficas</w:t>
            </w:r>
          </w:p>
          <w:p w14:paraId="73BBD41D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07C5576C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38B77984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71BD8807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em apresentações de projetos</w:t>
            </w:r>
          </w:p>
          <w:p w14:paraId="0F1874E6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0B98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no/a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  <w:p w14:paraId="384954E0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fotografia</w:t>
            </w:r>
          </w:p>
          <w:p w14:paraId="7049ED7D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5F28C5A0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Transmitir informações concretas e diretas </w:t>
            </w:r>
            <w:r>
              <w:rPr>
                <w:rFonts w:ascii="Verdana Pro Light" w:hAnsi="Verdana Pro Light"/>
                <w:color w:val="0070C0"/>
                <w:sz w:val="18"/>
                <w:szCs w:val="18"/>
              </w:rPr>
              <w:t>em produções fotográficas</w:t>
            </w:r>
          </w:p>
          <w:p w14:paraId="3A3276A6" w14:textId="77777777" w:rsidR="009C7FF7" w:rsidRPr="006E1EF0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>na passagem de briefings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8AE2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0C22CC02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2DF91C47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48BEA86F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5507F97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0C3BB8D2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6A2E1885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056F840E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2229C97B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38233698" w14:textId="77777777" w:rsidR="009C7FF7" w:rsidRPr="00F057ED" w:rsidRDefault="009C7FF7" w:rsidP="00017090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1E97C68B" w14:textId="77777777" w:rsidR="009C7FF7" w:rsidRDefault="009C7FF7" w:rsidP="009C7F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FA8912C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0D6142F" w14:textId="77777777" w:rsidR="009C7FF7" w:rsidRPr="000D3131" w:rsidRDefault="009C7FF7" w:rsidP="009C7FF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2D58D050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Interagir em inglês </w:t>
      </w:r>
      <w:r w:rsidRPr="001A0BEB"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 xml:space="preserve">na área </w:t>
      </w:r>
      <w:r>
        <w:rPr>
          <w:rFonts w:ascii="Verdana Pro Light" w:eastAsia="Arial Unicode MS" w:hAnsi="Verdana Pro Light" w:cs="Times New Roman"/>
          <w:b/>
          <w:bCs/>
          <w:color w:val="5B9BD5" w:themeColor="accent1"/>
          <w:sz w:val="18"/>
          <w:szCs w:val="18"/>
        </w:rPr>
        <w:t>da fotografia:</w:t>
      </w:r>
    </w:p>
    <w:p w14:paraId="6FD128B0" w14:textId="77777777" w:rsidR="009C7FF7" w:rsidRPr="00F057ED" w:rsidRDefault="009C7FF7" w:rsidP="009C7FF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4612CB11" w14:textId="77777777" w:rsidR="009C7FF7" w:rsidRPr="00AB624F" w:rsidRDefault="009C7FF7" w:rsidP="009C7FF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5A053101" w14:textId="77777777" w:rsidR="009C7FF7" w:rsidRPr="00AB624F" w:rsidRDefault="009C7FF7" w:rsidP="009C7FF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1435C770" w14:textId="77777777" w:rsidR="009C7FF7" w:rsidRPr="00AB624F" w:rsidRDefault="009C7FF7" w:rsidP="009C7FF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6E30BF85" w14:textId="77777777" w:rsidR="009C7FF7" w:rsidRDefault="009C7FF7" w:rsidP="009C7FF7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5F30351F" w14:textId="77777777" w:rsidR="009C7FF7" w:rsidRPr="00AB624F" w:rsidRDefault="009C7FF7" w:rsidP="009C7FF7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5772BE00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EFFABC" w14:textId="77777777" w:rsidR="009C7FF7" w:rsidRPr="001A0BEB" w:rsidRDefault="009C7FF7" w:rsidP="009C7F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em projetos internacionais</w:t>
      </w:r>
    </w:p>
    <w:p w14:paraId="7C72FE59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94866E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6F60B97" w14:textId="77777777" w:rsidR="009C7FF7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582793B2" w14:textId="77777777" w:rsidR="009C7FF7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0159E69D" w14:textId="77777777" w:rsidR="009C7FF7" w:rsidRPr="007D0F29" w:rsidRDefault="009C7FF7" w:rsidP="009C7FF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70F0CB6E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0B93638" w14:textId="77777777" w:rsidR="009C7FF7" w:rsidRPr="00F87025" w:rsidRDefault="009C7FF7" w:rsidP="009C7F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C61E014" w14:textId="77777777" w:rsidR="009C7FF7" w:rsidRPr="000507B4" w:rsidRDefault="009C7FF7" w:rsidP="009C7FF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11DE4206" w14:textId="77777777" w:rsidR="009C7FF7" w:rsidRPr="00051C79" w:rsidRDefault="009C7FF7" w:rsidP="009C7F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2F123F" w14:textId="77777777" w:rsidR="009C7FF7" w:rsidRDefault="009C7FF7" w:rsidP="00FF4F58">
      <w:pPr>
        <w:rPr>
          <w:rFonts w:ascii="Verdana Pro Light" w:hAnsi="Verdana Pro Light"/>
          <w:smallCaps/>
        </w:rPr>
      </w:pPr>
    </w:p>
    <w:p w14:paraId="63F9F773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4129DF6C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3866A739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3D662FC2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0076780A" w14:textId="77777777" w:rsidR="00EC6FD2" w:rsidRDefault="00EC6FD2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 xml:space="preserve"> Opcionais</w:t>
      </w:r>
    </w:p>
    <w:p w14:paraId="3E6AB231" w14:textId="77777777" w:rsidR="005C0FC3" w:rsidRDefault="005C0FC3" w:rsidP="005C0FC3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C0FC3" w:rsidRPr="00136AD8" w14:paraId="410FD94F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E42D712" w14:textId="5DB197F9" w:rsidR="005C0FC3" w:rsidRPr="000D4397" w:rsidRDefault="005C0FC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</w:t>
            </w:r>
            <w:r w:rsidR="002C14A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419C25" w14:textId="77777777" w:rsidR="005C0FC3" w:rsidRPr="000D4397" w:rsidRDefault="005C0FC3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publicitária e institucional</w:t>
            </w:r>
          </w:p>
        </w:tc>
      </w:tr>
    </w:tbl>
    <w:p w14:paraId="18108970" w14:textId="77777777" w:rsidR="005C0FC3" w:rsidRPr="00136AD8" w:rsidRDefault="005C0FC3" w:rsidP="005C0FC3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D754A14" w14:textId="77777777" w:rsidR="005C0FC3" w:rsidRDefault="005C0FC3" w:rsidP="005C0FC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7A7CA8B" w14:textId="77777777" w:rsidR="005C0FC3" w:rsidRPr="003200F2" w:rsidRDefault="005C0FC3" w:rsidP="005C0FC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B11F1D6" w14:textId="77777777" w:rsidR="005C0FC3" w:rsidRPr="00136AD8" w:rsidRDefault="005C0FC3" w:rsidP="005C0FC3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C0FC3" w:rsidRPr="00136AD8" w14:paraId="494A84F9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77998D" w14:textId="77777777" w:rsidR="005C0FC3" w:rsidRPr="001B353A" w:rsidRDefault="005C0FC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C0FC3" w:rsidRPr="00136AD8" w14:paraId="1272F61A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DC1AA0" w14:textId="77777777" w:rsidR="005C0FC3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do briefing e criar um conceito criativo/linguagem estética</w:t>
            </w:r>
          </w:p>
          <w:p w14:paraId="78F6419D" w14:textId="77777777" w:rsidR="005C0FC3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Fazer a </w:t>
            </w:r>
            <w:r w:rsidRPr="00F422FE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repérage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locais, o casting de modelos e </w:t>
            </w:r>
            <w:r w:rsidRPr="00F422FE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as sessões fotográficas</w:t>
            </w:r>
          </w:p>
          <w:p w14:paraId="1A402DE8" w14:textId="77777777" w:rsidR="005C0FC3" w:rsidRPr="00E763D6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Preparar os locais para as sessões fotográficas e dirigir as equipas intervenientes</w:t>
            </w:r>
          </w:p>
          <w:p w14:paraId="2B2DD927" w14:textId="77777777" w:rsidR="005C0FC3" w:rsidRPr="00E763D6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Captar imagens em estúdio e exterior</w:t>
            </w:r>
          </w:p>
          <w:p w14:paraId="597902F2" w14:textId="48281361" w:rsidR="005C0FC3" w:rsidRPr="00413243" w:rsidRDefault="005C0FC3" w:rsidP="001979BF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Selecionar e exportar as imagens para edição</w:t>
            </w:r>
          </w:p>
        </w:tc>
      </w:tr>
      <w:tr w:rsidR="005C0FC3" w:rsidRPr="00136AD8" w14:paraId="51F9D2B5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580468" w14:textId="77777777" w:rsidR="005C0FC3" w:rsidRPr="001B353A" w:rsidRDefault="005C0FC3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ADF621" w14:textId="77777777" w:rsidR="005C0FC3" w:rsidRPr="001B353A" w:rsidRDefault="005C0FC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2C81C7E" w14:textId="77777777" w:rsidR="005C0FC3" w:rsidRPr="001B353A" w:rsidRDefault="005C0FC3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C0FC3" w:rsidRPr="00136AD8" w14:paraId="203E29E4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547CA" w14:textId="77777777" w:rsidR="005C0FC3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Publicitária e Institucional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36FFFA6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5AAF7977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briefing</w:t>
            </w:r>
          </w:p>
          <w:p w14:paraId="18D3B53B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objetivos de comunicação</w:t>
            </w:r>
          </w:p>
          <w:p w14:paraId="0CDC5A99" w14:textId="77777777" w:rsidR="005C0FC3" w:rsidRPr="001B234B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posicionamento de marca</w:t>
            </w:r>
          </w:p>
          <w:p w14:paraId="7C8C61F7" w14:textId="77777777" w:rsidR="005C0FC3" w:rsidRPr="001B234B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público-alvo</w:t>
            </w:r>
          </w:p>
          <w:p w14:paraId="30973E63" w14:textId="77777777" w:rsidR="005C0FC3" w:rsidRPr="001B234B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meios e suportes de comunicação – Formatos e resoluções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54126F8" w14:textId="77777777" w:rsidR="005C0FC3" w:rsidRPr="00632102" w:rsidRDefault="005C0FC3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Vertentes da 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ublicitária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nstitucional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F80CB1E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Agência/cliente</w:t>
            </w:r>
          </w:p>
          <w:p w14:paraId="2AFCFB44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Constituição da equipa de apoio</w:t>
            </w:r>
          </w:p>
          <w:p w14:paraId="4640307A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Casting</w:t>
            </w:r>
          </w:p>
          <w:p w14:paraId="27908AD1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Repérage</w:t>
            </w:r>
          </w:p>
          <w:p w14:paraId="6F2A4D3D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Portefólio profissional</w:t>
            </w:r>
          </w:p>
          <w:p w14:paraId="44E20AC8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trabalho</w:t>
            </w:r>
          </w:p>
          <w:p w14:paraId="2EC46A9B" w14:textId="77777777" w:rsidR="005C0FC3" w:rsidRPr="00632102" w:rsidRDefault="005C0FC3" w:rsidP="005C0FC3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Orçamento e faturação</w:t>
            </w:r>
          </w:p>
          <w:p w14:paraId="403A8EE1" w14:textId="77777777" w:rsidR="005C0FC3" w:rsidRPr="001E0067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 para fotografia comercial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1882E06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Câmaras DSLR e de médio formato</w:t>
            </w:r>
          </w:p>
          <w:p w14:paraId="005A5F52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utilização</w:t>
            </w:r>
          </w:p>
          <w:p w14:paraId="260776AD" w14:textId="77777777" w:rsidR="005C0FC3" w:rsidRDefault="005C0FC3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iluminação</w:t>
            </w:r>
          </w:p>
          <w:p w14:paraId="076092EF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Luz de dia e luz artificial</w:t>
            </w:r>
          </w:p>
          <w:p w14:paraId="1EF192A6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Temperaturas de cor </w:t>
            </w:r>
          </w:p>
          <w:p w14:paraId="3493AA25" w14:textId="77777777" w:rsidR="005C0FC3" w:rsidRPr="001B234B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de luz artificial</w:t>
            </w:r>
          </w:p>
          <w:p w14:paraId="1FF31DFE" w14:textId="77777777" w:rsidR="005C0FC3" w:rsidRPr="001B234B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 de luz contínua e luz de flash eletrónico</w:t>
            </w:r>
          </w:p>
          <w:p w14:paraId="4CD256DD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34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Acessórios para modelação da luz artificial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C5B41F7" w14:textId="77777777" w:rsidR="005C0FC3" w:rsidRPr="00C24F49" w:rsidRDefault="005C0FC3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Orçamentação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3FE66DE" w14:textId="77777777" w:rsidR="005C0FC3" w:rsidRPr="000832D5" w:rsidRDefault="005C0FC3" w:rsidP="005C0FC3">
            <w:pPr>
              <w:pStyle w:val="PargrafodaLista"/>
              <w:numPr>
                <w:ilvl w:val="0"/>
                <w:numId w:val="28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4F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 de custos associado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21BD06BA" w14:textId="77777777" w:rsidR="005C0FC3" w:rsidRPr="00D422AC" w:rsidRDefault="005C0FC3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Normas de segurança na utilização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 fotográfico</w:t>
            </w:r>
          </w:p>
          <w:p w14:paraId="6BB7CA43" w14:textId="77777777" w:rsidR="005C0FC3" w:rsidRPr="00C72912" w:rsidRDefault="005C0FC3" w:rsidP="005C0FC3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Verificação e manuseamento do equipamento</w:t>
            </w:r>
          </w:p>
          <w:p w14:paraId="04D74B21" w14:textId="77777777" w:rsidR="005C0FC3" w:rsidRPr="00D422AC" w:rsidRDefault="005C0FC3" w:rsidP="005C0FC3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291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Posicionamento do equipamento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9DBEC" w14:textId="77777777" w:rsidR="005C0FC3" w:rsidRDefault="005C0FC3" w:rsidP="00017090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26C9A5" w14:textId="77777777" w:rsidR="005C0FC3" w:rsidRDefault="005C0FC3" w:rsidP="005C0FC3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as áreas da fotografia publicitária/institucional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12A1C5" w14:textId="77777777" w:rsidR="005C0FC3" w:rsidRDefault="005C0FC3" w:rsidP="005C0FC3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um briefing publicitário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6D4F2D0" w14:textId="77777777" w:rsidR="005C0FC3" w:rsidRDefault="005C0FC3" w:rsidP="005C0FC3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Produzir fotografias para uma campanha publicitária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273CCCA" w14:textId="77777777" w:rsidR="005C0FC3" w:rsidRPr="00706308" w:rsidRDefault="005C0FC3" w:rsidP="005C0FC3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Planificar e elaborar sessões fotográficas usando câmaras DSLR e back digital.</w:t>
            </w: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F840FD7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063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utilizar iluminação artificial em função das situações fotográficas </w:t>
            </w: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8607642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422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diferentes técnicas de iluminação de acordo com os materiais a fotografar.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A5B9F0" w14:textId="77777777" w:rsidR="005C0FC3" w:rsidRPr="00C505D1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uma sessão fotográfica</w:t>
            </w: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DAFEB0" w14:textId="77777777" w:rsidR="005C0FC3" w:rsidRPr="00C505D1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505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normas de segurança em sessões fotográficas </w:t>
            </w:r>
          </w:p>
          <w:p w14:paraId="3B6958E4" w14:textId="77777777" w:rsidR="005C0FC3" w:rsidRPr="00A1459C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83EA16" w14:textId="77777777" w:rsidR="005C0FC3" w:rsidRPr="00E15212" w:rsidRDefault="005C0FC3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81DDF" w14:textId="77777777" w:rsidR="005C0FC3" w:rsidRPr="00A1459C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</w:t>
            </w:r>
          </w:p>
          <w:p w14:paraId="605E9940" w14:textId="77777777" w:rsidR="005C0FC3" w:rsidRPr="00A1459C" w:rsidRDefault="005C0FC3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282A10A8" w14:textId="77777777" w:rsidR="005C0FC3" w:rsidRPr="00A1459C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0CDBFCA" w14:textId="77777777" w:rsidR="005C0FC3" w:rsidRPr="00A1459C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043A285" w14:textId="77777777" w:rsidR="005C0FC3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5DBE7ECA" w14:textId="77777777" w:rsidR="005C0FC3" w:rsidRPr="00A1459C" w:rsidRDefault="005C0FC3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7012E73E" w14:textId="77777777" w:rsidR="005C0FC3" w:rsidRPr="00E15212" w:rsidRDefault="005C0FC3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0BD9C6C1" w14:textId="77777777" w:rsidR="005C0FC3" w:rsidRDefault="005C0FC3" w:rsidP="005C0FC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AA930F" w14:textId="77777777" w:rsidR="005C0FC3" w:rsidRPr="00F87025" w:rsidRDefault="005C0FC3" w:rsidP="005C0F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6D88215" w14:textId="77777777" w:rsidR="005C0FC3" w:rsidRDefault="005C0FC3" w:rsidP="005C0FC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B1483">
        <w:rPr>
          <w:rFonts w:ascii="Verdana Pro Light" w:eastAsia="Arial Unicode MS" w:hAnsi="Verdana Pro Light" w:cs="Times New Roman"/>
          <w:b/>
          <w:sz w:val="18"/>
          <w:szCs w:val="18"/>
        </w:rPr>
        <w:t>Realizar fotografia publicitária e institucional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B036573" w14:textId="77777777" w:rsidR="005C0FC3" w:rsidRPr="005C1803" w:rsidRDefault="005C0FC3" w:rsidP="005C0FC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visual/linguagem estética 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 acordo com uma estratégia publicitária pré-definida</w:t>
      </w:r>
    </w:p>
    <w:p w14:paraId="7C57D67F" w14:textId="77777777" w:rsidR="005C0FC3" w:rsidRPr="005C1803" w:rsidRDefault="005C0FC3" w:rsidP="005C0FC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h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>abilidade para planear e organizar todas as etapas de uma produção fotográfica, incluindo localização, elenco, guarda-roupa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adereços</w:t>
      </w:r>
      <w:r w:rsidRPr="00376376">
        <w:rPr>
          <w:rFonts w:ascii="Verdana Pro Light" w:eastAsia="Arial Unicode MS" w:hAnsi="Verdana Pro Light" w:cs="Arial Unicode MS"/>
          <w:sz w:val="18"/>
          <w:szCs w:val="18"/>
        </w:rPr>
        <w:t xml:space="preserve">, requisitos de iluminação,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seleção de 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calculando os custos associados</w:t>
      </w:r>
    </w:p>
    <w:p w14:paraId="50CCD1BA" w14:textId="77777777" w:rsidR="005C0FC3" w:rsidRDefault="005C0FC3" w:rsidP="005C0FC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Preparando os locais para as sessões fotográficas e dirigindo as equipas intervenientes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os objetivos da sessão fotográfica e as normas de segurança de pessoas e equipamentos</w:t>
      </w:r>
    </w:p>
    <w:p w14:paraId="5C96B5B1" w14:textId="77777777" w:rsidR="005C0FC3" w:rsidRDefault="005C0FC3" w:rsidP="005C0FC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>. Captando imagens com rigor estético e técnico.</w:t>
      </w:r>
    </w:p>
    <w:p w14:paraId="1CC54170" w14:textId="77777777" w:rsidR="005C0FC3" w:rsidRPr="004330C8" w:rsidRDefault="005C0FC3" w:rsidP="005C0FC3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66C1C02" w14:textId="77777777" w:rsidR="005C0FC3" w:rsidRPr="00A1459C" w:rsidRDefault="005C0FC3" w:rsidP="005C0F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C7B6D05" w14:textId="77777777" w:rsidR="005C0FC3" w:rsidRDefault="005C0FC3" w:rsidP="005C0F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761208B1" w14:textId="77777777" w:rsidR="005C0FC3" w:rsidRDefault="005C0FC3" w:rsidP="005C0F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CE47121" w14:textId="77777777" w:rsidR="005C0FC3" w:rsidRDefault="005C0FC3" w:rsidP="005C0F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52D4B828" w14:textId="77777777" w:rsidR="005C0FC3" w:rsidRPr="00984B30" w:rsidRDefault="005C0FC3" w:rsidP="005C0FC3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5A9C713" w14:textId="77777777" w:rsidR="005C0FC3" w:rsidRPr="00F87025" w:rsidRDefault="005C0FC3" w:rsidP="005C0F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D46F700" w14:textId="77777777" w:rsidR="005C0FC3" w:rsidRPr="00A1459C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67E7F56" w14:textId="77777777" w:rsidR="005C0FC3" w:rsidRPr="00A1459C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7DE7D2E4" w14:textId="77777777" w:rsidR="005C0FC3" w:rsidRPr="00A1459C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41926E10" w14:textId="77777777" w:rsidR="005C0FC3" w:rsidRPr="00A1459C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299531C2" w14:textId="77777777" w:rsidR="005C0FC3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5BA2A010" w14:textId="77777777" w:rsidR="005C0FC3" w:rsidRPr="00376376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8E375AF" w14:textId="77777777" w:rsidR="005C0FC3" w:rsidRPr="00A1459C" w:rsidRDefault="005C0FC3" w:rsidP="005C0FC3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267552" w14:textId="77777777" w:rsidR="005C0FC3" w:rsidRPr="00F87025" w:rsidRDefault="005C0FC3" w:rsidP="005C0F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36F8DD9" w14:textId="77777777" w:rsidR="005C0FC3" w:rsidRDefault="005C0FC3" w:rsidP="005C0FC3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19A1AD7A" w14:textId="77777777" w:rsidR="005C0FC3" w:rsidRPr="00A1459C" w:rsidRDefault="005C0FC3" w:rsidP="005C0FC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6A88EDAC" w14:textId="77777777" w:rsidR="005C0FC3" w:rsidRPr="00A1459C" w:rsidRDefault="005C0FC3" w:rsidP="005C0FC3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Publicitária/Institucional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212BCD9" w14:textId="77777777" w:rsidR="005C0FC3" w:rsidRPr="00A1459C" w:rsidRDefault="005C0FC3" w:rsidP="005C0FC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3E390BF" w14:textId="77777777" w:rsidR="005C0FC3" w:rsidRPr="00A1459C" w:rsidRDefault="005C0FC3" w:rsidP="005C0FC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34C6E8" w14:textId="77777777" w:rsidR="005C0FC3" w:rsidRPr="00A1459C" w:rsidRDefault="005C0FC3" w:rsidP="005C0FC3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Espaço adequado para montar um estúdio de fotografia ou parceria com entidades que detenham este tipo de espaços.</w:t>
      </w:r>
    </w:p>
    <w:p w14:paraId="5FBF6BC0" w14:textId="77777777" w:rsidR="005C0FC3" w:rsidRDefault="005C0FC3" w:rsidP="005C0FC3">
      <w:pPr>
        <w:rPr>
          <w:rFonts w:ascii="Verdana Pro Light" w:hAnsi="Verdana Pro Light"/>
          <w:smallCaps/>
        </w:rPr>
      </w:pPr>
    </w:p>
    <w:p w14:paraId="4D958ACD" w14:textId="6C52DA9C" w:rsidR="00AD6009" w:rsidRDefault="00AD60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D6009" w:rsidRPr="00136AD8" w14:paraId="7E42E87A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803F6D2" w14:textId="77777777" w:rsidR="00AD6009" w:rsidRPr="00AF1199" w:rsidRDefault="00AD60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1" w:name="_Hlk159688586"/>
            <w:r w:rsidRPr="00AF119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20A411" w14:textId="77777777" w:rsidR="00AD6009" w:rsidRPr="00AF1199" w:rsidRDefault="00AD6009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AF1199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Fotografar arquitetura</w:t>
            </w:r>
          </w:p>
        </w:tc>
      </w:tr>
    </w:tbl>
    <w:p w14:paraId="67DD9B63" w14:textId="77777777" w:rsidR="00AD6009" w:rsidRPr="00136AD8" w:rsidRDefault="00AD6009" w:rsidP="00AD600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B9F039A" w14:textId="77777777" w:rsidR="00AD6009" w:rsidRDefault="00AD6009" w:rsidP="00AD60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E59EE3B" w14:textId="77777777" w:rsidR="00AD6009" w:rsidRPr="003200F2" w:rsidRDefault="00AD6009" w:rsidP="00AD600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B152B9E" w14:textId="77777777" w:rsidR="00AD6009" w:rsidRPr="00136AD8" w:rsidRDefault="00AD6009" w:rsidP="00AD6009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D6009" w:rsidRPr="00136AD8" w14:paraId="7E9D0E7D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37329A" w14:textId="77777777" w:rsidR="00AD6009" w:rsidRPr="001B353A" w:rsidRDefault="00AD60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D6009" w:rsidRPr="00136AD8" w14:paraId="1AF68DEA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41DBBA" w14:textId="77777777" w:rsidR="00AD6009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criar um conceito visual/linguagem estética</w:t>
            </w:r>
          </w:p>
          <w:p w14:paraId="7B975465" w14:textId="77777777" w:rsidR="00AD6009" w:rsidRPr="00E763D6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a sessão fotográficas e selecionar</w:t>
            </w:r>
            <w:r w:rsidRPr="00A76B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equipamento fotográfico</w:t>
            </w:r>
          </w:p>
          <w:p w14:paraId="778DA11F" w14:textId="77777777" w:rsidR="00AD6009" w:rsidRPr="00E763D6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Captar imagens de interior e exterior</w:t>
            </w:r>
          </w:p>
          <w:p w14:paraId="0F6B1AF9" w14:textId="77777777" w:rsidR="00AD6009" w:rsidRPr="00392620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Selecionar, editar e exportar as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D6009" w:rsidRPr="00136AD8" w14:paraId="336DD5D8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AEFA1C" w14:textId="77777777" w:rsidR="00AD6009" w:rsidRPr="001B353A" w:rsidRDefault="00AD6009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BDF589" w14:textId="77777777" w:rsidR="00AD6009" w:rsidRPr="001B353A" w:rsidRDefault="00AD60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081823A" w14:textId="77777777" w:rsidR="00AD6009" w:rsidRPr="001B353A" w:rsidRDefault="00AD6009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D6009" w:rsidRPr="00136AD8" w14:paraId="3723698C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1932B" w14:textId="77777777" w:rsidR="00AD6009" w:rsidRPr="00842D50" w:rsidRDefault="00AD6009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 trabalho do fotógrafo de arquitetura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26787FB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28D853DE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mercado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área da fotografia de arquitetura</w:t>
            </w:r>
          </w:p>
          <w:p w14:paraId="0E164185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fotográfica em exteriores e em interiores</w:t>
            </w:r>
          </w:p>
          <w:p w14:paraId="06DC44F1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Nomes de referência</w:t>
            </w:r>
          </w:p>
          <w:p w14:paraId="4B4D78D0" w14:textId="77777777" w:rsidR="00AD6009" w:rsidRPr="00033F33" w:rsidRDefault="00AD6009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Importância da luz nas diferentes horas do dia na fotografia de arquitetura:</w:t>
            </w:r>
          </w:p>
          <w:p w14:paraId="7620A44B" w14:textId="77777777" w:rsidR="00AD6009" w:rsidRPr="001E0067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iferentes contextos ambientais </w:t>
            </w:r>
          </w:p>
          <w:p w14:paraId="5D4BBE31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E006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Variação da temperatura de cor ao longo do dia</w:t>
            </w:r>
          </w:p>
          <w:p w14:paraId="3DCC3BD6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luz natural e de luz artificial</w:t>
            </w:r>
          </w:p>
          <w:p w14:paraId="5F205902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Correções de temperatura de cor</w:t>
            </w:r>
          </w:p>
          <w:p w14:paraId="77037A83" w14:textId="77777777" w:rsidR="00AD6009" w:rsidRPr="001E0067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 de máquinas, objetivas e acessórios indicados para fotografia de arquitetura</w:t>
            </w:r>
            <w:r w:rsidRPr="001E006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B7FFD28" w14:textId="77777777" w:rsidR="00AD6009" w:rsidRPr="000C652B" w:rsidRDefault="00AD60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câmaras características e finalidades</w:t>
            </w:r>
          </w:p>
          <w:p w14:paraId="581FD440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de configuração</w:t>
            </w:r>
          </w:p>
          <w:p w14:paraId="581E8A98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Padronização da câmara</w:t>
            </w:r>
          </w:p>
          <w:p w14:paraId="26B7BFEA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objetivas características e finalidades</w:t>
            </w:r>
          </w:p>
          <w:p w14:paraId="724A2D8D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bjetivas </w:t>
            </w:r>
            <w:r w:rsidRPr="00033F33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tiltandshift</w:t>
            </w:r>
          </w:p>
          <w:p w14:paraId="22C2673F" w14:textId="77777777" w:rsidR="00AD6009" w:rsidRPr="003112DB" w:rsidRDefault="00AD6009" w:rsidP="00017090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de edição de imagem</w:t>
            </w:r>
            <w:r w:rsidRPr="003112DB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6FF9A74" w14:textId="77777777" w:rsidR="00AD6009" w:rsidRDefault="00AD6009" w:rsidP="00AD60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</w:t>
            </w:r>
          </w:p>
          <w:p w14:paraId="66D52151" w14:textId="77777777" w:rsidR="00AD6009" w:rsidRDefault="00AD6009" w:rsidP="00AD6009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65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Menus, funções e ferramentas de menu</w:t>
            </w:r>
          </w:p>
          <w:p w14:paraId="196BFDB7" w14:textId="77777777" w:rsidR="00AD6009" w:rsidRPr="00033F33" w:rsidRDefault="00AD6009" w:rsidP="00AD6009">
            <w:pPr>
              <w:pStyle w:val="PargrafodaLista"/>
              <w:numPr>
                <w:ilvl w:val="0"/>
                <w:numId w:val="9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</w:t>
            </w: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ratamento de imagens para correção de perspetivas</w:t>
            </w:r>
          </w:p>
          <w:p w14:paraId="5EF10E6D" w14:textId="77777777" w:rsidR="00AD6009" w:rsidRPr="00E6774B" w:rsidRDefault="00AD6009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3473C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o trabalho do fotógrafo de arquitetura.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E90A842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nomes de referência na fotografia de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E93AF30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Usar a luz natural e a luz artificial para fotografar arquitetura em exteriores e interiores.</w:t>
            </w:r>
          </w:p>
          <w:p w14:paraId="12B49BA8" w14:textId="77777777" w:rsidR="00AD6009" w:rsidRPr="00033F33" w:rsidRDefault="00AD6009" w:rsidP="00017090">
            <w:pPr>
              <w:pStyle w:val="PargrafodaLista"/>
              <w:spacing w:before="120" w:after="0" w:line="276" w:lineRule="auto"/>
              <w:ind w:left="28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C43FFE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 específico do fotógrafo de arquitetura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4D7C372" w14:textId="77777777" w:rsidR="00AD6009" w:rsidRPr="00033F33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programas de edição para correção de perspetivas</w:t>
            </w:r>
          </w:p>
          <w:p w14:paraId="2471D3E4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87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3F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Fotografar arquitetura em exteriores e interiores.</w:t>
            </w:r>
          </w:p>
          <w:p w14:paraId="3DDAA5C0" w14:textId="77777777" w:rsidR="00AD6009" w:rsidRPr="00392620" w:rsidRDefault="00AD6009" w:rsidP="00017090">
            <w:pPr>
              <w:spacing w:before="120" w:after="0" w:line="276" w:lineRule="auto"/>
              <w:ind w:left="14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92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8157B03" w14:textId="77777777" w:rsidR="00AD6009" w:rsidRPr="00413243" w:rsidRDefault="00AD6009" w:rsidP="00017090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1CE7C6" w14:textId="77777777" w:rsidR="00AD6009" w:rsidRPr="00E6774B" w:rsidRDefault="00AD6009" w:rsidP="00017090">
            <w:p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46DEB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229CC27" w14:textId="77777777" w:rsidR="00AD6009" w:rsidRDefault="00AD6009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889D0B4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A186FBE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7683AAA8" w14:textId="77777777" w:rsidR="00AD6009" w:rsidRDefault="00AD6009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436D8AE" w14:textId="77777777" w:rsidR="00AD6009" w:rsidRPr="000173C0" w:rsidRDefault="00AD6009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94EDA2" w14:textId="77777777" w:rsidR="00AD6009" w:rsidRDefault="00AD6009" w:rsidP="00AD600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06D4E85" w14:textId="77777777" w:rsidR="00AD6009" w:rsidRPr="00F87025" w:rsidRDefault="00AD6009" w:rsidP="00AD60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C6A2905" w14:textId="77777777" w:rsidR="00AD6009" w:rsidRDefault="00AD6009" w:rsidP="00AD60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A2C43">
        <w:rPr>
          <w:rFonts w:ascii="Verdana Pro Light" w:eastAsia="Arial Unicode MS" w:hAnsi="Verdana Pro Light" w:cs="Times New Roman"/>
          <w:b/>
          <w:sz w:val="18"/>
          <w:szCs w:val="18"/>
        </w:rPr>
        <w:t>Fotografar arquitetura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FB48373" w14:textId="77777777" w:rsidR="00AD6009" w:rsidRDefault="00AD6009" w:rsidP="00AD60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um </w:t>
      </w:r>
      <w:r>
        <w:rPr>
          <w:rFonts w:ascii="Verdana Pro Light" w:eastAsia="Arial Unicode MS" w:hAnsi="Verdana Pro Light" w:cs="Arial Unicode MS"/>
          <w:sz w:val="18"/>
          <w:szCs w:val="18"/>
        </w:rPr>
        <w:t>conceito visual/linguagem estética tendo em conta os objetivos da sessão fotográfica</w:t>
      </w:r>
    </w:p>
    <w:p w14:paraId="5B23BC6D" w14:textId="77777777" w:rsidR="00AD6009" w:rsidRPr="00392620" w:rsidRDefault="00AD6009" w:rsidP="00AD6009">
      <w:pPr>
        <w:spacing w:before="120" w:after="0" w:line="276" w:lineRule="auto"/>
        <w:ind w:left="709" w:hanging="567"/>
        <w:rPr>
          <w:rFonts w:ascii="Verdana Pro Light" w:eastAsia="Times New Roman" w:hAnsi="Verdana Pro Light" w:cs="Times New Roman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Usando a luz </w:t>
      </w:r>
      <w:r w:rsidRPr="00392620">
        <w:rPr>
          <w:rFonts w:ascii="Verdana Pro Light" w:eastAsia="Times New Roman" w:hAnsi="Verdana Pro Light" w:cs="Times New Roman"/>
          <w:sz w:val="18"/>
          <w:szCs w:val="18"/>
        </w:rPr>
        <w:t xml:space="preserve">natural e a luz artificial para fotografar arquitetura em exteriores e interiores </w:t>
      </w:r>
    </w:p>
    <w:p w14:paraId="05007FC9" w14:textId="77777777" w:rsidR="00AD6009" w:rsidRDefault="00AD6009" w:rsidP="00AD60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392620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392620">
        <w:rPr>
          <w:rFonts w:ascii="Verdana Pro Light" w:eastAsia="Arial Unicode MS" w:hAnsi="Verdana Pro Light" w:cs="Arial Unicode MS"/>
          <w:sz w:val="18"/>
          <w:szCs w:val="18"/>
        </w:rPr>
        <w:t xml:space="preserve"> equipamento específico do fotógrafo de arquitetura </w:t>
      </w:r>
    </w:p>
    <w:p w14:paraId="7F3301DB" w14:textId="77777777" w:rsidR="00AD6009" w:rsidRDefault="00AD6009" w:rsidP="00AD60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Captando imagens com rigor estético e técnico.</w:t>
      </w:r>
    </w:p>
    <w:p w14:paraId="62DB2578" w14:textId="77777777" w:rsidR="00AD6009" w:rsidRPr="004330C8" w:rsidRDefault="00AD6009" w:rsidP="00AD600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Editando as imagens fazendo a correção de perspetivas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3950A0" w14:textId="77777777" w:rsidR="00AD6009" w:rsidRPr="00F87025" w:rsidRDefault="00AD6009" w:rsidP="00AD60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DD6D069" w14:textId="77777777" w:rsidR="00AD6009" w:rsidRDefault="00AD6009" w:rsidP="00AD60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05060E29" w14:textId="77777777" w:rsidR="00AD6009" w:rsidRDefault="00AD6009" w:rsidP="00AD60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5459EF58" w14:textId="77777777" w:rsidR="00AD6009" w:rsidRDefault="00AD6009" w:rsidP="00AD60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193FE281" w14:textId="77777777" w:rsidR="00AD6009" w:rsidRPr="00392620" w:rsidRDefault="00AD6009" w:rsidP="00AD600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42E1390B" w14:textId="77777777" w:rsidR="00AD6009" w:rsidRPr="00984B30" w:rsidRDefault="00AD6009" w:rsidP="00AD6009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5562E17" w14:textId="77777777" w:rsidR="00AD6009" w:rsidRPr="00F87025" w:rsidRDefault="00AD6009" w:rsidP="00AD60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33130D" w14:textId="77777777" w:rsidR="00AD6009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06ECCBD" w14:textId="77777777" w:rsidR="00AD6009" w:rsidRPr="00C34354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5B14188" w14:textId="77777777" w:rsidR="00AD6009" w:rsidRPr="000707EF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3C2BD433" w14:textId="77777777" w:rsidR="00AD6009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7878818A" w14:textId="77777777" w:rsidR="00AD6009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420E833E" w14:textId="77777777" w:rsidR="00AD6009" w:rsidRPr="003A45CE" w:rsidRDefault="00AD6009" w:rsidP="00AD6009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CDC1F5" w14:textId="77777777" w:rsidR="00AD6009" w:rsidRPr="00F87025" w:rsidRDefault="00AD6009" w:rsidP="00AD600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96A514" w14:textId="77777777" w:rsidR="00AD6009" w:rsidRDefault="00AD6009" w:rsidP="00AD600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747B845" w14:textId="77777777" w:rsidR="00AD6009" w:rsidRPr="00C34354" w:rsidRDefault="00AD6009" w:rsidP="00AD60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5751E43" w14:textId="77777777" w:rsidR="00AD6009" w:rsidRPr="00C34354" w:rsidRDefault="00AD6009" w:rsidP="00AD6009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>s à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fotografia de arquitetura</w:t>
      </w:r>
      <w:r w:rsidRPr="003A45C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16B919" w14:textId="77777777" w:rsidR="00AD6009" w:rsidRPr="007831EA" w:rsidRDefault="00AD6009" w:rsidP="00AD60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C7B5DF" w14:textId="77777777" w:rsidR="00AD6009" w:rsidRPr="00335AB2" w:rsidRDefault="00AD6009" w:rsidP="00AD60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398F1ED" w14:textId="77777777" w:rsidR="00AD6009" w:rsidRPr="00F6655B" w:rsidRDefault="00AD6009" w:rsidP="00AD6009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335AB2">
        <w:rPr>
          <w:rFonts w:ascii="Verdana Pro Light" w:hAnsi="Verdana Pro Light"/>
          <w:smallCaps/>
        </w:rPr>
        <w:t>Recursos indispensáveis</w:t>
      </w:r>
      <w:r w:rsidRPr="00335AB2">
        <w:rPr>
          <w:rFonts w:ascii="Verdana Pro Light" w:hAnsi="Verdana Pro Light"/>
          <w:smallCaps/>
        </w:rPr>
        <w:br/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</w:t>
      </w:r>
      <w:r w:rsidRPr="00335AB2">
        <w:rPr>
          <w:rFonts w:ascii="Verdana Pro Light" w:eastAsia="Arial Unicode MS" w:hAnsi="Verdana Pro Light" w:cs="Arial Unicode MS"/>
          <w:sz w:val="18"/>
          <w:szCs w:val="18"/>
        </w:rPr>
        <w:t>objetivas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8205F" w:rsidRPr="00136AD8" w14:paraId="434D04EF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32A6B8" w14:textId="67635170" w:rsidR="0018205F" w:rsidRPr="000D4397" w:rsidRDefault="0018205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2" w:name="_Hlk159688649"/>
            <w:bookmarkEnd w:id="11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  <w:r w:rsidR="0087358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32C8C4" w14:textId="77777777" w:rsidR="0018205F" w:rsidRPr="000D4397" w:rsidRDefault="0018205F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fotografia aérea</w:t>
            </w:r>
          </w:p>
        </w:tc>
      </w:tr>
    </w:tbl>
    <w:p w14:paraId="7CC316DE" w14:textId="77777777" w:rsidR="0018205F" w:rsidRPr="00136AD8" w:rsidRDefault="0018205F" w:rsidP="0018205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3513EE1" w14:textId="77777777" w:rsidR="0018205F" w:rsidRDefault="0018205F" w:rsidP="0018205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EE61DDF" w14:textId="77777777" w:rsidR="0018205F" w:rsidRPr="003200F2" w:rsidRDefault="0018205F" w:rsidP="0018205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D14CF94" w14:textId="77777777" w:rsidR="0018205F" w:rsidRPr="00136AD8" w:rsidRDefault="0018205F" w:rsidP="0018205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8205F" w:rsidRPr="00136AD8" w14:paraId="471DA286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6C12E5" w14:textId="77777777" w:rsidR="0018205F" w:rsidRPr="001B353A" w:rsidRDefault="0018205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8205F" w:rsidRPr="00136AD8" w14:paraId="5B3939C4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0C585" w14:textId="77777777" w:rsidR="0018205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objetivos da sessão fotográfica e planear a sessão fotográfica</w:t>
            </w:r>
          </w:p>
          <w:p w14:paraId="6DD66D29" w14:textId="77777777" w:rsidR="0018205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 equipamento fotográfico </w:t>
            </w:r>
          </w:p>
          <w:p w14:paraId="5626A2AC" w14:textId="77777777" w:rsidR="0018205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Pr="00D565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fotografia aérea </w:t>
            </w:r>
          </w:p>
          <w:p w14:paraId="233B862A" w14:textId="77777777" w:rsidR="0018205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e exportar as imagens para edição</w:t>
            </w:r>
          </w:p>
          <w:p w14:paraId="3D96BF64" w14:textId="77777777" w:rsidR="0018205F" w:rsidRPr="005005FE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8205F" w:rsidRPr="00136AD8" w14:paraId="17F302C2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69F742" w14:textId="77777777" w:rsidR="0018205F" w:rsidRPr="001B353A" w:rsidRDefault="0018205F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3F7DC3" w14:textId="77777777" w:rsidR="0018205F" w:rsidRPr="001B353A" w:rsidRDefault="0018205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FC87311" w14:textId="77777777" w:rsidR="0018205F" w:rsidRPr="001B353A" w:rsidRDefault="0018205F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205F" w:rsidRPr="00136AD8" w14:paraId="3731EE8E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D8D10" w14:textId="77777777" w:rsidR="0018205F" w:rsidRPr="00090963" w:rsidRDefault="0018205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Princípios básicos de fotografia aérea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2D98EAE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adequada</w:t>
            </w:r>
          </w:p>
          <w:p w14:paraId="4F438A51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Objetivas VR ou IS</w:t>
            </w:r>
          </w:p>
          <w:p w14:paraId="6D1E2ED9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básicos de composição fotográfica</w:t>
            </w:r>
          </w:p>
          <w:p w14:paraId="39F82A7A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8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Vista oblíqua e vertical</w:t>
            </w:r>
          </w:p>
          <w:p w14:paraId="008256AD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886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Padrão e textura</w:t>
            </w:r>
          </w:p>
          <w:p w14:paraId="2343E1D9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Combinação de elementos de composição fotográfica</w:t>
            </w:r>
          </w:p>
          <w:p w14:paraId="7E3C01BE" w14:textId="77777777" w:rsidR="0018205F" w:rsidRPr="00090963" w:rsidRDefault="0018205F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Luz e condições atmosféricas</w:t>
            </w:r>
            <w:r w:rsidRPr="0009096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F1BDF67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Latitude</w:t>
            </w:r>
          </w:p>
          <w:p w14:paraId="4B5660F0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Longitude</w:t>
            </w:r>
          </w:p>
          <w:p w14:paraId="4BD1ADF4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Altitude</w:t>
            </w:r>
          </w:p>
          <w:p w14:paraId="460B5084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Nuvens</w:t>
            </w:r>
          </w:p>
          <w:p w14:paraId="3B1CC0DA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Condições sazonais</w:t>
            </w:r>
          </w:p>
          <w:p w14:paraId="591F506C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Hora do dia</w:t>
            </w:r>
          </w:p>
          <w:p w14:paraId="215D2849" w14:textId="77777777" w:rsidR="0018205F" w:rsidRPr="006D686F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Sombras</w:t>
            </w:r>
          </w:p>
          <w:p w14:paraId="0DDF4553" w14:textId="77777777" w:rsidR="0018205F" w:rsidRPr="006D686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Fotogrametria e respetiva interpretação</w:t>
            </w:r>
            <w:r w:rsidRPr="001E0C0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  <w:r w:rsidRPr="001E0C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9733B99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</w:t>
            </w:r>
          </w:p>
          <w:p w14:paraId="64C22A22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quantitativa</w:t>
            </w:r>
          </w:p>
          <w:p w14:paraId="07D7341F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Escala fotográfica</w:t>
            </w:r>
          </w:p>
          <w:p w14:paraId="65F72D9A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Geometria</w:t>
            </w:r>
          </w:p>
          <w:p w14:paraId="569D4A74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Medição</w:t>
            </w:r>
          </w:p>
          <w:p w14:paraId="6B3E385A" w14:textId="77777777" w:rsidR="0018205F" w:rsidRPr="006D686F" w:rsidRDefault="0018205F" w:rsidP="0018205F">
            <w:pPr>
              <w:pStyle w:val="PargrafodaLista"/>
              <w:numPr>
                <w:ilvl w:val="0"/>
                <w:numId w:val="29"/>
              </w:numPr>
              <w:spacing w:before="120" w:after="0" w:line="276" w:lineRule="auto"/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Mapeamento</w:t>
            </w:r>
          </w:p>
          <w:p w14:paraId="4D04CA55" w14:textId="77777777" w:rsidR="0018205F" w:rsidRPr="006D686F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Áreas de interpretação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BD2FF9C" w14:textId="77777777" w:rsidR="0018205F" w:rsidRPr="006D686F" w:rsidRDefault="0018205F" w:rsidP="0018205F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Arqueologia e património cultural</w:t>
            </w:r>
          </w:p>
          <w:p w14:paraId="78A4F09D" w14:textId="77777777" w:rsidR="0018205F" w:rsidRPr="006D686F" w:rsidRDefault="0018205F" w:rsidP="0018205F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Solo e erosão, águas e drenagem, vegetação e agricultura</w:t>
            </w:r>
          </w:p>
          <w:p w14:paraId="6AAFBB48" w14:textId="77777777" w:rsidR="0018205F" w:rsidRPr="006D686F" w:rsidRDefault="0018205F" w:rsidP="0018205F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Geomorfologia</w:t>
            </w:r>
          </w:p>
          <w:p w14:paraId="72B0A9EC" w14:textId="77777777" w:rsidR="0018205F" w:rsidRPr="006D686F" w:rsidRDefault="0018205F" w:rsidP="0018205F">
            <w:pPr>
              <w:pStyle w:val="PargrafodaLista"/>
              <w:numPr>
                <w:ilvl w:val="0"/>
                <w:numId w:val="30"/>
              </w:numPr>
              <w:spacing w:before="120" w:after="0" w:line="276" w:lineRule="auto"/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Urbanização e ordenamento do território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73AABB" w14:textId="77777777" w:rsidR="0018205F" w:rsidRPr="006D686F" w:rsidRDefault="0018205F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a partir do ar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669CCA2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e normas de segurança</w:t>
            </w:r>
          </w:p>
          <w:p w14:paraId="13DC30B5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 a partir de aeronave real</w:t>
            </w:r>
          </w:p>
          <w:p w14:paraId="014538AB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Planificação de voo</w:t>
            </w:r>
          </w:p>
          <w:p w14:paraId="579BB257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alternativos</w:t>
            </w:r>
          </w:p>
          <w:p w14:paraId="0B15929F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Balão de ar quente</w:t>
            </w:r>
          </w:p>
          <w:p w14:paraId="55A682A0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Parapente</w:t>
            </w:r>
          </w:p>
          <w:p w14:paraId="6FEE1C0C" w14:textId="77777777" w:rsidR="0018205F" w:rsidRPr="006D686F" w:rsidRDefault="0018205F" w:rsidP="0018205F">
            <w:pPr>
              <w:pStyle w:val="PargrafodaLista"/>
              <w:numPr>
                <w:ilvl w:val="0"/>
                <w:numId w:val="31"/>
              </w:numPr>
              <w:ind w:left="1027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</w:t>
            </w:r>
          </w:p>
          <w:p w14:paraId="1CB6F617" w14:textId="77777777" w:rsidR="0018205F" w:rsidRPr="006D686F" w:rsidRDefault="0018205F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a partir de terra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20BA267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e normas de segurança</w:t>
            </w:r>
          </w:p>
          <w:p w14:paraId="03621F4A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e acessórios</w:t>
            </w:r>
          </w:p>
          <w:p w14:paraId="66571380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</w:t>
            </w:r>
          </w:p>
          <w:p w14:paraId="3594097D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Drones</w:t>
            </w:r>
          </w:p>
          <w:p w14:paraId="0B3CE125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Helicópteros telecomandados</w:t>
            </w:r>
          </w:p>
          <w:p w14:paraId="39960F06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Papagaios</w:t>
            </w:r>
          </w:p>
          <w:p w14:paraId="4CCB3710" w14:textId="77777777" w:rsidR="0018205F" w:rsidRPr="006D686F" w:rsidRDefault="0018205F" w:rsidP="0018205F">
            <w:pPr>
              <w:pStyle w:val="PargrafodaLista"/>
              <w:numPr>
                <w:ilvl w:val="0"/>
                <w:numId w:val="32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D68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</w:t>
            </w:r>
          </w:p>
          <w:p w14:paraId="2B0C5182" w14:textId="77777777" w:rsidR="0018205F" w:rsidRPr="006D686F" w:rsidRDefault="0018205F" w:rsidP="00017090">
            <w:pPr>
              <w:pStyle w:val="PargrafodaLista"/>
              <w:ind w:left="4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FA2E6" w14:textId="77777777" w:rsidR="0018205F" w:rsidRDefault="0018205F" w:rsidP="00017090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390DA6" w14:textId="77777777" w:rsidR="0018205F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da fotografia aérea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4CD66B4" w14:textId="77777777" w:rsidR="0018205F" w:rsidRPr="00C66429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condições de luz e atmosféricas indicadas para a fotografia aérea</w:t>
            </w:r>
            <w:r w:rsidRPr="00C6642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6E9F994" w14:textId="77777777" w:rsidR="0018205F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áreas da fotografia aérea em contexto não comercial</w:t>
            </w:r>
            <w:r w:rsidRPr="00CF60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9189C13" w14:textId="77777777" w:rsidR="0018205F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Diferenciar formas de fotografia aérea a partir do céu (por meio de aeronave ou helicóptero) e a partir de terra (meios telecomandados)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02861AB" w14:textId="77777777" w:rsidR="0018205F" w:rsidRPr="00A40ABB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</w:t>
            </w: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rocedimentos e normas de segurança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fotografia aérea</w:t>
            </w:r>
          </w:p>
          <w:p w14:paraId="28378BA7" w14:textId="77777777" w:rsidR="0018205F" w:rsidRPr="00A40ABB" w:rsidRDefault="0018205F" w:rsidP="0018205F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87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A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5F557CA" w14:textId="77777777" w:rsidR="0018205F" w:rsidRPr="00E15212" w:rsidRDefault="0018205F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5CB9B" w14:textId="77777777" w:rsidR="0018205F" w:rsidRPr="00A1459C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0AD0D074" w14:textId="77777777" w:rsidR="0018205F" w:rsidRPr="00A1459C" w:rsidRDefault="0018205F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07D9AF23" w14:textId="77777777" w:rsidR="0018205F" w:rsidRPr="00A1459C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5207FA5" w14:textId="77777777" w:rsidR="0018205F" w:rsidRPr="00A1459C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ACDC40C" w14:textId="77777777" w:rsidR="0018205F" w:rsidRPr="00A1459C" w:rsidRDefault="0018205F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12E6B171" w14:textId="77777777" w:rsidR="0018205F" w:rsidRPr="00E15212" w:rsidRDefault="0018205F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11998166" w14:textId="77777777" w:rsidR="0018205F" w:rsidRDefault="0018205F" w:rsidP="0018205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05E84B" w14:textId="77777777" w:rsidR="0018205F" w:rsidRPr="00F87025" w:rsidRDefault="0018205F" w:rsidP="0018205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2AD4E9B" w14:textId="77777777" w:rsidR="0018205F" w:rsidRDefault="0018205F" w:rsidP="00182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C27546">
        <w:rPr>
          <w:rFonts w:ascii="Verdana Pro Light" w:eastAsia="Arial Unicode MS" w:hAnsi="Verdana Pro Light" w:cs="Times New Roman"/>
          <w:b/>
          <w:sz w:val="18"/>
          <w:szCs w:val="18"/>
        </w:rPr>
        <w:t>Realizar fotografia aérea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DAD3D1D" w14:textId="77777777" w:rsidR="0018205F" w:rsidRPr="005C1803" w:rsidRDefault="0018205F" w:rsidP="00182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CD1</w:t>
      </w:r>
      <w:r>
        <w:rPr>
          <w:rFonts w:ascii="Verdana Pro Light" w:eastAsia="Arial Unicode MS" w:hAnsi="Verdana Pro Light" w:cs="Arial Unicode MS"/>
          <w:sz w:val="18"/>
          <w:szCs w:val="18"/>
        </w:rPr>
        <w:t>. Planeando</w:t>
      </w:r>
      <w:r w:rsidRPr="00706308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 sessão fotográfica em função dos objetivos documentais pretendidos e tendo em conta as regras de conduta e ética na prática da fotografia aérea</w:t>
      </w:r>
    </w:p>
    <w:p w14:paraId="0A0E7335" w14:textId="77777777" w:rsidR="0018205F" w:rsidRDefault="0018205F" w:rsidP="00182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>Utiliza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B83ABB">
        <w:rPr>
          <w:rFonts w:ascii="Verdana Pro Light" w:eastAsia="Arial Unicode MS" w:hAnsi="Verdana Pro Light" w:cs="Arial Unicode MS"/>
          <w:sz w:val="18"/>
          <w:szCs w:val="18"/>
        </w:rPr>
        <w:t xml:space="preserve"> o equipamento fotográfico apropriado a cada situação </w:t>
      </w:r>
      <w:r w:rsidRPr="00A867A6">
        <w:rPr>
          <w:rFonts w:ascii="Verdana Pro Light" w:eastAsia="Arial Unicode MS" w:hAnsi="Verdana Pro Light" w:cs="Arial Unicode MS"/>
          <w:sz w:val="18"/>
          <w:szCs w:val="18"/>
        </w:rPr>
        <w:t xml:space="preserve">e tipo de </w:t>
      </w:r>
      <w:r>
        <w:rPr>
          <w:rFonts w:ascii="Verdana Pro Light" w:eastAsia="Arial Unicode MS" w:hAnsi="Verdana Pro Light" w:cs="Arial Unicode MS"/>
          <w:sz w:val="18"/>
          <w:szCs w:val="18"/>
        </w:rPr>
        <w:t>fotografia aérea</w:t>
      </w:r>
    </w:p>
    <w:p w14:paraId="6766716C" w14:textId="77777777" w:rsidR="0018205F" w:rsidRDefault="0018205F" w:rsidP="0018205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3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Realizando fotografia aérea 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>aplicando os princípios da fotogrametria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i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>nterpreta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75593C">
        <w:rPr>
          <w:rFonts w:ascii="Verdana Pro Light" w:eastAsia="Arial Unicode MS" w:hAnsi="Verdana Pro Light" w:cs="Arial Unicode MS"/>
          <w:sz w:val="18"/>
          <w:szCs w:val="18"/>
        </w:rPr>
        <w:t xml:space="preserve"> áreas da fotografia aérea em contexto não comercial</w:t>
      </w:r>
    </w:p>
    <w:p w14:paraId="601A2CC6" w14:textId="77777777" w:rsidR="0018205F" w:rsidRPr="004330C8" w:rsidRDefault="0018205F" w:rsidP="0018205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734A163" w14:textId="77777777" w:rsidR="0018205F" w:rsidRPr="00A1459C" w:rsidRDefault="0018205F" w:rsidP="0018205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9203DA9" w14:textId="77777777" w:rsidR="0018205F" w:rsidRDefault="0018205F" w:rsidP="001820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14EA6F6A" w14:textId="77777777" w:rsidR="0018205F" w:rsidRDefault="0018205F" w:rsidP="001820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00C0E205" w14:textId="77777777" w:rsidR="0018205F" w:rsidRDefault="0018205F" w:rsidP="001820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02AB8940" w14:textId="77777777" w:rsidR="0018205F" w:rsidRDefault="0018205F" w:rsidP="001820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09BD0EE8" w14:textId="77777777" w:rsidR="0018205F" w:rsidRPr="00CD4CF0" w:rsidRDefault="0018205F" w:rsidP="0018205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34F1912A" w14:textId="77777777" w:rsidR="0018205F" w:rsidRPr="003C40D1" w:rsidRDefault="0018205F" w:rsidP="0018205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25AD046" w14:textId="77777777" w:rsidR="0018205F" w:rsidRPr="00F87025" w:rsidRDefault="0018205F" w:rsidP="0018205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0F4C9E5" w14:textId="77777777" w:rsidR="0018205F" w:rsidRPr="00A1459C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9F24670" w14:textId="77777777" w:rsidR="0018205F" w:rsidRPr="00A1459C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4E84EDE9" w14:textId="77777777" w:rsidR="0018205F" w:rsidRPr="00A1459C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5CA7D876" w14:textId="77777777" w:rsidR="0018205F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aérea</w:t>
      </w:r>
    </w:p>
    <w:p w14:paraId="2E281863" w14:textId="77777777" w:rsidR="0018205F" w:rsidRPr="00A1459C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específicos para fotografia aérea</w:t>
      </w:r>
    </w:p>
    <w:p w14:paraId="533C488F" w14:textId="77777777" w:rsidR="0018205F" w:rsidRPr="00A1459C" w:rsidRDefault="0018205F" w:rsidP="0018205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aérea</w:t>
      </w:r>
    </w:p>
    <w:p w14:paraId="4AB87170" w14:textId="77777777" w:rsidR="0018205F" w:rsidRPr="00A1459C" w:rsidRDefault="0018205F" w:rsidP="0018205F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20E4A736" w14:textId="77777777" w:rsidR="0018205F" w:rsidRPr="00F87025" w:rsidRDefault="0018205F" w:rsidP="0018205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EF8E11" w14:textId="77777777" w:rsidR="0018205F" w:rsidRDefault="0018205F" w:rsidP="0018205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72A1F02" w14:textId="77777777" w:rsidR="0018205F" w:rsidRPr="00A40ABB" w:rsidRDefault="0018205F" w:rsidP="0018205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com recurso a meios visuais e/ou audiovisuais para a explicitação dos conceitos associados à fotografia aérea e ativo para desenvolvimento de um projeto prático de fotografia aérea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5F45AE1" w14:textId="77777777" w:rsidR="0018205F" w:rsidRPr="00A1459C" w:rsidRDefault="0018205F" w:rsidP="0018205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4F4AB1" w14:textId="77777777" w:rsidR="0018205F" w:rsidRDefault="0018205F" w:rsidP="0018205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EF16A27" w14:textId="77777777" w:rsidR="0018205F" w:rsidRPr="00A40ABB" w:rsidRDefault="0018205F" w:rsidP="0018205F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40ABB">
        <w:rPr>
          <w:rFonts w:ascii="Verdana Pro Light" w:hAnsi="Verdana Pro Light"/>
          <w:smallCaps/>
        </w:rPr>
        <w:t>Recursos indispensáveis</w:t>
      </w:r>
      <w:r w:rsidRPr="00A40ABB">
        <w:rPr>
          <w:rFonts w:ascii="Verdana Pro Light" w:hAnsi="Verdana Pro Light"/>
          <w:smallCaps/>
        </w:rPr>
        <w:br/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>Câmaras fotográficas e objetivas para fotografia aérea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br/>
        <w:t>Equipamentos específicos para fotografia aérea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ou p</w:t>
      </w:r>
      <w:r w:rsidRPr="00A40ABB">
        <w:rPr>
          <w:rFonts w:ascii="Verdana Pro Light" w:eastAsia="Arial Unicode MS" w:hAnsi="Verdana Pro Light" w:cs="Arial Unicode MS"/>
          <w:sz w:val="18"/>
          <w:szCs w:val="18"/>
        </w:rPr>
        <w:t xml:space="preserve">arceria com entidades </w:t>
      </w:r>
      <w:r>
        <w:rPr>
          <w:rFonts w:ascii="Verdana Pro Light" w:eastAsia="Arial Unicode MS" w:hAnsi="Verdana Pro Light" w:cs="Arial Unicode MS"/>
          <w:sz w:val="18"/>
          <w:szCs w:val="18"/>
        </w:rPr>
        <w:t>que os detenham</w:t>
      </w:r>
    </w:p>
    <w:p w14:paraId="1E822BC4" w14:textId="77777777" w:rsidR="0018205F" w:rsidRPr="00051C79" w:rsidRDefault="0018205F" w:rsidP="0018205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2"/>
    <w:p w14:paraId="02D5D0A1" w14:textId="77777777" w:rsidR="0018205F" w:rsidRPr="00051C79" w:rsidRDefault="0018205F" w:rsidP="0018205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B15C78" w14:textId="77777777" w:rsidR="0018205F" w:rsidRPr="00051C79" w:rsidRDefault="0018205F" w:rsidP="0018205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997AAC" w14:textId="77777777" w:rsidR="005C0FC3" w:rsidRDefault="005C0FC3" w:rsidP="005C0FC3">
      <w:pPr>
        <w:rPr>
          <w:rFonts w:ascii="Verdana Pro Light" w:hAnsi="Verdana Pro Light"/>
          <w:smallCaps/>
        </w:rPr>
      </w:pPr>
    </w:p>
    <w:p w14:paraId="7CFAC372" w14:textId="77777777" w:rsidR="005C0FC3" w:rsidRDefault="005C0FC3" w:rsidP="005C0FC3">
      <w:pPr>
        <w:rPr>
          <w:rFonts w:ascii="Verdana Pro Light" w:hAnsi="Verdana Pro Light"/>
          <w:smallCaps/>
        </w:rPr>
      </w:pPr>
    </w:p>
    <w:p w14:paraId="449173F7" w14:textId="77777777" w:rsidR="00D132D5" w:rsidRDefault="00D132D5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D36777E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D61704C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DA6C0E3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5DF2F91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49C87972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ECD3089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2D3E645" w14:textId="77777777" w:rsidR="00873586" w:rsidRDefault="00873586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1821BD9" w14:textId="77777777" w:rsidR="001B7791" w:rsidRDefault="001B7791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3D7E8C5" w14:textId="77777777" w:rsidR="001B7791" w:rsidRDefault="001B7791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36B74DA" w14:textId="77777777" w:rsidR="001B7791" w:rsidRDefault="001B7791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B7791" w:rsidRPr="00136AD8" w14:paraId="0F413852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710A73" w14:textId="5C896580" w:rsidR="001B7791" w:rsidRPr="000D4397" w:rsidRDefault="001B7791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 w:rsidR="00AA7A19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AACB2D" w14:textId="77777777" w:rsidR="001B7791" w:rsidRPr="000D4397" w:rsidRDefault="001B7791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conteúdos fotográficos e videográficos para redes sociais</w:t>
            </w:r>
          </w:p>
        </w:tc>
      </w:tr>
    </w:tbl>
    <w:p w14:paraId="541A5364" w14:textId="77777777" w:rsidR="001B7791" w:rsidRPr="00136AD8" w:rsidRDefault="001B7791" w:rsidP="001B779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0FE069C" w14:textId="77777777" w:rsidR="001B7791" w:rsidRDefault="001B7791" w:rsidP="001B77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C505BFF" w14:textId="77777777" w:rsidR="001B7791" w:rsidRPr="003200F2" w:rsidRDefault="001B7791" w:rsidP="001B779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1E630DC" w14:textId="77777777" w:rsidR="001B7791" w:rsidRPr="00136AD8" w:rsidRDefault="001B7791" w:rsidP="001B779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B7791" w:rsidRPr="00136AD8" w14:paraId="36992C2B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ED3F10" w14:textId="77777777" w:rsidR="001B7791" w:rsidRPr="001B353A" w:rsidRDefault="001B7791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B7791" w:rsidRPr="00136AD8" w14:paraId="65785756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4041EB" w14:textId="77777777" w:rsidR="001B7791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objetivo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BC0D8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 comunicação, identificar e analisar o público-alvo</w:t>
            </w:r>
          </w:p>
          <w:p w14:paraId="152D951D" w14:textId="77777777" w:rsidR="001B7791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calendário editorial e planear a produção de conteúdos</w:t>
            </w:r>
          </w:p>
          <w:p w14:paraId="10BE2A9E" w14:textId="77777777" w:rsidR="001B7791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Criar e produzir os conteúdos fotográficos e videográficos</w:t>
            </w:r>
          </w:p>
          <w:p w14:paraId="6A75A1E6" w14:textId="77777777" w:rsidR="001B7791" w:rsidRPr="00E763D6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legendas para as publicações</w:t>
            </w:r>
          </w:p>
          <w:p w14:paraId="3DD0DEBB" w14:textId="77777777" w:rsidR="001B7791" w:rsidRPr="00E763D6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Fazer o agendamento das publicações e monitorizar resultados</w:t>
            </w:r>
          </w:p>
          <w:p w14:paraId="10FD6E2C" w14:textId="77777777" w:rsidR="001B7791" w:rsidRPr="00413243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B7791" w:rsidRPr="00136AD8" w14:paraId="630DE1C7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BB77C6" w14:textId="77777777" w:rsidR="001B7791" w:rsidRPr="001B353A" w:rsidRDefault="001B7791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EED899" w14:textId="77777777" w:rsidR="001B7791" w:rsidRPr="001B353A" w:rsidRDefault="001B7791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3F82E1E" w14:textId="77777777" w:rsidR="001B7791" w:rsidRPr="001B353A" w:rsidRDefault="001B7791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B7791" w:rsidRPr="00136AD8" w14:paraId="094FDE71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B87EE" w14:textId="77777777" w:rsidR="001B7791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Redes sociais</w:t>
            </w:r>
          </w:p>
          <w:p w14:paraId="37BA79DF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2A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Características </w:t>
            </w:r>
          </w:p>
          <w:p w14:paraId="07E233A3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utilizadores</w:t>
            </w:r>
          </w:p>
          <w:p w14:paraId="0BE39C9B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redes sociais como ferramenta de comunicação pessoal e de marcas</w:t>
            </w:r>
          </w:p>
          <w:p w14:paraId="35FB961D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redes sociais como ferramenta de promoção profissional</w:t>
            </w:r>
          </w:p>
          <w:p w14:paraId="0FBAAC08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 de conteúdos</w:t>
            </w:r>
          </w:p>
          <w:p w14:paraId="07666C0D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Interatividade</w:t>
            </w:r>
          </w:p>
          <w:p w14:paraId="7F4BEA96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agendamento de publicações</w:t>
            </w:r>
          </w:p>
          <w:p w14:paraId="1E7381B8" w14:textId="77777777" w:rsidR="001B7791" w:rsidRPr="00224A14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Métricas de audiências</w:t>
            </w:r>
          </w:p>
          <w:p w14:paraId="504421D2" w14:textId="77777777" w:rsidR="001B7791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Fotografia e vídeo para redes sociais</w:t>
            </w:r>
          </w:p>
          <w:p w14:paraId="60D2550C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</w:t>
            </w:r>
          </w:p>
          <w:p w14:paraId="00158C73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2A6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Resoluções</w:t>
            </w:r>
          </w:p>
          <w:p w14:paraId="55B9B825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conteúdos</w:t>
            </w:r>
          </w:p>
          <w:p w14:paraId="50DA4F44" w14:textId="77777777" w:rsidR="001B7791" w:rsidRPr="00224A14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4A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 e estética</w:t>
            </w:r>
          </w:p>
          <w:p w14:paraId="621FB36D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24A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Narrativa visual</w:t>
            </w:r>
          </w:p>
          <w:p w14:paraId="753340A0" w14:textId="77777777" w:rsidR="001B7791" w:rsidRPr="00820B02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B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edição de imagem</w:t>
            </w:r>
            <w:r w:rsidRPr="00820B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A4326C5" w14:textId="77777777" w:rsidR="001B7791" w:rsidRDefault="001B7791" w:rsidP="00017090">
            <w:pP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para fotografia e vídeo para redes sociais</w:t>
            </w:r>
            <w:r w:rsidRPr="00662996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D333C18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âmara DSLR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mirrorless</w:t>
            </w:r>
          </w:p>
          <w:p w14:paraId="0195271C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Smartphone</w:t>
            </w:r>
          </w:p>
          <w:p w14:paraId="520A0E19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Lentes Intercambiáveis (para câmaras DSLR ou mirrorless)</w:t>
            </w:r>
          </w:p>
          <w:p w14:paraId="66CBC65F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Tripé</w:t>
            </w:r>
          </w:p>
          <w:p w14:paraId="32862864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Iluminação</w:t>
            </w:r>
          </w:p>
          <w:p w14:paraId="5FC86429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Microfone Externo</w:t>
            </w:r>
          </w:p>
          <w:p w14:paraId="25B75EF3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Cartões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rmazenamento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xterno</w:t>
            </w:r>
          </w:p>
          <w:p w14:paraId="06C252E4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Software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magem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</w:t>
            </w:r>
            <w:r w:rsidRPr="002B67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ídeo</w:t>
            </w:r>
          </w:p>
          <w:p w14:paraId="67F2BAA9" w14:textId="77777777" w:rsidR="001B7791" w:rsidRDefault="001B7791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Aspetos legais e ética profissional:</w:t>
            </w:r>
          </w:p>
          <w:p w14:paraId="65EFCA52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autorais</w:t>
            </w:r>
          </w:p>
          <w:p w14:paraId="3B319F54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Licenciamento de imagens</w:t>
            </w:r>
          </w:p>
          <w:p w14:paraId="79BA36CC" w14:textId="77777777" w:rsidR="001B7791" w:rsidRPr="00684E68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Questões sobre privacidade</w:t>
            </w:r>
          </w:p>
          <w:p w14:paraId="77D535C7" w14:textId="77777777" w:rsidR="001B7791" w:rsidRPr="00874E49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profissional</w:t>
            </w:r>
            <w:r w:rsidRPr="00874E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7D154B" w14:textId="77777777" w:rsidR="001B7791" w:rsidRPr="00684E68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as diferentes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EA6BDC7" w14:textId="77777777" w:rsidR="001B7791" w:rsidRPr="00684E68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tipo de utilizadores das diferentes redes sociais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DCB6BD6" w14:textId="77777777" w:rsidR="001B7791" w:rsidRPr="00684E68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estratégias para produção de conteúdos para redes sociais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FF4C3D7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Interagir nas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C09D371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Entender as métricas de audiências nas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00162B5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estilos e estéticas na fotografia e no vídeo adequados às redes sociais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0346643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de fotografia e 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543EE23" w14:textId="77777777" w:rsidR="001B7791" w:rsidRPr="00820B02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ferramentas de edição de imagem </w:t>
            </w:r>
            <w:r w:rsidRPr="00684E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A13675D" w14:textId="77777777" w:rsidR="001B7791" w:rsidRPr="00C505D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os aspetos legais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 ética profissional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relacionados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fotografia</w:t>
            </w:r>
          </w:p>
          <w:p w14:paraId="057152E6" w14:textId="77777777" w:rsidR="001B7791" w:rsidRPr="00A1459C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85FB8C" w14:textId="77777777" w:rsidR="001B7791" w:rsidRPr="00E15212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01A54" w14:textId="77777777" w:rsidR="001B7791" w:rsidRPr="00A1459C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76CED4A4" w14:textId="77777777" w:rsidR="001B7791" w:rsidRDefault="001B7791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77C08665" w14:textId="77777777" w:rsidR="001B7791" w:rsidRPr="00A1459C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2FF0C368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2854A38" w14:textId="77777777" w:rsidR="001B7791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</w:t>
            </w:r>
          </w:p>
          <w:p w14:paraId="0E7D0D3B" w14:textId="77777777" w:rsidR="001B7791" w:rsidRPr="00A1459C" w:rsidRDefault="001B7791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Relacionamento interpessoal</w:t>
            </w:r>
          </w:p>
          <w:p w14:paraId="6E713D77" w14:textId="77777777" w:rsidR="001B7791" w:rsidRPr="0076118E" w:rsidRDefault="001B7791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58155138" w14:textId="77777777" w:rsidR="001B7791" w:rsidRDefault="001B7791" w:rsidP="001B779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4D9A5B7" w14:textId="77777777" w:rsidR="001B7791" w:rsidRPr="00F87025" w:rsidRDefault="001B7791" w:rsidP="001B77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CB7252F" w14:textId="77777777" w:rsidR="001B7791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B1CC3">
        <w:rPr>
          <w:rFonts w:ascii="Verdana Pro Light" w:eastAsia="Arial Unicode MS" w:hAnsi="Verdana Pro Light" w:cs="Times New Roman"/>
          <w:b/>
          <w:sz w:val="18"/>
          <w:szCs w:val="18"/>
        </w:rPr>
        <w:t>Criar conteúdos fotográficos e videográficos para redes sociais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91A75C2" w14:textId="77777777" w:rsidR="001B7791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>Defin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objetivo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BC0D8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 comunicação tendo em conta os público-alvo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7246CB8" w14:textId="77777777" w:rsidR="001B7791" w:rsidRPr="005C1803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Criando um calendário editorial e planeando a produção de conteúdos tendo em conta as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datas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horários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as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publicaç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ões,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os temas a serem abordados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 tipologia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de conteúdos, incluindo fotos, vídeos, stories, carrosséis, infográficos, entre outros.</w:t>
      </w:r>
    </w:p>
    <w:p w14:paraId="6B6B8F21" w14:textId="77777777" w:rsidR="001B7791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Criando e produzindo os conteúdos fotográficos e videográficos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os objetivos de comunicação, o público-alvo e elaborando peças fotográficas e videográficas</w:t>
      </w:r>
      <w:r w:rsidRPr="00B71958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com rigor técnico.</w:t>
      </w:r>
    </w:p>
    <w:p w14:paraId="185EDF59" w14:textId="77777777" w:rsidR="001B7791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Escrev</w:t>
      </w:r>
      <w:r>
        <w:rPr>
          <w:rFonts w:ascii="Verdana Pro Light" w:eastAsia="Arial Unicode MS" w:hAnsi="Verdana Pro Light" w:cs="Arial Unicode MS"/>
          <w:sz w:val="18"/>
          <w:szCs w:val="18"/>
        </w:rPr>
        <w:t>endo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legendas cativantes e persuasivas para acompanhar </w:t>
      </w:r>
      <w:r>
        <w:rPr>
          <w:rFonts w:ascii="Verdana Pro Light" w:eastAsia="Arial Unicode MS" w:hAnsi="Verdana Pro Light" w:cs="Arial Unicode MS"/>
          <w:sz w:val="18"/>
          <w:szCs w:val="18"/>
        </w:rPr>
        <w:t>peças fotográficas e videográficas,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usando uma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linguagem que </w:t>
      </w:r>
      <w:r>
        <w:rPr>
          <w:rFonts w:ascii="Verdana Pro Light" w:eastAsia="Arial Unicode MS" w:hAnsi="Verdana Pro Light" w:cs="Arial Unicode MS"/>
          <w:sz w:val="18"/>
          <w:szCs w:val="18"/>
        </w:rPr>
        <w:t>se adapte ao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público</w:t>
      </w:r>
      <w:r>
        <w:rPr>
          <w:rFonts w:ascii="Verdana Pro Light" w:eastAsia="Arial Unicode MS" w:hAnsi="Verdana Pro Light" w:cs="Arial Unicode MS"/>
          <w:sz w:val="18"/>
          <w:szCs w:val="18"/>
        </w:rPr>
        <w:t>-alvo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e incentive a interação</w:t>
      </w:r>
      <w:r>
        <w:rPr>
          <w:rFonts w:ascii="Verdana Pro Light" w:eastAsia="Arial Unicode MS" w:hAnsi="Verdana Pro Light" w:cs="Arial Unicode MS"/>
          <w:sz w:val="18"/>
          <w:szCs w:val="18"/>
        </w:rPr>
        <w:t>, c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>onsider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9C114E">
        <w:rPr>
          <w:rFonts w:ascii="Verdana Pro Light" w:eastAsia="Arial Unicode MS" w:hAnsi="Verdana Pro Light" w:cs="Arial Unicode MS"/>
          <w:sz w:val="18"/>
          <w:szCs w:val="18"/>
        </w:rPr>
        <w:t xml:space="preserve"> incluir hashtags relevantes para aumentar a visibilidade do conteúdo.</w:t>
      </w:r>
    </w:p>
    <w:p w14:paraId="0AAB24A3" w14:textId="77777777" w:rsidR="001B7791" w:rsidRPr="00B71958" w:rsidRDefault="001B7791" w:rsidP="001B779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Fazendo o agendamento das publicações e monitorizar resultados, utilizando ferramentas para o efeito e corrigindo situações</w:t>
      </w:r>
    </w:p>
    <w:p w14:paraId="62A949BE" w14:textId="77777777" w:rsidR="001B7791" w:rsidRPr="004330C8" w:rsidRDefault="001B7791" w:rsidP="001B7791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37EF7A3" w14:textId="77777777" w:rsidR="001B7791" w:rsidRPr="00A1459C" w:rsidRDefault="001B7791" w:rsidP="001B77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8EED420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4D4C9409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0DD7F0E5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30412994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Imprensa escrita, digital e agências noticiosas</w:t>
      </w:r>
    </w:p>
    <w:p w14:paraId="4EE4E8EF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Promotoras de eventos e espetáculos; Estações de televisão e produtoras audiovisuais</w:t>
      </w:r>
    </w:p>
    <w:p w14:paraId="3EC8EE51" w14:textId="77777777" w:rsidR="001B7791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3D6B7CEE" w14:textId="77777777" w:rsidR="001B7791" w:rsidRPr="00CD4CF0" w:rsidRDefault="001B7791" w:rsidP="001B77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5FA498B1" w14:textId="77777777" w:rsidR="001B7791" w:rsidRPr="00984B30" w:rsidRDefault="001B7791" w:rsidP="001B7791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48829D29" w14:textId="77777777" w:rsidR="001B7791" w:rsidRPr="00F87025" w:rsidRDefault="001B7791" w:rsidP="001B77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5D40616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1FA4BD0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3A3B51E4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Câmaras </w:t>
      </w:r>
      <w:r>
        <w:rPr>
          <w:rFonts w:ascii="Verdana Pro Light" w:eastAsia="Arial Unicode MS" w:hAnsi="Verdana Pro Light" w:cs="Arial Unicode MS"/>
          <w:sz w:val="18"/>
          <w:szCs w:val="18"/>
        </w:rPr>
        <w:t>DSLR</w:t>
      </w:r>
    </w:p>
    <w:p w14:paraId="10C15DD0" w14:textId="77777777" w:rsidR="001B7791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cessórios </w:t>
      </w:r>
      <w:r>
        <w:rPr>
          <w:rFonts w:ascii="Verdana Pro Light" w:eastAsia="Arial Unicode MS" w:hAnsi="Verdana Pro Light" w:cs="Arial Unicode MS"/>
          <w:sz w:val="18"/>
          <w:szCs w:val="18"/>
        </w:rPr>
        <w:t>para câmaras DSLR</w:t>
      </w:r>
    </w:p>
    <w:p w14:paraId="6538C110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EF289C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4D536E1C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14B40636" w14:textId="77777777" w:rsidR="001B7791" w:rsidRPr="00A1459C" w:rsidRDefault="001B7791" w:rsidP="001B779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 nas redes sociais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5EF785" w14:textId="77777777" w:rsidR="001B7791" w:rsidRPr="00F87025" w:rsidRDefault="001B7791" w:rsidP="001B77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B4A821C" w14:textId="77777777" w:rsidR="001B7791" w:rsidRDefault="001B7791" w:rsidP="001B779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646E2903" w14:textId="77777777" w:rsidR="001B7791" w:rsidRPr="00A1459C" w:rsidRDefault="001B7791" w:rsidP="001B779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712844CF" w14:textId="77777777" w:rsidR="001B7791" w:rsidRPr="00A1459C" w:rsidRDefault="001B7791" w:rsidP="001B779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>criação de fotografia e vídeo para redes sociais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para desenvolvimento de um projeto prático de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>xecu</w:t>
      </w:r>
      <w:r>
        <w:rPr>
          <w:rFonts w:ascii="Verdana Pro Light" w:eastAsia="Arial Unicode MS" w:hAnsi="Verdana Pro Light" w:cs="Arial Unicode MS"/>
          <w:sz w:val="18"/>
          <w:szCs w:val="18"/>
        </w:rPr>
        <w:t>ção</w:t>
      </w:r>
      <w:r w:rsidRPr="00EF28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de uma campanha fotográfica e videográfica para redes sociais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0E4A88B" w14:textId="77777777" w:rsidR="001B7791" w:rsidRPr="00A1459C" w:rsidRDefault="001B7791" w:rsidP="001B779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F22B356" w14:textId="77777777" w:rsidR="001B7791" w:rsidRPr="00A1459C" w:rsidRDefault="001B7791" w:rsidP="001B779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146D817" w14:textId="77777777" w:rsidR="001B7791" w:rsidRPr="00FB0136" w:rsidRDefault="001B7791" w:rsidP="001B7791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hAnsi="Verdana Pro Light"/>
          <w:smallCaps/>
        </w:rPr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Acessórios para câmaras DSLR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 w:rsidRPr="00FB0136">
        <w:rPr>
          <w:rFonts w:ascii="Verdana Pro Light" w:eastAsia="Arial Unicode MS" w:hAnsi="Verdana Pro Light" w:cs="Arial Unicode MS"/>
          <w:sz w:val="18"/>
          <w:szCs w:val="18"/>
        </w:rPr>
        <w:t>Equipamento de áudio e acessórios</w:t>
      </w:r>
    </w:p>
    <w:p w14:paraId="1F936AB3" w14:textId="77777777" w:rsidR="001B7791" w:rsidRDefault="001B7791" w:rsidP="00AA7A19">
      <w:pPr>
        <w:spacing w:after="240" w:line="276" w:lineRule="auto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7732EDB" w14:textId="77777777" w:rsidR="00D132D5" w:rsidRDefault="00D132D5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5AD2C5AD" w14:textId="77777777" w:rsidR="00D132D5" w:rsidRDefault="00D132D5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D9BAA1C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7E6D01B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36A9E834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46AC237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10C68C58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07FE9B4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4A6F971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CE57E7B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409058D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2F38E174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6059E203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BDE65ED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0080A6C5" w14:textId="77777777" w:rsidR="00AE1EDC" w:rsidRDefault="00AE1EDC" w:rsidP="00EC6FD2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E1EDC" w:rsidRPr="00136AD8" w14:paraId="7FD41909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A8A7561" w14:textId="18B57CBA" w:rsidR="00AE1EDC" w:rsidRPr="000D4397" w:rsidRDefault="00AE1EDC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</w:t>
            </w:r>
            <w:r w:rsidR="00F860B2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C5EAF8" w14:textId="77777777" w:rsidR="00AE1EDC" w:rsidRPr="000D4397" w:rsidRDefault="00AE1EDC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Estabelecer </w:t>
            </w:r>
            <w:r w:rsidRPr="000D4397">
              <w:rPr>
                <w:rFonts w:ascii="Verdana Pro Light" w:eastAsia="Arial Unicode MS" w:hAnsi="Verdana Pro Light" w:cs="Times New Roman"/>
                <w:b/>
                <w:i/>
                <w:iCs/>
                <w:color w:val="C45911" w:themeColor="accent2" w:themeShade="BF"/>
                <w:sz w:val="18"/>
                <w:szCs w:val="18"/>
              </w:rPr>
              <w:t>workflow</w:t>
            </w: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na pós-produção fotográfica</w:t>
            </w:r>
          </w:p>
        </w:tc>
      </w:tr>
    </w:tbl>
    <w:p w14:paraId="06D172AC" w14:textId="77777777" w:rsidR="00AE1EDC" w:rsidRPr="00136AD8" w:rsidRDefault="00AE1EDC" w:rsidP="00AE1ED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C28E277" w14:textId="77777777" w:rsidR="00AE1EDC" w:rsidRDefault="00AE1EDC" w:rsidP="00AE1ED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84A8A0" w14:textId="77777777" w:rsidR="00AE1EDC" w:rsidRPr="003200F2" w:rsidRDefault="00AE1EDC" w:rsidP="00AE1ED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745E135" w14:textId="77777777" w:rsidR="00AE1EDC" w:rsidRPr="00136AD8" w:rsidRDefault="00AE1EDC" w:rsidP="00AE1EDC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E1EDC" w:rsidRPr="00136AD8" w14:paraId="269D9128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DD9B59" w14:textId="77777777" w:rsidR="00AE1EDC" w:rsidRPr="001B353A" w:rsidRDefault="00AE1EDC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E1EDC" w:rsidRPr="00136AD8" w14:paraId="4255BA49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D66D9F" w14:textId="77777777" w:rsidR="00AE1EDC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imagens fotográficas e identificar as necessidades de pós-produção</w:t>
            </w:r>
          </w:p>
          <w:p w14:paraId="0E38282F" w14:textId="77777777" w:rsidR="00AE1EDC" w:rsidRPr="00415842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C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Organizar as imagens capturadas, criando pastas para cada categoria/ projeto</w:t>
            </w:r>
          </w:p>
          <w:p w14:paraId="1B6A4820" w14:textId="77777777" w:rsidR="00AE1EDC" w:rsidRPr="00E763D6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Efetuar a edição técnica avançada de imagens fotográficas</w:t>
            </w:r>
          </w:p>
          <w:p w14:paraId="575DBE2D" w14:textId="77777777" w:rsidR="00AE1EDC" w:rsidRPr="00413243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Exportar e arquivar as imagens fotográficas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E1EDC" w:rsidRPr="00136AD8" w14:paraId="4E7B3F42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D8589C" w14:textId="77777777" w:rsidR="00AE1EDC" w:rsidRPr="001B353A" w:rsidRDefault="00AE1EDC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CC4D90" w14:textId="77777777" w:rsidR="00AE1EDC" w:rsidRPr="001B353A" w:rsidRDefault="00AE1EDC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C84E92" w14:textId="77777777" w:rsidR="00AE1EDC" w:rsidRPr="001B353A" w:rsidRDefault="00AE1EDC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E1EDC" w:rsidRPr="00136AD8" w14:paraId="394C8D68" w14:textId="77777777" w:rsidTr="00017090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6A981" w14:textId="77777777" w:rsidR="00AE1EDC" w:rsidRPr="00BE2F85" w:rsidRDefault="00AE1EDC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br/>
              <w:t>Pós-produção fotográfica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111B498" w14:textId="77777777" w:rsidR="00AE1EDC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Características.</w:t>
            </w:r>
          </w:p>
          <w:p w14:paraId="4F4A194A" w14:textId="77777777" w:rsidR="00AE1EDC" w:rsidRPr="008A533D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  <w:r w:rsidRPr="008A53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8B8FF47" w14:textId="77777777" w:rsidR="00AE1EDC" w:rsidRPr="00BE2F85" w:rsidRDefault="00AE1EDC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A533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Edição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imagens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C262701" w14:textId="77777777" w:rsidR="00AE1EDC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</w:p>
          <w:p w14:paraId="7EB30D87" w14:textId="77777777" w:rsidR="00AE1EDC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Menus das ferramentas digitais</w:t>
            </w:r>
          </w:p>
          <w:p w14:paraId="361AEEC7" w14:textId="77777777" w:rsidR="00AE1EDC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</w:t>
            </w:r>
          </w:p>
          <w:p w14:paraId="42471026" w14:textId="77777777" w:rsidR="00AE1EDC" w:rsidRPr="004363DF" w:rsidRDefault="00AE1EDC" w:rsidP="00AE1EDC">
            <w:pPr>
              <w:pStyle w:val="PargrafodaLista"/>
              <w:numPr>
                <w:ilvl w:val="0"/>
                <w:numId w:val="9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edição manipulação e composição de imagens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B436310" w14:textId="77777777" w:rsidR="00AE1EDC" w:rsidRPr="00BE2F85" w:rsidRDefault="00AE1EDC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Gestão de arquivos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33C2DD0" w14:textId="77777777" w:rsidR="00AE1EDC" w:rsidRDefault="00AE1EDC" w:rsidP="00AE1EDC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Exportação de imagens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fotográficas </w:t>
            </w:r>
            <w:r w:rsidRPr="00BE2F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fins (web, impressão).</w:t>
            </w:r>
          </w:p>
          <w:p w14:paraId="56B64599" w14:textId="77777777" w:rsidR="00AE1EDC" w:rsidRDefault="00AE1EDC" w:rsidP="00AE1EDC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de arquivos RAW e JPEG</w:t>
            </w:r>
          </w:p>
          <w:p w14:paraId="2998F1E6" w14:textId="77777777" w:rsidR="00AE1EDC" w:rsidRDefault="00AE1EDC" w:rsidP="00AE1EDC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D7C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uso de catálogos ou bibliotecas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B84CCEF" w14:textId="77777777" w:rsidR="00AE1EDC" w:rsidRPr="00BE2F85" w:rsidRDefault="00AE1EDC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Fluxo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rabalho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4363D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rofissional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415842">
              <w:rPr>
                <w:rFonts w:ascii="Verdana Pro Light" w:eastAsia="Arial Unicode MS" w:hAnsi="Verdana Pro Light" w:cs="Arial Unicode MS"/>
                <w:b/>
                <w:bCs/>
                <w:i/>
                <w:iCs/>
                <w:sz w:val="18"/>
                <w:szCs w:val="18"/>
                <w:lang w:eastAsia="pt-PT"/>
              </w:rPr>
              <w:t>(</w:t>
            </w:r>
            <w:r w:rsidRPr="00415842">
              <w:rPr>
                <w:rFonts w:ascii="Verdana Pro Light" w:eastAsia="Arial Unicode MS" w:hAnsi="Verdana Pro Light" w:cs="Times New Roman"/>
                <w:b/>
                <w:i/>
                <w:iCs/>
                <w:sz w:val="18"/>
                <w:szCs w:val="18"/>
              </w:rPr>
              <w:t>workflow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)</w:t>
            </w:r>
            <w:r w:rsidRPr="00BE2F8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0B6D87F" w14:textId="77777777" w:rsidR="00AE1EDC" w:rsidRPr="004363DF" w:rsidRDefault="00AE1EDC" w:rsidP="00AE1EDC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avançad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arquivos e fluxo de trabalho eficiente.</w:t>
            </w:r>
          </w:p>
          <w:p w14:paraId="619C5AB9" w14:textId="77777777" w:rsidR="00AE1EDC" w:rsidRDefault="00AE1EDC" w:rsidP="00AE1EDC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Automação de tarefas, criação de </w:t>
            </w:r>
            <w:r w:rsidRPr="004363D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presets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ajustes predefinidos.</w:t>
            </w:r>
          </w:p>
          <w:p w14:paraId="46515C33" w14:textId="77777777" w:rsidR="00AE1EDC" w:rsidRPr="004363DF" w:rsidRDefault="00AE1EDC" w:rsidP="00AE1EDC">
            <w:pPr>
              <w:pStyle w:val="PargrafodaLista"/>
              <w:numPr>
                <w:ilvl w:val="0"/>
                <w:numId w:val="10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avançado de meta dados e organização de grandes volumes de imagens</w:t>
            </w:r>
            <w:r w:rsidRPr="00436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AE712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das pós-produção fotográfica e saber quando e como a aplicar</w:t>
            </w:r>
          </w:p>
          <w:p w14:paraId="668F6F82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ferramentas de edição de imagem </w:t>
            </w:r>
          </w:p>
          <w:p w14:paraId="27B5C37E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 pós-produção fotográfica</w:t>
            </w:r>
          </w:p>
          <w:p w14:paraId="03197685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Exportar imagens para diferentes canais de difusão e gerir arquivos de imagem</w:t>
            </w:r>
          </w:p>
          <w:p w14:paraId="02E47335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ações para criar um fluxo de trabalho</w:t>
            </w:r>
          </w:p>
          <w:p w14:paraId="11247626" w14:textId="77777777" w:rsidR="00AE1EDC" w:rsidRPr="00CF536A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sistemas de automação de tarefas</w:t>
            </w:r>
          </w:p>
          <w:p w14:paraId="3ED55BA1" w14:textId="77777777" w:rsidR="00AE1EDC" w:rsidRPr="00413243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28FAD0" w14:textId="77777777" w:rsidR="00AE1EDC" w:rsidRPr="00E6774B" w:rsidRDefault="00AE1EDC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2ABE3A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FD0878B" w14:textId="77777777" w:rsidR="00AE1EDC" w:rsidRDefault="00AE1EDC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DECBC7C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E07A47B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163DEECF" w14:textId="77777777" w:rsidR="00AE1EDC" w:rsidRDefault="00AE1EDC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60FF32CB" w14:textId="77777777" w:rsidR="00AE1EDC" w:rsidRPr="000173C0" w:rsidRDefault="00AE1EDC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8D9ABB1" w14:textId="77777777" w:rsidR="00AE1EDC" w:rsidRDefault="00AE1EDC" w:rsidP="00AE1ED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19C8821" w14:textId="77777777" w:rsidR="00AE1EDC" w:rsidRPr="00F87025" w:rsidRDefault="00AE1EDC" w:rsidP="00AE1ED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D1F4A3B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036C7">
        <w:rPr>
          <w:rFonts w:ascii="Verdana Pro Light" w:eastAsia="Arial Unicode MS" w:hAnsi="Verdana Pro Light" w:cs="Times New Roman"/>
          <w:b/>
          <w:sz w:val="18"/>
          <w:szCs w:val="18"/>
        </w:rPr>
        <w:t xml:space="preserve">Estabelecer </w:t>
      </w:r>
      <w:r w:rsidRPr="00415842">
        <w:rPr>
          <w:rFonts w:ascii="Verdana Pro Light" w:eastAsia="Arial Unicode MS" w:hAnsi="Verdana Pro Light" w:cs="Times New Roman"/>
          <w:b/>
          <w:i/>
          <w:iCs/>
          <w:sz w:val="18"/>
          <w:szCs w:val="18"/>
        </w:rPr>
        <w:t>workflow</w:t>
      </w:r>
      <w:r w:rsidRPr="00A036C7">
        <w:rPr>
          <w:rFonts w:ascii="Verdana Pro Light" w:eastAsia="Arial Unicode MS" w:hAnsi="Verdana Pro Light" w:cs="Times New Roman"/>
          <w:b/>
          <w:sz w:val="18"/>
          <w:szCs w:val="18"/>
        </w:rPr>
        <w:t xml:space="preserve"> na pós-produção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46F9705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Analisando as imagens tendo em conta as necessidades técnicas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pós-produção</w:t>
      </w:r>
    </w:p>
    <w:p w14:paraId="08016FA4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Organizando o fluxo de trabalho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otimize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tempo e a qualidade do resultado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padronizando processos que garantam a consistência da edição</w:t>
      </w:r>
    </w:p>
    <w:p w14:paraId="3A248B5E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Implement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ando 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sistemas de backup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que garantam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prote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ção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</w:t>
      </w:r>
      <w:r w:rsidRPr="004E4E7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 arquivos originais e as versões editadas</w:t>
      </w:r>
    </w:p>
    <w:p w14:paraId="2703761C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3A45C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Efetuando com rigor a edição técnica da imagem fotográfica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4AD6C54C" w14:textId="77777777" w:rsidR="00AE1EDC" w:rsidRDefault="00AE1EDC" w:rsidP="00AE1EDC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Exportando a imagem fotográfica tendo em conta os meios de difusão e gerindo arquivos usando catálogos ou bibliotecas</w:t>
      </w:r>
    </w:p>
    <w:p w14:paraId="2C5BC622" w14:textId="77777777" w:rsidR="00AE1EDC" w:rsidRPr="004330C8" w:rsidRDefault="00AE1EDC" w:rsidP="00AE1EDC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7CCD1CE" w14:textId="77777777" w:rsidR="00AE1EDC" w:rsidRPr="00F87025" w:rsidRDefault="00AE1EDC" w:rsidP="00AE1ED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799A24D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publicitária ou de produto</w:t>
      </w:r>
    </w:p>
    <w:p w14:paraId="0BF45558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de fotografia de moda; Agências de modelos</w:t>
      </w:r>
    </w:p>
    <w:p w14:paraId="377ABDA0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7AC986DA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 xml:space="preserve">Promotoras de eventos e espetáculos; </w:t>
      </w:r>
      <w:r>
        <w:rPr>
          <w:rFonts w:ascii="Verdana Pro Light" w:eastAsia="Arial Unicode MS" w:hAnsi="Verdana Pro Light" w:cs="Arial Unicode MS"/>
          <w:sz w:val="18"/>
          <w:szCs w:val="18"/>
        </w:rPr>
        <w:t>e</w:t>
      </w:r>
      <w:r w:rsidRPr="000707EF">
        <w:rPr>
          <w:rFonts w:ascii="Verdana Pro Light" w:eastAsia="Arial Unicode MS" w:hAnsi="Verdana Pro Light" w:cs="Arial Unicode MS"/>
          <w:sz w:val="18"/>
          <w:szCs w:val="18"/>
        </w:rPr>
        <w:t>stações de televisão e produtoras audiovisuais</w:t>
      </w:r>
    </w:p>
    <w:p w14:paraId="20475055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Gabinetes de comunicação, relações-públicas de empresas de várias tipologias</w:t>
      </w:r>
    </w:p>
    <w:p w14:paraId="6AE19F86" w14:textId="77777777" w:rsidR="00AE1EDC" w:rsidRDefault="00AE1EDC" w:rsidP="00AE1ED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Laboratórios de impressão analógica e digital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CB1BEEE" w14:textId="77777777" w:rsidR="00AE1EDC" w:rsidRPr="00984B30" w:rsidRDefault="00AE1EDC" w:rsidP="00AE1EDC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79F695FC" w14:textId="77777777" w:rsidR="00AE1EDC" w:rsidRPr="00F87025" w:rsidRDefault="00AE1EDC" w:rsidP="00AE1ED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E4E98C" w14:textId="77777777" w:rsidR="00AE1EDC" w:rsidRDefault="00AE1EDC" w:rsidP="00AE1ED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FE06337" w14:textId="77777777" w:rsidR="00AE1EDC" w:rsidRPr="00C34354" w:rsidRDefault="00AE1EDC" w:rsidP="00AE1ED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E4B407F" w14:textId="77777777" w:rsidR="00AE1EDC" w:rsidRDefault="00AE1EDC" w:rsidP="00AE1ED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07F62A5F" w14:textId="77777777" w:rsidR="00AE1EDC" w:rsidRDefault="00AE1EDC" w:rsidP="00AE1ED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fotografias com e sem manipulação</w:t>
      </w:r>
    </w:p>
    <w:p w14:paraId="09C43703" w14:textId="77777777" w:rsidR="00AE1EDC" w:rsidRPr="003A45CE" w:rsidRDefault="00AE1EDC" w:rsidP="00AE1EDC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7F1FEB" w14:textId="77777777" w:rsidR="00AE1EDC" w:rsidRPr="00F87025" w:rsidRDefault="00AE1EDC" w:rsidP="00AE1ED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2F84C31" w14:textId="77777777" w:rsidR="00AE1EDC" w:rsidRDefault="00AE1EDC" w:rsidP="00AE1EDC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3A8FDB21" w14:textId="77777777" w:rsidR="00AE1EDC" w:rsidRPr="00C34354" w:rsidRDefault="00AE1EDC" w:rsidP="00AE1ED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BD6470C" w14:textId="77777777" w:rsidR="00AE1EDC" w:rsidRPr="00C34354" w:rsidRDefault="00AE1EDC" w:rsidP="00AE1EDC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à pós-produção fotográfica e ativo para desenvolvimento de projetos práticos de pós-produção fotográfica.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6706AD5" w14:textId="77777777" w:rsidR="00AE1EDC" w:rsidRDefault="00AE1EDC" w:rsidP="00AE1ED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 ou mista quando estritamente necessário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3AFA6F" w14:textId="77777777" w:rsidR="00F860B2" w:rsidRDefault="00F860B2" w:rsidP="00AE1ED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</w:p>
    <w:p w14:paraId="41BF2E31" w14:textId="77777777" w:rsidR="00AE1EDC" w:rsidRPr="00335AB2" w:rsidRDefault="00AE1EDC" w:rsidP="00AE1EDC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</w:p>
    <w:p w14:paraId="69551794" w14:textId="77777777" w:rsidR="00EC6FD2" w:rsidRDefault="00EC6FD2" w:rsidP="00FF4F58">
      <w:pPr>
        <w:rPr>
          <w:rFonts w:ascii="Verdana Pro Light" w:hAnsi="Verdana Pro Light"/>
          <w:smallCaps/>
        </w:rPr>
      </w:pPr>
    </w:p>
    <w:p w14:paraId="37F70103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4F81CD74" w14:textId="77777777" w:rsidR="00C87AC6" w:rsidRDefault="00C87AC6" w:rsidP="00C87AC6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87AC6" w:rsidRPr="00136AD8" w14:paraId="0EA9BF6C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B3B607" w14:textId="12481F01" w:rsidR="00C87AC6" w:rsidRPr="000D4397" w:rsidRDefault="00C87AC6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3" w:name="_Hlk159688690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</w:t>
            </w:r>
            <w:r w:rsidR="0074178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5B110C" w14:textId="77777777" w:rsidR="00C87AC6" w:rsidRPr="000D4397" w:rsidRDefault="00C87AC6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Criar um projeto contemplando diversas linguagens artísticas</w:t>
            </w:r>
          </w:p>
        </w:tc>
      </w:tr>
    </w:tbl>
    <w:p w14:paraId="21213F58" w14:textId="77777777" w:rsidR="00C87AC6" w:rsidRPr="00136AD8" w:rsidRDefault="00C87AC6" w:rsidP="00C87AC6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87D3C9" w14:textId="77777777" w:rsidR="00C87AC6" w:rsidRDefault="00C87AC6" w:rsidP="00C87AC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CD47E11" w14:textId="77777777" w:rsidR="00C87AC6" w:rsidRPr="003200F2" w:rsidRDefault="00C87AC6" w:rsidP="00C87AC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EF526EB" w14:textId="77777777" w:rsidR="00C87AC6" w:rsidRPr="00136AD8" w:rsidRDefault="00C87AC6" w:rsidP="00C87AC6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87AC6" w:rsidRPr="00136AD8" w14:paraId="061AEF74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E2EFEA" w14:textId="77777777" w:rsidR="00C87AC6" w:rsidRPr="001B353A" w:rsidRDefault="00C87AC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87AC6" w:rsidRPr="00136AD8" w14:paraId="091BCE48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60E9F7" w14:textId="77777777" w:rsidR="00C87AC6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Pesquisar e analisar as tendências em várias áreas artísticas </w:t>
            </w:r>
          </w:p>
          <w:p w14:paraId="6AFC84BD" w14:textId="77777777" w:rsidR="00C87AC6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artístico do projeto e selecionar as áreas artísticas a explorar</w:t>
            </w:r>
          </w:p>
          <w:p w14:paraId="747D48F5" w14:textId="77777777" w:rsidR="00C87AC6" w:rsidRPr="00E763D6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Cruzar várias áreas artísticas e conceber um projeto experimental</w:t>
            </w:r>
          </w:p>
          <w:p w14:paraId="0564DA6A" w14:textId="77777777" w:rsidR="00C87AC6" w:rsidRPr="00413243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uma análise crítica do projeto experimental executado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C87AC6" w:rsidRPr="00136AD8" w14:paraId="07BFA26E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C5555C" w14:textId="77777777" w:rsidR="00C87AC6" w:rsidRPr="001B353A" w:rsidRDefault="00C87AC6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685C8C" w14:textId="77777777" w:rsidR="00C87AC6" w:rsidRPr="001B353A" w:rsidRDefault="00C87AC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B3548D" w14:textId="77777777" w:rsidR="00C87AC6" w:rsidRPr="001B353A" w:rsidRDefault="00C87AC6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87AC6" w:rsidRPr="00136AD8" w14:paraId="3C1F98E5" w14:textId="77777777" w:rsidTr="00017090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71D84" w14:textId="77777777" w:rsidR="00C87AC6" w:rsidRPr="00E73DDE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Á</w:t>
            </w:r>
            <w:r w:rsidRPr="00E73DD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reas artísticas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AC43CB3" w14:textId="77777777" w:rsidR="00C87AC6" w:rsidRPr="00E73DDE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objeto artístico</w:t>
            </w:r>
          </w:p>
          <w:p w14:paraId="15598083" w14:textId="77777777" w:rsidR="00C87AC6" w:rsidRPr="00E73DDE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Vídeo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videoarte e expressividade da imagem em movimento</w:t>
            </w:r>
          </w:p>
          <w:p w14:paraId="25A3E122" w14:textId="77777777" w:rsidR="00C87AC6" w:rsidRPr="00E73DDE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paisagens sonoras</w:t>
            </w:r>
          </w:p>
          <w:p w14:paraId="1B008A07" w14:textId="77777777" w:rsidR="00C87AC6" w:rsidRPr="00E73DDE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Performance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dança – o corpo como forma de expressão artística</w:t>
            </w:r>
          </w:p>
          <w:p w14:paraId="7EBBFC9D" w14:textId="77777777" w:rsidR="00C87AC6" w:rsidRPr="00E73DDE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Instalação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sistemas multimédia de expressão artística</w:t>
            </w:r>
          </w:p>
          <w:p w14:paraId="0CD71D95" w14:textId="77777777" w:rsidR="00C87AC6" w:rsidRPr="006169A4" w:rsidRDefault="00C87AC6" w:rsidP="00C87AC6">
            <w:pPr>
              <w:pStyle w:val="PargrafodaLista"/>
              <w:numPr>
                <w:ilvl w:val="0"/>
                <w:numId w:val="33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Pintura/ escultura/desenho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linguagens visuais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3968B10" w14:textId="77777777" w:rsidR="00C87AC6" w:rsidRPr="0043453C" w:rsidRDefault="00C87AC6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Cruzamento e interseção entre áreas artísticas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161A58D" w14:textId="77777777" w:rsidR="00C87AC6" w:rsidRDefault="00C87AC6" w:rsidP="00C87AC6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Relação entre as várias linguagens de expressão artística</w:t>
            </w:r>
          </w:p>
          <w:p w14:paraId="0A18E9AB" w14:textId="77777777" w:rsidR="00C87AC6" w:rsidRPr="006169A4" w:rsidRDefault="00C87AC6" w:rsidP="00C87AC6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Complementaridade entre as várias linguagens de expressão artística</w:t>
            </w:r>
          </w:p>
          <w:p w14:paraId="78C8F79F" w14:textId="77777777" w:rsidR="00C87AC6" w:rsidRPr="00C33081" w:rsidRDefault="00C87AC6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C33081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omunicação e processos criativos:</w:t>
            </w:r>
          </w:p>
          <w:p w14:paraId="50D078EF" w14:textId="77777777" w:rsidR="00C87AC6" w:rsidRPr="00C33081" w:rsidRDefault="00C87AC6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30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 de processo criativo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BC517F" w14:textId="77777777" w:rsidR="00C87AC6" w:rsidRDefault="00C87AC6" w:rsidP="00017090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8F6BD3" w14:textId="77777777" w:rsidR="00C87AC6" w:rsidRDefault="00C87AC6" w:rsidP="00C87AC6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3D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Posicionar a fotografia em contexto artístico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8284CB3" w14:textId="77777777" w:rsidR="00C87AC6" w:rsidRPr="006169A4" w:rsidRDefault="00C87AC6" w:rsidP="00C87AC6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várias áreas artísticas</w:t>
            </w: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D136111" w14:textId="77777777" w:rsidR="00C87AC6" w:rsidRPr="006169A4" w:rsidRDefault="00C87AC6" w:rsidP="00C87AC6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referências de várias áreas artísticas</w:t>
            </w: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7FB48D" w14:textId="77777777" w:rsidR="00C87AC6" w:rsidRPr="00E15212" w:rsidRDefault="00C87AC6" w:rsidP="00C87AC6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278" w:hanging="142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  <w:r w:rsidRPr="006169A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 várias áreas artísticas como complemento da fotografia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E43F1" w14:textId="77777777" w:rsidR="00C87AC6" w:rsidRPr="00A1459C" w:rsidRDefault="00C87AC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8C1294D" w14:textId="77777777" w:rsidR="00C87AC6" w:rsidRPr="00A1459C" w:rsidRDefault="00C87AC6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155A4405" w14:textId="77777777" w:rsidR="00C87AC6" w:rsidRPr="00A1459C" w:rsidRDefault="00C87AC6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42F02D83" w14:textId="77777777" w:rsidR="00C87AC6" w:rsidRDefault="00C87AC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30ECF30" w14:textId="77777777" w:rsidR="00C87AC6" w:rsidRDefault="00C87AC6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3A2F1AB0" w14:textId="77777777" w:rsidR="00C87AC6" w:rsidRPr="00E15212" w:rsidRDefault="00C87AC6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2339638F" w14:textId="77777777" w:rsidR="00C87AC6" w:rsidRDefault="00C87AC6" w:rsidP="00C87AC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AD1AAC" w14:textId="77777777" w:rsidR="00C87AC6" w:rsidRPr="00F87025" w:rsidRDefault="00C87AC6" w:rsidP="00C87AC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AE51B63" w14:textId="77777777" w:rsidR="00C87AC6" w:rsidRDefault="00C87AC6" w:rsidP="00C87A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B91D27">
        <w:rPr>
          <w:rFonts w:ascii="Verdana Pro Light" w:eastAsia="Arial Unicode MS" w:hAnsi="Verdana Pro Light" w:cs="Times New Roman"/>
          <w:b/>
          <w:sz w:val="18"/>
          <w:szCs w:val="18"/>
        </w:rPr>
        <w:t>Criar um projeto contemplando diversas linguagens artísticas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2589C2C" w14:textId="77777777" w:rsidR="00C87AC6" w:rsidRDefault="00C87AC6" w:rsidP="00C87A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>Defin</w:t>
      </w:r>
      <w:r>
        <w:rPr>
          <w:rFonts w:ascii="Verdana Pro Light" w:eastAsia="Arial Unicode MS" w:hAnsi="Verdana Pro Light" w:cs="Arial Unicode MS"/>
          <w:sz w:val="18"/>
          <w:szCs w:val="18"/>
        </w:rPr>
        <w:t>indo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 o conceito </w:t>
      </w:r>
      <w:r>
        <w:rPr>
          <w:rFonts w:ascii="Verdana Pro Light" w:eastAsia="Arial Unicode MS" w:hAnsi="Verdana Pro Light" w:cs="Arial Unicode MS"/>
          <w:sz w:val="18"/>
          <w:szCs w:val="18"/>
        </w:rPr>
        <w:t>artístico do projeto e selecionando as áreas artísticas para o elaborar tendo em conta a sua relação com a fotografia</w:t>
      </w:r>
    </w:p>
    <w:p w14:paraId="4C6C43E3" w14:textId="77777777" w:rsidR="00C87AC6" w:rsidRDefault="00C87AC6" w:rsidP="00C87A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Demonstrando conhecimento sobre as tendências artísticas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707537B3" w14:textId="77777777" w:rsidR="00C87AC6" w:rsidRDefault="00C87AC6" w:rsidP="00C87AC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Executando o projeto tendo em conta as várias formas de expressão artística e a sua complementaridade</w:t>
      </w:r>
    </w:p>
    <w:p w14:paraId="5BE6BEDE" w14:textId="77777777" w:rsidR="00C87AC6" w:rsidRPr="0046460E" w:rsidRDefault="00C87AC6" w:rsidP="00C87AC6">
      <w:pPr>
        <w:spacing w:before="120" w:after="0" w:line="276" w:lineRule="auto"/>
        <w:ind w:left="709" w:hanging="567"/>
        <w:rPr>
          <w:rFonts w:ascii="Roboto" w:eastAsia="Times New Roman" w:hAnsi="Roboto" w:cs="Times New Roman"/>
          <w:color w:val="435068"/>
          <w:sz w:val="21"/>
          <w:szCs w:val="21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Elaborando uma análise crítica do projeto c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>onsidera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7C5049">
        <w:rPr>
          <w:rFonts w:ascii="Verdana Pro Light" w:eastAsia="Arial Unicode MS" w:hAnsi="Verdana Pro Light" w:cs="Arial Unicode MS"/>
          <w:sz w:val="18"/>
          <w:szCs w:val="18"/>
        </w:rPr>
        <w:t xml:space="preserve"> a relevância do projeto dentro do contexto artístico mais amplo</w:t>
      </w:r>
    </w:p>
    <w:p w14:paraId="3E3539C4" w14:textId="77777777" w:rsidR="00C87AC6" w:rsidRPr="004330C8" w:rsidRDefault="00C87AC6" w:rsidP="00C87AC6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AF5FC5B" w14:textId="77777777" w:rsidR="00C87AC6" w:rsidRPr="00A1459C" w:rsidRDefault="00C87AC6" w:rsidP="00C87AC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9DEF4F7" w14:textId="77777777" w:rsidR="00C87AC6" w:rsidRDefault="00C87AC6" w:rsidP="00C87AC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296893A1" w14:textId="77777777" w:rsidR="00C87AC6" w:rsidRPr="00CD4CF0" w:rsidRDefault="00C87AC6" w:rsidP="00C87AC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Profissional por conta própria/ Freelancer</w:t>
      </w:r>
    </w:p>
    <w:p w14:paraId="2BF4508B" w14:textId="77777777" w:rsidR="00C87AC6" w:rsidRPr="00984B30" w:rsidRDefault="00C87AC6" w:rsidP="00C87AC6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56C2C228" w14:textId="77777777" w:rsidR="00C87AC6" w:rsidRPr="00F87025" w:rsidRDefault="00C87AC6" w:rsidP="00C87AC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89F5452" w14:textId="77777777" w:rsidR="00C87AC6" w:rsidRPr="00A1459C" w:rsidRDefault="00C87AC6" w:rsidP="00C87AC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37294D2" w14:textId="77777777" w:rsidR="00C87AC6" w:rsidRPr="00A1459C" w:rsidRDefault="00C87AC6" w:rsidP="00C87AC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3DC41D9F" w14:textId="77777777" w:rsidR="00C87AC6" w:rsidRPr="00A1459C" w:rsidRDefault="00C87AC6" w:rsidP="00C87AC6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sz w:val="18"/>
          <w:szCs w:val="18"/>
        </w:rPr>
        <w:t>projetos experimentais na sua relação com a fotografia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7B134BB" w14:textId="77777777" w:rsidR="00C87AC6" w:rsidRPr="00F87025" w:rsidRDefault="00C87AC6" w:rsidP="00C87AC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440A6D9" w14:textId="77777777" w:rsidR="00C87AC6" w:rsidRDefault="00C87AC6" w:rsidP="00C87AC6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F4DC685" w14:textId="77777777" w:rsidR="00C87AC6" w:rsidRPr="00A1459C" w:rsidRDefault="00C87AC6" w:rsidP="00C87AC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75C5C789" w14:textId="77777777" w:rsidR="00C87AC6" w:rsidRPr="00A1459C" w:rsidRDefault="00C87AC6" w:rsidP="00C87AC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 </w:t>
      </w:r>
      <w:r w:rsidRPr="00F55016">
        <w:rPr>
          <w:rFonts w:ascii="Verdana Pro Light" w:eastAsia="Arial Unicode MS" w:hAnsi="Verdana Pro Light" w:cs="Arial Unicode MS"/>
          <w:sz w:val="18"/>
          <w:szCs w:val="18"/>
        </w:rPr>
        <w:t xml:space="preserve">projetos artísticos na sua relação com a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de análise de casos de estudo sobre o tema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</w:t>
      </w:r>
      <w:r>
        <w:rPr>
          <w:rFonts w:ascii="Verdana Pro Light" w:eastAsia="Arial Unicode MS" w:hAnsi="Verdana Pro Light" w:cs="Arial Unicode MS"/>
          <w:sz w:val="18"/>
          <w:szCs w:val="18"/>
        </w:rPr>
        <w:t>para 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25615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produção 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t xml:space="preserve">um </w:t>
      </w:r>
      <w:r w:rsidRPr="00F55016">
        <w:rPr>
          <w:rFonts w:ascii="Verdana Pro Light" w:eastAsia="Arial Unicode MS" w:hAnsi="Verdana Pro Light" w:cs="Times New Roman"/>
          <w:bCs/>
          <w:sz w:val="18"/>
          <w:szCs w:val="18"/>
        </w:rPr>
        <w:t>projeto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t xml:space="preserve"> experimental.</w:t>
      </w:r>
      <w:r>
        <w:rPr>
          <w:rFonts w:ascii="Verdana Pro Light" w:eastAsia="Arial Unicode MS" w:hAnsi="Verdana Pro Light" w:cs="Times New Roman"/>
          <w:bCs/>
          <w:sz w:val="18"/>
          <w:szCs w:val="18"/>
        </w:rPr>
        <w:br/>
      </w:r>
    </w:p>
    <w:p w14:paraId="3F84D033" w14:textId="77777777" w:rsidR="00C87AC6" w:rsidRPr="00B25615" w:rsidRDefault="00C87AC6" w:rsidP="00C87AC6">
      <w:pPr>
        <w:pStyle w:val="PargrafodaLista"/>
        <w:numPr>
          <w:ilvl w:val="0"/>
          <w:numId w:val="7"/>
        </w:numPr>
        <w:spacing w:before="120"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</w:t>
      </w:r>
      <w:r>
        <w:rPr>
          <w:rFonts w:ascii="Verdana Pro Light" w:eastAsia="Arial Unicode MS" w:hAnsi="Verdana Pro Light" w:cs="Arial Unicode MS"/>
          <w:sz w:val="18"/>
          <w:szCs w:val="18"/>
        </w:rPr>
        <w:t>l</w:t>
      </w:r>
    </w:p>
    <w:p w14:paraId="65341110" w14:textId="77777777" w:rsidR="00C87AC6" w:rsidRPr="00B25615" w:rsidRDefault="00C87AC6" w:rsidP="00C87AC6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bookmarkEnd w:id="13"/>
    <w:p w14:paraId="197F792B" w14:textId="77777777" w:rsidR="00C87AC6" w:rsidRDefault="00C87AC6" w:rsidP="00C87AC6">
      <w:pPr>
        <w:rPr>
          <w:rFonts w:ascii="Verdana Pro Light" w:hAnsi="Verdana Pro Light"/>
          <w:smallCaps/>
        </w:rPr>
      </w:pPr>
    </w:p>
    <w:p w14:paraId="4A581EBE" w14:textId="77777777" w:rsidR="00C87AC6" w:rsidRDefault="00C87AC6" w:rsidP="00C87AC6">
      <w:pPr>
        <w:rPr>
          <w:rFonts w:ascii="Verdana Pro Light" w:hAnsi="Verdana Pro Light"/>
          <w:smallCaps/>
        </w:rPr>
      </w:pPr>
    </w:p>
    <w:p w14:paraId="31A03ABD" w14:textId="77777777" w:rsidR="00C87AC6" w:rsidRDefault="00C87AC6" w:rsidP="00C87AC6">
      <w:pPr>
        <w:rPr>
          <w:rFonts w:ascii="Verdana Pro Light" w:hAnsi="Verdana Pro Light"/>
          <w:smallCaps/>
        </w:rPr>
      </w:pPr>
    </w:p>
    <w:p w14:paraId="6AFA24B9" w14:textId="77777777" w:rsidR="00C87AC6" w:rsidRDefault="00C87AC6" w:rsidP="00C87AC6">
      <w:pPr>
        <w:rPr>
          <w:rFonts w:ascii="Verdana Pro Light" w:hAnsi="Verdana Pro Light"/>
          <w:smallCaps/>
        </w:rPr>
      </w:pPr>
    </w:p>
    <w:p w14:paraId="195FB2AA" w14:textId="77777777" w:rsidR="00C87AC6" w:rsidRDefault="00C87AC6" w:rsidP="00C87AC6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</w:p>
    <w:p w14:paraId="724DAB67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11BA43A0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5724BF3C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0BF4BACD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559D03CF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2D8B6FEF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38E75DD2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6FF1E907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1BEE2242" w14:textId="77777777" w:rsidR="00C87AC6" w:rsidRDefault="00C87AC6" w:rsidP="00FF4F58">
      <w:pPr>
        <w:rPr>
          <w:rFonts w:ascii="Verdana Pro Light" w:hAnsi="Verdana Pro Light"/>
          <w:smallCaps/>
        </w:rPr>
      </w:pPr>
    </w:p>
    <w:p w14:paraId="52150EA1" w14:textId="77777777" w:rsidR="00EB6978" w:rsidRDefault="00EB6978" w:rsidP="00EB6978">
      <w:pPr>
        <w:rPr>
          <w:rFonts w:ascii="Verdana Pro Light" w:hAnsi="Verdana Pro Light"/>
          <w:smallCaps/>
        </w:rPr>
      </w:pPr>
    </w:p>
    <w:p w14:paraId="21481C18" w14:textId="77777777" w:rsidR="00325B78" w:rsidRDefault="00325B78" w:rsidP="00325B7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25B78" w:rsidRPr="00136AD8" w14:paraId="4007EFAC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6A8A53" w14:textId="75A7B8A6" w:rsidR="00325B78" w:rsidRPr="000D4397" w:rsidRDefault="00325B78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14" w:name="_Hlk159688777"/>
            <w:r w:rsidRPr="000D4397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195FD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49888B" w14:textId="77777777" w:rsidR="00325B78" w:rsidRPr="000D4397" w:rsidRDefault="00325B78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4397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Produzir um projeto expositivo de fotografia de autor</w:t>
            </w:r>
          </w:p>
        </w:tc>
      </w:tr>
    </w:tbl>
    <w:p w14:paraId="0B8275A6" w14:textId="77777777" w:rsidR="00325B78" w:rsidRPr="00136AD8" w:rsidRDefault="00325B78" w:rsidP="00325B7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6E824D1" w14:textId="77777777" w:rsidR="00325B78" w:rsidRDefault="00325B78" w:rsidP="00325B7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2D932A7" w14:textId="77777777" w:rsidR="00325B78" w:rsidRPr="003200F2" w:rsidRDefault="00325B78" w:rsidP="00325B7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1790A82" w14:textId="77777777" w:rsidR="00325B78" w:rsidRPr="00136AD8" w:rsidRDefault="00325B78" w:rsidP="00325B7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25B78" w:rsidRPr="00136AD8" w14:paraId="0B9DC6F3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94EEE6" w14:textId="77777777" w:rsidR="00325B78" w:rsidRPr="001B353A" w:rsidRDefault="00325B78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25B78" w:rsidRPr="00136AD8" w14:paraId="1B8BA63B" w14:textId="77777777" w:rsidTr="00017090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E60024" w14:textId="77777777" w:rsidR="00325B78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Defin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ir</w:t>
            </w:r>
            <w:r w:rsidRPr="0022506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conceito central do projeto expositivo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pesquisar sobre a temática</w:t>
            </w:r>
          </w:p>
          <w:p w14:paraId="18A030D5" w14:textId="77777777" w:rsidR="00325B78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selecionar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fotografias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para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projeto experimental/autoral</w:t>
            </w:r>
          </w:p>
          <w:p w14:paraId="547E275B" w14:textId="77777777" w:rsidR="00325B78" w:rsidRPr="00E763D6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Definir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tamanho e o formato das impressões fotográficas para a exposição</w:t>
            </w:r>
          </w:p>
          <w:p w14:paraId="06B8AEF2" w14:textId="77777777" w:rsidR="00325B78" w:rsidRPr="00E763D6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layout da exposição,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dispor as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fotografias no espaço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expositivo</w:t>
            </w:r>
          </w:p>
          <w:p w14:paraId="761C2811" w14:textId="77777777" w:rsidR="00325B78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material de apoio para a exposiçã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</w:p>
          <w:p w14:paraId="313A102F" w14:textId="77777777" w:rsidR="00325B78" w:rsidRPr="00413243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25B78" w:rsidRPr="00136AD8" w14:paraId="4248436A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74E007" w14:textId="77777777" w:rsidR="00325B78" w:rsidRPr="001B353A" w:rsidRDefault="00325B78" w:rsidP="00017090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C34808" w14:textId="77777777" w:rsidR="00325B78" w:rsidRPr="001B353A" w:rsidRDefault="00325B78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3AF2C6E" w14:textId="77777777" w:rsidR="00325B78" w:rsidRPr="001B353A" w:rsidRDefault="00325B78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25B78" w:rsidRPr="00136AD8" w14:paraId="7C1C058E" w14:textId="77777777" w:rsidTr="00017090">
        <w:trPr>
          <w:trHeight w:val="98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F0FF9" w14:textId="77777777" w:rsidR="00325B78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3210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Fotografia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 autor:</w:t>
            </w:r>
          </w:p>
          <w:p w14:paraId="1924B4D4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olhar documental e a prática artística</w:t>
            </w:r>
          </w:p>
          <w:p w14:paraId="3039D5AD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rtistas plásticos na área da fotografia</w:t>
            </w:r>
          </w:p>
          <w:p w14:paraId="35C70B37" w14:textId="77777777" w:rsidR="00325B78" w:rsidRPr="0043453C" w:rsidRDefault="00325B78" w:rsidP="00017090">
            <w:pPr>
              <w:pStyle w:val="PargrafodaLista"/>
              <w:numPr>
                <w:ilvl w:val="0"/>
                <w:numId w:val="4"/>
              </w:numPr>
              <w:ind w:left="318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imagem como construção</w:t>
            </w:r>
          </w:p>
          <w:p w14:paraId="30060DC1" w14:textId="77777777" w:rsidR="00325B78" w:rsidRPr="0043453C" w:rsidRDefault="00325B78" w:rsidP="00017090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Prática fotográfica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 um</w:t>
            </w:r>
            <w:r w:rsidRPr="0043453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projeto criativo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34A779B" w14:textId="77777777" w:rsidR="00325B78" w:rsidRPr="0043453C" w:rsidRDefault="00325B78" w:rsidP="00325B78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processos criativos</w:t>
            </w:r>
          </w:p>
          <w:p w14:paraId="0ADB74FD" w14:textId="77777777" w:rsidR="00325B78" w:rsidRDefault="00325B78" w:rsidP="00325B78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fotográfico artístico</w:t>
            </w:r>
          </w:p>
          <w:p w14:paraId="2023D52B" w14:textId="77777777" w:rsidR="00325B78" w:rsidRPr="0043453C" w:rsidRDefault="00325B78" w:rsidP="00325B78">
            <w:pPr>
              <w:pStyle w:val="PargrafodaLista"/>
              <w:numPr>
                <w:ilvl w:val="0"/>
                <w:numId w:val="26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45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Seleção e edição de imagens </w:t>
            </w:r>
          </w:p>
          <w:p w14:paraId="19B5A27F" w14:textId="77777777" w:rsidR="00325B78" w:rsidRPr="001E0067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de uma exposição fotográfica:</w:t>
            </w:r>
          </w:p>
          <w:p w14:paraId="6827ADBD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Etapas</w:t>
            </w:r>
          </w:p>
          <w:p w14:paraId="55411010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Locais</w:t>
            </w:r>
          </w:p>
          <w:p w14:paraId="3C121EF0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Intervenientes</w:t>
            </w:r>
          </w:p>
          <w:p w14:paraId="1E39B0F6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</w:p>
          <w:p w14:paraId="264683B1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Layout de espaço</w:t>
            </w:r>
          </w:p>
          <w:p w14:paraId="7A36EB39" w14:textId="77777777" w:rsidR="00325B78" w:rsidRDefault="00325B78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Promoção e divulgação de uma exposição fotográfica:</w:t>
            </w:r>
          </w:p>
          <w:p w14:paraId="27EAE651" w14:textId="77777777" w:rsidR="00325B78" w:rsidRPr="001B234B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marketing</w:t>
            </w:r>
          </w:p>
          <w:p w14:paraId="79926799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promocionais</w:t>
            </w:r>
          </w:p>
          <w:p w14:paraId="009D3EF0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de comunicação</w:t>
            </w:r>
          </w:p>
          <w:p w14:paraId="2B843576" w14:textId="77777777" w:rsidR="00325B78" w:rsidRPr="00CC3CD6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</w:pPr>
            <w:r w:rsidRPr="00CC3CD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Networking</w:t>
            </w:r>
          </w:p>
          <w:p w14:paraId="0A03B328" w14:textId="77777777" w:rsidR="00325B78" w:rsidRDefault="00325B78" w:rsidP="000170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Aspetos legais e ética profissional:</w:t>
            </w:r>
          </w:p>
          <w:p w14:paraId="4AFCC8DB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Direitos autorais</w:t>
            </w:r>
          </w:p>
          <w:p w14:paraId="5EB2480B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Licenciamento de imagens</w:t>
            </w:r>
          </w:p>
          <w:p w14:paraId="7882C547" w14:textId="77777777" w:rsidR="00325B78" w:rsidRPr="00111FD1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Questões sobre privacidade</w:t>
            </w:r>
          </w:p>
          <w:p w14:paraId="4BD73B97" w14:textId="77777777" w:rsidR="00325B78" w:rsidRPr="0043453C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Postura profissional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5E101" w14:textId="77777777" w:rsidR="00325B78" w:rsidRDefault="00325B78" w:rsidP="00017090">
            <w:pPr>
              <w:pStyle w:val="PargrafodaLista"/>
              <w:spacing w:before="120" w:after="0" w:line="276" w:lineRule="auto"/>
              <w:ind w:left="27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65B257" w14:textId="77777777" w:rsidR="00325B78" w:rsidRDefault="00325B78" w:rsidP="00325B78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os fundamentos da 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5777851" w14:textId="77777777" w:rsidR="00325B78" w:rsidRDefault="00325B78" w:rsidP="00325B78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ntend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história da fotografia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 w:rsidRPr="000728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principais fotógrafos e movimentos artísticos que influenciaram a prática fotográfica ao longo do tempo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34F848E" w14:textId="77777777" w:rsidR="00325B78" w:rsidRDefault="00325B78" w:rsidP="00325B78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os princípios da narrativa visual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9D2037" w14:textId="77777777" w:rsidR="00325B78" w:rsidRPr="009126C9" w:rsidRDefault="00325B78" w:rsidP="00325B78">
            <w:pPr>
              <w:pStyle w:val="PargrafodaLista"/>
              <w:numPr>
                <w:ilvl w:val="0"/>
                <w:numId w:val="27"/>
              </w:numPr>
              <w:spacing w:before="120" w:after="0" w:line="276" w:lineRule="auto"/>
              <w:ind w:left="302" w:hanging="16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Concetualizar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desenvolver projetos fotográficos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autor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2E9B5B9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pós-produção de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AED4896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as etapas da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ção de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exposições de fotografia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C0655D2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as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marketing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para promoção de exposições fotográficas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A171D06" w14:textId="77777777" w:rsidR="00325B78" w:rsidRPr="00C505D1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90" w:hanging="15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Entender os aspetos legais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 ética profissional 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relacionados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</w:t>
            </w:r>
            <w:r w:rsidRPr="009126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fotografia</w:t>
            </w:r>
          </w:p>
          <w:p w14:paraId="23C150D0" w14:textId="77777777" w:rsidR="00325B78" w:rsidRPr="00A1459C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46090A" w14:textId="77777777" w:rsidR="00325B78" w:rsidRPr="00E15212" w:rsidRDefault="00325B78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5976D" w14:textId="77777777" w:rsidR="00325B78" w:rsidRPr="00A1459C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</w:t>
            </w:r>
          </w:p>
          <w:p w14:paraId="4C1F25C9" w14:textId="77777777" w:rsidR="00325B78" w:rsidRPr="00A1459C" w:rsidRDefault="00325B78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nas suas funções</w:t>
            </w:r>
          </w:p>
          <w:p w14:paraId="61F96D27" w14:textId="77777777" w:rsidR="00325B78" w:rsidRPr="00A1459C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8DD68E7" w14:textId="77777777" w:rsidR="00325B78" w:rsidRPr="00A1459C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210E49CD" w14:textId="77777777" w:rsidR="00325B78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45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C31F5D2" w14:textId="77777777" w:rsidR="00325B78" w:rsidRPr="00A1459C" w:rsidRDefault="00325B78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equipa</w:t>
            </w:r>
          </w:p>
          <w:p w14:paraId="63B0438B" w14:textId="77777777" w:rsidR="00325B78" w:rsidRPr="00E15212" w:rsidRDefault="00325B78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</w:pPr>
          </w:p>
        </w:tc>
      </w:tr>
    </w:tbl>
    <w:p w14:paraId="5A0E2586" w14:textId="77777777" w:rsidR="00325B78" w:rsidRDefault="00325B78" w:rsidP="00325B7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BC27924" w14:textId="77777777" w:rsidR="00325B78" w:rsidRPr="00F87025" w:rsidRDefault="00325B78" w:rsidP="00325B7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EAE56C3" w14:textId="77777777" w:rsidR="00325B78" w:rsidRDefault="00325B78" w:rsidP="00325B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27A8">
        <w:rPr>
          <w:rFonts w:ascii="Verdana Pro Light" w:eastAsia="Arial Unicode MS" w:hAnsi="Verdana Pro Light" w:cs="Times New Roman"/>
          <w:b/>
          <w:sz w:val="18"/>
          <w:szCs w:val="18"/>
        </w:rPr>
        <w:t>Produzir um projeto expositivo de fotografia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de autor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14333E9" w14:textId="77777777" w:rsidR="00325B78" w:rsidRDefault="00325B78" w:rsidP="00325B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CD1. Criando um conceito 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central </w:t>
      </w:r>
      <w:r>
        <w:rPr>
          <w:rFonts w:ascii="Verdana Pro Light" w:eastAsia="Arial Unicode MS" w:hAnsi="Verdana Pro Light" w:cs="Arial Unicode MS"/>
          <w:sz w:val="18"/>
          <w:szCs w:val="18"/>
        </w:rPr>
        <w:t>para</w:t>
      </w:r>
      <w:r w:rsidRPr="00225069">
        <w:rPr>
          <w:rFonts w:ascii="Verdana Pro Light" w:eastAsia="Arial Unicode MS" w:hAnsi="Verdana Pro Light" w:cs="Arial Unicode MS"/>
          <w:sz w:val="18"/>
          <w:szCs w:val="18"/>
        </w:rPr>
        <w:t xml:space="preserve"> projeto expositivo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que seja significativo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possa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ser expresso de forma coesa através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 xml:space="preserve"> imagens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A2B268C" w14:textId="77777777" w:rsidR="00325B78" w:rsidRDefault="00325B78" w:rsidP="00325B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0007287D">
        <w:rPr>
          <w:rFonts w:ascii="Verdana Pro Light" w:eastAsia="Arial Unicode MS" w:hAnsi="Verdana Pro Light" w:cs="Arial Unicode MS"/>
          <w:sz w:val="18"/>
          <w:szCs w:val="18"/>
        </w:rPr>
        <w:t>Realiza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ndo e selecionando as </w:t>
      </w:r>
      <w:r w:rsidRPr="0007287D">
        <w:rPr>
          <w:rFonts w:ascii="Verdana Pro Light" w:eastAsia="Arial Unicode MS" w:hAnsi="Verdana Pro Light" w:cs="Arial Unicode MS"/>
          <w:sz w:val="18"/>
          <w:szCs w:val="18"/>
        </w:rPr>
        <w:t>fotografias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onceito ou tema do projeto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scolh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endo </w:t>
      </w:r>
      <w:r w:rsidRPr="00CC3CD6">
        <w:rPr>
          <w:rFonts w:ascii="Verdana Pro Light" w:eastAsia="Arial Unicode MS" w:hAnsi="Verdana Pro Light" w:cs="Arial Unicode MS"/>
          <w:sz w:val="18"/>
          <w:szCs w:val="18"/>
        </w:rPr>
        <w:t>imagens que se complementam e criem uma narrativa visual coesa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com rigor técnico</w:t>
      </w:r>
    </w:p>
    <w:p w14:paraId="5472857A" w14:textId="77777777" w:rsidR="00325B78" w:rsidRDefault="00325B78" w:rsidP="00325B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e produzindo a exposição tendo em conta a forma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como as </w:t>
      </w:r>
      <w:r>
        <w:rPr>
          <w:rFonts w:ascii="Verdana Pro Light" w:eastAsia="Arial Unicode MS" w:hAnsi="Verdana Pro Light" w:cs="Arial Unicode MS"/>
          <w:sz w:val="18"/>
          <w:szCs w:val="18"/>
        </w:rPr>
        <w:t>fotografias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serão agrupadas e organizadas para criar impacto visual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c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onsider</w:t>
      </w:r>
      <w:r>
        <w:rPr>
          <w:rFonts w:ascii="Verdana Pro Light" w:eastAsia="Arial Unicode MS" w:hAnsi="Verdana Pro Light" w:cs="Arial Unicode MS"/>
          <w:sz w:val="18"/>
          <w:szCs w:val="18"/>
        </w:rPr>
        <w:t>ando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 iluminação e o ambiente </w:t>
      </w:r>
      <w:r>
        <w:rPr>
          <w:rFonts w:ascii="Verdana Pro Light" w:eastAsia="Arial Unicode MS" w:hAnsi="Verdana Pro Light" w:cs="Arial Unicode MS"/>
          <w:sz w:val="18"/>
          <w:szCs w:val="18"/>
        </w:rPr>
        <w:t>do espaço expositivo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ao definir a disposição das fotografias.</w:t>
      </w:r>
    </w:p>
    <w:p w14:paraId="48777123" w14:textId="77777777" w:rsidR="00325B78" w:rsidRDefault="00325B78" w:rsidP="00325B7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5C180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5C180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Cria</w:t>
      </w:r>
      <w:r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material de apoio para a exposição, como um catálogo ou </w:t>
      </w:r>
      <w:r>
        <w:rPr>
          <w:rFonts w:ascii="Verdana Pro Light" w:eastAsia="Arial Unicode MS" w:hAnsi="Verdana Pro Light" w:cs="Arial Unicode MS"/>
          <w:sz w:val="18"/>
          <w:szCs w:val="18"/>
        </w:rPr>
        <w:t>folha de sala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, que forneça informações adicionais sobre o projeto, incluindo uma introdução ao tema, biografia do fotógrafo e legendas para cada imagem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que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complement</w:t>
      </w:r>
      <w:r>
        <w:rPr>
          <w:rFonts w:ascii="Verdana Pro Light" w:eastAsia="Arial Unicode MS" w:hAnsi="Verdana Pro Light" w:cs="Arial Unicode MS"/>
          <w:sz w:val="18"/>
          <w:szCs w:val="18"/>
        </w:rPr>
        <w:t>em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 xml:space="preserve"> as fotografias, fornecendo contexto e </w:t>
      </w:r>
      <w:r w:rsidRPr="005A4A7C">
        <w:rPr>
          <w:rFonts w:ascii="Verdana Pro Light" w:eastAsia="Arial Unicode MS" w:hAnsi="Verdana Pro Light" w:cs="Arial Unicode MS"/>
          <w:i/>
          <w:iCs/>
          <w:sz w:val="18"/>
          <w:szCs w:val="18"/>
        </w:rPr>
        <w:t xml:space="preserve">insights </w:t>
      </w:r>
      <w:r w:rsidRPr="005A4A7C">
        <w:rPr>
          <w:rFonts w:ascii="Verdana Pro Light" w:eastAsia="Arial Unicode MS" w:hAnsi="Verdana Pro Light" w:cs="Arial Unicode MS"/>
          <w:sz w:val="18"/>
          <w:szCs w:val="18"/>
        </w:rPr>
        <w:t>adicionais sobre cada imagem.</w:t>
      </w:r>
    </w:p>
    <w:p w14:paraId="293C210F" w14:textId="77777777" w:rsidR="00325B78" w:rsidRPr="004330C8" w:rsidRDefault="00325B78" w:rsidP="00325B78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2CD1205" w14:textId="77777777" w:rsidR="00325B78" w:rsidRPr="00A1459C" w:rsidRDefault="00325B78" w:rsidP="00325B7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0390DEE" w14:textId="77777777" w:rsidR="00325B78" w:rsidRPr="00D95560" w:rsidRDefault="00325B78" w:rsidP="00325B7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707EF">
        <w:rPr>
          <w:rFonts w:ascii="Verdana Pro Light" w:eastAsia="Arial Unicode MS" w:hAnsi="Verdana Pro Light" w:cs="Arial Unicode MS"/>
          <w:sz w:val="18"/>
          <w:szCs w:val="18"/>
        </w:rPr>
        <w:t>Estúdios fotográficos</w:t>
      </w:r>
    </w:p>
    <w:p w14:paraId="77D81B35" w14:textId="77777777" w:rsidR="00325B78" w:rsidRPr="00F87025" w:rsidRDefault="00325B78" w:rsidP="00325B7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98B67E" w14:textId="77777777" w:rsidR="00325B78" w:rsidRPr="00A1459C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559DCB86" w14:textId="77777777" w:rsidR="00325B78" w:rsidRPr="00A1459C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Recursos multimédia/visuais e audiovisuais sobre o tema</w:t>
      </w:r>
    </w:p>
    <w:p w14:paraId="2195C606" w14:textId="77777777" w:rsidR="00325B78" w:rsidRPr="00A1459C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</w:t>
      </w:r>
    </w:p>
    <w:p w14:paraId="09DA8EB4" w14:textId="77777777" w:rsidR="00325B78" w:rsidRPr="00A1459C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Objetivas e acessórios para fotografia</w:t>
      </w:r>
    </w:p>
    <w:p w14:paraId="20A13D8C" w14:textId="77777777" w:rsidR="00325B78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Equipamentos e acessórios de iluminação</w:t>
      </w:r>
    </w:p>
    <w:p w14:paraId="64C2F980" w14:textId="77777777" w:rsidR="00325B78" w:rsidRPr="00376376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>Ferramentas de edição de imagem</w:t>
      </w:r>
    </w:p>
    <w:p w14:paraId="26EA94F1" w14:textId="77777777" w:rsidR="00325B78" w:rsidRPr="00A1459C" w:rsidRDefault="00325B78" w:rsidP="00325B7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autor e exposições de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060BB8B" w14:textId="77777777" w:rsidR="00325B78" w:rsidRPr="00F87025" w:rsidRDefault="00325B78" w:rsidP="00325B7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A077CBD" w14:textId="77777777" w:rsidR="00325B78" w:rsidRDefault="00325B78" w:rsidP="00325B78">
      <w:pPr>
        <w:spacing w:after="0"/>
        <w:rPr>
          <w:rFonts w:ascii="Verdana Pro Light" w:hAnsi="Verdana Pro Light"/>
          <w:smallCaps/>
        </w:rPr>
      </w:pPr>
    </w:p>
    <w:p w14:paraId="3C49562C" w14:textId="77777777" w:rsidR="00325B78" w:rsidRPr="00A1459C" w:rsidRDefault="00325B78" w:rsidP="00325B78">
      <w:pPr>
        <w:pStyle w:val="PargrafodaLista"/>
        <w:numPr>
          <w:ilvl w:val="0"/>
          <w:numId w:val="7"/>
        </w:numPr>
        <w:spacing w:after="0" w:line="276" w:lineRule="auto"/>
        <w:ind w:left="777" w:hanging="357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metodologia pedagógica:</w:t>
      </w:r>
    </w:p>
    <w:p w14:paraId="647BA4F5" w14:textId="77777777" w:rsidR="00325B78" w:rsidRDefault="00325B78" w:rsidP="00325B78">
      <w:pPr>
        <w:pStyle w:val="PargrafodaLista"/>
        <w:spacing w:after="0" w:line="276" w:lineRule="auto"/>
        <w:ind w:left="780"/>
        <w:rPr>
          <w:rFonts w:ascii="Verdana Pro Light" w:eastAsia="Arial Unicode MS" w:hAnsi="Verdana Pro Light" w:cs="Times New Roman"/>
          <w:bCs/>
          <w:sz w:val="18"/>
          <w:szCs w:val="18"/>
        </w:rPr>
      </w:pP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com recurso a meios visuais e/ou audiovisuais para a explicitação dos conceitos associados à fotografia </w:t>
      </w:r>
      <w:r>
        <w:rPr>
          <w:rFonts w:ascii="Verdana Pro Light" w:eastAsia="Arial Unicode MS" w:hAnsi="Verdana Pro Light" w:cs="Arial Unicode MS"/>
          <w:sz w:val="18"/>
          <w:szCs w:val="18"/>
        </w:rPr>
        <w:t>de autor e à produção de exposições fotográficas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debates orientados de análise de casos de estudo sobre o tema e 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prático </w:t>
      </w:r>
      <w:r>
        <w:rPr>
          <w:rFonts w:ascii="Verdana Pro Light" w:eastAsia="Arial Unicode MS" w:hAnsi="Verdana Pro Light" w:cs="Arial Unicode MS"/>
          <w:sz w:val="18"/>
          <w:szCs w:val="18"/>
        </w:rPr>
        <w:t>para a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25615">
        <w:rPr>
          <w:rFonts w:ascii="Verdana Pro Light" w:eastAsia="Arial Unicode MS" w:hAnsi="Verdana Pro Light" w:cs="Times New Roman"/>
          <w:bCs/>
          <w:sz w:val="18"/>
          <w:szCs w:val="18"/>
        </w:rPr>
        <w:t>produção de uma exposição de fotografia de autor</w:t>
      </w:r>
    </w:p>
    <w:p w14:paraId="76743613" w14:textId="77777777" w:rsidR="00325B78" w:rsidRPr="00A1459C" w:rsidRDefault="00325B78" w:rsidP="00325B78">
      <w:pPr>
        <w:pStyle w:val="PargrafodaLista"/>
        <w:spacing w:after="0" w:line="276" w:lineRule="auto"/>
        <w:ind w:left="780"/>
        <w:rPr>
          <w:rFonts w:ascii="Verdana Pro Light" w:hAnsi="Verdana Pro Light"/>
          <w:smallCaps/>
        </w:rPr>
      </w:pPr>
    </w:p>
    <w:p w14:paraId="634B6665" w14:textId="77777777" w:rsidR="00325B78" w:rsidRPr="00A1459C" w:rsidRDefault="00325B78" w:rsidP="00325B78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>forma de organização da formação (a distância, presencial, misto):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A41552" w14:textId="77777777" w:rsidR="00325B78" w:rsidRPr="00A1459C" w:rsidRDefault="00325B78" w:rsidP="00325B78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r w:rsidRPr="00A1459C">
        <w:rPr>
          <w:rFonts w:ascii="Verdana Pro Light" w:hAnsi="Verdana Pro Light"/>
          <w:smallCaps/>
        </w:rPr>
        <w:t xml:space="preserve">Necessidade de desdobramento de turmas 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Pode ser necessário o desdobramento da turma em algumas sessões dependendo da quantidade de equipamento disponível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D2C274" w14:textId="77777777" w:rsidR="00325B78" w:rsidRPr="00A1459C" w:rsidRDefault="00325B78" w:rsidP="00325B78">
      <w:pPr>
        <w:pStyle w:val="PargrafodaLista"/>
        <w:numPr>
          <w:ilvl w:val="0"/>
          <w:numId w:val="7"/>
        </w:numPr>
        <w:spacing w:after="0" w:line="276" w:lineRule="auto"/>
        <w:rPr>
          <w:rFonts w:ascii="Verdana Pro Light" w:hAnsi="Verdana Pro Light"/>
          <w:smallCaps/>
        </w:rPr>
      </w:pPr>
      <w:bookmarkStart w:id="15" w:name="_Hlk158630754"/>
      <w:r w:rsidRPr="00A1459C">
        <w:rPr>
          <w:rFonts w:ascii="Verdana Pro Light" w:hAnsi="Verdana Pro Light"/>
          <w:smallCaps/>
        </w:rPr>
        <w:lastRenderedPageBreak/>
        <w:t>Recursos indispensáveis</w:t>
      </w:r>
      <w:r w:rsidRPr="00A1459C">
        <w:rPr>
          <w:rFonts w:ascii="Verdana Pro Light" w:hAnsi="Verdana Pro Light"/>
          <w:smallCaps/>
        </w:rPr>
        <w:br/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t>Câmaras fotográficas e objetivas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>Equipamento e acessórios de iluminação</w:t>
      </w:r>
      <w:r w:rsidRPr="00A1459C">
        <w:rPr>
          <w:rFonts w:ascii="Verdana Pro Light" w:eastAsia="Arial Unicode MS" w:hAnsi="Verdana Pro Light" w:cs="Arial Unicode MS"/>
          <w:sz w:val="18"/>
          <w:szCs w:val="18"/>
        </w:rPr>
        <w:br/>
        <w:t xml:space="preserve">Espaço adequado para montar </w:t>
      </w:r>
      <w:r>
        <w:rPr>
          <w:rFonts w:ascii="Verdana Pro Light" w:eastAsia="Arial Unicode MS" w:hAnsi="Verdana Pro Light" w:cs="Arial Unicode MS"/>
          <w:sz w:val="18"/>
          <w:szCs w:val="18"/>
        </w:rPr>
        <w:t>uma exposição de fotografia ou parceria com entidades que tenham espaços semelhantes</w:t>
      </w:r>
    </w:p>
    <w:p w14:paraId="4B7AC9E9" w14:textId="77777777" w:rsidR="00325B78" w:rsidRPr="00051C79" w:rsidRDefault="00325B78" w:rsidP="00325B7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14"/>
    <w:bookmarkEnd w:id="15"/>
    <w:p w14:paraId="24E4A0FF" w14:textId="054C81C5" w:rsidR="00325B78" w:rsidRDefault="00325B78">
      <w:pPr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 w:type="page"/>
      </w:r>
    </w:p>
    <w:p w14:paraId="631B1EA8" w14:textId="77777777" w:rsidR="00AD3760" w:rsidRDefault="00AD3760" w:rsidP="00AD3760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p w14:paraId="72011C05" w14:textId="77777777" w:rsidR="00AD3760" w:rsidRDefault="00AD3760" w:rsidP="00AD3760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D3760" w:rsidRPr="00136AD8" w14:paraId="2641D680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9CCD4D" w14:textId="39E83E88" w:rsidR="00AD3760" w:rsidRPr="00136AD8" w:rsidRDefault="00AD3760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 xml:space="preserve">UC 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 w:rsidR="004A65CB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7CC297" w14:textId="77777777" w:rsidR="00AD3760" w:rsidRPr="009C256C" w:rsidRDefault="00AD3760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</w:tr>
    </w:tbl>
    <w:p w14:paraId="46CEB674" w14:textId="77777777" w:rsidR="00AD3760" w:rsidRPr="00136AD8" w:rsidRDefault="00AD3760" w:rsidP="00AD3760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33A64B3" w14:textId="77777777" w:rsidR="00AD3760" w:rsidRDefault="00AD3760" w:rsidP="00AD376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7235D15C" w14:textId="77777777" w:rsidR="00AD3760" w:rsidRPr="003200F2" w:rsidRDefault="00AD3760" w:rsidP="00AD376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5ADA851" w14:textId="77777777" w:rsidR="00AD3760" w:rsidRPr="00136AD8" w:rsidRDefault="00AD3760" w:rsidP="00AD3760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D3760" w:rsidRPr="00136AD8" w14:paraId="3959678D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1EF994" w14:textId="77777777" w:rsidR="00AD3760" w:rsidRPr="001B353A" w:rsidRDefault="00AD376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D3760" w:rsidRPr="00136AD8" w14:paraId="40D0B3CB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65C52" w14:textId="77777777" w:rsidR="00AD3760" w:rsidRPr="001B353A" w:rsidRDefault="00AD3760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785B55">
              <w:rPr>
                <w:rFonts w:ascii="Verdana Pro Light" w:eastAsia="Arial Unicode MS" w:hAnsi="Verdana Pro Light" w:cs="Arial Unicode MS"/>
                <w:sz w:val="18"/>
                <w:szCs w:val="18"/>
              </w:rPr>
              <w:t>UC a ser desenvolvida pela ANQEP</w:t>
            </w:r>
          </w:p>
          <w:p w14:paraId="6170964C" w14:textId="77777777" w:rsidR="00AD3760" w:rsidRPr="001B353A" w:rsidRDefault="00AD3760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3742B9A7" w14:textId="77777777" w:rsidR="00AD3760" w:rsidRPr="001B353A" w:rsidRDefault="00AD3760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5D8FF8E" w14:textId="77777777" w:rsidR="00AD3760" w:rsidRPr="001B353A" w:rsidRDefault="00AD3760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AD3760" w:rsidRPr="00136AD8" w14:paraId="4671C2C5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8E37FB" w14:textId="77777777" w:rsidR="00AD3760" w:rsidRPr="001B353A" w:rsidRDefault="00AD376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066BBA" w14:textId="77777777" w:rsidR="00AD3760" w:rsidRPr="001B353A" w:rsidRDefault="00AD376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95FACB7" w14:textId="77777777" w:rsidR="00AD3760" w:rsidRPr="001B353A" w:rsidRDefault="00AD3760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D3760" w:rsidRPr="00136AD8" w14:paraId="21E45F1E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9D4B0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71249A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95F86B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67FDDC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82A45C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E8232F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9A79AC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3A8CC8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F37B191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A3EA82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68471A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7CB465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215B96" w14:textId="77777777" w:rsidR="00AD3760" w:rsidRPr="001B353A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35B9E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69E72E0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7A9B0E0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F34F60" w14:textId="77777777" w:rsidR="00AD3760" w:rsidRPr="00517AA8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38F317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D26B55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6C7BA3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CFFB4D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E87FB4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780837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DFE824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D995D4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55BD4E" w14:textId="77777777" w:rsidR="00AD3760" w:rsidRPr="00057283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C4AA0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D7CE8A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1B6C0F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0D52D2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2EEDD3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667F96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396D03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17D35D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314852D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45D075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5B12C9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EC93A5" w14:textId="77777777" w:rsidR="00AD3760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E8E6A0" w14:textId="77777777" w:rsidR="00AD3760" w:rsidRPr="00057283" w:rsidRDefault="00AD3760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121D751" w14:textId="77777777" w:rsidR="00AD3760" w:rsidRDefault="00AD3760" w:rsidP="00AD3760">
      <w:pPr>
        <w:rPr>
          <w:rFonts w:ascii="Verdana Pro Light" w:hAnsi="Verdana Pro Light"/>
          <w:smallCaps/>
        </w:rPr>
      </w:pPr>
    </w:p>
    <w:p w14:paraId="1A4E1AF7" w14:textId="77777777" w:rsidR="00AD3760" w:rsidRPr="00F87025" w:rsidRDefault="00AD3760" w:rsidP="00AD37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16D35B8" w14:textId="77777777" w:rsidR="00AD3760" w:rsidRPr="00F20E6F" w:rsidRDefault="00AD3760" w:rsidP="00AD3760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5B2B255" w14:textId="77777777" w:rsidR="00AD3760" w:rsidRPr="0064164C" w:rsidRDefault="00AD3760" w:rsidP="00AD37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3701C3B" w14:textId="77777777" w:rsidR="00AD3760" w:rsidRPr="0064164C" w:rsidRDefault="00AD3760" w:rsidP="00AD37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EF7C37E" w14:textId="77777777" w:rsidR="00AD3760" w:rsidRPr="0064164C" w:rsidRDefault="00AD3760" w:rsidP="00AD37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213C498" w14:textId="77777777" w:rsidR="00AD3760" w:rsidRPr="0064164C" w:rsidRDefault="00AD3760" w:rsidP="00AD37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B69AC99" w14:textId="77777777" w:rsidR="00AD3760" w:rsidRPr="0064164C" w:rsidRDefault="00AD3760" w:rsidP="00AD376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00F37F6" w14:textId="77777777" w:rsidR="00AD3760" w:rsidRPr="00136AD8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E2A2B2" w14:textId="77777777" w:rsidR="00AD3760" w:rsidRPr="00F87025" w:rsidRDefault="00AD3760" w:rsidP="00AD37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B8867B2" w14:textId="77777777" w:rsidR="00AD3760" w:rsidRPr="00984B3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AFEFA1F" w14:textId="77777777" w:rsidR="00AD3760" w:rsidRPr="00984B3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2CE44AA" w14:textId="77777777" w:rsidR="00AD3760" w:rsidRPr="00984B3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2CF995" w14:textId="77777777" w:rsidR="00AD3760" w:rsidRPr="00984B3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6FC271" w14:textId="77777777" w:rsidR="00AD3760" w:rsidRPr="00051C79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831F86" w14:textId="77777777" w:rsidR="00AD3760" w:rsidRPr="00F87025" w:rsidRDefault="00AD3760" w:rsidP="00AD37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15D338C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8F297E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237CA59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5A9C37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27A253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8B3AC4" w14:textId="77777777" w:rsidR="00AD376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35A71A2" w14:textId="77777777" w:rsidR="00AD376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C61437" w14:textId="77777777" w:rsidR="00AD376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025CF1" w14:textId="77777777" w:rsidR="00AD3760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B47705" w14:textId="77777777" w:rsidR="00AD3760" w:rsidRPr="00501DC8" w:rsidRDefault="00AD3760" w:rsidP="00AD376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46E31E" w14:textId="77777777" w:rsidR="00AD3760" w:rsidRPr="00051C79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83C9BE" w14:textId="77777777" w:rsidR="00AD3760" w:rsidRPr="00F87025" w:rsidRDefault="00AD3760" w:rsidP="00AD376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DF61AD" w14:textId="77777777" w:rsidR="00AD3760" w:rsidRPr="00051C79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B31A04" w14:textId="77777777" w:rsidR="00AD3760" w:rsidRPr="00051C79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F9E225" w14:textId="77777777" w:rsidR="00AD3760" w:rsidRPr="00051C79" w:rsidRDefault="00AD3760" w:rsidP="00AD376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65855A" w14:textId="77777777" w:rsidR="00AD3760" w:rsidRDefault="00AD3760" w:rsidP="00AD3760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E928384" w14:textId="77777777" w:rsidR="00E8705E" w:rsidRDefault="00E8705E" w:rsidP="00AD3760">
      <w:pPr>
        <w:rPr>
          <w:rFonts w:ascii="Verdana Pro Light" w:hAnsi="Verdana Pro Light"/>
          <w:smallCaps/>
        </w:rPr>
      </w:pPr>
    </w:p>
    <w:p w14:paraId="77901B2C" w14:textId="77777777" w:rsidR="00E8705E" w:rsidRDefault="00E8705E" w:rsidP="00AD3760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8705E" w:rsidRPr="00136AD8" w14:paraId="6F180BE5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644350" w14:textId="46F3482F" w:rsidR="00E8705E" w:rsidRPr="00195FD0" w:rsidRDefault="00E8705E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195FD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</w:t>
            </w:r>
            <w:r w:rsidR="00195FD0" w:rsidRPr="00195FD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771972" w14:textId="77777777" w:rsidR="00E8705E" w:rsidRPr="00195FD0" w:rsidRDefault="00E8705E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195FD0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Desenvolver competências pessoais e criativas</w:t>
            </w:r>
          </w:p>
        </w:tc>
      </w:tr>
    </w:tbl>
    <w:p w14:paraId="088D3619" w14:textId="77777777" w:rsidR="00E8705E" w:rsidRPr="00136AD8" w:rsidRDefault="00E8705E" w:rsidP="00E8705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C6111C2" w14:textId="77777777" w:rsidR="00E8705E" w:rsidRDefault="00E8705E" w:rsidP="00E8705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22F30D8E" w14:textId="77777777" w:rsidR="00E8705E" w:rsidRPr="003200F2" w:rsidRDefault="00E8705E" w:rsidP="00E8705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15BBE66" w14:textId="77777777" w:rsidR="00E8705E" w:rsidRPr="00136AD8" w:rsidRDefault="00E8705E" w:rsidP="00E8705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8705E" w:rsidRPr="00136AD8" w14:paraId="14A9D25A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A449A4" w14:textId="77777777" w:rsidR="00E8705E" w:rsidRPr="001B353A" w:rsidRDefault="00E8705E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8705E" w:rsidRPr="00136AD8" w14:paraId="317A1A1C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F77BE5" w14:textId="77777777" w:rsidR="00E8705E" w:rsidRPr="001B353A" w:rsidRDefault="00E8705E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1E58D8AF" w14:textId="77777777" w:rsidR="00E8705E" w:rsidRPr="001B353A" w:rsidRDefault="00E8705E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517D78E8" w14:textId="77777777" w:rsidR="00E8705E" w:rsidRDefault="00E8705E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5594331F" w14:textId="77777777" w:rsidR="00E8705E" w:rsidRPr="001B353A" w:rsidRDefault="00E8705E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8705E" w:rsidRPr="00136AD8" w14:paraId="47685F72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486297" w14:textId="77777777" w:rsidR="00E8705E" w:rsidRPr="001B353A" w:rsidRDefault="00E8705E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FAFA18" w14:textId="77777777" w:rsidR="00E8705E" w:rsidRPr="001B353A" w:rsidRDefault="00E8705E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259503F" w14:textId="77777777" w:rsidR="00E8705E" w:rsidRPr="001B353A" w:rsidRDefault="00E8705E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8705E" w:rsidRPr="00136AD8" w14:paraId="2D237C4F" w14:textId="77777777" w:rsidTr="00017090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27B19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67D92A06" w14:textId="77777777" w:rsidR="00E8705E" w:rsidRPr="00CF6130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12E0E03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2EDC36CC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512F024E" w14:textId="77777777" w:rsidR="00E8705E" w:rsidRPr="00520F8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automotivação) e interpessoais (reconhecimento de emoções dos outros, relação interpessoal), influência comportamental.</w:t>
            </w:r>
          </w:p>
          <w:p w14:paraId="13784E25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095A92D3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72BF50A9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30866373" w14:textId="77777777" w:rsidR="00E8705E" w:rsidRPr="00CF6130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2EA1F697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167DC118" w14:textId="77777777" w:rsidR="00E8705E" w:rsidRPr="004E2FD2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ação pessoal.</w:t>
            </w:r>
          </w:p>
          <w:p w14:paraId="71657F12" w14:textId="77777777" w:rsidR="00E8705E" w:rsidRPr="001B353A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8CF12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BBCD75A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169E9487" w14:textId="77777777" w:rsidR="00E8705E" w:rsidRPr="004B5CB8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B4CA32" w14:textId="77777777" w:rsidR="00E8705E" w:rsidRPr="004B5CB8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1EBDC120" w14:textId="77777777" w:rsidR="00E8705E" w:rsidRPr="004B5CB8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70A69DBF" w14:textId="77777777" w:rsidR="00E8705E" w:rsidRPr="00E8391B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42FEA046" w14:textId="77777777" w:rsidR="00E8705E" w:rsidRPr="00517AA8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3D5768E2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5D5F7C91" w14:textId="77777777" w:rsidR="00E8705E" w:rsidRPr="005E1132" w:rsidRDefault="00E8705E" w:rsidP="00017090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3AB80B" w14:textId="77777777" w:rsidR="00E8705E" w:rsidRPr="00057283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35104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037EA2E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2C1FDDEC" w14:textId="77777777" w:rsidR="00E8705E" w:rsidRPr="00736333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D918046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Automotivação.</w:t>
            </w:r>
          </w:p>
          <w:p w14:paraId="31F2D998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4C925FBB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66F55A9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18360E3C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CCCE577" w14:textId="77777777" w:rsidR="00E8705E" w:rsidRPr="00736333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8C05FD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5CE62DA" w14:textId="77777777" w:rsidR="00E8705E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29B2F18E" w14:textId="77777777" w:rsidR="00E8705E" w:rsidRPr="00B8378C" w:rsidRDefault="00E8705E" w:rsidP="000170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E99C71" w14:textId="77777777" w:rsidR="00E8705E" w:rsidRPr="00057283" w:rsidRDefault="00E8705E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564B3B2" w14:textId="77777777" w:rsidR="00E8705E" w:rsidRDefault="00E8705E" w:rsidP="00E8705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34E9B11" w14:textId="77777777" w:rsidR="00E8705E" w:rsidRDefault="00E8705E" w:rsidP="00E8705E">
      <w:pPr>
        <w:rPr>
          <w:rFonts w:ascii="Verdana Pro Light" w:hAnsi="Verdana Pro Light"/>
          <w:smallCaps/>
        </w:rPr>
      </w:pPr>
    </w:p>
    <w:p w14:paraId="399FA821" w14:textId="77777777" w:rsidR="00E8705E" w:rsidRPr="00F87025" w:rsidRDefault="00E8705E" w:rsidP="00E8705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D01C25F" w14:textId="77777777" w:rsidR="00E8705E" w:rsidRPr="00F20E6F" w:rsidRDefault="00E8705E" w:rsidP="00E8705E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078A7BD3" w14:textId="77777777" w:rsidR="00E8705E" w:rsidRPr="00B450A1" w:rsidRDefault="00E8705E" w:rsidP="00E8705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66BD01CD" w14:textId="77777777" w:rsidR="00E8705E" w:rsidRPr="00B450A1" w:rsidRDefault="00E8705E" w:rsidP="00E8705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7BFAFF7E" w14:textId="77777777" w:rsidR="00E8705E" w:rsidRPr="00B450A1" w:rsidRDefault="00E8705E" w:rsidP="00E8705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672885CC" w14:textId="77777777" w:rsidR="00E8705E" w:rsidRPr="00136AD8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A1DB39" w14:textId="77777777" w:rsidR="00E8705E" w:rsidRPr="00C410CE" w:rsidRDefault="00E8705E" w:rsidP="00E8705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463D3B4" w14:textId="77777777" w:rsidR="00E8705E" w:rsidRPr="00C410CE" w:rsidRDefault="00E8705E" w:rsidP="00E870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4BD6A7E" w14:textId="77777777" w:rsidR="00E8705E" w:rsidRPr="00051C79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AB5645" w14:textId="77777777" w:rsidR="00E8705E" w:rsidRPr="00F87025" w:rsidRDefault="00E8705E" w:rsidP="00E8705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5193729" w14:textId="77777777" w:rsidR="00E8705E" w:rsidRPr="00E27581" w:rsidRDefault="00E8705E" w:rsidP="00E8705E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365EC2C" w14:textId="77777777" w:rsidR="00E8705E" w:rsidRDefault="00E8705E" w:rsidP="00E8705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08224162" w14:textId="77777777" w:rsidR="00E8705E" w:rsidRPr="00051C79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330792" w14:textId="77777777" w:rsidR="00E8705E" w:rsidRPr="00F87025" w:rsidRDefault="00E8705E" w:rsidP="00E8705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B64402" w14:textId="77777777" w:rsidR="00E8705E" w:rsidRPr="00051C79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5BBDA5" w14:textId="77777777" w:rsidR="00E8705E" w:rsidRPr="00051C79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873045" w14:textId="77777777" w:rsidR="00E8705E" w:rsidRPr="00051C79" w:rsidRDefault="00E8705E" w:rsidP="00E8705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300CB5" w14:textId="07538BEE" w:rsidR="00E8705E" w:rsidRDefault="00E8705E" w:rsidP="00E8705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89470A7" w14:textId="77777777" w:rsidR="00974C6B" w:rsidRDefault="00974C6B" w:rsidP="00974C6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4C6B" w:rsidRPr="00136AD8" w14:paraId="1C4DDF12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B2BD9C" w14:textId="1B1789D1" w:rsidR="00974C6B" w:rsidRPr="00136AD8" w:rsidRDefault="00974C6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9457C3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210F1E" w14:textId="77777777" w:rsidR="00974C6B" w:rsidRPr="009C256C" w:rsidRDefault="00974C6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storytelling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</w:tbl>
    <w:p w14:paraId="7273820A" w14:textId="77777777" w:rsidR="00974C6B" w:rsidRPr="00136AD8" w:rsidRDefault="00974C6B" w:rsidP="00974C6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450A4EE" w14:textId="77777777" w:rsidR="00974C6B" w:rsidRDefault="00974C6B" w:rsidP="00974C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4D41C7F" w14:textId="77777777" w:rsidR="00974C6B" w:rsidRPr="003200F2" w:rsidRDefault="00974C6B" w:rsidP="00974C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8560C67" w14:textId="77777777" w:rsidR="00974C6B" w:rsidRPr="00136AD8" w:rsidRDefault="00974C6B" w:rsidP="00974C6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74C6B" w:rsidRPr="00136AD8" w14:paraId="6D766875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26A436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74C6B" w:rsidRPr="00136AD8" w14:paraId="780D0C40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923D39" w14:textId="77777777" w:rsidR="00974C6B" w:rsidRPr="001B353A" w:rsidRDefault="00974C6B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6F43A31F" w14:textId="77777777" w:rsidR="00974C6B" w:rsidRPr="006075B7" w:rsidRDefault="00974C6B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10D5E05D" w14:textId="77777777" w:rsidR="00974C6B" w:rsidRPr="001B353A" w:rsidRDefault="00974C6B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974C6B" w:rsidRPr="00136AD8" w14:paraId="2915B576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9BE37F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733683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FEFBFC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4C6B" w:rsidRPr="00136AD8" w14:paraId="54102CEB" w14:textId="77777777" w:rsidTr="00017090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F2B36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4C898B10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verbal (oral e escrita) e comunicação não-verbal – cinésica (movimentos corporais, gestos, expressão facial e postura), paralinguística (tom, projeção da voz, pausas no discurso, outros) e proxémica (distância espacial face a alguém).</w:t>
            </w:r>
          </w:p>
          <w:p w14:paraId="53A8B37D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09FA919D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6CB0E749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59A5BEA6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468FCC22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1597086D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5E2AE96E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Storytelling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2F4A04C4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Storytelling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45A5AAF2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Storytelling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7F9BD449" w14:textId="77777777" w:rsidR="00974C6B" w:rsidRPr="00BD2B9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Técnicas de apresentação pública.</w:t>
            </w:r>
          </w:p>
          <w:p w14:paraId="182BF493" w14:textId="77777777" w:rsidR="00974C6B" w:rsidRPr="001B353A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26F36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1A815338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6E6254B2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4D582A33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4A57B1FB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2153C0A7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251291AC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546B4681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327CA698" w14:textId="77777777" w:rsidR="00974C6B" w:rsidRPr="00681625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730FE5FD" w14:textId="77777777" w:rsidR="00974C6B" w:rsidRPr="00057283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713C5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78BE45F4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68E963B" w14:textId="77777777" w:rsidR="00974C6B" w:rsidRPr="00ED5C50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17262130" w14:textId="77777777" w:rsidR="00974C6B" w:rsidRPr="00ED5C50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2CD3FA6B" w14:textId="77777777" w:rsidR="00974C6B" w:rsidRPr="00ED5C50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B3A9564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181F1D8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2127E77A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2E7FE7A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91A48E9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306C147F" w14:textId="77777777" w:rsidR="00974C6B" w:rsidRPr="000546C4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Automotivação.</w:t>
            </w:r>
          </w:p>
          <w:p w14:paraId="3D5B1DA9" w14:textId="77777777" w:rsidR="00974C6B" w:rsidRPr="00EE3BE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6B8DA7D8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46D064D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5978320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308E4395" w14:textId="77777777" w:rsidR="00974C6B" w:rsidRPr="00EE3BEC" w:rsidRDefault="00974C6B" w:rsidP="00017090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C3869D" w14:textId="77777777" w:rsidR="00974C6B" w:rsidRPr="00057283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B982531" w14:textId="77777777" w:rsidR="00974C6B" w:rsidRDefault="00974C6B" w:rsidP="00974C6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D778E7" w14:textId="77777777" w:rsidR="00974C6B" w:rsidRDefault="00974C6B" w:rsidP="00974C6B">
      <w:pPr>
        <w:rPr>
          <w:rFonts w:ascii="Verdana Pro Light" w:hAnsi="Verdana Pro Light"/>
          <w:smallCaps/>
        </w:rPr>
      </w:pPr>
    </w:p>
    <w:p w14:paraId="73462748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55DEE8A" w14:textId="77777777" w:rsidR="00974C6B" w:rsidRPr="005F6E61" w:rsidRDefault="00974C6B" w:rsidP="00974C6B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 na comunicação:</w:t>
      </w:r>
    </w:p>
    <w:p w14:paraId="5F9507DC" w14:textId="77777777" w:rsidR="00974C6B" w:rsidRPr="00B450A1" w:rsidRDefault="00974C6B" w:rsidP="00974C6B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735B7A0E" w14:textId="77777777" w:rsidR="00974C6B" w:rsidRDefault="00974C6B" w:rsidP="00974C6B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176663F3" w14:textId="77777777" w:rsidR="00974C6B" w:rsidRDefault="00974C6B" w:rsidP="00974C6B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E15144E" w14:textId="77777777" w:rsidR="00974C6B" w:rsidRPr="00BD2B9C" w:rsidRDefault="00974C6B" w:rsidP="00974C6B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19B8C290" w14:textId="77777777" w:rsidR="00974C6B" w:rsidRDefault="00974C6B" w:rsidP="00974C6B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00CDA10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8168A27" w14:textId="77777777" w:rsidR="00974C6B" w:rsidRPr="00051C79" w:rsidRDefault="00974C6B" w:rsidP="00974C6B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3BEDB0D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BE6563F" w14:textId="77777777" w:rsidR="00974C6B" w:rsidRDefault="00974C6B" w:rsidP="00974C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1E875E2B" w14:textId="77777777" w:rsidR="00974C6B" w:rsidRDefault="00974C6B" w:rsidP="00974C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4A3462B3" w14:textId="77777777" w:rsidR="00974C6B" w:rsidRPr="00501DC8" w:rsidRDefault="00974C6B" w:rsidP="00974C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56BB4704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A0440F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45FEAF6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C5AE58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BE2AAD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781E57" w14:textId="77777777" w:rsidR="00974C6B" w:rsidRPr="000A4A91" w:rsidRDefault="00974C6B" w:rsidP="00974C6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D30D43B" w14:textId="77777777" w:rsidR="00974C6B" w:rsidRDefault="00974C6B" w:rsidP="00974C6B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74C6B" w:rsidRPr="00136AD8" w14:paraId="216B17C5" w14:textId="77777777" w:rsidTr="00017090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54AD976" w14:textId="5F6383FE" w:rsidR="00974C6B" w:rsidRPr="00282844" w:rsidRDefault="00974C6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9457C3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38571CA" w14:textId="77777777" w:rsidR="00974C6B" w:rsidRPr="00282844" w:rsidRDefault="00974C6B" w:rsidP="00017090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16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16"/>
          </w:p>
        </w:tc>
      </w:tr>
    </w:tbl>
    <w:p w14:paraId="247B9BB0" w14:textId="77777777" w:rsidR="00974C6B" w:rsidRPr="00136AD8" w:rsidRDefault="00974C6B" w:rsidP="00974C6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5106E7A" w14:textId="77777777" w:rsidR="00974C6B" w:rsidRDefault="00974C6B" w:rsidP="00974C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26B195B" w14:textId="77777777" w:rsidR="00974C6B" w:rsidRPr="003200F2" w:rsidRDefault="00974C6B" w:rsidP="00974C6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1B8AC7F" w14:textId="77777777" w:rsidR="00974C6B" w:rsidRPr="00136AD8" w:rsidRDefault="00974C6B" w:rsidP="00974C6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74C6B" w:rsidRPr="00136AD8" w14:paraId="27B4BFB9" w14:textId="77777777" w:rsidTr="00017090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BE6851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74C6B" w:rsidRPr="00136AD8" w14:paraId="29CF06ED" w14:textId="77777777" w:rsidTr="00017090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BDCF2" w14:textId="77777777" w:rsidR="00974C6B" w:rsidRDefault="00974C6B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19C8075C" w14:textId="77777777" w:rsidR="00974C6B" w:rsidRPr="001B353A" w:rsidRDefault="00974C6B" w:rsidP="000170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Redigir e editar um texto escrito criativo através de canais de comunicação convencionais e digitais.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974C6B" w:rsidRPr="00136AD8" w14:paraId="381C5BAD" w14:textId="77777777" w:rsidTr="00017090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4975E9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3D2DE1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5160076" w14:textId="77777777" w:rsidR="00974C6B" w:rsidRPr="001B353A" w:rsidRDefault="00974C6B" w:rsidP="00017090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4C6B" w:rsidRPr="00136AD8" w14:paraId="1FA02A04" w14:textId="77777777" w:rsidTr="0001709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5C727" w14:textId="77777777" w:rsidR="00974C6B" w:rsidRPr="007F18BC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19E5EBB4" w14:textId="77777777" w:rsidR="00974C6B" w:rsidRPr="007F18BC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24900546" w14:textId="77777777" w:rsidR="00974C6B" w:rsidRPr="007F18BC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442720B3" w14:textId="77777777" w:rsidR="00974C6B" w:rsidRPr="007F18BC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2C1E5DCD" w14:textId="77777777" w:rsidR="00974C6B" w:rsidRPr="00805A1F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24015518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622A4877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0B2AF9C4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0ABC8356" w14:textId="77777777" w:rsidR="00974C6B" w:rsidRPr="00525897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flexibilidade para relacionar vivências e experiências), originalidade (modo pessoal de organizar os conteúdos), possibilidades textuais, outras.</w:t>
            </w:r>
          </w:p>
          <w:p w14:paraId="7D073761" w14:textId="77777777" w:rsidR="00974C6B" w:rsidRPr="00525897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18E48CD6" w14:textId="77777777" w:rsidR="00974C6B" w:rsidRPr="001B353A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BA651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5B282A38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EE89A69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2C786F7C" w14:textId="77777777" w:rsidR="00974C6B" w:rsidRPr="009A12C9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2359AA83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41EF1B7D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0CFE5139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137E9DC6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7B7772E4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307F9D59" w14:textId="77777777" w:rsidR="00974C6B" w:rsidRPr="00057283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43760" w14:textId="77777777" w:rsidR="00974C6B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448D21C3" w14:textId="77777777" w:rsidR="00974C6B" w:rsidRPr="000A223C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554FF0B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8C93498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39F37EC4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D52ECFC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15A59D7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02353BDD" w14:textId="77777777" w:rsidR="00974C6B" w:rsidRPr="00FC71F7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F464DF3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7293F40" w14:textId="77777777" w:rsidR="00974C6B" w:rsidRPr="00FC71F7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646C4EEB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2A1C70F4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026037B" w14:textId="77777777" w:rsidR="00974C6B" w:rsidRDefault="00974C6B" w:rsidP="000170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D603A0E" w14:textId="77777777" w:rsidR="00974C6B" w:rsidRPr="00057283" w:rsidRDefault="00974C6B" w:rsidP="000170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78A9E7" w14:textId="77777777" w:rsidR="00974C6B" w:rsidRDefault="00974C6B" w:rsidP="00974C6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61AE393" w14:textId="77777777" w:rsidR="00974C6B" w:rsidRDefault="00974C6B" w:rsidP="00974C6B">
      <w:pPr>
        <w:rPr>
          <w:rFonts w:ascii="Verdana Pro Light" w:hAnsi="Verdana Pro Light"/>
          <w:smallCaps/>
        </w:rPr>
      </w:pPr>
    </w:p>
    <w:p w14:paraId="60996461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7ACBF3E" w14:textId="77777777" w:rsidR="00974C6B" w:rsidRPr="00525897" w:rsidRDefault="00974C6B" w:rsidP="00974C6B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39319DD7" w14:textId="77777777" w:rsidR="00974C6B" w:rsidRDefault="00974C6B" w:rsidP="00974C6B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3F8125BC" w14:textId="77777777" w:rsidR="00974C6B" w:rsidRDefault="00974C6B" w:rsidP="00974C6B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589174F6" w14:textId="77777777" w:rsidR="00974C6B" w:rsidRDefault="00974C6B" w:rsidP="00974C6B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5F40EF23" w14:textId="77777777" w:rsidR="00974C6B" w:rsidRPr="00136AD8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22EF86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C4BD168" w14:textId="77777777" w:rsidR="00974C6B" w:rsidRPr="00B02B4F" w:rsidRDefault="00974C6B" w:rsidP="00974C6B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73AD4191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B9601E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A95642" w14:textId="77777777" w:rsidR="00974C6B" w:rsidRPr="00BF201A" w:rsidRDefault="00974C6B" w:rsidP="00974C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2D5F0961" w14:textId="77777777" w:rsidR="00974C6B" w:rsidRDefault="00974C6B" w:rsidP="00974C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31F79B31" w14:textId="77777777" w:rsidR="00974C6B" w:rsidRPr="00282844" w:rsidRDefault="00974C6B" w:rsidP="00974C6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03096F30" w14:textId="77777777" w:rsidR="00974C6B" w:rsidRPr="00F87025" w:rsidRDefault="00974C6B" w:rsidP="00974C6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BFB2363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89411F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93F691" w14:textId="77777777" w:rsidR="00974C6B" w:rsidRPr="00051C79" w:rsidRDefault="00974C6B" w:rsidP="00974C6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66C3E9" w14:textId="77777777" w:rsidR="00974C6B" w:rsidRDefault="00974C6B" w:rsidP="00974C6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FC6B644" w14:textId="244E74D7" w:rsidR="003C3DD5" w:rsidRDefault="003C3DD5" w:rsidP="003C3DD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3DD5" w:rsidRPr="00136AD8" w14:paraId="5CE45964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4B38BA" w14:textId="26337638" w:rsidR="003C3DD5" w:rsidRPr="00136AD8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0000</w:t>
            </w:r>
            <w:r w:rsidR="009457C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1CC123D" w14:textId="77777777" w:rsidR="003C3DD5" w:rsidRPr="009C256C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Planear a procura de emprego</w:t>
            </w:r>
          </w:p>
        </w:tc>
      </w:tr>
    </w:tbl>
    <w:p w14:paraId="3F464A1D" w14:textId="77777777" w:rsidR="003C3DD5" w:rsidRPr="00136AD8" w:rsidRDefault="003C3DD5" w:rsidP="003C3DD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6960CE3" w14:textId="77777777" w:rsidR="003C3DD5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 xml:space="preserve">,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4579057B" w14:textId="77777777" w:rsidR="003C3DD5" w:rsidRPr="003200F2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ED40F2F" w14:textId="77777777" w:rsidR="003C3DD5" w:rsidRPr="00136AD8" w:rsidRDefault="003C3DD5" w:rsidP="003C3DD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3DD5" w:rsidRPr="00136AD8" w14:paraId="0839702D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574D33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3DD5" w:rsidRPr="00136AD8" w14:paraId="07C36817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912F3D" w14:textId="3895CE05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C6343">
              <w:rPr>
                <w:rStyle w:val="cf01"/>
              </w:rPr>
              <w:t>UC a ser desenvolvida pela ANQEP</w:t>
            </w:r>
          </w:p>
          <w:p w14:paraId="42CDF62D" w14:textId="77777777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7269ECF8" w14:textId="77777777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64B4D104" w14:textId="77777777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3C3DD5" w:rsidRPr="00136AD8" w14:paraId="7ACE772C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7CE177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E28B64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90A4A3A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3DD5" w:rsidRPr="00136AD8" w14:paraId="5D90B602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EC699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D5BFE8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302FCC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A6A383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DBC2E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D15B2E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A3DB30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1C945B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7451AF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6E6C55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3ED6D7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C4C767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229755" w14:textId="77777777" w:rsidR="003C3DD5" w:rsidRPr="001B353A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45459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F4A436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4C8934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3864B6" w14:textId="77777777" w:rsidR="003C3DD5" w:rsidRPr="00517AA8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7C6546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F45E906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0966A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BB48B1C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4974AE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0E2A4D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79A5CF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DAEE3D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F24D56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DB868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E8314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CB7D6F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3BEE84D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E27D48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ED0C8D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072516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2688BF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58D35D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B177A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48AFA3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86FC38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86E1C8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3A34A6A" w14:textId="77777777" w:rsidR="003C3DD5" w:rsidRDefault="003C3DD5" w:rsidP="003C3DD5">
      <w:pPr>
        <w:rPr>
          <w:rFonts w:ascii="Verdana Pro Light" w:hAnsi="Verdana Pro Light"/>
          <w:smallCaps/>
        </w:rPr>
      </w:pPr>
    </w:p>
    <w:p w14:paraId="7A6A7642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147B331" w14:textId="77777777" w:rsidR="003C3DD5" w:rsidRPr="00F20E6F" w:rsidRDefault="003C3DD5" w:rsidP="003C3DD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6B24A53" w14:textId="77777777" w:rsidR="003C3DD5" w:rsidRPr="0064164C" w:rsidRDefault="003C3DD5" w:rsidP="003C3D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0DA1EBA" w14:textId="77777777" w:rsidR="003C3DD5" w:rsidRPr="0064164C" w:rsidRDefault="003C3DD5" w:rsidP="003C3D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AD9B7D6" w14:textId="77777777" w:rsidR="003C3DD5" w:rsidRPr="0064164C" w:rsidRDefault="003C3DD5" w:rsidP="003C3D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D6E66A7" w14:textId="77777777" w:rsidR="003C3DD5" w:rsidRPr="0064164C" w:rsidRDefault="003C3DD5" w:rsidP="003C3D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F6513AC" w14:textId="77777777" w:rsidR="003C3DD5" w:rsidRPr="0064164C" w:rsidRDefault="003C3DD5" w:rsidP="003C3DD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3B082D4" w14:textId="77777777" w:rsidR="003C3DD5" w:rsidRPr="00136AD8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97D495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CC34299" w14:textId="77777777" w:rsidR="003C3DD5" w:rsidRPr="00984B30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DEEC0F" w14:textId="77777777" w:rsidR="003C3DD5" w:rsidRPr="00984B30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12B453" w14:textId="77777777" w:rsidR="003C3DD5" w:rsidRPr="00984B30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9C8276" w14:textId="77777777" w:rsidR="003C3DD5" w:rsidRPr="00984B30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F45A616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E015CD5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5530BC1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F6C3AE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BDB884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F5C4C50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E860EB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7DAF8A1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81097C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55C172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EB25BA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133F51" w14:textId="77777777" w:rsidR="003C3DD5" w:rsidRPr="00501DC8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70CBE2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4A858D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F25402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28D85C8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51EDDA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1E6D6A" w14:textId="77777777" w:rsidR="003C3DD5" w:rsidRDefault="003C3DD5" w:rsidP="003C3DD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078CA85" w14:textId="77777777" w:rsidR="00974C6B" w:rsidRDefault="00974C6B" w:rsidP="003C3DD5">
      <w:pPr>
        <w:rPr>
          <w:rFonts w:ascii="Verdana Pro Light" w:hAnsi="Verdana Pro Light"/>
          <w:smallCaps/>
        </w:rPr>
      </w:pPr>
    </w:p>
    <w:p w14:paraId="0259FE42" w14:textId="016760E4" w:rsidR="003C3DD5" w:rsidRDefault="003C3DD5" w:rsidP="003C3DD5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3DD5" w:rsidRPr="00136AD8" w14:paraId="6B8C3BBF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7BD97B" w14:textId="308AD006" w:rsidR="003C3DD5" w:rsidRPr="00136AD8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BD03A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5323AC" w14:textId="77777777" w:rsidR="003C3DD5" w:rsidRPr="009C256C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</w:tbl>
    <w:p w14:paraId="7DDD0C6A" w14:textId="77777777" w:rsidR="003C3DD5" w:rsidRPr="00136AD8" w:rsidRDefault="003C3DD5" w:rsidP="003C3DD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4322C6E" w14:textId="77777777" w:rsidR="003C3DD5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33DF3D6C" w14:textId="77777777" w:rsidR="003C3DD5" w:rsidRPr="003200F2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6441A53" w14:textId="77777777" w:rsidR="003C3DD5" w:rsidRPr="00136AD8" w:rsidRDefault="003C3DD5" w:rsidP="003C3DD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3DD5" w:rsidRPr="00136AD8" w14:paraId="5853C573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B29D92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3DD5" w:rsidRPr="00136AD8" w14:paraId="5B130557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ABDB2" w14:textId="77777777" w:rsidR="003C3DD5" w:rsidRPr="000C4E32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1CDC253E" w14:textId="77777777" w:rsidR="003C3DD5" w:rsidRPr="000C4E32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448D6B41" w14:textId="77777777" w:rsidR="003C3DD5" w:rsidRPr="000C4E32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00586B24" w14:textId="77777777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3C3DD5" w:rsidRPr="00136AD8" w14:paraId="1D94C288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C0BC78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0AEBA3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FE8DDB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3DD5" w:rsidRPr="00136AD8" w14:paraId="5046BEE2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F7A92E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2E224F62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754C3E3C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08FC899F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design thinking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5B385C1F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1C32F66B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6A242296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074FCBC8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1B4971BA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6B9CBDA4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77242AF2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europeu e internacional), concorrência, produtos, serviços, local, instalações e equipamento, transporte, armazenamento e gestão de stocks, meios de promoção e clientes, financiamento, custos, vendas, lucros e impostos.</w:t>
            </w:r>
          </w:p>
          <w:p w14:paraId="4190752F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“Canvas”, “Cadeia de valor de Porter”, outros.</w:t>
            </w:r>
          </w:p>
          <w:p w14:paraId="5DEC5BDF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4F8D6502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7E68E63F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19560E01" w14:textId="77777777" w:rsidR="003C3DD5" w:rsidRPr="000C4E32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1563ED72" w14:textId="77777777" w:rsidR="003C3DD5" w:rsidRPr="001B353A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E0EB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44F95B2E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2D2BDC50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06AFB26C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1D5C860B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018F1F4E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6AB09580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1364491D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95594E9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3E6B0A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C9D218A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31CB334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6F13A655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5FE0FFEA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55C6A9B8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4169DF65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5AC0095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29F1446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2BD96120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4D6FDC19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75B82E6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6CB986E5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2478FB20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4515D026" w14:textId="77777777" w:rsidR="003C3DD5" w:rsidRDefault="003C3DD5" w:rsidP="003C3DD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0DF18CB" w14:textId="77777777" w:rsidR="003C3DD5" w:rsidRDefault="003C3DD5" w:rsidP="003C3DD5">
      <w:pPr>
        <w:rPr>
          <w:rFonts w:ascii="Verdana Pro Light" w:hAnsi="Verdana Pro Light"/>
          <w:smallCaps/>
        </w:rPr>
      </w:pPr>
    </w:p>
    <w:p w14:paraId="39C71F87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7115A95" w14:textId="77777777" w:rsidR="003C3DD5" w:rsidRPr="00F20E6F" w:rsidRDefault="003C3DD5" w:rsidP="003C3DD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FCCC61E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4DD94B62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242DCA51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0BB7457E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10F1B1DE" w14:textId="77777777" w:rsidR="003C3DD5" w:rsidRPr="00136AD8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4142E1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9AF722E" w14:textId="77777777" w:rsidR="003C3DD5" w:rsidRPr="00051C79" w:rsidRDefault="003C3DD5" w:rsidP="003C3DD5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ABC0A47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AE32F25" w14:textId="77777777" w:rsidR="003C3DD5" w:rsidRPr="00E25AAA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89460E8" w14:textId="77777777" w:rsidR="003C3DD5" w:rsidRPr="00E25AAA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>Documentação contendo exemplos de negócios.</w:t>
      </w:r>
    </w:p>
    <w:p w14:paraId="0F565C2E" w14:textId="77777777" w:rsidR="003C3DD5" w:rsidRPr="00E25AAA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7F1B1784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4D6215BE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46E8FE5A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Software de análise e tratamento de dados (base de dados, folha de cálculo, outros). </w:t>
      </w:r>
    </w:p>
    <w:p w14:paraId="7372A4D9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102B1717" w14:textId="77777777" w:rsidR="003C3DD5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60218361" w14:textId="77777777" w:rsidR="003C3DD5" w:rsidRPr="00E25AAA" w:rsidRDefault="003C3DD5" w:rsidP="003C3DD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“Canvas”, “Cadeia de valor de Porter”, entre outros.</w:t>
      </w:r>
    </w:p>
    <w:p w14:paraId="00B9F8A8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850564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F2CCEA7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00D5AD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12352D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8EC568" w14:textId="77777777" w:rsidR="003C3DD5" w:rsidRDefault="003C3DD5" w:rsidP="003C3DD5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3C3DD5" w:rsidRPr="00136AD8" w14:paraId="73824414" w14:textId="77777777" w:rsidTr="001D2FBF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37FA3F" w14:textId="420E2201" w:rsidR="003C3DD5" w:rsidRPr="00136AD8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</w:t>
            </w:r>
            <w:r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1</w:t>
            </w:r>
            <w:r w:rsidR="00BD03A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88506D" w14:textId="77777777" w:rsidR="003C3DD5" w:rsidRPr="009C256C" w:rsidRDefault="003C3DD5" w:rsidP="001D2FBF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</w:tbl>
    <w:p w14:paraId="677AB557" w14:textId="77777777" w:rsidR="003C3DD5" w:rsidRPr="00136AD8" w:rsidRDefault="003C3DD5" w:rsidP="003C3DD5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98BB108" w14:textId="77777777" w:rsidR="003C3DD5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 5</w:t>
      </w:r>
    </w:p>
    <w:p w14:paraId="2F13655C" w14:textId="77777777" w:rsidR="003C3DD5" w:rsidRPr="003200F2" w:rsidRDefault="003C3DD5" w:rsidP="003C3DD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6245204" w14:textId="77777777" w:rsidR="003C3DD5" w:rsidRPr="00136AD8" w:rsidRDefault="003C3DD5" w:rsidP="003C3DD5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3C3DD5" w:rsidRPr="00136AD8" w14:paraId="4B4CC3C2" w14:textId="77777777" w:rsidTr="001D2FBF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6B23E5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3C3DD5" w:rsidRPr="00136AD8" w14:paraId="71958035" w14:textId="77777777" w:rsidTr="001D2FBF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ED2D3" w14:textId="77777777" w:rsidR="003C3DD5" w:rsidRPr="002A6E9B" w:rsidRDefault="003C3DD5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7CEAD153" w14:textId="77777777" w:rsidR="003C3DD5" w:rsidRPr="002A6E9B" w:rsidRDefault="003C3DD5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576D53D6" w14:textId="77777777" w:rsidR="003C3DD5" w:rsidRPr="002A6E9B" w:rsidRDefault="003C3DD5" w:rsidP="001D2FBF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18362E28" w14:textId="77777777" w:rsidR="003C3DD5" w:rsidRPr="001B353A" w:rsidRDefault="003C3DD5" w:rsidP="001D2FB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3C3DD5" w:rsidRPr="00136AD8" w14:paraId="749D2C67" w14:textId="77777777" w:rsidTr="001D2FBF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645CA1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424B35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4BE501" w14:textId="77777777" w:rsidR="003C3DD5" w:rsidRPr="001B353A" w:rsidRDefault="003C3DD5" w:rsidP="001D2FBF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C3DD5" w:rsidRPr="00136AD8" w14:paraId="0B689C6F" w14:textId="77777777" w:rsidTr="001D2FBF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D71D7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1AC519DA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167D8462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684C6250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5564988A" w14:textId="77777777" w:rsidR="003C3DD5" w:rsidRPr="00BD2A08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0F3CBB2E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27E58D68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2C6EA360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2B7E767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2D94605E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3041D083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67E90DA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72BE88C0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129124F7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6543CAE8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74CC0271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518692EC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32BF5AE6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financiamento – estruturas, fontes, custos de financiamento.</w:t>
            </w:r>
          </w:p>
          <w:p w14:paraId="720F0A5C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460D5F56" w14:textId="77777777" w:rsidR="003C3DD5" w:rsidRPr="001B353A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F4016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061A374E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36C85E5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3FD8E403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7EB012D7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43CFB472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124A5A73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497CA9DF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4E8D9D69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9DCB756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13723131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1ED5DB33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0D47086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791AE95A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187724E6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2DCF4121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30263F6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0DC18719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54687C6F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477AA190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4F917" w14:textId="77777777" w:rsidR="003C3DD5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24B0C9" w14:textId="77777777" w:rsidR="003C3DD5" w:rsidRPr="000A223C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069EE929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9639114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1BC1752C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7B8E8B5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BC44BC9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49C244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2529865A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4513DF38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26674DD9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42243E3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1193554D" w14:textId="77777777" w:rsidR="003C3DD5" w:rsidRPr="002A6E9B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5C3C2BC9" w14:textId="77777777" w:rsidR="003C3DD5" w:rsidRPr="00057283" w:rsidRDefault="003C3DD5" w:rsidP="001D2F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4745FCB4" w14:textId="77777777" w:rsidR="003C3DD5" w:rsidRDefault="003C3DD5" w:rsidP="003C3DD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FC6FF0" w14:textId="77777777" w:rsidR="003C3DD5" w:rsidRDefault="003C3DD5" w:rsidP="003C3DD5">
      <w:pPr>
        <w:rPr>
          <w:rFonts w:ascii="Verdana Pro Light" w:hAnsi="Verdana Pro Light"/>
          <w:smallCaps/>
        </w:rPr>
      </w:pPr>
    </w:p>
    <w:p w14:paraId="095F2F45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3A51ED1" w14:textId="77777777" w:rsidR="003C3DD5" w:rsidRPr="00F20E6F" w:rsidRDefault="003C3DD5" w:rsidP="003C3DD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09C0CF9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4DAA6627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1D1DBAC4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1892A774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4D2ED419" w14:textId="77777777" w:rsidR="003C3DD5" w:rsidRPr="00B450A1" w:rsidRDefault="003C3DD5" w:rsidP="003C3DD5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188B9D73" w14:textId="77777777" w:rsidR="003C3DD5" w:rsidRPr="00136AD8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23FA80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4DE367" w14:textId="77777777" w:rsidR="003C3DD5" w:rsidRPr="005A0647" w:rsidRDefault="003C3DD5" w:rsidP="003C3DD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119DDA1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5842F4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D0D5FD6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75225C5F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423E9B3A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76D5DD81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059F8B1D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54A884B7" w14:textId="77777777" w:rsidR="003C3DD5" w:rsidRPr="002A6E9B" w:rsidRDefault="003C3DD5" w:rsidP="003C3DD5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5FF84EA0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3ED2A6A" w14:textId="77777777" w:rsidR="003C3DD5" w:rsidRPr="00F87025" w:rsidRDefault="003C3DD5" w:rsidP="003C3DD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C80F9A0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AF55628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0F6E6A5" w14:textId="77777777" w:rsidR="003C3DD5" w:rsidRPr="00051C79" w:rsidRDefault="003C3DD5" w:rsidP="003C3DD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FAFE91" w14:textId="77777777" w:rsidR="003C3DD5" w:rsidRPr="000A4A91" w:rsidRDefault="003C3DD5" w:rsidP="003C3DD5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868A925" w14:textId="77777777" w:rsidR="003C3DD5" w:rsidRPr="00051C79" w:rsidRDefault="003C3DD5" w:rsidP="00FF4F58">
      <w:pPr>
        <w:rPr>
          <w:rFonts w:ascii="Verdana Pro Light" w:hAnsi="Verdana Pro Light"/>
          <w:smallCaps/>
        </w:rPr>
      </w:pPr>
    </w:p>
    <w:sectPr w:rsidR="003C3DD5" w:rsidRPr="00051C79" w:rsidSect="00BF7A95">
      <w:footerReference w:type="default" r:id="rId12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81734" w14:textId="77777777" w:rsidR="00BF7A95" w:rsidRDefault="00BF7A95" w:rsidP="00AC6E34">
      <w:pPr>
        <w:spacing w:after="0" w:line="240" w:lineRule="auto"/>
      </w:pPr>
      <w:r>
        <w:separator/>
      </w:r>
    </w:p>
  </w:endnote>
  <w:endnote w:type="continuationSeparator" w:id="0">
    <w:p w14:paraId="2B0F8B1B" w14:textId="77777777" w:rsidR="00BF7A95" w:rsidRDefault="00BF7A95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F582F" w14:textId="77777777" w:rsidR="00FF4F58" w:rsidRDefault="00FF4F58">
    <w:pPr>
      <w:pStyle w:val="Rodap"/>
      <w:jc w:val="right"/>
    </w:pPr>
  </w:p>
  <w:p w14:paraId="2666F365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DB9AC" w14:textId="77777777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(designação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B58C2E4" w14:textId="77777777" w:rsidR="008C1AD9" w:rsidRDefault="008C1AD9">
    <w:pPr>
      <w:pStyle w:val="Rodap"/>
      <w:jc w:val="right"/>
    </w:pPr>
  </w:p>
  <w:p w14:paraId="273982A4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305A0" w14:textId="77777777" w:rsidR="00BF7A95" w:rsidRDefault="00BF7A95" w:rsidP="00AC6E34">
      <w:pPr>
        <w:spacing w:after="0" w:line="240" w:lineRule="auto"/>
      </w:pPr>
      <w:r>
        <w:separator/>
      </w:r>
    </w:p>
  </w:footnote>
  <w:footnote w:type="continuationSeparator" w:id="0">
    <w:p w14:paraId="3ACC4018" w14:textId="77777777" w:rsidR="00BF7A95" w:rsidRDefault="00BF7A95" w:rsidP="00AC6E34">
      <w:pPr>
        <w:spacing w:after="0" w:line="240" w:lineRule="auto"/>
      </w:pPr>
      <w:r>
        <w:continuationSeparator/>
      </w:r>
    </w:p>
  </w:footnote>
  <w:footnote w:id="1">
    <w:p w14:paraId="038CA272" w14:textId="77777777" w:rsidR="00DC7DC6" w:rsidRDefault="00DC7DC6" w:rsidP="00DC7DC6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617BCA48" w14:textId="77777777" w:rsidR="009A4E07" w:rsidRDefault="009A4E07" w:rsidP="009A4E0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650C0817" w14:textId="77777777" w:rsidR="009A4E07" w:rsidRPr="00616272" w:rsidRDefault="009A4E07" w:rsidP="009A4E07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692A5B84" w14:textId="77777777" w:rsidR="000709AA" w:rsidRPr="002962FF" w:rsidRDefault="000709AA" w:rsidP="000709AA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1905C912" w14:textId="77777777" w:rsidR="000709AA" w:rsidRDefault="000709AA" w:rsidP="000709AA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597D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1EFFE7B0" wp14:editId="5A681BDC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6701A75A" wp14:editId="457E1F22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7946"/>
    <w:multiLevelType w:val="hybridMultilevel"/>
    <w:tmpl w:val="777C4C8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9719F"/>
    <w:multiLevelType w:val="hybridMultilevel"/>
    <w:tmpl w:val="48CAEDF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0EEB7B9D"/>
    <w:multiLevelType w:val="hybridMultilevel"/>
    <w:tmpl w:val="FADECD7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D712C"/>
    <w:multiLevelType w:val="hybridMultilevel"/>
    <w:tmpl w:val="DA382D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32D56"/>
    <w:multiLevelType w:val="hybridMultilevel"/>
    <w:tmpl w:val="0F52184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7AFA"/>
    <w:multiLevelType w:val="hybridMultilevel"/>
    <w:tmpl w:val="1DA8311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111B"/>
    <w:multiLevelType w:val="hybridMultilevel"/>
    <w:tmpl w:val="C3F2CD8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18FB6"/>
    <w:multiLevelType w:val="hybridMultilevel"/>
    <w:tmpl w:val="244AA124"/>
    <w:lvl w:ilvl="0" w:tplc="4CC22C0A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DC728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6CD6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A0A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E8B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6F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86D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2F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4C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232F9"/>
    <w:multiLevelType w:val="hybridMultilevel"/>
    <w:tmpl w:val="58AC276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B40EB"/>
    <w:multiLevelType w:val="hybridMultilevel"/>
    <w:tmpl w:val="827C547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E4C0AE5"/>
    <w:multiLevelType w:val="hybridMultilevel"/>
    <w:tmpl w:val="512C7F0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746204"/>
    <w:multiLevelType w:val="hybridMultilevel"/>
    <w:tmpl w:val="1BC233D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41EF0"/>
    <w:multiLevelType w:val="hybridMultilevel"/>
    <w:tmpl w:val="21425E66"/>
    <w:lvl w:ilvl="0" w:tplc="507AB15A">
      <w:numFmt w:val="bullet"/>
      <w:lvlText w:val=""/>
      <w:lvlJc w:val="left"/>
      <w:pPr>
        <w:ind w:left="998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5" w15:restartNumberingAfterBreak="0">
    <w:nsid w:val="247A0760"/>
    <w:multiLevelType w:val="hybridMultilevel"/>
    <w:tmpl w:val="3DA40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 w15:restartNumberingAfterBreak="0">
    <w:nsid w:val="31A00DC1"/>
    <w:multiLevelType w:val="hybridMultilevel"/>
    <w:tmpl w:val="ACB2D49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54C80"/>
    <w:multiLevelType w:val="hybridMultilevel"/>
    <w:tmpl w:val="4584351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A1842"/>
    <w:multiLevelType w:val="hybridMultilevel"/>
    <w:tmpl w:val="8A7E6C0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979A0"/>
    <w:multiLevelType w:val="hybridMultilevel"/>
    <w:tmpl w:val="64A485D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C26C24"/>
    <w:multiLevelType w:val="hybridMultilevel"/>
    <w:tmpl w:val="F618877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02A11"/>
    <w:multiLevelType w:val="hybridMultilevel"/>
    <w:tmpl w:val="EF0E732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DA1C7F"/>
    <w:multiLevelType w:val="hybridMultilevel"/>
    <w:tmpl w:val="F6443F0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C1419"/>
    <w:multiLevelType w:val="hybridMultilevel"/>
    <w:tmpl w:val="6944EFB2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B0602"/>
    <w:multiLevelType w:val="hybridMultilevel"/>
    <w:tmpl w:val="6DD2AAE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F63AE"/>
    <w:multiLevelType w:val="hybridMultilevel"/>
    <w:tmpl w:val="C8784B26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73306"/>
    <w:multiLevelType w:val="hybridMultilevel"/>
    <w:tmpl w:val="6DACEDF0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0" w15:restartNumberingAfterBreak="0">
    <w:nsid w:val="682B1301"/>
    <w:multiLevelType w:val="hybridMultilevel"/>
    <w:tmpl w:val="682619D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C096A"/>
    <w:multiLevelType w:val="hybridMultilevel"/>
    <w:tmpl w:val="A80AF0E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F3B45"/>
    <w:multiLevelType w:val="hybridMultilevel"/>
    <w:tmpl w:val="234C88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921CA"/>
    <w:multiLevelType w:val="hybridMultilevel"/>
    <w:tmpl w:val="F0B6142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A14AC"/>
    <w:multiLevelType w:val="hybridMultilevel"/>
    <w:tmpl w:val="635C5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83F22"/>
    <w:multiLevelType w:val="hybridMultilevel"/>
    <w:tmpl w:val="8210434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666E6"/>
    <w:multiLevelType w:val="hybridMultilevel"/>
    <w:tmpl w:val="90A0F41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13367"/>
    <w:multiLevelType w:val="hybridMultilevel"/>
    <w:tmpl w:val="7DD6DED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4867B2"/>
    <w:multiLevelType w:val="hybridMultilevel"/>
    <w:tmpl w:val="B4A474B8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494803">
    <w:abstractNumId w:val="2"/>
  </w:num>
  <w:num w:numId="2" w16cid:durableId="3868186">
    <w:abstractNumId w:val="17"/>
  </w:num>
  <w:num w:numId="3" w16cid:durableId="608776002">
    <w:abstractNumId w:val="29"/>
  </w:num>
  <w:num w:numId="4" w16cid:durableId="595790447">
    <w:abstractNumId w:val="16"/>
  </w:num>
  <w:num w:numId="5" w16cid:durableId="323051300">
    <w:abstractNumId w:val="15"/>
  </w:num>
  <w:num w:numId="6" w16cid:durableId="1547984366">
    <w:abstractNumId w:val="34"/>
  </w:num>
  <w:num w:numId="7" w16cid:durableId="1576549870">
    <w:abstractNumId w:val="11"/>
  </w:num>
  <w:num w:numId="8" w16cid:durableId="766845606">
    <w:abstractNumId w:val="8"/>
  </w:num>
  <w:num w:numId="9" w16cid:durableId="1377119061">
    <w:abstractNumId w:val="12"/>
  </w:num>
  <w:num w:numId="10" w16cid:durableId="641925706">
    <w:abstractNumId w:val="36"/>
  </w:num>
  <w:num w:numId="11" w16cid:durableId="1717508292">
    <w:abstractNumId w:val="21"/>
  </w:num>
  <w:num w:numId="12" w16cid:durableId="686174377">
    <w:abstractNumId w:val="7"/>
  </w:num>
  <w:num w:numId="13" w16cid:durableId="758407130">
    <w:abstractNumId w:val="33"/>
  </w:num>
  <w:num w:numId="14" w16cid:durableId="982731065">
    <w:abstractNumId w:val="23"/>
  </w:num>
  <w:num w:numId="15" w16cid:durableId="1697004991">
    <w:abstractNumId w:val="9"/>
  </w:num>
  <w:num w:numId="16" w16cid:durableId="570235785">
    <w:abstractNumId w:val="10"/>
  </w:num>
  <w:num w:numId="17" w16cid:durableId="1743334639">
    <w:abstractNumId w:val="5"/>
  </w:num>
  <w:num w:numId="18" w16cid:durableId="1609696669">
    <w:abstractNumId w:val="6"/>
  </w:num>
  <w:num w:numId="19" w16cid:durableId="1067800619">
    <w:abstractNumId w:val="22"/>
  </w:num>
  <w:num w:numId="20" w16cid:durableId="1795324581">
    <w:abstractNumId w:val="24"/>
  </w:num>
  <w:num w:numId="21" w16cid:durableId="138768797">
    <w:abstractNumId w:val="32"/>
  </w:num>
  <w:num w:numId="22" w16cid:durableId="1166283662">
    <w:abstractNumId w:val="30"/>
  </w:num>
  <w:num w:numId="23" w16cid:durableId="205220147">
    <w:abstractNumId w:val="1"/>
  </w:num>
  <w:num w:numId="24" w16cid:durableId="533807245">
    <w:abstractNumId w:val="13"/>
  </w:num>
  <w:num w:numId="25" w16cid:durableId="1718436483">
    <w:abstractNumId w:val="25"/>
  </w:num>
  <w:num w:numId="26" w16cid:durableId="823929827">
    <w:abstractNumId w:val="27"/>
  </w:num>
  <w:num w:numId="27" w16cid:durableId="67308591">
    <w:abstractNumId w:val="14"/>
  </w:num>
  <w:num w:numId="28" w16cid:durableId="1018121717">
    <w:abstractNumId w:val="31"/>
  </w:num>
  <w:num w:numId="29" w16cid:durableId="1038315399">
    <w:abstractNumId w:val="28"/>
  </w:num>
  <w:num w:numId="30" w16cid:durableId="1525946662">
    <w:abstractNumId w:val="38"/>
  </w:num>
  <w:num w:numId="31" w16cid:durableId="856505457">
    <w:abstractNumId w:val="0"/>
  </w:num>
  <w:num w:numId="32" w16cid:durableId="1785733210">
    <w:abstractNumId w:val="26"/>
  </w:num>
  <w:num w:numId="33" w16cid:durableId="779181897">
    <w:abstractNumId w:val="20"/>
  </w:num>
  <w:num w:numId="34" w16cid:durableId="196895096">
    <w:abstractNumId w:val="35"/>
  </w:num>
  <w:num w:numId="35" w16cid:durableId="99878345">
    <w:abstractNumId w:val="18"/>
  </w:num>
  <w:num w:numId="36" w16cid:durableId="468473961">
    <w:abstractNumId w:val="4"/>
  </w:num>
  <w:num w:numId="37" w16cid:durableId="1847669863">
    <w:abstractNumId w:val="3"/>
  </w:num>
  <w:num w:numId="38" w16cid:durableId="1037850245">
    <w:abstractNumId w:val="37"/>
  </w:num>
  <w:num w:numId="39" w16cid:durableId="19833471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07"/>
    <w:rsid w:val="000104EB"/>
    <w:rsid w:val="00030680"/>
    <w:rsid w:val="00050EBC"/>
    <w:rsid w:val="000521F4"/>
    <w:rsid w:val="000709AA"/>
    <w:rsid w:val="000733F5"/>
    <w:rsid w:val="000B6869"/>
    <w:rsid w:val="000C2959"/>
    <w:rsid w:val="000D0F31"/>
    <w:rsid w:val="000D4A05"/>
    <w:rsid w:val="000D531F"/>
    <w:rsid w:val="000F21C1"/>
    <w:rsid w:val="000F3254"/>
    <w:rsid w:val="00122FCD"/>
    <w:rsid w:val="00146F28"/>
    <w:rsid w:val="0017221E"/>
    <w:rsid w:val="0018205F"/>
    <w:rsid w:val="00195FD0"/>
    <w:rsid w:val="0019696D"/>
    <w:rsid w:val="001979BF"/>
    <w:rsid w:val="001B30AA"/>
    <w:rsid w:val="001B7791"/>
    <w:rsid w:val="001F5226"/>
    <w:rsid w:val="001F6D11"/>
    <w:rsid w:val="00213434"/>
    <w:rsid w:val="00234037"/>
    <w:rsid w:val="00250F16"/>
    <w:rsid w:val="002803E6"/>
    <w:rsid w:val="00281536"/>
    <w:rsid w:val="00291019"/>
    <w:rsid w:val="00294A81"/>
    <w:rsid w:val="002A5F23"/>
    <w:rsid w:val="002B0690"/>
    <w:rsid w:val="002B74AE"/>
    <w:rsid w:val="002B7C85"/>
    <w:rsid w:val="002C14A5"/>
    <w:rsid w:val="002C4A82"/>
    <w:rsid w:val="00300ACC"/>
    <w:rsid w:val="0030487B"/>
    <w:rsid w:val="00305E1F"/>
    <w:rsid w:val="00325B78"/>
    <w:rsid w:val="00332C4A"/>
    <w:rsid w:val="00334181"/>
    <w:rsid w:val="00345260"/>
    <w:rsid w:val="00346D6E"/>
    <w:rsid w:val="00355C59"/>
    <w:rsid w:val="0036235E"/>
    <w:rsid w:val="0038325B"/>
    <w:rsid w:val="003C3DD5"/>
    <w:rsid w:val="003D1065"/>
    <w:rsid w:val="003E1BF4"/>
    <w:rsid w:val="00430953"/>
    <w:rsid w:val="00442B8A"/>
    <w:rsid w:val="00450363"/>
    <w:rsid w:val="00464E5C"/>
    <w:rsid w:val="004A65CB"/>
    <w:rsid w:val="004C6343"/>
    <w:rsid w:val="004D104D"/>
    <w:rsid w:val="004D154F"/>
    <w:rsid w:val="004D38A4"/>
    <w:rsid w:val="004E7559"/>
    <w:rsid w:val="004F117D"/>
    <w:rsid w:val="004F422E"/>
    <w:rsid w:val="004F63F0"/>
    <w:rsid w:val="00501489"/>
    <w:rsid w:val="005258AE"/>
    <w:rsid w:val="0058375D"/>
    <w:rsid w:val="005A36E8"/>
    <w:rsid w:val="005C0FC3"/>
    <w:rsid w:val="005C1274"/>
    <w:rsid w:val="006060A6"/>
    <w:rsid w:val="00610FB9"/>
    <w:rsid w:val="00612684"/>
    <w:rsid w:val="006136CD"/>
    <w:rsid w:val="00615151"/>
    <w:rsid w:val="00616272"/>
    <w:rsid w:val="00625108"/>
    <w:rsid w:val="00635680"/>
    <w:rsid w:val="00655DCE"/>
    <w:rsid w:val="00662AC2"/>
    <w:rsid w:val="00684175"/>
    <w:rsid w:val="00693A88"/>
    <w:rsid w:val="006942C8"/>
    <w:rsid w:val="006A7D6A"/>
    <w:rsid w:val="006C0318"/>
    <w:rsid w:val="006C176D"/>
    <w:rsid w:val="006D1138"/>
    <w:rsid w:val="006F0B80"/>
    <w:rsid w:val="006F276D"/>
    <w:rsid w:val="00701DDB"/>
    <w:rsid w:val="00706A57"/>
    <w:rsid w:val="00710709"/>
    <w:rsid w:val="00712C22"/>
    <w:rsid w:val="00713F42"/>
    <w:rsid w:val="00721800"/>
    <w:rsid w:val="00727CAB"/>
    <w:rsid w:val="00741785"/>
    <w:rsid w:val="00746109"/>
    <w:rsid w:val="007C2A1E"/>
    <w:rsid w:val="007F65E2"/>
    <w:rsid w:val="007F71DE"/>
    <w:rsid w:val="007F7DC2"/>
    <w:rsid w:val="00802F03"/>
    <w:rsid w:val="00805D40"/>
    <w:rsid w:val="008274E2"/>
    <w:rsid w:val="00831047"/>
    <w:rsid w:val="008368D8"/>
    <w:rsid w:val="00837428"/>
    <w:rsid w:val="00837B28"/>
    <w:rsid w:val="008463F7"/>
    <w:rsid w:val="00863E5E"/>
    <w:rsid w:val="00873586"/>
    <w:rsid w:val="0087470B"/>
    <w:rsid w:val="0087605A"/>
    <w:rsid w:val="008941E8"/>
    <w:rsid w:val="008C1AD9"/>
    <w:rsid w:val="008C76A8"/>
    <w:rsid w:val="008D4004"/>
    <w:rsid w:val="008E6867"/>
    <w:rsid w:val="00906320"/>
    <w:rsid w:val="00914B87"/>
    <w:rsid w:val="00915851"/>
    <w:rsid w:val="00927FE8"/>
    <w:rsid w:val="009457C3"/>
    <w:rsid w:val="009702A4"/>
    <w:rsid w:val="00974C6B"/>
    <w:rsid w:val="00986234"/>
    <w:rsid w:val="009903A3"/>
    <w:rsid w:val="009A4E07"/>
    <w:rsid w:val="009C7FF7"/>
    <w:rsid w:val="00A2032D"/>
    <w:rsid w:val="00A25A2B"/>
    <w:rsid w:val="00A30452"/>
    <w:rsid w:val="00A3277A"/>
    <w:rsid w:val="00A57EDF"/>
    <w:rsid w:val="00A72E2D"/>
    <w:rsid w:val="00A92BF5"/>
    <w:rsid w:val="00A97425"/>
    <w:rsid w:val="00AA7A19"/>
    <w:rsid w:val="00AB43FA"/>
    <w:rsid w:val="00AB44C5"/>
    <w:rsid w:val="00AC6E34"/>
    <w:rsid w:val="00AD3760"/>
    <w:rsid w:val="00AD6009"/>
    <w:rsid w:val="00AE1D10"/>
    <w:rsid w:val="00AE1EDC"/>
    <w:rsid w:val="00AE5317"/>
    <w:rsid w:val="00AF70F0"/>
    <w:rsid w:val="00B125D7"/>
    <w:rsid w:val="00B15DD6"/>
    <w:rsid w:val="00B31715"/>
    <w:rsid w:val="00B50FDC"/>
    <w:rsid w:val="00B71AED"/>
    <w:rsid w:val="00B73322"/>
    <w:rsid w:val="00B84BE4"/>
    <w:rsid w:val="00B8607F"/>
    <w:rsid w:val="00BC27EE"/>
    <w:rsid w:val="00BC40F0"/>
    <w:rsid w:val="00BD03A8"/>
    <w:rsid w:val="00BE4305"/>
    <w:rsid w:val="00BF7A95"/>
    <w:rsid w:val="00C34660"/>
    <w:rsid w:val="00C8406E"/>
    <w:rsid w:val="00C84B4D"/>
    <w:rsid w:val="00C87AC6"/>
    <w:rsid w:val="00C90DD6"/>
    <w:rsid w:val="00CA0927"/>
    <w:rsid w:val="00CA1E79"/>
    <w:rsid w:val="00CB2D2D"/>
    <w:rsid w:val="00CE2193"/>
    <w:rsid w:val="00CF60BD"/>
    <w:rsid w:val="00D132D5"/>
    <w:rsid w:val="00D14991"/>
    <w:rsid w:val="00D367DB"/>
    <w:rsid w:val="00D47AE2"/>
    <w:rsid w:val="00D57922"/>
    <w:rsid w:val="00D87EB9"/>
    <w:rsid w:val="00D93494"/>
    <w:rsid w:val="00D9424D"/>
    <w:rsid w:val="00DA3EB2"/>
    <w:rsid w:val="00DC7DC6"/>
    <w:rsid w:val="00E03C23"/>
    <w:rsid w:val="00E04177"/>
    <w:rsid w:val="00E22176"/>
    <w:rsid w:val="00E5561B"/>
    <w:rsid w:val="00E569A3"/>
    <w:rsid w:val="00E82A9D"/>
    <w:rsid w:val="00E8705E"/>
    <w:rsid w:val="00E96CFA"/>
    <w:rsid w:val="00EA4D61"/>
    <w:rsid w:val="00EB6978"/>
    <w:rsid w:val="00EC6FD2"/>
    <w:rsid w:val="00ED261C"/>
    <w:rsid w:val="00EE01C3"/>
    <w:rsid w:val="00EE32D7"/>
    <w:rsid w:val="00EF41D5"/>
    <w:rsid w:val="00EF7E2F"/>
    <w:rsid w:val="00F006C3"/>
    <w:rsid w:val="00F104C2"/>
    <w:rsid w:val="00F510A3"/>
    <w:rsid w:val="00F84D14"/>
    <w:rsid w:val="00F860B2"/>
    <w:rsid w:val="00F87C57"/>
    <w:rsid w:val="00FA12AB"/>
    <w:rsid w:val="00FB114A"/>
    <w:rsid w:val="00FB4910"/>
    <w:rsid w:val="00FD087C"/>
    <w:rsid w:val="00FE3022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FEF90"/>
  <w15:chartTrackingRefBased/>
  <w15:docId w15:val="{8AC0E8E4-07B8-4685-8A1E-92C969BD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EC6FD2"/>
  </w:style>
  <w:style w:type="character" w:customStyle="1" w:styleId="cf01">
    <w:name w:val="cf01"/>
    <w:basedOn w:val="Tipodeletrapredefinidodopargrafo"/>
    <w:rsid w:val="004C634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4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4377">
          <w:marLeft w:val="0"/>
          <w:marRight w:val="0"/>
          <w:marTop w:val="0"/>
          <w:marBottom w:val="0"/>
          <w:divBdr>
            <w:top w:val="single" w:sz="6" w:space="2" w:color="404142"/>
            <w:left w:val="single" w:sz="6" w:space="2" w:color="404142"/>
            <w:bottom w:val="single" w:sz="6" w:space="2" w:color="404142"/>
            <w:right w:val="single" w:sz="6" w:space="2" w:color="404142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TEMPLATES\Template_RC_Nova_%20N2_N4_2022_04_2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6B832AD590054A854358AEEE2146A5" ma:contentTypeVersion="6" ma:contentTypeDescription="Criar um novo documento." ma:contentTypeScope="" ma:versionID="9dcd55c788e7f94a02f155f2b5ce7a3e">
  <xsd:schema xmlns:xsd="http://www.w3.org/2001/XMLSchema" xmlns:xs="http://www.w3.org/2001/XMLSchema" xmlns:p="http://schemas.microsoft.com/office/2006/metadata/properties" xmlns:ns2="64401f7a-f939-44ea-bdfb-cd1a26369ea5" xmlns:ns3="bea84cbd-f23c-4a56-ab15-97a4ac4696c3" targetNamespace="http://schemas.microsoft.com/office/2006/metadata/properties" ma:root="true" ma:fieldsID="03da1fca94445455296d73adf2b75fa3" ns2:_="" ns3:_="">
    <xsd:import namespace="64401f7a-f939-44ea-bdfb-cd1a26369ea5"/>
    <xsd:import namespace="bea84cbd-f23c-4a56-ab15-97a4ac4696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01f7a-f939-44ea-bdfb-cd1a26369e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84cbd-f23c-4a56-ab15-97a4ac469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D7B4D-83FF-4E57-9F68-C08C1C489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FD451-E7FF-4E03-A377-604D4A31A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01f7a-f939-44ea-bdfb-cd1a26369ea5"/>
    <ds:schemaRef ds:uri="bea84cbd-f23c-4a56-ab15-97a4ac469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Template_RC_Nova_ N2_N4_2022_04_21</Template>
  <TotalTime>9</TotalTime>
  <Pages>107</Pages>
  <Words>22648</Words>
  <Characters>122303</Characters>
  <Application>Microsoft Office Word</Application>
  <DocSecurity>0</DocSecurity>
  <Lines>1019</Lines>
  <Paragraphs>289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Maria Álvares</cp:lastModifiedBy>
  <cp:revision>14</cp:revision>
  <dcterms:created xsi:type="dcterms:W3CDTF">2024-02-27T11:59:00Z</dcterms:created>
  <dcterms:modified xsi:type="dcterms:W3CDTF">2024-02-27T14:41:00Z</dcterms:modified>
</cp:coreProperties>
</file>