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9D8AE" w14:textId="77777777" w:rsidR="00250F16" w:rsidRPr="00C32E00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32A5E9C" w14:textId="77777777" w:rsidR="00250F16" w:rsidRPr="00C32E00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C32E00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FB1A97" wp14:editId="2137DDB6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85EC2E" w14:textId="77777777" w:rsidR="00FF4F58" w:rsidRPr="00C32E00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C32E00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3C293BA" w14:textId="77777777" w:rsidR="00FF4F58" w:rsidRPr="00C32E00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C32E00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B1A97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5385EC2E" w14:textId="77777777" w:rsidR="00FF4F58" w:rsidRPr="00C32E00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C32E00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3C293BA" w14:textId="77777777" w:rsidR="00FF4F58" w:rsidRPr="00C32E00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C32E00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B7C4084" w14:textId="77777777" w:rsidR="00AC6E34" w:rsidRPr="00C32E00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8C3EA7C" w14:textId="77777777" w:rsidR="00AC6E34" w:rsidRPr="00C32E00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F076B6B" w14:textId="77777777" w:rsidR="00AC6E34" w:rsidRPr="00C32E00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AB0AF93" w14:textId="77777777" w:rsidR="00721800" w:rsidRPr="00C32E00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2EABD1D" w14:textId="1376F6D3" w:rsidR="00CD292D" w:rsidRPr="00C32E00" w:rsidRDefault="00CD292D" w:rsidP="00CD292D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C32E00">
        <w:rPr>
          <w:rFonts w:ascii="Verdana Pro Light" w:hAnsi="Verdana Pro Light"/>
          <w:b/>
          <w:color w:val="000000" w:themeColor="text1"/>
          <w:sz w:val="32"/>
          <w:szCs w:val="24"/>
        </w:rPr>
        <w:t>Técnico/a de Animação 2D 3D</w:t>
      </w:r>
    </w:p>
    <w:p w14:paraId="7FD9E93A" w14:textId="77777777" w:rsidR="00863E5E" w:rsidRPr="00C32E00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C32E00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65D56315" w14:textId="77777777" w:rsidR="00AC6E34" w:rsidRPr="00C32E00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C32E00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77415433" wp14:editId="20481480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ED9D9" w14:textId="77777777" w:rsidR="00FF4F58" w:rsidRPr="00C32E00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5B180C7B" w14:textId="77777777" w:rsidR="00FF4F58" w:rsidRPr="00C32E00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415433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1A9ED9D9" w14:textId="77777777" w:rsidR="00FF4F58" w:rsidRPr="00C32E00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5B180C7B" w14:textId="77777777" w:rsidR="00FF4F58" w:rsidRPr="00C32E00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6471723" w14:textId="065BEB94" w:rsidR="00AC6E34" w:rsidRPr="00C32E00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C32E00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C32E00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C32E00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CD292D" w:rsidRPr="00C32E00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213 - Audiovisuais e Produção dos Media</w:t>
      </w:r>
    </w:p>
    <w:p w14:paraId="304F72E1" w14:textId="2AD6D33B" w:rsidR="00AC6E34" w:rsidRPr="00C32E00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C32E00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 xml:space="preserve">: </w:t>
      </w:r>
      <w:r w:rsidR="008D4D48"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213356</w:t>
      </w:r>
    </w:p>
    <w:p w14:paraId="72F7016B" w14:textId="28DEEB55" w:rsidR="00721800" w:rsidRPr="00C32E00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00C32E00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00C32E00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32E00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08FE645B" w14:textId="00E0DE0B" w:rsidR="00AC6E34" w:rsidRPr="00C32E00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C32E00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CD292D" w:rsidRPr="00C32E00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99</w:t>
      </w:r>
    </w:p>
    <w:p w14:paraId="225C9B8D" w14:textId="77777777" w:rsidR="00AC6E34" w:rsidRPr="00C32E00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C32E00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55C8354E" w14:textId="77777777" w:rsidR="00AC6E34" w:rsidRPr="00C32E00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7CB1DD4E" w14:textId="77777777" w:rsidR="00AC6E34" w:rsidRPr="00C32E00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C32E00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4E83EFB9" w14:textId="77777777" w:rsidR="00AC6E34" w:rsidRPr="00C32E00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C32E00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369065BF" w14:textId="77777777" w:rsidR="008C1AD9" w:rsidRPr="00C32E00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RPr="00C32E00" w:rsidSect="009100F8">
          <w:headerReference w:type="default" r:id="rId10"/>
          <w:footerReference w:type="default" r:id="rId11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5C9C2C8C" w14:textId="77777777" w:rsidR="00AC6E34" w:rsidRPr="00C32E00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C32E00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556B5906" w14:textId="038CBA64" w:rsidR="00AC6E34" w:rsidRPr="00C32E00" w:rsidRDefault="00CD292D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>Criar e organizar projetos de animações de imagens, de bandas desenhadas e de ilustração, manual ou digitalmente, desenhando personagens, objetos, acessórios, veículos, cenários e ambientes, dotando os acontecimentos, objetos, ações e os gestos das personagens, de uma aparência de vida, através das técnicas de conceção de grafismo e de movimento em 2D e/ou 3D para diferentes medias, utilizando as ferramentas, os suportes e os requisitos artísticos necessários.</w:t>
      </w:r>
    </w:p>
    <w:p w14:paraId="12431506" w14:textId="77777777" w:rsidR="00F84D14" w:rsidRPr="00C32E00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28A327D" w14:textId="77777777" w:rsidR="00AC6E34" w:rsidRPr="00C32E00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C32E00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3D92F235" w14:textId="62F01975" w:rsidR="00CD292D" w:rsidRPr="00C32E00" w:rsidRDefault="00CD292D" w:rsidP="00CD292D">
      <w:pPr>
        <w:pStyle w:val="PargrafodaLista"/>
        <w:numPr>
          <w:ilvl w:val="0"/>
          <w:numId w:val="5"/>
        </w:numPr>
        <w:spacing w:after="120" w:line="240" w:lineRule="auto"/>
        <w:ind w:left="284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>Interpretar um guião com a finalidade de criar em 2D e/ou em 3D os elementos necessários à construção da narrativa visual, tendo em conta aos critérios técnicos e os requisitos artísticos exigidos.</w:t>
      </w:r>
    </w:p>
    <w:p w14:paraId="4962C01B" w14:textId="142BC8A8" w:rsidR="00CD292D" w:rsidRPr="00C32E00" w:rsidRDefault="00CD292D" w:rsidP="00CD292D">
      <w:pPr>
        <w:pStyle w:val="PargrafodaLista"/>
        <w:numPr>
          <w:ilvl w:val="0"/>
          <w:numId w:val="5"/>
        </w:numPr>
        <w:spacing w:after="120" w:line="240" w:lineRule="auto"/>
        <w:ind w:left="284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>Elaborar desenho livre de elementos que compõem uma narrativa visual com a finalidade de apoiar as várias etapas da produção de um projeto de animação.</w:t>
      </w:r>
    </w:p>
    <w:p w14:paraId="6C70B861" w14:textId="770B41D4" w:rsidR="00CD292D" w:rsidRPr="00C32E00" w:rsidRDefault="00CD292D" w:rsidP="00CD292D">
      <w:pPr>
        <w:pStyle w:val="PargrafodaLista"/>
        <w:numPr>
          <w:ilvl w:val="0"/>
          <w:numId w:val="5"/>
        </w:numPr>
        <w:spacing w:after="120" w:line="240" w:lineRule="auto"/>
        <w:ind w:left="284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>Elaborar storyboard, para projetos de animação, tendo em conta aos critérios técnicos adotados e aos requisitos artísticos exigidos.</w:t>
      </w:r>
    </w:p>
    <w:p w14:paraId="3B5E42A5" w14:textId="63E2E1AD" w:rsidR="00CD292D" w:rsidRPr="00C32E00" w:rsidRDefault="00CD292D" w:rsidP="00CD292D">
      <w:pPr>
        <w:pStyle w:val="PargrafodaLista"/>
        <w:numPr>
          <w:ilvl w:val="0"/>
          <w:numId w:val="5"/>
        </w:numPr>
        <w:spacing w:after="120" w:line="240" w:lineRule="auto"/>
        <w:ind w:left="284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>Selecionar as ferramentas digitais, para produção dos elementos que compõem uma narrativa visual em 2D e/ou em 3D, tendo em conta aos critérios técnicos exigidos.</w:t>
      </w:r>
    </w:p>
    <w:p w14:paraId="2A2F92E1" w14:textId="0A5BB503" w:rsidR="00CD292D" w:rsidRPr="00C32E00" w:rsidRDefault="00CD292D" w:rsidP="00CD292D">
      <w:pPr>
        <w:pStyle w:val="PargrafodaLista"/>
        <w:numPr>
          <w:ilvl w:val="0"/>
          <w:numId w:val="5"/>
        </w:numPr>
        <w:spacing w:after="120" w:line="240" w:lineRule="auto"/>
        <w:ind w:left="284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>Elaborar animações através de uma série de imagens sucessivas que decompõem a narrativa em fases, planos e sequências, utilizando as ferramentas adequadas de acordo com os critérios técnicos adotados e os requisitos artísticos exigidos.</w:t>
      </w:r>
    </w:p>
    <w:p w14:paraId="5C6D71D1" w14:textId="44EA4EF1" w:rsidR="00AC6E34" w:rsidRPr="00C32E00" w:rsidRDefault="00CD292D" w:rsidP="00CD292D">
      <w:pPr>
        <w:pStyle w:val="PargrafodaLista"/>
        <w:numPr>
          <w:ilvl w:val="0"/>
          <w:numId w:val="5"/>
        </w:numPr>
        <w:spacing w:after="120" w:line="240" w:lineRule="auto"/>
        <w:ind w:left="284"/>
        <w:rPr>
          <w:rFonts w:ascii="Verdana Pro Light" w:hAnsi="Verdana Pro Light" w:cstheme="minorHAnsi"/>
        </w:rPr>
      </w:pPr>
      <w:r w:rsidRPr="00C32E00">
        <w:rPr>
          <w:rFonts w:ascii="Verdana Pro Light" w:hAnsi="Verdana Pro Light" w:cstheme="minorHAnsi"/>
        </w:rPr>
        <w:t xml:space="preserve">Capturar movimentos através de </w:t>
      </w:r>
      <w:proofErr w:type="spellStart"/>
      <w:r w:rsidRPr="00C32E00">
        <w:rPr>
          <w:rFonts w:ascii="Verdana Pro Light" w:hAnsi="Verdana Pro Light" w:cstheme="minorHAnsi"/>
        </w:rPr>
        <w:t>motion</w:t>
      </w:r>
      <w:proofErr w:type="spellEnd"/>
      <w:r w:rsidRPr="00C32E00">
        <w:rPr>
          <w:rFonts w:ascii="Verdana Pro Light" w:hAnsi="Verdana Pro Light" w:cstheme="minorHAnsi"/>
        </w:rPr>
        <w:t xml:space="preserve"> capture (</w:t>
      </w:r>
      <w:proofErr w:type="spellStart"/>
      <w:r w:rsidRPr="00C32E00">
        <w:rPr>
          <w:rFonts w:ascii="Verdana Pro Light" w:hAnsi="Verdana Pro Light" w:cstheme="minorHAnsi"/>
        </w:rPr>
        <w:t>Mocap</w:t>
      </w:r>
      <w:proofErr w:type="spellEnd"/>
      <w:r w:rsidRPr="00C32E00">
        <w:rPr>
          <w:rFonts w:ascii="Verdana Pro Light" w:hAnsi="Verdana Pro Light" w:cstheme="minorHAnsi"/>
        </w:rPr>
        <w:t>) para desenvolvimento de Filmes 3D e Ambientes de Realidade Virtual ou Game Design, utilizando ferramentas digitais específicas.</w:t>
      </w:r>
    </w:p>
    <w:p w14:paraId="6DB43491" w14:textId="77777777" w:rsidR="00AC6E34" w:rsidRPr="00C32E00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551901E" w14:textId="77777777" w:rsidR="00AC6E34" w:rsidRPr="00C32E00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C32E00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C32E00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C32E00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C32E00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1512A90A" w14:textId="77777777" w:rsidR="00250F16" w:rsidRPr="00C32E00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7EBABD2" w14:textId="77777777" w:rsidR="00AC6E34" w:rsidRPr="00C32E00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C32E00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442B8A" w:rsidRPr="00C32E00" w14:paraId="16431353" w14:textId="77777777" w:rsidTr="00EF41D5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772B39D4" w14:textId="77777777" w:rsidR="00442B8A" w:rsidRPr="00C32E00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>Código</w:t>
            </w:r>
            <w:r w:rsidR="00346D6E"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 xml:space="preserve"> UC</w:t>
            </w:r>
            <w:r w:rsidR="00346D6E" w:rsidRPr="00C32E00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056701A" w14:textId="77777777" w:rsidR="00442B8A" w:rsidRPr="00C32E00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>N.º</w:t>
            </w:r>
            <w:r w:rsidR="000B6869"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 xml:space="preserve"> </w:t>
            </w:r>
            <w:r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F17797A" w14:textId="77777777" w:rsidR="00442B8A" w:rsidRPr="00C32E00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>Unidades</w:t>
            </w:r>
            <w:r w:rsidR="00346D6E"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 xml:space="preserve">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29C039A" w14:textId="77777777" w:rsidR="00442B8A" w:rsidRPr="00C32E00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>Pontos de Crédito</w:t>
            </w:r>
          </w:p>
        </w:tc>
      </w:tr>
      <w:tr w:rsidR="00442B8A" w:rsidRPr="00C32E00" w14:paraId="5807B303" w14:textId="77777777" w:rsidTr="00EF41D5">
        <w:trPr>
          <w:trHeight w:val="317"/>
          <w:jc w:val="center"/>
        </w:trPr>
        <w:tc>
          <w:tcPr>
            <w:tcW w:w="1185" w:type="dxa"/>
            <w:vAlign w:val="center"/>
          </w:tcPr>
          <w:p w14:paraId="26490B9B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4EF27A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7EB922DC" w14:textId="6C76F78A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Efetuar desenhos de desenvolvimento da expressividade plástica</w:t>
            </w:r>
          </w:p>
        </w:tc>
        <w:tc>
          <w:tcPr>
            <w:tcW w:w="1134" w:type="dxa"/>
            <w:vAlign w:val="center"/>
          </w:tcPr>
          <w:p w14:paraId="1F7B4B62" w14:textId="34462183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1F52C27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A6B4DB6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910DDE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74CDD3D0" w14:textId="32CB01B7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Efetuar desenhos de observação da forma e do espaço</w:t>
            </w:r>
          </w:p>
        </w:tc>
        <w:tc>
          <w:tcPr>
            <w:tcW w:w="1134" w:type="dxa"/>
            <w:vAlign w:val="center"/>
          </w:tcPr>
          <w:p w14:paraId="1743CE6C" w14:textId="7171968C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22389756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4FA9EFA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B1B78F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05DBC185" w14:textId="28BFBB1A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Aplicar os princípios básicos da animação tradicional</w:t>
            </w:r>
          </w:p>
        </w:tc>
        <w:tc>
          <w:tcPr>
            <w:tcW w:w="1134" w:type="dxa"/>
            <w:vAlign w:val="center"/>
          </w:tcPr>
          <w:p w14:paraId="5A9BB340" w14:textId="240E1E41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C32E00" w14:paraId="4595D611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128619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1AF4E58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0D5D30C2" w14:textId="789EB10F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Desenhar e editar gráficos vetoriais</w:t>
            </w:r>
          </w:p>
        </w:tc>
        <w:tc>
          <w:tcPr>
            <w:tcW w:w="1134" w:type="dxa"/>
            <w:vAlign w:val="center"/>
          </w:tcPr>
          <w:p w14:paraId="4B242B16" w14:textId="101D247D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2F35B6AE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042134F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1EB7BF7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61FF8A65" w14:textId="242CDC82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Editar imagens bitmap</w:t>
            </w:r>
          </w:p>
        </w:tc>
        <w:tc>
          <w:tcPr>
            <w:tcW w:w="1134" w:type="dxa"/>
            <w:vAlign w:val="center"/>
          </w:tcPr>
          <w:p w14:paraId="236D3277" w14:textId="0E43A940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6A812C9C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AADF492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E8C6A31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2BD2BBE2" w14:textId="31A53635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Editar sequências de áudio e vídeo</w:t>
            </w:r>
          </w:p>
        </w:tc>
        <w:tc>
          <w:tcPr>
            <w:tcW w:w="1134" w:type="dxa"/>
            <w:vAlign w:val="center"/>
          </w:tcPr>
          <w:p w14:paraId="4E7E9E06" w14:textId="5BB24B24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C32E00" w14:paraId="3CAB3D4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899541B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3C7E2E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04C1739F" w14:textId="3F167886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Capturar imagens e iluminar projetos de animação</w:t>
            </w:r>
          </w:p>
        </w:tc>
        <w:tc>
          <w:tcPr>
            <w:tcW w:w="1134" w:type="dxa"/>
            <w:vAlign w:val="center"/>
          </w:tcPr>
          <w:p w14:paraId="0C7D4420" w14:textId="31E25E4D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C32E00" w14:paraId="0D60E75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05B2C88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4C81F6C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5C6A26AF" w14:textId="611CD82F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Captar e gravar voz em estúdio para projetos de dobragem</w:t>
            </w:r>
          </w:p>
        </w:tc>
        <w:tc>
          <w:tcPr>
            <w:tcW w:w="1134" w:type="dxa"/>
            <w:vAlign w:val="center"/>
          </w:tcPr>
          <w:p w14:paraId="6F5AE71B" w14:textId="79CDFA71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442B8A" w:rsidRPr="00C32E00" w14:paraId="0E55E61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9983AF0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01A01D3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40C4C010" w14:textId="6E737FE5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Escrever guiões e elaborar o storyboard para projetos de animação  </w:t>
            </w:r>
          </w:p>
        </w:tc>
        <w:tc>
          <w:tcPr>
            <w:tcW w:w="1134" w:type="dxa"/>
            <w:vAlign w:val="center"/>
          </w:tcPr>
          <w:p w14:paraId="5708F96E" w14:textId="2BC07E97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C32E00" w14:paraId="797462B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0683D13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FBB109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17C3636A" w14:textId="418259F7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Elaborar dossiês de produção para projetos de animação</w:t>
            </w:r>
          </w:p>
        </w:tc>
        <w:tc>
          <w:tcPr>
            <w:tcW w:w="1134" w:type="dxa"/>
            <w:vAlign w:val="center"/>
          </w:tcPr>
          <w:p w14:paraId="3DC99560" w14:textId="07DD5305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64159A70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0FC9E7E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58F34E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4D7AE5A2" w14:textId="6158ECBC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Criar </w:t>
            </w:r>
            <w:proofErr w:type="spellStart"/>
            <w:r w:rsidRPr="00C32E00">
              <w:rPr>
                <w:rFonts w:ascii="Verdana Pro Light" w:hAnsi="Verdana Pro Light"/>
                <w:sz w:val="18"/>
                <w:szCs w:val="18"/>
              </w:rPr>
              <w:t>modelsheet</w:t>
            </w:r>
            <w:proofErr w:type="spellEnd"/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 de personagens 2D</w:t>
            </w:r>
          </w:p>
        </w:tc>
        <w:tc>
          <w:tcPr>
            <w:tcW w:w="1134" w:type="dxa"/>
            <w:vAlign w:val="center"/>
          </w:tcPr>
          <w:p w14:paraId="7EC84540" w14:textId="36412A86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7D4338E3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D2B3FF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501A66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15118FF4" w14:textId="6F99A7E3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Desenhar e construir personagens e cenários para animação tradicional</w:t>
            </w:r>
          </w:p>
        </w:tc>
        <w:tc>
          <w:tcPr>
            <w:tcW w:w="1134" w:type="dxa"/>
            <w:vAlign w:val="center"/>
          </w:tcPr>
          <w:p w14:paraId="5DCC2F66" w14:textId="4CEC40E4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4D621ABF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6EA5EB1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83F7A74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764978EC" w14:textId="183A487B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Realizar enquadramentos e composição de planos para câmara</w:t>
            </w:r>
          </w:p>
        </w:tc>
        <w:tc>
          <w:tcPr>
            <w:tcW w:w="1134" w:type="dxa"/>
            <w:vAlign w:val="center"/>
          </w:tcPr>
          <w:p w14:paraId="7BB0EC31" w14:textId="5BD3399C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5C1B92E1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7A8F078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1E18B1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18A603C3" w14:textId="7B7997B0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Animar elementos digitais 2D</w:t>
            </w:r>
          </w:p>
        </w:tc>
        <w:tc>
          <w:tcPr>
            <w:tcW w:w="1134" w:type="dxa"/>
            <w:vAlign w:val="center"/>
          </w:tcPr>
          <w:p w14:paraId="33EB11ED" w14:textId="674E2D38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C32E00" w14:paraId="3661490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8DE9D27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3FABB8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48ABA7C8" w14:textId="2CDCE48F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Texturizar modelos 3Ds e pintar cenários 2D</w:t>
            </w:r>
          </w:p>
        </w:tc>
        <w:tc>
          <w:tcPr>
            <w:tcW w:w="1134" w:type="dxa"/>
            <w:vAlign w:val="center"/>
          </w:tcPr>
          <w:p w14:paraId="7C5079E5" w14:textId="30B2F624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C32E00" w14:paraId="160200EC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3AFDFC" w14:textId="77777777" w:rsidR="00442B8A" w:rsidRPr="00C32E00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2E9D16" w14:textId="77777777" w:rsidR="00442B8A" w:rsidRPr="00C32E00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764D4E73" w14:textId="68727E0E" w:rsidR="00442B8A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Manipular documentos digitais para </w:t>
            </w:r>
            <w:proofErr w:type="spellStart"/>
            <w:r w:rsidRPr="00C32E00">
              <w:rPr>
                <w:rFonts w:ascii="Verdana Pro Light" w:hAnsi="Verdana Pro Light"/>
                <w:sz w:val="18"/>
                <w:szCs w:val="18"/>
              </w:rPr>
              <w:t>compositing</w:t>
            </w:r>
            <w:proofErr w:type="spellEnd"/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 em animações 2D</w:t>
            </w:r>
          </w:p>
        </w:tc>
        <w:tc>
          <w:tcPr>
            <w:tcW w:w="1134" w:type="dxa"/>
            <w:vAlign w:val="center"/>
          </w:tcPr>
          <w:p w14:paraId="0EC77C8E" w14:textId="41A78BA9" w:rsidR="00442B8A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668AD07D" w14:textId="77777777" w:rsidTr="0097481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5EA0D16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F04FD66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5D7A2E49" w14:textId="4737E0D9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Realizar modelação de objetos 3D</w:t>
            </w:r>
          </w:p>
        </w:tc>
        <w:tc>
          <w:tcPr>
            <w:tcW w:w="1134" w:type="dxa"/>
          </w:tcPr>
          <w:p w14:paraId="334E8681" w14:textId="5DE4156E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3FC6B1AD" w14:textId="77777777" w:rsidTr="0097481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66D2C24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434E06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12151A38" w14:textId="1B8B7941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Criar iluminação e texturização em produtos 3D</w:t>
            </w:r>
          </w:p>
        </w:tc>
        <w:tc>
          <w:tcPr>
            <w:tcW w:w="1134" w:type="dxa"/>
          </w:tcPr>
          <w:p w14:paraId="4E9B883F" w14:textId="1216F501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12645A83" w14:textId="77777777" w:rsidTr="0097481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49B1D0E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DB66872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29D1A665" w14:textId="5F6C83F0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Criar </w:t>
            </w:r>
            <w:proofErr w:type="spellStart"/>
            <w:r w:rsidRPr="00C32E00">
              <w:rPr>
                <w:rFonts w:ascii="Verdana Pro Light" w:hAnsi="Verdana Pro Light"/>
                <w:sz w:val="18"/>
                <w:szCs w:val="18"/>
              </w:rPr>
              <w:t>rigs</w:t>
            </w:r>
            <w:proofErr w:type="spellEnd"/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 para personagens 3D</w:t>
            </w:r>
          </w:p>
        </w:tc>
        <w:tc>
          <w:tcPr>
            <w:tcW w:w="1134" w:type="dxa"/>
          </w:tcPr>
          <w:p w14:paraId="6AE94762" w14:textId="15C1EB40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106D28EA" w14:textId="77777777" w:rsidTr="0097481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F11A40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88C7BD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04638A3C" w14:textId="610E682D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Criar os níveis, ambientes e cenários de um jogo eletrónico</w:t>
            </w:r>
          </w:p>
        </w:tc>
        <w:tc>
          <w:tcPr>
            <w:tcW w:w="1134" w:type="dxa"/>
          </w:tcPr>
          <w:p w14:paraId="79BADAE9" w14:textId="4B6ABF74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705D19D5" w14:textId="77777777" w:rsidTr="00785FC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6C74DAF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6FC00A6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6CB1C47B" w14:textId="7C9CB708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</w:tcPr>
          <w:p w14:paraId="7ACB9D43" w14:textId="3F85BC90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1CD63C67" w14:textId="77777777" w:rsidTr="00785FC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EB50261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2922C6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6227D01B" w14:textId="2F2246BD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de animação 2D 3D</w:t>
            </w:r>
          </w:p>
        </w:tc>
        <w:tc>
          <w:tcPr>
            <w:tcW w:w="1134" w:type="dxa"/>
          </w:tcPr>
          <w:p w14:paraId="2C679545" w14:textId="089FB8BB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5CF726A3" w14:textId="77777777" w:rsidTr="00785FC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1D80811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BA6D69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06042AF1" w14:textId="0CE2A38D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Comunicar e interagir em contexto profissional</w:t>
            </w:r>
          </w:p>
        </w:tc>
        <w:tc>
          <w:tcPr>
            <w:tcW w:w="1134" w:type="dxa"/>
          </w:tcPr>
          <w:p w14:paraId="68F01233" w14:textId="727E9E4B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2779523B" w14:textId="77777777" w:rsidTr="00785FC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0921B93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38A081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2772675B" w14:textId="2EEC2D09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Prestar informação sobre o setor de animação 2D 3D</w:t>
            </w:r>
          </w:p>
        </w:tc>
        <w:tc>
          <w:tcPr>
            <w:tcW w:w="1134" w:type="dxa"/>
          </w:tcPr>
          <w:p w14:paraId="6AF3D683" w14:textId="7E8BA492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6B8DEC8A" w14:textId="77777777" w:rsidTr="00785FC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45477F9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8B83CA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6E4BD1CB" w14:textId="2A6664C0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Interagir em inglês na área de animação 2D 3D</w:t>
            </w:r>
          </w:p>
        </w:tc>
        <w:tc>
          <w:tcPr>
            <w:tcW w:w="1134" w:type="dxa"/>
          </w:tcPr>
          <w:p w14:paraId="6DBC4AC9" w14:textId="4E3562A9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346D6E" w:rsidRPr="00C32E00" w14:paraId="5A18ACBC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B5A1C3A" w14:textId="77777777" w:rsidR="00346D6E" w:rsidRPr="00C32E00" w:rsidRDefault="00346D6E" w:rsidP="0087470B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b/>
                <w:sz w:val="18"/>
                <w:szCs w:val="18"/>
              </w:rPr>
              <w:t xml:space="preserve">Total de pontos de crédito de </w:t>
            </w:r>
            <w:r w:rsidR="0087470B" w:rsidRPr="00C32E00">
              <w:rPr>
                <w:rFonts w:ascii="Verdana Pro Light" w:hAnsi="Verdana Pro Light"/>
                <w:b/>
                <w:sz w:val="18"/>
                <w:szCs w:val="18"/>
              </w:rPr>
              <w:t>UC O</w:t>
            </w:r>
            <w:r w:rsidRPr="00C32E00">
              <w:rPr>
                <w:rFonts w:ascii="Verdana Pro Light" w:hAnsi="Verdana Pro Light"/>
                <w:b/>
                <w:sz w:val="18"/>
                <w:szCs w:val="18"/>
              </w:rPr>
              <w:t>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AF9BEC6" w14:textId="53469DA6" w:rsidR="00346D6E" w:rsidRPr="00C32E00" w:rsidRDefault="00CD292D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76,5</w:t>
            </w:r>
          </w:p>
        </w:tc>
      </w:tr>
    </w:tbl>
    <w:p w14:paraId="7FA79D68" w14:textId="77777777" w:rsidR="00AC6E34" w:rsidRPr="00C32E00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C32E00" w14:paraId="4EA921B4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5C4E9B50" w14:textId="5CD8ACE3" w:rsidR="00AC6E34" w:rsidRPr="00C32E00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C32E00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CD292D" w:rsidRPr="00C32E00">
              <w:rPr>
                <w:rFonts w:ascii="Verdana Pro Light" w:hAnsi="Verdana Pro Light" w:cstheme="minorHAnsi"/>
                <w:b/>
                <w:sz w:val="18"/>
              </w:rPr>
              <w:t>Técnico de animação 2D 3D</w:t>
            </w:r>
            <w:r w:rsidRPr="00C32E00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 w:rsidRPr="00C32E00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C32E00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CD292D" w:rsidRPr="00C32E00">
              <w:rPr>
                <w:rFonts w:ascii="Verdana Pro Light" w:hAnsi="Verdana Pro Light" w:cstheme="minorHAnsi"/>
                <w:b/>
                <w:sz w:val="18"/>
              </w:rPr>
              <w:t>250h</w:t>
            </w:r>
            <w:r w:rsidRPr="00C32E00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 w:rsidRPr="00C32E00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CD292D" w:rsidRPr="00C32E00">
              <w:rPr>
                <w:rFonts w:ascii="Verdana Pro Light" w:hAnsi="Verdana Pro Light" w:cstheme="minorHAnsi"/>
                <w:b/>
                <w:sz w:val="18"/>
              </w:rPr>
              <w:t>22,5</w:t>
            </w:r>
            <w:r w:rsidRPr="00C32E00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497EE7D5" w14:textId="77777777" w:rsidR="00AC6E34" w:rsidRPr="00C32E00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2490B05F" w14:textId="77777777" w:rsidR="00AC6E34" w:rsidRPr="00C32E00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C32E00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C32E00" w14:paraId="70661DE4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5DCAE5C1" w14:textId="77777777" w:rsidR="00612684" w:rsidRPr="00C32E00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>Código</w:t>
            </w:r>
            <w:r w:rsidR="006F0B80" w:rsidRPr="00C32E00">
              <w:rPr>
                <w:rFonts w:ascii="Verdana Pro Light" w:hAnsi="Verdana Pro Light"/>
                <w:b/>
                <w:smallCaps/>
                <w:sz w:val="16"/>
                <w:szCs w:val="16"/>
                <w:lang w:val="pt-PT"/>
              </w:rPr>
              <w:t xml:space="preserve"> UC</w:t>
            </w:r>
            <w:r w:rsidR="006F0B80" w:rsidRPr="00C32E00">
              <w:rPr>
                <w:rFonts w:ascii="Verdana Pro Light" w:hAnsi="Verdana Pro Light"/>
                <w:sz w:val="16"/>
                <w:szCs w:val="16"/>
                <w:vertAlign w:val="superscript"/>
                <w:lang w:val="pt-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BDD14A0" w14:textId="77777777" w:rsidR="00E82A9D" w:rsidRPr="00C32E00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8"/>
                <w:lang w:val="pt-PT"/>
              </w:rPr>
              <w:t>N.º</w:t>
            </w:r>
          </w:p>
          <w:p w14:paraId="7B6D0D19" w14:textId="77777777" w:rsidR="00612684" w:rsidRPr="00C32E00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8"/>
                <w:lang w:val="pt-PT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19C6328" w14:textId="77777777" w:rsidR="00612684" w:rsidRPr="00C32E00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8"/>
                <w:lang w:val="pt-PT"/>
              </w:rPr>
              <w:t>Unidades</w:t>
            </w:r>
            <w:r w:rsidR="006F0B80" w:rsidRPr="00C32E00">
              <w:rPr>
                <w:rFonts w:ascii="Verdana Pro Light" w:hAnsi="Verdana Pro Light"/>
                <w:b/>
                <w:smallCaps/>
                <w:sz w:val="18"/>
                <w:lang w:val="pt-PT"/>
              </w:rPr>
              <w:t xml:space="preserve">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94BEBD" w14:textId="77777777" w:rsidR="00612684" w:rsidRPr="00C32E00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  <w:lang w:val="pt-PT"/>
              </w:rPr>
            </w:pPr>
            <w:r w:rsidRPr="00C32E00">
              <w:rPr>
                <w:rFonts w:ascii="Verdana Pro Light" w:hAnsi="Verdana Pro Light"/>
                <w:b/>
                <w:smallCaps/>
                <w:sz w:val="18"/>
                <w:lang w:val="pt-PT"/>
              </w:rPr>
              <w:t>Pontos de Crédito</w:t>
            </w:r>
          </w:p>
        </w:tc>
      </w:tr>
      <w:tr w:rsidR="00612684" w:rsidRPr="00C32E00" w14:paraId="09812684" w14:textId="77777777" w:rsidTr="00EF41D5">
        <w:trPr>
          <w:trHeight w:val="316"/>
          <w:jc w:val="center"/>
        </w:trPr>
        <w:tc>
          <w:tcPr>
            <w:tcW w:w="1186" w:type="dxa"/>
            <w:vAlign w:val="center"/>
          </w:tcPr>
          <w:p w14:paraId="1895ADBD" w14:textId="77777777" w:rsidR="00612684" w:rsidRPr="00C32E00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36F384" w14:textId="77777777" w:rsidR="00612684" w:rsidRPr="00C32E00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E43FE1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7428F035" w14:textId="156404FC" w:rsidR="00612684" w:rsidRPr="00C32E00" w:rsidRDefault="00253195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Realizar projetos de imagem com recursos de IA e de novas tecnologias</w:t>
            </w:r>
          </w:p>
        </w:tc>
        <w:tc>
          <w:tcPr>
            <w:tcW w:w="1134" w:type="dxa"/>
            <w:vAlign w:val="center"/>
          </w:tcPr>
          <w:p w14:paraId="6194189D" w14:textId="12E5B6F8" w:rsidR="00612684" w:rsidRPr="00C32E00" w:rsidRDefault="00253195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391DCD18" w14:textId="77777777" w:rsidTr="002F0C5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AF4383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BDBCD9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3A02BCE1" w14:textId="6ACA0987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Efetuar a sonoplastia de projetos em vídeo e animação</w:t>
            </w:r>
          </w:p>
        </w:tc>
        <w:tc>
          <w:tcPr>
            <w:tcW w:w="1134" w:type="dxa"/>
          </w:tcPr>
          <w:p w14:paraId="1614DAE2" w14:textId="58326279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06DDE64B" w14:textId="77777777" w:rsidTr="00FB71B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751E603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BF1E831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7A65773D" w14:textId="1F15FF18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Realizar filmes de animação 2D/ 3D</w:t>
            </w:r>
          </w:p>
        </w:tc>
        <w:tc>
          <w:tcPr>
            <w:tcW w:w="1134" w:type="dxa"/>
          </w:tcPr>
          <w:p w14:paraId="219C5E64" w14:textId="6E16D7CB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79A3AC34" w14:textId="77777777" w:rsidTr="00B404B4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9D8750F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0F8190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7DEA453B" w14:textId="1E8C0C2B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Criar cenários virtuais para produtos audiovisuais</w:t>
            </w:r>
          </w:p>
        </w:tc>
        <w:tc>
          <w:tcPr>
            <w:tcW w:w="1134" w:type="dxa"/>
          </w:tcPr>
          <w:p w14:paraId="1F6ED30F" w14:textId="1B10AF19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253195" w:rsidRPr="00C32E00" w14:paraId="7301E6F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7124B38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DC4E6E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25B99673" w14:textId="06D20868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Aplicar efeitos visuais em projetos de animação 2D/3D</w:t>
            </w:r>
          </w:p>
        </w:tc>
        <w:tc>
          <w:tcPr>
            <w:tcW w:w="1134" w:type="dxa"/>
            <w:vAlign w:val="center"/>
          </w:tcPr>
          <w:p w14:paraId="5BCD6E00" w14:textId="26950534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6C88555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B0774D1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1947F9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5CEAF153" w14:textId="7454D638" w:rsidR="00253195" w:rsidRPr="00C32E00" w:rsidRDefault="00253195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Aplicar efeitos visuais a </w:t>
            </w:r>
            <w:proofErr w:type="spellStart"/>
            <w:r w:rsidRPr="00C32E00">
              <w:rPr>
                <w:rFonts w:ascii="Verdana Pro Light" w:hAnsi="Verdana Pro Light"/>
                <w:sz w:val="18"/>
                <w:szCs w:val="18"/>
              </w:rPr>
              <w:t>motion</w:t>
            </w:r>
            <w:proofErr w:type="spellEnd"/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C32E00">
              <w:rPr>
                <w:rFonts w:ascii="Verdana Pro Light" w:hAnsi="Verdana Pro Light"/>
                <w:sz w:val="18"/>
                <w:szCs w:val="18"/>
              </w:rPr>
              <w:t>graphics</w:t>
            </w:r>
            <w:proofErr w:type="spellEnd"/>
          </w:p>
        </w:tc>
        <w:tc>
          <w:tcPr>
            <w:tcW w:w="1134" w:type="dxa"/>
            <w:vAlign w:val="center"/>
          </w:tcPr>
          <w:p w14:paraId="3C38DD23" w14:textId="3EC33303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45F643F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3ECB57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50B8F44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46387F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7783E231" w14:textId="58634EBC" w:rsidR="00253195" w:rsidRPr="00C32E00" w:rsidRDefault="00330954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46387F">
              <w:rPr>
                <w:rFonts w:ascii="Verdana Pro Light" w:hAnsi="Verdana Pro Light"/>
                <w:sz w:val="18"/>
                <w:szCs w:val="18"/>
              </w:rPr>
              <w:t>Configurar sensores</w:t>
            </w:r>
          </w:p>
        </w:tc>
        <w:tc>
          <w:tcPr>
            <w:tcW w:w="1134" w:type="dxa"/>
            <w:vAlign w:val="center"/>
          </w:tcPr>
          <w:p w14:paraId="19895E60" w14:textId="680A989D" w:rsidR="00253195" w:rsidRPr="00C32E00" w:rsidRDefault="00253195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253195" w:rsidRPr="00C32E00" w14:paraId="2E8E94C9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39B4D2E" w14:textId="77777777" w:rsidR="00253195" w:rsidRPr="00C32E00" w:rsidRDefault="00253195" w:rsidP="0025319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EC9263" w14:textId="77777777" w:rsidR="00253195" w:rsidRPr="00C32E00" w:rsidRDefault="00253195" w:rsidP="0025319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59B8AE0A" w14:textId="125B62C8" w:rsidR="00253195" w:rsidRPr="00C32E00" w:rsidRDefault="00C01DFD" w:rsidP="00253195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Realizar filmes de animação tradicional</w:t>
            </w:r>
          </w:p>
        </w:tc>
        <w:tc>
          <w:tcPr>
            <w:tcW w:w="1134" w:type="dxa"/>
            <w:vAlign w:val="center"/>
          </w:tcPr>
          <w:p w14:paraId="1CF999D0" w14:textId="6A318B4B" w:rsidR="00253195" w:rsidRPr="00C32E00" w:rsidRDefault="00C01DFD" w:rsidP="0025319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C01DFD" w:rsidRPr="00C32E00" w14:paraId="23CD50A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1A280B8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30F79F" w14:textId="6B3D6771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0B98745E" w14:textId="45BA2995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Criar </w:t>
            </w:r>
            <w:proofErr w:type="spellStart"/>
            <w:r w:rsidRPr="00C32E00">
              <w:rPr>
                <w:rFonts w:ascii="Verdana Pro Light" w:hAnsi="Verdana Pro Light"/>
                <w:sz w:val="18"/>
                <w:szCs w:val="18"/>
              </w:rPr>
              <w:t>modelsheet</w:t>
            </w:r>
            <w:proofErr w:type="spellEnd"/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 e modelar personagens 3D</w:t>
            </w:r>
          </w:p>
        </w:tc>
        <w:tc>
          <w:tcPr>
            <w:tcW w:w="1134" w:type="dxa"/>
            <w:vAlign w:val="center"/>
          </w:tcPr>
          <w:p w14:paraId="72B4F94F" w14:textId="4556F250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629703B4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69AC698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C17F19" w14:textId="4B92FEBC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7C35BFAA" w14:textId="50FFE5AE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Representar graficamente ideias e expressões</w:t>
            </w:r>
          </w:p>
        </w:tc>
        <w:tc>
          <w:tcPr>
            <w:tcW w:w="1134" w:type="dxa"/>
            <w:vAlign w:val="center"/>
          </w:tcPr>
          <w:p w14:paraId="3506D7F1" w14:textId="7F412837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171E9CA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D95F5BE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D0126AE" w14:textId="48AF0629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4035C4F1" w14:textId="110930C4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Desenhar ilustrações</w:t>
            </w:r>
          </w:p>
        </w:tc>
        <w:tc>
          <w:tcPr>
            <w:tcW w:w="1134" w:type="dxa"/>
            <w:vAlign w:val="center"/>
          </w:tcPr>
          <w:p w14:paraId="69D12252" w14:textId="7343699F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02A6B25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C6C659F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834C05" w14:textId="40EE9B64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09082BB2" w14:textId="4730A014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Escrever guiões para curtas-metragens de animação</w:t>
            </w:r>
          </w:p>
        </w:tc>
        <w:tc>
          <w:tcPr>
            <w:tcW w:w="1134" w:type="dxa"/>
            <w:vAlign w:val="center"/>
          </w:tcPr>
          <w:p w14:paraId="1980F0E8" w14:textId="5BF0C1B9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1B7791D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13DCEA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0ED0C8" w14:textId="00C20C1F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446C55FB" w14:textId="1463373D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Ilustrar elementos para animação digital</w:t>
            </w:r>
          </w:p>
        </w:tc>
        <w:tc>
          <w:tcPr>
            <w:tcW w:w="1134" w:type="dxa"/>
            <w:vAlign w:val="center"/>
          </w:tcPr>
          <w:p w14:paraId="0B2B6969" w14:textId="52EACE0C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087FA4AB" w14:textId="77777777" w:rsidTr="00056C93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5230E38" w14:textId="26C4523F" w:rsidR="00C01DFD" w:rsidRPr="00C32E00" w:rsidRDefault="00CE3E5E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E552C2" w14:textId="6DEE8C23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44A4C334" w14:textId="1C2D8532" w:rsidR="00C01DFD" w:rsidRPr="00BA6379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BA6379">
              <w:rPr>
                <w:rFonts w:ascii="Verdana Pro Light" w:hAnsi="Verdana Pro Light"/>
                <w:sz w:val="18"/>
                <w:szCs w:val="18"/>
              </w:rPr>
              <w:t>Avaliar os direitos de autor, proteção de dados e propriedade industrial</w:t>
            </w:r>
          </w:p>
        </w:tc>
        <w:tc>
          <w:tcPr>
            <w:tcW w:w="1134" w:type="dxa"/>
          </w:tcPr>
          <w:p w14:paraId="7FE17CDA" w14:textId="6B94E6DD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66620723" w14:textId="77777777" w:rsidTr="00056C9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DCF623" w14:textId="7217AB1A" w:rsidR="00C01DFD" w:rsidRPr="00C32E00" w:rsidRDefault="00CE3E5E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DB512A" w14:textId="5E0877D7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6EC597CA" w14:textId="4E2B8149" w:rsidR="00C01DFD" w:rsidRPr="00BA6379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BA6379">
              <w:rPr>
                <w:rFonts w:ascii="Verdana Pro Light" w:hAnsi="Verdana Pro Light"/>
                <w:sz w:val="18"/>
                <w:szCs w:val="18"/>
              </w:rPr>
              <w:t>Planear a procura de emprego</w:t>
            </w:r>
          </w:p>
        </w:tc>
        <w:tc>
          <w:tcPr>
            <w:tcW w:w="1134" w:type="dxa"/>
          </w:tcPr>
          <w:p w14:paraId="2D5D1100" w14:textId="760B9F57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01DD39AD" w14:textId="77777777" w:rsidTr="00056C9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9B8B742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5B4E3F" w14:textId="64E1C29E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2FD5969D" w14:textId="31BF9DE2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Aplicar a escrita criativa em contexto profissional</w:t>
            </w:r>
          </w:p>
        </w:tc>
        <w:tc>
          <w:tcPr>
            <w:tcW w:w="1134" w:type="dxa"/>
          </w:tcPr>
          <w:p w14:paraId="2FFFC2B4" w14:textId="1F18BA93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033C8E7B" w14:textId="77777777" w:rsidTr="00056C9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EFA63DD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D5C9BE" w14:textId="03534DAA" w:rsidR="00C01DFD" w:rsidRPr="00C32E00" w:rsidRDefault="00C01DFD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C32E0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3C28F0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7</w:t>
            </w:r>
          </w:p>
        </w:tc>
        <w:tc>
          <w:tcPr>
            <w:tcW w:w="6094" w:type="dxa"/>
            <w:vAlign w:val="center"/>
          </w:tcPr>
          <w:p w14:paraId="52A927D5" w14:textId="12BA5A38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Aplicar </w:t>
            </w:r>
            <w:proofErr w:type="spellStart"/>
            <w:r w:rsidRPr="00C32E00">
              <w:rPr>
                <w:rFonts w:ascii="Verdana Pro Light" w:hAnsi="Verdana Pro Light"/>
                <w:i/>
                <w:iCs/>
                <w:sz w:val="18"/>
                <w:szCs w:val="18"/>
              </w:rPr>
              <w:t>storytelling</w:t>
            </w:r>
            <w:proofErr w:type="spellEnd"/>
            <w:r w:rsidRPr="00C32E00">
              <w:rPr>
                <w:rFonts w:ascii="Verdana Pro Light" w:hAnsi="Verdana Pro Light"/>
                <w:sz w:val="18"/>
                <w:szCs w:val="18"/>
              </w:rPr>
              <w:t xml:space="preserve"> na comunicação</w:t>
            </w:r>
          </w:p>
        </w:tc>
        <w:tc>
          <w:tcPr>
            <w:tcW w:w="1134" w:type="dxa"/>
          </w:tcPr>
          <w:p w14:paraId="3E69FDDB" w14:textId="1223CE65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03A29643" w14:textId="77777777" w:rsidTr="00056C9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32C8F1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853B199" w14:textId="4E4A9A43" w:rsidR="00C01DFD" w:rsidRPr="00C32E00" w:rsidRDefault="003C28F0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4DD12894" w14:textId="02B1A713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</w:p>
        </w:tc>
        <w:tc>
          <w:tcPr>
            <w:tcW w:w="1134" w:type="dxa"/>
          </w:tcPr>
          <w:p w14:paraId="6C0E821D" w14:textId="74634816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C01DFD" w:rsidRPr="00C32E00" w14:paraId="301E9152" w14:textId="77777777" w:rsidTr="00056C9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F6B4868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1C57CDF" w14:textId="460DDCF9" w:rsidR="00C01DFD" w:rsidRPr="00C32E00" w:rsidRDefault="00E43FE1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30544E9B" w14:textId="1FD15913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2D5850C0" w14:textId="3D52F9A8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C01DFD" w:rsidRPr="00C32E00" w14:paraId="60F7D198" w14:textId="77777777" w:rsidTr="00056C9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FB9B9C7" w14:textId="77777777" w:rsidR="00C01DFD" w:rsidRPr="00C32E00" w:rsidRDefault="00C01DFD" w:rsidP="00C01DF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18C99B" w14:textId="617B32A2" w:rsidR="00C01DFD" w:rsidRPr="00C32E00" w:rsidRDefault="00E43FE1" w:rsidP="00C01DF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58FB0FA1" w14:textId="33406E02" w:rsidR="00C01DFD" w:rsidRPr="00C32E00" w:rsidRDefault="00C01DFD" w:rsidP="00C01DFD">
            <w:pPr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</w:tcPr>
          <w:p w14:paraId="329388E7" w14:textId="49C9239C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C01DFD" w:rsidRPr="00C32E00" w14:paraId="04E3B2DB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AC2F952" w14:textId="77777777" w:rsidR="00C01DFD" w:rsidRPr="00C32E00" w:rsidRDefault="00C01DFD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01DFD" w:rsidRPr="00C32E00" w14:paraId="18E5A5B7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2E513CE6" w14:textId="77777777" w:rsidR="00C01DFD" w:rsidRPr="00C32E00" w:rsidRDefault="00C01DFD" w:rsidP="00C01DFD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C32E00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7D9A0603" w14:textId="583C8EE3" w:rsidR="00C01DFD" w:rsidRPr="00C32E00" w:rsidRDefault="00087819" w:rsidP="00C01DF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99</w:t>
            </w:r>
          </w:p>
        </w:tc>
      </w:tr>
    </w:tbl>
    <w:p w14:paraId="3D132470" w14:textId="77777777" w:rsidR="00727CAB" w:rsidRPr="00C32E00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2269B70E" w14:textId="77777777" w:rsidR="00727CAB" w:rsidRPr="00C32E00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C32E00">
        <w:rPr>
          <w:rFonts w:ascii="Verdana Pro Light" w:hAnsi="Verdana Pro Light" w:cs="Times New Roman"/>
          <w:b/>
          <w:smallCaps/>
          <w:sz w:val="24"/>
          <w:szCs w:val="24"/>
        </w:rPr>
        <w:t>Unidades de Competência</w:t>
      </w:r>
      <w:r w:rsidR="006F276D" w:rsidRPr="00C32E00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C73FE" w:rsidRPr="00C32E00" w14:paraId="605E851D" w14:textId="77777777" w:rsidTr="00BA761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B79C565" w14:textId="1F5E2D95" w:rsidR="004C73FE" w:rsidRPr="00C32E00" w:rsidRDefault="004C73FE" w:rsidP="00BA761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32E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9691A7" w14:textId="77777777" w:rsidR="004C73FE" w:rsidRPr="00C32E00" w:rsidRDefault="004C73FE" w:rsidP="00BA761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desenhos de desenvolvimento da expressividade plástica</w:t>
            </w:r>
          </w:p>
        </w:tc>
      </w:tr>
    </w:tbl>
    <w:p w14:paraId="1356EA82" w14:textId="77777777" w:rsidR="004C73FE" w:rsidRPr="00C32E00" w:rsidRDefault="004C73FE" w:rsidP="004C73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81F1492" w14:textId="77777777" w:rsidR="004C73FE" w:rsidRPr="00C32E00" w:rsidRDefault="004C73FE" w:rsidP="004C73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0" w:name="_bookmark5"/>
      <w:bookmarkEnd w:id="0"/>
      <w:r w:rsidRPr="00C32E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C32E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B64F7FC" w14:textId="77777777" w:rsidR="004C73FE" w:rsidRPr="00C32E00" w:rsidRDefault="004C73FE" w:rsidP="004C73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32E00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C32E0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2B7E68A5" w14:textId="77777777" w:rsidR="004C73FE" w:rsidRPr="00C32E00" w:rsidRDefault="004C73FE" w:rsidP="004C73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C73FE" w:rsidRPr="00C32E00" w14:paraId="1874E9D4" w14:textId="77777777" w:rsidTr="00BA761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813FAF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C73FE" w:rsidRPr="00C32E00" w14:paraId="498A04DB" w14:textId="77777777" w:rsidTr="00BA7612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3B27E8" w14:textId="77777777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uma obra de autor</w:t>
            </w:r>
          </w:p>
          <w:p w14:paraId="7076CA77" w14:textId="77777777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materiais e suportes para reprodução</w:t>
            </w:r>
          </w:p>
          <w:p w14:paraId="1842399C" w14:textId="77777777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Fazer uma reprodução interpretativa da obra</w:t>
            </w:r>
          </w:p>
          <w:p w14:paraId="3FA8CB3F" w14:textId="77777777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C73FE" w:rsidRPr="00C32E00" w14:paraId="09596691" w14:textId="77777777" w:rsidTr="00BA761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E91EA6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499F05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3665F0F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C73FE" w:rsidRPr="00C32E00" w14:paraId="0D657CAC" w14:textId="77777777" w:rsidTr="00BA7612">
        <w:trPr>
          <w:trHeight w:val="126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09148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do projeto de desenho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7925160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de reprodução dos desenhos de autores 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34877AA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suportes, materiais, características, instrumentos e processos do desenho para diferentes finalidades</w:t>
            </w:r>
          </w:p>
          <w:p w14:paraId="5E23798A" w14:textId="77777777" w:rsidR="004C73FE" w:rsidRPr="00C32E00" w:rsidRDefault="004C73FE" w:rsidP="00BA7612">
            <w:pPr>
              <w:pStyle w:val="PargrafodaLista"/>
              <w:spacing w:before="120" w:after="0" w:line="276" w:lineRule="auto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9999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analisar os processos do desenho original e na obra do autor.</w:t>
            </w:r>
          </w:p>
          <w:p w14:paraId="55E33CBA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e manipular os processos de adequação e adaptação de desenhos de autor</w:t>
            </w:r>
          </w:p>
          <w:p w14:paraId="099D839D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dos desenhos de autor.</w:t>
            </w:r>
          </w:p>
          <w:p w14:paraId="7ACEE1EB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suportes, materiais e técnicas de desenho.</w:t>
            </w:r>
          </w:p>
          <w:p w14:paraId="6DBDE3F0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capacidades expressivas através da comunicação visual</w:t>
            </w:r>
          </w:p>
          <w:p w14:paraId="28DE59DC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752A2782" w14:textId="77777777" w:rsidR="004C73FE" w:rsidRPr="00C32E00" w:rsidRDefault="004C73FE" w:rsidP="00BA761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A9737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Sentido de responsabilidade </w:t>
            </w:r>
          </w:p>
          <w:p w14:paraId="7BC815E2" w14:textId="77777777" w:rsidR="004C73FE" w:rsidRPr="00C32E00" w:rsidRDefault="004C73FE" w:rsidP="004C73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45FC7783" w14:textId="77777777" w:rsidR="004C73FE" w:rsidRPr="00C32E00" w:rsidRDefault="004C73FE" w:rsidP="004C73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181B289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7AAF25B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4207CEE" w14:textId="77777777" w:rsidR="004C73FE" w:rsidRPr="00C32E00" w:rsidRDefault="004C73FE" w:rsidP="00BA761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6C8D88" w14:textId="77777777" w:rsidR="004C73FE" w:rsidRPr="00C32E00" w:rsidRDefault="004C73FE" w:rsidP="004C73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889D1F5" w14:textId="77777777" w:rsidR="00C32E00" w:rsidRPr="00C32E00" w:rsidRDefault="00C32E00" w:rsidP="00C32E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bookmarkStart w:id="1" w:name="_Hlk152547796"/>
      <w:r w:rsidRPr="00C32E00">
        <w:rPr>
          <w:rFonts w:ascii="Verdana Pro Light" w:hAnsi="Verdana Pro Light"/>
          <w:b/>
          <w:smallCaps/>
          <w:sz w:val="20"/>
        </w:rPr>
        <w:t>Critérios de Desempenho</w:t>
      </w:r>
    </w:p>
    <w:p w14:paraId="1D421FFB" w14:textId="77777777" w:rsidR="004C73FE" w:rsidRPr="00C32E00" w:rsidRDefault="004C73FE" w:rsidP="004C73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2E00">
        <w:rPr>
          <w:rFonts w:ascii="Verdana Pro Light" w:eastAsia="Arial Unicode MS" w:hAnsi="Verdana Pro Light" w:cs="Times New Roman"/>
          <w:b/>
          <w:sz w:val="18"/>
          <w:szCs w:val="18"/>
        </w:rPr>
        <w:t>Efetuar desenhos de desenvolvimento da expressividade plástica</w:t>
      </w: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CD1ADE3" w14:textId="77777777" w:rsidR="004C73FE" w:rsidRPr="00C32E00" w:rsidRDefault="004C73FE" w:rsidP="004C73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t>Selecionando e utilizando suportes, materiais e técnicas diversificados</w:t>
      </w:r>
    </w:p>
    <w:p w14:paraId="63089ECD" w14:textId="77777777" w:rsidR="004C73FE" w:rsidRPr="00C32E00" w:rsidRDefault="004C73FE" w:rsidP="004C73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Demonstrando capacidades de interpretação e expressividade plástica</w:t>
      </w:r>
    </w:p>
    <w:bookmarkEnd w:id="1"/>
    <w:p w14:paraId="5CC1074C" w14:textId="77777777" w:rsidR="004C73FE" w:rsidRPr="00C32E00" w:rsidRDefault="004C73FE" w:rsidP="004C73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41CCDE" w14:textId="77777777" w:rsidR="004C73FE" w:rsidRPr="00C32E00" w:rsidRDefault="004C73FE" w:rsidP="004C73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bookmarkStart w:id="2" w:name="_Hlk152552774"/>
      <w:bookmarkStart w:id="3" w:name="_Hlk152547817"/>
      <w:r w:rsidRPr="00C32E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B5D4DD2" w14:textId="77777777" w:rsidR="004C73FE" w:rsidRPr="00C32E00" w:rsidRDefault="004C73FE" w:rsidP="004C73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57F3DCA" w14:textId="77777777" w:rsidR="004C73FE" w:rsidRPr="00C32E00" w:rsidRDefault="004C73FE" w:rsidP="004C73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32E00">
        <w:rPr>
          <w:rFonts w:ascii="Verdana Pro Light" w:hAnsi="Verdana Pro Light"/>
          <w:b/>
          <w:smallCaps/>
          <w:sz w:val="20"/>
        </w:rPr>
        <w:t>Recursos</w:t>
      </w:r>
    </w:p>
    <w:p w14:paraId="5D7259AE" w14:textId="77777777" w:rsidR="004C73FE" w:rsidRPr="00C32E00" w:rsidRDefault="004C73FE" w:rsidP="004C73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br/>
      </w:r>
      <w:bookmarkEnd w:id="2"/>
    </w:p>
    <w:p w14:paraId="06E74640" w14:textId="77777777" w:rsidR="004C73FE" w:rsidRPr="00C32E00" w:rsidRDefault="004C73FE" w:rsidP="004C73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32E00">
        <w:rPr>
          <w:rFonts w:ascii="Verdana Pro Light" w:hAnsi="Verdana Pro Light"/>
          <w:b/>
          <w:smallCaps/>
          <w:sz w:val="20"/>
        </w:rPr>
        <w:t>Observações</w:t>
      </w:r>
    </w:p>
    <w:bookmarkEnd w:id="3"/>
    <w:p w14:paraId="1A1C2B40" w14:textId="77777777" w:rsidR="00727CAB" w:rsidRPr="00C32E00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B400BB" w14:textId="77777777" w:rsidR="00727CAB" w:rsidRPr="00C32E00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8CCE8B" w14:textId="77777777" w:rsidR="00727CAB" w:rsidRPr="00C32E00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DC5E59" w14:textId="77777777" w:rsidR="004F117D" w:rsidRPr="00C32E00" w:rsidRDefault="004F117D">
      <w:pPr>
        <w:rPr>
          <w:rFonts w:ascii="Verdana Pro Light" w:hAnsi="Verdana Pro Light"/>
          <w:smallCaps/>
        </w:rPr>
      </w:pPr>
      <w:r w:rsidRPr="00C32E00"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C73FE" w:rsidRPr="00C32E00" w14:paraId="259CF2A8" w14:textId="77777777" w:rsidTr="00BA761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A45610" w14:textId="2726E0E5" w:rsidR="004C73FE" w:rsidRPr="00C32E00" w:rsidRDefault="004C73FE" w:rsidP="00BA761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C32E00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</w:t>
            </w:r>
            <w:r w:rsidR="003863A9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B8698B3" w14:textId="77777777" w:rsidR="004C73FE" w:rsidRPr="00C32E00" w:rsidRDefault="004C73FE" w:rsidP="00BA761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Efetuar desenhos de observação da forma e do espaço</w:t>
            </w:r>
          </w:p>
        </w:tc>
      </w:tr>
    </w:tbl>
    <w:p w14:paraId="1727960A" w14:textId="77777777" w:rsidR="004C73FE" w:rsidRPr="00C32E00" w:rsidRDefault="004C73FE" w:rsidP="004C73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787E00" w14:textId="77777777" w:rsidR="004C73FE" w:rsidRPr="00C32E00" w:rsidRDefault="004C73FE" w:rsidP="004C73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C32E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C32E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386CA2D" w14:textId="77777777" w:rsidR="004C73FE" w:rsidRPr="00C32E00" w:rsidRDefault="004C73FE" w:rsidP="004C73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32E00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C32E0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0C02140" w14:textId="77777777" w:rsidR="004C73FE" w:rsidRPr="00C32E00" w:rsidRDefault="004C73FE" w:rsidP="004C73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C73FE" w:rsidRPr="00C32E00" w14:paraId="37D4DBC4" w14:textId="77777777" w:rsidTr="00BA761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C87F9F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C73FE" w:rsidRPr="00C32E00" w14:paraId="394FF06B" w14:textId="77777777" w:rsidTr="00BA7612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FC258" w14:textId="1CCFF4EA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E36B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Capturar </w:t>
            </w:r>
            <w:r w:rsidR="00B31A84">
              <w:rPr>
                <w:rFonts w:ascii="Verdana Pro Light" w:eastAsia="Arial Unicode MS" w:hAnsi="Verdana Pro Light" w:cs="Arial Unicode MS"/>
                <w:sz w:val="18"/>
                <w:szCs w:val="18"/>
              </w:rPr>
              <w:t>a forma e o espaço</w:t>
            </w:r>
            <w:r w:rsidR="005E2D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165EE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partir</w:t>
            </w:r>
            <w:r w:rsidR="005E2D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técnicas de desenho </w:t>
            </w:r>
            <w:r w:rsidR="005E2D36" w:rsidRPr="005E2D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como contorno, linhas de construção e </w:t>
            </w:r>
            <w:proofErr w:type="spellStart"/>
            <w:r w:rsidR="005E2D36" w:rsidRPr="005E2D36">
              <w:rPr>
                <w:rFonts w:ascii="Verdana Pro Light" w:eastAsia="Arial Unicode MS" w:hAnsi="Verdana Pro Light" w:cs="Arial Unicode MS"/>
                <w:sz w:val="18"/>
                <w:szCs w:val="18"/>
              </w:rPr>
              <w:t>hachuras</w:t>
            </w:r>
            <w:proofErr w:type="spellEnd"/>
          </w:p>
          <w:p w14:paraId="1DCFA980" w14:textId="5D971C25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5E2D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Adicionar </w:t>
            </w:r>
            <w:r w:rsidR="00165EE2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detalhes como te</w:t>
            </w:r>
            <w:r w:rsidR="00165EE2" w:rsidRPr="00165EE2">
              <w:rPr>
                <w:rFonts w:ascii="Verdana Pro Light" w:eastAsia="Arial Unicode MS" w:hAnsi="Verdana Pro Light" w:cs="Arial Unicode MS"/>
                <w:sz w:val="18"/>
                <w:szCs w:val="18"/>
              </w:rPr>
              <w:t>xturas, padrões e nuances de cor</w:t>
            </w:r>
          </w:p>
          <w:p w14:paraId="00E3AC26" w14:textId="28C6141F" w:rsidR="004C73FE" w:rsidRPr="00C32E00" w:rsidRDefault="004C73FE" w:rsidP="00BA761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AE3B71">
              <w:rPr>
                <w:rFonts w:ascii="Verdana Pro Light" w:eastAsia="Arial Unicode MS" w:hAnsi="Verdana Pro Light" w:cs="Arial Unicode MS"/>
                <w:sz w:val="18"/>
                <w:szCs w:val="18"/>
              </w:rPr>
              <w:t>Ajustar e rever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C73FE" w:rsidRPr="00C32E00" w14:paraId="3E2E6C4A" w14:textId="77777777" w:rsidTr="00BA761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C6FEB5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262FC8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703F72F" w14:textId="77777777" w:rsidR="004C73FE" w:rsidRPr="00C32E00" w:rsidRDefault="004C73FE" w:rsidP="00BA761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32E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C73FE" w:rsidRPr="00C32E00" w14:paraId="7DAA06B1" w14:textId="77777777" w:rsidTr="00BA7612">
        <w:trPr>
          <w:trHeight w:val="126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D1ECA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suportes e materiais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BB02AD9" w14:textId="77777777" w:rsidR="00D12D72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Posturas corporais adequadas para o desenho de observação e representação</w:t>
            </w:r>
          </w:p>
          <w:p w14:paraId="2285B36B" w14:textId="77777777" w:rsidR="00D12D72" w:rsidRDefault="00D12D72" w:rsidP="00D12D72">
            <w:pPr>
              <w:pStyle w:val="PargrafodaLista"/>
              <w:spacing w:before="120" w:after="0" w:line="276" w:lineRule="auto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F3E037" w14:textId="77777777" w:rsidR="00C771CD" w:rsidRDefault="00D12D72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12D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da </w:t>
            </w:r>
            <w:proofErr w:type="spellStart"/>
            <w:r w:rsidRPr="00D12D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percepção</w:t>
            </w:r>
            <w:proofErr w:type="spellEnd"/>
            <w:r w:rsidRPr="00D12D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visual, incluindo noções de forma, proporção, </w:t>
            </w:r>
            <w:proofErr w:type="spellStart"/>
            <w:r w:rsidRPr="00D12D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perspectiva</w:t>
            </w:r>
            <w:proofErr w:type="spellEnd"/>
            <w:r w:rsidRPr="00D12D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profundidade</w:t>
            </w:r>
          </w:p>
          <w:p w14:paraId="31ED6490" w14:textId="77777777" w:rsidR="00C771CD" w:rsidRPr="00C771CD" w:rsidRDefault="00C771CD" w:rsidP="00C771CD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C5B82A" w14:textId="77777777" w:rsidR="00C771CD" w:rsidRDefault="00C771CD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C771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desenho, como contorno, sombreamento, </w:t>
            </w:r>
            <w:proofErr w:type="spellStart"/>
            <w:r w:rsidRPr="00C771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hachura</w:t>
            </w:r>
            <w:proofErr w:type="spellEnd"/>
            <w:r w:rsidRPr="00C771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graduação de valores tonais</w:t>
            </w:r>
          </w:p>
          <w:p w14:paraId="7136F198" w14:textId="77777777" w:rsidR="00C771CD" w:rsidRPr="00C771CD" w:rsidRDefault="00C771CD" w:rsidP="00C771CD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4ABA6C" w14:textId="77777777" w:rsidR="005747C7" w:rsidRDefault="00C771CD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771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natomia humana e estrutura de objetos</w:t>
            </w:r>
          </w:p>
          <w:p w14:paraId="51DEAF01" w14:textId="77777777" w:rsidR="005747C7" w:rsidRPr="005747C7" w:rsidRDefault="005747C7" w:rsidP="005747C7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92DEEF" w14:textId="436E57AF" w:rsidR="004C73FE" w:rsidRPr="00C32E00" w:rsidRDefault="005747C7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5747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perspetiva linear e atmosférica</w:t>
            </w:r>
            <w:r w:rsidR="004C73FE"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7F4F76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 e representação da forma e do espaço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2185D80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 luz nas formas e no espaço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BC7C619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representação de formas e do espaço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A079BAD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de representação - perspetiva cónica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0EC1995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e sombra na representação espacial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5B6C5" w14:textId="77777777" w:rsidR="001A1C29" w:rsidRDefault="001A1C29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 perceção visual para observar formas e espaços</w:t>
            </w: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C9E4BE3" w14:textId="046DB5D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aplicar as posturas corporais adequadas à observação e representação da forma e do espaço </w:t>
            </w:r>
          </w:p>
          <w:p w14:paraId="1FD20661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suportes, materiais e técnicas de desenho.</w:t>
            </w:r>
          </w:p>
          <w:p w14:paraId="574B7295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importância da luz, da perceção das proporções, tensões, valores e ritmos na representação da forma e do espaço</w:t>
            </w:r>
          </w:p>
          <w:p w14:paraId="04779294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capacidades expressivas através da comunicação visual</w:t>
            </w:r>
          </w:p>
          <w:p w14:paraId="25365246" w14:textId="77777777" w:rsidR="009F5216" w:rsidRDefault="004C73FE" w:rsidP="009F52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319ECCDC" w14:textId="77777777" w:rsidR="004C73FE" w:rsidRDefault="001A1C29" w:rsidP="009F52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5216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 perspetiva cónica na representação do espaço</w:t>
            </w:r>
          </w:p>
          <w:p w14:paraId="625CC16B" w14:textId="77777777" w:rsidR="009F5216" w:rsidRDefault="009F5216" w:rsidP="009F52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sombras na representação das formas e espaços</w:t>
            </w:r>
          </w:p>
          <w:p w14:paraId="59272E77" w14:textId="1B750735" w:rsidR="009F5216" w:rsidRPr="009F5216" w:rsidRDefault="009F5216" w:rsidP="009F521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escalas na representação das formas e espaços.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E64EB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1E27578" w14:textId="77777777" w:rsidR="004C73FE" w:rsidRPr="00C32E00" w:rsidRDefault="004C73FE" w:rsidP="004C73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7C15E3A" w14:textId="77777777" w:rsidR="004C73FE" w:rsidRPr="00C32E00" w:rsidRDefault="004C73FE" w:rsidP="004C73F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048A48C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DDD61A8" w14:textId="77777777" w:rsidR="004C73FE" w:rsidRPr="00C32E00" w:rsidRDefault="004C73FE" w:rsidP="004C73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E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0F838DA" w14:textId="77777777" w:rsidR="004C73FE" w:rsidRPr="00C32E00" w:rsidRDefault="004C73FE" w:rsidP="00BA761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ECFAC1C" w14:textId="77777777" w:rsidR="004C73FE" w:rsidRPr="00C32E00" w:rsidRDefault="004C73FE" w:rsidP="004C73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0CA85AA" w14:textId="77777777" w:rsidR="00C32E00" w:rsidRPr="00C32E00" w:rsidRDefault="00C32E00" w:rsidP="00C32E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32E00">
        <w:rPr>
          <w:rFonts w:ascii="Verdana Pro Light" w:hAnsi="Verdana Pro Light"/>
          <w:b/>
          <w:smallCaps/>
          <w:sz w:val="20"/>
        </w:rPr>
        <w:t>Critérios de Desempenho</w:t>
      </w:r>
    </w:p>
    <w:p w14:paraId="31A00F5A" w14:textId="77777777" w:rsidR="004C73FE" w:rsidRPr="00C32E00" w:rsidRDefault="004C73FE" w:rsidP="004C73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2E00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Efetuar desenhos de observação da forma e do espaço</w:t>
      </w: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479BD2C" w14:textId="77777777" w:rsidR="004C73FE" w:rsidRPr="00C32E00" w:rsidRDefault="004C73FE" w:rsidP="004C73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t>Selecionando e utilizando suportes, materiais e técnicas próprias para projetos de desenho de representação tridimensional</w:t>
      </w: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</w:p>
    <w:p w14:paraId="2D5B216B" w14:textId="1E0B61F1" w:rsidR="004C73FE" w:rsidRPr="00C32E00" w:rsidRDefault="004C73FE" w:rsidP="004C73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Aplicando 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t>técnicas de representação do espaço adequando os elementos estruturantes da linguagem do desenho</w:t>
      </w:r>
      <w:r w:rsidR="000C2593">
        <w:rPr>
          <w:rFonts w:ascii="Verdana Pro Light" w:eastAsia="Arial Unicode MS" w:hAnsi="Verdana Pro Light" w:cs="Arial Unicode MS"/>
          <w:sz w:val="18"/>
          <w:szCs w:val="18"/>
        </w:rPr>
        <w:t xml:space="preserve"> à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t xml:space="preserve"> representação desejada.</w:t>
      </w:r>
    </w:p>
    <w:p w14:paraId="1C1DD6F2" w14:textId="77777777" w:rsidR="004C73FE" w:rsidRPr="00C32E00" w:rsidRDefault="004C73FE" w:rsidP="004C73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CBC9EC" w14:textId="77777777" w:rsidR="004C73FE" w:rsidRPr="00C32E00" w:rsidRDefault="004C73FE" w:rsidP="004C73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32E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80E2B92" w14:textId="77777777" w:rsidR="004C73FE" w:rsidRPr="00C32E00" w:rsidRDefault="004C73FE" w:rsidP="004C73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2AA226F" w14:textId="77777777" w:rsidR="004C73FE" w:rsidRPr="00C32E00" w:rsidRDefault="004C73FE" w:rsidP="004C73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32E00">
        <w:rPr>
          <w:rFonts w:ascii="Verdana Pro Light" w:hAnsi="Verdana Pro Light"/>
          <w:b/>
          <w:smallCaps/>
          <w:sz w:val="20"/>
        </w:rPr>
        <w:t>Recursos</w:t>
      </w:r>
    </w:p>
    <w:p w14:paraId="73F7BE1C" w14:textId="77777777" w:rsidR="004C73FE" w:rsidRPr="00C32E00" w:rsidRDefault="004C73FE" w:rsidP="004C73F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C32E00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 w:rsidRPr="00C32E00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2452473" w14:textId="77777777" w:rsidR="004C73FE" w:rsidRPr="00C32E00" w:rsidRDefault="004C73FE" w:rsidP="004C73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32E00">
        <w:rPr>
          <w:rFonts w:ascii="Verdana Pro Light" w:hAnsi="Verdana Pro Light"/>
          <w:b/>
          <w:smallCaps/>
          <w:sz w:val="20"/>
        </w:rPr>
        <w:t>Observações</w:t>
      </w:r>
    </w:p>
    <w:p w14:paraId="3193EF06" w14:textId="77777777" w:rsidR="004C73FE" w:rsidRPr="00C32E00" w:rsidRDefault="004C73FE" w:rsidP="004C73FE">
      <w:pPr>
        <w:rPr>
          <w:rFonts w:ascii="Verdana Pro Light" w:hAnsi="Verdana Pro Light"/>
          <w:smallCaps/>
        </w:rPr>
      </w:pPr>
    </w:p>
    <w:p w14:paraId="54872656" w14:textId="77777777" w:rsidR="008C76A8" w:rsidRPr="00C32E00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2E9277" w14:textId="7DEFC1AE" w:rsidR="008C76A8" w:rsidRDefault="008C76A8" w:rsidP="008C76A8">
      <w:pPr>
        <w:rPr>
          <w:rFonts w:ascii="Verdana Pro Light" w:hAnsi="Verdana Pro Light"/>
          <w:smallCaps/>
        </w:rPr>
      </w:pPr>
    </w:p>
    <w:p w14:paraId="08E66CB5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11609248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4CD56F2A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7E103F83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4794F87A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4B51EA82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7331B35B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1830FD5E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5C8D77EC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09BE1791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3B993285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03C73DC6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5360EE7E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42EAF4F8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737CE3BD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55EE5877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1DC26740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49464C77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23187EC2" w14:textId="77777777" w:rsidR="003863A9" w:rsidRDefault="003863A9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63A9" w:rsidRPr="00110F01" w14:paraId="2DBBBF3A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C7FDD38" w14:textId="6705DC05" w:rsidR="003863A9" w:rsidRPr="00110F01" w:rsidRDefault="003863A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10F0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56670A" w14:textId="77777777" w:rsidR="003863A9" w:rsidRPr="00110F01" w:rsidRDefault="003863A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Aplicar os princípios básicos de animação tradicional </w:t>
            </w:r>
          </w:p>
        </w:tc>
      </w:tr>
    </w:tbl>
    <w:p w14:paraId="16A3F0AF" w14:textId="77777777" w:rsidR="003863A9" w:rsidRPr="00110F01" w:rsidRDefault="003863A9" w:rsidP="003863A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A553088" w14:textId="77777777" w:rsidR="003863A9" w:rsidRPr="00110F01" w:rsidRDefault="003863A9" w:rsidP="003863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110F01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110F01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133ABC6" w14:textId="77777777" w:rsidR="003863A9" w:rsidRPr="00110F01" w:rsidRDefault="003863A9" w:rsidP="003863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110F01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110F01"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565180A7" w14:textId="77777777" w:rsidR="003863A9" w:rsidRPr="00110F01" w:rsidRDefault="003863A9" w:rsidP="003863A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3863A9" w:rsidRPr="00110F01" w14:paraId="09FBFD41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C16994" w14:textId="77777777" w:rsidR="003863A9" w:rsidRPr="00110F01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63A9" w:rsidRPr="00110F01" w14:paraId="3C77E7B5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2F59B7" w14:textId="77777777" w:rsidR="003863A9" w:rsidRPr="00110F01" w:rsidRDefault="003863A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Pesquisar os pré-requisitos técnicos da animação tradicional</w:t>
            </w:r>
          </w:p>
          <w:p w14:paraId="6A9196AC" w14:textId="77777777" w:rsidR="003863A9" w:rsidRPr="00110F01" w:rsidRDefault="003863A9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diferentes suportes e técnicas para a produção de animação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>frame</w:t>
            </w:r>
            <w:proofErr w:type="spellEnd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>by</w:t>
            </w:r>
            <w:proofErr w:type="spellEnd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>frame</w:t>
            </w:r>
            <w:proofErr w:type="spellEnd"/>
          </w:p>
          <w:p w14:paraId="6E4E327A" w14:textId="77777777" w:rsidR="003863A9" w:rsidRPr="00110F01" w:rsidRDefault="003863A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R3. Elaborar os elementos para serem animados</w:t>
            </w:r>
          </w:p>
          <w:p w14:paraId="48F36509" w14:textId="77777777" w:rsidR="003863A9" w:rsidRPr="00110F01" w:rsidRDefault="003863A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Animar e produzir a animação para exportação</w:t>
            </w: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3863A9" w:rsidRPr="00110F01" w14:paraId="2AA52F45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00D1A2" w14:textId="77777777" w:rsidR="003863A9" w:rsidRPr="00110F01" w:rsidRDefault="003863A9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772D9C" w14:textId="77777777" w:rsidR="003863A9" w:rsidRPr="00110F01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1D99E2" w14:textId="77777777" w:rsidR="003863A9" w:rsidRPr="00110F01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63A9" w:rsidRPr="00110F01" w14:paraId="6975F8D0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33E70" w14:textId="77777777" w:rsidR="003863A9" w:rsidRPr="00110F01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 Tradicional</w:t>
            </w:r>
          </w:p>
          <w:p w14:paraId="634F1664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6C1AF402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de Animação</w:t>
            </w:r>
          </w:p>
          <w:p w14:paraId="610FF054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correção de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frames</w:t>
            </w:r>
            <w:proofErr w:type="spellEnd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animação</w:t>
            </w:r>
          </w:p>
          <w:p w14:paraId="3B83AD3E" w14:textId="77777777" w:rsidR="003863A9" w:rsidRPr="00110F01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Técnicas Mistas e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Frame</w:t>
            </w:r>
            <w:proofErr w:type="spellEnd"/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by</w:t>
            </w:r>
            <w:proofErr w:type="spellEnd"/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Frame</w:t>
            </w:r>
            <w:proofErr w:type="spellEnd"/>
          </w:p>
          <w:p w14:paraId="4599FE7D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técnicas mistas na sua relação com o processo de produção</w:t>
            </w:r>
          </w:p>
          <w:p w14:paraId="3FC4C884" w14:textId="77777777" w:rsidR="003863A9" w:rsidRPr="00110F01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Suportes, riscadores e cor</w:t>
            </w:r>
          </w:p>
          <w:p w14:paraId="7B4D5840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cor em diferentes suportes</w:t>
            </w:r>
          </w:p>
          <w:p w14:paraId="613F8975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técnicas analógicas e digitais</w:t>
            </w:r>
          </w:p>
          <w:p w14:paraId="5D89313B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desenho tradicional em suportes digitais</w:t>
            </w:r>
          </w:p>
          <w:p w14:paraId="73329B91" w14:textId="77777777" w:rsidR="003863A9" w:rsidRPr="00110F01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Time </w:t>
            </w:r>
            <w:proofErr w:type="spellStart"/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Line</w:t>
            </w:r>
            <w:proofErr w:type="spellEnd"/>
          </w:p>
          <w:p w14:paraId="77870288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</w:t>
            </w:r>
            <w:proofErr w:type="spellEnd"/>
          </w:p>
          <w:p w14:paraId="11791B2A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Keyframe</w:t>
            </w:r>
            <w:proofErr w:type="spellEnd"/>
          </w:p>
          <w:p w14:paraId="6E13C231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InBetween</w:t>
            </w:r>
            <w:proofErr w:type="spellEnd"/>
          </w:p>
          <w:p w14:paraId="070DCAE4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372D2E52" w14:textId="1007F943" w:rsidR="003863A9" w:rsidRPr="00110F01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 w:rsidR="000C259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Pr="00110F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arquivo</w:t>
            </w:r>
          </w:p>
          <w:p w14:paraId="5B56E10B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formatos para diferentes processos de produção em Animação</w:t>
            </w:r>
          </w:p>
          <w:p w14:paraId="2F045A5C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550B3C75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B47D2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uma animação tradicional</w:t>
            </w:r>
          </w:p>
          <w:p w14:paraId="509F0BAB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na Animação tradicional</w:t>
            </w:r>
          </w:p>
          <w:p w14:paraId="008F8ACC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Animação tradicional</w:t>
            </w:r>
          </w:p>
          <w:p w14:paraId="1DCC6843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suportes e materiais para animação tradicional</w:t>
            </w:r>
          </w:p>
          <w:p w14:paraId="45C89600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3B2F642A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27F78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5A80DAC3" w14:textId="77777777" w:rsidR="003863A9" w:rsidRPr="00110F01" w:rsidRDefault="003863A9" w:rsidP="003863A9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1C553F36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D66C254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3A39BD79" w14:textId="77777777" w:rsidR="003863A9" w:rsidRPr="00110F01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10F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5426A432" w14:textId="77777777" w:rsidR="003863A9" w:rsidRPr="00110F01" w:rsidRDefault="003863A9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A8324B" w14:textId="77777777" w:rsidR="003863A9" w:rsidRPr="00110F01" w:rsidRDefault="003863A9" w:rsidP="003863A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2759DE" w14:textId="77777777" w:rsidR="00284A0C" w:rsidRPr="00F87025" w:rsidRDefault="00284A0C" w:rsidP="00284A0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ED7BECE" w14:textId="19563D0C" w:rsidR="003863A9" w:rsidRPr="00110F01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10F01">
        <w:rPr>
          <w:rFonts w:ascii="Verdana Pro Light" w:eastAsia="Arial Unicode MS" w:hAnsi="Verdana Pro Light" w:cs="Times New Roman"/>
          <w:b/>
          <w:sz w:val="18"/>
          <w:szCs w:val="18"/>
        </w:rPr>
        <w:t>Aplicar os princípios básicos de animação tradicional</w:t>
      </w:r>
      <w:r w:rsidR="00284A0C"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55BFA8A5" w14:textId="5C98E390" w:rsidR="003863A9" w:rsidRPr="00110F01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775F1E">
        <w:rPr>
          <w:rFonts w:ascii="Verdana Pro Light" w:eastAsia="Arial Unicode MS" w:hAnsi="Verdana Pro Light" w:cs="Arial Unicode MS"/>
          <w:sz w:val="18"/>
          <w:szCs w:val="18"/>
        </w:rPr>
        <w:t>T</w:t>
      </w:r>
      <w:r w:rsidRPr="00110F01">
        <w:rPr>
          <w:rFonts w:ascii="Verdana Pro Light" w:eastAsia="Arial Unicode MS" w:hAnsi="Verdana Pro Light" w:cs="Arial Unicode MS"/>
          <w:sz w:val="18"/>
          <w:szCs w:val="18"/>
        </w:rPr>
        <w:t>endo em conta os pré-requisitos técnicos de cada uma das técnicas</w:t>
      </w:r>
    </w:p>
    <w:p w14:paraId="34B5AA8B" w14:textId="77777777" w:rsidR="003863A9" w:rsidRPr="00110F01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 Selecionando diferentes metodologias tendo em conta a técnica utilizada</w:t>
      </w:r>
    </w:p>
    <w:p w14:paraId="385C5FDA" w14:textId="77777777" w:rsidR="003863A9" w:rsidRPr="00110F01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CD3.Elaborando e desenvolver os elementos constituintes da animação e a sua a exportação com relação à técnica utilizada tendo em conta os objetivos da animação</w:t>
      </w:r>
    </w:p>
    <w:p w14:paraId="4AD6015E" w14:textId="77777777" w:rsidR="003863A9" w:rsidRPr="00110F01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CD4. Criando um sistema de arquivo de ficheiros que facilite a gestão do processo de trabalho e exportação final</w:t>
      </w:r>
    </w:p>
    <w:p w14:paraId="0EFF3E74" w14:textId="77777777" w:rsidR="003863A9" w:rsidRPr="00110F01" w:rsidRDefault="003863A9" w:rsidP="003863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0BB0AB" w14:textId="77777777" w:rsidR="003863A9" w:rsidRPr="00110F01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110F01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88589BA" w14:textId="77777777" w:rsidR="003863A9" w:rsidRPr="00110F01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66019D47" w14:textId="77777777" w:rsidR="003863A9" w:rsidRPr="00110F01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Agências de Publicidade ou Gabinetes de Design</w:t>
      </w:r>
    </w:p>
    <w:p w14:paraId="66FB9E88" w14:textId="77777777" w:rsidR="003863A9" w:rsidRPr="00110F01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Editoras e produtoras de Audiovisuais</w:t>
      </w:r>
    </w:p>
    <w:p w14:paraId="5DFDBD44" w14:textId="77777777" w:rsidR="003863A9" w:rsidRPr="00110F01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10F01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A52CF30" w14:textId="77777777" w:rsidR="003863A9" w:rsidRPr="00110F01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110F01">
        <w:rPr>
          <w:rFonts w:ascii="Verdana Pro Light" w:hAnsi="Verdana Pro Light"/>
          <w:b/>
          <w:smallCaps/>
          <w:sz w:val="20"/>
        </w:rPr>
        <w:t>Recursos</w:t>
      </w:r>
    </w:p>
    <w:p w14:paraId="05E35D73" w14:textId="77777777" w:rsidR="003863A9" w:rsidRPr="00110F01" w:rsidRDefault="003863A9" w:rsidP="003863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7E84C5A9" w14:textId="77777777" w:rsidR="003863A9" w:rsidRPr="00110F01" w:rsidRDefault="003863A9" w:rsidP="003863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Ferramentas analógicas de animação</w:t>
      </w:r>
    </w:p>
    <w:p w14:paraId="469FF023" w14:textId="77777777" w:rsidR="003863A9" w:rsidRPr="00110F01" w:rsidRDefault="003863A9" w:rsidP="003863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00CC3F6B" w14:textId="77777777" w:rsidR="003863A9" w:rsidRPr="00110F01" w:rsidRDefault="003863A9" w:rsidP="003863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>Projeto de Animação real ou simulado com diferentes técnicas para serem finalizadas e editadas</w:t>
      </w:r>
    </w:p>
    <w:p w14:paraId="36A99109" w14:textId="77777777" w:rsidR="003863A9" w:rsidRPr="00110F01" w:rsidRDefault="003863A9" w:rsidP="003863A9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222DE3B5" w14:textId="77777777" w:rsidR="003863A9" w:rsidRPr="00110F01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110F01">
        <w:rPr>
          <w:rFonts w:ascii="Verdana Pro Light" w:hAnsi="Verdana Pro Light"/>
          <w:b/>
          <w:smallCaps/>
          <w:sz w:val="20"/>
        </w:rPr>
        <w:t>Observações</w:t>
      </w:r>
    </w:p>
    <w:p w14:paraId="55856919" w14:textId="77777777" w:rsidR="003863A9" w:rsidRPr="00110F01" w:rsidRDefault="003863A9" w:rsidP="003863A9">
      <w:pPr>
        <w:rPr>
          <w:rFonts w:ascii="Verdana Pro Light" w:hAnsi="Verdana Pro Light"/>
          <w:smallCaps/>
        </w:rPr>
      </w:pPr>
    </w:p>
    <w:p w14:paraId="7A1DD5D2" w14:textId="77777777" w:rsidR="003863A9" w:rsidRPr="00110F01" w:rsidRDefault="003863A9" w:rsidP="003863A9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110F01">
        <w:rPr>
          <w:rFonts w:ascii="Verdana Pro Light" w:hAnsi="Verdana Pro Light"/>
          <w:smallCaps/>
        </w:rPr>
        <w:t>metodologia pedagógica:</w:t>
      </w:r>
    </w:p>
    <w:p w14:paraId="65A0CF26" w14:textId="77777777" w:rsidR="003863A9" w:rsidRPr="00110F01" w:rsidRDefault="003863A9" w:rsidP="003863A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110F01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110F01">
        <w:rPr>
          <w:rFonts w:ascii="Verdana Pro Light" w:eastAsia="Arial Unicode MS" w:hAnsi="Verdana Pro Light" w:cs="Arial Unicode MS"/>
          <w:sz w:val="18"/>
          <w:szCs w:val="18"/>
        </w:rPr>
        <w:t>nimação com diferentes técnicas baseado na ação de desenvolvimento de um projeto que simule a prática real.</w:t>
      </w:r>
      <w:r w:rsidRPr="00110F01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6537DA5D" w14:textId="77777777" w:rsidR="003863A9" w:rsidRPr="004D51BE" w:rsidRDefault="003863A9" w:rsidP="003863A9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110F01">
        <w:rPr>
          <w:rFonts w:ascii="Verdana Pro Light" w:hAnsi="Verdana Pro Light"/>
          <w:smallCaps/>
        </w:rPr>
        <w:t>forma de organização da formação (a distância, presencial, misto):</w:t>
      </w:r>
      <w:r w:rsidRPr="00110F01">
        <w:rPr>
          <w:rFonts w:ascii="Verdana Pro Light" w:hAnsi="Verdana Pro Light"/>
          <w:smallCaps/>
        </w:rPr>
        <w:br/>
      </w:r>
      <w:r w:rsidRPr="00110F01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 w:rsidRPr="00110F01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3D0CE1C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52151EAE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2BA8450F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28C3DCCB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20569254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72ACE9E8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16CA804E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75FC4275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1A19B870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17B946C1" w14:textId="77777777" w:rsidR="003863A9" w:rsidRDefault="003863A9" w:rsidP="008C76A8">
      <w:pPr>
        <w:rPr>
          <w:rFonts w:ascii="Verdana Pro Light" w:hAnsi="Verdana Pro Light"/>
          <w:smallCaps/>
        </w:rPr>
      </w:pPr>
    </w:p>
    <w:p w14:paraId="48FC974C" w14:textId="77777777" w:rsidR="003863A9" w:rsidRDefault="003863A9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63A9" w:rsidRPr="00136AD8" w14:paraId="566008C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6DBDF0" w14:textId="38E2FE84" w:rsidR="003863A9" w:rsidRPr="0048466A" w:rsidRDefault="003863A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1C6BCA" w14:textId="77777777" w:rsidR="003863A9" w:rsidRPr="0048466A" w:rsidRDefault="003863A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Desenhar e editar gráficos vetoriais</w:t>
            </w:r>
          </w:p>
        </w:tc>
      </w:tr>
    </w:tbl>
    <w:p w14:paraId="26326943" w14:textId="77777777" w:rsidR="003863A9" w:rsidRPr="00136AD8" w:rsidRDefault="003863A9" w:rsidP="003863A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64E9C5B" w14:textId="77777777" w:rsidR="003863A9" w:rsidRPr="00C32E00" w:rsidRDefault="003863A9" w:rsidP="003863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C32E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C32E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0D1193D" w14:textId="77777777" w:rsidR="003863A9" w:rsidRPr="00C32E00" w:rsidRDefault="003863A9" w:rsidP="003863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32E00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C32E0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3CC0197" w14:textId="77777777" w:rsidR="003863A9" w:rsidRPr="00136AD8" w:rsidRDefault="003863A9" w:rsidP="003863A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863A9" w:rsidRPr="00136AD8" w14:paraId="72EB0F81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65DD64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63A9" w:rsidRPr="00136AD8" w14:paraId="226E1BFF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80BF73" w14:textId="77777777" w:rsidR="009F6981" w:rsidRPr="009B0332" w:rsidRDefault="009F6981" w:rsidP="009F6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 Conceber o esboço inicial/ storyboard do conceito da imagem vetorial</w:t>
            </w:r>
          </w:p>
          <w:p w14:paraId="473D8D4C" w14:textId="77777777" w:rsidR="009F6981" w:rsidRDefault="009F6981" w:rsidP="009F6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 Escolher e software e configurar o ambiente de trabalho</w:t>
            </w:r>
          </w:p>
          <w:p w14:paraId="1F627361" w14:textId="77777777" w:rsidR="009F6981" w:rsidRDefault="009F6981" w:rsidP="009F6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 Desenhar os elementos vetoriais, utilizando ferramentas de desenho vetorial</w:t>
            </w:r>
          </w:p>
          <w:p w14:paraId="1EF110C1" w14:textId="77777777" w:rsidR="009F6981" w:rsidRDefault="009F6981" w:rsidP="009F6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 Aplicar cores, gradientes e efeitos</w:t>
            </w:r>
          </w:p>
          <w:p w14:paraId="3868AAD2" w14:textId="211C7EA7" w:rsidR="003863A9" w:rsidRPr="0008537A" w:rsidRDefault="009F6981" w:rsidP="009F698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 Rever e salvar no formato de arquivo vetorial</w:t>
            </w:r>
          </w:p>
        </w:tc>
      </w:tr>
      <w:tr w:rsidR="003863A9" w:rsidRPr="00136AD8" w14:paraId="6AEA1A1F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34DA14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9F264F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8D4DAE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63A9" w:rsidRPr="00136AD8" w14:paraId="3EB8578C" w14:textId="77777777" w:rsidTr="00464811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652386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Área de trabalho do Software</w:t>
            </w:r>
          </w:p>
          <w:p w14:paraId="11109AA8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Caixa de ferramentas</w:t>
            </w:r>
          </w:p>
          <w:p w14:paraId="4509E3BE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Paletas</w:t>
            </w:r>
          </w:p>
          <w:p w14:paraId="2772B928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Menus de contexto</w:t>
            </w:r>
          </w:p>
          <w:p w14:paraId="7735F1CB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 janelas de Ilustração</w:t>
            </w:r>
          </w:p>
          <w:p w14:paraId="6B89F6C6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Criação, abertura e inserção de arquivos</w:t>
            </w:r>
          </w:p>
          <w:p w14:paraId="26CCF7DA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Imagens/gráficos</w:t>
            </w:r>
          </w:p>
          <w:p w14:paraId="204D2BA8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Configuração de documentos</w:t>
            </w:r>
          </w:p>
          <w:p w14:paraId="4B908E1E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Importação/exportação</w:t>
            </w:r>
          </w:p>
          <w:p w14:paraId="03A8F6AF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Paleta </w:t>
            </w:r>
            <w:r w:rsidRPr="00C6558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Links</w:t>
            </w:r>
          </w:p>
          <w:p w14:paraId="040C4CA1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Salvar um documento</w:t>
            </w:r>
          </w:p>
          <w:p w14:paraId="66E460AD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Ferramentas de desenho</w:t>
            </w:r>
          </w:p>
          <w:p w14:paraId="625DC2C8" w14:textId="77777777" w:rsidR="00085E92" w:rsidRDefault="00085E92" w:rsidP="00085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Paths</w:t>
            </w:r>
            <w:proofErr w:type="spellEnd"/>
          </w:p>
          <w:p w14:paraId="42066F1D" w14:textId="77777777" w:rsidR="00085E92" w:rsidRDefault="00085E92" w:rsidP="00085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Ajuste de segmentos</w:t>
            </w:r>
          </w:p>
          <w:p w14:paraId="0BE17A10" w14:textId="77777777" w:rsidR="00085E92" w:rsidRDefault="00085E92" w:rsidP="00085E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 de traçado de formas</w:t>
            </w:r>
          </w:p>
          <w:p w14:paraId="64147913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Recursos avançados de desenho</w:t>
            </w:r>
          </w:p>
          <w:p w14:paraId="0075AFC3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Símbolos</w:t>
            </w:r>
          </w:p>
          <w:p w14:paraId="3DE487DC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Ponteiras</w:t>
            </w:r>
          </w:p>
          <w:p w14:paraId="033CC95C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Tracing</w:t>
            </w:r>
            <w:proofErr w:type="spellEnd"/>
          </w:p>
          <w:p w14:paraId="4E058378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Transformação de objetos</w:t>
            </w:r>
          </w:p>
          <w:p w14:paraId="44918383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Transformações básicas</w:t>
            </w:r>
          </w:p>
          <w:p w14:paraId="1D6F1F2B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Transformações complexas</w:t>
            </w:r>
          </w:p>
          <w:p w14:paraId="4B0B81A6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Cores</w:t>
            </w:r>
          </w:p>
          <w:p w14:paraId="13798CA8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 de cor</w:t>
            </w:r>
          </w:p>
          <w:p w14:paraId="3915CA38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Programação de cores</w:t>
            </w:r>
          </w:p>
          <w:p w14:paraId="13FBA13C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Aplicação de cores</w:t>
            </w:r>
          </w:p>
          <w:p w14:paraId="37653AF0" w14:textId="77777777" w:rsidR="00085E92" w:rsidRPr="00C65589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Filtros, transparências, gradientes, malha, padrões</w:t>
            </w:r>
          </w:p>
          <w:p w14:paraId="4192CF3F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lastRenderedPageBreak/>
              <w:t>Texto</w:t>
            </w:r>
          </w:p>
          <w:p w14:paraId="3825775C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Digitação versus importação</w:t>
            </w:r>
          </w:p>
          <w:p w14:paraId="1060C53D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Remoção de elementos esquecidos</w:t>
            </w:r>
          </w:p>
          <w:p w14:paraId="6B7B6D34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Ajustes em containers 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paths</w:t>
            </w:r>
            <w:proofErr w:type="spellEnd"/>
          </w:p>
          <w:p w14:paraId="79195EFF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Encadeamento</w:t>
            </w:r>
          </w:p>
          <w:p w14:paraId="5D5E4742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Wrapping</w:t>
            </w:r>
            <w:proofErr w:type="spellEnd"/>
          </w:p>
          <w:p w14:paraId="04E09B1A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Visualização</w:t>
            </w:r>
          </w:p>
          <w:p w14:paraId="37AAEC0B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</w:p>
          <w:p w14:paraId="332E334B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Formatação</w:t>
            </w:r>
          </w:p>
          <w:p w14:paraId="0E72A129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Conversão de textos em objetos e imagens</w:t>
            </w:r>
          </w:p>
          <w:p w14:paraId="5E9D5E5C" w14:textId="77777777" w:rsidR="00085E92" w:rsidRDefault="00085E92" w:rsidP="00C655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Atualização de arquivos de versões anteriores</w:t>
            </w:r>
          </w:p>
          <w:p w14:paraId="5639DFAA" w14:textId="77777777" w:rsidR="00085E92" w:rsidRDefault="00085E92" w:rsidP="00085E9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e utilização de gráficos</w:t>
            </w:r>
          </w:p>
          <w:p w14:paraId="05465A59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vários tipos de gráficos</w:t>
            </w:r>
          </w:p>
          <w:p w14:paraId="7704B6C9" w14:textId="77777777" w:rsidR="00085E92" w:rsidRPr="00D94BCF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Formatação de gráficos</w:t>
            </w:r>
          </w:p>
          <w:p w14:paraId="6EBC483E" w14:textId="2FB3B525" w:rsidR="003863A9" w:rsidRPr="00F0079B" w:rsidRDefault="00085E92" w:rsidP="00D94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Personalização de gráficos</w:t>
            </w:r>
            <w:r w:rsidR="003863A9" w:rsidRPr="00085E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8ADFB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Utilizar software de ilustração vetorial</w:t>
            </w:r>
          </w:p>
          <w:p w14:paraId="49E71CC5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Definir o conceito de vetor e suas características</w:t>
            </w:r>
          </w:p>
          <w:p w14:paraId="4247A050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formas e desenhos complexos usando precisão e escalabilidade</w:t>
            </w:r>
          </w:p>
          <w:p w14:paraId="50DDE25F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Organizar elementos através de camadas, grupos e objetos</w:t>
            </w:r>
          </w:p>
          <w:p w14:paraId="6B423106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Trabalhar com texto editando tipografia</w:t>
            </w:r>
          </w:p>
          <w:p w14:paraId="655F9D34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 e aplicar cores, criar gradientes e aplicar texturas por forma a adicionar profundidade</w:t>
            </w:r>
          </w:p>
          <w:p w14:paraId="201EAEA2" w14:textId="77777777" w:rsidR="00074F8B" w:rsidRDefault="00074F8B" w:rsidP="00074F8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Adaptar-se a diferentes estilos de ilustração de acordo com o objetivo</w:t>
            </w:r>
          </w:p>
          <w:p w14:paraId="482C6217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</w:t>
            </w:r>
            <w:bookmarkStart w:id="4" w:name="_Hlk152354912"/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  <w:bookmarkEnd w:id="4"/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 edição de vetores.</w:t>
            </w:r>
          </w:p>
          <w:p w14:paraId="69BBF806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diferença entre pixel e vetor</w:t>
            </w:r>
          </w:p>
          <w:p w14:paraId="6B26FF0E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e edição de gráficos vetoriais</w:t>
            </w:r>
          </w:p>
          <w:p w14:paraId="5213A61C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sistemas de cor</w:t>
            </w:r>
          </w:p>
          <w:p w14:paraId="56D85AE9" w14:textId="77777777" w:rsidR="003863A9" w:rsidRPr="004D4894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47536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2B166EB" w14:textId="77777777" w:rsidR="003863A9" w:rsidRDefault="003863A9" w:rsidP="003863A9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AC61818" w14:textId="77777777" w:rsidR="003863A9" w:rsidRDefault="003863A9" w:rsidP="003863A9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C971893" w14:textId="77777777" w:rsidR="003863A9" w:rsidRDefault="003863A9" w:rsidP="003863A9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B96A0A8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5C9E448A" w14:textId="77777777" w:rsidR="003863A9" w:rsidRPr="00AF3757" w:rsidRDefault="003863A9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103618A" w14:textId="77777777" w:rsidR="003863A9" w:rsidRDefault="003863A9" w:rsidP="003863A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70C037" w14:textId="77777777" w:rsidR="00284A0C" w:rsidRPr="00F87025" w:rsidRDefault="00284A0C" w:rsidP="00284A0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68F3A15" w14:textId="77777777" w:rsidR="003863A9" w:rsidRPr="00AD56F4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D56F4">
        <w:rPr>
          <w:rFonts w:ascii="Verdana Pro Light" w:eastAsia="Arial Unicode MS" w:hAnsi="Verdana Pro Light" w:cs="Times New Roman"/>
          <w:b/>
          <w:sz w:val="18"/>
          <w:szCs w:val="18"/>
        </w:rPr>
        <w:t>Desenhar e editar gráficos vetoriais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4FB40BC6" w14:textId="77777777" w:rsidR="003863A9" w:rsidRPr="00F02690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CD1. Formatando corretamente a página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finalidade do projeto e os canais de difusão</w:t>
      </w:r>
    </w:p>
    <w:p w14:paraId="49348418" w14:textId="77777777" w:rsidR="003863A9" w:rsidRPr="00F02690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desenhar, editar e manipular gráficos vetoriais e texto</w:t>
      </w:r>
    </w:p>
    <w:p w14:paraId="7EBC6C66" w14:textId="64B61FDC" w:rsidR="003863A9" w:rsidRPr="00F02690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="00284A0C"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="00284A0C"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 w:rsidR="00284A0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para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gerir corretamente o processo de desenho de gráfico vetoriais</w:t>
      </w:r>
    </w:p>
    <w:p w14:paraId="1D978389" w14:textId="77777777" w:rsidR="003863A9" w:rsidRPr="00F02690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a cor em objetos vetoriais usando adequadamente as ferramentas de cor e os sistemas de cor tendo em conta os canais de difusão</w:t>
      </w:r>
    </w:p>
    <w:p w14:paraId="589DE99F" w14:textId="77777777" w:rsidR="003863A9" w:rsidRPr="00136AD8" w:rsidRDefault="003863A9" w:rsidP="003863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186436" w14:textId="77777777" w:rsidR="003863A9" w:rsidRPr="00F87025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BC93139" w14:textId="77777777" w:rsidR="003863A9" w:rsidRPr="00984B30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20724E19" w14:textId="77777777" w:rsidR="003863A9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C2AC842" w14:textId="77777777" w:rsidR="003863A9" w:rsidRPr="00643045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70516823" w14:textId="77777777" w:rsidR="003863A9" w:rsidRPr="00E2794B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E14F096" w14:textId="77777777" w:rsidR="003863A9" w:rsidRPr="00F87025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5E9DA9" w14:textId="77777777" w:rsidR="003863A9" w:rsidRPr="00436CB6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CD316EA" w14:textId="77777777" w:rsidR="003863A9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0922E388" w14:textId="77777777" w:rsidR="003863A9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vetores</w:t>
      </w:r>
    </w:p>
    <w:p w14:paraId="1A7F87B0" w14:textId="77777777" w:rsidR="003863A9" w:rsidRDefault="003863A9" w:rsidP="003863A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vetorizar</w:t>
      </w:r>
    </w:p>
    <w:p w14:paraId="29853604" w14:textId="77777777" w:rsidR="003863A9" w:rsidRPr="006D29AD" w:rsidRDefault="003863A9" w:rsidP="003863A9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6761170" w14:textId="77777777" w:rsidR="003863A9" w:rsidRPr="00F87025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BAD0211" w14:textId="6E852357" w:rsidR="003863A9" w:rsidRDefault="003863A9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br/>
      </w:r>
    </w:p>
    <w:p w14:paraId="517444C3" w14:textId="77777777" w:rsidR="003863A9" w:rsidRDefault="003863A9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63A9" w:rsidRPr="00136AD8" w14:paraId="55D29BD4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25719E" w14:textId="2550B2EC" w:rsidR="003863A9" w:rsidRPr="00F42D38" w:rsidRDefault="003863A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284A59F" w14:textId="77777777" w:rsidR="003863A9" w:rsidRPr="00F42D38" w:rsidRDefault="003863A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Editar sequências de áudio e vídeo </w:t>
            </w:r>
          </w:p>
        </w:tc>
      </w:tr>
    </w:tbl>
    <w:p w14:paraId="0BB0F068" w14:textId="77777777" w:rsidR="003863A9" w:rsidRPr="00136AD8" w:rsidRDefault="003863A9" w:rsidP="003863A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0377D6" w14:textId="77777777" w:rsidR="003863A9" w:rsidRDefault="003863A9" w:rsidP="003863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6190D1C" w14:textId="77777777" w:rsidR="003863A9" w:rsidRPr="003200F2" w:rsidRDefault="003863A9" w:rsidP="003863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A189FC6" w14:textId="77777777" w:rsidR="003863A9" w:rsidRPr="00136AD8" w:rsidRDefault="003863A9" w:rsidP="003863A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3863A9" w:rsidRPr="00136AD8" w14:paraId="0243DF93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B63609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63A9" w:rsidRPr="00136AD8" w14:paraId="4BA9CC7F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E4B7E3" w14:textId="4182524E" w:rsidR="003863A9" w:rsidRDefault="003863A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FD2FE6" w:rsidRPr="00FD2FE6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os princípios de edição e sequenciação digital na sincronização de áudio com a imagem</w:t>
            </w:r>
          </w:p>
          <w:p w14:paraId="616F3CC2" w14:textId="5EE1E4DE" w:rsidR="003863A9" w:rsidRDefault="003863A9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A95591"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e inserir pista de áudio com imagem</w:t>
            </w:r>
          </w:p>
          <w:p w14:paraId="037ABF48" w14:textId="26E397B7" w:rsidR="003863A9" w:rsidRPr="001255B4" w:rsidRDefault="003863A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Editar </w:t>
            </w:r>
            <w:r w:rsidRPr="003863A9">
              <w:rPr>
                <w:rFonts w:ascii="Verdana Pro Light" w:eastAsia="Arial Unicode MS" w:hAnsi="Verdana Pro Light" w:cs="Arial Unicode MS"/>
                <w:sz w:val="18"/>
                <w:szCs w:val="18"/>
              </w:rPr>
              <w:t>sequências de áudio e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através regras básicas de corte, transição e ritmo.</w:t>
            </w:r>
          </w:p>
          <w:p w14:paraId="1708E79A" w14:textId="77777777" w:rsidR="003863A9" w:rsidRPr="0008537A" w:rsidRDefault="003863A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a arte final como filme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3863A9" w:rsidRPr="00136AD8" w14:paraId="52CD3148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16FDE7" w14:textId="77777777" w:rsidR="003863A9" w:rsidRPr="001B353A" w:rsidRDefault="003863A9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1751A0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A31E45" w14:textId="77777777" w:rsidR="003863A9" w:rsidRPr="001B353A" w:rsidRDefault="003863A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63A9" w:rsidRPr="00136AD8" w14:paraId="1E32DB5C" w14:textId="77777777" w:rsidTr="00562188">
        <w:trPr>
          <w:trHeight w:val="1402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86682" w14:textId="0EF4969C" w:rsidR="003863A9" w:rsidRPr="0082388E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de vídeo</w:t>
            </w:r>
          </w:p>
          <w:p w14:paraId="02B14A6B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66809F65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do filme final</w:t>
            </w:r>
          </w:p>
          <w:p w14:paraId="6F6FCC31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através de corte, transição</w:t>
            </w:r>
          </w:p>
          <w:p w14:paraId="2EF9773A" w14:textId="77777777" w:rsidR="003863A9" w:rsidRPr="0082388E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de som</w:t>
            </w:r>
          </w:p>
          <w:p w14:paraId="335FB6A0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79EDE7B2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do filme final</w:t>
            </w:r>
          </w:p>
          <w:p w14:paraId="36DE941F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através de corte, transição</w:t>
            </w:r>
          </w:p>
          <w:p w14:paraId="13E537DD" w14:textId="77777777" w:rsidR="003863A9" w:rsidRPr="0082388E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Audiovisuais</w:t>
            </w:r>
          </w:p>
          <w:p w14:paraId="5B9CE184" w14:textId="7A55880B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e aplicação de diferentes modos de edição para diferentes suportes </w:t>
            </w:r>
            <w:r w:rsidRPr="006725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digitais</w:t>
            </w:r>
          </w:p>
          <w:p w14:paraId="27EB0A93" w14:textId="77777777" w:rsidR="004B3C06" w:rsidRDefault="004B3C06" w:rsidP="004B3C06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6EAFA9" w14:textId="77777777" w:rsidR="004B3C06" w:rsidRPr="007579EC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Leitores de time </w:t>
            </w:r>
            <w:proofErr w:type="spellStart"/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code</w:t>
            </w:r>
            <w:proofErr w:type="spellEnd"/>
          </w:p>
          <w:p w14:paraId="1F55B931" w14:textId="77777777" w:rsidR="004B3C06" w:rsidRPr="007579EC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filme – cinema</w:t>
            </w:r>
          </w:p>
          <w:p w14:paraId="36AE5BA0" w14:textId="77777777" w:rsidR="004B3C06" w:rsidRPr="007579EC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vídeo</w:t>
            </w:r>
          </w:p>
          <w:p w14:paraId="59FDE642" w14:textId="77777777" w:rsidR="004B3C06" w:rsidRPr="007579EC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>Edição</w:t>
            </w:r>
            <w:proofErr w:type="spellEnd"/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 xml:space="preserve"> on-line e off-line</w:t>
            </w:r>
          </w:p>
          <w:p w14:paraId="7C7769B5" w14:textId="77777777" w:rsidR="004B3C06" w:rsidRPr="007579EC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Edição linear e edição não-linear</w:t>
            </w:r>
          </w:p>
          <w:p w14:paraId="0C1F4F00" w14:textId="77777777" w:rsidR="004B3C06" w:rsidRPr="00B97BF8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Time </w:t>
            </w:r>
            <w:proofErr w:type="spellStart"/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>code</w:t>
            </w:r>
            <w:proofErr w:type="spellEnd"/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e sincronismo</w:t>
            </w:r>
          </w:p>
          <w:p w14:paraId="144CCB5B" w14:textId="02F9B439" w:rsidR="004B3C06" w:rsidRPr="004B3C06" w:rsidRDefault="004B3C06" w:rsidP="004B3C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>O guião e/ou o storyboard</w:t>
            </w:r>
          </w:p>
          <w:p w14:paraId="2C8462B1" w14:textId="77777777" w:rsidR="003863A9" w:rsidRPr="0082388E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Edição em Time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Line</w:t>
            </w:r>
            <w:proofErr w:type="spellEnd"/>
          </w:p>
          <w:p w14:paraId="6DCADCB1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Imagem/títulos ou gráficos</w:t>
            </w:r>
          </w:p>
          <w:p w14:paraId="1A815B94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Filme</w:t>
            </w:r>
          </w:p>
          <w:p w14:paraId="6FA2F82E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</w:t>
            </w:r>
          </w:p>
          <w:p w14:paraId="5A17FE7C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658ACBF6" w14:textId="77777777" w:rsidR="003863A9" w:rsidRPr="0082388E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Corte, transição e ritmo</w:t>
            </w:r>
          </w:p>
          <w:p w14:paraId="18BF924F" w14:textId="77777777" w:rsidR="003863A9" w:rsidRPr="0082388E" w:rsidRDefault="003863A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085C906F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621D9A7C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24BC6EAD" w14:textId="77777777" w:rsidR="003863A9" w:rsidRPr="00474996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EE9E57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os pré-requisitos técnicos de edição de vídeo e som</w:t>
            </w:r>
          </w:p>
          <w:p w14:paraId="3C3D51FD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Imagem e Som</w:t>
            </w:r>
          </w:p>
          <w:p w14:paraId="592D15AF" w14:textId="20385945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diferentes suportes audiovisuais</w:t>
            </w:r>
          </w:p>
          <w:p w14:paraId="20B9494E" w14:textId="1D18262D" w:rsidR="00284A0C" w:rsidRDefault="00284A0C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</w:t>
            </w:r>
          </w:p>
          <w:p w14:paraId="5B56A431" w14:textId="0B3797DB" w:rsidR="00284A0C" w:rsidRDefault="00284A0C" w:rsidP="00284A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Edição de Audiovisuais</w:t>
            </w:r>
          </w:p>
          <w:p w14:paraId="4BF085B3" w14:textId="77777777" w:rsidR="00562188" w:rsidRDefault="00562188" w:rsidP="00562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 e tempo para sincronizar áudio e vídeo de maneira fluida.</w:t>
            </w:r>
          </w:p>
          <w:p w14:paraId="6546129F" w14:textId="77777777" w:rsidR="00562188" w:rsidRDefault="00562188" w:rsidP="00562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volumes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equalização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453B7F" w14:textId="77777777" w:rsidR="00562188" w:rsidRPr="00517AA8" w:rsidRDefault="00562188" w:rsidP="00562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efeitos sonoros.</w:t>
            </w:r>
          </w:p>
          <w:p w14:paraId="170859E5" w14:textId="77777777" w:rsidR="00562188" w:rsidRDefault="00562188" w:rsidP="00562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incronizar diálogos com os movimentos labiais dos personagens.</w:t>
            </w:r>
          </w:p>
          <w:p w14:paraId="3AD9ADE2" w14:textId="26F30F82" w:rsidR="00562188" w:rsidRPr="00562188" w:rsidRDefault="00562188" w:rsidP="00562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rabalhar com várias faixas de áudio simultaneamente para alcançar uma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equilibrada.</w:t>
            </w:r>
          </w:p>
          <w:p w14:paraId="029868CB" w14:textId="77777777" w:rsidR="003863A9" w:rsidRPr="00FB6877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2BF8DBD6" w14:textId="77777777" w:rsidR="003863A9" w:rsidRPr="00FB6877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65B0B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5AF6540" w14:textId="77777777" w:rsidR="003863A9" w:rsidRDefault="003863A9" w:rsidP="003863A9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4CC2130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6221F94" w14:textId="77777777" w:rsidR="003863A9" w:rsidRDefault="003863A9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3F5920BA" w14:textId="5A072AE1" w:rsidR="00284A0C" w:rsidRDefault="00284A0C" w:rsidP="003863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76225564" w14:textId="77777777" w:rsidR="003863A9" w:rsidRPr="000173C0" w:rsidRDefault="003863A9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3D8D29" w14:textId="77777777" w:rsidR="003863A9" w:rsidRDefault="003863A9" w:rsidP="003863A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F6F95CE" w14:textId="77777777" w:rsidR="00D8523D" w:rsidRPr="00F87025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13F065D" w14:textId="4FCB890A" w:rsidR="003863A9" w:rsidRDefault="00D8523D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Editar sequências de áudio e vídeo: </w:t>
      </w:r>
    </w:p>
    <w:p w14:paraId="09E3EBDD" w14:textId="686FFE91" w:rsidR="003863A9" w:rsidRPr="009D7FE3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CD1.</w:t>
      </w:r>
      <w:r w:rsidR="008F5F03" w:rsidRPr="008F5F0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8F5F03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8F5F0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F5F03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cortes de áudio estejam alinhados de forma precisa com os cortes de vídeo</w:t>
      </w:r>
    </w:p>
    <w:p w14:paraId="07DC3B1B" w14:textId="1BEA3897" w:rsidR="003863A9" w:rsidRPr="009D7FE3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9B74BB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Alcan</w:t>
      </w:r>
      <w:r w:rsidR="009B74B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çando</w:t>
      </w:r>
      <w:r w:rsidR="009B74BB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</w:t>
      </w:r>
      <w:r w:rsidR="009B74B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="009B74BB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equilibrada com volumes apropriados, nitidez e clareza.</w:t>
      </w:r>
    </w:p>
    <w:p w14:paraId="26D428AB" w14:textId="55F5815A" w:rsidR="003863A9" w:rsidRPr="009D7FE3" w:rsidRDefault="003863A9" w:rsidP="003863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CB1E60" w:rsidRPr="00CB1E6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CB1E60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 w:rsidR="00CB1E6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B1E60"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suaves entre as faixas de áudio para evitar cortes bruscos e interrupções abruptas</w:t>
      </w:r>
      <w:r w:rsidR="00CB1E60" w:rsidRPr="0018763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1F6EC365" w14:textId="7E77A995" w:rsidR="003863A9" w:rsidRPr="00136AD8" w:rsidRDefault="003863A9" w:rsidP="003863A9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</w:t>
      </w:r>
      <w:r w:rsidR="00CB1E60" w:rsidRPr="00CB1E6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CB1E60" w:rsidRPr="0018763D">
        <w:rPr>
          <w:rFonts w:ascii="Verdana Pro Light" w:eastAsia="Arial Unicode MS" w:hAnsi="Verdana Pro Light" w:cs="Arial Unicode MS"/>
          <w:sz w:val="18"/>
          <w:szCs w:val="18"/>
        </w:rPr>
        <w:t xml:space="preserve">Criando sistema de exportação de ficheiros para produção de </w:t>
      </w:r>
      <w:r w:rsidR="00CB1E60">
        <w:rPr>
          <w:rFonts w:ascii="Verdana Pro Light" w:eastAsia="Arial Unicode MS" w:hAnsi="Verdana Pro Light" w:cs="Arial Unicode MS"/>
          <w:sz w:val="18"/>
          <w:szCs w:val="18"/>
        </w:rPr>
        <w:t>á</w:t>
      </w:r>
      <w:r w:rsidR="00CB1E60" w:rsidRPr="0018763D">
        <w:rPr>
          <w:rFonts w:ascii="Verdana Pro Light" w:eastAsia="Arial Unicode MS" w:hAnsi="Verdana Pro Light" w:cs="Arial Unicode MS"/>
          <w:sz w:val="18"/>
          <w:szCs w:val="18"/>
        </w:rPr>
        <w:t>udio para imagem criando um sistema de arquivo claro e funcional</w:t>
      </w:r>
    </w:p>
    <w:p w14:paraId="774AABD1" w14:textId="77777777" w:rsidR="003863A9" w:rsidRPr="00F87025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6AE5EA0" w14:textId="77777777" w:rsidR="003863A9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6A70D09A" w14:textId="77777777" w:rsidR="003863A9" w:rsidRPr="00E600CE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04FF91CB" w14:textId="77777777" w:rsidR="003863A9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5B88D729" w14:textId="77777777" w:rsidR="003863A9" w:rsidRPr="00A92466" w:rsidRDefault="003863A9" w:rsidP="003863A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B32580" w14:textId="77777777" w:rsidR="003863A9" w:rsidRPr="00F87025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2B25EAB" w14:textId="77777777" w:rsidR="003863A9" w:rsidRDefault="003863A9" w:rsidP="003863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C1FF351" w14:textId="77777777" w:rsidR="00685C14" w:rsidRDefault="00685C14" w:rsidP="00685C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60C62FBC" w14:textId="77777777" w:rsidR="00685C14" w:rsidRDefault="00685C14" w:rsidP="00685C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2E2219D0" w14:textId="77777777" w:rsidR="00685C14" w:rsidRDefault="00685C14" w:rsidP="00685C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5FE67E51" w14:textId="7F0593FF" w:rsidR="003863A9" w:rsidRPr="00685C14" w:rsidRDefault="00685C14" w:rsidP="00685C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2888CC1C" w14:textId="644F0CA9" w:rsidR="003863A9" w:rsidRDefault="003863A9" w:rsidP="003863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de Filme/Animação real ou simulado com diferentes técnicas para serem finalizadas e editadas</w:t>
      </w:r>
    </w:p>
    <w:p w14:paraId="230B0A1E" w14:textId="77777777" w:rsidR="003863A9" w:rsidRPr="00FC797E" w:rsidRDefault="003863A9" w:rsidP="003863A9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98FE05C" w14:textId="77777777" w:rsidR="003863A9" w:rsidRPr="00F87025" w:rsidRDefault="003863A9" w:rsidP="003863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F9F23DB" w14:textId="77777777" w:rsidR="003863A9" w:rsidRDefault="003863A9" w:rsidP="003863A9">
      <w:pPr>
        <w:rPr>
          <w:rFonts w:ascii="Verdana Pro Light" w:hAnsi="Verdana Pro Light"/>
          <w:smallCaps/>
        </w:rPr>
      </w:pPr>
    </w:p>
    <w:p w14:paraId="372F5AE8" w14:textId="77777777" w:rsidR="003863A9" w:rsidRPr="00C34354" w:rsidRDefault="003863A9" w:rsidP="003863A9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176D959C" w14:textId="1B8DDB12" w:rsidR="003863A9" w:rsidRDefault="003863A9" w:rsidP="003863A9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demonstrativo com recurso a prática simulada e ativo com recurso ao estudo de casos de</w:t>
      </w:r>
      <w:r w:rsidR="00284A0C">
        <w:rPr>
          <w:rFonts w:ascii="Verdana Pro Light" w:eastAsia="Arial Unicode MS" w:hAnsi="Verdana Pro Light" w:cs="Arial Unicode MS"/>
          <w:sz w:val="18"/>
          <w:szCs w:val="18"/>
        </w:rPr>
        <w:t xml:space="preserve"> estudo de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dição de </w:t>
      </w:r>
      <w:r w:rsidR="00284A0C">
        <w:rPr>
          <w:rFonts w:ascii="Verdana Pro Light" w:eastAsia="Arial Unicode MS" w:hAnsi="Verdana Pro Light" w:cs="Arial Unicode MS"/>
          <w:sz w:val="18"/>
          <w:szCs w:val="18"/>
        </w:rPr>
        <w:t>a</w:t>
      </w:r>
      <w:r>
        <w:rPr>
          <w:rFonts w:ascii="Verdana Pro Light" w:eastAsia="Arial Unicode MS" w:hAnsi="Verdana Pro Light" w:cs="Arial Unicode MS"/>
          <w:sz w:val="18"/>
          <w:szCs w:val="18"/>
        </w:rPr>
        <w:t>udiovisual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com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diferentes </w:t>
      </w:r>
      <w:r>
        <w:rPr>
          <w:rFonts w:ascii="Verdana Pro Light" w:eastAsia="Arial Unicode MS" w:hAnsi="Verdana Pro Light" w:cs="Arial Unicode MS"/>
          <w:sz w:val="18"/>
          <w:szCs w:val="18"/>
        </w:rPr>
        <w:t>técnicas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baseado na 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de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09E3B9B" w14:textId="173B5457" w:rsidR="003863A9" w:rsidRDefault="003863A9" w:rsidP="00D8523D">
      <w:pPr>
        <w:pStyle w:val="PargrafodaLista"/>
        <w:numPr>
          <w:ilvl w:val="0"/>
          <w:numId w:val="9"/>
        </w:numPr>
        <w:spacing w:before="120" w:after="0" w:line="276" w:lineRule="auto"/>
        <w:ind w:left="709"/>
        <w:rPr>
          <w:rFonts w:ascii="Verdana Pro Light" w:eastAsia="Arial Unicode MS" w:hAnsi="Verdana Pro Light" w:cs="Arial Unicode MS"/>
          <w:sz w:val="18"/>
          <w:szCs w:val="18"/>
        </w:rPr>
      </w:pPr>
      <w:r w:rsidRPr="003863A9">
        <w:rPr>
          <w:rFonts w:ascii="Verdana Pro Light" w:hAnsi="Verdana Pro Light"/>
          <w:smallCaps/>
        </w:rPr>
        <w:t>forma de organização da formação (a distância, presencial, misto):</w:t>
      </w:r>
      <w:r w:rsidRPr="003863A9">
        <w:rPr>
          <w:rFonts w:ascii="Verdana Pro Light" w:hAnsi="Verdana Pro Light"/>
          <w:smallCaps/>
        </w:rPr>
        <w:br/>
      </w:r>
      <w:r w:rsidRPr="003863A9">
        <w:rPr>
          <w:rFonts w:ascii="Verdana Pro Light" w:eastAsia="Arial Unicode MS" w:hAnsi="Verdana Pro Light" w:cs="Arial Unicode MS"/>
          <w:sz w:val="18"/>
          <w:szCs w:val="18"/>
        </w:rPr>
        <w:t>Para esta UC a organi</w:t>
      </w:r>
      <w:r w:rsidRPr="00D8523D">
        <w:rPr>
          <w:rFonts w:ascii="Verdana Pro Light" w:eastAsia="Arial Unicode MS" w:hAnsi="Verdana Pro Light" w:cs="Arial Unicode MS"/>
          <w:sz w:val="18"/>
          <w:szCs w:val="18"/>
        </w:rPr>
        <w:t xml:space="preserve">zação da formação deve ser presencial </w:t>
      </w:r>
    </w:p>
    <w:p w14:paraId="7B94F9DC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4F5372E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E560798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1602D50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371E1C6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D29702E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8523D" w:rsidRPr="00C94A87" w14:paraId="1B9F233C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534A62" w14:textId="4D4F6759" w:rsidR="00D8523D" w:rsidRPr="00C94A87" w:rsidRDefault="00D8523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94A8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594455" w14:textId="3CBFD0C7" w:rsidR="00D8523D" w:rsidRPr="00C94A87" w:rsidRDefault="00D8523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Capturar imagens e iluminar projetos de animação</w:t>
            </w:r>
          </w:p>
        </w:tc>
      </w:tr>
    </w:tbl>
    <w:p w14:paraId="43176AAC" w14:textId="77777777" w:rsidR="00D8523D" w:rsidRPr="00C94A87" w:rsidRDefault="00D8523D" w:rsidP="00D8523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46412F6" w14:textId="77777777" w:rsidR="00D8523D" w:rsidRPr="00C94A87" w:rsidRDefault="00D8523D" w:rsidP="00D8523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C94A87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C94A87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E385656" w14:textId="77777777" w:rsidR="00D8523D" w:rsidRPr="00C94A87" w:rsidRDefault="00D8523D" w:rsidP="00D8523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94A87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C94A87"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1254FB89" w14:textId="77777777" w:rsidR="00D8523D" w:rsidRPr="00C94A87" w:rsidRDefault="00D8523D" w:rsidP="00D8523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D8523D" w:rsidRPr="00C94A87" w14:paraId="4B3DACB5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426586" w14:textId="77777777" w:rsidR="00D8523D" w:rsidRPr="00C94A87" w:rsidRDefault="00D8523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8523D" w:rsidRPr="00C94A87" w14:paraId="3E424EBE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176C3B" w14:textId="137C931E" w:rsidR="00D8523D" w:rsidRPr="00C94A87" w:rsidRDefault="00D8523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1679A2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storyboard</w:t>
            </w:r>
            <w:r w:rsidR="00ED0D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ou </w:t>
            </w:r>
            <w:proofErr w:type="spellStart"/>
            <w:r w:rsidR="00ED0D1F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animatic</w:t>
            </w:r>
            <w:proofErr w:type="spellEnd"/>
            <w:r w:rsidR="00ED0D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A1D5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59FCA0E" w14:textId="3801EA90" w:rsidR="00D8523D" w:rsidRPr="00C94A87" w:rsidRDefault="00D8523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ED0D1F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cenários e aplicar</w:t>
            </w:r>
            <w:r w:rsidR="00ED0D1F" w:rsidRPr="00C94A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iluminação e dramatismo de ambientes</w:t>
            </w:r>
          </w:p>
          <w:p w14:paraId="12861E3A" w14:textId="3FEC8524" w:rsidR="00D8523D" w:rsidRPr="00C94A87" w:rsidRDefault="00D8523D" w:rsidP="00ED0D1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R3. </w:t>
            </w:r>
            <w:r w:rsidR="003540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Rever a sequência de cenas, ajustar e importar para o software de edição </w:t>
            </w: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D8523D" w:rsidRPr="00C94A87" w14:paraId="4B209BA8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D3A74B" w14:textId="77777777" w:rsidR="00D8523D" w:rsidRPr="00C94A87" w:rsidRDefault="00D8523D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C59AAD" w14:textId="77777777" w:rsidR="00D8523D" w:rsidRPr="00C94A87" w:rsidRDefault="00D8523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CB9BB1" w14:textId="77777777" w:rsidR="00D8523D" w:rsidRPr="00C94A87" w:rsidRDefault="00D8523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8523D" w:rsidRPr="00C94A87" w14:paraId="2BE59B27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7495B" w14:textId="3BB39D6B" w:rsidR="006B645E" w:rsidRPr="0088376B" w:rsidRDefault="006B645E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</w:pPr>
            <w:r w:rsidRPr="0088376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Animação Stop Motion</w:t>
            </w:r>
            <w:r w:rsidR="00D12F80" w:rsidRPr="0088376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(claymation</w:t>
            </w:r>
            <w:r w:rsidR="001A1D58" w:rsidRPr="0088376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, pixilation, cut-out animation)</w:t>
            </w:r>
          </w:p>
          <w:p w14:paraId="322736D7" w14:textId="4992709B" w:rsidR="00533974" w:rsidRPr="00533974" w:rsidRDefault="00533974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39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2D Tradicional</w:t>
            </w:r>
          </w:p>
          <w:p w14:paraId="45364933" w14:textId="77777777" w:rsidR="00533974" w:rsidRDefault="00533974" w:rsidP="0053397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339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3D Computadorizada (CGI)</w:t>
            </w: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5A6502B8" w14:textId="0FA4C799" w:rsidR="009C2D11" w:rsidRDefault="009C2D11" w:rsidP="0053397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D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 w:rsidRPr="009C2D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Capture (</w:t>
            </w:r>
            <w:proofErr w:type="spellStart"/>
            <w:r w:rsidRPr="009C2D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MoCap</w:t>
            </w:r>
            <w:proofErr w:type="spellEnd"/>
            <w:r w:rsidRPr="009C2D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8295905" w14:textId="293E3C89" w:rsidR="009C2D11" w:rsidRPr="009C2D11" w:rsidRDefault="009C2D11" w:rsidP="0053397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D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Rotoscopia</w:t>
            </w:r>
            <w:proofErr w:type="spellEnd"/>
          </w:p>
          <w:p w14:paraId="443CC70D" w14:textId="5256647D" w:rsidR="00533974" w:rsidRPr="00533974" w:rsidRDefault="00533974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Captura de Imagem</w:t>
            </w:r>
          </w:p>
          <w:p w14:paraId="54241891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07CF5296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do filme final</w:t>
            </w:r>
          </w:p>
          <w:p w14:paraId="37A00B27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de imagem estática</w:t>
            </w:r>
          </w:p>
          <w:p w14:paraId="11D895A9" w14:textId="77777777" w:rsidR="00D8523D" w:rsidRPr="00C94A87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de cena</w:t>
            </w:r>
          </w:p>
          <w:p w14:paraId="3CF23A9A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iluminação</w:t>
            </w:r>
          </w:p>
          <w:p w14:paraId="33BF075A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 interior</w:t>
            </w:r>
          </w:p>
          <w:p w14:paraId="4289E6A1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 exterior</w:t>
            </w:r>
          </w:p>
          <w:p w14:paraId="3F618DA6" w14:textId="77777777" w:rsidR="00D8523D" w:rsidRPr="00C94A87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Audiovisuais</w:t>
            </w:r>
          </w:p>
          <w:p w14:paraId="1C83E702" w14:textId="290FB626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diferentes modos de edição para diferentes suportes digitais</w:t>
            </w:r>
          </w:p>
          <w:p w14:paraId="0B41F911" w14:textId="77777777" w:rsidR="00D8523D" w:rsidRPr="00C94A87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de Animação</w:t>
            </w:r>
          </w:p>
          <w:p w14:paraId="7CFCC3A2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Imagem/títulos ou gráficos</w:t>
            </w:r>
          </w:p>
          <w:p w14:paraId="07EA227A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Filme</w:t>
            </w:r>
          </w:p>
          <w:p w14:paraId="3C396947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</w:t>
            </w:r>
          </w:p>
          <w:p w14:paraId="0188A329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71E8119E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Corte, transição e ritmo</w:t>
            </w:r>
          </w:p>
          <w:p w14:paraId="6EF8BD4D" w14:textId="5998AD51" w:rsidR="00D8523D" w:rsidRPr="00C94A87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Formatos de ficheiros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 </w:t>
            </w:r>
            <w:r w:rsidRPr="00C94A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arquivo</w:t>
            </w:r>
          </w:p>
          <w:p w14:paraId="578335B9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para diferentes produtos </w:t>
            </w:r>
          </w:p>
          <w:p w14:paraId="5FB0D2B2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1D8FE45D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34387444" w14:textId="77777777" w:rsidR="00D8523D" w:rsidRPr="00C94A87" w:rsidRDefault="00D8523D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11C2F" w14:textId="77777777" w:rsidR="00D8523D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edição de imagem</w:t>
            </w:r>
          </w:p>
          <w:p w14:paraId="3663A1D3" w14:textId="566BA405" w:rsidR="007178A9" w:rsidRDefault="00A07471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</w:t>
            </w:r>
            <w:r w:rsidR="007178A9" w:rsidRPr="00717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da fotografia, como composição, exposição, foco e profundidade de campo</w:t>
            </w:r>
          </w:p>
          <w:p w14:paraId="25FC298C" w14:textId="00B16161" w:rsidR="001060F3" w:rsidRPr="00C94A87" w:rsidRDefault="001060F3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Dominar </w:t>
            </w:r>
            <w:r w:rsidRPr="001060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</w:t>
            </w:r>
          </w:p>
          <w:p w14:paraId="15331BDB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Imagem e Som</w:t>
            </w:r>
          </w:p>
          <w:p w14:paraId="64C05FDF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iluminação</w:t>
            </w:r>
          </w:p>
          <w:p w14:paraId="432ADA82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suportes audiovisuais</w:t>
            </w:r>
          </w:p>
          <w:p w14:paraId="5E0D87AA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audiovisual</w:t>
            </w:r>
          </w:p>
          <w:p w14:paraId="481A67D0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380D7559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BA88D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25E2588" w14:textId="77777777" w:rsidR="00D8523D" w:rsidRDefault="00D8523D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72622D8E" w14:textId="065E5D58" w:rsidR="00784C65" w:rsidRDefault="00784C65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em equipa</w:t>
            </w:r>
          </w:p>
          <w:p w14:paraId="645345A1" w14:textId="6B0F0E9C" w:rsidR="002359DE" w:rsidRDefault="002359DE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Atenção ao detalhe </w:t>
            </w:r>
          </w:p>
          <w:p w14:paraId="7A6BB0F3" w14:textId="7780F395" w:rsidR="002359DE" w:rsidRDefault="002359DE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</w:t>
            </w:r>
          </w:p>
          <w:p w14:paraId="5A111669" w14:textId="5C64DC10" w:rsidR="00784C65" w:rsidRPr="00C94A87" w:rsidRDefault="00784C65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</w:p>
          <w:p w14:paraId="40D29312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960EA03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45FE5213" w14:textId="77777777" w:rsidR="00D8523D" w:rsidRPr="00C94A87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4A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89F8CB3" w14:textId="77777777" w:rsidR="00D8523D" w:rsidRPr="00C94A87" w:rsidRDefault="00D8523D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78EEBC3" w14:textId="77777777" w:rsidR="00D8523D" w:rsidRPr="00C94A87" w:rsidRDefault="00D8523D" w:rsidP="00D8523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6DDDEF4" w14:textId="77777777" w:rsidR="00D8523D" w:rsidRPr="00F87025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129E25D" w14:textId="77777777" w:rsidR="00D8523D" w:rsidRPr="00C94A87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94A87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Capturar imagens e iluminar projetos de animação</w:t>
      </w:r>
      <w:r w:rsidRPr="00C94A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EDDE75E" w14:textId="5AAF174C" w:rsidR="00D8523D" w:rsidRPr="00C94A87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9134E4">
        <w:rPr>
          <w:rFonts w:ascii="Verdana Pro Light" w:eastAsia="Arial Unicode MS" w:hAnsi="Verdana Pro Light" w:cs="Arial Unicode MS"/>
          <w:sz w:val="18"/>
          <w:szCs w:val="18"/>
        </w:rPr>
        <w:t>Mantendo a resolução adequada, assegurando a nitidez da imagem, ajustando e aprimorando as cores</w:t>
      </w:r>
    </w:p>
    <w:p w14:paraId="2201FC55" w14:textId="4DDF20E8" w:rsidR="00D8523D" w:rsidRPr="00C94A87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62097F">
        <w:rPr>
          <w:rFonts w:ascii="Verdana Pro Light" w:eastAsia="Arial Unicode MS" w:hAnsi="Verdana Pro Light" w:cs="Arial Unicode MS"/>
          <w:sz w:val="18"/>
          <w:szCs w:val="18"/>
        </w:rPr>
        <w:t xml:space="preserve">Balanceando a luz de forma equilibrada, direcionando a </w:t>
      </w:r>
      <w:r w:rsidR="00A078EE">
        <w:rPr>
          <w:rFonts w:ascii="Verdana Pro Light" w:eastAsia="Arial Unicode MS" w:hAnsi="Verdana Pro Light" w:cs="Arial Unicode MS"/>
          <w:sz w:val="18"/>
          <w:szCs w:val="18"/>
        </w:rPr>
        <w:t xml:space="preserve">luz para modelar os elementos de cena e mantendo consistência na iluminação </w:t>
      </w:r>
    </w:p>
    <w:p w14:paraId="413A1408" w14:textId="2FFC1742" w:rsidR="00D8523D" w:rsidRPr="00C94A87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="00632260">
        <w:rPr>
          <w:rFonts w:ascii="Verdana Pro Light" w:eastAsia="Arial Unicode MS" w:hAnsi="Verdana Pro Light" w:cs="Arial Unicode MS"/>
          <w:sz w:val="18"/>
          <w:szCs w:val="18"/>
        </w:rPr>
        <w:t xml:space="preserve">Criando enquadramentos e composições que permitem destacar os elementos importantes </w:t>
      </w:r>
    </w:p>
    <w:p w14:paraId="6C1F57DC" w14:textId="60A50576" w:rsidR="00D8523D" w:rsidRPr="00C94A87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2D382F">
        <w:rPr>
          <w:rFonts w:ascii="Verdana Pro Light" w:eastAsia="Arial Unicode MS" w:hAnsi="Verdana Pro Light" w:cs="Arial Unicode MS"/>
          <w:sz w:val="18"/>
          <w:szCs w:val="18"/>
        </w:rPr>
        <w:t xml:space="preserve">Produzindo movimentos fluidos e realistas, garantindo transições suaves entre quadros </w:t>
      </w:r>
    </w:p>
    <w:p w14:paraId="097A94C7" w14:textId="77777777" w:rsidR="00D8523D" w:rsidRPr="00C94A87" w:rsidRDefault="00D8523D" w:rsidP="00D8523D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3EAA4187" w14:textId="77777777" w:rsidR="00D8523D" w:rsidRPr="00C94A87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94A87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A0AA77" w14:textId="77777777" w:rsidR="00D8523D" w:rsidRPr="00C94A87" w:rsidRDefault="00D8523D" w:rsidP="00D8523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42B86994" w14:textId="77777777" w:rsidR="00D8523D" w:rsidRPr="00C94A87" w:rsidRDefault="00D8523D" w:rsidP="00D8523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>Agências de Publicidade ou Gabinetes de Design</w:t>
      </w:r>
    </w:p>
    <w:p w14:paraId="070C40F2" w14:textId="0585F865" w:rsidR="00D8523D" w:rsidRPr="00295A1E" w:rsidRDefault="00D8523D" w:rsidP="00295A1E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>Editoras e produtoras de Audiovisuais</w:t>
      </w:r>
      <w:r w:rsidRPr="00295A1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C242CAC" w14:textId="77777777" w:rsidR="00D8523D" w:rsidRPr="00C94A87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94A87">
        <w:rPr>
          <w:rFonts w:ascii="Verdana Pro Light" w:hAnsi="Verdana Pro Light"/>
          <w:b/>
          <w:smallCaps/>
          <w:sz w:val="20"/>
        </w:rPr>
        <w:t>Recursos</w:t>
      </w:r>
    </w:p>
    <w:p w14:paraId="12D2BB7F" w14:textId="77777777" w:rsidR="00D8523D" w:rsidRPr="00C94A87" w:rsidRDefault="00D8523D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96FB81A" w14:textId="77777777" w:rsidR="00D8523D" w:rsidRPr="00C94A87" w:rsidRDefault="00D8523D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 e som</w:t>
      </w:r>
    </w:p>
    <w:p w14:paraId="0DF6836F" w14:textId="10530D75" w:rsidR="00D8523D" w:rsidRPr="00C94A87" w:rsidRDefault="00D8523D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>Projeto de Filme/Animação real ou simulado com diferentes técnicas para serem finalizadas e editadas</w:t>
      </w:r>
    </w:p>
    <w:p w14:paraId="7FB59D29" w14:textId="77777777" w:rsidR="00D8523D" w:rsidRPr="00C94A87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55B324A" w14:textId="77777777" w:rsidR="00D8523D" w:rsidRPr="00C94A87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94A87">
        <w:rPr>
          <w:rFonts w:ascii="Verdana Pro Light" w:hAnsi="Verdana Pro Light"/>
          <w:b/>
          <w:smallCaps/>
          <w:sz w:val="20"/>
        </w:rPr>
        <w:t>Observações</w:t>
      </w:r>
    </w:p>
    <w:p w14:paraId="46A53F96" w14:textId="77777777" w:rsidR="00D8523D" w:rsidRPr="00C94A87" w:rsidRDefault="00D8523D" w:rsidP="00D8523D">
      <w:pPr>
        <w:rPr>
          <w:rFonts w:ascii="Verdana Pro Light" w:hAnsi="Verdana Pro Light"/>
          <w:smallCaps/>
        </w:rPr>
      </w:pPr>
    </w:p>
    <w:p w14:paraId="4C853D53" w14:textId="77777777" w:rsidR="00D8523D" w:rsidRPr="00C94A87" w:rsidRDefault="00D8523D" w:rsidP="00D8523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C94A87">
        <w:rPr>
          <w:rFonts w:ascii="Verdana Pro Light" w:hAnsi="Verdana Pro Light"/>
          <w:smallCaps/>
        </w:rPr>
        <w:t>metodologia pedagógica:</w:t>
      </w:r>
    </w:p>
    <w:p w14:paraId="2E8E7F35" w14:textId="43496B44" w:rsidR="00D8523D" w:rsidRPr="00C94A87" w:rsidRDefault="00D8523D" w:rsidP="00D8523D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dição de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C94A87">
        <w:rPr>
          <w:rFonts w:ascii="Verdana Pro Light" w:eastAsia="Arial Unicode MS" w:hAnsi="Verdana Pro Light" w:cs="Arial Unicode MS"/>
          <w:sz w:val="18"/>
          <w:szCs w:val="18"/>
        </w:rPr>
        <w:t>udiovisual com diferentes técnicas e baseado na ação de desenvolvimento de um projeto que simule a prática real.</w:t>
      </w:r>
      <w:r w:rsidRPr="00C94A87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3DE9B9B3" w14:textId="72A4ED49" w:rsidR="00D8523D" w:rsidRDefault="00D8523D" w:rsidP="00D8523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C94A87">
        <w:rPr>
          <w:rFonts w:ascii="Verdana Pro Light" w:hAnsi="Verdana Pro Light"/>
          <w:smallCaps/>
        </w:rPr>
        <w:t>forma de organização da formação (a distância, presencial, misto):</w:t>
      </w:r>
      <w:r w:rsidRPr="00C94A87">
        <w:rPr>
          <w:rFonts w:ascii="Verdana Pro Light" w:hAnsi="Verdana Pro Light"/>
          <w:smallCaps/>
        </w:rPr>
        <w:br/>
      </w:r>
      <w:r w:rsidRPr="00C94A87"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557B8664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B283DB0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80800DE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891361D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52C559E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9EBF2B5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5D9DE3A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BB2BB6F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A08A4CB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954236B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0D2D658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7235186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021D1FA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8CAA43D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606637C" w14:textId="77777777" w:rsidR="00D8523D" w:rsidRDefault="00D8523D" w:rsidP="00D8523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8523D" w:rsidRPr="00A626F3" w14:paraId="0A8B1DC6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D03112C" w14:textId="29FA1533" w:rsidR="00D8523D" w:rsidRPr="00A626F3" w:rsidRDefault="00D8523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626F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9B687F9" w14:textId="77777777" w:rsidR="00D8523D" w:rsidRPr="00A626F3" w:rsidRDefault="00D8523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Captar e gravar voz em estúdio para projetos de dobragem</w:t>
            </w:r>
          </w:p>
        </w:tc>
      </w:tr>
    </w:tbl>
    <w:p w14:paraId="1601DEE4" w14:textId="77777777" w:rsidR="00D8523D" w:rsidRPr="00A626F3" w:rsidRDefault="00D8523D" w:rsidP="00D8523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0D09FE0" w14:textId="77777777" w:rsidR="00D8523D" w:rsidRPr="00A626F3" w:rsidRDefault="00D8523D" w:rsidP="00D8523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A626F3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A626F3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E92466B" w14:textId="77777777" w:rsidR="00D8523D" w:rsidRPr="00A626F3" w:rsidRDefault="00D8523D" w:rsidP="00D8523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A626F3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A626F3">
        <w:rPr>
          <w:rFonts w:ascii="Verdana Pro Light" w:eastAsia="Arial Unicode MS" w:hAnsi="Verdana Pro Light" w:cs="Times New Roman"/>
          <w:smallCaps/>
          <w:sz w:val="20"/>
        </w:rPr>
        <w:t>25h</w:t>
      </w:r>
    </w:p>
    <w:p w14:paraId="0CA43BE2" w14:textId="77777777" w:rsidR="00D8523D" w:rsidRPr="00A626F3" w:rsidRDefault="00D8523D" w:rsidP="00D8523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D8523D" w:rsidRPr="00A626F3" w14:paraId="17C14C2C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9A0BBF" w14:textId="77777777" w:rsidR="00D8523D" w:rsidRPr="00A626F3" w:rsidRDefault="00D8523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8523D" w:rsidRPr="00A626F3" w14:paraId="0493979B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3E6C9" w14:textId="0EC978D2" w:rsidR="00D8523D" w:rsidRPr="00A626F3" w:rsidRDefault="00D8523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7439CE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</w:t>
            </w:r>
            <w:r w:rsidR="0075659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os guiões e fornecer indicações aos atores </w:t>
            </w:r>
          </w:p>
          <w:p w14:paraId="5E098CB4" w14:textId="5726219F" w:rsidR="00D8523D" w:rsidRPr="00A626F3" w:rsidRDefault="00D8523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75659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Posicionar </w:t>
            </w:r>
            <w:r w:rsidR="00966156">
              <w:rPr>
                <w:rFonts w:ascii="Verdana Pro Light" w:eastAsia="Arial Unicode MS" w:hAnsi="Verdana Pro Light" w:cs="Arial Unicode MS"/>
                <w:sz w:val="18"/>
                <w:szCs w:val="18"/>
              </w:rPr>
              <w:t>microfones e equipamentos necessários</w:t>
            </w:r>
            <w:r w:rsidR="0036634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orientar a gravação, fornecendo feedback</w:t>
            </w:r>
          </w:p>
          <w:p w14:paraId="2F67AD95" w14:textId="4F561461" w:rsidR="00D8523D" w:rsidRPr="00A626F3" w:rsidRDefault="00D8523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3736FB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Gravar tomadas de cada linha</w:t>
            </w:r>
          </w:p>
          <w:p w14:paraId="377AFEF4" w14:textId="4B082C18" w:rsidR="00D8523D" w:rsidRPr="00A626F3" w:rsidRDefault="00D8523D" w:rsidP="00784C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3736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Editar e sincronizar, ajustando o </w:t>
            </w:r>
            <w:r w:rsidR="000844A3">
              <w:rPr>
                <w:rFonts w:ascii="Verdana Pro Light" w:eastAsia="Arial Unicode MS" w:hAnsi="Verdana Pro Light" w:cs="Arial Unicode MS"/>
                <w:sz w:val="18"/>
                <w:szCs w:val="18"/>
              </w:rPr>
              <w:t>tempo das falas, equaliza</w:t>
            </w:r>
            <w:r w:rsidR="00784C6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844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19485D">
              <w:rPr>
                <w:rFonts w:ascii="Verdana Pro Light" w:eastAsia="Arial Unicode MS" w:hAnsi="Verdana Pro Light" w:cs="Arial Unicode MS"/>
                <w:sz w:val="18"/>
                <w:szCs w:val="18"/>
              </w:rPr>
              <w:t>incluir efeitos adicionais</w:t>
            </w: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D8523D" w:rsidRPr="00A626F3" w14:paraId="0531919D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2BDB4B" w14:textId="77777777" w:rsidR="00D8523D" w:rsidRPr="00A626F3" w:rsidRDefault="00D8523D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8898C0" w14:textId="77777777" w:rsidR="00D8523D" w:rsidRPr="00A626F3" w:rsidRDefault="00D8523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58C2AF" w14:textId="77777777" w:rsidR="00D8523D" w:rsidRPr="00A626F3" w:rsidRDefault="00D8523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8523D" w:rsidRPr="00A626F3" w14:paraId="70730D33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BE5F0" w14:textId="77777777" w:rsidR="00D8523D" w:rsidRPr="00A626F3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Captura de Som</w:t>
            </w:r>
          </w:p>
          <w:p w14:paraId="32A100FB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65AF5A06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do filme final</w:t>
            </w:r>
          </w:p>
          <w:p w14:paraId="131D84E7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edição de som para imagem </w:t>
            </w:r>
          </w:p>
          <w:p w14:paraId="6E805AE5" w14:textId="77777777" w:rsidR="00D8523D" w:rsidRPr="00A626F3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Som de cena ou ambiente</w:t>
            </w:r>
          </w:p>
          <w:p w14:paraId="4D2C003F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ambiente</w:t>
            </w:r>
          </w:p>
          <w:p w14:paraId="2C1250DF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captura interior</w:t>
            </w:r>
          </w:p>
          <w:p w14:paraId="55B548A3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captura exterior</w:t>
            </w:r>
          </w:p>
          <w:p w14:paraId="26B075F3" w14:textId="77777777" w:rsidR="00D8523D" w:rsidRPr="00A626F3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Audiovisuais</w:t>
            </w:r>
          </w:p>
          <w:p w14:paraId="5AA9B1DC" w14:textId="1C1B5FBE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diferentes modos de edição de som para diferentes suportes digitais</w:t>
            </w:r>
          </w:p>
          <w:p w14:paraId="3B1922CF" w14:textId="77777777" w:rsidR="00D8523D" w:rsidRPr="00A626F3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de Som</w:t>
            </w:r>
          </w:p>
          <w:p w14:paraId="4E592987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Voz</w:t>
            </w:r>
          </w:p>
          <w:p w14:paraId="4D9B0113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Ambientes</w:t>
            </w:r>
          </w:p>
          <w:p w14:paraId="4E85185C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Sonoplastia</w:t>
            </w:r>
          </w:p>
          <w:p w14:paraId="63044ED2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3750C07B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Corte, transição e ritmo</w:t>
            </w:r>
          </w:p>
          <w:p w14:paraId="2FF501A1" w14:textId="16CAD0DD" w:rsidR="00D8523D" w:rsidRPr="00A626F3" w:rsidRDefault="00D8523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 e arquivo</w:t>
            </w:r>
          </w:p>
          <w:p w14:paraId="654C5A3F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para diferentes produtos </w:t>
            </w:r>
          </w:p>
          <w:p w14:paraId="3D2F1E25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53A44390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5FC0C826" w14:textId="77777777" w:rsidR="00D8523D" w:rsidRPr="00A626F3" w:rsidRDefault="00D8523D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B35AC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edição de som</w:t>
            </w:r>
          </w:p>
          <w:p w14:paraId="6BD6AF1E" w14:textId="52065C6B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corrigir erros técnicos de </w:t>
            </w:r>
            <w:r w:rsidR="005744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</w:t>
            </w:r>
          </w:p>
          <w:p w14:paraId="2609157A" w14:textId="77777777" w:rsidR="00D8523D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suportes audiovisuais</w:t>
            </w:r>
          </w:p>
          <w:p w14:paraId="77C9C8A8" w14:textId="51776909" w:rsidR="009B2870" w:rsidRPr="00A626F3" w:rsidRDefault="009B2870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9B28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uncion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9B28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</w:t>
            </w:r>
            <w:r w:rsidR="00271A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B28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gravação de áudio, incluindo microfones, mesas de mixagem, interfaces de áudio e softwares de edição</w:t>
            </w:r>
          </w:p>
          <w:p w14:paraId="4589B260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som</w:t>
            </w:r>
          </w:p>
          <w:p w14:paraId="4E8CEA89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sonorização</w:t>
            </w:r>
          </w:p>
          <w:p w14:paraId="0F0E658F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365AE5FB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35AF84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E9B32EC" w14:textId="77777777" w:rsidR="00D8523D" w:rsidRDefault="00D8523D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679CE64A" w14:textId="77777777" w:rsidR="00D732D0" w:rsidRDefault="00D732D0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eficaz</w:t>
            </w:r>
          </w:p>
          <w:p w14:paraId="7EE8AA61" w14:textId="3EA4B938" w:rsidR="00271A22" w:rsidRPr="00A626F3" w:rsidRDefault="00D732D0" w:rsidP="00D8523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Empatia </w:t>
            </w:r>
          </w:p>
          <w:p w14:paraId="42FD44A7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93F87FF" w14:textId="77777777" w:rsidR="00D8523D" w:rsidRPr="00A626F3" w:rsidRDefault="00D8523D" w:rsidP="00D852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26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6551067E" w14:textId="77777777" w:rsidR="00D8523D" w:rsidRPr="00A626F3" w:rsidRDefault="00D8523D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0DFC1D" w14:textId="77777777" w:rsidR="00D8523D" w:rsidRPr="00A626F3" w:rsidRDefault="00D8523D" w:rsidP="00D8523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249FC07" w14:textId="77777777" w:rsidR="00D8523D" w:rsidRPr="00F87025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B70E7AB" w14:textId="77777777" w:rsidR="00D8523D" w:rsidRPr="00A626F3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626F3">
        <w:rPr>
          <w:rFonts w:ascii="Verdana Pro Light" w:eastAsia="Arial Unicode MS" w:hAnsi="Verdana Pro Light" w:cs="Times New Roman"/>
          <w:b/>
          <w:sz w:val="18"/>
          <w:szCs w:val="18"/>
        </w:rPr>
        <w:t>Captar e gravar voz em estúdio para projetos de dobragem</w:t>
      </w:r>
      <w:r w:rsidRPr="00A626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5744A4A" w14:textId="5F9B46B2" w:rsidR="00D8523D" w:rsidRPr="00A626F3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5573CF">
        <w:rPr>
          <w:rFonts w:ascii="Verdana Pro Light" w:eastAsia="Arial Unicode MS" w:hAnsi="Verdana Pro Light" w:cs="Arial Unicode MS"/>
          <w:sz w:val="18"/>
          <w:szCs w:val="18"/>
        </w:rPr>
        <w:t xml:space="preserve">Sugerindo ajustes na entoação, ritmo e emoção dos atores para se adequar à cena </w:t>
      </w:r>
    </w:p>
    <w:p w14:paraId="5952B114" w14:textId="451F31CB" w:rsidR="00D8523D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044FA6">
        <w:rPr>
          <w:rFonts w:ascii="Verdana Pro Light" w:eastAsia="Arial Unicode MS" w:hAnsi="Verdana Pro Light" w:cs="Arial Unicode MS"/>
          <w:sz w:val="18"/>
          <w:szCs w:val="18"/>
        </w:rPr>
        <w:t>R</w:t>
      </w:r>
      <w:r w:rsidR="00044FA6" w:rsidRPr="00044FA6">
        <w:rPr>
          <w:rFonts w:ascii="Verdana Pro Light" w:eastAsia="Arial Unicode MS" w:hAnsi="Verdana Pro Light" w:cs="Arial Unicode MS"/>
          <w:sz w:val="18"/>
          <w:szCs w:val="18"/>
        </w:rPr>
        <w:t>espondendo prontamente a mudanças de roteiro ou direção criativa</w:t>
      </w:r>
    </w:p>
    <w:p w14:paraId="434504D6" w14:textId="4A2EA05E" w:rsidR="00044FA6" w:rsidRPr="00A626F3" w:rsidRDefault="00044FA6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="00FB6E3A">
        <w:rPr>
          <w:rFonts w:ascii="Verdana Pro Light" w:eastAsia="Arial Unicode MS" w:hAnsi="Verdana Pro Light" w:cs="Arial Unicode MS"/>
          <w:sz w:val="18"/>
          <w:szCs w:val="18"/>
        </w:rPr>
        <w:t>V</w:t>
      </w:r>
      <w:r w:rsidR="00FB6E3A" w:rsidRPr="00FB6E3A">
        <w:rPr>
          <w:rFonts w:ascii="Verdana Pro Light" w:eastAsia="Arial Unicode MS" w:hAnsi="Verdana Pro Light" w:cs="Arial Unicode MS"/>
          <w:sz w:val="18"/>
          <w:szCs w:val="18"/>
        </w:rPr>
        <w:t>erificando a qualidade do áudio, incluindo clareza, volume e ausência de ruídos</w:t>
      </w:r>
    </w:p>
    <w:p w14:paraId="08F5DC39" w14:textId="77777777" w:rsidR="00D8523D" w:rsidRPr="00A626F3" w:rsidRDefault="00D8523D" w:rsidP="00D8523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lastRenderedPageBreak/>
        <w:t>CD4. Criando um sistema de arquivo de ficheiros que facilite a gestão do processo de trabalho e exportação final</w:t>
      </w:r>
    </w:p>
    <w:p w14:paraId="5B0E362C" w14:textId="77777777" w:rsidR="00D8523D" w:rsidRPr="00A626F3" w:rsidRDefault="00D8523D" w:rsidP="00D8523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410A0E" w14:textId="77777777" w:rsidR="00D8523D" w:rsidRPr="00A626F3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A626F3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92B8D49" w14:textId="77777777" w:rsidR="00D8523D" w:rsidRPr="00A626F3" w:rsidRDefault="00D8523D" w:rsidP="00D8523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36D7E6F6" w14:textId="77777777" w:rsidR="00D8523D" w:rsidRPr="00A626F3" w:rsidRDefault="00D8523D" w:rsidP="00D8523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>Agências de Publicidade ou Gabinetes de Design</w:t>
      </w:r>
    </w:p>
    <w:p w14:paraId="6B4F578B" w14:textId="3EF44E6A" w:rsidR="00D8523D" w:rsidRPr="00FB6E3A" w:rsidRDefault="00D8523D" w:rsidP="00FB6E3A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>Editoras e produtoras de Audiovisuais</w:t>
      </w:r>
      <w:r w:rsidRPr="00FB6E3A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DE6F8C" w14:textId="77777777" w:rsidR="00D8523D" w:rsidRPr="00A626F3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A626F3">
        <w:rPr>
          <w:rFonts w:ascii="Verdana Pro Light" w:hAnsi="Verdana Pro Light"/>
          <w:b/>
          <w:smallCaps/>
          <w:sz w:val="20"/>
        </w:rPr>
        <w:t>Recursos</w:t>
      </w:r>
    </w:p>
    <w:p w14:paraId="396A3809" w14:textId="77777777" w:rsidR="00D8523D" w:rsidRPr="00A626F3" w:rsidRDefault="00D8523D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AF47382" w14:textId="081F73D2" w:rsidR="00D8523D" w:rsidRDefault="00D8523D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>Ferramentas digitais de edição de som</w:t>
      </w:r>
    </w:p>
    <w:p w14:paraId="6E4CD994" w14:textId="05A52564" w:rsidR="00574409" w:rsidRPr="00A626F3" w:rsidRDefault="00574409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 de captação de som</w:t>
      </w:r>
    </w:p>
    <w:p w14:paraId="4F000B95" w14:textId="20AAA187" w:rsidR="00D8523D" w:rsidRPr="00A626F3" w:rsidRDefault="00D8523D" w:rsidP="00D8523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  <w:r w:rsidR="00574409">
        <w:rPr>
          <w:rFonts w:ascii="Verdana Pro Light" w:eastAsia="Arial Unicode MS" w:hAnsi="Verdana Pro Light" w:cs="Arial Unicode MS"/>
          <w:sz w:val="18"/>
          <w:szCs w:val="18"/>
        </w:rPr>
        <w:t>para ser sonorizado</w:t>
      </w:r>
      <w:r w:rsidR="00574409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FC9264C" w14:textId="77777777" w:rsidR="00D8523D" w:rsidRPr="00A626F3" w:rsidRDefault="00D8523D" w:rsidP="00D8523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A626F3">
        <w:rPr>
          <w:rFonts w:ascii="Verdana Pro Light" w:hAnsi="Verdana Pro Light"/>
          <w:b/>
          <w:smallCaps/>
          <w:sz w:val="20"/>
        </w:rPr>
        <w:t>Observações</w:t>
      </w:r>
    </w:p>
    <w:p w14:paraId="72CF2346" w14:textId="77777777" w:rsidR="00D8523D" w:rsidRPr="00A626F3" w:rsidRDefault="00D8523D" w:rsidP="00D8523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A626F3">
        <w:rPr>
          <w:rFonts w:ascii="Verdana Pro Light" w:hAnsi="Verdana Pro Light"/>
          <w:smallCaps/>
        </w:rPr>
        <w:t>metodologia pedagógica:</w:t>
      </w:r>
    </w:p>
    <w:p w14:paraId="2BC8D73E" w14:textId="2D5255A8" w:rsidR="00574409" w:rsidRDefault="00D8523D" w:rsidP="00574409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color w:val="FF0000"/>
          <w:sz w:val="18"/>
          <w:szCs w:val="18"/>
        </w:rPr>
      </w:pP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</w:t>
      </w:r>
      <w:r w:rsidR="00574409" w:rsidRPr="00574409">
        <w:rPr>
          <w:rFonts w:ascii="Verdana Pro Light" w:eastAsia="Arial Unicode MS" w:hAnsi="Verdana Pro Light" w:cs="Arial Unicode MS"/>
          <w:sz w:val="18"/>
          <w:szCs w:val="18"/>
        </w:rPr>
        <w:t xml:space="preserve">projetos de dobragem </w:t>
      </w:r>
      <w:r w:rsidR="00574409" w:rsidRPr="00A626F3">
        <w:rPr>
          <w:rFonts w:ascii="Verdana Pro Light" w:eastAsia="Arial Unicode MS" w:hAnsi="Verdana Pro Light" w:cs="Arial Unicode MS"/>
          <w:sz w:val="18"/>
          <w:szCs w:val="18"/>
        </w:rPr>
        <w:t>com</w:t>
      </w: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 diferentes </w:t>
      </w:r>
      <w:r w:rsidR="00574409" w:rsidRPr="00A626F3">
        <w:rPr>
          <w:rFonts w:ascii="Verdana Pro Light" w:eastAsia="Arial Unicode MS" w:hAnsi="Verdana Pro Light" w:cs="Arial Unicode MS"/>
          <w:sz w:val="18"/>
          <w:szCs w:val="18"/>
        </w:rPr>
        <w:t>técnicas e</w:t>
      </w: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 baseado na </w:t>
      </w:r>
      <w:r w:rsidR="00574409" w:rsidRPr="00A626F3">
        <w:rPr>
          <w:rFonts w:ascii="Verdana Pro Light" w:eastAsia="Arial Unicode MS" w:hAnsi="Verdana Pro Light" w:cs="Arial Unicode MS"/>
          <w:sz w:val="18"/>
          <w:szCs w:val="18"/>
        </w:rPr>
        <w:t>ação de</w:t>
      </w:r>
      <w:r w:rsidRPr="00A626F3">
        <w:rPr>
          <w:rFonts w:ascii="Verdana Pro Light" w:eastAsia="Arial Unicode MS" w:hAnsi="Verdana Pro Light" w:cs="Arial Unicode MS"/>
          <w:sz w:val="18"/>
          <w:szCs w:val="18"/>
        </w:rPr>
        <w:t xml:space="preserve"> desenvolvimento de um projeto que simule a prática real.</w:t>
      </w:r>
      <w:r w:rsidR="00574409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2FFDE62" w14:textId="466AD4E4" w:rsidR="00D8523D" w:rsidRPr="00574409" w:rsidRDefault="00D8523D" w:rsidP="00574409">
      <w:pPr>
        <w:pStyle w:val="PargrafodaLista"/>
        <w:numPr>
          <w:ilvl w:val="0"/>
          <w:numId w:val="10"/>
        </w:numPr>
        <w:spacing w:before="120" w:after="0" w:line="276" w:lineRule="auto"/>
        <w:ind w:left="851"/>
        <w:rPr>
          <w:rFonts w:ascii="Verdana Pro Light" w:hAnsi="Verdana Pro Light"/>
          <w:smallCaps/>
        </w:rPr>
      </w:pPr>
      <w:r w:rsidRPr="00574409">
        <w:rPr>
          <w:rFonts w:ascii="Verdana Pro Light" w:hAnsi="Verdana Pro Light"/>
          <w:smallCaps/>
        </w:rPr>
        <w:t>forma de organização da formação (a distância, presencial, misto):</w:t>
      </w:r>
      <w:r w:rsidRPr="00574409">
        <w:rPr>
          <w:rFonts w:ascii="Verdana Pro Light" w:hAnsi="Verdana Pro Light"/>
          <w:smallCaps/>
        </w:rPr>
        <w:br/>
      </w:r>
      <w:r w:rsidRPr="00574409"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  <w:r w:rsidR="00574409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92BA74E" w14:textId="77777777" w:rsidR="00574409" w:rsidRPr="00335AB2" w:rsidRDefault="00574409" w:rsidP="00574409">
      <w:pPr>
        <w:pStyle w:val="PargrafodaLista"/>
        <w:numPr>
          <w:ilvl w:val="0"/>
          <w:numId w:val="10"/>
        </w:numPr>
        <w:spacing w:before="120" w:after="0" w:line="276" w:lineRule="auto"/>
        <w:ind w:left="851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17824E1" w14:textId="118F9C36" w:rsidR="00574409" w:rsidRPr="00574409" w:rsidRDefault="00574409" w:rsidP="00CF49FA">
      <w:pPr>
        <w:pStyle w:val="PargrafodaLista"/>
        <w:numPr>
          <w:ilvl w:val="0"/>
          <w:numId w:val="10"/>
        </w:numPr>
        <w:spacing w:before="120" w:after="0" w:line="276" w:lineRule="auto"/>
        <w:ind w:left="851"/>
        <w:rPr>
          <w:rFonts w:ascii="Verdana Pro Light" w:hAnsi="Verdana Pro Light"/>
          <w:smallCaps/>
        </w:rPr>
      </w:pPr>
      <w:r w:rsidRPr="00574409">
        <w:rPr>
          <w:rFonts w:ascii="Verdana Pro Light" w:hAnsi="Verdana Pro Light"/>
          <w:smallCaps/>
        </w:rPr>
        <w:t>Recursos indispensáveis</w:t>
      </w:r>
      <w:r w:rsidRPr="00574409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Estúdio de captação de som ou parceria com entidades que disponham de espaços de captação de som</w:t>
      </w:r>
    </w:p>
    <w:p w14:paraId="4BBF7380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7D58FC21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39E52157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08DFE290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6E1BA4EC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5E029C6B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3771DFA4" w14:textId="77777777" w:rsidR="00FB6E3A" w:rsidRDefault="00FB6E3A" w:rsidP="00574409">
      <w:pPr>
        <w:spacing w:before="120" w:after="0" w:line="276" w:lineRule="auto"/>
        <w:rPr>
          <w:rFonts w:ascii="Verdana Pro Light" w:hAnsi="Verdana Pro Light"/>
        </w:rPr>
      </w:pPr>
    </w:p>
    <w:p w14:paraId="7F679C21" w14:textId="77777777" w:rsidR="00FB6E3A" w:rsidRDefault="00FB6E3A" w:rsidP="00574409">
      <w:pPr>
        <w:spacing w:before="120" w:after="0" w:line="276" w:lineRule="auto"/>
        <w:rPr>
          <w:rFonts w:ascii="Verdana Pro Light" w:hAnsi="Verdana Pro Light"/>
        </w:rPr>
      </w:pPr>
    </w:p>
    <w:p w14:paraId="60E33CD8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p w14:paraId="4FD03FB7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74409" w:rsidRPr="00136AD8" w14:paraId="36C12F6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8A724B2" w14:textId="3AFFFA25" w:rsidR="00574409" w:rsidRPr="00F42D38" w:rsidRDefault="0057440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37B255" w14:textId="21CEB3A8" w:rsidR="00574409" w:rsidRPr="00F42D38" w:rsidRDefault="0057440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Escrever guiões e elaborar o storyboard para projetos de animação </w:t>
            </w:r>
          </w:p>
        </w:tc>
      </w:tr>
    </w:tbl>
    <w:p w14:paraId="2C44A264" w14:textId="77777777" w:rsidR="00574409" w:rsidRPr="00136AD8" w:rsidRDefault="00574409" w:rsidP="0057440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016A899" w14:textId="77777777" w:rsidR="00574409" w:rsidRDefault="00574409" w:rsidP="005744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04EE05A" w14:textId="77777777" w:rsidR="00574409" w:rsidRPr="003200F2" w:rsidRDefault="00574409" w:rsidP="005744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D01D6AE" w14:textId="77777777" w:rsidR="00574409" w:rsidRPr="00136AD8" w:rsidRDefault="00574409" w:rsidP="0057440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574409" w:rsidRPr="00136AD8" w14:paraId="39267689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959FF6" w14:textId="77777777" w:rsidR="00574409" w:rsidRPr="001B353A" w:rsidRDefault="0057440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74409" w:rsidRPr="00136AD8" w14:paraId="312D35A8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9E3B44" w14:textId="71992974" w:rsidR="00574409" w:rsidRDefault="0057440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096E7F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o conceito central</w:t>
            </w:r>
            <w:r w:rsidR="004A17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identificar os personagens principais, conflitos e elementos-chave da trama. </w:t>
            </w:r>
          </w:p>
          <w:p w14:paraId="38545CD8" w14:textId="5DC04CAA" w:rsidR="00574409" w:rsidRDefault="00574409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8D41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Escrever diálogos, descrições de cenas e ações </w:t>
            </w:r>
            <w:r w:rsidR="006C72D3">
              <w:rPr>
                <w:rFonts w:ascii="Verdana Pro Light" w:eastAsia="Arial Unicode MS" w:hAnsi="Verdana Pro Light" w:cs="Arial Unicode MS"/>
                <w:sz w:val="18"/>
                <w:szCs w:val="18"/>
              </w:rPr>
              <w:t>dos</w:t>
            </w:r>
            <w:r w:rsidR="008D41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16BE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personagens. </w:t>
            </w:r>
          </w:p>
          <w:p w14:paraId="0DCEC5E6" w14:textId="26D6864B" w:rsidR="00574409" w:rsidRDefault="0057440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80A5F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6C72D3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FA4C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6C72D3">
              <w:rPr>
                <w:rFonts w:ascii="Verdana Pro Light" w:eastAsia="Arial Unicode MS" w:hAnsi="Verdana Pro Light" w:cs="Arial Unicode MS"/>
                <w:sz w:val="18"/>
                <w:szCs w:val="18"/>
              </w:rPr>
              <w:t>iar</w:t>
            </w:r>
            <w:r w:rsidR="006C72D3" w:rsidRPr="006C72D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storyboard visual que represente cada cena</w:t>
            </w:r>
          </w:p>
          <w:p w14:paraId="58402DE3" w14:textId="51D9B2C6" w:rsidR="00574409" w:rsidRPr="0008537A" w:rsidRDefault="0057440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80A5F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FA4C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Rever e ajustar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74409" w:rsidRPr="00136AD8" w14:paraId="466C5542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703FDB" w14:textId="77777777" w:rsidR="00574409" w:rsidRPr="001B353A" w:rsidRDefault="00574409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4E7586" w14:textId="77777777" w:rsidR="00574409" w:rsidRPr="001B353A" w:rsidRDefault="0057440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3FF5BAA" w14:textId="77777777" w:rsidR="00574409" w:rsidRPr="001B353A" w:rsidRDefault="0057440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74409" w:rsidRPr="00136AD8" w14:paraId="6334922B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FB046" w14:textId="77777777" w:rsidR="00574409" w:rsidRPr="0082388E" w:rsidRDefault="0057440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técnicos e estéticos da comunicação</w:t>
            </w:r>
          </w:p>
          <w:p w14:paraId="05EA4B78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Tradicional</w:t>
            </w:r>
          </w:p>
          <w:p w14:paraId="085DEC80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2D</w:t>
            </w:r>
          </w:p>
          <w:p w14:paraId="16469CEE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3D</w:t>
            </w:r>
          </w:p>
          <w:p w14:paraId="1C2E462A" w14:textId="0A33383E" w:rsidR="00F361B1" w:rsidRPr="00F361B1" w:rsidRDefault="00F361B1" w:rsidP="00F361B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36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básicos da narrativa</w:t>
            </w:r>
            <w:r w:rsid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F36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de personagens, conflito, clímax e resolução</w:t>
            </w:r>
          </w:p>
          <w:p w14:paraId="2DFF134E" w14:textId="77777777" w:rsidR="00574409" w:rsidRPr="0082388E" w:rsidRDefault="0057440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Géneros e estilos narrativos</w:t>
            </w:r>
          </w:p>
          <w:p w14:paraId="2D945DB2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Cronologia de géneros da animação</w:t>
            </w:r>
          </w:p>
          <w:p w14:paraId="2FDB3EA5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Animação</w:t>
            </w:r>
          </w:p>
          <w:p w14:paraId="08FF16A3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Animação</w:t>
            </w:r>
          </w:p>
          <w:p w14:paraId="7E93340A" w14:textId="24918B32" w:rsidR="00D20100" w:rsidRDefault="00D20100" w:rsidP="00D2010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timing, squash </w:t>
            </w:r>
            <w:proofErr w:type="spellStart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and</w:t>
            </w:r>
            <w:proofErr w:type="spellEnd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stretch</w:t>
            </w:r>
            <w:proofErr w:type="spellEnd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antecipação, </w:t>
            </w:r>
            <w:proofErr w:type="spellStart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follow</w:t>
            </w:r>
            <w:proofErr w:type="spellEnd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201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through</w:t>
            </w:r>
            <w:proofErr w:type="spellEnd"/>
          </w:p>
          <w:p w14:paraId="7C2E9E23" w14:textId="6E3B19EC" w:rsidR="00E47BB9" w:rsidRDefault="00E47BB9" w:rsidP="00D2010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7B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e Diálogo</w:t>
            </w:r>
          </w:p>
          <w:p w14:paraId="0073F67E" w14:textId="381AEE24" w:rsidR="00EC12ED" w:rsidRPr="00D20100" w:rsidRDefault="00EC12ED" w:rsidP="00D2010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12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Roteirização</w:t>
            </w:r>
          </w:p>
          <w:p w14:paraId="3D1424C3" w14:textId="77777777" w:rsidR="00574409" w:rsidRPr="0082388E" w:rsidRDefault="00574409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Estilos narrativos</w:t>
            </w:r>
          </w:p>
          <w:p w14:paraId="48D3137F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elementos técnicos e diferentes estéticas</w:t>
            </w:r>
          </w:p>
          <w:p w14:paraId="68C05A99" w14:textId="6AA85DBF" w:rsidR="00574409" w:rsidRPr="0082388E" w:rsidRDefault="00574409" w:rsidP="00574409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Storyboard</w:t>
            </w:r>
          </w:p>
          <w:p w14:paraId="36609286" w14:textId="3A8B1B7A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</w:p>
          <w:p w14:paraId="607387A6" w14:textId="248CE543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</w:t>
            </w:r>
          </w:p>
          <w:p w14:paraId="664D0CAA" w14:textId="4CAA2421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entre história, guião e storyboard</w:t>
            </w:r>
          </w:p>
          <w:p w14:paraId="51FEB81F" w14:textId="78CBD11C" w:rsidR="00FC311A" w:rsidRPr="006725BB" w:rsidRDefault="00FC311A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</w:t>
            </w:r>
            <w:r w:rsidR="00250D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ware </w:t>
            </w:r>
            <w:proofErr w:type="gramStart"/>
            <w:r w:rsidR="00250D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especifico</w:t>
            </w:r>
            <w:proofErr w:type="gramEnd"/>
            <w:r w:rsidR="00250D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storyboard </w:t>
            </w:r>
          </w:p>
          <w:p w14:paraId="4D94B72B" w14:textId="77777777" w:rsidR="00574409" w:rsidRPr="00574409" w:rsidRDefault="00574409" w:rsidP="00574409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9FD3FD" w14:textId="77777777" w:rsidR="00574409" w:rsidRPr="00E600CE" w:rsidRDefault="00574409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D7128" w14:textId="09F4C667" w:rsidR="003067EF" w:rsidRDefault="003067EF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="00DF6E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DF6E5E" w:rsidRPr="00DF6E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da estrutura narrativa, como introdução, conflito, desenvolvimento e conclusão</w:t>
            </w:r>
          </w:p>
          <w:p w14:paraId="623899B7" w14:textId="58AEB510" w:rsidR="00DF6E5E" w:rsidRDefault="00DF6E5E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Pr="00DF6E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escrita de roteiros, incluindo formatação, desenvolvimento de personagens, diálogos e construção de enredos.</w:t>
            </w:r>
          </w:p>
          <w:p w14:paraId="62947D7B" w14:textId="18D0496C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e estéticos da comunicação audiovisual </w:t>
            </w:r>
          </w:p>
          <w:p w14:paraId="759EB916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classificar diferentes géneros de animação</w:t>
            </w:r>
          </w:p>
          <w:p w14:paraId="652F864A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relação entre vários géneros e estilos narrativos</w:t>
            </w:r>
          </w:p>
          <w:p w14:paraId="52C837A1" w14:textId="6602D119" w:rsidR="00B3426C" w:rsidRDefault="00B3426C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relação entre história, guião e storyboard</w:t>
            </w:r>
          </w:p>
          <w:p w14:paraId="7D606EEC" w14:textId="163C550B" w:rsidR="00FC311A" w:rsidRDefault="00FC311A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Dominar </w:t>
            </w:r>
            <w:r w:rsidRPr="00FC31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específico de storyboard</w:t>
            </w:r>
          </w:p>
          <w:p w14:paraId="6B3FA41D" w14:textId="23289BDE" w:rsidR="00574409" w:rsidRPr="00B3426C" w:rsidRDefault="00574409" w:rsidP="00B3426C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7E792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FCB8969" w14:textId="77777777" w:rsidR="00574409" w:rsidRDefault="00574409" w:rsidP="00574409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E632B8F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D8AB916" w14:textId="77777777" w:rsidR="00574409" w:rsidRDefault="00574409" w:rsidP="005744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DEB33F2" w14:textId="77777777" w:rsidR="00574409" w:rsidRPr="000173C0" w:rsidRDefault="00574409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FEC9FA3" w14:textId="77777777" w:rsidR="00574409" w:rsidRDefault="00574409" w:rsidP="0057440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66E47BA" w14:textId="77777777" w:rsidR="00574409" w:rsidRPr="00F87025" w:rsidRDefault="00574409" w:rsidP="005744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BC103CB" w14:textId="4931AD97" w:rsidR="00574409" w:rsidRDefault="00574409" w:rsidP="005744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Escrever guiões e elaborar o storyboard para projetos de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6BB6773" w14:textId="3F8C97AC" w:rsidR="00574409" w:rsidRPr="009D7FE3" w:rsidRDefault="00574409" w:rsidP="005744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 xml:space="preserve">Desenvolvendo a ideia tendo em conta 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>os personagens, ambiente, conflitos e tema geral da história.</w:t>
      </w:r>
    </w:p>
    <w:p w14:paraId="1E7C856A" w14:textId="557BCAA8" w:rsidR="00574409" w:rsidRPr="009D7FE3" w:rsidRDefault="00574409" w:rsidP="005744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</w:t>
      </w:r>
      <w:r w:rsidRPr="00CF3B1E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="002B1ADC">
        <w:rPr>
          <w:rFonts w:ascii="Verdana Pro Light" w:eastAsia="Arial Unicode MS" w:hAnsi="Verdana Pro Light" w:cs="Arial Unicode MS"/>
          <w:sz w:val="18"/>
          <w:szCs w:val="18"/>
        </w:rPr>
        <w:t>D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>elineando os principais eventos e o arco da história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 xml:space="preserve"> e i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>dentifi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>cando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 xml:space="preserve"> o início, meio e fim da narrativa</w:t>
      </w:r>
      <w:r w:rsidR="002B1ADC">
        <w:rPr>
          <w:rFonts w:ascii="Verdana Pro Light" w:eastAsia="Arial Unicode MS" w:hAnsi="Verdana Pro Light" w:cs="Arial Unicode MS"/>
          <w:sz w:val="18"/>
          <w:szCs w:val="18"/>
        </w:rPr>
        <w:t xml:space="preserve"> de forma coerente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A16F6CC" w14:textId="40F53124" w:rsidR="00574409" w:rsidRPr="009D7FE3" w:rsidRDefault="00574409" w:rsidP="00B81FE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320A3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>Escrevendo o guião usando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 xml:space="preserve"> o formato padrão com indicações de cena, ação, diálogo e descrições de personagens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 xml:space="preserve"> e d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>ivid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="00B81FE7" w:rsidRPr="00B81FE7">
        <w:rPr>
          <w:rFonts w:ascii="Verdana Pro Light" w:eastAsia="Arial Unicode MS" w:hAnsi="Verdana Pro Light" w:cs="Arial Unicode MS"/>
          <w:sz w:val="18"/>
          <w:szCs w:val="18"/>
        </w:rPr>
        <w:t xml:space="preserve"> o guião em cenas e atos, organizando a história de forma lógica e fluida</w:t>
      </w:r>
      <w:r w:rsidR="00B81FE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ED8D9D6" w14:textId="7EE44BC1" w:rsidR="00B3426C" w:rsidRPr="009D7FE3" w:rsidRDefault="00574409" w:rsidP="00DC44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>Elaborando o storyboard r</w:t>
      </w:r>
      <w:r w:rsidR="00DC4479" w:rsidRPr="00DC4479">
        <w:rPr>
          <w:rFonts w:ascii="Verdana Pro Light" w:eastAsia="Arial Unicode MS" w:hAnsi="Verdana Pro Light" w:cs="Arial Unicode MS"/>
          <w:sz w:val="18"/>
          <w:szCs w:val="18"/>
        </w:rPr>
        <w:t>epresenta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DC4479" w:rsidRPr="00DC4479">
        <w:rPr>
          <w:rFonts w:ascii="Verdana Pro Light" w:eastAsia="Arial Unicode MS" w:hAnsi="Verdana Pro Light" w:cs="Arial Unicode MS"/>
          <w:sz w:val="18"/>
          <w:szCs w:val="18"/>
        </w:rPr>
        <w:t xml:space="preserve"> visualmente cada cena da animação, organizad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>as</w:t>
      </w:r>
      <w:r w:rsidR="00DC4479" w:rsidRPr="00DC4479">
        <w:rPr>
          <w:rFonts w:ascii="Verdana Pro Light" w:eastAsia="Arial Unicode MS" w:hAnsi="Verdana Pro Light" w:cs="Arial Unicode MS"/>
          <w:sz w:val="18"/>
          <w:szCs w:val="18"/>
        </w:rPr>
        <w:t xml:space="preserve"> em sequência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DC4479" w:rsidRPr="00DC4479">
        <w:rPr>
          <w:rFonts w:ascii="Verdana Pro Light" w:eastAsia="Arial Unicode MS" w:hAnsi="Verdana Pro Light" w:cs="Arial Unicode MS"/>
          <w:sz w:val="18"/>
          <w:szCs w:val="18"/>
        </w:rPr>
        <w:t>mostrando os principais elementos visuais, como personagens, cenários, ações e diálogos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 xml:space="preserve"> e a</w:t>
      </w:r>
      <w:r w:rsidR="00DC4479" w:rsidRPr="00DC4479">
        <w:rPr>
          <w:rFonts w:ascii="Verdana Pro Light" w:eastAsia="Arial Unicode MS" w:hAnsi="Verdana Pro Light" w:cs="Arial Unicode MS"/>
          <w:sz w:val="18"/>
          <w:szCs w:val="18"/>
        </w:rPr>
        <w:t>dicion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="00DC4479" w:rsidRPr="00DC4479">
        <w:rPr>
          <w:rFonts w:ascii="Verdana Pro Light" w:eastAsia="Arial Unicode MS" w:hAnsi="Verdana Pro Light" w:cs="Arial Unicode MS"/>
          <w:sz w:val="18"/>
          <w:szCs w:val="18"/>
        </w:rPr>
        <w:t xml:space="preserve"> breves descrições ou notas em cada quadro para explicar a ação que está ocorrendo.</w:t>
      </w:r>
    </w:p>
    <w:p w14:paraId="70653BA9" w14:textId="77777777" w:rsidR="00574409" w:rsidRPr="001E42AC" w:rsidRDefault="00574409" w:rsidP="005744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76AEB94D" w14:textId="77777777" w:rsidR="00574409" w:rsidRPr="00F87025" w:rsidRDefault="00574409" w:rsidP="005744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07C95E" w14:textId="77777777" w:rsidR="00574409" w:rsidRDefault="00574409" w:rsidP="0057440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4DC4E181" w14:textId="77777777" w:rsidR="00574409" w:rsidRPr="00E600CE" w:rsidRDefault="00574409" w:rsidP="00574409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089724F3" w14:textId="2227684A" w:rsidR="00574409" w:rsidRPr="00071261" w:rsidRDefault="00574409" w:rsidP="0007126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071261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97137D3" w14:textId="77777777" w:rsidR="00574409" w:rsidRPr="00F87025" w:rsidRDefault="00574409" w:rsidP="005744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777604F" w14:textId="77777777" w:rsidR="00574409" w:rsidRDefault="00574409" w:rsidP="005744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C10FE23" w14:textId="26DDD8CE" w:rsidR="00DC4479" w:rsidRPr="00133942" w:rsidRDefault="00574409" w:rsidP="0013394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de </w:t>
      </w:r>
      <w:r w:rsidR="00DC4479">
        <w:rPr>
          <w:rFonts w:ascii="Verdana Pro Light" w:eastAsia="Arial Unicode MS" w:hAnsi="Verdana Pro Light" w:cs="Arial Unicode MS"/>
          <w:sz w:val="18"/>
          <w:szCs w:val="18"/>
        </w:rPr>
        <w:t>texto</w:t>
      </w:r>
    </w:p>
    <w:p w14:paraId="4A4C78E5" w14:textId="77777777" w:rsidR="00574409" w:rsidRPr="00FC797E" w:rsidRDefault="00574409" w:rsidP="00574409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72C6BFE1" w14:textId="77777777" w:rsidR="00574409" w:rsidRPr="00F87025" w:rsidRDefault="00574409" w:rsidP="005744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BC2102" w14:textId="77777777" w:rsidR="00574409" w:rsidRDefault="00574409" w:rsidP="00574409">
      <w:pPr>
        <w:rPr>
          <w:rFonts w:ascii="Verdana Pro Light" w:hAnsi="Verdana Pro Light"/>
          <w:smallCaps/>
        </w:rPr>
      </w:pPr>
    </w:p>
    <w:p w14:paraId="454B36BF" w14:textId="77777777" w:rsidR="00574409" w:rsidRPr="00C34354" w:rsidRDefault="00574409" w:rsidP="00574409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180223D" w14:textId="3024BD82" w:rsidR="00574409" w:rsidRPr="00FC797E" w:rsidRDefault="00133942" w:rsidP="0057440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elaboração de</w:t>
      </w:r>
      <w:r w:rsidRPr="00133942">
        <w:rPr>
          <w:rFonts w:ascii="Verdana Pro Light" w:eastAsia="Arial Unicode MS" w:hAnsi="Verdana Pro Light" w:cs="Arial Unicode MS"/>
          <w:sz w:val="18"/>
          <w:szCs w:val="18"/>
        </w:rPr>
        <w:t xml:space="preserve"> guiões storyboard </w:t>
      </w:r>
      <w:r>
        <w:rPr>
          <w:rFonts w:ascii="Verdana Pro Light" w:eastAsia="Arial Unicode MS" w:hAnsi="Verdana Pro Light" w:cs="Arial Unicode MS"/>
          <w:sz w:val="18"/>
          <w:szCs w:val="18"/>
        </w:rPr>
        <w:t>e ativo para desenvolvimento de projetos práticos de escrita de guiões e elaboração de storyboard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BAE6ABB" w14:textId="77777777" w:rsidR="00574409" w:rsidRPr="00FC797E" w:rsidRDefault="00574409" w:rsidP="00574409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68EA043" w14:textId="77777777" w:rsidR="00574409" w:rsidRDefault="00574409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253B51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F0C332F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27A38D5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6412E1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8164AF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78829D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EAA391C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345EDC7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D1B4A2C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BF76178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0CBE78A" w14:textId="77777777" w:rsidR="00071261" w:rsidRDefault="00071261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BB4269A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B5090" w:rsidRPr="00136AD8" w14:paraId="2125A41C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1F637B" w14:textId="593F3D64" w:rsidR="003B5090" w:rsidRPr="00F42D38" w:rsidRDefault="003B509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938551B" w14:textId="279EC365" w:rsidR="003B5090" w:rsidRPr="00F42D38" w:rsidRDefault="003B509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B509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Elaborar dossiês de produção para projetos de animação</w:t>
            </w:r>
          </w:p>
        </w:tc>
      </w:tr>
    </w:tbl>
    <w:p w14:paraId="3C157B99" w14:textId="77777777" w:rsidR="003B5090" w:rsidRPr="00136AD8" w:rsidRDefault="003B5090" w:rsidP="003B509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F33639E" w14:textId="6908EBC5" w:rsidR="003B5090" w:rsidRDefault="003B5090" w:rsidP="003B509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815F5F" w14:textId="2B429EF2" w:rsidR="003B5090" w:rsidRPr="003200F2" w:rsidRDefault="003B5090" w:rsidP="003B509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B34711E" w14:textId="77777777" w:rsidR="003B5090" w:rsidRPr="00136AD8" w:rsidRDefault="003B5090" w:rsidP="003B509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3B5090" w:rsidRPr="00136AD8" w14:paraId="71CA4740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E448D1" w14:textId="77777777" w:rsidR="003B5090" w:rsidRPr="001B353A" w:rsidRDefault="003B509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B5090" w:rsidRPr="00136AD8" w14:paraId="3547660C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C4D78" w14:textId="57715D48" w:rsidR="003B5090" w:rsidRDefault="003B509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Elaborar o resumo e definir o conceito e visão geral da animação</w:t>
            </w:r>
          </w:p>
          <w:p w14:paraId="70D4F219" w14:textId="200B0ABF" w:rsidR="003B5090" w:rsidRDefault="003B509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Elaborar a sinopse do projeto</w:t>
            </w:r>
          </w:p>
          <w:p w14:paraId="34588C83" w14:textId="31AE7D33" w:rsidR="003B5090" w:rsidRDefault="003B509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80A5F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Definir o cronograma de produção </w:t>
            </w:r>
          </w:p>
          <w:p w14:paraId="76D89820" w14:textId="77777777" w:rsidR="003B5090" w:rsidRDefault="003B509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80A5F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D80A5F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a equipa de produção</w:t>
            </w:r>
          </w:p>
          <w:p w14:paraId="441358ED" w14:textId="48DBB752" w:rsidR="00D80A5F" w:rsidRPr="0008537A" w:rsidRDefault="00D80A5F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Elaborar o orçamento e financiamento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3B5090" w:rsidRPr="00136AD8" w14:paraId="1A39E7F9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22AE0F" w14:textId="77777777" w:rsidR="003B5090" w:rsidRPr="001B353A" w:rsidRDefault="003B5090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7C24CE" w14:textId="77777777" w:rsidR="003B5090" w:rsidRPr="001B353A" w:rsidRDefault="003B509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59CC4E1" w14:textId="77777777" w:rsidR="003B5090" w:rsidRPr="001B353A" w:rsidRDefault="003B509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B5090" w:rsidRPr="00136AD8" w14:paraId="077FB9D1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4F53A" w14:textId="698D0BFE" w:rsidR="003B5090" w:rsidRPr="0082388E" w:rsidRDefault="00D80A5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Dossiê de produção</w:t>
            </w:r>
          </w:p>
          <w:p w14:paraId="19C08DA3" w14:textId="7C684D5F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0B065858" w14:textId="0A5BDD84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Conteúdos</w:t>
            </w:r>
          </w:p>
          <w:p w14:paraId="0D77EF4E" w14:textId="0FBBAAA3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e apresentação</w:t>
            </w:r>
          </w:p>
          <w:p w14:paraId="4D2433D0" w14:textId="6420C89A" w:rsidR="003B5090" w:rsidRPr="0082388E" w:rsidRDefault="00D80A5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Cronograma de produção</w:t>
            </w:r>
          </w:p>
          <w:p w14:paraId="00E4A069" w14:textId="4B007C0E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Etapas da produção de um projeto de animação</w:t>
            </w:r>
            <w:r w:rsidR="00E607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4A2831" w:rsidRP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do Conceito e Roteiro</w:t>
            </w:r>
            <w:r w:rsid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4A2831" w:rsidRP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Pré-produção</w:t>
            </w:r>
            <w:r w:rsid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</w:t>
            </w:r>
            <w:r w:rsidR="004A2831">
              <w:t xml:space="preserve"> </w:t>
            </w:r>
            <w:r w:rsidR="004A2831" w:rsidRP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</w:t>
            </w:r>
            <w:r w:rsid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4A2831" w:rsidRPr="004A28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Pós-produção</w:t>
            </w:r>
          </w:p>
          <w:p w14:paraId="65D12336" w14:textId="60F30F07" w:rsidR="003B5090" w:rsidRPr="0082388E" w:rsidRDefault="00D80A5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Equipas de produção</w:t>
            </w:r>
          </w:p>
          <w:p w14:paraId="2340CB86" w14:textId="38841189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e atividades</w:t>
            </w:r>
          </w:p>
          <w:p w14:paraId="07CCA5A8" w14:textId="2B9CA839" w:rsidR="003B5090" w:rsidRPr="0082388E" w:rsidRDefault="00D80A5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Orçamento e financiamento</w:t>
            </w:r>
          </w:p>
          <w:p w14:paraId="65FD8CC7" w14:textId="61910FED" w:rsidR="003B5090" w:rsidRDefault="0085554E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555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ustos associados a cada etapa do processo</w:t>
            </w:r>
          </w:p>
          <w:p w14:paraId="4B0EA1E8" w14:textId="61F2B1EB" w:rsidR="003B5090" w:rsidRPr="006725BB" w:rsidRDefault="0085554E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financiamento</w:t>
            </w:r>
          </w:p>
          <w:p w14:paraId="0B66258A" w14:textId="06A21AAA" w:rsidR="003B5090" w:rsidRPr="001A63F8" w:rsidRDefault="001A63F8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A63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Direitos Autorais e Licenciamento</w:t>
            </w:r>
          </w:p>
          <w:p w14:paraId="68BAD3F5" w14:textId="77777777" w:rsidR="003B5090" w:rsidRPr="00E600CE" w:rsidRDefault="003B5090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23A04" w14:textId="3F579330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conteúdo e estrutura de um dossiê de produção</w:t>
            </w:r>
          </w:p>
          <w:p w14:paraId="6D588763" w14:textId="59AE7F74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etapas de produção de um projeto de animação</w:t>
            </w:r>
          </w:p>
          <w:p w14:paraId="43E29270" w14:textId="0FE3FDA1" w:rsidR="00B923D2" w:rsidRDefault="00B923D2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23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e ger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ir </w:t>
            </w:r>
            <w:r w:rsidRPr="00B923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Pr="00B923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quantidade de informações, documentos e recursos relacionados à produção.</w:t>
            </w:r>
          </w:p>
          <w:p w14:paraId="784EDC4B" w14:textId="7CAC4329" w:rsidR="003B5090" w:rsidRDefault="00D80A5F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funções dos vários intervenientes num projeto de animação</w:t>
            </w:r>
          </w:p>
          <w:p w14:paraId="046628DA" w14:textId="4FAE649E" w:rsidR="003B5090" w:rsidRDefault="003B509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8555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custos e fontes de financiamento</w:t>
            </w:r>
          </w:p>
          <w:p w14:paraId="5E39F38F" w14:textId="77777777" w:rsidR="003B5090" w:rsidRPr="00B3426C" w:rsidRDefault="003B5090" w:rsidP="00464811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18FE9" w14:textId="77777777" w:rsidR="003B5090" w:rsidRDefault="003B509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E3ACB1E" w14:textId="77777777" w:rsidR="003B5090" w:rsidRDefault="003B509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08EFFE9" w14:textId="77777777" w:rsidR="003B5090" w:rsidRDefault="003B509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40C5C32" w14:textId="470D46A4" w:rsidR="0059012A" w:rsidRDefault="0059012A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Trabalhar em equipa</w:t>
            </w:r>
          </w:p>
          <w:p w14:paraId="54E975F5" w14:textId="053A2BF3" w:rsidR="0059012A" w:rsidRDefault="0059012A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Atenção ao detalhe </w:t>
            </w:r>
          </w:p>
          <w:p w14:paraId="6A6BEABF" w14:textId="147BC05F" w:rsidR="0059012A" w:rsidRDefault="0059012A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Cum</w:t>
            </w:r>
            <w:r w:rsidR="00ED5F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primento de prazos</w:t>
            </w:r>
          </w:p>
          <w:p w14:paraId="4E289036" w14:textId="17ED68FA" w:rsidR="0085554E" w:rsidRDefault="0085554E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640300A" w14:textId="77777777" w:rsidR="003B5090" w:rsidRPr="00D80A5F" w:rsidRDefault="003B5090" w:rsidP="00D80A5F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0833A8" w14:textId="77777777" w:rsidR="003B5090" w:rsidRDefault="003B5090" w:rsidP="003B509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B29EBB" w14:textId="77777777" w:rsidR="003B5090" w:rsidRPr="00F87025" w:rsidRDefault="003B5090" w:rsidP="003B509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A803895" w14:textId="448EF4B4" w:rsidR="003B5090" w:rsidRDefault="003B5090" w:rsidP="003B50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B5090">
        <w:rPr>
          <w:rFonts w:ascii="Verdana Pro Light" w:eastAsia="Arial Unicode MS" w:hAnsi="Verdana Pro Light" w:cs="Times New Roman"/>
          <w:b/>
          <w:sz w:val="18"/>
          <w:szCs w:val="18"/>
        </w:rPr>
        <w:t>Elaborar dossiês de produção para projetos de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298D105" w14:textId="4F329218" w:rsidR="0085554E" w:rsidRDefault="0085554E" w:rsidP="0085554E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1B353A">
        <w:rPr>
          <w:rFonts w:ascii="Verdana Pro Light" w:eastAsia="Arial Unicode MS" w:hAnsi="Verdana Pro Light" w:cs="Arial Unicode MS"/>
          <w:sz w:val="18"/>
          <w:szCs w:val="18"/>
        </w:rPr>
        <w:t>1.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526170">
        <w:rPr>
          <w:rFonts w:ascii="Verdana Pro Light" w:eastAsia="Arial Unicode MS" w:hAnsi="Verdana Pro Light" w:cs="Arial Unicode MS"/>
          <w:sz w:val="18"/>
          <w:szCs w:val="18"/>
        </w:rPr>
        <w:t>Revelando precisão e consistência</w:t>
      </w:r>
      <w:r w:rsidR="0096019C">
        <w:rPr>
          <w:rFonts w:ascii="Verdana Pro Light" w:eastAsia="Arial Unicode MS" w:hAnsi="Verdana Pro Light" w:cs="Arial Unicode MS"/>
          <w:sz w:val="18"/>
          <w:szCs w:val="18"/>
        </w:rPr>
        <w:t xml:space="preserve">, incluindo roteiro, orçamento e cronograma de produção </w:t>
      </w:r>
      <w:r w:rsidRPr="0085554E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B97A107" w14:textId="4DBBFA4B" w:rsidR="0085554E" w:rsidRDefault="0085554E" w:rsidP="0085554E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3D59F1">
        <w:rPr>
          <w:rFonts w:ascii="Verdana Pro Light" w:eastAsia="Arial Unicode MS" w:hAnsi="Verdana Pro Light" w:cs="Arial Unicode MS"/>
          <w:sz w:val="18"/>
          <w:szCs w:val="18"/>
        </w:rPr>
        <w:t>Apresentando</w:t>
      </w:r>
      <w:r w:rsidR="00137284">
        <w:rPr>
          <w:rFonts w:ascii="Verdana Pro Light" w:eastAsia="Arial Unicode MS" w:hAnsi="Verdana Pro Light" w:cs="Arial Unicode MS"/>
          <w:sz w:val="18"/>
          <w:szCs w:val="18"/>
        </w:rPr>
        <w:t xml:space="preserve"> de forma sistemática, clara e organizada </w:t>
      </w:r>
      <w:r w:rsidR="003D59F1">
        <w:rPr>
          <w:rFonts w:ascii="Verdana Pro Light" w:eastAsia="Arial Unicode MS" w:hAnsi="Verdana Pro Light" w:cs="Arial Unicode MS"/>
          <w:sz w:val="18"/>
          <w:szCs w:val="18"/>
        </w:rPr>
        <w:t xml:space="preserve">a informação necessária </w:t>
      </w:r>
    </w:p>
    <w:p w14:paraId="33097F42" w14:textId="0861ED0B" w:rsidR="0085554E" w:rsidRDefault="0085554E" w:rsidP="0085554E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="003D59F1">
        <w:rPr>
          <w:rFonts w:ascii="Verdana Pro Light" w:eastAsia="Arial Unicode MS" w:hAnsi="Verdana Pro Light" w:cs="Arial Unicode MS"/>
          <w:sz w:val="18"/>
          <w:szCs w:val="18"/>
        </w:rPr>
        <w:t xml:space="preserve">Em conformidade com os </w:t>
      </w:r>
      <w:r w:rsidR="002B1905" w:rsidRPr="002B1905">
        <w:rPr>
          <w:rFonts w:ascii="Verdana Pro Light" w:eastAsia="Arial Unicode MS" w:hAnsi="Verdana Pro Light" w:cs="Arial Unicode MS"/>
          <w:sz w:val="18"/>
          <w:szCs w:val="18"/>
        </w:rPr>
        <w:t>padrões e regulamentos da indústria audiovisual, incluindo requisitos legais, técnicos e de segurança</w:t>
      </w:r>
    </w:p>
    <w:p w14:paraId="459FF5C7" w14:textId="076F4B44" w:rsidR="003B5090" w:rsidRPr="001E42AC" w:rsidRDefault="0085554E" w:rsidP="0085554E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2B1905">
        <w:rPr>
          <w:rFonts w:ascii="Verdana Pro Light" w:eastAsia="Arial Unicode MS" w:hAnsi="Verdana Pro Light" w:cs="Arial Unicode MS"/>
          <w:sz w:val="18"/>
          <w:szCs w:val="18"/>
        </w:rPr>
        <w:t>4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 w:rsidR="00F0446F">
        <w:rPr>
          <w:rFonts w:ascii="Verdana Pro Light" w:eastAsia="Arial Unicode MS" w:hAnsi="Verdana Pro Light" w:cs="Arial Unicode MS"/>
          <w:sz w:val="18"/>
          <w:szCs w:val="18"/>
        </w:rPr>
        <w:t>Demonstrando conhecimento sobre custos de produção e fontes de financiamento</w:t>
      </w:r>
      <w:r w:rsidR="00F0446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4A49D66" w14:textId="77777777" w:rsidR="003B5090" w:rsidRPr="00F87025" w:rsidRDefault="003B5090" w:rsidP="003B509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371E2E" w14:textId="77777777" w:rsidR="003B5090" w:rsidRDefault="003B5090" w:rsidP="003B5090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Estúdios de Animação</w:t>
      </w:r>
    </w:p>
    <w:p w14:paraId="0F8DB988" w14:textId="77777777" w:rsidR="003B5090" w:rsidRPr="00E600CE" w:rsidRDefault="003B5090" w:rsidP="003B5090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41BDA9F7" w14:textId="4A9EA7D7" w:rsidR="003B5090" w:rsidRPr="002B1905" w:rsidRDefault="003B5090" w:rsidP="002B1905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2B1905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42E5321" w14:textId="77777777" w:rsidR="003B5090" w:rsidRPr="00F87025" w:rsidRDefault="003B5090" w:rsidP="003B509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037F022" w14:textId="77777777" w:rsidR="003B5090" w:rsidRDefault="003B5090" w:rsidP="003B50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D040558" w14:textId="77777777" w:rsidR="003B5090" w:rsidRPr="00133942" w:rsidRDefault="003B5090" w:rsidP="003B50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3E4DD543" w14:textId="77777777" w:rsidR="003B5090" w:rsidRPr="00FC797E" w:rsidRDefault="003B5090" w:rsidP="003B5090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4AFB5271" w14:textId="77777777" w:rsidR="003B5090" w:rsidRPr="00F87025" w:rsidRDefault="003B5090" w:rsidP="003B509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696907E" w14:textId="77777777" w:rsidR="003B5090" w:rsidRDefault="003B5090" w:rsidP="003B5090">
      <w:pPr>
        <w:rPr>
          <w:rFonts w:ascii="Verdana Pro Light" w:hAnsi="Verdana Pro Light"/>
          <w:smallCaps/>
        </w:rPr>
      </w:pPr>
    </w:p>
    <w:p w14:paraId="79320AA3" w14:textId="77777777" w:rsidR="003B5090" w:rsidRPr="00C34354" w:rsidRDefault="003B5090" w:rsidP="003B509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FCEF964" w14:textId="59B9A4CC" w:rsidR="003B5090" w:rsidRPr="00FC797E" w:rsidRDefault="003B5090" w:rsidP="003B509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</w:t>
      </w:r>
      <w:r w:rsidR="00F0446F">
        <w:rPr>
          <w:rFonts w:ascii="Verdana Pro Light" w:eastAsia="Arial Unicode MS" w:hAnsi="Verdana Pro Light" w:cs="Arial Unicode MS"/>
          <w:sz w:val="18"/>
          <w:szCs w:val="18"/>
        </w:rPr>
        <w:t>elaboração de um dossiê de produção</w:t>
      </w:r>
      <w:r w:rsidRPr="0013394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ativo para desenvolvimento de </w:t>
      </w:r>
      <w:r w:rsidR="00F0446F">
        <w:rPr>
          <w:rFonts w:ascii="Verdana Pro Light" w:eastAsia="Arial Unicode MS" w:hAnsi="Verdana Pro Light" w:cs="Arial Unicode MS"/>
          <w:sz w:val="18"/>
          <w:szCs w:val="18"/>
        </w:rPr>
        <w:t xml:space="preserve">um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prático de </w:t>
      </w:r>
      <w:r w:rsidR="00F0446F">
        <w:rPr>
          <w:rFonts w:ascii="Verdana Pro Light" w:eastAsia="Arial Unicode MS" w:hAnsi="Verdana Pro Light" w:cs="Arial Unicode MS"/>
          <w:sz w:val="18"/>
          <w:szCs w:val="18"/>
        </w:rPr>
        <w:t>elaboração de um dossiê de produção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4233A5" w14:textId="77777777" w:rsidR="003B5090" w:rsidRPr="00FC797E" w:rsidRDefault="003B5090" w:rsidP="003B509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2BEF08E" w14:textId="77777777" w:rsidR="003B5090" w:rsidRDefault="003B5090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B47B18E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207EEB8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1ADD8A1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63076FA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B817FBD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A37D13C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6897C24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DFB7A1A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59054C1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2B0214E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E79348E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CDFCDCB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0D0DF4E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E95061E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6DEA7DB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2D7E5B7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ED4A966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FD44AF" w14:textId="77777777" w:rsidR="00870176" w:rsidRDefault="00870176" w:rsidP="00574409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70176" w:rsidRPr="00136AD8" w14:paraId="2BF0DB98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B0DAEA" w14:textId="5AE90EB3" w:rsidR="00870176" w:rsidRPr="00F42D38" w:rsidRDefault="00870176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FCB0E4F" w14:textId="77777777" w:rsidR="00870176" w:rsidRPr="00F42D38" w:rsidRDefault="00870176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Criar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Modelsheet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 personagens 2D</w:t>
            </w:r>
          </w:p>
        </w:tc>
      </w:tr>
    </w:tbl>
    <w:p w14:paraId="52252977" w14:textId="77777777" w:rsidR="00870176" w:rsidRPr="00136AD8" w:rsidRDefault="00870176" w:rsidP="0087017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6B48C80" w14:textId="77777777" w:rsidR="00870176" w:rsidRDefault="00870176" w:rsidP="0087017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7EF547" w14:textId="77777777" w:rsidR="00870176" w:rsidRPr="003200F2" w:rsidRDefault="00870176" w:rsidP="0087017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C945220" w14:textId="77777777" w:rsidR="00870176" w:rsidRPr="00136AD8" w:rsidRDefault="00870176" w:rsidP="0087017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870176" w:rsidRPr="00136AD8" w14:paraId="3D65E104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1F6B58" w14:textId="77777777" w:rsidR="00870176" w:rsidRPr="001B353A" w:rsidRDefault="0087017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70176" w:rsidRPr="00136AD8" w14:paraId="5F0BE48C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762C53" w14:textId="7DD34B0F" w:rsidR="00870176" w:rsidRDefault="0087017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F81FD2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F81FD2" w:rsidRPr="00F81FD2">
              <w:rPr>
                <w:rFonts w:ascii="Verdana Pro Light" w:eastAsia="Arial Unicode MS" w:hAnsi="Verdana Pro Light" w:cs="Arial Unicode MS"/>
                <w:sz w:val="18"/>
                <w:szCs w:val="18"/>
              </w:rPr>
              <w:t>studar referências visuais</w:t>
            </w:r>
            <w:r w:rsidR="00DF6371">
              <w:rPr>
                <w:rFonts w:ascii="Verdana Pro Light" w:eastAsia="Arial Unicode MS" w:hAnsi="Verdana Pro Light" w:cs="Arial Unicode MS"/>
                <w:sz w:val="18"/>
                <w:szCs w:val="18"/>
              </w:rPr>
              <w:t>, a</w:t>
            </w:r>
            <w:r w:rsidR="00DF6371" w:rsidRPr="00DF6371">
              <w:rPr>
                <w:rFonts w:ascii="Verdana Pro Light" w:eastAsia="Arial Unicode MS" w:hAnsi="Verdana Pro Light" w:cs="Arial Unicode MS"/>
                <w:sz w:val="18"/>
                <w:szCs w:val="18"/>
              </w:rPr>
              <w:t>nalisar as características físicas, expressões faciais, poses e roupas</w:t>
            </w:r>
            <w:r w:rsidR="00DF63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DF6371" w:rsidRPr="00DF6371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conceber o personagem, criando esboços preliminares</w:t>
            </w:r>
          </w:p>
          <w:p w14:paraId="388F25C6" w14:textId="6B59FCFF" w:rsidR="00870176" w:rsidRDefault="00870176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BD427F" w:rsidRPr="00BD427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Refinar os esboços iniciais para estabelecer as características distintivas do personagem</w:t>
            </w:r>
          </w:p>
          <w:p w14:paraId="1610CD03" w14:textId="3416C7F0" w:rsidR="009D4235" w:rsidRDefault="00870176" w:rsidP="009D42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BD427F" w:rsidRPr="00BD427F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poses e expressões para o personagem, mostrando diferentes estados de humor, ações e gestos.</w:t>
            </w:r>
          </w:p>
          <w:p w14:paraId="6DD3525E" w14:textId="1235224C" w:rsidR="00870176" w:rsidRPr="0008537A" w:rsidRDefault="00870176" w:rsidP="009D42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D4235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8747F9" w:rsidRPr="008747F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Padronizar o layout das páginas do </w:t>
            </w:r>
            <w:proofErr w:type="spellStart"/>
            <w:r w:rsidR="008747F9" w:rsidRPr="008747F9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</w:t>
            </w:r>
            <w:proofErr w:type="spellEnd"/>
            <w:r w:rsidR="008747F9" w:rsidRPr="008747F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8747F9" w:rsidRPr="008747F9">
              <w:rPr>
                <w:rFonts w:ascii="Verdana Pro Light" w:eastAsia="Arial Unicode MS" w:hAnsi="Verdana Pro Light" w:cs="Arial Unicode MS"/>
                <w:sz w:val="18"/>
                <w:szCs w:val="18"/>
              </w:rPr>
              <w:t>Sheet</w:t>
            </w:r>
            <w:proofErr w:type="spellEnd"/>
            <w:r w:rsidR="008747F9" w:rsidRPr="008747F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exportar o arquivo em um formato adequado para distribuição e referência durante o processo de produção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linetest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70176" w:rsidRPr="00136AD8" w14:paraId="1F061B1E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4BA733" w14:textId="77777777" w:rsidR="00870176" w:rsidRPr="001B353A" w:rsidRDefault="00870176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5A2F48" w14:textId="77777777" w:rsidR="00870176" w:rsidRPr="001B353A" w:rsidRDefault="0087017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D4E29B" w14:textId="77777777" w:rsidR="00870176" w:rsidRPr="001B353A" w:rsidRDefault="0087017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70176" w:rsidRPr="00136AD8" w14:paraId="2EA277F0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B1A53" w14:textId="77777777" w:rsidR="00870176" w:rsidRPr="0082388E" w:rsidRDefault="0087017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Folhas de Modelos</w:t>
            </w:r>
          </w:p>
          <w:p w14:paraId="043DC67C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modelo</w:t>
            </w:r>
          </w:p>
          <w:p w14:paraId="50F43ED7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poses</w:t>
            </w:r>
          </w:p>
          <w:p w14:paraId="451B95FF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silhueta e linha</w:t>
            </w:r>
          </w:p>
          <w:p w14:paraId="4E5633F3" w14:textId="77777777" w:rsidR="00870176" w:rsidRPr="0082388E" w:rsidRDefault="0087017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 de Personagem</w:t>
            </w:r>
          </w:p>
          <w:p w14:paraId="5C13C2B9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7D221E0D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pose para animação</w:t>
            </w:r>
          </w:p>
          <w:p w14:paraId="20E7D9AD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 para animação</w:t>
            </w:r>
          </w:p>
          <w:p w14:paraId="79968C8C" w14:textId="77777777" w:rsidR="00870176" w:rsidRPr="0082388E" w:rsidRDefault="0087017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em Photoshop</w:t>
            </w:r>
          </w:p>
          <w:p w14:paraId="1F9ADABC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Imagem/títulos ou gráficos</w:t>
            </w:r>
          </w:p>
          <w:p w14:paraId="12C62C27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personagens</w:t>
            </w:r>
          </w:p>
          <w:p w14:paraId="57987D14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</w:t>
            </w:r>
            <w:proofErr w:type="spellEnd"/>
          </w:p>
          <w:p w14:paraId="100348DA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690E8BD7" w14:textId="77777777" w:rsidR="00870176" w:rsidRPr="0082388E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Mascaras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Blend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Modes</w:t>
            </w:r>
            <w:proofErr w:type="spellEnd"/>
          </w:p>
          <w:p w14:paraId="6E179D3B" w14:textId="77777777" w:rsidR="00870176" w:rsidRPr="0082388E" w:rsidRDefault="0087017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1AF7D061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3001DB1A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523F4152" w14:textId="77777777" w:rsidR="00870176" w:rsidRPr="00441A74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9CE90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ilustração</w:t>
            </w:r>
          </w:p>
          <w:p w14:paraId="43C5E329" w14:textId="16EEA7C6" w:rsidR="00E67D10" w:rsidRDefault="00BD5105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E67D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67D10" w:rsidRPr="00E67D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proporções humanas e anatomia básica</w:t>
            </w:r>
          </w:p>
          <w:p w14:paraId="76365A1A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Ilustração de personagens e ambientes</w:t>
            </w:r>
          </w:p>
          <w:p w14:paraId="1E2B97F3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Edição de Imagem</w:t>
            </w:r>
          </w:p>
          <w:p w14:paraId="09710C8A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67A85B14" w14:textId="2E709EDF" w:rsidR="00E320FB" w:rsidRPr="00FB6877" w:rsidRDefault="00E320FB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so</w:t>
            </w:r>
            <w:r w:rsidRPr="00E320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ftwares de ilustração digital</w:t>
            </w:r>
          </w:p>
          <w:p w14:paraId="50FAB3A4" w14:textId="77777777" w:rsidR="00870176" w:rsidRPr="00FB6877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8C8B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17E94E6" w14:textId="77777777" w:rsidR="00870176" w:rsidRDefault="00870176" w:rsidP="0087017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02324AE" w14:textId="77777777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F42FAFB" w14:textId="2F03B544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D8C7BEF" w14:textId="70BF0938" w:rsidR="00870176" w:rsidRDefault="00870176" w:rsidP="008701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7A34BDE" w14:textId="77777777" w:rsidR="00870176" w:rsidRPr="000173C0" w:rsidRDefault="00870176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34C8FB3" w14:textId="77777777" w:rsidR="00870176" w:rsidRDefault="00870176" w:rsidP="0087017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ED4ADF" w14:textId="77777777" w:rsidR="00870176" w:rsidRPr="00F87025" w:rsidRDefault="00870176" w:rsidP="008701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C96E6AB" w14:textId="295B6F6C" w:rsidR="00870176" w:rsidRPr="009D4235" w:rsidRDefault="00870176" w:rsidP="009D42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Criar </w:t>
      </w:r>
      <w:proofErr w:type="spellStart"/>
      <w:r>
        <w:rPr>
          <w:rFonts w:ascii="Verdana Pro Light" w:eastAsia="Arial Unicode MS" w:hAnsi="Verdana Pro Light" w:cs="Times New Roman"/>
          <w:b/>
          <w:sz w:val="18"/>
          <w:szCs w:val="18"/>
        </w:rPr>
        <w:t>Modelsheet</w:t>
      </w:r>
      <w:proofErr w:type="spellEnd"/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de personagens 2D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41C2688" w14:textId="6994B85B" w:rsidR="00870176" w:rsidRDefault="00870176" w:rsidP="0087017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9D4235">
        <w:rPr>
          <w:rFonts w:ascii="Verdana Pro Light" w:eastAsia="Arial Unicode MS" w:hAnsi="Verdana Pro Light" w:cs="Arial Unicode MS"/>
          <w:sz w:val="18"/>
          <w:szCs w:val="18"/>
        </w:rPr>
        <w:t>1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F05F44">
        <w:rPr>
          <w:rFonts w:ascii="Verdana Pro Light" w:eastAsia="Arial Unicode MS" w:hAnsi="Verdana Pro Light" w:cs="Arial Unicode MS"/>
          <w:sz w:val="18"/>
          <w:szCs w:val="18"/>
        </w:rPr>
        <w:t>R</w:t>
      </w:r>
      <w:r w:rsidR="00F05F44" w:rsidRPr="00F05F44">
        <w:rPr>
          <w:rFonts w:ascii="Verdana Pro Light" w:eastAsia="Arial Unicode MS" w:hAnsi="Verdana Pro Light" w:cs="Arial Unicode MS"/>
          <w:sz w:val="18"/>
          <w:szCs w:val="18"/>
        </w:rPr>
        <w:t>epresenta</w:t>
      </w:r>
      <w:r w:rsidR="00F05F44">
        <w:rPr>
          <w:rFonts w:ascii="Verdana Pro Light" w:eastAsia="Arial Unicode MS" w:hAnsi="Verdana Pro Light" w:cs="Arial Unicode MS"/>
          <w:sz w:val="18"/>
          <w:szCs w:val="18"/>
        </w:rPr>
        <w:t xml:space="preserve">ndo </w:t>
      </w:r>
      <w:r w:rsidR="00F05F44" w:rsidRPr="00F05F44">
        <w:rPr>
          <w:rFonts w:ascii="Verdana Pro Light" w:eastAsia="Arial Unicode MS" w:hAnsi="Verdana Pro Light" w:cs="Arial Unicode MS"/>
          <w:sz w:val="18"/>
          <w:szCs w:val="18"/>
        </w:rPr>
        <w:t xml:space="preserve">os personagens de forma precisa e consistente, garantindo que suas características físicas, proporções e estilo </w:t>
      </w:r>
      <w:r w:rsidR="00F05F44">
        <w:rPr>
          <w:rFonts w:ascii="Verdana Pro Light" w:eastAsia="Arial Unicode MS" w:hAnsi="Verdana Pro Light" w:cs="Arial Unicode MS"/>
          <w:sz w:val="18"/>
          <w:szCs w:val="18"/>
        </w:rPr>
        <w:t>são</w:t>
      </w:r>
      <w:r w:rsidR="00F05F44" w:rsidRPr="00F05F44">
        <w:rPr>
          <w:rFonts w:ascii="Verdana Pro Light" w:eastAsia="Arial Unicode MS" w:hAnsi="Verdana Pro Light" w:cs="Arial Unicode MS"/>
          <w:sz w:val="18"/>
          <w:szCs w:val="18"/>
        </w:rPr>
        <w:t xml:space="preserve"> mantidos em todas as poses e expressões.</w:t>
      </w:r>
    </w:p>
    <w:p w14:paraId="0CF46A7E" w14:textId="61D82299" w:rsidR="009D4235" w:rsidRDefault="009D4235" w:rsidP="009D4235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ED59EA">
        <w:rPr>
          <w:rFonts w:ascii="Verdana Pro Light" w:eastAsia="Arial Unicode MS" w:hAnsi="Verdana Pro Light" w:cs="Arial Unicode MS"/>
          <w:sz w:val="18"/>
          <w:szCs w:val="18"/>
        </w:rPr>
        <w:t xml:space="preserve">Incluindo nos </w:t>
      </w:r>
      <w:proofErr w:type="spellStart"/>
      <w:r w:rsidR="00ED59EA" w:rsidRPr="00ED59EA">
        <w:rPr>
          <w:rFonts w:ascii="Verdana Pro Light" w:eastAsia="Arial Unicode MS" w:hAnsi="Verdana Pro Light" w:cs="Arial Unicode MS"/>
          <w:sz w:val="18"/>
          <w:szCs w:val="18"/>
        </w:rPr>
        <w:t>Model</w:t>
      </w:r>
      <w:proofErr w:type="spellEnd"/>
      <w:r w:rsidR="00ED59EA" w:rsidRPr="00ED59E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="00ED59EA" w:rsidRPr="00ED59EA">
        <w:rPr>
          <w:rFonts w:ascii="Verdana Pro Light" w:eastAsia="Arial Unicode MS" w:hAnsi="Verdana Pro Light" w:cs="Arial Unicode MS"/>
          <w:sz w:val="18"/>
          <w:szCs w:val="18"/>
        </w:rPr>
        <w:t>Sheets</w:t>
      </w:r>
      <w:proofErr w:type="spellEnd"/>
      <w:r w:rsidR="00ED59EA" w:rsidRPr="00ED59E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ED59EA">
        <w:rPr>
          <w:rFonts w:ascii="Verdana Pro Light" w:eastAsia="Arial Unicode MS" w:hAnsi="Verdana Pro Light" w:cs="Arial Unicode MS"/>
          <w:sz w:val="18"/>
          <w:szCs w:val="18"/>
        </w:rPr>
        <w:t xml:space="preserve">informações </w:t>
      </w:r>
      <w:r w:rsidR="00ED59EA" w:rsidRPr="00ED59EA">
        <w:rPr>
          <w:rFonts w:ascii="Verdana Pro Light" w:eastAsia="Arial Unicode MS" w:hAnsi="Verdana Pro Light" w:cs="Arial Unicode MS"/>
          <w:sz w:val="18"/>
          <w:szCs w:val="18"/>
        </w:rPr>
        <w:t>apresentadas de forma clara e legível, facilitando a compreensão por parte dos membros da equipe de animação</w:t>
      </w:r>
    </w:p>
    <w:p w14:paraId="06FF055A" w14:textId="77777777" w:rsidR="00870176" w:rsidRPr="009D7FE3" w:rsidRDefault="00870176" w:rsidP="0087017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>Criando sistema de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exportação de ficheiros </w:t>
      </w:r>
      <w:r>
        <w:rPr>
          <w:rFonts w:ascii="Verdana Pro Light" w:eastAsia="Arial Unicode MS" w:hAnsi="Verdana Pro Light" w:cs="Arial Unicode MS"/>
          <w:sz w:val="18"/>
          <w:szCs w:val="18"/>
        </w:rPr>
        <w:t>para produção de animação 2D criando um sistema de arquivo claro e funcional</w:t>
      </w:r>
    </w:p>
    <w:p w14:paraId="5899D006" w14:textId="33A78D77" w:rsidR="00870176" w:rsidRDefault="00870176" w:rsidP="009D42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CD4. Exportando a arte final como filme (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linetest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) tendo em conta os canais de difusão</w:t>
      </w:r>
      <w:r w:rsidR="009D4235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B6DBAC" w14:textId="77777777" w:rsidR="009D4235" w:rsidRPr="009D4235" w:rsidRDefault="009D4235" w:rsidP="009D42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1FCE574A" w14:textId="77777777" w:rsidR="00870176" w:rsidRPr="00F87025" w:rsidRDefault="00870176" w:rsidP="008701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9F78068" w14:textId="77777777" w:rsidR="00870176" w:rsidRDefault="00870176" w:rsidP="0087017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3705FD68" w14:textId="77777777" w:rsidR="00870176" w:rsidRPr="00E600CE" w:rsidRDefault="00870176" w:rsidP="0087017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7BD760A2" w14:textId="77777777" w:rsidR="00870176" w:rsidRDefault="00870176" w:rsidP="0087017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10A32F99" w14:textId="77777777" w:rsidR="00870176" w:rsidRPr="00A92466" w:rsidRDefault="00870176" w:rsidP="0087017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F65C717" w14:textId="77777777" w:rsidR="00870176" w:rsidRPr="00F87025" w:rsidRDefault="00870176" w:rsidP="008701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E939445" w14:textId="77777777" w:rsidR="00870176" w:rsidRDefault="00870176" w:rsidP="0087017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EAC0FE1" w14:textId="77777777" w:rsidR="00870176" w:rsidRDefault="00870176" w:rsidP="0087017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09EA0B66" w14:textId="687A3747" w:rsidR="00870176" w:rsidRDefault="00870176" w:rsidP="0087017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  <w:r w:rsidR="009D4235">
        <w:rPr>
          <w:rFonts w:ascii="Verdana Pro Light" w:eastAsia="Arial Unicode MS" w:hAnsi="Verdana Pro Light" w:cs="Arial Unicode MS"/>
          <w:sz w:val="18"/>
          <w:szCs w:val="18"/>
        </w:rPr>
        <w:t xml:space="preserve">para desenvolvimento de </w:t>
      </w:r>
      <w:proofErr w:type="spellStart"/>
      <w:r w:rsidR="009D4235">
        <w:rPr>
          <w:rFonts w:ascii="Verdana Pro Light" w:eastAsia="Arial Unicode MS" w:hAnsi="Verdana Pro Light" w:cs="Arial Unicode MS"/>
          <w:sz w:val="18"/>
          <w:szCs w:val="18"/>
        </w:rPr>
        <w:t>Modelsheet</w:t>
      </w:r>
      <w:proofErr w:type="spellEnd"/>
    </w:p>
    <w:p w14:paraId="72C407AB" w14:textId="77777777" w:rsidR="00870176" w:rsidRPr="00FC797E" w:rsidRDefault="00870176" w:rsidP="0087017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5670D20" w14:textId="77777777" w:rsidR="00870176" w:rsidRPr="00F87025" w:rsidRDefault="00870176" w:rsidP="008701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D6F74F1" w14:textId="77777777" w:rsidR="00870176" w:rsidRDefault="00870176" w:rsidP="00870176">
      <w:pPr>
        <w:rPr>
          <w:rFonts w:ascii="Verdana Pro Light" w:hAnsi="Verdana Pro Light"/>
          <w:smallCaps/>
        </w:rPr>
      </w:pPr>
    </w:p>
    <w:p w14:paraId="10B23E1B" w14:textId="21054BF5" w:rsidR="009D4235" w:rsidRPr="009D4235" w:rsidRDefault="00870176" w:rsidP="009D4235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 w:rsidR="009D4235">
        <w:rPr>
          <w:rFonts w:ascii="Verdana Pro Light" w:hAnsi="Verdana Pro Light"/>
          <w:smallCaps/>
        </w:rPr>
        <w:br/>
      </w:r>
      <w:r w:rsidR="009D4235" w:rsidRPr="009D4235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elaboração </w:t>
      </w:r>
      <w:proofErr w:type="spellStart"/>
      <w:r w:rsidR="009D4235" w:rsidRPr="009D4235">
        <w:rPr>
          <w:rFonts w:ascii="Verdana Pro Light" w:eastAsia="Arial Unicode MS" w:hAnsi="Verdana Pro Light" w:cs="Arial Unicode MS"/>
          <w:sz w:val="18"/>
          <w:szCs w:val="18"/>
        </w:rPr>
        <w:t>Modelsheet</w:t>
      </w:r>
      <w:proofErr w:type="spellEnd"/>
      <w:r w:rsidR="009D4235" w:rsidRPr="009D4235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elaboração de </w:t>
      </w:r>
      <w:proofErr w:type="spellStart"/>
      <w:r w:rsidR="009D4235" w:rsidRPr="009D4235">
        <w:rPr>
          <w:rFonts w:ascii="Verdana Pro Light" w:eastAsia="Arial Unicode MS" w:hAnsi="Verdana Pro Light" w:cs="Arial Unicode MS"/>
          <w:sz w:val="18"/>
          <w:szCs w:val="18"/>
        </w:rPr>
        <w:t>Modelsheet</w:t>
      </w:r>
      <w:proofErr w:type="spellEnd"/>
      <w:r w:rsidR="009D4235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D830978" w14:textId="692A23F4" w:rsidR="00870176" w:rsidRPr="00866D0C" w:rsidRDefault="00870176" w:rsidP="009D4235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9D4235">
        <w:rPr>
          <w:rFonts w:ascii="Verdana Pro Light" w:hAnsi="Verdana Pro Light"/>
          <w:smallCaps/>
        </w:rPr>
        <w:t>forma de organização da formação (a distância, presencial, misto):</w:t>
      </w:r>
      <w:r w:rsidRPr="009D4235">
        <w:rPr>
          <w:rFonts w:ascii="Verdana Pro Light" w:hAnsi="Verdana Pro Light"/>
          <w:smallCaps/>
        </w:rPr>
        <w:br/>
      </w:r>
      <w:r w:rsidRPr="009D4235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</w:p>
    <w:p w14:paraId="6BAF1A10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0E390E3C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64BCECFB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247B125E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5CD4B078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422D8160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4BCF9472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190B9226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51D44A19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19E06156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1980B480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075AE24A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79A55B6F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5500304B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360411D9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4D1DE7A3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p w14:paraId="78AA9A72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66D0C" w:rsidRPr="00136AD8" w14:paraId="5254F58A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AB07BF" w14:textId="3E467243" w:rsidR="00866D0C" w:rsidRPr="00F42D38" w:rsidRDefault="00866D0C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54CD4D" w14:textId="77777777" w:rsidR="00866D0C" w:rsidRPr="00F42D38" w:rsidRDefault="00866D0C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Desenhar e construir personagens e cenários para animação tradicional</w:t>
            </w:r>
          </w:p>
        </w:tc>
      </w:tr>
    </w:tbl>
    <w:p w14:paraId="205C7E8F" w14:textId="77777777" w:rsidR="00866D0C" w:rsidRPr="00136AD8" w:rsidRDefault="00866D0C" w:rsidP="00866D0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76FFC1C" w14:textId="77777777" w:rsidR="00866D0C" w:rsidRDefault="00866D0C" w:rsidP="00866D0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E276E93" w14:textId="77777777" w:rsidR="00866D0C" w:rsidRPr="003200F2" w:rsidRDefault="00866D0C" w:rsidP="00866D0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9C9E448" w14:textId="77777777" w:rsidR="00866D0C" w:rsidRPr="00136AD8" w:rsidRDefault="00866D0C" w:rsidP="00866D0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866D0C" w:rsidRPr="00136AD8" w14:paraId="4A554B8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4760B2" w14:textId="77777777" w:rsidR="00866D0C" w:rsidRPr="001B353A" w:rsidRDefault="00866D0C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66D0C" w:rsidRPr="00136AD8" w14:paraId="0292801E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3F6318" w14:textId="1520FC5F" w:rsidR="00866D0C" w:rsidRDefault="00866D0C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23BC5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B87721" w:rsidRPr="00B87721">
              <w:rPr>
                <w:rFonts w:ascii="Verdana Pro Light" w:eastAsia="Arial Unicode MS" w:hAnsi="Verdana Pro Light" w:cs="Arial Unicode MS"/>
                <w:sz w:val="18"/>
                <w:szCs w:val="18"/>
              </w:rPr>
              <w:t>riar conceitos para personagens e cenários</w:t>
            </w:r>
            <w:r w:rsidR="00B8772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fazer esboços de personagens e </w:t>
            </w:r>
            <w:r w:rsidR="00523BC5">
              <w:rPr>
                <w:rFonts w:ascii="Verdana Pro Light" w:eastAsia="Arial Unicode MS" w:hAnsi="Verdana Pro Light" w:cs="Arial Unicode MS"/>
                <w:sz w:val="18"/>
                <w:szCs w:val="18"/>
              </w:rPr>
              <w:t>cenários</w:t>
            </w:r>
          </w:p>
          <w:p w14:paraId="2BC95C86" w14:textId="6DDC64BE" w:rsidR="00866D0C" w:rsidRDefault="00866D0C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</w:t>
            </w:r>
            <w:r w:rsidR="002609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para a produção de personagens e cenários analógicos</w:t>
            </w:r>
          </w:p>
          <w:p w14:paraId="66EF3B1F" w14:textId="77777777" w:rsidR="00866D0C" w:rsidRDefault="00866D0C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Desenvolver um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Moodboard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utilizando as regras básicas de desenho, escala, profundidade de campo</w:t>
            </w:r>
          </w:p>
          <w:p w14:paraId="02BC082E" w14:textId="77777777" w:rsidR="00866D0C" w:rsidRPr="0008537A" w:rsidRDefault="00866D0C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a arte final como Painel de Apresentação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66D0C" w:rsidRPr="00136AD8" w14:paraId="7A6D7A5A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49A33E" w14:textId="77777777" w:rsidR="00866D0C" w:rsidRPr="001B353A" w:rsidRDefault="00866D0C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084FAC" w14:textId="77777777" w:rsidR="00866D0C" w:rsidRPr="001B353A" w:rsidRDefault="00866D0C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EE536A0" w14:textId="77777777" w:rsidR="00866D0C" w:rsidRPr="001B353A" w:rsidRDefault="00866D0C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66D0C" w:rsidRPr="00136AD8" w14:paraId="6DEE1650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BD3EB" w14:textId="77777777" w:rsidR="00866D0C" w:rsidRPr="0082388E" w:rsidRDefault="00866D0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 de Modelos</w:t>
            </w:r>
          </w:p>
          <w:p w14:paraId="5BFDB6B6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2F5743E0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 plasticidades</w:t>
            </w:r>
          </w:p>
          <w:p w14:paraId="41D3C776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desenho, recorte e silhueta</w:t>
            </w:r>
          </w:p>
          <w:p w14:paraId="51B867C3" w14:textId="014EB1C8" w:rsidR="00894241" w:rsidRDefault="00894241" w:rsidP="00894241">
            <w:pPr>
              <w:spacing w:before="120" w:after="0" w:line="276" w:lineRule="auto"/>
              <w:ind w:left="317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2116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Técnicas de produção de </w:t>
            </w:r>
            <w:r w:rsidR="0032116E" w:rsidRPr="0032116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personagens e cenários analógicos:</w:t>
            </w:r>
          </w:p>
          <w:p w14:paraId="21FF7395" w14:textId="16412B52" w:rsidR="0032116E" w:rsidRPr="0032116E" w:rsidRDefault="0032116E" w:rsidP="003211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a lápis</w:t>
            </w:r>
          </w:p>
          <w:p w14:paraId="55CA958B" w14:textId="2AD16232" w:rsidR="0032116E" w:rsidRPr="0032116E" w:rsidRDefault="0032116E" w:rsidP="003211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Tinta e pincel</w:t>
            </w:r>
          </w:p>
          <w:p w14:paraId="4578191C" w14:textId="3EC475AA" w:rsidR="0032116E" w:rsidRPr="0032116E" w:rsidRDefault="0032116E" w:rsidP="003211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Celulóide</w:t>
            </w:r>
            <w:proofErr w:type="spellEnd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proofErr w:type="spellStart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cels</w:t>
            </w:r>
            <w:proofErr w:type="spellEnd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2E966F3" w14:textId="0624954A" w:rsidR="0032116E" w:rsidRPr="0032116E" w:rsidRDefault="0032116E" w:rsidP="003211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Recortes e colagens</w:t>
            </w:r>
          </w:p>
          <w:p w14:paraId="7E6DB510" w14:textId="272E04BF" w:rsidR="0032116E" w:rsidRPr="0032116E" w:rsidRDefault="0032116E" w:rsidP="003211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Fotgrafioa</w:t>
            </w:r>
            <w:proofErr w:type="spellEnd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stopmotion</w:t>
            </w:r>
            <w:proofErr w:type="spellEnd"/>
            <w:r w:rsidRPr="003211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497C099" w14:textId="77777777" w:rsidR="00866D0C" w:rsidRPr="0082388E" w:rsidRDefault="00866D0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 de Personagem/Cenário</w:t>
            </w:r>
          </w:p>
          <w:p w14:paraId="7CC49967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1D3DECF2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 profundidades de campo</w:t>
            </w:r>
          </w:p>
          <w:p w14:paraId="6DBB92D7" w14:textId="22877478" w:rsidR="005D64A1" w:rsidRPr="005D64A1" w:rsidRDefault="00866D0C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 e ilustração para animação</w:t>
            </w:r>
          </w:p>
          <w:p w14:paraId="24F2F965" w14:textId="77777777" w:rsidR="005D64A1" w:rsidRPr="005D64A1" w:rsidRDefault="005D64A1" w:rsidP="005D64A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64A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Ferramentas digitais de edição de imagem </w:t>
            </w:r>
          </w:p>
          <w:p w14:paraId="7B1FF4AB" w14:textId="73DA9E2C" w:rsidR="00866D0C" w:rsidRPr="005D64A1" w:rsidRDefault="00866D0C" w:rsidP="005D64A1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64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Imagem/títulos ou gráficos</w:t>
            </w:r>
          </w:p>
          <w:p w14:paraId="13FA44DA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personagens</w:t>
            </w:r>
          </w:p>
          <w:p w14:paraId="03301513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cenários</w:t>
            </w:r>
          </w:p>
          <w:p w14:paraId="66A51E04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Cor, texturas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</w:t>
            </w:r>
            <w:proofErr w:type="spellEnd"/>
          </w:p>
          <w:p w14:paraId="677D6E6C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52021673" w14:textId="77777777" w:rsidR="00866D0C" w:rsidRPr="0082388E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Mascaras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Blend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Modes</w:t>
            </w:r>
            <w:proofErr w:type="spellEnd"/>
          </w:p>
          <w:p w14:paraId="3524253A" w14:textId="77777777" w:rsidR="00866D0C" w:rsidRPr="0082388E" w:rsidRDefault="00866D0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46B4E7AE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2528CE3C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297CAD56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2F129868" w14:textId="77777777" w:rsidR="00866D0C" w:rsidRPr="002C2F95" w:rsidRDefault="00866D0C" w:rsidP="00464811">
            <w:pPr>
              <w:spacing w:before="120" w:after="0" w:line="276" w:lineRule="auto"/>
              <w:ind w:left="317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D914A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ilustração 2D</w:t>
            </w:r>
          </w:p>
          <w:p w14:paraId="416BB6F9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Ilustração de personagens e ambientes analógicos</w:t>
            </w:r>
          </w:p>
          <w:p w14:paraId="5C57484B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Edição de Imagem para animação analógica</w:t>
            </w:r>
          </w:p>
          <w:p w14:paraId="6B4DEB54" w14:textId="72B92898" w:rsidR="005D64A1" w:rsidRP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1B7D5D49" w14:textId="77777777" w:rsidR="00866D0C" w:rsidRPr="00FB6877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33706C8C" w14:textId="77777777" w:rsidR="00866D0C" w:rsidRPr="00FB6877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10515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12CE8BE" w14:textId="77777777" w:rsidR="00866D0C" w:rsidRDefault="00866D0C" w:rsidP="00866D0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2E9B370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A95B79D" w14:textId="77777777" w:rsidR="00866D0C" w:rsidRDefault="00866D0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6146E9A7" w14:textId="6AB69520" w:rsidR="00FD023C" w:rsidRDefault="00FD023C" w:rsidP="00866D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CB1D967" w14:textId="77777777" w:rsidR="00866D0C" w:rsidRPr="000173C0" w:rsidRDefault="00866D0C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98ABC06" w14:textId="77777777" w:rsidR="00866D0C" w:rsidRDefault="00866D0C" w:rsidP="00866D0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6B289E" w14:textId="77777777" w:rsidR="00866D0C" w:rsidRPr="00F87025" w:rsidRDefault="00866D0C" w:rsidP="00866D0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8516CF8" w14:textId="50B3A413" w:rsidR="00866D0C" w:rsidRDefault="00866D0C" w:rsidP="00866D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Desenhar e construir personagens e cenários para animação tradicional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6CE555C" w14:textId="0564E472" w:rsidR="00866D0C" w:rsidRPr="009D7FE3" w:rsidRDefault="00866D0C" w:rsidP="00866D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C46941">
        <w:rPr>
          <w:rFonts w:ascii="Verdana Pro Light" w:eastAsia="Arial Unicode MS" w:hAnsi="Verdana Pro Light" w:cs="Arial Unicode MS"/>
          <w:sz w:val="18"/>
          <w:szCs w:val="18"/>
        </w:rPr>
        <w:t>Mantendo</w:t>
      </w:r>
      <w:r w:rsidR="004D7463">
        <w:rPr>
          <w:rFonts w:ascii="Verdana Pro Light" w:eastAsia="Arial Unicode MS" w:hAnsi="Verdana Pro Light" w:cs="Arial Unicode MS"/>
          <w:sz w:val="18"/>
          <w:szCs w:val="18"/>
        </w:rPr>
        <w:t xml:space="preserve"> a </w:t>
      </w:r>
      <w:r w:rsidR="004D7463" w:rsidRPr="004D7463">
        <w:rPr>
          <w:rFonts w:ascii="Verdana Pro Light" w:eastAsia="Arial Unicode MS" w:hAnsi="Verdana Pro Light" w:cs="Arial Unicode MS"/>
          <w:sz w:val="18"/>
          <w:szCs w:val="18"/>
        </w:rPr>
        <w:t>consistência visual ao longo de toda a animação</w:t>
      </w:r>
    </w:p>
    <w:p w14:paraId="14ADA096" w14:textId="466EC094" w:rsidR="00866D0C" w:rsidRPr="009D7FE3" w:rsidRDefault="00866D0C" w:rsidP="00866D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="004D7463">
        <w:rPr>
          <w:rFonts w:ascii="Verdana Pro Light" w:eastAsia="Arial Unicode MS" w:hAnsi="Verdana Pro Light" w:cs="Arial Unicode MS"/>
          <w:sz w:val="18"/>
          <w:szCs w:val="18"/>
        </w:rPr>
        <w:t>criando personagens e</w:t>
      </w:r>
      <w:r w:rsidR="004D7463" w:rsidRPr="004D7463">
        <w:rPr>
          <w:rFonts w:ascii="Verdana Pro Light" w:eastAsia="Arial Unicode MS" w:hAnsi="Verdana Pro Light" w:cs="Arial Unicode MS"/>
          <w:sz w:val="18"/>
          <w:szCs w:val="18"/>
        </w:rPr>
        <w:t>xpressivos e capazes de transmitir emoções de forma clara e convincente</w:t>
      </w:r>
    </w:p>
    <w:p w14:paraId="63F65F20" w14:textId="5FB3AAA8" w:rsidR="00866D0C" w:rsidRPr="009D7FE3" w:rsidRDefault="00866D0C" w:rsidP="00866D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4D7463">
        <w:rPr>
          <w:rFonts w:ascii="Verdana Pro Light" w:eastAsia="Arial Unicode MS" w:hAnsi="Verdana Pro Light" w:cs="Arial Unicode MS"/>
          <w:sz w:val="18"/>
          <w:szCs w:val="18"/>
        </w:rPr>
        <w:t xml:space="preserve">Produzindo uma animação fluida e natural dos personagens </w:t>
      </w:r>
      <w:r w:rsidR="003E56DF">
        <w:rPr>
          <w:rFonts w:ascii="Verdana Pro Light" w:eastAsia="Arial Unicode MS" w:hAnsi="Verdana Pro Light" w:cs="Arial Unicode MS"/>
          <w:sz w:val="18"/>
          <w:szCs w:val="18"/>
        </w:rPr>
        <w:t xml:space="preserve">pela aplicação dos </w:t>
      </w:r>
      <w:r w:rsidR="003E56DF" w:rsidRPr="003E56DF">
        <w:rPr>
          <w:rFonts w:ascii="Verdana Pro Light" w:eastAsia="Arial Unicode MS" w:hAnsi="Verdana Pro Light" w:cs="Arial Unicode MS"/>
          <w:sz w:val="18"/>
          <w:szCs w:val="18"/>
        </w:rPr>
        <w:t xml:space="preserve">princípios básicos de animação, como timing, squash </w:t>
      </w:r>
      <w:proofErr w:type="spellStart"/>
      <w:r w:rsidR="003E56DF" w:rsidRPr="003E56DF">
        <w:rPr>
          <w:rFonts w:ascii="Verdana Pro Light" w:eastAsia="Arial Unicode MS" w:hAnsi="Verdana Pro Light" w:cs="Arial Unicode MS"/>
          <w:sz w:val="18"/>
          <w:szCs w:val="18"/>
        </w:rPr>
        <w:t>and</w:t>
      </w:r>
      <w:proofErr w:type="spellEnd"/>
      <w:r w:rsidR="003E56DF" w:rsidRPr="003E56D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="003E56DF" w:rsidRPr="003E56DF">
        <w:rPr>
          <w:rFonts w:ascii="Verdana Pro Light" w:eastAsia="Arial Unicode MS" w:hAnsi="Verdana Pro Light" w:cs="Arial Unicode MS"/>
          <w:sz w:val="18"/>
          <w:szCs w:val="18"/>
        </w:rPr>
        <w:t>stretch</w:t>
      </w:r>
      <w:proofErr w:type="spellEnd"/>
      <w:r w:rsidR="003E56DF" w:rsidRPr="003E56DF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proofErr w:type="spellStart"/>
      <w:r w:rsidR="003E56DF" w:rsidRPr="003E56DF">
        <w:rPr>
          <w:rFonts w:ascii="Verdana Pro Light" w:eastAsia="Arial Unicode MS" w:hAnsi="Verdana Pro Light" w:cs="Arial Unicode MS"/>
          <w:sz w:val="18"/>
          <w:szCs w:val="18"/>
        </w:rPr>
        <w:t>anticipation</w:t>
      </w:r>
      <w:proofErr w:type="spellEnd"/>
    </w:p>
    <w:p w14:paraId="7DAC3726" w14:textId="10FFF913" w:rsidR="00866D0C" w:rsidRDefault="00866D0C" w:rsidP="00866D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475BFC">
        <w:rPr>
          <w:rFonts w:ascii="Verdana Pro Light" w:eastAsia="Arial Unicode MS" w:hAnsi="Verdana Pro Light" w:cs="Arial Unicode MS"/>
          <w:sz w:val="18"/>
          <w:szCs w:val="18"/>
        </w:rPr>
        <w:t xml:space="preserve">Exportando a arte final como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um </w:t>
      </w:r>
      <w:r w:rsidR="00FD023C">
        <w:rPr>
          <w:rFonts w:ascii="Verdana Pro Light" w:eastAsia="Arial Unicode MS" w:hAnsi="Verdana Pro Light" w:cs="Arial Unicode MS"/>
          <w:sz w:val="18"/>
          <w:szCs w:val="18"/>
        </w:rPr>
        <w:t>p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ainel de </w:t>
      </w:r>
      <w:r w:rsidR="00FD023C">
        <w:rPr>
          <w:rFonts w:ascii="Verdana Pro Light" w:eastAsia="Arial Unicode MS" w:hAnsi="Verdana Pro Light" w:cs="Arial Unicode MS"/>
          <w:sz w:val="18"/>
          <w:szCs w:val="18"/>
        </w:rPr>
        <w:t>a</w:t>
      </w:r>
      <w:r>
        <w:rPr>
          <w:rFonts w:ascii="Verdana Pro Light" w:eastAsia="Arial Unicode MS" w:hAnsi="Verdana Pro Light" w:cs="Arial Unicode MS"/>
          <w:sz w:val="18"/>
          <w:szCs w:val="18"/>
        </w:rPr>
        <w:t>presentação</w:t>
      </w:r>
    </w:p>
    <w:p w14:paraId="52CC958E" w14:textId="77777777" w:rsidR="00866D0C" w:rsidRPr="00475BFC" w:rsidRDefault="00866D0C" w:rsidP="00866D0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0D924008" w14:textId="77777777" w:rsidR="00866D0C" w:rsidRPr="00F87025" w:rsidRDefault="00866D0C" w:rsidP="00866D0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AF2569" w14:textId="77777777" w:rsidR="00866D0C" w:rsidRDefault="00866D0C" w:rsidP="00866D0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603AF0F4" w14:textId="77777777" w:rsidR="00866D0C" w:rsidRPr="00E600CE" w:rsidRDefault="00866D0C" w:rsidP="00866D0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503AA93D" w14:textId="77777777" w:rsidR="00866D0C" w:rsidRDefault="00866D0C" w:rsidP="00866D0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757B78E0" w14:textId="77777777" w:rsidR="00866D0C" w:rsidRPr="00A92466" w:rsidRDefault="00866D0C" w:rsidP="00866D0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D922E9" w14:textId="77777777" w:rsidR="00866D0C" w:rsidRPr="00F87025" w:rsidRDefault="00866D0C" w:rsidP="00866D0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11D1019" w14:textId="77777777" w:rsidR="00866D0C" w:rsidRDefault="00866D0C" w:rsidP="00866D0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2FF658C" w14:textId="77777777" w:rsidR="00866D0C" w:rsidRDefault="00866D0C" w:rsidP="00866D0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7AE79D39" w14:textId="474A7447" w:rsidR="00866D0C" w:rsidRDefault="00866D0C" w:rsidP="00866D0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de Filme/Animação real ou simulado</w:t>
      </w:r>
    </w:p>
    <w:p w14:paraId="22878D18" w14:textId="77777777" w:rsidR="00866D0C" w:rsidRPr="00FC797E" w:rsidRDefault="00866D0C" w:rsidP="00866D0C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53C8F16" w14:textId="77777777" w:rsidR="00866D0C" w:rsidRPr="00F87025" w:rsidRDefault="00866D0C" w:rsidP="00866D0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F4A0FC4" w14:textId="77777777" w:rsidR="00866D0C" w:rsidRDefault="00866D0C" w:rsidP="00866D0C">
      <w:pPr>
        <w:rPr>
          <w:rFonts w:ascii="Verdana Pro Light" w:hAnsi="Verdana Pro Light"/>
          <w:smallCaps/>
        </w:rPr>
      </w:pPr>
    </w:p>
    <w:p w14:paraId="174BA4B4" w14:textId="77777777" w:rsidR="00866D0C" w:rsidRPr="00C34354" w:rsidRDefault="00866D0C" w:rsidP="00866D0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BFA4057" w14:textId="71A2EF5A" w:rsidR="00866D0C" w:rsidRPr="00FC797E" w:rsidRDefault="00FD023C" w:rsidP="00866D0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9D4235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</w:t>
      </w:r>
      <w:r w:rsidRPr="00FD023C">
        <w:rPr>
          <w:rFonts w:ascii="Verdana Pro Light" w:eastAsia="Arial Unicode MS" w:hAnsi="Verdana Pro Light" w:cs="Arial Unicode MS"/>
          <w:sz w:val="18"/>
          <w:szCs w:val="18"/>
        </w:rPr>
        <w:t>constru</w:t>
      </w:r>
      <w:r>
        <w:rPr>
          <w:rFonts w:ascii="Verdana Pro Light" w:eastAsia="Arial Unicode MS" w:hAnsi="Verdana Pro Light" w:cs="Arial Unicode MS"/>
          <w:sz w:val="18"/>
          <w:szCs w:val="18"/>
        </w:rPr>
        <w:t>ção de</w:t>
      </w:r>
      <w:r w:rsidRPr="00FD023C">
        <w:rPr>
          <w:rFonts w:ascii="Verdana Pro Light" w:eastAsia="Arial Unicode MS" w:hAnsi="Verdana Pro Light" w:cs="Arial Unicode MS"/>
          <w:sz w:val="18"/>
          <w:szCs w:val="18"/>
        </w:rPr>
        <w:t xml:space="preserve"> personagens e cenários para animação tradicional</w:t>
      </w:r>
      <w:r w:rsidRPr="009D4235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</w:t>
      </w:r>
      <w:r w:rsidRPr="00FD023C">
        <w:rPr>
          <w:rFonts w:ascii="Verdana Pro Light" w:eastAsia="Arial Unicode MS" w:hAnsi="Verdana Pro Light" w:cs="Arial Unicode MS"/>
          <w:sz w:val="18"/>
          <w:szCs w:val="18"/>
        </w:rPr>
        <w:t>constru</w:t>
      </w:r>
      <w:r>
        <w:rPr>
          <w:rFonts w:ascii="Verdana Pro Light" w:eastAsia="Arial Unicode MS" w:hAnsi="Verdana Pro Light" w:cs="Arial Unicode MS"/>
          <w:sz w:val="18"/>
          <w:szCs w:val="18"/>
        </w:rPr>
        <w:t>ção de</w:t>
      </w:r>
      <w:r w:rsidRPr="00FD023C">
        <w:rPr>
          <w:rFonts w:ascii="Verdana Pro Light" w:eastAsia="Arial Unicode MS" w:hAnsi="Verdana Pro Light" w:cs="Arial Unicode MS"/>
          <w:sz w:val="18"/>
          <w:szCs w:val="18"/>
        </w:rPr>
        <w:t xml:space="preserve"> personagens e cenários para animação tradicional</w:t>
      </w:r>
      <w:r w:rsidR="00866D0C" w:rsidRPr="0074512F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="00866D0C"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5A833739" w14:textId="77777777" w:rsidR="00866D0C" w:rsidRPr="00FC797E" w:rsidRDefault="00866D0C" w:rsidP="00866D0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A1BE85" w14:textId="77777777" w:rsidR="00866D0C" w:rsidRPr="00FD023C" w:rsidRDefault="00866D0C" w:rsidP="00FD023C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p w14:paraId="02315D08" w14:textId="77777777" w:rsidR="00866D0C" w:rsidRDefault="00866D0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1B7E46A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5F100FC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5E759B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7C72110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A8D0E3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C77F32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360A75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D023C" w:rsidRPr="00136AD8" w14:paraId="2A789CF1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6B0FFC" w14:textId="4B68C6E5" w:rsidR="00FD023C" w:rsidRPr="00F42D38" w:rsidRDefault="00FD023C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510D50" w14:textId="77777777" w:rsidR="00FD023C" w:rsidRPr="00F42D38" w:rsidRDefault="00FD023C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enquadramentos e composição de planos para Câmara</w:t>
            </w:r>
          </w:p>
        </w:tc>
      </w:tr>
    </w:tbl>
    <w:p w14:paraId="70298C29" w14:textId="77777777" w:rsidR="00FD023C" w:rsidRPr="00136AD8" w:rsidRDefault="00FD023C" w:rsidP="00FD023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4F2ED18" w14:textId="77777777" w:rsidR="00FD023C" w:rsidRDefault="00FD023C" w:rsidP="00FD023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67E7048" w14:textId="77777777" w:rsidR="00FD023C" w:rsidRPr="003200F2" w:rsidRDefault="00FD023C" w:rsidP="00FD023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BA66DB1" w14:textId="77777777" w:rsidR="00FD023C" w:rsidRPr="00136AD8" w:rsidRDefault="00FD023C" w:rsidP="00FD023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FD023C" w:rsidRPr="00136AD8" w14:paraId="0E0E6368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CB2319" w14:textId="77777777" w:rsidR="00FD023C" w:rsidRPr="001B353A" w:rsidRDefault="00FD023C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D023C" w:rsidRPr="00136AD8" w14:paraId="30320D89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0840DB" w14:textId="75C569E0" w:rsidR="00FD023C" w:rsidRDefault="00FD023C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206A1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 storyboard e definir objetivos para cada enquadramento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CACF49E" w14:textId="107EB02A" w:rsidR="00FD023C" w:rsidRDefault="00FD023C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90109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 tipo de plano </w:t>
            </w:r>
          </w:p>
          <w:p w14:paraId="023109D3" w14:textId="40136743" w:rsidR="00FD023C" w:rsidRPr="001255B4" w:rsidRDefault="00FD023C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90109E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composição visual</w:t>
            </w:r>
          </w:p>
          <w:p w14:paraId="2E528E83" w14:textId="2029D979" w:rsidR="00FD023C" w:rsidRPr="0008537A" w:rsidRDefault="00FD023C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E16F03" w:rsidRPr="00E16F0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</w:t>
            </w:r>
            <w:r w:rsidR="00E16F03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16F03" w:rsidRPr="00E16F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testes de enquadramento e composição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FD023C" w:rsidRPr="00136AD8" w14:paraId="6ED03A90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3E185D" w14:textId="77777777" w:rsidR="00FD023C" w:rsidRPr="001B353A" w:rsidRDefault="00FD023C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396839" w14:textId="77777777" w:rsidR="00FD023C" w:rsidRPr="001B353A" w:rsidRDefault="00FD023C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6034A3" w14:textId="77777777" w:rsidR="00FD023C" w:rsidRPr="001B353A" w:rsidRDefault="00FD023C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D023C" w:rsidRPr="00136AD8" w14:paraId="05141B47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75932" w14:textId="4A6E991C" w:rsidR="00A57464" w:rsidRDefault="00A57464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358F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Fenómeno de persistência retiniana de movimento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77491711" w14:textId="2952F6AD" w:rsidR="00B358FF" w:rsidRDefault="00B358F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358F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enquadramento e composição de imagem</w:t>
            </w:r>
          </w:p>
          <w:p w14:paraId="45638F23" w14:textId="1AB3238B" w:rsidR="00FD023C" w:rsidRPr="0082388E" w:rsidRDefault="00FD023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Argumento</w:t>
            </w:r>
          </w:p>
          <w:p w14:paraId="1777100D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espaço</w:t>
            </w:r>
          </w:p>
          <w:p w14:paraId="4DAF907F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Planos</w:t>
            </w:r>
          </w:p>
          <w:p w14:paraId="634746CE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realização e escrita</w:t>
            </w:r>
          </w:p>
          <w:p w14:paraId="4074318A" w14:textId="77777777" w:rsidR="00FD023C" w:rsidRPr="0082388E" w:rsidRDefault="00FD023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Planificação e direção artística</w:t>
            </w:r>
          </w:p>
          <w:p w14:paraId="449D59C4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Argumento (tema e sinopse)</w:t>
            </w:r>
          </w:p>
          <w:p w14:paraId="63899DDA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Original ou adaptação</w:t>
            </w:r>
          </w:p>
          <w:p w14:paraId="31799262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escrita </w:t>
            </w:r>
          </w:p>
          <w:p w14:paraId="1FF17971" w14:textId="77777777" w:rsidR="00FD023C" w:rsidRPr="0082388E" w:rsidRDefault="00FD023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Localização</w:t>
            </w:r>
          </w:p>
          <w:p w14:paraId="0DCCB49A" w14:textId="77777777" w:rsidR="00FD023C" w:rsidRPr="006725BB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diferentes modos de arquiteturas de espaços (interiores/exteriores), luz, psicologia do dramatismo</w:t>
            </w:r>
          </w:p>
          <w:p w14:paraId="0139358A" w14:textId="77777777" w:rsidR="00FD023C" w:rsidRPr="0082388E" w:rsidRDefault="00FD023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Montagem</w:t>
            </w:r>
          </w:p>
          <w:p w14:paraId="0AC7AE73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Planos de camara</w:t>
            </w:r>
          </w:p>
          <w:p w14:paraId="297C37EA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Realização</w:t>
            </w:r>
          </w:p>
          <w:p w14:paraId="1D79CB96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Narração</w:t>
            </w:r>
          </w:p>
          <w:p w14:paraId="648404D5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Realismo</w:t>
            </w:r>
          </w:p>
          <w:p w14:paraId="37BA3E93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Fantasia</w:t>
            </w:r>
          </w:p>
          <w:p w14:paraId="178A12F4" w14:textId="77777777" w:rsidR="00A62F15" w:rsidRPr="00EA6CF8" w:rsidRDefault="00A62F15" w:rsidP="00A62F1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A6C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de composição visual</w:t>
            </w:r>
          </w:p>
          <w:p w14:paraId="0396AF83" w14:textId="4BE8D9F6" w:rsidR="00A62F15" w:rsidRPr="00EA6CF8" w:rsidRDefault="00EA6CF8" w:rsidP="00EA6CF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A6C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A62F15" w:rsidRPr="00EA6C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egra dos terços</w:t>
            </w:r>
            <w:r w:rsidRPr="00EA6C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="00A62F15" w:rsidRPr="00EA6C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linhas de perspetiva, uso de espaço negativo</w:t>
            </w:r>
          </w:p>
          <w:p w14:paraId="7EFF71CE" w14:textId="77777777" w:rsidR="00FD023C" w:rsidRPr="0082388E" w:rsidRDefault="00FD023C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28BDD4F6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159FB537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7CFE933B" w14:textId="3CD7F4B0" w:rsidR="00FD023C" w:rsidRPr="008C0C6C" w:rsidRDefault="00FD023C" w:rsidP="008C0C6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33B6A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realização de filme</w:t>
            </w:r>
          </w:p>
          <w:p w14:paraId="72711D7E" w14:textId="77777777" w:rsidR="00B358FF" w:rsidRDefault="00B358FF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técnicas de enquadramento e composição de imagem</w:t>
            </w:r>
          </w:p>
          <w:p w14:paraId="04EC51C8" w14:textId="11D34E57" w:rsidR="00B358FF" w:rsidRDefault="00B358FF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através de</w:t>
            </w: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argumento, i</w:t>
            </w: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>mage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ns, dinâmicas em storyboard para realização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2EB2A72" w14:textId="3AF5DB56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produção de filme e Imagem</w:t>
            </w:r>
          </w:p>
          <w:p w14:paraId="42C8488E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Edição de Audiovisuais</w:t>
            </w:r>
          </w:p>
          <w:p w14:paraId="18945438" w14:textId="77777777" w:rsidR="00FD023C" w:rsidRPr="00FB6877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0D6F99A6" w14:textId="77777777" w:rsidR="00FD023C" w:rsidRPr="00FB6877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3CB7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633EFEE" w14:textId="77777777" w:rsidR="00FD023C" w:rsidRDefault="00FD023C" w:rsidP="00FD023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18840D3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32B9D71" w14:textId="77777777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0F857F9A" w14:textId="1A175042" w:rsidR="00FD023C" w:rsidRDefault="00FD023C" w:rsidP="00FD02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B43DA22" w14:textId="77777777" w:rsidR="00FD023C" w:rsidRPr="000173C0" w:rsidRDefault="00FD023C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3C1F094" w14:textId="77777777" w:rsidR="00FD023C" w:rsidRDefault="00FD023C" w:rsidP="00FD023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ECA626F" w14:textId="77777777" w:rsidR="00FD023C" w:rsidRPr="00F87025" w:rsidRDefault="00FD023C" w:rsidP="00FD02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AE72C49" w14:textId="49F32212" w:rsidR="00FD023C" w:rsidRDefault="00FD023C" w:rsidP="00FD02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Realizar enquadramentos e composição de planos para Câmara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19AAF0F" w14:textId="200356A7" w:rsidR="00FD023C" w:rsidRPr="009D7FE3" w:rsidRDefault="00FD023C" w:rsidP="00FD02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9B2ABF">
        <w:rPr>
          <w:rFonts w:ascii="Verdana Pro Light" w:eastAsia="Arial Unicode MS" w:hAnsi="Verdana Pro Light" w:cs="Arial Unicode MS"/>
          <w:sz w:val="18"/>
          <w:szCs w:val="18"/>
        </w:rPr>
        <w:t>A</w:t>
      </w:r>
      <w:r w:rsidR="009B2ABF" w:rsidRPr="009B2ABF">
        <w:rPr>
          <w:rFonts w:ascii="Verdana Pro Light" w:eastAsia="Arial Unicode MS" w:hAnsi="Verdana Pro Light" w:cs="Arial Unicode MS"/>
          <w:sz w:val="18"/>
          <w:szCs w:val="18"/>
        </w:rPr>
        <w:t>linhados com o roteiro e a narrativa da produção.</w:t>
      </w:r>
    </w:p>
    <w:p w14:paraId="163AA852" w14:textId="5364B9A0" w:rsidR="00FD023C" w:rsidRPr="009D7FE3" w:rsidRDefault="00FD023C" w:rsidP="00FD02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="00A62F15" w:rsidRPr="00A62F15">
        <w:t xml:space="preserve"> </w:t>
      </w:r>
      <w:r w:rsidR="00A62F15">
        <w:t>S</w:t>
      </w:r>
      <w:r w:rsidR="00A62F15" w:rsidRPr="00A62F15">
        <w:rPr>
          <w:rFonts w:ascii="Verdana Pro Light" w:eastAsia="Arial Unicode MS" w:hAnsi="Verdana Pro Light" w:cs="Arial Unicode MS"/>
          <w:sz w:val="18"/>
          <w:szCs w:val="18"/>
        </w:rPr>
        <w:t>egui</w:t>
      </w:r>
      <w:r w:rsidR="00A62F15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A62F15" w:rsidRPr="00A62F15">
        <w:rPr>
          <w:rFonts w:ascii="Verdana Pro Light" w:eastAsia="Arial Unicode MS" w:hAnsi="Verdana Pro Light" w:cs="Arial Unicode MS"/>
          <w:sz w:val="18"/>
          <w:szCs w:val="18"/>
        </w:rPr>
        <w:t xml:space="preserve"> princípios de composição visual, como a regra dos terços, linhas de perspetiva, uso de espaço negativo, entre outros, para criar uma composição harmoniosa e interessante.</w:t>
      </w:r>
    </w:p>
    <w:p w14:paraId="63580B68" w14:textId="77777777" w:rsidR="00FD023C" w:rsidRDefault="00FD023C" w:rsidP="00FD02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36188D">
        <w:rPr>
          <w:rFonts w:ascii="Verdana Pro Light" w:eastAsia="Arial Unicode MS" w:hAnsi="Verdana Pro Light" w:cs="Arial Unicode MS"/>
          <w:sz w:val="18"/>
          <w:szCs w:val="18"/>
        </w:rPr>
        <w:t xml:space="preserve"> Fazendo a exportação e tratamento de ficheiros para produção de animação criando um sistema de arquivo claro e funcional</w:t>
      </w:r>
    </w:p>
    <w:p w14:paraId="43BA88C5" w14:textId="77777777" w:rsidR="00FD023C" w:rsidRDefault="00FD023C" w:rsidP="00FD02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Imprimindo dossier de realização para direção</w:t>
      </w:r>
    </w:p>
    <w:p w14:paraId="661DCE4C" w14:textId="77777777" w:rsidR="00FD023C" w:rsidRPr="0036188D" w:rsidRDefault="00FD023C" w:rsidP="00FD023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2080268F" w14:textId="77777777" w:rsidR="00FD023C" w:rsidRPr="00F87025" w:rsidRDefault="00FD023C" w:rsidP="00FD02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F53F378" w14:textId="77777777" w:rsidR="00FD023C" w:rsidRDefault="00FD023C" w:rsidP="00FD023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02B0334A" w14:textId="77777777" w:rsidR="00FD023C" w:rsidRPr="00E600CE" w:rsidRDefault="00FD023C" w:rsidP="00FD023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3CAC588D" w14:textId="77777777" w:rsidR="00FD023C" w:rsidRDefault="00FD023C" w:rsidP="00FD023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3ACDFBAE" w14:textId="77777777" w:rsidR="00FD023C" w:rsidRPr="00A92466" w:rsidRDefault="00FD023C" w:rsidP="00FD023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B3D269E" w14:textId="77777777" w:rsidR="00FD023C" w:rsidRPr="00F87025" w:rsidRDefault="00FD023C" w:rsidP="00FD02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3FF3E29" w14:textId="77777777" w:rsidR="00FD023C" w:rsidRDefault="00FD023C" w:rsidP="00FD023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ACECF7F" w14:textId="008251B4" w:rsidR="00472E32" w:rsidRPr="00472E32" w:rsidRDefault="00FD023C" w:rsidP="00472E3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de imagem </w:t>
      </w:r>
    </w:p>
    <w:p w14:paraId="58081C71" w14:textId="253B593F" w:rsidR="00FD023C" w:rsidRDefault="00FD023C" w:rsidP="00FD023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4A380F57" w14:textId="77777777" w:rsidR="00FD023C" w:rsidRPr="00FC797E" w:rsidRDefault="00FD023C" w:rsidP="00FD023C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63B152D9" w14:textId="77777777" w:rsidR="00FD023C" w:rsidRPr="00F87025" w:rsidRDefault="00FD023C" w:rsidP="00FD023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4C42B4C" w14:textId="77777777" w:rsidR="00FD023C" w:rsidRDefault="00FD023C" w:rsidP="00FD023C">
      <w:pPr>
        <w:rPr>
          <w:rFonts w:ascii="Verdana Pro Light" w:hAnsi="Verdana Pro Light"/>
          <w:smallCaps/>
        </w:rPr>
      </w:pPr>
    </w:p>
    <w:p w14:paraId="14BDBBA2" w14:textId="77777777" w:rsidR="00FD023C" w:rsidRPr="00C34354" w:rsidRDefault="00FD023C" w:rsidP="00FD023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DD3F218" w14:textId="234FF0A6" w:rsidR="00FD023C" w:rsidRPr="00FC797E" w:rsidRDefault="00FD023C" w:rsidP="00FD023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</w:t>
      </w:r>
      <w:r w:rsidRPr="00FD023C">
        <w:rPr>
          <w:rFonts w:ascii="Verdana Pro Light" w:eastAsia="Arial Unicode MS" w:hAnsi="Verdana Pro Light" w:cs="Arial Unicode MS"/>
          <w:sz w:val="18"/>
          <w:szCs w:val="18"/>
        </w:rPr>
        <w:t xml:space="preserve">composição de planos para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FD023C">
        <w:rPr>
          <w:rFonts w:ascii="Verdana Pro Light" w:eastAsia="Arial Unicode MS" w:hAnsi="Verdana Pro Light" w:cs="Arial Unicode MS"/>
          <w:sz w:val="18"/>
          <w:szCs w:val="18"/>
        </w:rPr>
        <w:t xml:space="preserve">âmara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e baseado na 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de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56FB5E0E" w14:textId="4CCFDCA8" w:rsidR="00FD023C" w:rsidRPr="00FC797E" w:rsidRDefault="00FD023C" w:rsidP="00FD023C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B711F7" w14:textId="7ED6B9C6" w:rsidR="00FD023C" w:rsidRPr="00FD023C" w:rsidRDefault="00FD023C" w:rsidP="00FD023C">
      <w:pPr>
        <w:spacing w:before="120" w:after="0" w:line="276" w:lineRule="auto"/>
        <w:ind w:left="420"/>
        <w:jc w:val="both"/>
        <w:rPr>
          <w:rFonts w:ascii="Verdana Pro Light" w:hAnsi="Verdana Pro Light"/>
          <w:smallCaps/>
        </w:rPr>
      </w:pPr>
    </w:p>
    <w:p w14:paraId="481761E0" w14:textId="77777777" w:rsidR="00FD023C" w:rsidRDefault="00FD023C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27A04CD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A5617CD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B61D73D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98DA33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C6969FC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74F2B49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AE3F94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673A2" w:rsidRPr="00622FFB" w14:paraId="1B7312DA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70DB449" w14:textId="451278EE" w:rsidR="001673A2" w:rsidRPr="00622FFB" w:rsidRDefault="001673A2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22FF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CA1ACE" w14:textId="77777777" w:rsidR="001673A2" w:rsidRPr="00622FFB" w:rsidRDefault="001673A2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Animar elementos digitais 2D</w:t>
            </w:r>
          </w:p>
        </w:tc>
      </w:tr>
    </w:tbl>
    <w:p w14:paraId="28A6E9A6" w14:textId="77777777" w:rsidR="001673A2" w:rsidRPr="00622FFB" w:rsidRDefault="001673A2" w:rsidP="001673A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65E3E7A" w14:textId="77777777" w:rsidR="001673A2" w:rsidRPr="00622FFB" w:rsidRDefault="001673A2" w:rsidP="001673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622FFB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22FFB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88F9881" w14:textId="77777777" w:rsidR="001673A2" w:rsidRPr="00622FFB" w:rsidRDefault="001673A2" w:rsidP="001673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622FFB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622FFB"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07DA3999" w14:textId="77777777" w:rsidR="001673A2" w:rsidRPr="00622FFB" w:rsidRDefault="001673A2" w:rsidP="001673A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947"/>
        <w:gridCol w:w="2512"/>
      </w:tblGrid>
      <w:tr w:rsidR="001673A2" w:rsidRPr="00622FFB" w14:paraId="10D9120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E066EA" w14:textId="77777777" w:rsidR="001673A2" w:rsidRPr="00622FFB" w:rsidRDefault="001673A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673A2" w:rsidRPr="00622FFB" w14:paraId="7DF5EC5A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3A1F84" w14:textId="7D1F2E17" w:rsidR="001673A2" w:rsidRPr="00622FFB" w:rsidRDefault="001673A2" w:rsidP="0013635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72402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Desenhar ou criar os </w:t>
            </w:r>
            <w:r w:rsidR="00724025" w:rsidRPr="00724025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personagens, objetos e cenários em camadas separadas</w:t>
            </w:r>
            <w:r w:rsidR="003B57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recurso a </w:t>
            </w:r>
            <w:r w:rsidR="003B57E1" w:rsidRPr="003B57E1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softwares de design gráfico ou de animação 2D</w:t>
            </w:r>
          </w:p>
          <w:p w14:paraId="47D7E40B" w14:textId="777E3BF4" w:rsidR="001673A2" w:rsidRDefault="001673A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3635A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Desenvolver através de </w:t>
            </w:r>
            <w:proofErr w:type="spellStart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>keyframes</w:t>
            </w:r>
            <w:proofErr w:type="spellEnd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>Layers</w:t>
            </w:r>
            <w:proofErr w:type="spellEnd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>Timimmings</w:t>
            </w:r>
            <w:proofErr w:type="spellEnd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movimentos 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>istas de animação</w:t>
            </w:r>
          </w:p>
          <w:p w14:paraId="5F1D3FF1" w14:textId="32949DFE" w:rsidR="0013635A" w:rsidRPr="00622FFB" w:rsidRDefault="0013635A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13635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 a</w:t>
            </w:r>
            <w:r w:rsidRPr="0013635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animação fazendo ajustes nos quadros-chave, tempo de duração de cada quadro e interpolação entre eles</w:t>
            </w:r>
          </w:p>
          <w:p w14:paraId="405452B6" w14:textId="154D6AEA" w:rsidR="001673A2" w:rsidRPr="00622FFB" w:rsidRDefault="001673A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proofErr w:type="spellStart"/>
            <w:r w:rsidR="00600FD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="00600FD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t>xportar a arte final como filme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673A2" w:rsidRPr="00622FFB" w14:paraId="4901A24E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792989" w14:textId="77777777" w:rsidR="001673A2" w:rsidRPr="00622FFB" w:rsidRDefault="001673A2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94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3B5BE3" w14:textId="77777777" w:rsidR="001673A2" w:rsidRPr="00622FFB" w:rsidRDefault="001673A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51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40FB9E" w14:textId="77777777" w:rsidR="001673A2" w:rsidRPr="00622FFB" w:rsidRDefault="001673A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673A2" w:rsidRPr="00622FFB" w14:paraId="77B08C90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C763B" w14:textId="77777777" w:rsidR="001673A2" w:rsidRPr="00622FFB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 digital</w:t>
            </w:r>
          </w:p>
          <w:p w14:paraId="7F10A4D9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3C911CDB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de Animação</w:t>
            </w:r>
          </w:p>
          <w:p w14:paraId="260CD97F" w14:textId="1EC5AE7B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imagem/ilustração e animação</w:t>
            </w:r>
          </w:p>
          <w:p w14:paraId="5600B21B" w14:textId="77777777" w:rsidR="001673A2" w:rsidRPr="00622FFB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Mistas</w:t>
            </w:r>
          </w:p>
          <w:p w14:paraId="73BD8EE5" w14:textId="27DCED4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técnicas mistas 2D</w:t>
            </w:r>
          </w:p>
          <w:p w14:paraId="4A1FE645" w14:textId="77777777" w:rsidR="001673A2" w:rsidRPr="00622FFB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</w:t>
            </w:r>
          </w:p>
          <w:p w14:paraId="44D1C14E" w14:textId="11985924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cor em diferentes suportes</w:t>
            </w:r>
          </w:p>
          <w:p w14:paraId="3DF197D1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técnicas analógicas e digitais para ilustração</w:t>
            </w:r>
          </w:p>
          <w:p w14:paraId="7859F587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desenho/pintura/ilustração tradicional em suportes digitais</w:t>
            </w:r>
          </w:p>
          <w:p w14:paraId="2E2D3C9F" w14:textId="77777777" w:rsidR="001673A2" w:rsidRPr="00622FFB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622FF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Timmings</w:t>
            </w:r>
            <w:proofErr w:type="spellEnd"/>
          </w:p>
          <w:p w14:paraId="187B6DEA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Framebyframe</w:t>
            </w:r>
            <w:proofErr w:type="spellEnd"/>
          </w:p>
          <w:p w14:paraId="52346ECB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Keyframe</w:t>
            </w:r>
            <w:proofErr w:type="spellEnd"/>
          </w:p>
          <w:p w14:paraId="408B31D8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37040BFA" w14:textId="0E788B81" w:rsidR="001673A2" w:rsidRPr="00622FFB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 e arquivo</w:t>
            </w:r>
          </w:p>
          <w:p w14:paraId="314C4DDD" w14:textId="39043F61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para diferentes processos de produção 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nimação</w:t>
            </w:r>
          </w:p>
          <w:p w14:paraId="5753DB2B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470BF030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4D09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uma animação digital 2D</w:t>
            </w:r>
          </w:p>
          <w:p w14:paraId="163A25D1" w14:textId="49308F42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corrigir erros técnicos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nimação digital 2D</w:t>
            </w:r>
          </w:p>
          <w:p w14:paraId="4FC98AB5" w14:textId="536C9C64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diferentes técnicas e tecnologias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nimação digital 2D</w:t>
            </w:r>
          </w:p>
          <w:p w14:paraId="01DB1C0C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4DCFA71D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5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AEA91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F157DC9" w14:textId="77777777" w:rsidR="001673A2" w:rsidRPr="00622FFB" w:rsidRDefault="001673A2" w:rsidP="001673A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7687824D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79EAE98" w14:textId="77777777" w:rsidR="001673A2" w:rsidRPr="00622FFB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2F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2D9CE957" w14:textId="77777777" w:rsidR="001673A2" w:rsidRPr="00622FFB" w:rsidRDefault="001673A2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BEAE9B" w14:textId="77777777" w:rsidR="001673A2" w:rsidRPr="00622FFB" w:rsidRDefault="001673A2" w:rsidP="001673A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15A9E5" w14:textId="77777777" w:rsidR="001673A2" w:rsidRPr="00F87025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94AF670" w14:textId="77777777" w:rsidR="001673A2" w:rsidRPr="00622FFB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22FFB">
        <w:rPr>
          <w:rFonts w:ascii="Verdana Pro Light" w:eastAsia="Arial Unicode MS" w:hAnsi="Verdana Pro Light" w:cs="Times New Roman"/>
          <w:b/>
          <w:sz w:val="18"/>
          <w:szCs w:val="18"/>
        </w:rPr>
        <w:t>Animar elementos digitais 2D</w:t>
      </w:r>
      <w:r w:rsidRPr="00622FF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: </w:t>
      </w:r>
    </w:p>
    <w:p w14:paraId="1BDCE328" w14:textId="63A15CDA" w:rsidR="001673A2" w:rsidRPr="00622FFB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 xml:space="preserve">CD1. Analisando filmes de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622FFB">
        <w:rPr>
          <w:rFonts w:ascii="Verdana Pro Light" w:eastAsia="Arial Unicode MS" w:hAnsi="Verdana Pro Light" w:cs="Arial Unicode MS"/>
          <w:sz w:val="18"/>
          <w:szCs w:val="18"/>
        </w:rPr>
        <w:t>nimação tendo em conta os pré-requisitos técnicos de cada uma das técnicas</w:t>
      </w:r>
    </w:p>
    <w:p w14:paraId="04033F6A" w14:textId="20407EDC" w:rsidR="001673A2" w:rsidRPr="00622FFB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CD2. </w:t>
      </w:r>
      <w:r w:rsidR="00230B71" w:rsidRPr="00230B71">
        <w:rPr>
          <w:rFonts w:ascii="Verdana Pro Light" w:eastAsia="Arial Unicode MS" w:hAnsi="Verdana Pro Light" w:cs="Arial Unicode MS"/>
          <w:sz w:val="18"/>
          <w:szCs w:val="18"/>
        </w:rPr>
        <w:t>Mantendo uma aparência visual consistente ao longo da animação, incluindo proporções, cores e estilos de desenho.</w:t>
      </w:r>
    </w:p>
    <w:p w14:paraId="33FAE8DB" w14:textId="77777777" w:rsidR="00230B71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230B71" w:rsidRPr="00230B71">
        <w:t xml:space="preserve"> </w:t>
      </w:r>
      <w:r w:rsidR="00230B71" w:rsidRPr="00230B71">
        <w:rPr>
          <w:rFonts w:ascii="Verdana Pro Light" w:eastAsia="Arial Unicode MS" w:hAnsi="Verdana Pro Light" w:cs="Arial Unicode MS"/>
          <w:sz w:val="18"/>
          <w:szCs w:val="18"/>
        </w:rPr>
        <w:t xml:space="preserve">Compondo as cenas de forma harmoniosa, utilizando técnicas de design visual para criar uma estética agradável e equilibrada </w:t>
      </w:r>
    </w:p>
    <w:p w14:paraId="643B65CD" w14:textId="5031DA77" w:rsidR="00A04635" w:rsidRDefault="00A04635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A04635">
        <w:rPr>
          <w:rFonts w:ascii="Verdana Pro Light" w:eastAsia="Arial Unicode MS" w:hAnsi="Verdana Pro Light" w:cs="Arial Unicode MS"/>
          <w:sz w:val="18"/>
          <w:szCs w:val="18"/>
        </w:rPr>
        <w:t xml:space="preserve">Garantindo que os movimentos dos elementos digitais sejam precisos e bem sincronizados, evitando </w:t>
      </w:r>
      <w:proofErr w:type="spellStart"/>
      <w:r w:rsidRPr="00A04635">
        <w:rPr>
          <w:rFonts w:ascii="Verdana Pro Light" w:eastAsia="Arial Unicode MS" w:hAnsi="Verdana Pro Light" w:cs="Arial Unicode MS"/>
          <w:sz w:val="18"/>
          <w:szCs w:val="18"/>
        </w:rPr>
        <w:t>jittering</w:t>
      </w:r>
      <w:proofErr w:type="spellEnd"/>
      <w:r w:rsidRPr="00A04635">
        <w:rPr>
          <w:rFonts w:ascii="Verdana Pro Light" w:eastAsia="Arial Unicode MS" w:hAnsi="Verdana Pro Light" w:cs="Arial Unicode MS"/>
          <w:sz w:val="18"/>
          <w:szCs w:val="18"/>
        </w:rPr>
        <w:t xml:space="preserve"> ou desalinhamentos indesejados</w:t>
      </w:r>
    </w:p>
    <w:p w14:paraId="210E4545" w14:textId="6F8732B9" w:rsidR="001673A2" w:rsidRPr="00622FFB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A04635"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622FFB">
        <w:rPr>
          <w:rFonts w:ascii="Verdana Pro Light" w:eastAsia="Arial Unicode MS" w:hAnsi="Verdana Pro Light" w:cs="Arial Unicode MS"/>
          <w:sz w:val="18"/>
          <w:szCs w:val="18"/>
        </w:rPr>
        <w:t>. Exportando a arte final como filme tendo em conta os canais de difusão</w:t>
      </w:r>
    </w:p>
    <w:p w14:paraId="3B8422A9" w14:textId="77777777" w:rsidR="001673A2" w:rsidRPr="00622FFB" w:rsidRDefault="001673A2" w:rsidP="001673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3288E2" w14:textId="77777777" w:rsidR="001673A2" w:rsidRPr="00622FFB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622FFB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BA17A0" w14:textId="77777777" w:rsidR="001673A2" w:rsidRPr="00622FFB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26292094" w14:textId="77777777" w:rsidR="001673A2" w:rsidRPr="00622FFB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Agências de Publicidade ou Gabinetes de Design</w:t>
      </w:r>
    </w:p>
    <w:p w14:paraId="12D3A43C" w14:textId="77777777" w:rsidR="001673A2" w:rsidRPr="00622FFB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Editoras e produtoras de Audiovisuais</w:t>
      </w:r>
    </w:p>
    <w:p w14:paraId="5C505CCC" w14:textId="77777777" w:rsidR="001673A2" w:rsidRPr="00622FFB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622FF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04F77F" w14:textId="77777777" w:rsidR="001673A2" w:rsidRPr="00622FFB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622FFB">
        <w:rPr>
          <w:rFonts w:ascii="Verdana Pro Light" w:hAnsi="Verdana Pro Light"/>
          <w:b/>
          <w:smallCaps/>
          <w:sz w:val="20"/>
        </w:rPr>
        <w:t>Recursos</w:t>
      </w:r>
    </w:p>
    <w:p w14:paraId="63978080" w14:textId="77777777" w:rsidR="001673A2" w:rsidRPr="00622FFB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629A5A3" w14:textId="4EA71965" w:rsidR="001673A2" w:rsidRPr="00622FFB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Ferramentas analógicas de animação</w:t>
      </w:r>
    </w:p>
    <w:p w14:paraId="46C430B6" w14:textId="77777777" w:rsidR="001673A2" w:rsidRPr="00622FFB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24C45C95" w14:textId="62C44EFA" w:rsidR="001673A2" w:rsidRPr="001673A2" w:rsidRDefault="001673A2" w:rsidP="00A97DC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673A2">
        <w:rPr>
          <w:rFonts w:ascii="Verdana Pro Light" w:eastAsia="Arial Unicode MS" w:hAnsi="Verdana Pro Light" w:cs="Arial Unicode MS"/>
          <w:sz w:val="18"/>
          <w:szCs w:val="18"/>
        </w:rPr>
        <w:t xml:space="preserve">Projeto de Animação real ou simulado </w:t>
      </w:r>
    </w:p>
    <w:p w14:paraId="1C209014" w14:textId="77777777" w:rsidR="001673A2" w:rsidRPr="00622FFB" w:rsidRDefault="001673A2" w:rsidP="001673A2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284421D7" w14:textId="77777777" w:rsidR="001673A2" w:rsidRPr="00622FFB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622FFB">
        <w:rPr>
          <w:rFonts w:ascii="Verdana Pro Light" w:hAnsi="Verdana Pro Light"/>
          <w:b/>
          <w:smallCaps/>
          <w:sz w:val="20"/>
        </w:rPr>
        <w:t>Observações</w:t>
      </w:r>
    </w:p>
    <w:p w14:paraId="58D2EF06" w14:textId="77777777" w:rsidR="001673A2" w:rsidRPr="00622FFB" w:rsidRDefault="001673A2" w:rsidP="001673A2">
      <w:pPr>
        <w:rPr>
          <w:rFonts w:ascii="Verdana Pro Light" w:hAnsi="Verdana Pro Light"/>
          <w:smallCaps/>
        </w:rPr>
      </w:pPr>
    </w:p>
    <w:p w14:paraId="2F28A2AE" w14:textId="77777777" w:rsidR="001673A2" w:rsidRPr="00622FFB" w:rsidRDefault="001673A2" w:rsidP="001673A2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22FFB">
        <w:rPr>
          <w:rFonts w:ascii="Verdana Pro Light" w:hAnsi="Verdana Pro Light"/>
          <w:smallCaps/>
        </w:rPr>
        <w:t>metodologia pedagógica:</w:t>
      </w:r>
    </w:p>
    <w:p w14:paraId="44F5BD76" w14:textId="71751CAE" w:rsidR="001673A2" w:rsidRPr="00622FFB" w:rsidRDefault="001673A2" w:rsidP="001673A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622FFB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</w:t>
      </w:r>
      <w:r>
        <w:rPr>
          <w:rFonts w:ascii="Verdana Pro Light" w:eastAsia="Arial Unicode MS" w:hAnsi="Verdana Pro Light" w:cs="Arial Unicode MS"/>
          <w:sz w:val="18"/>
          <w:szCs w:val="18"/>
        </w:rPr>
        <w:t>do método</w:t>
      </w:r>
      <w:r w:rsidRPr="00622FFB">
        <w:rPr>
          <w:rFonts w:ascii="Verdana Pro Light" w:eastAsia="Arial Unicode MS" w:hAnsi="Verdana Pro Light" w:cs="Arial Unicode MS"/>
          <w:sz w:val="18"/>
          <w:szCs w:val="18"/>
        </w:rPr>
        <w:t xml:space="preserve"> ativo com recurso ao estudo de casos de animação com diferentes técnicas e baseado na ação de desenvolvimento de um projeto que simule a prática real.</w:t>
      </w:r>
      <w:r w:rsidRPr="00622FFB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22721FF3" w14:textId="77777777" w:rsidR="001673A2" w:rsidRPr="00622FFB" w:rsidRDefault="001673A2" w:rsidP="001673A2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22FFB">
        <w:rPr>
          <w:rFonts w:ascii="Verdana Pro Light" w:hAnsi="Verdana Pro Light"/>
          <w:smallCaps/>
        </w:rPr>
        <w:t>forma de organização da formação (a distância, presencial, misto):</w:t>
      </w:r>
      <w:r w:rsidRPr="00622FFB">
        <w:rPr>
          <w:rFonts w:ascii="Verdana Pro Light" w:hAnsi="Verdana Pro Light"/>
          <w:smallCaps/>
        </w:rPr>
        <w:br/>
      </w:r>
      <w:r w:rsidRPr="00622FFB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 w:rsidRPr="00622FF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B06B36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4D0A60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BCDF8E8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1D6AEAF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A3E957C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C05F2A2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E6DE664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622C1C4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A986805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E31964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DDCD3DF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673A2" w:rsidRPr="00136AD8" w14:paraId="46248DC3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94BA6A7" w14:textId="180089C6" w:rsidR="001673A2" w:rsidRPr="00F42D38" w:rsidRDefault="001673A2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5D64A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452837" w14:textId="77777777" w:rsidR="001673A2" w:rsidRPr="00F42D38" w:rsidRDefault="001673A2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Texturizar modelos 3D e pintar cenários 2D</w:t>
            </w:r>
          </w:p>
        </w:tc>
      </w:tr>
    </w:tbl>
    <w:p w14:paraId="035F4C22" w14:textId="77777777" w:rsidR="001673A2" w:rsidRPr="00136AD8" w:rsidRDefault="001673A2" w:rsidP="001673A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9F8631B" w14:textId="77777777" w:rsidR="001673A2" w:rsidRDefault="001673A2" w:rsidP="001673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8FEE9D6" w14:textId="77777777" w:rsidR="001673A2" w:rsidRPr="003200F2" w:rsidRDefault="001673A2" w:rsidP="001673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65D874A" w14:textId="77777777" w:rsidR="001673A2" w:rsidRPr="00136AD8" w:rsidRDefault="001673A2" w:rsidP="001673A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1673A2" w:rsidRPr="00136AD8" w14:paraId="3718C892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1C05D5" w14:textId="77777777" w:rsidR="001673A2" w:rsidRPr="001B353A" w:rsidRDefault="001673A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673A2" w:rsidRPr="00136AD8" w14:paraId="52909F58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35D2F" w14:textId="27379020" w:rsidR="001673A2" w:rsidRDefault="001673A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EA0D1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o </w:t>
            </w:r>
            <w:r w:rsidR="00EA0D1E" w:rsidRPr="00EA0D1E">
              <w:rPr>
                <w:rFonts w:ascii="Verdana Pro Light" w:eastAsia="Arial Unicode MS" w:hAnsi="Verdana Pro Light" w:cs="Arial Unicode MS"/>
                <w:sz w:val="18"/>
                <w:szCs w:val="18"/>
              </w:rPr>
              <w:t>mapeamento UV do modelo 3D.</w:t>
            </w:r>
          </w:p>
          <w:p w14:paraId="67D2171B" w14:textId="3A056400" w:rsidR="002545DD" w:rsidRDefault="002545D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3E1BC9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ou criar e 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plicar texturas </w:t>
            </w:r>
          </w:p>
          <w:p w14:paraId="63AAAD3D" w14:textId="77777777" w:rsidR="001673A2" w:rsidRDefault="001673A2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técnicas para a produção de cenários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Mattepaiting</w:t>
            </w:r>
            <w:proofErr w:type="spellEnd"/>
          </w:p>
          <w:p w14:paraId="25C4DCD8" w14:textId="77777777" w:rsidR="001673A2" w:rsidRPr="001255B4" w:rsidRDefault="001673A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ambientes através de desenho, escala e profundidade de campo.</w:t>
            </w:r>
          </w:p>
          <w:p w14:paraId="0C592297" w14:textId="7512D3F9" w:rsidR="001673A2" w:rsidRPr="0008537A" w:rsidRDefault="001673A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a arte final impressa como painel de apresentação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673A2" w:rsidRPr="00136AD8" w14:paraId="7E0E934A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3DDE6B" w14:textId="77777777" w:rsidR="001673A2" w:rsidRPr="001B353A" w:rsidRDefault="001673A2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8A747C" w14:textId="77777777" w:rsidR="001673A2" w:rsidRPr="001B353A" w:rsidRDefault="001673A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3A362B6" w14:textId="77777777" w:rsidR="001673A2" w:rsidRPr="001B353A" w:rsidRDefault="001673A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673A2" w:rsidRPr="00136AD8" w14:paraId="04442465" w14:textId="77777777" w:rsidTr="00464811">
        <w:trPr>
          <w:trHeight w:val="17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58069" w14:textId="77777777" w:rsidR="001673A2" w:rsidRPr="0082388E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 de Modelos</w:t>
            </w:r>
          </w:p>
          <w:p w14:paraId="6F8BFFCD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68E15C7F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plasticidades e texturas</w:t>
            </w:r>
          </w:p>
          <w:p w14:paraId="28A66C40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desenho, luz e volumetria</w:t>
            </w:r>
          </w:p>
          <w:p w14:paraId="13938D3F" w14:textId="77777777" w:rsidR="001673A2" w:rsidRPr="0082388E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 de Cenário 2D</w:t>
            </w:r>
          </w:p>
          <w:p w14:paraId="1E9E73FE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3FD4A367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 profundidades de campo</w:t>
            </w:r>
          </w:p>
          <w:p w14:paraId="5B8D6EDF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 e ilustração para animação</w:t>
            </w:r>
          </w:p>
          <w:p w14:paraId="5BE353A7" w14:textId="77777777" w:rsidR="001673A2" w:rsidRPr="0034341E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de </w:t>
            </w:r>
            <w:proofErr w:type="spellStart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Assets</w:t>
            </w:r>
            <w:proofErr w:type="spellEnd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3D</w:t>
            </w:r>
          </w:p>
          <w:p w14:paraId="3B0D0410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volumes</w:t>
            </w:r>
          </w:p>
          <w:p w14:paraId="7D619DD8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 e texturas</w:t>
            </w:r>
          </w:p>
          <w:p w14:paraId="24F164FA" w14:textId="77777777" w:rsidR="001673A2" w:rsidRPr="0034341E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3D</w:t>
            </w:r>
          </w:p>
          <w:p w14:paraId="5BBB87E3" w14:textId="5C33CA29" w:rsidR="001673A2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 de edição de imagem</w:t>
            </w:r>
          </w:p>
          <w:p w14:paraId="4458EABA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Imagem/títulos ou gráficos</w:t>
            </w:r>
          </w:p>
          <w:p w14:paraId="2231C48D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personagens</w:t>
            </w:r>
          </w:p>
          <w:p w14:paraId="6A4E2D09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cenários</w:t>
            </w:r>
          </w:p>
          <w:p w14:paraId="5422ADFA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Cor, texturas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</w:t>
            </w:r>
            <w:proofErr w:type="spellEnd"/>
          </w:p>
          <w:p w14:paraId="51792563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2F9C3170" w14:textId="77777777" w:rsidR="001673A2" w:rsidRPr="0040187C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Mascaras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Blend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Modes</w:t>
            </w:r>
            <w:proofErr w:type="spellEnd"/>
          </w:p>
          <w:p w14:paraId="162173CD" w14:textId="77777777" w:rsidR="001673A2" w:rsidRPr="0082388E" w:rsidRDefault="001673A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1C643859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4BD25CA3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6038BCCB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7BAFA0F1" w14:textId="77777777" w:rsidR="001673A2" w:rsidRPr="00441A74" w:rsidRDefault="001673A2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E3EA8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ilustração 2D e modelação 3D</w:t>
            </w:r>
          </w:p>
          <w:p w14:paraId="6C76654E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Ilustração de ambientes e cenografia</w:t>
            </w:r>
          </w:p>
          <w:p w14:paraId="15195CF8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ilustração digital e modelação 3D</w:t>
            </w:r>
          </w:p>
          <w:p w14:paraId="2B916B55" w14:textId="2F80B293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 de </w:t>
            </w:r>
            <w:r w:rsidR="005D64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imagem</w:t>
            </w:r>
          </w:p>
          <w:p w14:paraId="091064D9" w14:textId="77777777" w:rsidR="001673A2" w:rsidRPr="00FB6877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54F988A3" w14:textId="77777777" w:rsidR="001673A2" w:rsidRPr="00FB6877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BAAB6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8D0C542" w14:textId="77777777" w:rsidR="001673A2" w:rsidRDefault="001673A2" w:rsidP="001673A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C2C5736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C1A6B1D" w14:textId="77777777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31A56E1C" w14:textId="0501935D" w:rsidR="001673A2" w:rsidRDefault="001673A2" w:rsidP="001673A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5C8C0FB9" w14:textId="77777777" w:rsidR="001673A2" w:rsidRPr="000173C0" w:rsidRDefault="001673A2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C0DAE04" w14:textId="77777777" w:rsidR="001673A2" w:rsidRDefault="001673A2" w:rsidP="001673A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AE45474" w14:textId="77777777" w:rsidR="001673A2" w:rsidRPr="00F87025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E40CAF0" w14:textId="61BB6BD6" w:rsidR="001673A2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Texturizar modelos 3D e pintar cenários 2D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6B63738" w14:textId="10867FC6" w:rsidR="001673A2" w:rsidRPr="009D7FE3" w:rsidRDefault="001673A2" w:rsidP="002B0DD4">
      <w:pPr>
        <w:spacing w:before="120" w:after="0" w:line="276" w:lineRule="auto"/>
        <w:ind w:left="709" w:hanging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CD1. </w:t>
      </w:r>
      <w:r w:rsidR="00BF68FB" w:rsidRPr="00BF68FB">
        <w:rPr>
          <w:rFonts w:ascii="Verdana Pro Light" w:eastAsia="Arial Unicode MS" w:hAnsi="Verdana Pro Light" w:cs="Arial Unicode MS"/>
          <w:sz w:val="18"/>
          <w:szCs w:val="18"/>
        </w:rPr>
        <w:t xml:space="preserve">Assegurando </w:t>
      </w:r>
      <w:r w:rsidR="008D732B">
        <w:rPr>
          <w:rFonts w:ascii="Verdana Pro Light" w:eastAsia="Arial Unicode MS" w:hAnsi="Verdana Pro Light" w:cs="Arial Unicode MS"/>
          <w:sz w:val="18"/>
          <w:szCs w:val="18"/>
        </w:rPr>
        <w:t>que</w:t>
      </w:r>
      <w:r w:rsidR="008D732B" w:rsidRPr="008D732B">
        <w:rPr>
          <w:rFonts w:ascii="Verdana Pro Light" w:eastAsia="Arial Unicode MS" w:hAnsi="Verdana Pro Light" w:cs="Arial Unicode MS"/>
          <w:sz w:val="18"/>
          <w:szCs w:val="18"/>
        </w:rPr>
        <w:t xml:space="preserve"> as texturas aplicadas nos modelos 3D e a pintura nos cenários 2D estão agradáveis visualmente e correspondem aos padrões estéticos definidos</w:t>
      </w:r>
    </w:p>
    <w:p w14:paraId="47715DF9" w14:textId="0A6D6AB7" w:rsidR="001673A2" w:rsidRDefault="001673A2" w:rsidP="002B0DD4">
      <w:pPr>
        <w:spacing w:before="120" w:after="0" w:line="276" w:lineRule="auto"/>
        <w:ind w:left="709" w:hanging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Pr="0040187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8D732B" w:rsidRPr="008D732B">
        <w:rPr>
          <w:rFonts w:ascii="Verdana Pro Light" w:eastAsia="Arial Unicode MS" w:hAnsi="Verdana Pro Light" w:cs="Arial Unicode MS"/>
          <w:sz w:val="18"/>
          <w:szCs w:val="18"/>
        </w:rPr>
        <w:t>Garantindo que as texturas e a pintura dos cenários estejam em sintonia com o estilo visual global do projeto, mantendo uma coerência estilística em todos os elementos</w:t>
      </w:r>
    </w:p>
    <w:p w14:paraId="632EF265" w14:textId="44BAD10A" w:rsidR="001673A2" w:rsidRPr="0040187C" w:rsidRDefault="001673A2" w:rsidP="002B0DD4">
      <w:pPr>
        <w:spacing w:before="120" w:after="0" w:line="276" w:lineRule="auto"/>
        <w:ind w:left="709" w:hanging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0187C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="0043338F">
        <w:rPr>
          <w:rFonts w:ascii="Verdana Pro Light" w:eastAsia="Arial Unicode MS" w:hAnsi="Verdana Pro Light" w:cs="Arial Unicode MS"/>
          <w:sz w:val="18"/>
          <w:szCs w:val="18"/>
        </w:rPr>
        <w:t>C</w:t>
      </w:r>
      <w:r w:rsidR="0043338F" w:rsidRPr="0043338F">
        <w:rPr>
          <w:rFonts w:ascii="Verdana Pro Light" w:eastAsia="Arial Unicode MS" w:hAnsi="Verdana Pro Light" w:cs="Arial Unicode MS"/>
          <w:sz w:val="18"/>
          <w:szCs w:val="18"/>
        </w:rPr>
        <w:t>ertificando-</w:t>
      </w:r>
      <w:r w:rsidR="0043338F">
        <w:rPr>
          <w:rFonts w:ascii="Verdana Pro Light" w:eastAsia="Arial Unicode MS" w:hAnsi="Verdana Pro Light" w:cs="Arial Unicode MS"/>
          <w:sz w:val="18"/>
          <w:szCs w:val="18"/>
        </w:rPr>
        <w:t>se</w:t>
      </w:r>
      <w:r w:rsidR="0043338F" w:rsidRPr="0043338F">
        <w:rPr>
          <w:rFonts w:ascii="Verdana Pro Light" w:eastAsia="Arial Unicode MS" w:hAnsi="Verdana Pro Light" w:cs="Arial Unicode MS"/>
          <w:sz w:val="18"/>
          <w:szCs w:val="18"/>
        </w:rPr>
        <w:t xml:space="preserve"> de que as texturas dos modelos 3D proporcionam um aspeto realista, enquanto a pintura dos cenários transmite uma sensação de credibilidade e imersão.</w:t>
      </w:r>
    </w:p>
    <w:p w14:paraId="1B15FDD6" w14:textId="2BF2D561" w:rsidR="001673A2" w:rsidRDefault="001673A2" w:rsidP="002B0DD4">
      <w:pPr>
        <w:spacing w:before="120" w:after="0" w:line="276" w:lineRule="auto"/>
        <w:ind w:left="709" w:hanging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0187C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886D69" w:rsidRPr="00886D69">
        <w:rPr>
          <w:rFonts w:ascii="Verdana Pro Light" w:eastAsia="Arial Unicode MS" w:hAnsi="Verdana Pro Light" w:cs="Arial Unicode MS"/>
          <w:sz w:val="18"/>
          <w:szCs w:val="18"/>
        </w:rPr>
        <w:t>Apresentando soluções visuais inovadoras e únicas que refletem a criatividade da equipa, agregando valor ao projeto através das texturas e da pintura dos cenários</w:t>
      </w:r>
    </w:p>
    <w:p w14:paraId="35B7B8DC" w14:textId="77777777" w:rsidR="001673A2" w:rsidRPr="0040187C" w:rsidRDefault="001673A2" w:rsidP="001673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643B99A6" w14:textId="77777777" w:rsidR="001673A2" w:rsidRPr="00F87025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826B51" w14:textId="77777777" w:rsidR="001673A2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6F5BDF7C" w14:textId="77777777" w:rsidR="001673A2" w:rsidRPr="00E600CE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329988D1" w14:textId="77777777" w:rsidR="001673A2" w:rsidRDefault="001673A2" w:rsidP="001673A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10EE0185" w14:textId="77777777" w:rsidR="001673A2" w:rsidRPr="00F87025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5BD14F9" w14:textId="77777777" w:rsidR="001673A2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1DA5D24" w14:textId="77777777" w:rsidR="001673A2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0133E8E7" w14:textId="3C2EE49C" w:rsidR="001673A2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3F7A8996" w14:textId="77777777" w:rsidR="001673A2" w:rsidRPr="00B52B22" w:rsidRDefault="001673A2" w:rsidP="001673A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</w:p>
    <w:p w14:paraId="5AFD04A7" w14:textId="77777777" w:rsidR="001673A2" w:rsidRPr="00F87025" w:rsidRDefault="001673A2" w:rsidP="001673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A852B6" w14:textId="77777777" w:rsidR="001673A2" w:rsidRDefault="001673A2" w:rsidP="001673A2">
      <w:pPr>
        <w:rPr>
          <w:rFonts w:ascii="Verdana Pro Light" w:hAnsi="Verdana Pro Light"/>
          <w:smallCaps/>
        </w:rPr>
      </w:pPr>
    </w:p>
    <w:p w14:paraId="4F79D400" w14:textId="77777777" w:rsidR="001673A2" w:rsidRPr="00C34354" w:rsidRDefault="001673A2" w:rsidP="001673A2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FC6F392" w14:textId="0152FA48" w:rsidR="001673A2" w:rsidRPr="00FC797E" w:rsidRDefault="001673A2" w:rsidP="001673A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</w:t>
      </w:r>
      <w:r w:rsidR="005D64A1">
        <w:rPr>
          <w:rFonts w:ascii="Verdana Pro Light" w:eastAsia="Arial Unicode MS" w:hAnsi="Verdana Pro Light" w:cs="Arial Unicode MS"/>
          <w:sz w:val="18"/>
          <w:szCs w:val="18"/>
        </w:rPr>
        <w:t>do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5E7AED45" w14:textId="77777777" w:rsidR="001673A2" w:rsidRPr="00FC797E" w:rsidRDefault="001673A2" w:rsidP="001673A2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9E4C4F0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1589282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3423B07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9C157ED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E3467A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5FB81A6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64DFC1C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D683527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73F341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633F094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A84102D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CC16DC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D64A1" w:rsidRPr="00136AD8" w14:paraId="335D8A25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1264CC" w14:textId="13A563E2" w:rsidR="005D64A1" w:rsidRPr="00F42D38" w:rsidRDefault="005D64A1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B1A6EC" w14:textId="77777777" w:rsidR="005D64A1" w:rsidRPr="00F42D38" w:rsidRDefault="005D64A1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Manipular documentos digitais para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compositing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em animação 2D </w:t>
            </w:r>
          </w:p>
        </w:tc>
      </w:tr>
    </w:tbl>
    <w:p w14:paraId="26898230" w14:textId="77777777" w:rsidR="005D64A1" w:rsidRPr="00136AD8" w:rsidRDefault="005D64A1" w:rsidP="005D64A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4542FA0" w14:textId="77777777" w:rsidR="005D64A1" w:rsidRDefault="005D64A1" w:rsidP="005D64A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CB3CBD7" w14:textId="77777777" w:rsidR="005D64A1" w:rsidRPr="003200F2" w:rsidRDefault="005D64A1" w:rsidP="005D64A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89FD239" w14:textId="77777777" w:rsidR="005D64A1" w:rsidRPr="00136AD8" w:rsidRDefault="005D64A1" w:rsidP="005D64A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5D64A1" w:rsidRPr="00136AD8" w14:paraId="09CD4D0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508362" w14:textId="77777777" w:rsidR="005D64A1" w:rsidRPr="001B353A" w:rsidRDefault="005D64A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D64A1" w:rsidRPr="00136AD8" w14:paraId="24D329B1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10B3ED" w14:textId="3684A1F0" w:rsidR="005D64A1" w:rsidRDefault="005D64A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407BF0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Importar os documentos digitais nece</w:t>
            </w:r>
            <w:r w:rsidR="00F874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ssários </w:t>
            </w:r>
            <w:r w:rsidR="00C63E50">
              <w:rPr>
                <w:rFonts w:ascii="Verdana Pro Light" w:eastAsia="Arial Unicode MS" w:hAnsi="Verdana Pro Light" w:cs="Arial Unicode MS"/>
                <w:sz w:val="18"/>
                <w:szCs w:val="18"/>
              </w:rPr>
              <w:t>e organiz</w:t>
            </w:r>
            <w:r w:rsidR="005C45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em camadas </w:t>
            </w:r>
          </w:p>
          <w:p w14:paraId="2FD34F49" w14:textId="018B07AE" w:rsidR="005D64A1" w:rsidRDefault="005D64A1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C0223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</w:t>
            </w:r>
            <w:r w:rsidR="00DC0223" w:rsidRPr="00DC02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transformação, como escala, rotação e distorção</w:t>
            </w:r>
          </w:p>
          <w:p w14:paraId="28C2EF70" w14:textId="72DF77C1" w:rsidR="00F913C9" w:rsidRDefault="005D64A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A391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F913C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F913C9" w:rsidRPr="00F913C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dicion</w:t>
            </w:r>
            <w:r w:rsidR="00F913C9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F913C9" w:rsidRPr="00F913C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efeitos especiais, como sombras, reflexos, luzes e partículas</w:t>
            </w:r>
            <w:r w:rsidR="00AE20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6E695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integrando elementos de fundo</w:t>
            </w:r>
          </w:p>
          <w:p w14:paraId="75E672E8" w14:textId="1A5ACEF9" w:rsidR="005D64A1" w:rsidRPr="0008537A" w:rsidRDefault="005D64A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a arte final como filme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D64A1" w:rsidRPr="00136AD8" w14:paraId="31079E85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F32512" w14:textId="77777777" w:rsidR="005D64A1" w:rsidRPr="001B353A" w:rsidRDefault="005D64A1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E1FF1A" w14:textId="77777777" w:rsidR="005D64A1" w:rsidRPr="001B353A" w:rsidRDefault="005D64A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60460F0" w14:textId="77777777" w:rsidR="005D64A1" w:rsidRPr="001B353A" w:rsidRDefault="005D64A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D64A1" w:rsidRPr="00136AD8" w14:paraId="001953BD" w14:textId="77777777" w:rsidTr="00464811">
        <w:trPr>
          <w:trHeight w:val="161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92B29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 Tradicional</w:t>
            </w:r>
          </w:p>
          <w:p w14:paraId="53D98B60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5BC4C6A7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de Animação</w:t>
            </w:r>
          </w:p>
          <w:p w14:paraId="2705DA46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correção de efeitos e animação</w:t>
            </w:r>
          </w:p>
          <w:p w14:paraId="26936E99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écnicas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Mistas e Efeitos</w:t>
            </w:r>
          </w:p>
          <w:p w14:paraId="01069BC8" w14:textId="77777777" w:rsidR="005D64A1" w:rsidRPr="00EF4176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técnicas mistas na sua relação com o processo de produção</w:t>
            </w:r>
          </w:p>
          <w:p w14:paraId="759303F8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Montagem</w:t>
            </w:r>
          </w:p>
          <w:p w14:paraId="240C49C4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calibração de cor para diferentes suportes</w:t>
            </w:r>
          </w:p>
          <w:p w14:paraId="0676AF36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técnicas analógicas e digitais</w:t>
            </w:r>
          </w:p>
          <w:p w14:paraId="122C5747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desenho tradicional e técnicas digitais</w:t>
            </w:r>
          </w:p>
          <w:p w14:paraId="4A1CFC29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550281AB" w14:textId="77777777" w:rsidR="005D64A1" w:rsidRPr="0082388E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5C354F9E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Blend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Modes</w:t>
            </w:r>
            <w:proofErr w:type="spellEnd"/>
          </w:p>
          <w:p w14:paraId="043C39B8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</w:t>
            </w:r>
          </w:p>
          <w:p w14:paraId="157EE8BD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</w:t>
            </w:r>
          </w:p>
          <w:p w14:paraId="40B36A89" w14:textId="77777777" w:rsidR="005D64A1" w:rsidRPr="00976E8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Canal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Alpha</w:t>
            </w:r>
            <w:proofErr w:type="spellEnd"/>
          </w:p>
          <w:p w14:paraId="3E0AD55F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40A881EA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Animação</w:t>
            </w:r>
          </w:p>
          <w:p w14:paraId="1B8CD722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05260720" w14:textId="77777777" w:rsidR="005D64A1" w:rsidRPr="00E600CE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C0CF3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Compositing</w:t>
            </w:r>
            <w:proofErr w:type="spellEnd"/>
          </w:p>
          <w:p w14:paraId="60B99433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Montagem para Animação e efeitos</w:t>
            </w:r>
          </w:p>
          <w:p w14:paraId="4A776522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Efeitos Especiais</w:t>
            </w:r>
          </w:p>
          <w:p w14:paraId="0EC8F37F" w14:textId="68FAB375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616FA5D0" w14:textId="77777777" w:rsidR="005D64A1" w:rsidRPr="00FB6877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1338FBF3" w14:textId="77777777" w:rsidR="005D64A1" w:rsidRPr="00FB6877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5586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5ABAAA8" w14:textId="77777777" w:rsidR="005D64A1" w:rsidRDefault="005D64A1" w:rsidP="005D64A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5BEB29F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FD72B18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0C9D0D71" w14:textId="77777777" w:rsidR="005D64A1" w:rsidRPr="000173C0" w:rsidRDefault="005D64A1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6AE292A" w14:textId="77777777" w:rsidR="005D64A1" w:rsidRDefault="005D64A1" w:rsidP="005D64A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77CEA5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371F5CA" w14:textId="47104B24" w:rsidR="005D64A1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Manipular documentos digitais para </w:t>
      </w:r>
      <w:proofErr w:type="spellStart"/>
      <w:r>
        <w:rPr>
          <w:rFonts w:ascii="Verdana Pro Light" w:eastAsia="Arial Unicode MS" w:hAnsi="Verdana Pro Light" w:cs="Times New Roman"/>
          <w:b/>
          <w:sz w:val="18"/>
          <w:szCs w:val="18"/>
        </w:rPr>
        <w:t>compositing</w:t>
      </w:r>
      <w:proofErr w:type="spellEnd"/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em animação 2D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5EF0301" w14:textId="3F350DE1" w:rsidR="005D64A1" w:rsidRPr="009D7FE3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DE29BB" w:rsidRPr="00DE29BB">
        <w:rPr>
          <w:rFonts w:ascii="Verdana Pro Light" w:eastAsia="Arial Unicode MS" w:hAnsi="Verdana Pro Light" w:cs="Arial Unicode MS"/>
          <w:sz w:val="18"/>
          <w:szCs w:val="18"/>
        </w:rPr>
        <w:t>Organizando os documentos digitais de forma sistemática, importando-os para o software de composição</w:t>
      </w:r>
    </w:p>
    <w:p w14:paraId="0D52EED2" w14:textId="0BFDEB1D" w:rsidR="005D64A1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</w:t>
      </w:r>
      <w:r w:rsidR="00300649" w:rsidRPr="00300649">
        <w:t xml:space="preserve"> </w:t>
      </w:r>
      <w:r w:rsidR="00300649" w:rsidRPr="00300649">
        <w:rPr>
          <w:rFonts w:ascii="Verdana Pro Light" w:eastAsia="Arial Unicode MS" w:hAnsi="Verdana Pro Light" w:cs="Arial Unicode MS"/>
          <w:sz w:val="18"/>
          <w:szCs w:val="18"/>
        </w:rPr>
        <w:t>Ajustando propriedades e configurações dos elementos, como cor, brilho, contraste e opacidade, assegurando uma harmonia visual e coerência estilística na composição.</w:t>
      </w:r>
    </w:p>
    <w:p w14:paraId="41A09D45" w14:textId="4A5A0024" w:rsidR="005D64A1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7F1680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AE2071" w:rsidRPr="00AE2071">
        <w:t xml:space="preserve"> </w:t>
      </w:r>
      <w:r w:rsidR="00AE2071" w:rsidRPr="00AE2071">
        <w:rPr>
          <w:rFonts w:ascii="Verdana Pro Light" w:eastAsia="Arial Unicode MS" w:hAnsi="Verdana Pro Light" w:cs="Arial Unicode MS"/>
          <w:sz w:val="18"/>
          <w:szCs w:val="18"/>
        </w:rPr>
        <w:t>Aplicando efeitos especiais e animações aos elementos, melhorando a estética da composição e conferindo dinamismo aos elementos estáticos</w:t>
      </w:r>
    </w:p>
    <w:p w14:paraId="49BE35A2" w14:textId="0AFB179A" w:rsidR="005D64A1" w:rsidRPr="009D7FE3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7F1680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AE2071" w:rsidRPr="00AE2071">
        <w:rPr>
          <w:rFonts w:ascii="Verdana Pro Light" w:eastAsia="Arial Unicode MS" w:hAnsi="Verdana Pro Light" w:cs="Arial Unicode MS"/>
          <w:sz w:val="18"/>
          <w:szCs w:val="18"/>
        </w:rPr>
        <w:t>Integrando elementos de fundo de forma harmoniosa e realista, criando uma atmosfera imersiva e envolvente na cena.</w:t>
      </w:r>
    </w:p>
    <w:p w14:paraId="211C7254" w14:textId="77777777" w:rsidR="005D64A1" w:rsidRPr="00136AD8" w:rsidRDefault="005D64A1" w:rsidP="005D64A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5AB843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25BC193" w14:textId="77777777" w:rsidR="005D64A1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551DF912" w14:textId="77777777" w:rsidR="005D64A1" w:rsidRPr="00E600CE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79E90B1E" w14:textId="77777777" w:rsidR="005D64A1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7C5C6718" w14:textId="77777777" w:rsidR="005D64A1" w:rsidRPr="00A92466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FEC04D1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C81C4EF" w14:textId="77777777" w:rsidR="005D64A1" w:rsidRDefault="005D64A1" w:rsidP="005D64A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96CB3CE" w14:textId="77777777" w:rsidR="005D64A1" w:rsidRDefault="005D64A1" w:rsidP="005D64A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analógicas de animação</w:t>
      </w:r>
    </w:p>
    <w:p w14:paraId="1A3ABB68" w14:textId="77777777" w:rsidR="005D64A1" w:rsidRDefault="005D64A1" w:rsidP="005D64A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22DD30F1" w14:textId="7BBE76E7" w:rsidR="005D64A1" w:rsidRPr="005D64A1" w:rsidRDefault="005D64A1" w:rsidP="00C1297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5D64A1">
        <w:rPr>
          <w:rFonts w:ascii="Verdana Pro Light" w:eastAsia="Arial Unicode MS" w:hAnsi="Verdana Pro Light" w:cs="Arial Unicode MS"/>
          <w:sz w:val="18"/>
          <w:szCs w:val="18"/>
        </w:rPr>
        <w:t xml:space="preserve">Projeto de Animação real ou simulado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AAB466D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B971E7" w14:textId="77777777" w:rsidR="005D64A1" w:rsidRDefault="005D64A1" w:rsidP="005D64A1">
      <w:pPr>
        <w:rPr>
          <w:rFonts w:ascii="Verdana Pro Light" w:hAnsi="Verdana Pro Light"/>
          <w:smallCaps/>
        </w:rPr>
      </w:pPr>
    </w:p>
    <w:p w14:paraId="60538E7F" w14:textId="77777777" w:rsidR="005D64A1" w:rsidRPr="00C34354" w:rsidRDefault="005D64A1" w:rsidP="005D64A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08E8757" w14:textId="22B4D40D" w:rsidR="005D64A1" w:rsidRPr="00FC797E" w:rsidRDefault="005D64A1" w:rsidP="005D64A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76EAC8FA" w14:textId="77777777" w:rsidR="005D64A1" w:rsidRDefault="005D64A1" w:rsidP="005D64A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00E7C71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FC9F21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54DC60A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A493DFF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2DA59C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C53EBDF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C326503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55B1CE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A446D61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C53583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AE4178" w14:textId="77777777" w:rsid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D64A1" w:rsidRPr="00136AD8" w14:paraId="6226224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70410C5" w14:textId="4AA78EDD" w:rsidR="005D64A1" w:rsidRPr="00F42D38" w:rsidRDefault="005D64A1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1321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0524E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2041854" w14:textId="045B72A8" w:rsidR="005D64A1" w:rsidRPr="00F42D38" w:rsidRDefault="005D64A1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Realizar modelação de objetos 3D </w:t>
            </w:r>
          </w:p>
        </w:tc>
      </w:tr>
    </w:tbl>
    <w:p w14:paraId="6BFE2734" w14:textId="77777777" w:rsidR="005D64A1" w:rsidRPr="00136AD8" w:rsidRDefault="005D64A1" w:rsidP="005D64A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032EA2F" w14:textId="77777777" w:rsidR="005D64A1" w:rsidRDefault="005D64A1" w:rsidP="005D64A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C4EBCF5" w14:textId="77777777" w:rsidR="005D64A1" w:rsidRPr="003200F2" w:rsidRDefault="005D64A1" w:rsidP="005D64A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3B3B91A" w14:textId="77777777" w:rsidR="005D64A1" w:rsidRPr="00136AD8" w:rsidRDefault="005D64A1" w:rsidP="005D64A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5D64A1" w:rsidRPr="00136AD8" w14:paraId="4C0D1C9F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D0F9D4" w14:textId="77777777" w:rsidR="005D64A1" w:rsidRPr="001B353A" w:rsidRDefault="005D64A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D64A1" w:rsidRPr="00136AD8" w14:paraId="10A2BECF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6E8779" w14:textId="77777777" w:rsidR="006A122B" w:rsidRDefault="005D64A1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F486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</w:t>
            </w:r>
            <w:r w:rsidR="001F486F" w:rsidRPr="001F486F">
              <w:rPr>
                <w:rFonts w:ascii="Verdana Pro Light" w:eastAsia="Arial Unicode MS" w:hAnsi="Verdana Pro Light" w:cs="Arial Unicode MS"/>
                <w:sz w:val="18"/>
                <w:szCs w:val="18"/>
              </w:rPr>
              <w:t>unir referências visuais, como imagens, esboços ou modelos de referência</w:t>
            </w:r>
          </w:p>
          <w:p w14:paraId="31553808" w14:textId="1CCF9C98" w:rsidR="005D64A1" w:rsidRDefault="005D64A1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6A122B" w:rsidRPr="006A122B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</w:t>
            </w:r>
            <w:r w:rsidR="006A122B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6A122B" w:rsidRPr="006A122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6A122B"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="006A122B" w:rsidRPr="006A122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software de modelação 3D adequado</w:t>
            </w:r>
          </w:p>
          <w:p w14:paraId="2D535E9A" w14:textId="68552FD8" w:rsidR="005D64A1" w:rsidRDefault="005D64A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66DC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b</w:t>
            </w:r>
            <w:r w:rsidR="00095528" w:rsidRP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locagem e </w:t>
            </w:r>
            <w:r w:rsid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095528" w:rsidRP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odelação </w:t>
            </w:r>
            <w:r w:rsid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b</w:t>
            </w:r>
            <w:r w:rsidR="00095528" w:rsidRP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ásic</w:t>
            </w:r>
            <w:r w:rsidR="00095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</w:p>
          <w:p w14:paraId="5A8737E8" w14:textId="77777777" w:rsidR="00B30EB6" w:rsidRDefault="005D64A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B30EB6" w:rsidRPr="00B30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Adicion</w:t>
            </w:r>
            <w:r w:rsidR="00B30E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</w:t>
            </w:r>
            <w:r w:rsidR="00B30EB6" w:rsidRPr="00B30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detalhes finos e texturas ao objeto</w:t>
            </w:r>
          </w:p>
          <w:p w14:paraId="72610FA9" w14:textId="32512EC8" w:rsidR="005D64A1" w:rsidRPr="0008537A" w:rsidRDefault="00B30EB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Rever e realizar ajustes finais, </w:t>
            </w:r>
            <w:r w:rsidR="009947C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otimizando a </w:t>
            </w:r>
            <w:r w:rsidR="009947C6" w:rsidRPr="009947C6">
              <w:rPr>
                <w:rFonts w:ascii="Verdana Pro Light" w:eastAsia="Arial Unicode MS" w:hAnsi="Verdana Pro Light" w:cs="Arial Unicode MS"/>
                <w:sz w:val="18"/>
                <w:szCs w:val="18"/>
              </w:rPr>
              <w:t>topologia da malh</w:t>
            </w:r>
            <w:r w:rsidR="009947C6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5D64A1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D64A1" w:rsidRPr="00136AD8" w14:paraId="7CB4D282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7EBAC7" w14:textId="77777777" w:rsidR="005D64A1" w:rsidRPr="001B353A" w:rsidRDefault="005D64A1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D04B3E" w14:textId="77777777" w:rsidR="005D64A1" w:rsidRPr="001B353A" w:rsidRDefault="005D64A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E37964" w14:textId="77777777" w:rsidR="005D64A1" w:rsidRPr="001B353A" w:rsidRDefault="005D64A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D64A1" w:rsidRPr="00136AD8" w14:paraId="3068FD10" w14:textId="77777777" w:rsidTr="00464811">
        <w:trPr>
          <w:trHeight w:val="71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B59F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Modelação 3D</w:t>
            </w:r>
          </w:p>
          <w:p w14:paraId="5CD059EB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40167F50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de Animação 3D</w:t>
            </w:r>
          </w:p>
          <w:p w14:paraId="3A1EEBF7" w14:textId="1655352A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correção de geometria para animação 3D</w:t>
            </w:r>
          </w:p>
          <w:p w14:paraId="4F4F3CA5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Modelação para Animação</w:t>
            </w:r>
          </w:p>
          <w:p w14:paraId="2DD65E95" w14:textId="40286FE7" w:rsidR="005D64A1" w:rsidRPr="00EF4176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</w:t>
            </w:r>
            <w:r w:rsidR="001321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mistas de modelação com relação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 processo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produção</w:t>
            </w:r>
          </w:p>
          <w:p w14:paraId="13F74F66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construção</w:t>
            </w:r>
          </w:p>
          <w:p w14:paraId="11ADCAA8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modelação para diferentes suportes</w:t>
            </w:r>
          </w:p>
          <w:p w14:paraId="53445743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técnicas 3d</w:t>
            </w:r>
          </w:p>
          <w:p w14:paraId="7FD48312" w14:textId="3835D3C5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desenho técnico em suportes digitais 3D</w:t>
            </w:r>
          </w:p>
          <w:p w14:paraId="16B552A9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Tipos de Geometrias</w:t>
            </w:r>
          </w:p>
          <w:p w14:paraId="4530E075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Polygons</w:t>
            </w:r>
            <w:proofErr w:type="spellEnd"/>
          </w:p>
          <w:p w14:paraId="7F1FB1C8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Nurbs</w:t>
            </w:r>
            <w:proofErr w:type="spellEnd"/>
          </w:p>
          <w:p w14:paraId="7DF43838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Subdivisions</w:t>
            </w:r>
            <w:proofErr w:type="spellEnd"/>
          </w:p>
          <w:p w14:paraId="1D1DB235" w14:textId="77777777" w:rsidR="005D64A1" w:rsidRPr="0082388E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Compound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objects</w:t>
            </w:r>
            <w:proofErr w:type="spellEnd"/>
          </w:p>
          <w:p w14:paraId="174A6A75" w14:textId="77777777" w:rsidR="005D64A1" w:rsidRPr="0082388E" w:rsidRDefault="005D64A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1CE2BDC2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 Animação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</w:p>
          <w:p w14:paraId="4196783E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448FC847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5B0318E5" w14:textId="77777777" w:rsidR="005D64A1" w:rsidRPr="00E600CE" w:rsidRDefault="005D64A1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EDF83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uma animação 3D</w:t>
            </w:r>
          </w:p>
          <w:p w14:paraId="213161A9" w14:textId="5C3CDB42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modelação para Animação</w:t>
            </w:r>
          </w:p>
          <w:p w14:paraId="6DCE5A98" w14:textId="77777777" w:rsidR="00095528" w:rsidRDefault="00095528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através de t</w:t>
            </w:r>
            <w:r w:rsidRPr="00C66DC9">
              <w:rPr>
                <w:rFonts w:ascii="Verdana Pro Light" w:eastAsia="Arial Unicode MS" w:hAnsi="Verdana Pro Light" w:cs="Arial Unicode MS"/>
                <w:sz w:val="18"/>
                <w:szCs w:val="18"/>
              </w:rPr>
              <w:t>ipos de geometria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construção para modelação 3D</w:t>
            </w:r>
          </w:p>
          <w:p w14:paraId="7E7C454A" w14:textId="4475947D" w:rsidR="005D64A1" w:rsidRDefault="00095528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D64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na Animação 3D</w:t>
            </w:r>
          </w:p>
          <w:p w14:paraId="007B313B" w14:textId="77777777" w:rsidR="005D64A1" w:rsidRPr="00FB6877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111C55F7" w14:textId="77777777" w:rsidR="005D64A1" w:rsidRPr="00FB6877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A9AAF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2ACE229" w14:textId="77777777" w:rsidR="005D64A1" w:rsidRDefault="005D64A1" w:rsidP="005D64A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D6D1207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C59718B" w14:textId="77777777" w:rsidR="005D64A1" w:rsidRDefault="005D64A1" w:rsidP="005D64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4E65BF4E" w14:textId="77777777" w:rsidR="005D64A1" w:rsidRPr="000173C0" w:rsidRDefault="005D64A1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6C10D9A" w14:textId="77777777" w:rsidR="005D64A1" w:rsidRDefault="005D64A1" w:rsidP="005D64A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1D8DA7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4CE7078" w14:textId="7D0619AD" w:rsidR="005D64A1" w:rsidRDefault="00132177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Realizar modelação de objetos 3D</w:t>
      </w:r>
      <w:r w:rsidR="005D64A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EBD65AA" w14:textId="6563463D" w:rsidR="005D64A1" w:rsidRPr="009D7FE3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CD1. </w:t>
      </w:r>
      <w:r w:rsidR="00921AAE" w:rsidRPr="00921AAE">
        <w:rPr>
          <w:rFonts w:ascii="Verdana Pro Light" w:eastAsia="Arial Unicode MS" w:hAnsi="Verdana Pro Light" w:cs="Arial Unicode MS"/>
          <w:sz w:val="18"/>
          <w:szCs w:val="18"/>
        </w:rPr>
        <w:t>Garantindo que a modelação seja precisa e fiel às referências visuais, mantendo proporções adequadas e evitando distorções indesejadas</w:t>
      </w:r>
    </w:p>
    <w:p w14:paraId="52F1FBD4" w14:textId="10F90EB9" w:rsidR="005D64A1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Pr="0042373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C91E2B" w:rsidRPr="00C91E2B">
        <w:rPr>
          <w:rFonts w:ascii="Verdana Pro Light" w:eastAsia="Arial Unicode MS" w:hAnsi="Verdana Pro Light" w:cs="Arial Unicode MS"/>
          <w:sz w:val="18"/>
          <w:szCs w:val="18"/>
        </w:rPr>
        <w:t>Criando uma topologia de malha limpa e eficiente, com o mínimo de polígonos necessários para representar com precisão a forma do objeto</w:t>
      </w:r>
    </w:p>
    <w:p w14:paraId="2856E263" w14:textId="11D715DE" w:rsidR="005D64A1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42373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C91E2B" w:rsidRPr="00C91E2B">
        <w:rPr>
          <w:rFonts w:ascii="Verdana Pro Light" w:eastAsia="Arial Unicode MS" w:hAnsi="Verdana Pro Light" w:cs="Arial Unicode MS"/>
          <w:sz w:val="18"/>
          <w:szCs w:val="18"/>
        </w:rPr>
        <w:t xml:space="preserve">Assegurando que a resolução da malha seja adequada para o propósito final do objeto modelado, seja para </w:t>
      </w:r>
      <w:proofErr w:type="spellStart"/>
      <w:r w:rsidR="00C91E2B" w:rsidRPr="00C91E2B">
        <w:rPr>
          <w:rFonts w:ascii="Verdana Pro Light" w:eastAsia="Arial Unicode MS" w:hAnsi="Verdana Pro Light" w:cs="Arial Unicode MS"/>
          <w:sz w:val="18"/>
          <w:szCs w:val="18"/>
        </w:rPr>
        <w:t>renderização</w:t>
      </w:r>
      <w:proofErr w:type="spellEnd"/>
      <w:r w:rsidR="00C91E2B" w:rsidRPr="00C91E2B">
        <w:rPr>
          <w:rFonts w:ascii="Verdana Pro Light" w:eastAsia="Arial Unicode MS" w:hAnsi="Verdana Pro Light" w:cs="Arial Unicode MS"/>
          <w:sz w:val="18"/>
          <w:szCs w:val="18"/>
        </w:rPr>
        <w:t xml:space="preserve"> em tempo real ou para animação.</w:t>
      </w:r>
    </w:p>
    <w:p w14:paraId="2837B8CC" w14:textId="2753DC54" w:rsidR="005D64A1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6E1C63" w:rsidRPr="006E1C63">
        <w:rPr>
          <w:rFonts w:ascii="Verdana Pro Light" w:eastAsia="Arial Unicode MS" w:hAnsi="Verdana Pro Light" w:cs="Arial Unicode MS"/>
          <w:sz w:val="18"/>
          <w:szCs w:val="18"/>
        </w:rPr>
        <w:t>Explorando soluções criativas e inovadoras na modelação de objetos, adicionando elementos únicos e distintivos que contribuam para a identidade visual do projeto</w:t>
      </w:r>
    </w:p>
    <w:p w14:paraId="7CB932DD" w14:textId="77777777" w:rsidR="005D64A1" w:rsidRPr="00423738" w:rsidRDefault="005D64A1" w:rsidP="005D64A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67E1306F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50BFEBF" w14:textId="77777777" w:rsidR="005D64A1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7838B8DB" w14:textId="77777777" w:rsidR="005D64A1" w:rsidRPr="00E600CE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331890BC" w14:textId="77777777" w:rsidR="005D64A1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50755AC8" w14:textId="77777777" w:rsidR="005D64A1" w:rsidRPr="00A92466" w:rsidRDefault="005D64A1" w:rsidP="005D64A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28865E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AB7AA93" w14:textId="77777777" w:rsidR="005D64A1" w:rsidRDefault="005D64A1" w:rsidP="005D64A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317AEDC" w14:textId="6B79C811" w:rsidR="005D64A1" w:rsidRDefault="005D64A1" w:rsidP="005D64A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r w:rsidR="00132177">
        <w:rPr>
          <w:rFonts w:ascii="Verdana Pro Light" w:eastAsia="Arial Unicode MS" w:hAnsi="Verdana Pro Light" w:cs="Arial Unicode MS"/>
          <w:sz w:val="18"/>
          <w:szCs w:val="18"/>
        </w:rPr>
        <w:t>analógicas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animação</w:t>
      </w:r>
    </w:p>
    <w:p w14:paraId="3E9BDF26" w14:textId="77777777" w:rsidR="005D64A1" w:rsidRDefault="005D64A1" w:rsidP="005D64A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507A823E" w14:textId="39692B4F" w:rsidR="005D64A1" w:rsidRPr="00132177" w:rsidRDefault="005D64A1" w:rsidP="00FF34A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32177">
        <w:rPr>
          <w:rFonts w:ascii="Verdana Pro Light" w:eastAsia="Arial Unicode MS" w:hAnsi="Verdana Pro Light" w:cs="Arial Unicode MS"/>
          <w:sz w:val="18"/>
          <w:szCs w:val="18"/>
        </w:rPr>
        <w:t xml:space="preserve">Projeto de Animação real ou simulado </w:t>
      </w:r>
      <w:r w:rsidR="00132177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E364F6" w14:textId="77777777" w:rsidR="005D64A1" w:rsidRPr="00F87025" w:rsidRDefault="005D64A1" w:rsidP="005D64A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CA4DC13" w14:textId="77777777" w:rsidR="005D64A1" w:rsidRDefault="005D64A1" w:rsidP="005D64A1">
      <w:pPr>
        <w:rPr>
          <w:rFonts w:ascii="Verdana Pro Light" w:hAnsi="Verdana Pro Light"/>
          <w:smallCaps/>
        </w:rPr>
      </w:pPr>
    </w:p>
    <w:p w14:paraId="3B9BB346" w14:textId="77777777" w:rsidR="005D64A1" w:rsidRPr="00C34354" w:rsidRDefault="005D64A1" w:rsidP="005D64A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F394D42" w14:textId="51A36684" w:rsidR="005D64A1" w:rsidRPr="00FC797E" w:rsidRDefault="005D64A1" w:rsidP="005D64A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 w:rsidR="00132177"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3455CC19" w14:textId="77777777" w:rsidR="005D64A1" w:rsidRPr="00FC797E" w:rsidRDefault="005D64A1" w:rsidP="005D64A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25DCEC" w14:textId="621AB06A" w:rsidR="005D64A1" w:rsidRDefault="005D64A1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433145AF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63F70EB3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352F799E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7667FFB4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6669D1E5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7833202E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63004272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14C221B9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36931127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51CDB278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5ED6512C" w14:textId="77777777" w:rsidR="00132177" w:rsidRPr="007B0321" w:rsidRDefault="00132177" w:rsidP="007B032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32177" w:rsidRPr="00136AD8" w14:paraId="0D4DEB7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39FB4F" w14:textId="623C4948" w:rsidR="00132177" w:rsidRPr="00F42D38" w:rsidRDefault="00132177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FB798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6ADA85" w14:textId="77777777" w:rsidR="00132177" w:rsidRPr="00F42D38" w:rsidRDefault="00132177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Criar iluminação e texturização em produtos 3D </w:t>
            </w:r>
          </w:p>
        </w:tc>
      </w:tr>
    </w:tbl>
    <w:p w14:paraId="014F3B8E" w14:textId="77777777" w:rsidR="00132177" w:rsidRPr="00136AD8" w:rsidRDefault="00132177" w:rsidP="0013217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7AC6BB5" w14:textId="77777777" w:rsidR="00132177" w:rsidRDefault="00132177" w:rsidP="0013217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CACF6A5" w14:textId="77777777" w:rsidR="00132177" w:rsidRPr="003200F2" w:rsidRDefault="00132177" w:rsidP="0013217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27EC87E" w14:textId="77777777" w:rsidR="00132177" w:rsidRPr="00136AD8" w:rsidRDefault="00132177" w:rsidP="0013217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132177" w:rsidRPr="00136AD8" w14:paraId="56AB2126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DE7E96" w14:textId="77777777" w:rsidR="00132177" w:rsidRPr="001B353A" w:rsidRDefault="00132177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32177" w:rsidRPr="00136AD8" w14:paraId="78398A2E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394C7" w14:textId="0928E800" w:rsidR="00132177" w:rsidRDefault="00132177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80F24" w:rsidRPr="00780F2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</w:t>
            </w:r>
            <w:r w:rsidR="00780F24">
              <w:rPr>
                <w:rFonts w:ascii="Verdana Pro Light" w:eastAsia="Arial Unicode MS" w:hAnsi="Verdana Pro Light" w:cs="Arial Unicode MS"/>
                <w:sz w:val="18"/>
                <w:szCs w:val="18"/>
              </w:rPr>
              <w:t>unir</w:t>
            </w:r>
            <w:r w:rsidR="00780F24" w:rsidRPr="00780F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referências visuais e exemplos de iluminação e texturas semelhantes</w:t>
            </w:r>
          </w:p>
          <w:p w14:paraId="360F9EAA" w14:textId="40D24EDC" w:rsidR="00132177" w:rsidRDefault="00132177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686F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</w:t>
            </w:r>
            <w:r w:rsidR="00686FC8" w:rsidRPr="00686F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modelo 3D no software de modelagem 3D</w:t>
            </w:r>
            <w:r w:rsidR="003E40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prepara </w:t>
            </w:r>
            <w:r w:rsidR="003E4041" w:rsidRPr="003E4041">
              <w:rPr>
                <w:rFonts w:ascii="Verdana Pro Light" w:eastAsia="Arial Unicode MS" w:hAnsi="Verdana Pro Light" w:cs="Arial Unicode MS"/>
                <w:sz w:val="18"/>
                <w:szCs w:val="18"/>
              </w:rPr>
              <w:t>o ambiente de cena, definindo a iluminação básica</w:t>
            </w:r>
          </w:p>
          <w:p w14:paraId="1046A9B7" w14:textId="03A5AC63" w:rsidR="00132177" w:rsidRDefault="00132177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962A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Escolher o tipo de iluminação, ajustar a </w:t>
            </w:r>
            <w:r w:rsidR="00096741" w:rsidRPr="00096741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intensidade, cor e direção das luzes</w:t>
            </w:r>
          </w:p>
          <w:p w14:paraId="5EDB8FCA" w14:textId="77777777" w:rsidR="00331528" w:rsidRDefault="00132177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0967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</w:t>
            </w:r>
            <w:r w:rsidR="00096741" w:rsidRPr="00096741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texturas ao modelo 3D para adicionar detalhes visuais e realismo</w:t>
            </w:r>
            <w:r w:rsidR="000967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ajustar as suas </w:t>
            </w:r>
            <w:r w:rsidR="00331528" w:rsidRPr="00331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propriedades</w:t>
            </w:r>
            <w:r w:rsidR="003315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31528" w:rsidRPr="00331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como escala, rotação e alinhamento</w:t>
            </w:r>
          </w:p>
          <w:p w14:paraId="01E98FAD" w14:textId="25355D69" w:rsidR="00132177" w:rsidRPr="0008537A" w:rsidRDefault="00331528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Rever o </w:t>
            </w:r>
            <w:r w:rsidR="00B10B50" w:rsidRPr="00B10B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produto </w:t>
            </w:r>
            <w:proofErr w:type="spellStart"/>
            <w:r w:rsidR="00B10B50" w:rsidRPr="00B10B5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renderizado</w:t>
            </w:r>
            <w:proofErr w:type="spellEnd"/>
            <w:r w:rsidR="00B10B50" w:rsidRPr="00B10B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diferentes ângulos e condições de iluminação</w:t>
            </w:r>
            <w:r w:rsidR="00132177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32177" w:rsidRPr="00136AD8" w14:paraId="518CBDC4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76F89A" w14:textId="77777777" w:rsidR="00132177" w:rsidRPr="001B353A" w:rsidRDefault="00132177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2C2076" w14:textId="77777777" w:rsidR="00132177" w:rsidRPr="001B353A" w:rsidRDefault="00132177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E613A6" w14:textId="77777777" w:rsidR="00132177" w:rsidRPr="001B353A" w:rsidRDefault="00132177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32177" w:rsidRPr="00136AD8" w14:paraId="5498D7A3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8E8CA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Criação de imagem 3D</w:t>
            </w:r>
          </w:p>
          <w:p w14:paraId="30E74608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337660AC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do filme final</w:t>
            </w:r>
          </w:p>
          <w:p w14:paraId="5F677010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criação de imagem 3D</w:t>
            </w:r>
          </w:p>
          <w:p w14:paraId="1E42FDE4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de cena</w:t>
            </w:r>
          </w:p>
          <w:p w14:paraId="0B12D2C5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iluminação</w:t>
            </w:r>
          </w:p>
          <w:p w14:paraId="6C2C9938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 interior</w:t>
            </w:r>
          </w:p>
          <w:p w14:paraId="05FEE864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 exterior</w:t>
            </w:r>
          </w:p>
          <w:p w14:paraId="1F25FF4D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Audiovisuais</w:t>
            </w:r>
          </w:p>
          <w:p w14:paraId="0FBFDE94" w14:textId="77777777" w:rsidR="00132177" w:rsidRPr="006725BB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e aplicação de diferentes modos de edição para diferentes suportes </w:t>
            </w:r>
            <w:r w:rsidRPr="006725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digitais</w:t>
            </w:r>
          </w:p>
          <w:p w14:paraId="4ECA90AF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Texturização e iluminação</w:t>
            </w:r>
          </w:p>
          <w:p w14:paraId="4C1D56E6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Physical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materials</w:t>
            </w:r>
            <w:proofErr w:type="spellEnd"/>
          </w:p>
          <w:p w14:paraId="1C9BA0C8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UVW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maps</w:t>
            </w:r>
            <w:proofErr w:type="spellEnd"/>
          </w:p>
          <w:p w14:paraId="1973C95D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Bumps</w:t>
            </w:r>
            <w:proofErr w:type="spellEnd"/>
          </w:p>
          <w:p w14:paraId="0A00AAD0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Self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Illumination</w:t>
            </w:r>
            <w:proofErr w:type="spellEnd"/>
          </w:p>
          <w:p w14:paraId="56A59F9D" w14:textId="77777777" w:rsidR="00132177" w:rsidRPr="0082388E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Luzes</w:t>
            </w:r>
          </w:p>
          <w:p w14:paraId="2AE930C3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4F0083CD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61CD3CF1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19A7D1DB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562A6C0A" w14:textId="77777777" w:rsidR="00132177" w:rsidRPr="00E600CE" w:rsidRDefault="00132177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F9F4A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iluminação 3D</w:t>
            </w:r>
          </w:p>
          <w:p w14:paraId="1F0EA3B1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imagem para texturização 3D</w:t>
            </w:r>
          </w:p>
          <w:p w14:paraId="0FAA6D8F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texturização 3D</w:t>
            </w:r>
          </w:p>
          <w:p w14:paraId="60E96FE9" w14:textId="71153B0B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1839B987" w14:textId="77777777" w:rsidR="00132177" w:rsidRPr="00FB68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798F3AD1" w14:textId="77777777" w:rsidR="00132177" w:rsidRPr="00FB68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06EC6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5364560" w14:textId="77777777" w:rsidR="00132177" w:rsidRDefault="00132177" w:rsidP="00132177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E102422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C46DEEE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65E31B3D" w14:textId="77777777" w:rsidR="00132177" w:rsidRPr="000173C0" w:rsidRDefault="00132177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A5B965" w14:textId="77777777" w:rsidR="00132177" w:rsidRDefault="00132177" w:rsidP="0013217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FF93D2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416DAB8" w14:textId="01D4A67C" w:rsidR="00132177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Criar iluminação e texturização em produtos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BD1A32D" w14:textId="53054537" w:rsidR="00132177" w:rsidRPr="009D7FE3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886418" w:rsidRPr="00886418">
        <w:rPr>
          <w:rFonts w:ascii="Verdana Pro Light" w:eastAsia="Arial Unicode MS" w:hAnsi="Verdana Pro Light" w:cs="Arial Unicode MS"/>
          <w:sz w:val="18"/>
          <w:szCs w:val="18"/>
        </w:rPr>
        <w:t>Efetuando um planeamento detalhado da iluminação e texturização</w:t>
      </w:r>
    </w:p>
    <w:p w14:paraId="146DE97D" w14:textId="02AAD3C4" w:rsidR="00132177" w:rsidRPr="009D7FE3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</w:t>
      </w:r>
      <w:r w:rsidR="006C5040" w:rsidRPr="006C5040">
        <w:t xml:space="preserve"> </w:t>
      </w:r>
      <w:r w:rsidR="006C5040" w:rsidRPr="006C5040">
        <w:rPr>
          <w:rFonts w:ascii="Verdana Pro Light" w:eastAsia="Arial Unicode MS" w:hAnsi="Verdana Pro Light" w:cs="Arial Unicode MS"/>
          <w:sz w:val="18"/>
          <w:szCs w:val="18"/>
        </w:rPr>
        <w:t>Modelando o produto 3D e preparando o ambiente de cena, certificando-se de que a geometria está pronta para receber iluminação e texturas, e configurando o sistema de materiais.</w:t>
      </w:r>
    </w:p>
    <w:p w14:paraId="57A328B7" w14:textId="723FFAE9" w:rsidR="00132177" w:rsidRPr="009D7FE3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6C5040" w:rsidRPr="006C5040">
        <w:t xml:space="preserve"> </w:t>
      </w:r>
      <w:r w:rsidR="006C5040" w:rsidRPr="006C5040">
        <w:rPr>
          <w:rFonts w:ascii="Verdana Pro Light" w:eastAsia="Arial Unicode MS" w:hAnsi="Verdana Pro Light" w:cs="Arial Unicode MS"/>
          <w:sz w:val="18"/>
          <w:szCs w:val="18"/>
        </w:rPr>
        <w:t>Escolhendo o tipo de iluminação mais adequado para destacar as características do produto, ajustando a intensidade, cor e direção das luzes para criar sombras realistas e destacar os detalhes</w:t>
      </w:r>
    </w:p>
    <w:p w14:paraId="295DD930" w14:textId="28C00F2F" w:rsidR="00132177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D44827" w:rsidRPr="00D44827">
        <w:rPr>
          <w:rFonts w:ascii="Verdana Pro Light" w:eastAsia="Arial Unicode MS" w:hAnsi="Verdana Pro Light" w:cs="Arial Unicode MS"/>
          <w:sz w:val="18"/>
          <w:szCs w:val="18"/>
        </w:rPr>
        <w:t>Aplicando texturas ao modelo 3D para adicionar detalhes visuais e realismo, ajustando as propriedades das texturas para garantir a aparência desejada e a integração correta no modelo</w:t>
      </w:r>
    </w:p>
    <w:p w14:paraId="1061BEB6" w14:textId="77777777" w:rsidR="00132177" w:rsidRPr="00C24782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10DE0F68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201C09B" w14:textId="77777777" w:rsidR="00132177" w:rsidRDefault="00132177" w:rsidP="0013217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0846BA27" w14:textId="77777777" w:rsidR="00132177" w:rsidRPr="00E600CE" w:rsidRDefault="00132177" w:rsidP="0013217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2CF9A4A7" w14:textId="39BC4ABF" w:rsidR="00132177" w:rsidRPr="00AA1B21" w:rsidRDefault="00132177" w:rsidP="00AA1B2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AA1B21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02E59FD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D3EDEAF" w14:textId="77777777" w:rsidR="00132177" w:rsidRDefault="00132177" w:rsidP="0013217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FF193A7" w14:textId="77777777" w:rsidR="00132177" w:rsidRDefault="00132177" w:rsidP="0013217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 e som</w:t>
      </w:r>
    </w:p>
    <w:p w14:paraId="501F755D" w14:textId="2D2AC5C2" w:rsidR="00132177" w:rsidRPr="00132177" w:rsidRDefault="00132177" w:rsidP="0013217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61E64E4B" w14:textId="77777777" w:rsidR="00132177" w:rsidRPr="00FC797E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B568775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978925" w14:textId="77777777" w:rsidR="00132177" w:rsidRDefault="00132177" w:rsidP="00132177">
      <w:pPr>
        <w:rPr>
          <w:rFonts w:ascii="Verdana Pro Light" w:hAnsi="Verdana Pro Light"/>
          <w:smallCaps/>
        </w:rPr>
      </w:pPr>
    </w:p>
    <w:p w14:paraId="4D750AA9" w14:textId="77777777" w:rsidR="00132177" w:rsidRPr="00C34354" w:rsidRDefault="00132177" w:rsidP="0013217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1E26D468" w14:textId="6EBE77BA" w:rsidR="00132177" w:rsidRPr="00FC797E" w:rsidRDefault="00132177" w:rsidP="00132177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63FA016C" w14:textId="77777777" w:rsidR="00132177" w:rsidRPr="00132177" w:rsidRDefault="00132177" w:rsidP="0013217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</w:p>
    <w:p w14:paraId="240FC35A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9277C79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8A85561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F8FC83F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3D8A8A2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F845210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FA0870A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2827BA8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0C1EB10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8071E27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A61BAFA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47F7366" w14:textId="77777777" w:rsidR="00FB798C" w:rsidRDefault="00FB798C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AEDD016" w14:textId="77777777" w:rsidR="00FB798C" w:rsidRDefault="00FB798C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F263D05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B81833E" w14:textId="77777777" w:rsidR="00132177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32177" w:rsidRPr="00136AD8" w14:paraId="7AEF1752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2F93394" w14:textId="395B25E2" w:rsidR="00132177" w:rsidRPr="00F42D38" w:rsidRDefault="00132177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FB798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3CA768" w14:textId="77777777" w:rsidR="00132177" w:rsidRPr="00F42D38" w:rsidRDefault="00132177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Criar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rigs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para personagens 3D</w:t>
            </w:r>
          </w:p>
        </w:tc>
      </w:tr>
    </w:tbl>
    <w:p w14:paraId="415E9D20" w14:textId="77777777" w:rsidR="00132177" w:rsidRPr="00136AD8" w:rsidRDefault="00132177" w:rsidP="0013217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B7BFD67" w14:textId="77777777" w:rsidR="005B7181" w:rsidRDefault="005B7181" w:rsidP="005B718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EB51734" w14:textId="77777777" w:rsidR="005B7181" w:rsidRPr="003200F2" w:rsidRDefault="005B7181" w:rsidP="005B718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586D30D" w14:textId="77777777" w:rsidR="00132177" w:rsidRPr="00136AD8" w:rsidRDefault="00132177" w:rsidP="0013217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132177" w:rsidRPr="00136AD8" w14:paraId="611979B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5B7EBA" w14:textId="77777777" w:rsidR="00132177" w:rsidRPr="001B353A" w:rsidRDefault="00132177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32177" w:rsidRPr="00136AD8" w14:paraId="3F8A2853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5F3AA6" w14:textId="452DA56E" w:rsidR="00132177" w:rsidRDefault="00132177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AC3F06" w:rsidRPr="00AC3F0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a estrutura óssea do personagem</w:t>
            </w:r>
          </w:p>
          <w:p w14:paraId="4559ABA0" w14:textId="31F1C2CF" w:rsidR="00132177" w:rsidRDefault="00132177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E6C47" w:rsidRPr="00DE6C47">
              <w:rPr>
                <w:rFonts w:ascii="Verdana Pro Light" w:eastAsia="Arial Unicode MS" w:hAnsi="Verdana Pro Light" w:cs="Arial Unicode MS"/>
                <w:sz w:val="18"/>
                <w:szCs w:val="18"/>
              </w:rPr>
              <w:t>Atribuir controladores aos ossos</w:t>
            </w:r>
            <w:r w:rsidR="00DE6C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DE6C47" w:rsidRPr="00DE6C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estabelecer uma hierarquia entre os ossos</w:t>
            </w:r>
          </w:p>
          <w:p w14:paraId="1C19F13E" w14:textId="0BECD140" w:rsidR="00132177" w:rsidRPr="001255B4" w:rsidRDefault="00132177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DE6C47" w:rsidRPr="00DE6C47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restrições e limitações aos controladores</w:t>
            </w:r>
          </w:p>
          <w:p w14:paraId="3C557CE6" w14:textId="77777777" w:rsidR="007B3739" w:rsidRDefault="00132177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7B3739" w:rsidRPr="007B37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Testar o </w:t>
            </w:r>
            <w:proofErr w:type="spellStart"/>
            <w:r w:rsidR="007B3739" w:rsidRPr="007B3739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</w:t>
            </w:r>
            <w:proofErr w:type="spellEnd"/>
            <w:r w:rsidR="007B3739" w:rsidRPr="007B37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diferentes poses e movimentos para identificar possíveis problemas, como articulações quebradas ou movimentos não naturais</w:t>
            </w:r>
          </w:p>
          <w:p w14:paraId="2A48A261" w14:textId="7B98226F" w:rsidR="00132177" w:rsidRPr="0008537A" w:rsidRDefault="007B373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7B37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Documentar as características e funcionalidades do </w:t>
            </w:r>
            <w:proofErr w:type="spellStart"/>
            <w:r w:rsidRPr="007B3739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</w:t>
            </w:r>
            <w:proofErr w:type="spellEnd"/>
            <w:r w:rsidR="00132177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32177" w:rsidRPr="00136AD8" w14:paraId="7F3A2EE3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39BDC3" w14:textId="77777777" w:rsidR="00132177" w:rsidRPr="001B353A" w:rsidRDefault="00132177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31B1DC" w14:textId="77777777" w:rsidR="00132177" w:rsidRPr="001B353A" w:rsidRDefault="00132177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8144D3" w14:textId="77777777" w:rsidR="00132177" w:rsidRPr="001B353A" w:rsidRDefault="00132177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32177" w:rsidRPr="00136AD8" w14:paraId="517BC17E" w14:textId="77777777" w:rsidTr="00464811">
        <w:trPr>
          <w:trHeight w:val="17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5AB4E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 de modelos</w:t>
            </w:r>
          </w:p>
          <w:p w14:paraId="1E29BE75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427C505E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plasticidades e texturas</w:t>
            </w:r>
          </w:p>
          <w:p w14:paraId="3623F307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animação</w:t>
            </w:r>
          </w:p>
          <w:p w14:paraId="1C2F14F5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rigs</w:t>
            </w:r>
            <w:proofErr w:type="spellEnd"/>
          </w:p>
          <w:p w14:paraId="5543C46F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estudo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cada modelo</w:t>
            </w:r>
          </w:p>
          <w:p w14:paraId="23D3B077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animação</w:t>
            </w:r>
          </w:p>
          <w:p w14:paraId="0B258C6A" w14:textId="77777777" w:rsidR="00132177" w:rsidRPr="0034341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Esqueleto e textura</w:t>
            </w:r>
          </w:p>
          <w:p w14:paraId="3A88876A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volumes</w:t>
            </w:r>
          </w:p>
          <w:p w14:paraId="22BFBD3C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 e texturas</w:t>
            </w:r>
          </w:p>
          <w:p w14:paraId="30CB6477" w14:textId="77777777" w:rsidR="00132177" w:rsidRPr="0034341E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envelops</w:t>
            </w:r>
            <w:proofErr w:type="spellEnd"/>
          </w:p>
          <w:p w14:paraId="05D9EF84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 de modelos</w:t>
            </w:r>
          </w:p>
          <w:p w14:paraId="14C65CF8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</w:t>
            </w:r>
          </w:p>
          <w:p w14:paraId="18E94A8C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Bipeds</w:t>
            </w:r>
            <w:proofErr w:type="spellEnd"/>
          </w:p>
          <w:p w14:paraId="48DD9608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Skin</w:t>
            </w:r>
          </w:p>
          <w:p w14:paraId="77D17B15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Envelops</w:t>
            </w:r>
            <w:proofErr w:type="spellEnd"/>
          </w:p>
          <w:p w14:paraId="3A6BCE17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CAT</w:t>
            </w:r>
          </w:p>
          <w:p w14:paraId="54CE0CC4" w14:textId="77777777" w:rsidR="00132177" w:rsidRPr="00902B53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Curve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editors</w:t>
            </w:r>
            <w:proofErr w:type="spellEnd"/>
          </w:p>
          <w:p w14:paraId="7FCC8ED2" w14:textId="77777777" w:rsidR="00132177" w:rsidRPr="0082388E" w:rsidRDefault="00132177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65900366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60DF5CA9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73F29BDA" w14:textId="77777777" w:rsidR="00132177" w:rsidRPr="00441A74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1FFF1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modelos 3D</w:t>
            </w:r>
          </w:p>
          <w:p w14:paraId="0DD4A33C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corrigir erros técnicos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 animação 3D</w:t>
            </w:r>
          </w:p>
          <w:p w14:paraId="3186F0BE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animação de elementos com modelação 3D</w:t>
            </w:r>
          </w:p>
          <w:p w14:paraId="36CF25DB" w14:textId="76518018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20CE687D" w14:textId="77777777" w:rsidR="00132177" w:rsidRPr="00FB68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298B577B" w14:textId="77777777" w:rsidR="00132177" w:rsidRPr="00FB68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DBE1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FAB2A8A" w14:textId="77777777" w:rsidR="00132177" w:rsidRDefault="00132177" w:rsidP="00132177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48BEE3C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73F689C" w14:textId="77777777" w:rsidR="00132177" w:rsidRDefault="00132177" w:rsidP="001321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069D0955" w14:textId="77777777" w:rsidR="00132177" w:rsidRPr="000173C0" w:rsidRDefault="00132177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7929F39" w14:textId="77777777" w:rsidR="00132177" w:rsidRDefault="00132177" w:rsidP="0013217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ECBB98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5A21C19" w14:textId="452FEDCC" w:rsidR="00132177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Criar </w:t>
      </w:r>
      <w:proofErr w:type="spellStart"/>
      <w:r>
        <w:rPr>
          <w:rFonts w:ascii="Verdana Pro Light" w:eastAsia="Arial Unicode MS" w:hAnsi="Verdana Pro Light" w:cs="Times New Roman"/>
          <w:b/>
          <w:sz w:val="18"/>
          <w:szCs w:val="18"/>
        </w:rPr>
        <w:t>rigs</w:t>
      </w:r>
      <w:proofErr w:type="spellEnd"/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para personagens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71CBF87" w14:textId="6AF3E0BD" w:rsidR="00132177" w:rsidRPr="009D7FE3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0D3392">
        <w:rPr>
          <w:rFonts w:ascii="Verdana Pro Light" w:eastAsia="Arial Unicode MS" w:hAnsi="Verdana Pro Light" w:cs="Arial Unicode MS"/>
          <w:sz w:val="18"/>
          <w:szCs w:val="18"/>
        </w:rPr>
        <w:t xml:space="preserve">Produzindo personagem realistas com movimentos fluidos e naturais </w:t>
      </w:r>
    </w:p>
    <w:p w14:paraId="34EC6CB8" w14:textId="6DA78197" w:rsidR="00132177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</w:t>
      </w:r>
      <w:r w:rsidR="000654BC" w:rsidRPr="000654BC">
        <w:t xml:space="preserve"> </w:t>
      </w:r>
      <w:r w:rsidR="000654BC" w:rsidRPr="00A03B3B">
        <w:rPr>
          <w:rFonts w:ascii="Verdana Pro Light" w:eastAsia="Arial Unicode MS" w:hAnsi="Verdana Pro Light" w:cs="Arial Unicode MS"/>
          <w:sz w:val="18"/>
          <w:szCs w:val="18"/>
        </w:rPr>
        <w:t>A</w:t>
      </w:r>
      <w:r w:rsidR="000654BC" w:rsidRPr="000654BC">
        <w:rPr>
          <w:rFonts w:ascii="Verdana Pro Light" w:eastAsia="Arial Unicode MS" w:hAnsi="Verdana Pro Light" w:cs="Arial Unicode MS"/>
          <w:sz w:val="18"/>
          <w:szCs w:val="18"/>
        </w:rPr>
        <w:t>ssegurando que o movimento do personagem respeit</w:t>
      </w:r>
      <w:r w:rsidR="000654BC">
        <w:rPr>
          <w:rFonts w:ascii="Verdana Pro Light" w:eastAsia="Arial Unicode MS" w:hAnsi="Verdana Pro Light" w:cs="Arial Unicode MS"/>
          <w:sz w:val="18"/>
          <w:szCs w:val="18"/>
        </w:rPr>
        <w:t>a</w:t>
      </w:r>
      <w:r w:rsidR="000654BC" w:rsidRPr="000654BC">
        <w:rPr>
          <w:rFonts w:ascii="Verdana Pro Light" w:eastAsia="Arial Unicode MS" w:hAnsi="Verdana Pro Light" w:cs="Arial Unicode MS"/>
          <w:sz w:val="18"/>
          <w:szCs w:val="18"/>
        </w:rPr>
        <w:t xml:space="preserve"> os limites físicos do corpo humano e evitando deformações indesejadas</w:t>
      </w:r>
    </w:p>
    <w:p w14:paraId="6D139E0A" w14:textId="777D9048" w:rsidR="00132177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A03B3B" w:rsidRPr="00A03B3B">
        <w:t xml:space="preserve"> </w:t>
      </w:r>
      <w:r w:rsidR="00A03B3B" w:rsidRPr="00A03B3B">
        <w:rPr>
          <w:rFonts w:ascii="Verdana Pro Light" w:eastAsia="Arial Unicode MS" w:hAnsi="Verdana Pro Light" w:cs="Arial Unicode MS"/>
          <w:sz w:val="18"/>
          <w:szCs w:val="18"/>
        </w:rPr>
        <w:t xml:space="preserve">Testando o </w:t>
      </w:r>
      <w:proofErr w:type="spellStart"/>
      <w:r w:rsidR="00A03B3B" w:rsidRPr="00A03B3B">
        <w:rPr>
          <w:rFonts w:ascii="Verdana Pro Light" w:eastAsia="Arial Unicode MS" w:hAnsi="Verdana Pro Light" w:cs="Arial Unicode MS"/>
          <w:sz w:val="18"/>
          <w:szCs w:val="18"/>
        </w:rPr>
        <w:t>rig</w:t>
      </w:r>
      <w:proofErr w:type="spellEnd"/>
      <w:r w:rsidR="00A03B3B" w:rsidRPr="00A03B3B">
        <w:rPr>
          <w:rFonts w:ascii="Verdana Pro Light" w:eastAsia="Arial Unicode MS" w:hAnsi="Verdana Pro Light" w:cs="Arial Unicode MS"/>
          <w:sz w:val="18"/>
          <w:szCs w:val="18"/>
        </w:rPr>
        <w:t xml:space="preserve"> em diferentes poses e movimentos para identificar possíveis problemas, como articulações quebradas ou movimentos pouco naturais, e realizando ajustes e refinamentos para melhorar o desempenho do </w:t>
      </w:r>
      <w:proofErr w:type="spellStart"/>
      <w:r w:rsidR="00A03B3B" w:rsidRPr="00A03B3B">
        <w:rPr>
          <w:rFonts w:ascii="Verdana Pro Light" w:eastAsia="Arial Unicode MS" w:hAnsi="Verdana Pro Light" w:cs="Arial Unicode MS"/>
          <w:sz w:val="18"/>
          <w:szCs w:val="18"/>
        </w:rPr>
        <w:t>rig</w:t>
      </w:r>
      <w:proofErr w:type="spellEnd"/>
    </w:p>
    <w:p w14:paraId="3AF98B3C" w14:textId="77777777" w:rsidR="000A4AF4" w:rsidRDefault="00132177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0A4AF4" w:rsidRPr="000A4AF4">
        <w:rPr>
          <w:rFonts w:ascii="Verdana Pro Light" w:eastAsia="Arial Unicode MS" w:hAnsi="Verdana Pro Light" w:cs="Arial Unicode MS"/>
          <w:sz w:val="18"/>
          <w:szCs w:val="18"/>
        </w:rPr>
        <w:t xml:space="preserve">Documentando todas as características e funcionalidades do </w:t>
      </w:r>
      <w:proofErr w:type="spellStart"/>
      <w:r w:rsidR="000A4AF4" w:rsidRPr="000A4AF4">
        <w:rPr>
          <w:rFonts w:ascii="Verdana Pro Light" w:eastAsia="Arial Unicode MS" w:hAnsi="Verdana Pro Light" w:cs="Arial Unicode MS"/>
          <w:sz w:val="18"/>
          <w:szCs w:val="18"/>
        </w:rPr>
        <w:t>rig</w:t>
      </w:r>
      <w:proofErr w:type="spellEnd"/>
      <w:r w:rsidR="000A4AF4" w:rsidRPr="000A4AF4">
        <w:rPr>
          <w:rFonts w:ascii="Verdana Pro Light" w:eastAsia="Arial Unicode MS" w:hAnsi="Verdana Pro Light" w:cs="Arial Unicode MS"/>
          <w:sz w:val="18"/>
          <w:szCs w:val="18"/>
        </w:rPr>
        <w:t>, incluindo o funcionamento dos controladores, restrições aplicadas e hierarquia dos ossos</w:t>
      </w:r>
    </w:p>
    <w:p w14:paraId="24A2E59D" w14:textId="01246602" w:rsidR="00132177" w:rsidRPr="009D7FE3" w:rsidRDefault="000A4AF4" w:rsidP="00132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000A4AF4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0A4AF4">
        <w:rPr>
          <w:rFonts w:ascii="Verdana Pro Light" w:eastAsia="Arial Unicode MS" w:hAnsi="Verdana Pro Light" w:cs="Arial Unicode MS"/>
          <w:sz w:val="18"/>
          <w:szCs w:val="18"/>
        </w:rPr>
        <w:t xml:space="preserve">rganizando o </w:t>
      </w:r>
      <w:proofErr w:type="spellStart"/>
      <w:r w:rsidRPr="000A4AF4">
        <w:rPr>
          <w:rFonts w:ascii="Verdana Pro Light" w:eastAsia="Arial Unicode MS" w:hAnsi="Verdana Pro Light" w:cs="Arial Unicode MS"/>
          <w:sz w:val="18"/>
          <w:szCs w:val="18"/>
        </w:rPr>
        <w:t>rig</w:t>
      </w:r>
      <w:proofErr w:type="spellEnd"/>
      <w:r w:rsidRPr="000A4AF4">
        <w:rPr>
          <w:rFonts w:ascii="Verdana Pro Light" w:eastAsia="Arial Unicode MS" w:hAnsi="Verdana Pro Light" w:cs="Arial Unicode MS"/>
          <w:sz w:val="18"/>
          <w:szCs w:val="18"/>
        </w:rPr>
        <w:t xml:space="preserve"> de forma clara e intuitiva para facilitar o uso pelos animadores</w:t>
      </w:r>
    </w:p>
    <w:p w14:paraId="184F74CE" w14:textId="77777777" w:rsidR="00132177" w:rsidRPr="00136AD8" w:rsidRDefault="00132177" w:rsidP="001321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40C23A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67F82C" w14:textId="77777777" w:rsidR="00132177" w:rsidRDefault="00132177" w:rsidP="0013217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35A8864D" w14:textId="77777777" w:rsidR="00132177" w:rsidRPr="00E600CE" w:rsidRDefault="00132177" w:rsidP="0013217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1D351B68" w14:textId="77777777" w:rsidR="00132177" w:rsidRDefault="00132177" w:rsidP="0013217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700B0B30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2B92E9D" w14:textId="77777777" w:rsidR="00132177" w:rsidRDefault="00132177" w:rsidP="0013217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53E38BE" w14:textId="77777777" w:rsidR="00132177" w:rsidRDefault="00132177" w:rsidP="0013217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2FEDB933" w14:textId="33E90874" w:rsidR="00132177" w:rsidRPr="00132177" w:rsidRDefault="00132177" w:rsidP="0013217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132177"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4DE6B3AA" w14:textId="77777777" w:rsidR="00132177" w:rsidRPr="00FC797E" w:rsidRDefault="00132177" w:rsidP="00132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6876E4E" w14:textId="77777777" w:rsidR="00132177" w:rsidRPr="00F87025" w:rsidRDefault="00132177" w:rsidP="00132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49F6F3E" w14:textId="77777777" w:rsidR="00132177" w:rsidRDefault="00132177" w:rsidP="00132177">
      <w:pPr>
        <w:rPr>
          <w:rFonts w:ascii="Verdana Pro Light" w:hAnsi="Verdana Pro Light"/>
          <w:smallCaps/>
        </w:rPr>
      </w:pPr>
    </w:p>
    <w:p w14:paraId="637B6D3F" w14:textId="77777777" w:rsidR="00132177" w:rsidRPr="00C34354" w:rsidRDefault="00132177" w:rsidP="0013217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FEDB1AC" w14:textId="5CC620CC" w:rsidR="00132177" w:rsidRDefault="00132177" w:rsidP="005B718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</w:t>
      </w:r>
      <w:r w:rsidRPr="0024024D">
        <w:rPr>
          <w:rFonts w:ascii="Verdana Pro Light" w:hAnsi="Verdana Pro Light"/>
          <w:smallCaps/>
        </w:rPr>
        <w:t xml:space="preserve"> </w:t>
      </w:r>
      <w:r>
        <w:rPr>
          <w:rFonts w:ascii="Verdana Pro Light" w:hAnsi="Verdana Pro Light"/>
          <w:smallCaps/>
        </w:rPr>
        <w:br/>
      </w:r>
    </w:p>
    <w:p w14:paraId="3DBB8FEA" w14:textId="77777777" w:rsidR="005B7181" w:rsidRPr="005B7181" w:rsidRDefault="00132177" w:rsidP="0013217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</w:p>
    <w:p w14:paraId="332DCA8E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8F4EFFD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19FE8D2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BC22EEF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0CC50C9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70578C3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2318B28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C5262A8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0888797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9156594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4F110AA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3B0C829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0167B90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E1C6F86" w14:textId="77777777" w:rsidR="005B7181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B7181" w:rsidRPr="00136AD8" w14:paraId="604E6C45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BE1FE2" w14:textId="620E3803" w:rsidR="005B7181" w:rsidRPr="00F42D38" w:rsidRDefault="005B7181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FB798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DDA0714" w14:textId="1392EC2A" w:rsidR="005B7181" w:rsidRPr="00F42D38" w:rsidRDefault="005B7181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os níveis, ambientes e cenários de um jogo eletrónico</w:t>
            </w:r>
          </w:p>
        </w:tc>
      </w:tr>
    </w:tbl>
    <w:p w14:paraId="3B9C8362" w14:textId="77777777" w:rsidR="005B7181" w:rsidRPr="00136AD8" w:rsidRDefault="005B7181" w:rsidP="005B718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E692B27" w14:textId="77777777" w:rsidR="005B7181" w:rsidRDefault="005B7181" w:rsidP="005B718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3A96E3B" w14:textId="77777777" w:rsidR="005B7181" w:rsidRPr="003200F2" w:rsidRDefault="005B7181" w:rsidP="005B718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5F6990A" w14:textId="77777777" w:rsidR="005B7181" w:rsidRPr="00136AD8" w:rsidRDefault="005B7181" w:rsidP="005B718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5B7181" w:rsidRPr="00136AD8" w14:paraId="20F3F99C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59D2AC" w14:textId="77777777" w:rsidR="005B7181" w:rsidRPr="001B353A" w:rsidRDefault="005B718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B7181" w:rsidRPr="00136AD8" w14:paraId="082828C3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BBA971" w14:textId="5AF3652E" w:rsidR="005B7181" w:rsidRDefault="005B718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DD18B2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</w:t>
            </w:r>
            <w:r w:rsidR="00DD18B2" w:rsidRPr="00DD18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temática, estilo visual, mecânicas de jogo e fluxo de progressão</w:t>
            </w:r>
          </w:p>
          <w:p w14:paraId="1C6030BD" w14:textId="5CBC404D" w:rsidR="005B7181" w:rsidRDefault="005B7181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E21794" w:rsidRPr="00E21794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</w:t>
            </w:r>
            <w:r w:rsidR="00E21794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21794" w:rsidRPr="00E2179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protótipos simples dos níveis e ambientes para testar as mecânicas e o fluxo de jogo</w:t>
            </w:r>
          </w:p>
          <w:p w14:paraId="313A9096" w14:textId="77777777" w:rsidR="005B7181" w:rsidRDefault="005B718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um Ambiente Virtual utilizando as regras básicas de modelos,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shaders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iluminação</w:t>
            </w:r>
          </w:p>
          <w:p w14:paraId="2EC9A0BC" w14:textId="77777777" w:rsidR="005B7181" w:rsidRPr="0008537A" w:rsidRDefault="005B7181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Exportar a arte final como protótipo de jogo com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Cinematics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B7181" w:rsidRPr="00136AD8" w14:paraId="7650F82F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B079DD" w14:textId="77777777" w:rsidR="005B7181" w:rsidRPr="001B353A" w:rsidRDefault="005B7181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3FCF88" w14:textId="77777777" w:rsidR="005B7181" w:rsidRPr="001B353A" w:rsidRDefault="005B718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094961" w14:textId="77777777" w:rsidR="005B7181" w:rsidRPr="001B353A" w:rsidRDefault="005B7181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B7181" w:rsidRPr="00136AD8" w14:paraId="63CCC6E7" w14:textId="77777777" w:rsidTr="00464811">
        <w:trPr>
          <w:trHeight w:val="8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1D23" w14:textId="77777777" w:rsidR="005B7181" w:rsidRPr="0082388E" w:rsidRDefault="005B718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Ambiente</w:t>
            </w:r>
          </w:p>
          <w:p w14:paraId="1EC07726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58A79F74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plasticidades e texturas</w:t>
            </w:r>
          </w:p>
          <w:p w14:paraId="319D1D40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modelação, luz e texturização</w:t>
            </w:r>
          </w:p>
          <w:p w14:paraId="7378009B" w14:textId="77777777" w:rsidR="005B7181" w:rsidRPr="0082388E" w:rsidRDefault="005B718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de Cenário para Game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Level</w:t>
            </w:r>
            <w:proofErr w:type="spellEnd"/>
          </w:p>
          <w:p w14:paraId="5DBC2AC6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ambientes</w:t>
            </w:r>
          </w:p>
          <w:p w14:paraId="16C1E07F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Interatividade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Cinematics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</w:p>
          <w:p w14:paraId="26CE3790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e animação para jogos</w:t>
            </w:r>
          </w:p>
          <w:p w14:paraId="50365778" w14:textId="77777777" w:rsidR="005B7181" w:rsidRPr="0034341E" w:rsidRDefault="005B718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de </w:t>
            </w:r>
            <w:proofErr w:type="spellStart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Assets</w:t>
            </w:r>
            <w:proofErr w:type="spellEnd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3D</w:t>
            </w:r>
          </w:p>
          <w:p w14:paraId="4FC66D5C" w14:textId="3E5E0599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geometrias</w:t>
            </w:r>
          </w:p>
          <w:p w14:paraId="0A5E494D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 e texturas</w:t>
            </w:r>
          </w:p>
          <w:p w14:paraId="5E2ED182" w14:textId="77777777" w:rsidR="005B7181" w:rsidRPr="0034341E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3D</w:t>
            </w:r>
          </w:p>
          <w:p w14:paraId="45284D74" w14:textId="77777777" w:rsidR="005B7181" w:rsidRPr="0082388E" w:rsidRDefault="005B718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Game Design</w:t>
            </w:r>
          </w:p>
          <w:p w14:paraId="36304431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</w:t>
            </w:r>
          </w:p>
          <w:p w14:paraId="74B4D899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</w:t>
            </w:r>
          </w:p>
          <w:p w14:paraId="58E66CC0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Cenários e ambientes</w:t>
            </w:r>
          </w:p>
          <w:p w14:paraId="1AE6F5AB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</w:p>
          <w:p w14:paraId="296B5486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Texturização</w:t>
            </w:r>
          </w:p>
          <w:p w14:paraId="15966363" w14:textId="77777777" w:rsidR="005B7181" w:rsidRPr="00EE44AE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Renedring</w:t>
            </w:r>
            <w:proofErr w:type="spellEnd"/>
          </w:p>
          <w:p w14:paraId="456F841D" w14:textId="77777777" w:rsidR="005B7181" w:rsidRPr="0082388E" w:rsidRDefault="005B7181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622C1A62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50FD173D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18715FBF" w14:textId="77777777" w:rsidR="005B7181" w:rsidRPr="00441A74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2DB08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Game Design e modelos 3D</w:t>
            </w:r>
          </w:p>
          <w:p w14:paraId="6149A808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modelos para ambientes e cenografia virtual</w:t>
            </w:r>
          </w:p>
          <w:p w14:paraId="61C02AD9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animação e modelação 3D</w:t>
            </w:r>
          </w:p>
          <w:p w14:paraId="4B9B147C" w14:textId="3753CA9A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para modelação 3D</w:t>
            </w:r>
          </w:p>
          <w:p w14:paraId="2438AEE9" w14:textId="77777777" w:rsidR="005B7181" w:rsidRPr="00FB6877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2D9ADF96" w14:textId="77777777" w:rsidR="005B7181" w:rsidRPr="00FB6877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04726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936457C" w14:textId="77777777" w:rsidR="005B7181" w:rsidRDefault="005B7181" w:rsidP="005B718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214873A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894AC77" w14:textId="77777777" w:rsidR="005B7181" w:rsidRDefault="005B7181" w:rsidP="005B71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AA91664" w14:textId="77777777" w:rsidR="005B7181" w:rsidRPr="000173C0" w:rsidRDefault="005B7181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B0AAFD" w14:textId="77777777" w:rsidR="005B7181" w:rsidRDefault="005B7181" w:rsidP="005B718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0266A3D" w14:textId="77777777" w:rsidR="005B7181" w:rsidRPr="00F87025" w:rsidRDefault="005B7181" w:rsidP="005B71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195EA7F" w14:textId="11F7EB16" w:rsidR="005B7181" w:rsidRDefault="005B7181" w:rsidP="005B71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Criar os níveis, ambientes e cenários de um jogo eletrónico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F51B260" w14:textId="649A38DB" w:rsidR="005B7181" w:rsidRDefault="005B7181" w:rsidP="005B71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7B7397" w:rsidRPr="007B7397">
        <w:rPr>
          <w:rFonts w:ascii="Verdana Pro Light" w:eastAsia="Arial Unicode MS" w:hAnsi="Verdana Pro Light" w:cs="Arial Unicode MS"/>
          <w:sz w:val="18"/>
          <w:szCs w:val="18"/>
        </w:rPr>
        <w:t>Concebendo e projetando os níveis, ambientes e cenários de acordo com a visão do jogo, garantindo coesão estética, fluxo de jogo e desafios balanceados</w:t>
      </w:r>
    </w:p>
    <w:p w14:paraId="3C34D51B" w14:textId="38A63B1C" w:rsidR="005B7181" w:rsidRPr="009D7FE3" w:rsidRDefault="005B7181" w:rsidP="005B71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="00E11E97" w:rsidRPr="00E11E97">
        <w:rPr>
          <w:rFonts w:ascii="Verdana Pro Light" w:eastAsia="Arial Unicode MS" w:hAnsi="Verdana Pro Light" w:cs="Arial Unicode MS"/>
          <w:sz w:val="18"/>
          <w:szCs w:val="18"/>
        </w:rPr>
        <w:t>Prototipando</w:t>
      </w:r>
      <w:proofErr w:type="spellEnd"/>
      <w:r w:rsidR="00E11E97" w:rsidRPr="00E11E97">
        <w:rPr>
          <w:rFonts w:ascii="Verdana Pro Light" w:eastAsia="Arial Unicode MS" w:hAnsi="Verdana Pro Light" w:cs="Arial Unicode MS"/>
          <w:sz w:val="18"/>
          <w:szCs w:val="18"/>
        </w:rPr>
        <w:t xml:space="preserve"> e testando os conceitos dos níveis e ambientes para validar a jogabilidade, mecânicas e interações do jogador, identificando e corrigindo problemas precocemente</w:t>
      </w:r>
    </w:p>
    <w:p w14:paraId="51E04A8B" w14:textId="55382FE5" w:rsidR="005B7181" w:rsidRDefault="005B7181" w:rsidP="005B71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E11E97" w:rsidRPr="00E11E97">
        <w:t xml:space="preserve"> </w:t>
      </w:r>
      <w:r w:rsidR="00E11E97" w:rsidRPr="00E11E97">
        <w:rPr>
          <w:rFonts w:ascii="Verdana Pro Light" w:eastAsia="Arial Unicode MS" w:hAnsi="Verdana Pro Light" w:cs="Arial Unicode MS"/>
          <w:sz w:val="18"/>
          <w:szCs w:val="18"/>
        </w:rPr>
        <w:t>Modelando e construindo os ambientes com atenção ao detalhe e à qualidade, criando geometria precisa, texturas realistas e elementos interativos funcionais</w:t>
      </w:r>
    </w:p>
    <w:p w14:paraId="46AEC79E" w14:textId="7A822F8D" w:rsidR="00FE6617" w:rsidRPr="009D7FE3" w:rsidRDefault="00FE6617" w:rsidP="005B71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8373DE">
        <w:rPr>
          <w:rFonts w:ascii="Verdana Pro Light" w:eastAsia="Arial Unicode MS" w:hAnsi="Verdana Pro Light" w:cs="Arial Unicode MS"/>
          <w:sz w:val="18"/>
          <w:szCs w:val="18"/>
        </w:rPr>
        <w:t>U</w:t>
      </w:r>
      <w:r w:rsidRPr="00FE6617">
        <w:rPr>
          <w:rFonts w:ascii="Verdana Pro Light" w:eastAsia="Arial Unicode MS" w:hAnsi="Verdana Pro Light" w:cs="Arial Unicode MS"/>
          <w:sz w:val="18"/>
          <w:szCs w:val="18"/>
        </w:rPr>
        <w:t>tilizando técnicas de iluminação e efeitos visuais para criar a atmosfera desejada e reforçar a imersão do jogado</w:t>
      </w:r>
      <w:r w:rsidR="008373DE">
        <w:rPr>
          <w:rFonts w:ascii="Verdana Pro Light" w:eastAsia="Arial Unicode MS" w:hAnsi="Verdana Pro Light" w:cs="Arial Unicode MS"/>
          <w:sz w:val="18"/>
          <w:szCs w:val="18"/>
        </w:rPr>
        <w:t>r</w:t>
      </w:r>
    </w:p>
    <w:p w14:paraId="24989941" w14:textId="573D02CB" w:rsidR="005B7181" w:rsidRPr="009D7FE3" w:rsidRDefault="005B7181" w:rsidP="005B71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FE6617">
        <w:rPr>
          <w:rFonts w:ascii="Verdana Pro Light" w:eastAsia="Arial Unicode MS" w:hAnsi="Verdana Pro Light" w:cs="Arial Unicode MS"/>
          <w:sz w:val="18"/>
          <w:szCs w:val="18"/>
        </w:rPr>
        <w:t>T</w:t>
      </w:r>
      <w:r w:rsidR="00FE6617" w:rsidRPr="00FE6617">
        <w:rPr>
          <w:rFonts w:ascii="Verdana Pro Light" w:eastAsia="Arial Unicode MS" w:hAnsi="Verdana Pro Light" w:cs="Arial Unicode MS"/>
          <w:sz w:val="18"/>
          <w:szCs w:val="18"/>
        </w:rPr>
        <w:t>estando e iterando continuamente os níveis e ambientes, refinando-os com base no feedback dos testadores e na análise de métricas de desempenho para garantir uma experiência de jogo cativante e sem falhas.</w:t>
      </w:r>
    </w:p>
    <w:p w14:paraId="0D3C1587" w14:textId="77777777" w:rsidR="005B7181" w:rsidRPr="00136AD8" w:rsidRDefault="005B7181" w:rsidP="005B71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129763" w14:textId="77777777" w:rsidR="005B7181" w:rsidRPr="00F87025" w:rsidRDefault="005B7181" w:rsidP="005B71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5468569" w14:textId="77777777" w:rsidR="005B7181" w:rsidRDefault="005B7181" w:rsidP="005B718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3D78DBD2" w14:textId="77777777" w:rsidR="005B7181" w:rsidRPr="00E600CE" w:rsidRDefault="005B7181" w:rsidP="005B718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6095D67D" w14:textId="77777777" w:rsidR="005B7181" w:rsidRDefault="005B7181" w:rsidP="005B718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6F525306" w14:textId="77777777" w:rsidR="005B7181" w:rsidRPr="00A92466" w:rsidRDefault="005B7181" w:rsidP="005B718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447F04F" w14:textId="77777777" w:rsidR="005B7181" w:rsidRPr="00F87025" w:rsidRDefault="005B7181" w:rsidP="005B71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DAEC88" w14:textId="77777777" w:rsidR="005B7181" w:rsidRDefault="005B7181" w:rsidP="005B718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7B0CB1C" w14:textId="77777777" w:rsidR="005B7181" w:rsidRDefault="005B7181" w:rsidP="005B718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046CE9BC" w14:textId="77777777" w:rsidR="005B7181" w:rsidRPr="00EE44AE" w:rsidRDefault="005B7181" w:rsidP="005B718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de Game Design real ou simulado com diferentes técnicas para serem finalizadas e editadas</w:t>
      </w:r>
    </w:p>
    <w:p w14:paraId="614F8EBD" w14:textId="77777777" w:rsidR="005B7181" w:rsidRPr="00FC797E" w:rsidRDefault="005B7181" w:rsidP="005B718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423C067" w14:textId="77777777" w:rsidR="005B7181" w:rsidRPr="00F87025" w:rsidRDefault="005B7181" w:rsidP="005B71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A98FDCB" w14:textId="77777777" w:rsidR="005B7181" w:rsidRDefault="005B7181" w:rsidP="005B7181">
      <w:pPr>
        <w:rPr>
          <w:rFonts w:ascii="Verdana Pro Light" w:hAnsi="Verdana Pro Light"/>
          <w:smallCaps/>
        </w:rPr>
      </w:pPr>
    </w:p>
    <w:p w14:paraId="4A4D2E6F" w14:textId="77777777" w:rsidR="005B7181" w:rsidRPr="00C34354" w:rsidRDefault="005B7181" w:rsidP="005B718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DFB426D" w14:textId="35B89D31" w:rsidR="005B7181" w:rsidRPr="00FC797E" w:rsidRDefault="005B7181" w:rsidP="005B718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7B300ADD" w14:textId="77777777" w:rsidR="005B7181" w:rsidRPr="00FC797E" w:rsidRDefault="005B7181" w:rsidP="005B718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7940291" w14:textId="77777777" w:rsidR="005B7181" w:rsidRPr="00476067" w:rsidRDefault="005B7181" w:rsidP="005B718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12616A7" w14:textId="63EF2FAF" w:rsidR="00132177" w:rsidRPr="005B7181" w:rsidRDefault="00132177" w:rsidP="005B7181">
      <w:pPr>
        <w:spacing w:before="120" w:after="0" w:line="276" w:lineRule="auto"/>
        <w:rPr>
          <w:rFonts w:ascii="Verdana Pro Light" w:hAnsi="Verdana Pro Light"/>
          <w:smallCaps/>
        </w:rPr>
      </w:pPr>
      <w:r w:rsidRPr="005B7181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D3FED0B" w14:textId="37E52221" w:rsidR="00132177" w:rsidRPr="00132177" w:rsidRDefault="00132177" w:rsidP="001321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7599CF" w14:textId="77777777" w:rsidR="00132177" w:rsidRPr="00476067" w:rsidRDefault="00132177" w:rsidP="00132177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2AF598B" w14:textId="78FFE1AC" w:rsidR="00132177" w:rsidRPr="00132177" w:rsidRDefault="00132177" w:rsidP="00132177">
      <w:pPr>
        <w:spacing w:before="120" w:after="0" w:line="276" w:lineRule="auto"/>
        <w:rPr>
          <w:rFonts w:ascii="Verdana Pro Light" w:hAnsi="Verdana Pro Light"/>
          <w:smallCaps/>
        </w:rPr>
      </w:pPr>
      <w:r w:rsidRPr="00132177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A7AFBA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366E56C3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12D684EC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45B8E5DB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5C6905B1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2383BB37" w14:textId="77777777" w:rsid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05912329" w14:textId="77777777" w:rsidR="00132177" w:rsidRPr="00132177" w:rsidRDefault="00132177" w:rsidP="00132177">
      <w:pPr>
        <w:pStyle w:val="PargrafodaLista"/>
        <w:spacing w:before="120" w:after="0" w:line="276" w:lineRule="auto"/>
        <w:ind w:left="780"/>
        <w:jc w:val="both"/>
        <w:rPr>
          <w:rFonts w:ascii="Verdana Pro Light" w:hAnsi="Verdana Pro Light"/>
          <w:smallCaps/>
        </w:rPr>
      </w:pPr>
    </w:p>
    <w:p w14:paraId="1C701B0A" w14:textId="77777777" w:rsidR="005D64A1" w:rsidRPr="005D64A1" w:rsidRDefault="005D64A1" w:rsidP="005D64A1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5DB2896" w14:textId="77777777" w:rsidR="005D64A1" w:rsidRPr="005D64A1" w:rsidRDefault="005D64A1" w:rsidP="005D64A1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tbl>
      <w:tblPr>
        <w:tblW w:w="893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6474"/>
      </w:tblGrid>
      <w:tr w:rsidR="00C73229" w:rsidRPr="00136AD8" w14:paraId="42A6D825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33C1EC8" w14:textId="1D16C3A6" w:rsidR="00C73229" w:rsidRPr="00725CAF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725CAF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002</w:t>
            </w:r>
            <w:r w:rsidR="00FB798C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6474" w:type="dxa"/>
            <w:shd w:val="clear" w:color="auto" w:fill="D0CECE" w:themeFill="background2" w:themeFillShade="E6"/>
            <w:vAlign w:val="center"/>
          </w:tcPr>
          <w:p w14:paraId="5475B4D3" w14:textId="60FBAE87" w:rsidR="00C73229" w:rsidRPr="00725CAF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725CAF">
              <w:rPr>
                <w:rFonts w:ascii="Verdana Pro Light" w:eastAsia="Verdana Pro Light" w:hAnsi="Verdana Pro Light" w:cs="Verdana Pro Light"/>
                <w:b/>
                <w:bCs/>
                <w:color w:val="C45911" w:themeColor="accent2" w:themeShade="BF"/>
                <w:sz w:val="18"/>
                <w:szCs w:val="18"/>
              </w:rPr>
              <w:t xml:space="preserve">Implementar as normas de segurança e saúde no trabalho na área 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</w:tc>
      </w:tr>
    </w:tbl>
    <w:p w14:paraId="15BEE6F3" w14:textId="77777777" w:rsidR="00C73229" w:rsidRPr="00136AD8" w:rsidRDefault="00C73229" w:rsidP="00C7322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7AEB425" w14:textId="77777777" w:rsidR="00C73229" w:rsidRDefault="00C73229" w:rsidP="00C73229">
      <w:pPr>
        <w:widowControl w:val="0"/>
        <w:spacing w:before="110" w:line="240" w:lineRule="auto"/>
        <w:ind w:right="1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441CE4C" w14:textId="77777777" w:rsidR="00C73229" w:rsidRDefault="00C73229" w:rsidP="00C73229">
      <w:pPr>
        <w:widowControl w:val="0"/>
        <w:spacing w:before="110" w:line="240" w:lineRule="auto"/>
        <w:ind w:right="1"/>
        <w:contextualSpacing/>
        <w:rPr>
          <w:rFonts w:ascii="Verdana Pro Light" w:eastAsia="Verdana Pro Light" w:hAnsi="Verdana Pro Light" w:cs="Verdana Pro Light"/>
          <w:color w:val="000000" w:themeColor="text1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C73229" w14:paraId="103B7515" w14:textId="77777777" w:rsidTr="00464811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4B94382A" w14:textId="77777777" w:rsidR="00C73229" w:rsidRDefault="00C73229" w:rsidP="00464811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C73229" w14:paraId="07C7AF65" w14:textId="77777777" w:rsidTr="00464811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54076797" w14:textId="77777777" w:rsidR="00C73229" w:rsidRDefault="00C73229" w:rsidP="00464811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3B1DF834" w14:textId="77777777" w:rsidR="00C73229" w:rsidRDefault="00C73229" w:rsidP="00464811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C73229" w14:paraId="385EE0AF" w14:textId="77777777" w:rsidTr="00464811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12A07AA1" w14:textId="77777777" w:rsidR="00C73229" w:rsidRDefault="00C73229" w:rsidP="00464811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318D2A29" w14:textId="77777777" w:rsidR="00C73229" w:rsidRDefault="00C73229" w:rsidP="00464811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0F973F2A" w14:textId="77777777" w:rsidR="00C73229" w:rsidRDefault="00C73229" w:rsidP="00464811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Atitudes</w:t>
            </w:r>
          </w:p>
        </w:tc>
      </w:tr>
      <w:tr w:rsidR="00C73229" w14:paraId="134C5C37" w14:textId="77777777" w:rsidTr="00464811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ADE7CC8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3465CB04" w14:textId="0F6C3F71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no setor da animação 2D 3D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– legislação.</w:t>
            </w:r>
          </w:p>
          <w:p w14:paraId="402A216F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2B517605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6F29575C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20095172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208640FB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5977AA5C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5ECF68B5" w14:textId="05A8F69D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no setor da animação 2D 3D</w:t>
            </w:r>
          </w:p>
          <w:p w14:paraId="55F0C710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11118C74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6945F73C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Causas de acidentes no trabalho - acidentes de movimentação, choques e quedas, acidentes provocados por ferramentas e máquinas em movimento, choques elétricos, acidentes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provocados por agentes químicos e gases, queimaduras.</w:t>
            </w:r>
          </w:p>
          <w:p w14:paraId="3C2AA25F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4AA3EDBA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0DE3E2E6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7A843B5D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3DE64643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46224C56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2CD74A79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5A50C585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67B656AE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59284978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79976EE3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4185E2B1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48566D41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36AA1EFF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3773E1F2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73AFDB6D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3C81CE9F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5AE08480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7247FB10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4E77897A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Reportar a situação de emergência.</w:t>
            </w:r>
          </w:p>
          <w:p w14:paraId="5AE1E01D" w14:textId="77777777" w:rsidR="00C73229" w:rsidRDefault="00C73229" w:rsidP="00464811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65FADBA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3F986F58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55F45457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1954717D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579280C1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2A625CBB" w14:textId="77777777" w:rsidR="00C73229" w:rsidRDefault="00C73229" w:rsidP="00C7322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A8C4C00" w14:textId="77777777" w:rsidR="00C73229" w:rsidRDefault="00C73229" w:rsidP="00464811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737A7701" w14:textId="77777777" w:rsidR="00C73229" w:rsidRDefault="00C73229" w:rsidP="00C73229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3C345714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EFD5B87" w14:textId="3593BC66" w:rsidR="00C73229" w:rsidRPr="00725CAF" w:rsidRDefault="00C73229" w:rsidP="00C7322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/>
          <w:bCs/>
          <w:sz w:val="18"/>
          <w:szCs w:val="18"/>
        </w:rPr>
      </w:pPr>
      <w:r w:rsidRPr="00725CAF">
        <w:rPr>
          <w:rFonts w:ascii="Verdana Pro Light" w:eastAsia="Verdana Pro Light" w:hAnsi="Verdana Pro Light" w:cs="Verdana Pro Light"/>
          <w:b/>
          <w:bCs/>
          <w:sz w:val="18"/>
          <w:szCs w:val="18"/>
        </w:rPr>
        <w:t xml:space="preserve">Implementar as normas de segurança e saúde no trabalho na área da 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animação 2D 3D</w:t>
      </w:r>
      <w:r w:rsidRPr="00725CAF">
        <w:rPr>
          <w:rFonts w:ascii="Verdana Pro Light" w:eastAsia="Verdana Pro Light" w:hAnsi="Verdana Pro Light" w:cs="Verdana Pro Light"/>
          <w:b/>
          <w:bCs/>
          <w:i/>
          <w:iCs/>
          <w:sz w:val="18"/>
          <w:szCs w:val="18"/>
        </w:rPr>
        <w:t>:</w:t>
      </w:r>
    </w:p>
    <w:p w14:paraId="18AD2BE7" w14:textId="77777777" w:rsidR="00C73229" w:rsidRDefault="00C73229" w:rsidP="00C7322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4679F8EF" w14:textId="77777777" w:rsidR="00C73229" w:rsidRDefault="00C73229" w:rsidP="00C7322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CD2. Cumprindo as medidas de atuação em situação de emergência.</w:t>
      </w:r>
    </w:p>
    <w:p w14:paraId="504FD59F" w14:textId="77777777" w:rsidR="00C73229" w:rsidRDefault="00C73229" w:rsidP="00C7322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21C304B6" w14:textId="77777777" w:rsidR="00C73229" w:rsidRPr="00136AD8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988CB0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5A1C38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6FF979D7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50C423B7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0F9B1201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4B0E60C4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01A32615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62714E7C" w14:textId="4C55971A" w:rsidR="00C73229" w:rsidRPr="008373DE" w:rsidRDefault="00C73229" w:rsidP="008373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8373D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FDCDFB6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7F1BD7" w14:textId="77777777" w:rsidR="00C73229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725BCEF5" w14:textId="77777777" w:rsidR="00C73229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471F94A0" w14:textId="77777777" w:rsidR="00C73229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21958F46" w14:textId="77777777" w:rsidR="00C73229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01A63F69" w14:textId="77777777" w:rsidR="00C73229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61DB3D7D" w14:textId="77777777" w:rsidR="00C73229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lastRenderedPageBreak/>
        <w:t>Planos de prevenção de acidentes, de incêndios, de evacuação e de roubo.</w:t>
      </w:r>
    </w:p>
    <w:p w14:paraId="32D2D3E8" w14:textId="77777777" w:rsidR="00C73229" w:rsidRPr="008373DE" w:rsidRDefault="00C73229" w:rsidP="00C7322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8373D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emergência.</w:t>
      </w:r>
    </w:p>
    <w:p w14:paraId="5D183502" w14:textId="77777777" w:rsidR="00C73229" w:rsidRPr="00725CAF" w:rsidRDefault="00C73229" w:rsidP="00C73229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B683BE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B45688" w14:textId="60E5C903" w:rsidR="008373DE" w:rsidRDefault="008373D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A5D6363" w14:textId="77777777" w:rsidR="005D64A1" w:rsidRDefault="005D64A1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73229" w:rsidRPr="00136AD8" w14:paraId="434931FC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8CC8384" w14:textId="2D56CDE2" w:rsidR="00C73229" w:rsidRPr="00136AD8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 xml:space="preserve">UC 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002</w:t>
            </w:r>
            <w:r w:rsidR="00FB798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8DE4D53" w14:textId="77777777" w:rsidR="00C73229" w:rsidRPr="009C256C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</w:tbl>
    <w:p w14:paraId="6A0F594D" w14:textId="77777777" w:rsidR="00C73229" w:rsidRPr="00136AD8" w:rsidRDefault="00C73229" w:rsidP="00C7322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9E1C71F" w14:textId="77777777" w:rsidR="00C73229" w:rsidRDefault="00C73229" w:rsidP="00C732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5A0DC89" w14:textId="77777777" w:rsidR="00C73229" w:rsidRPr="003200F2" w:rsidRDefault="00C73229" w:rsidP="00C732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739394D" w14:textId="77777777" w:rsidR="00C73229" w:rsidRPr="00136AD8" w:rsidRDefault="00C73229" w:rsidP="00C7322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73229" w:rsidRPr="00136AD8" w14:paraId="56F88FFD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582E64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73229" w:rsidRPr="00136AD8" w14:paraId="168EF2A0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B8B8B3" w14:textId="77777777" w:rsidR="00C73229" w:rsidRPr="00AB5AF8" w:rsidRDefault="00C73229" w:rsidP="00464811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01927210" w14:textId="77777777" w:rsidR="00C73229" w:rsidRPr="00AB5AF8" w:rsidRDefault="00C73229" w:rsidP="00464811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6A2E8AC7" w14:textId="77777777" w:rsidR="00C73229" w:rsidRPr="001B353A" w:rsidRDefault="00C7322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C73229" w:rsidRPr="00136AD8" w14:paraId="19AFEA2F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FEAC82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2CBC89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49AE49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73229" w:rsidRPr="00136AD8" w14:paraId="585B0707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C161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0082517A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227C6161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18B09897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49DA895F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5FD4DFA8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049525F9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68DE712F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38A90CF7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486320FE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1DF59222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F3DE5E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56A6A8F1" w14:textId="77777777" w:rsidR="00C73229" w:rsidRPr="001B353A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AC1BDD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2FB5BFDC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6A8E14D7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67C2659A" w14:textId="77777777" w:rsidR="00C73229" w:rsidRPr="008705DA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27C0BB8F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27E82508" w14:textId="77777777" w:rsidR="00C73229" w:rsidRPr="009835C1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0FE173B5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5720AB63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1B5BDD7E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2E4CED29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5833152F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AC09D5E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0A61EB34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6988EB60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44BAB8A3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4A4A1B3B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1803945B" w14:textId="77777777" w:rsidR="00C73229" w:rsidRPr="00057283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F2C71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4A38CC88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00B6350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4FEDA8BD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B6F28BC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227AA61D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6437D14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6223A3C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A210510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FCBF4A0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E7498B5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A1337E2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E53DB06" w14:textId="77777777" w:rsidR="00C73229" w:rsidRPr="00A128FE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2067408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7C9E44AC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5EBD7EBB" w14:textId="77777777" w:rsidR="00C73229" w:rsidRPr="00AB5AF8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6B3BCB4" w14:textId="77777777" w:rsidR="00C73229" w:rsidRPr="00057283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72975E1" w14:textId="77777777" w:rsidR="00C73229" w:rsidRDefault="00C73229" w:rsidP="00C73229">
      <w:pPr>
        <w:rPr>
          <w:rFonts w:ascii="Verdana Pro Light" w:hAnsi="Verdana Pro Light"/>
          <w:smallCaps/>
        </w:rPr>
      </w:pPr>
    </w:p>
    <w:p w14:paraId="4C9C0683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8B2BE43" w14:textId="77777777" w:rsidR="00C73229" w:rsidRPr="00C3428A" w:rsidRDefault="00C73229" w:rsidP="00C73229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1C39CEAF" w14:textId="77777777" w:rsidR="00C73229" w:rsidRPr="00AB5AF8" w:rsidRDefault="00C73229" w:rsidP="00C7322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70BAC7D8" w14:textId="77777777" w:rsidR="00C73229" w:rsidRPr="00AB5AF8" w:rsidRDefault="00C73229" w:rsidP="00C7322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4891931E" w14:textId="77777777" w:rsidR="00C73229" w:rsidRDefault="00C73229" w:rsidP="00C7322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13C5C43C" w14:textId="77777777" w:rsidR="00C73229" w:rsidRDefault="00C73229" w:rsidP="00C7322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2505FF93" w14:textId="77777777" w:rsidR="00C73229" w:rsidRPr="00136AD8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2A72B5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7F6E75" w14:textId="77777777" w:rsidR="00C73229" w:rsidRPr="00AB5AF8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0BD5D23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AAF15E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7FA5B1E" w14:textId="77777777" w:rsidR="00C73229" w:rsidRPr="00DA0C85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A86820A" w14:textId="77777777" w:rsidR="00C73229" w:rsidRPr="00DA0C85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553781F0" w14:textId="77777777" w:rsidR="00C73229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4D80B8E4" w14:textId="77777777" w:rsidR="00C73229" w:rsidRPr="00DA0C85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5E41E176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735585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50042B" w14:textId="77777777" w:rsidR="001673A2" w:rsidRDefault="001673A2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612891C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0A8498F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4C5035B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9F91FF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486F5CE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D9E33A9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3CB9F7C" w14:textId="77777777" w:rsidR="00C73229" w:rsidRDefault="00C73229" w:rsidP="00866D0C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73229" w:rsidRPr="00136AD8" w14:paraId="15BD3E2D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D15974" w14:textId="07ABCF14" w:rsidR="00C73229" w:rsidRPr="00222FEF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FB798C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6159C2" w14:textId="25F794E1" w:rsidR="00C73229" w:rsidRPr="00222FEF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ahoma"/>
                <w:b/>
                <w:bCs/>
                <w:color w:val="C45911" w:themeColor="accent2" w:themeShade="BF"/>
                <w:sz w:val="18"/>
                <w:szCs w:val="18"/>
              </w:rPr>
              <w:t xml:space="preserve">Prestar informação sobre o </w:t>
            </w:r>
            <w:r w:rsidRPr="008373DE">
              <w:rPr>
                <w:rFonts w:ascii="Verdana Pro Light" w:eastAsia="Times New Roman" w:hAnsi="Verdana Pro Light" w:cs="Tahoma"/>
                <w:b/>
                <w:bCs/>
                <w:color w:val="C45911" w:themeColor="accent2" w:themeShade="BF"/>
                <w:sz w:val="18"/>
                <w:szCs w:val="18"/>
              </w:rPr>
              <w:t>setor de animação 2D 3D</w:t>
            </w:r>
          </w:p>
        </w:tc>
      </w:tr>
    </w:tbl>
    <w:p w14:paraId="1806EE89" w14:textId="77777777" w:rsidR="00C73229" w:rsidRPr="00136AD8" w:rsidRDefault="00C73229" w:rsidP="00C7322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CF9BB5C" w14:textId="77777777" w:rsidR="00C73229" w:rsidRDefault="00C73229" w:rsidP="00C732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3959E19" w14:textId="77777777" w:rsidR="00C73229" w:rsidRPr="003200F2" w:rsidRDefault="00C73229" w:rsidP="00C732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DDF1194" w14:textId="77777777" w:rsidR="00C73229" w:rsidRPr="00136AD8" w:rsidRDefault="00C73229" w:rsidP="00C7322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73229" w:rsidRPr="00136AD8" w14:paraId="2CAFEEF3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B23535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73229" w:rsidRPr="00136AD8" w14:paraId="5754D190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6E98B3" w14:textId="4DBD7167" w:rsidR="00C73229" w:rsidRDefault="00C7322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ab/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animação 2D 3D</w:t>
            </w:r>
          </w:p>
          <w:p w14:paraId="51E4F340" w14:textId="599E8CB2" w:rsidR="00C73229" w:rsidRPr="006B2C46" w:rsidRDefault="00C7322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animação 2D 3D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br/>
            </w:r>
          </w:p>
        </w:tc>
      </w:tr>
      <w:tr w:rsidR="00C73229" w:rsidRPr="00136AD8" w14:paraId="0690C3CF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F8700E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EFB4C2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AF65110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73229" w:rsidRPr="00136AD8" w14:paraId="3D2B2F8E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48C60" w14:textId="65BCBD25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7B7A3735" w14:textId="77777777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1AA4E1AB" w14:textId="07ECC44C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(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animação tradicional, animação 3D animação com técnicas mistas,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stopmotion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27228E0" w14:textId="47F3FB3E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Novas tendências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3096E55B" w14:textId="77777777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27E98E94" w14:textId="1E405543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críticos de sucesso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60F9849" w14:textId="77777777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5F51FE29" w14:textId="77777777" w:rsidR="00C73229" w:rsidRPr="006B2C46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67905C55" w14:textId="77777777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Definição, caraterísticas e classificação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4DC19C0B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178C2325" w14:textId="77777777" w:rsidR="00C73229" w:rsidRPr="001B353A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D116A" w14:textId="00586038" w:rsidR="00C73229" w:rsidRPr="006B2C46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da animação 2D 3D</w:t>
            </w:r>
          </w:p>
          <w:p w14:paraId="3A01FA95" w14:textId="3549DE92" w:rsidR="00C73229" w:rsidRPr="006B2C46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animação 2D 3D</w:t>
            </w:r>
          </w:p>
          <w:p w14:paraId="78F6EF55" w14:textId="1FD870D1" w:rsidR="00C73229" w:rsidRPr="006B2C46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animação 2D 3D</w:t>
            </w:r>
            <w:r w:rsidRPr="006B2C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34487B7A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5BB5CADD" w14:textId="77777777" w:rsid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602F6B02" w14:textId="77777777" w:rsidR="00C73229" w:rsidRPr="00C7322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  <w:p w14:paraId="3E7D4C40" w14:textId="3F3A63A4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  <w:p w14:paraId="0BC4E52E" w14:textId="6115C3F5" w:rsidR="00C73229" w:rsidRPr="006B2C46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animação 2D 3D</w:t>
            </w:r>
          </w:p>
          <w:p w14:paraId="1B98BFD3" w14:textId="1F5F3DDC" w:rsidR="00C73229" w:rsidRPr="003C0084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animação 2D 3D</w:t>
            </w:r>
          </w:p>
          <w:p w14:paraId="4E03B846" w14:textId="384C6E90" w:rsidR="00C73229" w:rsidRPr="006B2C46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animação 2D 3D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13F3A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33A38031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2279B5D7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3241AB02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C4A4485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8335F28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15D66E41" w14:textId="77777777" w:rsidR="00C73229" w:rsidRPr="00FD35E9" w:rsidRDefault="00C73229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E507C98" w14:textId="77777777" w:rsidR="00C73229" w:rsidRDefault="00C73229" w:rsidP="00464811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C8A9E9" w14:textId="77777777" w:rsidR="00C73229" w:rsidRPr="00057283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CC213E" w14:textId="77777777" w:rsidR="00C73229" w:rsidRDefault="00C73229" w:rsidP="00C7322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242C60" w14:textId="77777777" w:rsidR="00C73229" w:rsidRDefault="00C73229" w:rsidP="00C7322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CC74B72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4A635E6" w14:textId="439A3AF0" w:rsidR="00C73229" w:rsidRPr="005E6B0A" w:rsidRDefault="00C73229" w:rsidP="00C73229">
      <w:pPr>
        <w:spacing w:before="80" w:after="120" w:line="240" w:lineRule="auto"/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</w:pP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Prestar informação sobre o setor d</w:t>
      </w:r>
      <w:r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a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animação 2D 3D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:</w:t>
      </w:r>
    </w:p>
    <w:p w14:paraId="476E7818" w14:textId="77777777" w:rsidR="00C73229" w:rsidRDefault="00C73229" w:rsidP="00C73229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74020BC1" w14:textId="77777777" w:rsidR="00C73229" w:rsidRDefault="00C73229" w:rsidP="00C73229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 xml:space="preserve">comunicação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>solicitação do interlocutor.</w:t>
      </w:r>
    </w:p>
    <w:p w14:paraId="0D89DF8E" w14:textId="77777777" w:rsidR="00C73229" w:rsidRPr="00136AD8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52088C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F1EEB61" w14:textId="77777777" w:rsidR="00C73229" w:rsidRPr="00984B30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7038C047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4C354E0A" w14:textId="77777777" w:rsidR="00C73229" w:rsidRPr="00643045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3FFC55A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642E0DD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EB96FF3" w14:textId="77777777" w:rsidR="00C73229" w:rsidRPr="003C0084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2B08AC3F" w14:textId="77777777" w:rsidR="00C73229" w:rsidRPr="003C0084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06C4C72E" w14:textId="77777777" w:rsidR="00C73229" w:rsidRPr="003C0084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46BD6F80" w14:textId="77777777" w:rsidR="00C73229" w:rsidRDefault="00C73229" w:rsidP="009820F2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C7322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Pr="00C73229">
        <w:rPr>
          <w:rFonts w:ascii="Verdana Pro Light" w:eastAsia="Arial Unicode MS" w:hAnsi="Verdana Pro Light" w:cs="Arial Unicode MS"/>
          <w:color w:val="0070C0"/>
          <w:sz w:val="18"/>
          <w:szCs w:val="18"/>
          <w:lang w:eastAsia="pt-PT"/>
        </w:rPr>
        <w:t xml:space="preserve">da 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animação 2D 3D</w:t>
      </w:r>
      <w:r w:rsidRPr="00C7322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</w:p>
    <w:p w14:paraId="69786241" w14:textId="77E5D230" w:rsidR="00C73229" w:rsidRPr="00C73229" w:rsidRDefault="00C73229" w:rsidP="009820F2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C7322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Exemplos de produtos/serviços inovadores.</w:t>
      </w:r>
    </w:p>
    <w:p w14:paraId="4A5E4E73" w14:textId="77777777" w:rsidR="00C73229" w:rsidRPr="006C609D" w:rsidRDefault="00C73229" w:rsidP="00C7322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F46EC4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24A18A4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A01157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C5EE35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501230" w14:textId="77777777" w:rsidR="00C73229" w:rsidRDefault="00C73229" w:rsidP="00C7322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73229" w:rsidRPr="00136AD8" w14:paraId="3EC52223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D6985A" w14:textId="117A8D49" w:rsidR="00C73229" w:rsidRPr="00262783" w:rsidRDefault="00C73229" w:rsidP="00464811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FB798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B9F7129" w14:textId="77777777" w:rsidR="00C73229" w:rsidRPr="00262783" w:rsidRDefault="00C73229" w:rsidP="00464811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Comunicar e interagir em contexto profissional</w:t>
            </w:r>
          </w:p>
        </w:tc>
      </w:tr>
    </w:tbl>
    <w:p w14:paraId="2BBB764D" w14:textId="77777777" w:rsidR="00C73229" w:rsidRDefault="00C73229" w:rsidP="00C732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1B63CCA" w14:textId="77777777" w:rsidR="00C73229" w:rsidRPr="00136AD8" w:rsidRDefault="00C73229" w:rsidP="00C73229">
      <w:pPr>
        <w:spacing w:after="0" w:line="240" w:lineRule="auto"/>
        <w:ind w:right="-1"/>
        <w:rPr>
          <w:rFonts w:ascii="Verdana Pro Light" w:hAnsi="Verdana Pro Light" w:cs="Times New Roman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73229" w:rsidRPr="00136AD8" w14:paraId="5A471283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4702E6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73229" w:rsidRPr="00136AD8" w14:paraId="74081FD5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9E0713" w14:textId="77777777" w:rsidR="00C73229" w:rsidRDefault="00C7322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mensagem a comunicar em contexto profissional.</w:t>
            </w:r>
          </w:p>
          <w:p w14:paraId="10825BCA" w14:textId="77777777" w:rsidR="00C73229" w:rsidRPr="00821F01" w:rsidRDefault="00C73229" w:rsidP="00464811">
            <w:pPr>
              <w:spacing w:before="120" w:after="8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</w:tc>
      </w:tr>
      <w:tr w:rsidR="00C73229" w:rsidRPr="00136AD8" w14:paraId="4529270A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BA2B35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1881C5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A374399" w14:textId="77777777" w:rsidR="00C73229" w:rsidRPr="001B353A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73229" w:rsidRPr="00136AD8" w14:paraId="16FA96C9" w14:textId="77777777" w:rsidTr="00464811">
        <w:trPr>
          <w:trHeight w:val="169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B7808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56C8BD19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6E0B3B06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3FE4584E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361C7D61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7E02D24B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4D4A8234" w14:textId="77777777" w:rsidR="00C73229" w:rsidRPr="006D3942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3E71E194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31E7B8B1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21A5348C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– vantagens, componentes verbais e não-verbais, técnicas.</w:t>
            </w:r>
          </w:p>
          <w:p w14:paraId="59DD94F5" w14:textId="77777777" w:rsidR="00C73229" w:rsidRPr="00FF4ACE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24A85A64" w14:textId="77777777" w:rsidR="00C73229" w:rsidRPr="000A4B4A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69A06A91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Perguntas no processo de comunicação – abertas, fechadas, retorno, reformulação.</w:t>
            </w:r>
          </w:p>
          <w:p w14:paraId="4A253E60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Mensagem - construção, adaptação, envio, receção e interpretação.</w:t>
            </w:r>
          </w:p>
          <w:p w14:paraId="11D6D2D4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7962BC58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5BE0780C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4D6A5CC5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Conflito nas relações interpessoais – tipos e</w:t>
            </w:r>
            <w:r w:rsidRPr="5D54DF4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resolução de conflitos.</w:t>
            </w:r>
          </w:p>
          <w:p w14:paraId="0475C770" w14:textId="77777777" w:rsidR="00C73229" w:rsidRPr="002D4A97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5D54DF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0CD4F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43811D53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4B4ED9E2" w14:textId="77777777" w:rsidR="00C73229" w:rsidRPr="00733DA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2B09A00D" w14:textId="77777777" w:rsidR="00C73229" w:rsidRPr="005E6C7D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2B4DCA3F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62549D37" w14:textId="77777777" w:rsidR="00C73229" w:rsidRPr="00C079DD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63202803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Style w:val="normaltextrun"/>
                <w:rFonts w:ascii="Verdana Pro Light" w:hAnsi="Verdana Pro Light"/>
                <w:color w:val="000000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3ABDD8B" w14:textId="77777777" w:rsidR="00C73229" w:rsidRPr="001B4F61" w:rsidRDefault="00C73229" w:rsidP="00464811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5F1142" w14:textId="77777777" w:rsidR="00C73229" w:rsidRPr="001B4F61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0126032C" w14:textId="77777777" w:rsidR="00C73229" w:rsidRPr="000C646A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2A545B92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0149A671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0182F716" w14:textId="77777777" w:rsidR="00C73229" w:rsidRDefault="00C73229" w:rsidP="0046481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4DC167" w14:textId="77777777" w:rsidR="00C73229" w:rsidRDefault="00C73229" w:rsidP="0046481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014ECD" w14:textId="77777777" w:rsidR="00C73229" w:rsidRDefault="00C73229" w:rsidP="0046481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38F520" w14:textId="77777777" w:rsidR="00C73229" w:rsidRDefault="00C73229" w:rsidP="0046481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20A0C4" w14:textId="77777777" w:rsidR="00C73229" w:rsidRDefault="00C73229" w:rsidP="0046481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C47EBB" w14:textId="77777777" w:rsidR="00C73229" w:rsidRPr="00057283" w:rsidRDefault="00C73229" w:rsidP="0046481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EAB9E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94AA484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F9626CF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2E5B9849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0AEDEE22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64D53803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2D2A4A1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460290A6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6B741A2D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601D2370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8E55986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1A861B6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3B982DE" w14:textId="77777777" w:rsidR="00C73229" w:rsidRDefault="00C73229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5EDE734F" w14:textId="77777777" w:rsidR="00C73229" w:rsidRPr="002D3F33" w:rsidRDefault="00C73229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67764E1" w14:textId="77777777" w:rsidR="00C73229" w:rsidRDefault="00C73229" w:rsidP="00C7322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D65C6A2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48205D9" w14:textId="77777777" w:rsidR="00C73229" w:rsidRPr="00F20E6F" w:rsidRDefault="00C73229" w:rsidP="00C73229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Comunicar e interagir em contexto profissional</w:t>
      </w:r>
      <w:r w:rsidRPr="5D54DF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B273D3C" w14:textId="77777777" w:rsidR="00C73229" w:rsidRDefault="00C73229" w:rsidP="00C73229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CD1. Adaptando a linguagem e a comunicação ao tipo de canal utilizado, ao público-alvo e ao contexto.</w:t>
      </w:r>
    </w:p>
    <w:p w14:paraId="4B64F3BF" w14:textId="77777777" w:rsidR="00C73229" w:rsidRDefault="00C73229" w:rsidP="00C73229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7AE7D521" w14:textId="77777777" w:rsidR="00C73229" w:rsidRDefault="00C73229" w:rsidP="00C73229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2AE83EA9" w14:textId="77777777" w:rsidR="00C73229" w:rsidRDefault="00C73229" w:rsidP="00C73229">
      <w:pPr>
        <w:spacing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 CD4.  Produzindo um texto escrito de forma clara e articulada, de acordo com a norma, aplicando técnicas de   </w:t>
      </w:r>
      <w:r>
        <w:tab/>
      </w:r>
      <w:r>
        <w:tab/>
      </w: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redação de documentos profissionais.</w:t>
      </w:r>
    </w:p>
    <w:p w14:paraId="2AB8B3FC" w14:textId="77777777" w:rsidR="00C73229" w:rsidRDefault="00C73229" w:rsidP="00C73229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CD5. Avaliando o resultado do seu desempenho e contributo para a melhoria do processo de comunicação.</w:t>
      </w:r>
    </w:p>
    <w:p w14:paraId="0ADD952E" w14:textId="77777777" w:rsidR="00C73229" w:rsidRPr="00136AD8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B0B5E3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33EBDCD" w14:textId="77777777" w:rsidR="00C73229" w:rsidRPr="00984B30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diferentes contextos. </w:t>
      </w:r>
    </w:p>
    <w:p w14:paraId="39043086" w14:textId="77777777" w:rsidR="00C73229" w:rsidRPr="00984B30" w:rsidRDefault="00C73229" w:rsidP="00C73229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C6505B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059E6F" w14:textId="77777777" w:rsidR="00C73229" w:rsidRPr="00E27581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099BC70B" w14:textId="77777777" w:rsidR="00C73229" w:rsidRPr="00DA0C85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382FA5C0" w14:textId="77777777" w:rsidR="00C73229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 e de comunicação.</w:t>
      </w:r>
    </w:p>
    <w:p w14:paraId="16F67C6D" w14:textId="77777777" w:rsidR="00C73229" w:rsidRPr="00E25AAA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AAA">
        <w:rPr>
          <w:rFonts w:ascii="Verdana Pro Light" w:eastAsia="Arial Unicode MS" w:hAnsi="Verdana Pro Light" w:cs="Arial Unicode MS"/>
          <w:sz w:val="18"/>
          <w:szCs w:val="18"/>
        </w:rPr>
        <w:t xml:space="preserve">Boas práticas na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</w:t>
      </w:r>
      <w:r w:rsidRPr="00E25AA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910294F" w14:textId="77777777" w:rsidR="00C73229" w:rsidRDefault="00C73229" w:rsidP="00C73229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0D68A8" w14:textId="77777777" w:rsidR="00C73229" w:rsidRDefault="00C73229" w:rsidP="00C73229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74CE46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11A13B8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734DD6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7DFC56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4630CF" w14:textId="77777777" w:rsidR="00C73229" w:rsidRDefault="00C73229" w:rsidP="00C7322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73229" w:rsidRPr="00EB34B2" w14:paraId="6A5E8F50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CB2634" w14:textId="5EBC8CBC" w:rsidR="00C73229" w:rsidRPr="000D4397" w:rsidRDefault="00C73229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FB798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856ACB" w14:textId="6FB29238" w:rsidR="00C73229" w:rsidRPr="000D4397" w:rsidRDefault="00C73229" w:rsidP="00464811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Interagir em inglês na área 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</w:tc>
      </w:tr>
    </w:tbl>
    <w:p w14:paraId="48ACD84A" w14:textId="77777777" w:rsidR="00C73229" w:rsidRPr="00EB34B2" w:rsidRDefault="00C73229" w:rsidP="00C7322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9F25BC3" w14:textId="77777777" w:rsidR="00C73229" w:rsidRDefault="00C73229" w:rsidP="00C732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1B70940" w14:textId="77777777" w:rsidR="00C73229" w:rsidRPr="00EB34B2" w:rsidRDefault="00C73229" w:rsidP="00C73229">
      <w:pPr>
        <w:spacing w:after="0" w:line="240" w:lineRule="auto"/>
        <w:ind w:right="-1"/>
        <w:rPr>
          <w:rFonts w:ascii="Verdana Pro Light" w:hAnsi="Verdana Pro Light" w:cs="Times New Roman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73229" w:rsidRPr="00EB34B2" w14:paraId="4BA29C22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EACC0A" w14:textId="77777777" w:rsidR="00C73229" w:rsidRPr="00EB34B2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B34B2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73229" w:rsidRPr="00136AD8" w14:paraId="60585029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4CB1F9" w14:textId="15C94217" w:rsidR="00C73229" w:rsidRPr="0029018E" w:rsidRDefault="00C73229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Interpretar e selecionar informação especializada, verbal e não verbal, em suportes variados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na área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0029018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8C4D770" w14:textId="77777777" w:rsidR="00C73229" w:rsidRDefault="00C73229" w:rsidP="00464811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Transmitir enunciados orais coerentes no âmbito</w:t>
            </w:r>
            <w:r w:rsidRPr="00F057E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4EF3217B" w14:textId="6F65AEA8" w:rsidR="00C73229" w:rsidRPr="00F057ED" w:rsidRDefault="00C73229" w:rsidP="00464811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</w:tc>
      </w:tr>
      <w:tr w:rsidR="00C73229" w:rsidRPr="00136AD8" w14:paraId="7D55717D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0824FD" w14:textId="77777777" w:rsidR="00C73229" w:rsidRPr="00F057ED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7FCD8F" w14:textId="77777777" w:rsidR="00C73229" w:rsidRPr="00F057ED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7FDC403" w14:textId="77777777" w:rsidR="00C73229" w:rsidRPr="00F057ED" w:rsidRDefault="00C73229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73229" w:rsidRPr="00136AD8" w14:paraId="233CF72A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FD6C6" w14:textId="6ED8A66C" w:rsidR="00C73229" w:rsidRPr="0029018E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="001440D9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: </w:t>
            </w:r>
            <w:r w:rsidR="00625F5E" w:rsidRP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Quadro-chave</w:t>
            </w:r>
            <w:r w:rsid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; </w:t>
            </w:r>
            <w:proofErr w:type="spellStart"/>
            <w:r w:rsid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tweening</w:t>
            </w:r>
            <w:proofErr w:type="spellEnd"/>
            <w:r w:rsid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;</w:t>
            </w:r>
            <w:r w:rsidR="00625F5E">
              <w:t xml:space="preserve"> </w:t>
            </w:r>
            <w:proofErr w:type="spellStart"/>
            <w:r w:rsidR="00625F5E" w:rsidRP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Cel</w:t>
            </w:r>
            <w:proofErr w:type="spellEnd"/>
            <w:r w:rsidR="00625F5E" w:rsidRP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625F5E" w:rsidRP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Animation</w:t>
            </w:r>
            <w:proofErr w:type="spellEnd"/>
            <w:r w:rsidR="00702FC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; modelagem 3D, Texturização; </w:t>
            </w:r>
            <w:proofErr w:type="spellStart"/>
            <w:r w:rsidR="00702FC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renderização</w:t>
            </w:r>
            <w:proofErr w:type="spellEnd"/>
            <w:r w:rsidR="00702FC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, </w:t>
            </w:r>
            <w:proofErr w:type="spellStart"/>
            <w:r w:rsidR="00702FC5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etc</w:t>
            </w:r>
            <w:proofErr w:type="spellEnd"/>
            <w:r w:rsidR="00625F5E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 </w:t>
            </w:r>
          </w:p>
          <w:p w14:paraId="790F4843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5A54267A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69550523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7DB3025A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576E3373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39B8AD40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7CDB4E5B" w14:textId="77777777" w:rsidR="00C73229" w:rsidRPr="00F057ED" w:rsidRDefault="00C73229" w:rsidP="00464811">
            <w:pPr>
              <w:pStyle w:val="PargrafodaLista"/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59FEA9" w14:textId="77777777" w:rsidR="00C73229" w:rsidRPr="00F057ED" w:rsidRDefault="00C73229" w:rsidP="00464811">
            <w:p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B47C7" w14:textId="77777777" w:rsidR="00C73229" w:rsidRPr="00F057ED" w:rsidRDefault="00C73229" w:rsidP="00464811">
            <w:pPr>
              <w:pStyle w:val="PargrafodaLista"/>
              <w:spacing w:before="60" w:after="60" w:line="360" w:lineRule="auto"/>
              <w:ind w:left="216"/>
              <w:contextualSpacing w:val="0"/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i/>
                <w:color w:val="0070C0"/>
                <w:sz w:val="18"/>
                <w:szCs w:val="18"/>
                <w:lang w:eastAsia="pt-PT"/>
              </w:rPr>
              <w:t>Interagir em projetos internacionais</w:t>
            </w:r>
          </w:p>
          <w:p w14:paraId="794D6179" w14:textId="7926250B" w:rsidR="00C73229" w:rsidRPr="0029018E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sobre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 </w:t>
            </w:r>
          </w:p>
          <w:p w14:paraId="28A16A66" w14:textId="52C91805" w:rsidR="00C73229" w:rsidRPr="00E90B98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 xml:space="preserve">em </w:t>
            </w:r>
            <w:r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 xml:space="preserve">produções 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  <w:p w14:paraId="537BA63E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6B7487B4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7086FFB8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060D3573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em apresentações de projetos</w:t>
            </w:r>
          </w:p>
          <w:p w14:paraId="43C83D24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0B98"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no/a </w:t>
            </w:r>
            <w:r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  <w:p w14:paraId="73DE690A" w14:textId="463E61EE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Reconhecer e utilizar o vocabulário específico</w:t>
            </w:r>
            <w:r w:rsidR="009D4550">
              <w:rPr>
                <w:rFonts w:ascii="Verdana Pro Light" w:hAnsi="Verdana Pro Light"/>
                <w:sz w:val="18"/>
                <w:szCs w:val="18"/>
              </w:rPr>
              <w:t xml:space="preserve"> da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r w:rsidR="009D4550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  <w:p w14:paraId="3670921B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Utilizar linguagens não verbais na comunicação.</w:t>
            </w:r>
          </w:p>
          <w:p w14:paraId="17A1D7D3" w14:textId="186BFDE3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 xml:space="preserve">em produções </w:t>
            </w:r>
            <w:r w:rsidR="009D4550">
              <w:rPr>
                <w:rFonts w:ascii="Verdana Pro Light" w:hAnsi="Verdana Pro Light"/>
                <w:color w:val="0070C0"/>
                <w:sz w:val="18"/>
                <w:szCs w:val="18"/>
              </w:rPr>
              <w:t xml:space="preserve">de </w:t>
            </w:r>
            <w:r w:rsidR="009D4550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animação 2D 3D</w:t>
            </w:r>
          </w:p>
          <w:p w14:paraId="36E16E1A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  <w:p w14:paraId="0149BAFC" w14:textId="77777777" w:rsidR="00C73229" w:rsidRPr="00E90B98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trike/>
                <w:sz w:val="18"/>
                <w:szCs w:val="18"/>
                <w:lang w:eastAsia="pt-PT"/>
              </w:rPr>
            </w:pP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 xml:space="preserve">Redigir notas, relatórios e preencher formulários </w:t>
            </w:r>
            <w:r w:rsidRPr="00E90B98">
              <w:rPr>
                <w:rFonts w:ascii="Verdana Pro Light" w:hAnsi="Verdana Pro Light"/>
                <w:strike/>
                <w:color w:val="0070C0"/>
                <w:sz w:val="18"/>
                <w:szCs w:val="18"/>
              </w:rPr>
              <w:t>(se aplicável)</w:t>
            </w:r>
            <w:r w:rsidRPr="00E90B98">
              <w:rPr>
                <w:rFonts w:ascii="Verdana Pro Light" w:hAnsi="Verdana Pro Light"/>
                <w:strike/>
                <w:sz w:val="18"/>
                <w:szCs w:val="18"/>
              </w:rPr>
              <w:t xml:space="preserve">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6F95E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2EE937E2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4411A8EF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748AAC7B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0707D024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1C8A675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19A6A4E2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910256E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6B78B0B2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101F7E4D" w14:textId="77777777" w:rsidR="00C73229" w:rsidRPr="00F057ED" w:rsidRDefault="00C73229" w:rsidP="0046481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74E2B9A8" w14:textId="77777777" w:rsidR="00C73229" w:rsidRDefault="00C73229" w:rsidP="00C7322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F95319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FF5C3AB" w14:textId="15FF970B" w:rsidR="00C73229" w:rsidRPr="000D3131" w:rsidRDefault="00C73229" w:rsidP="00C7322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Interagir em inglês </w:t>
      </w:r>
      <w:r w:rsidRPr="001A0BEB"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 xml:space="preserve">na área </w:t>
      </w:r>
      <w:r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 xml:space="preserve">da </w:t>
      </w:r>
      <w:r w:rsidR="009D4550">
        <w:rPr>
          <w:rFonts w:ascii="Verdana Pro Light" w:eastAsia="Verdana Pro Light" w:hAnsi="Verdana Pro Light" w:cs="Verdana Pro Light"/>
          <w:color w:val="0070C0"/>
          <w:sz w:val="18"/>
          <w:szCs w:val="18"/>
        </w:rPr>
        <w:t>animação 2D 3D</w:t>
      </w:r>
      <w:r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>:</w:t>
      </w:r>
    </w:p>
    <w:p w14:paraId="22604BF1" w14:textId="77777777" w:rsidR="00C73229" w:rsidRPr="00F057ED" w:rsidRDefault="00C73229" w:rsidP="00C73229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634E27B4" w14:textId="77777777" w:rsidR="00C73229" w:rsidRPr="00AB624F" w:rsidRDefault="00C73229" w:rsidP="00C73229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48560559" w14:textId="77777777" w:rsidR="00C73229" w:rsidRPr="00AB624F" w:rsidRDefault="00C73229" w:rsidP="00C73229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271802D2" w14:textId="77777777" w:rsidR="00C73229" w:rsidRPr="00AB624F" w:rsidRDefault="00C73229" w:rsidP="00C7322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F3103CF" w14:textId="77777777" w:rsidR="00C73229" w:rsidRDefault="00C73229" w:rsidP="00C73229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766C0E03" w14:textId="77777777" w:rsidR="00C73229" w:rsidRPr="00AB624F" w:rsidRDefault="00C73229" w:rsidP="00C73229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2A6285EC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B879E4" w14:textId="77777777" w:rsidR="00C73229" w:rsidRPr="001A0BEB" w:rsidRDefault="00C73229" w:rsidP="00C732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em projetos internacionais</w:t>
      </w:r>
    </w:p>
    <w:p w14:paraId="6028DA6C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503CB9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33656BB" w14:textId="77777777" w:rsidR="00C73229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26AA0F63" w14:textId="77777777" w:rsidR="00C73229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651D1F6E" w14:textId="77777777" w:rsidR="00C73229" w:rsidRPr="007D0F29" w:rsidRDefault="00C73229" w:rsidP="00C7322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294BB054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B85989" w14:textId="77777777" w:rsidR="00C73229" w:rsidRPr="00F87025" w:rsidRDefault="00C73229" w:rsidP="00C732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64FC080" w14:textId="77777777" w:rsidR="00C73229" w:rsidRPr="000507B4" w:rsidRDefault="00C73229" w:rsidP="00C7322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4C98BF46" w14:textId="77777777" w:rsidR="00C73229" w:rsidRPr="00051C79" w:rsidRDefault="00C73229" w:rsidP="00C732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2DCDCA" w14:textId="77777777" w:rsidR="009D4550" w:rsidRDefault="009D4550" w:rsidP="00C73229">
      <w:pPr>
        <w:rPr>
          <w:rFonts w:ascii="Verdana Pro Light" w:hAnsi="Verdana Pro Light"/>
          <w:smallCaps/>
        </w:rPr>
      </w:pPr>
    </w:p>
    <w:p w14:paraId="1A7ED267" w14:textId="77777777" w:rsidR="009D4550" w:rsidRDefault="009D4550" w:rsidP="00C73229">
      <w:pPr>
        <w:rPr>
          <w:rFonts w:ascii="Verdana Pro Light" w:hAnsi="Verdana Pro Light"/>
          <w:smallCaps/>
        </w:rPr>
      </w:pPr>
    </w:p>
    <w:p w14:paraId="33806A44" w14:textId="77777777" w:rsidR="009D4550" w:rsidRDefault="009D4550" w:rsidP="00C73229">
      <w:pPr>
        <w:rPr>
          <w:rFonts w:ascii="Verdana Pro Light" w:hAnsi="Verdana Pro Light"/>
          <w:smallCaps/>
        </w:rPr>
      </w:pPr>
    </w:p>
    <w:p w14:paraId="565034C3" w14:textId="77777777" w:rsidR="00C73229" w:rsidRDefault="00C73229" w:rsidP="00C73229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D4550" w:rsidRPr="00136AD8" w14:paraId="2F2D84E0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C2DAC55" w14:textId="67A2A3C7" w:rsidR="009D4550" w:rsidRPr="009D4550" w:rsidRDefault="009D455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9D4550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UC 00001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F392AD8" w14:textId="77777777" w:rsidR="009D4550" w:rsidRPr="009D4550" w:rsidRDefault="009D455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9D4550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Realizar projetos de imagem com recursos de IA e de novas tecnologias</w:t>
            </w:r>
          </w:p>
        </w:tc>
      </w:tr>
    </w:tbl>
    <w:p w14:paraId="004F4824" w14:textId="77777777" w:rsidR="009D4550" w:rsidRPr="00136AD8" w:rsidRDefault="009D4550" w:rsidP="009D455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C8F3A7B" w14:textId="77777777" w:rsidR="009D4550" w:rsidRDefault="009D4550" w:rsidP="009D455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DC383BD" w14:textId="77777777" w:rsidR="009D4550" w:rsidRPr="003200F2" w:rsidRDefault="009D4550" w:rsidP="009D455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0A19FAE" w14:textId="77777777" w:rsidR="009D4550" w:rsidRPr="00136AD8" w:rsidRDefault="009D4550" w:rsidP="009D455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D4550" w:rsidRPr="00136AD8" w14:paraId="2732D4A4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77D4FE" w14:textId="77777777" w:rsidR="009D4550" w:rsidRPr="001B353A" w:rsidRDefault="009D455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D4550" w:rsidRPr="00136AD8" w14:paraId="3AC5A490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144C2D" w14:textId="1C97786F" w:rsidR="009D4550" w:rsidRDefault="009D455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Definir o objetivo do projeto e selecionar as tecnologias e ferramentas de IA</w:t>
            </w:r>
            <w:r w:rsidR="0038445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</w:p>
          <w:p w14:paraId="79BB47D1" w14:textId="77777777" w:rsidR="009D4550" w:rsidRPr="00E763D6" w:rsidRDefault="009D455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Recolher um conjunto de dados relevantes sobre o projeto e treinar o modelo de IA</w:t>
            </w:r>
          </w:p>
          <w:p w14:paraId="20BF053A" w14:textId="77777777" w:rsidR="009D4550" w:rsidRPr="00E763D6" w:rsidRDefault="009D455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Interagir com o modelo de IA e g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erar imagens </w:t>
            </w:r>
          </w:p>
          <w:p w14:paraId="5B3855EA" w14:textId="77777777" w:rsidR="009D4550" w:rsidRDefault="009D455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Identificar áreas de melhoria, red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>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modelo, 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parâmetros</w:t>
            </w:r>
          </w:p>
          <w:p w14:paraId="1B44D5AA" w14:textId="77777777" w:rsidR="009D4550" w:rsidRPr="00392620" w:rsidRDefault="009D455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Elaborar o p</w:t>
            </w:r>
            <w:r w:rsidRPr="00D2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>ós-processamento e edição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9D4550" w:rsidRPr="00136AD8" w14:paraId="549245CB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46FEEE" w14:textId="77777777" w:rsidR="009D4550" w:rsidRPr="001B353A" w:rsidRDefault="009D4550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AEC966" w14:textId="77777777" w:rsidR="009D4550" w:rsidRPr="001B353A" w:rsidRDefault="009D455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5713F33" w14:textId="77777777" w:rsidR="009D4550" w:rsidRPr="001B353A" w:rsidRDefault="009D455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D4550" w:rsidRPr="00136AD8" w14:paraId="415240B7" w14:textId="77777777" w:rsidTr="00464811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C546A" w14:textId="77777777" w:rsidR="009D4550" w:rsidRPr="00842D50" w:rsidRDefault="009D4550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Inteligência Artificial (IA):</w:t>
            </w:r>
          </w:p>
          <w:p w14:paraId="448F2DEA" w14:textId="77777777" w:rsidR="009D4550" w:rsidRPr="007B09EE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IA</w:t>
            </w:r>
          </w:p>
          <w:p w14:paraId="43E147D1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96F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modelos de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IA</w:t>
            </w:r>
          </w:p>
          <w:p w14:paraId="348D06A7" w14:textId="77777777" w:rsidR="009D4550" w:rsidRPr="007B09EE" w:rsidRDefault="009D4550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Processamento de Imagem:</w:t>
            </w:r>
          </w:p>
          <w:p w14:paraId="2144F376" w14:textId="77777777" w:rsidR="009D4550" w:rsidRPr="007B09EE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básicos de processamento de imagem</w:t>
            </w:r>
          </w:p>
          <w:p w14:paraId="6D3CB195" w14:textId="77777777" w:rsidR="009D4550" w:rsidRPr="007B09EE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ibliotecas e ferramentas de processamento de imagem</w:t>
            </w:r>
          </w:p>
          <w:p w14:paraId="4C75986A" w14:textId="77777777" w:rsidR="009D4550" w:rsidRPr="007B09EE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ré-processa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mento 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análise por modelos de IA.</w:t>
            </w:r>
          </w:p>
          <w:p w14:paraId="5664FAF1" w14:textId="77777777" w:rsidR="009D4550" w:rsidRPr="001E0067" w:rsidRDefault="009D455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Domínio do Problema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AFBC09F" w14:textId="77777777" w:rsidR="009D4550" w:rsidRPr="007B09EE" w:rsidRDefault="009D4550" w:rsidP="00464811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Contexto do problema e das necessidades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finais.</w:t>
            </w:r>
          </w:p>
          <w:p w14:paraId="27198222" w14:textId="77777777" w:rsidR="009D4550" w:rsidRPr="00E3762F" w:rsidRDefault="009D4550" w:rsidP="00464811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ermos técnicos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problema</w:t>
            </w:r>
          </w:p>
          <w:p w14:paraId="18A21B42" w14:textId="77777777" w:rsidR="009D4550" w:rsidRPr="00033F33" w:rsidRDefault="009D4550" w:rsidP="00464811">
            <w:pPr>
              <w:pStyle w:val="PargrafodaLista"/>
              <w:numPr>
                <w:ilvl w:val="0"/>
                <w:numId w:val="4"/>
              </w:numPr>
              <w:ind w:left="459" w:hanging="283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abordagem de IA mais adequada para resolv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o problema</w:t>
            </w:r>
          </w:p>
          <w:p w14:paraId="1DFC82B4" w14:textId="77777777" w:rsidR="009D4550" w:rsidRPr="003112DB" w:rsidRDefault="009D4550" w:rsidP="00464811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B09E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Ética e Privacidade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B2EF10E" w14:textId="77777777" w:rsidR="009D4550" w:rsidRDefault="009D4550" w:rsidP="009D4550">
            <w:pPr>
              <w:pStyle w:val="PargrafodaLista"/>
              <w:numPr>
                <w:ilvl w:val="0"/>
                <w:numId w:val="13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uestões éticas e de privacidade relacionadas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 o </w:t>
            </w:r>
            <w:r w:rsidRPr="007B09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de tecnologias de IA em projetos de imagem</w:t>
            </w:r>
          </w:p>
          <w:p w14:paraId="52E292BB" w14:textId="77777777" w:rsidR="009D4550" w:rsidRPr="003112DB" w:rsidRDefault="009D4550" w:rsidP="00464811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187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Atualizações e Tendências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923F875" w14:textId="77777777" w:rsidR="009D4550" w:rsidRPr="001E187E" w:rsidRDefault="009D4550" w:rsidP="009D4550">
            <w:pPr>
              <w:pStyle w:val="PargrafodaLista"/>
              <w:numPr>
                <w:ilvl w:val="0"/>
                <w:numId w:val="1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18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Avanços mais recentes de IA, visão computacional, processamento de imagem e outras tecnologias relacionadas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F8941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conceito de 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D4159E8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Pr="00A96F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modelos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22E436" w14:textId="77777777" w:rsidR="009D4550" w:rsidRPr="00E3762F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Treinar, avaliar e ajustar modelos de IA para tarefas específicas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899B7AC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conceitos de processamento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C2802F8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Traduzir os requisitos do problema em termos técnicos e escolher a abordagem de IA mais adequada para resolvê-lo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606DADC" w14:textId="77777777" w:rsidR="009D4550" w:rsidRPr="00E3762F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76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questões éticas e de privacidade relacionadas com o uso de tecnologias de IA em projetos de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06D993" w14:textId="77777777" w:rsidR="009D4550" w:rsidRPr="00E3762F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avanços das tecnologias</w:t>
            </w:r>
          </w:p>
          <w:p w14:paraId="31D5CA53" w14:textId="77777777" w:rsidR="009D4550" w:rsidRPr="00392620" w:rsidRDefault="009D4550" w:rsidP="00464811">
            <w:pPr>
              <w:spacing w:before="120" w:after="0" w:line="276" w:lineRule="auto"/>
              <w:ind w:left="14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92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1BF9789" w14:textId="77777777" w:rsidR="009D4550" w:rsidRPr="00413243" w:rsidRDefault="009D4550" w:rsidP="00464811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254440" w14:textId="77777777" w:rsidR="009D4550" w:rsidRPr="00E6774B" w:rsidRDefault="009D4550" w:rsidP="00464811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8313A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3456013" w14:textId="77777777" w:rsidR="009D4550" w:rsidRDefault="009D455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4783A938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0FFADFA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BC20120" w14:textId="77777777" w:rsidR="009D4550" w:rsidRDefault="009D455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CB1F008" w14:textId="77777777" w:rsidR="009D4550" w:rsidRPr="000173C0" w:rsidRDefault="009D4550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899635" w14:textId="77777777" w:rsidR="009D4550" w:rsidRDefault="009D4550" w:rsidP="009D455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542E0B" w14:textId="77777777" w:rsidR="009D4550" w:rsidRPr="00F87025" w:rsidRDefault="009D4550" w:rsidP="009D455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0773E15" w14:textId="77777777" w:rsidR="009D4550" w:rsidRDefault="009D4550" w:rsidP="009D45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41B3E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Realizar projetos de imagem com recursos de IA e de novas tecnologias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9955630" w14:textId="77777777" w:rsidR="009D4550" w:rsidRDefault="009D4550" w:rsidP="009D45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Selecionando ferramentas e modelos de IA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tendo em conta os objetivos do projeto</w:t>
      </w:r>
    </w:p>
    <w:p w14:paraId="01184FE0" w14:textId="77777777" w:rsidR="009D4550" w:rsidRPr="00A96F9C" w:rsidRDefault="009D4550" w:rsidP="009D45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6F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Traduzi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os requisitos do problema em termos técnicos e escolhe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abordagem de IA mais adequada para resolvê-lo</w:t>
      </w:r>
    </w:p>
    <w:p w14:paraId="1CBCEF16" w14:textId="77777777" w:rsidR="009D4550" w:rsidRPr="00A96F9C" w:rsidRDefault="009D4550" w:rsidP="009D45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Treina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, avalia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ajusta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ndo os </w:t>
      </w:r>
      <w:r w:rsidRPr="00E3762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modelos de IA para tarefas específicas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reconhecendo os conceitos de processamento de imagens</w:t>
      </w:r>
    </w:p>
    <w:p w14:paraId="172CE701" w14:textId="77777777" w:rsidR="009D4550" w:rsidRDefault="009D4550" w:rsidP="009D45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Identificando áreas de melhoria, red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>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 xml:space="preserve"> o modelo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>ajust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D20111">
        <w:rPr>
          <w:rFonts w:ascii="Verdana Pro Light" w:eastAsia="Arial Unicode MS" w:hAnsi="Verdana Pro Light" w:cs="Arial Unicode MS"/>
          <w:sz w:val="18"/>
          <w:szCs w:val="18"/>
        </w:rPr>
        <w:t xml:space="preserve"> os parâmetros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os objetivos definidos </w:t>
      </w:r>
    </w:p>
    <w:p w14:paraId="30A6BF55" w14:textId="77777777" w:rsidR="009D4550" w:rsidRPr="004330C8" w:rsidRDefault="009D4550" w:rsidP="009D45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96F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A96F9C">
        <w:rPr>
          <w:rFonts w:ascii="Verdana Pro Light" w:eastAsia="Arial Unicode MS" w:hAnsi="Verdana Pro Light" w:cs="Arial Unicode MS"/>
          <w:sz w:val="18"/>
          <w:szCs w:val="18"/>
        </w:rPr>
        <w:t xml:space="preserve"> Demonstrando r</w:t>
      </w:r>
      <w:r w:rsidRPr="00A96F9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econhecer as questões éticas e de privacidade relacionadas com o uso de tecnologias de IA em projetos de imagem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806F749" w14:textId="77777777" w:rsidR="009D4550" w:rsidRPr="00F87025" w:rsidRDefault="009D4550" w:rsidP="009D455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D383271" w14:textId="679AEB83" w:rsidR="009D4550" w:rsidRPr="00CD4CF0" w:rsidRDefault="009D4550" w:rsidP="009D455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5" w:name="_Hlk159969639"/>
      <w:r>
        <w:rPr>
          <w:rFonts w:ascii="Verdana Pro Light" w:eastAsia="Arial Unicode MS" w:hAnsi="Verdana Pro Light" w:cs="Arial Unicode MS"/>
          <w:sz w:val="18"/>
          <w:szCs w:val="18"/>
        </w:rPr>
        <w:t>Aplicável a vários contextos</w:t>
      </w:r>
    </w:p>
    <w:bookmarkEnd w:id="5"/>
    <w:p w14:paraId="1FF40CD1" w14:textId="77777777" w:rsidR="009D4550" w:rsidRPr="00F147B7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09C79D3" w14:textId="77777777" w:rsidR="009D4550" w:rsidRPr="00F87025" w:rsidRDefault="009D4550" w:rsidP="009D455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DFA93EE" w14:textId="77777777" w:rsidR="009D4550" w:rsidRDefault="009D4550" w:rsidP="009D455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109EA1A" w14:textId="77777777" w:rsidR="009D4550" w:rsidRPr="00C34354" w:rsidRDefault="009D4550" w:rsidP="009D455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466BCB8" w14:textId="77777777" w:rsidR="009D4550" w:rsidRPr="000707EF" w:rsidRDefault="009D4550" w:rsidP="009D455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IA para processamento de imagens</w:t>
      </w:r>
    </w:p>
    <w:p w14:paraId="74628714" w14:textId="77777777" w:rsidR="009D4550" w:rsidRDefault="009D4550" w:rsidP="009D455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2E4F8DD" w14:textId="77777777" w:rsidR="009D4550" w:rsidRPr="003A45CE" w:rsidRDefault="009D4550" w:rsidP="009D455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projetos de imagem gerados por 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52BEDA9" w14:textId="77777777" w:rsidR="009D4550" w:rsidRPr="00F87025" w:rsidRDefault="009D4550" w:rsidP="009D455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4928CB" w14:textId="77777777" w:rsidR="009D4550" w:rsidRDefault="009D4550" w:rsidP="009D455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EAEA74D" w14:textId="77777777" w:rsidR="009D4550" w:rsidRPr="00C34354" w:rsidRDefault="009D4550" w:rsidP="009D455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5063B79" w14:textId="761157F3" w:rsidR="009D4550" w:rsidRDefault="009D4550" w:rsidP="009D4550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imagem gerada por IA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processamento de imagens geradas por 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6DAE76" w14:textId="0C6976FB" w:rsidR="00C73229" w:rsidRDefault="009D4550" w:rsidP="009D4550">
      <w:pPr>
        <w:pStyle w:val="PargrafodaLista"/>
        <w:numPr>
          <w:ilvl w:val="0"/>
          <w:numId w:val="15"/>
        </w:numPr>
        <w:spacing w:before="120" w:after="0" w:line="276" w:lineRule="auto"/>
        <w:ind w:left="709"/>
        <w:rPr>
          <w:rFonts w:ascii="Verdana Pro Light" w:eastAsia="Arial Unicode MS" w:hAnsi="Verdana Pro Light" w:cs="Arial Unicode MS"/>
          <w:sz w:val="18"/>
          <w:szCs w:val="18"/>
        </w:rPr>
      </w:pPr>
      <w:r w:rsidRPr="009D4550">
        <w:rPr>
          <w:rFonts w:ascii="Verdana Pro Light" w:hAnsi="Verdana Pro Light"/>
          <w:smallCaps/>
        </w:rPr>
        <w:t>forma de organização da formação (a distância, presencial, misto):</w:t>
      </w:r>
      <w:r w:rsidRPr="009D4550">
        <w:rPr>
          <w:rFonts w:ascii="Verdana Pro Light" w:hAnsi="Verdana Pro Light"/>
          <w:smallCaps/>
        </w:rPr>
        <w:br/>
      </w:r>
      <w:r w:rsidRPr="009D4550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pode assumir o regime misto</w:t>
      </w:r>
    </w:p>
    <w:p w14:paraId="3848B83B" w14:textId="77777777" w:rsidR="009D4550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DE5E48D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B86E3A5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DD44D4A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D34E22B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91789B5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1AEE55B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0AA0A6E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5A2B638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E71FC04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08F124F" w14:textId="77777777" w:rsidR="00DE5186" w:rsidRDefault="00DE5186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E5186" w:rsidRPr="00136AD8" w14:paraId="5387C436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48711A" w14:textId="51385714" w:rsidR="00DE5186" w:rsidRPr="00F42D38" w:rsidRDefault="00DE5186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927B642" w14:textId="25F03FEA" w:rsidR="00DE5186" w:rsidRPr="00F42D38" w:rsidRDefault="00DE5186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a sonoplastia de projetos em vídeo e animação</w:t>
            </w:r>
          </w:p>
        </w:tc>
      </w:tr>
    </w:tbl>
    <w:p w14:paraId="1A7F3B56" w14:textId="77777777" w:rsidR="00DE5186" w:rsidRPr="00136AD8" w:rsidRDefault="00DE5186" w:rsidP="00DE518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14256A" w14:textId="3A394D21" w:rsidR="00DE5186" w:rsidRDefault="00DE5186" w:rsidP="00DE51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5EC1ED1" w14:textId="77777777" w:rsidR="00DE5186" w:rsidRPr="003200F2" w:rsidRDefault="00DE5186" w:rsidP="00DE51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E66DA18" w14:textId="77777777" w:rsidR="00DE5186" w:rsidRPr="00136AD8" w:rsidRDefault="00DE5186" w:rsidP="00DE518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DE5186" w:rsidRPr="00136AD8" w14:paraId="03BDDF01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C99DF6" w14:textId="77777777" w:rsidR="00DE5186" w:rsidRPr="001B353A" w:rsidRDefault="00DE518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E5186" w:rsidRPr="00136AD8" w14:paraId="675F5CE7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20EDC6" w14:textId="09BDA9F3" w:rsidR="00DE5186" w:rsidRDefault="00DE518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005C6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9005C6" w:rsidRPr="009005C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dentificar os momentos-chave que exigem áudio, como diálogos, efeitos sonoros e trilha sonora</w:t>
            </w:r>
            <w:r w:rsidR="000E06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planear o tipo de áudio para cada cena</w:t>
            </w:r>
          </w:p>
          <w:p w14:paraId="584E988C" w14:textId="391B3BED" w:rsidR="00DE5186" w:rsidRDefault="00DE5186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0E0612" w:rsidRPr="000E061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</w:t>
            </w:r>
            <w:r w:rsidR="000E061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0E0612" w:rsidRPr="000E06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captação e gravação de áudio de alta qualidade</w:t>
            </w:r>
          </w:p>
          <w:p w14:paraId="5A3F27F9" w14:textId="27A0E5CE" w:rsidR="00DE5186" w:rsidRDefault="00DE518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CA51B6" w:rsidRP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Edit</w:t>
            </w:r>
            <w:r w:rsid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ar</w:t>
            </w:r>
            <w:r w:rsidR="00CA51B6" w:rsidRP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 e organiz</w:t>
            </w:r>
            <w:r w:rsid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ar</w:t>
            </w:r>
            <w:r w:rsidR="00CA51B6" w:rsidRP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 os arquivos de áudio</w:t>
            </w:r>
            <w:r w:rsid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, masteriza</w:t>
            </w:r>
            <w:r w:rsidR="00E6730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r</w:t>
            </w:r>
            <w:r w:rsidR="00CA51B6" w:rsidRPr="00CA51B6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 </w:t>
            </w:r>
          </w:p>
          <w:p w14:paraId="02613C9F" w14:textId="71E4E30C" w:rsidR="00DE5186" w:rsidRPr="0008537A" w:rsidRDefault="00DE5186" w:rsidP="00E6730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E673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Rever e realizar ajuste </w:t>
            </w:r>
          </w:p>
        </w:tc>
      </w:tr>
      <w:tr w:rsidR="00DE5186" w:rsidRPr="00136AD8" w14:paraId="33425189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7BEC27" w14:textId="77777777" w:rsidR="00DE5186" w:rsidRPr="001B353A" w:rsidRDefault="00DE5186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1F63AB" w14:textId="77777777" w:rsidR="00DE5186" w:rsidRPr="001B353A" w:rsidRDefault="00DE518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3F663E" w14:textId="77777777" w:rsidR="00DE5186" w:rsidRPr="001B353A" w:rsidRDefault="00DE518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E5186" w:rsidRPr="00136AD8" w14:paraId="5C019FE9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EB5BC" w14:textId="08C057C5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Captura de Som</w:t>
            </w:r>
          </w:p>
          <w:p w14:paraId="0ACEB349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36C09DA9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do filme</w:t>
            </w:r>
          </w:p>
          <w:p w14:paraId="166D2155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captura de som para imagem </w:t>
            </w:r>
          </w:p>
          <w:p w14:paraId="73A4718C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Sonoplastia</w:t>
            </w:r>
          </w:p>
          <w:p w14:paraId="06A5067E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ambiente e momento</w:t>
            </w:r>
          </w:p>
          <w:p w14:paraId="03F6C25B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captura interior</w:t>
            </w:r>
          </w:p>
          <w:p w14:paraId="2C8AC17A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captura exterior</w:t>
            </w:r>
          </w:p>
          <w:p w14:paraId="622D236F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de som</w:t>
            </w:r>
          </w:p>
          <w:p w14:paraId="78B5496A" w14:textId="3195FE17" w:rsidR="00DE5186" w:rsidRPr="006725BB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e aplicação de diferentes modos de captura de som para diferentes suportes </w:t>
            </w:r>
          </w:p>
          <w:p w14:paraId="5DCE5D85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Captura de Som</w:t>
            </w:r>
          </w:p>
          <w:p w14:paraId="50E69474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Voz</w:t>
            </w:r>
          </w:p>
          <w:p w14:paraId="38D9F783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Ambientes</w:t>
            </w:r>
          </w:p>
          <w:p w14:paraId="1CF94079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Sonoplastia</w:t>
            </w:r>
          </w:p>
          <w:p w14:paraId="212B1A4E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Vinhetas</w:t>
            </w:r>
          </w:p>
          <w:p w14:paraId="0D9CEC98" w14:textId="77777777" w:rsidR="00DE5186" w:rsidRPr="0082388E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especiais</w:t>
            </w:r>
          </w:p>
          <w:p w14:paraId="582D36EB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59A0BBF2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0657264F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58654DAF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41621A20" w14:textId="77777777" w:rsidR="00DE5186" w:rsidRPr="00E600CE" w:rsidRDefault="00DE5186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11883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captação de som</w:t>
            </w:r>
          </w:p>
          <w:p w14:paraId="38664018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som para imagem</w:t>
            </w:r>
          </w:p>
          <w:p w14:paraId="45B59EC7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captura de som</w:t>
            </w:r>
          </w:p>
          <w:p w14:paraId="444A1BBB" w14:textId="0F4AA683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para captura de som</w:t>
            </w:r>
          </w:p>
          <w:p w14:paraId="63990BC3" w14:textId="77777777" w:rsidR="00DE5186" w:rsidRPr="00FB6877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01651F05" w14:textId="77777777" w:rsidR="00DE5186" w:rsidRPr="00FB6877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3BADD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0048508" w14:textId="77777777" w:rsidR="00DE5186" w:rsidRDefault="00DE5186" w:rsidP="00DE518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8705397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843BB8B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097EAEB9" w14:textId="77777777" w:rsidR="00DE5186" w:rsidRPr="000173C0" w:rsidRDefault="00DE5186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9838984" w14:textId="77777777" w:rsidR="00DE5186" w:rsidRDefault="00DE5186" w:rsidP="00DE518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FCF4284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982697A" w14:textId="4AE3009E" w:rsidR="00DE5186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Efetuar a sonoplastia de projetos em vídeo e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51C3087" w14:textId="77777777" w:rsidR="008A0955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8A0955" w:rsidRPr="008A0955">
        <w:rPr>
          <w:rFonts w:ascii="Verdana Pro Light" w:eastAsia="Arial Unicode MS" w:hAnsi="Verdana Pro Light" w:cs="Arial Unicode MS"/>
          <w:sz w:val="18"/>
          <w:szCs w:val="18"/>
        </w:rPr>
        <w:t xml:space="preserve">Capturando e gravando áudio de alta qualidade, garantindo clareza e fidelidade sonora em todas as gravações, incluindo diálogos, efeitos sonoros e trilhas sonoras. </w:t>
      </w:r>
    </w:p>
    <w:p w14:paraId="6C82889B" w14:textId="73860AA9" w:rsidR="00DE5186" w:rsidRPr="00CE7789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E7789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B76CC0" w:rsidRPr="00B76CC0">
        <w:rPr>
          <w:rFonts w:ascii="Verdana Pro Light" w:eastAsia="Arial Unicode MS" w:hAnsi="Verdana Pro Light" w:cs="Arial Unicode MS"/>
          <w:sz w:val="18"/>
          <w:szCs w:val="18"/>
        </w:rPr>
        <w:t>Editando e mixando o áudio de forma precisa e eficiente, sincronizando-o adequadamente com as imagens e equilibrando os diferentes elementos sonoros para criar uma experiência auditiva imersiva</w:t>
      </w:r>
    </w:p>
    <w:p w14:paraId="66BF85F6" w14:textId="438B6497" w:rsidR="00DE5186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E7789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CD3. </w:t>
      </w:r>
      <w:r w:rsidR="00B76CC0" w:rsidRPr="00B76CC0">
        <w:rPr>
          <w:rFonts w:ascii="Verdana Pro Light" w:eastAsia="Arial Unicode MS" w:hAnsi="Verdana Pro Light" w:cs="Arial Unicode MS"/>
          <w:sz w:val="18"/>
          <w:szCs w:val="18"/>
        </w:rPr>
        <w:t>Mantendo consistência e coerência no áudio ao longo de todo o projeto, garantindo que o estilo, o tom e a atmosfera sonora estejam alinhados com a narrativa visual.</w:t>
      </w:r>
    </w:p>
    <w:p w14:paraId="5C831EAF" w14:textId="77777777" w:rsidR="00DE5186" w:rsidRDefault="00DE5186" w:rsidP="00DE5186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  <w:r w:rsidRPr="00CE7789">
        <w:rPr>
          <w:rFonts w:ascii="Verdana Pro Light" w:eastAsia="Arial Unicode MS" w:hAnsi="Verdana Pro Light" w:cs="Arial Unicode MS"/>
          <w:sz w:val="18"/>
          <w:szCs w:val="18"/>
        </w:rPr>
        <w:t>CD4. Criando um sistema de arquivo de ficheiros que facilite a gestão do processo de trabalho e exportação final</w:t>
      </w:r>
    </w:p>
    <w:p w14:paraId="2D3D0421" w14:textId="77777777" w:rsidR="00DE5186" w:rsidRPr="00CE7789" w:rsidRDefault="00DE5186" w:rsidP="00DE5186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</w:p>
    <w:p w14:paraId="18D436B0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42C978" w14:textId="77777777" w:rsidR="00DE5186" w:rsidRDefault="00DE5186" w:rsidP="00DE518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3D37B7AB" w14:textId="77777777" w:rsidR="00DE5186" w:rsidRPr="00E600CE" w:rsidRDefault="00DE5186" w:rsidP="00DE518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1D8DE201" w14:textId="77777777" w:rsidR="00DE5186" w:rsidRDefault="00DE5186" w:rsidP="00DE518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6E16D9AF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DA9F11A" w14:textId="77777777" w:rsidR="00DE5186" w:rsidRDefault="00DE5186" w:rsidP="00DE518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B936D40" w14:textId="77777777" w:rsidR="00DE5186" w:rsidRDefault="00DE5186" w:rsidP="00DE518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 e som</w:t>
      </w:r>
    </w:p>
    <w:p w14:paraId="61D3255C" w14:textId="55F3DE62" w:rsidR="00DE5186" w:rsidRDefault="00DE5186" w:rsidP="00DE518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7C4D3706" w14:textId="77777777" w:rsidR="00DE5186" w:rsidRPr="00FC797E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944E401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2EBD9E6" w14:textId="77777777" w:rsidR="00DE5186" w:rsidRDefault="00DE5186" w:rsidP="00DE5186">
      <w:pPr>
        <w:rPr>
          <w:rFonts w:ascii="Verdana Pro Light" w:hAnsi="Verdana Pro Light"/>
          <w:smallCaps/>
        </w:rPr>
      </w:pPr>
    </w:p>
    <w:p w14:paraId="4D1316BC" w14:textId="77777777" w:rsidR="00DE5186" w:rsidRPr="00C34354" w:rsidRDefault="00DE5186" w:rsidP="00DE518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11CD33CD" w14:textId="77777777" w:rsidR="00DE5186" w:rsidRPr="00FC797E" w:rsidRDefault="00DE5186" w:rsidP="005054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6A2398B7" w14:textId="0848F19A" w:rsidR="00DE5186" w:rsidRDefault="00DE5186" w:rsidP="00DE518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73D242A2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AFBC478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85D6A4F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D073BF7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C246DF0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A38C7D8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D3829A5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9AFE5F3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E3511D4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F3954C7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6D2E40B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BFE1AE9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DD592BE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329B835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729F7F8" w14:textId="77777777" w:rsidR="005F5143" w:rsidRDefault="005F5143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79EC9CB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8BEE4E4" w14:textId="77777777" w:rsidR="00DE5186" w:rsidRDefault="00DE5186" w:rsidP="00DE518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E5186" w:rsidRPr="00136AD8" w14:paraId="6D3F58E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9883B6" w14:textId="453D5032" w:rsidR="00DE5186" w:rsidRPr="00F42D38" w:rsidRDefault="00DE5186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="005054E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01AC64" w14:textId="77777777" w:rsidR="00DE5186" w:rsidRPr="00F42D38" w:rsidRDefault="00DE5186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filmes de animação 2D/3D</w:t>
            </w:r>
          </w:p>
        </w:tc>
      </w:tr>
    </w:tbl>
    <w:p w14:paraId="3242C1A8" w14:textId="77777777" w:rsidR="00DE5186" w:rsidRPr="00136AD8" w:rsidRDefault="00DE5186" w:rsidP="00DE518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60C09CC" w14:textId="77777777" w:rsidR="00DE5186" w:rsidRDefault="00DE5186" w:rsidP="00DE51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4, 5</w:t>
      </w:r>
    </w:p>
    <w:p w14:paraId="56E0A0B0" w14:textId="77777777" w:rsidR="00DE5186" w:rsidRPr="003200F2" w:rsidRDefault="00DE5186" w:rsidP="00DE51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2816804" w14:textId="77777777" w:rsidR="00DE5186" w:rsidRPr="00136AD8" w:rsidRDefault="00DE5186" w:rsidP="00DE518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DE5186" w:rsidRPr="00136AD8" w14:paraId="03678C5A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802065" w14:textId="77777777" w:rsidR="00DE5186" w:rsidRPr="001B353A" w:rsidRDefault="00DE518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E5186" w:rsidRPr="00136AD8" w14:paraId="5BE7EC71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801204" w14:textId="418F4661" w:rsidR="00DE5186" w:rsidRDefault="00DE518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C26590" w:rsidRPr="00C26590">
              <w:rPr>
                <w:rFonts w:ascii="Verdana Pro Light" w:eastAsia="Arial Unicode MS" w:hAnsi="Verdana Pro Light" w:cs="Arial Unicode MS"/>
                <w:sz w:val="18"/>
                <w:szCs w:val="18"/>
              </w:rPr>
              <w:t>Esbo</w:t>
            </w:r>
            <w:r w:rsidR="00C26590">
              <w:rPr>
                <w:rFonts w:ascii="Verdana Pro Light" w:eastAsia="Arial Unicode MS" w:hAnsi="Verdana Pro Light" w:cs="Arial Unicode MS"/>
                <w:sz w:val="18"/>
                <w:szCs w:val="18"/>
              </w:rPr>
              <w:t>çar</w:t>
            </w:r>
            <w:r w:rsidR="00C26590" w:rsidRPr="00C2659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principais momentos visuais e cenas-chave para orientar a narrativa visual.</w:t>
            </w:r>
          </w:p>
          <w:p w14:paraId="6A3FFB91" w14:textId="2E1A5C62" w:rsidR="00DE5186" w:rsidRDefault="00DE5186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74536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a pré-produção, incluindo o </w:t>
            </w:r>
            <w:r w:rsidR="00745360" w:rsidRPr="0074536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design de personagens, cenários, storyboards e </w:t>
            </w:r>
            <w:proofErr w:type="spellStart"/>
            <w:r w:rsidR="00745360" w:rsidRPr="00745360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animatics</w:t>
            </w:r>
            <w:proofErr w:type="spellEnd"/>
          </w:p>
          <w:p w14:paraId="5A4CCE1E" w14:textId="33FE6F15" w:rsidR="00C856FD" w:rsidRDefault="00DE518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C856FD" w:rsidRP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</w:t>
            </w:r>
            <w:r w:rsid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C856FD" w:rsidRP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quadros-chave e os quadros intermediários para cada cena</w:t>
            </w:r>
            <w:r w:rsid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criar </w:t>
            </w:r>
            <w:r w:rsidR="00C856FD" w:rsidRP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modelos 3D dos personagens e cenários, apli</w:t>
            </w:r>
            <w:r w:rsid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</w:t>
            </w:r>
            <w:r w:rsidR="00C856FD" w:rsidRP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texturas e animações</w:t>
            </w:r>
            <w:r w:rsidR="00C856F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</w:p>
          <w:p w14:paraId="09B44847" w14:textId="5411FE7A" w:rsidR="00DE5186" w:rsidRDefault="00DE5186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D41D6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Editar, incluir efeitos visuais e integrar a trilha sonora </w:t>
            </w:r>
          </w:p>
          <w:p w14:paraId="63A14135" w14:textId="70102ADE" w:rsidR="00D41D6B" w:rsidRDefault="00D41D6B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Pós-produzir, realizando os ajustes necessários, exportar e promover. </w:t>
            </w:r>
          </w:p>
          <w:p w14:paraId="64459166" w14:textId="77777777" w:rsidR="00DE5186" w:rsidRPr="0008537A" w:rsidRDefault="00DE5186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E5186" w:rsidRPr="00136AD8" w14:paraId="31C072FC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668496" w14:textId="77777777" w:rsidR="00DE5186" w:rsidRPr="001B353A" w:rsidRDefault="00DE5186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F97104" w14:textId="77777777" w:rsidR="00DE5186" w:rsidRPr="001B353A" w:rsidRDefault="00DE518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71907A" w14:textId="77777777" w:rsidR="00DE5186" w:rsidRPr="001B353A" w:rsidRDefault="00DE5186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E5186" w:rsidRPr="00136AD8" w14:paraId="737C6258" w14:textId="77777777" w:rsidTr="00464811">
        <w:trPr>
          <w:trHeight w:val="17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FF25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 de Modelos</w:t>
            </w:r>
          </w:p>
          <w:p w14:paraId="30D400DD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5031F0A1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 de animação</w:t>
            </w:r>
          </w:p>
          <w:p w14:paraId="26E9423B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pós-produção</w:t>
            </w:r>
          </w:p>
          <w:p w14:paraId="5D9EA0EE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Modelos e Cenários</w:t>
            </w:r>
          </w:p>
          <w:p w14:paraId="2990BFF3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cronograma</w:t>
            </w:r>
          </w:p>
          <w:p w14:paraId="31209FED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storyboard</w:t>
            </w:r>
          </w:p>
          <w:p w14:paraId="4BA407FC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edição de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 para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compositing</w:t>
            </w:r>
            <w:proofErr w:type="spellEnd"/>
          </w:p>
          <w:p w14:paraId="6ED333EC" w14:textId="77777777" w:rsidR="00DE5186" w:rsidRPr="0034341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Planificação de planos</w:t>
            </w:r>
          </w:p>
          <w:p w14:paraId="377BDBB9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planos</w:t>
            </w:r>
          </w:p>
          <w:p w14:paraId="25A90CC5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enquadramentos</w:t>
            </w:r>
          </w:p>
          <w:p w14:paraId="615B9CC2" w14:textId="77777777" w:rsidR="00DE5186" w:rsidRPr="0034341E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masterização final</w:t>
            </w:r>
          </w:p>
          <w:p w14:paraId="1299AB5A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Pós produção</w:t>
            </w:r>
            <w:proofErr w:type="gram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Render</w:t>
            </w:r>
          </w:p>
          <w:p w14:paraId="2C4F4C40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modelos/elementos</w:t>
            </w:r>
          </w:p>
          <w:p w14:paraId="792D01B2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resuloção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imagem</w:t>
            </w:r>
          </w:p>
          <w:p w14:paraId="4EA710AF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cenários 2D ou 3D</w:t>
            </w:r>
          </w:p>
          <w:p w14:paraId="7A37EFB3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Cor, texturas e Luz</w:t>
            </w:r>
          </w:p>
          <w:p w14:paraId="4EF395F8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Cameras</w:t>
            </w:r>
            <w:proofErr w:type="spellEnd"/>
          </w:p>
          <w:p w14:paraId="71CD3351" w14:textId="77777777" w:rsidR="00DE5186" w:rsidRPr="00C4790E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Cinematics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68369DAA" w14:textId="77777777" w:rsidR="00DE5186" w:rsidRPr="0082388E" w:rsidRDefault="00DE5186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124B6AB0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724892F0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6539F972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7C2378C8" w14:textId="77777777" w:rsidR="00DE5186" w:rsidRPr="00441A74" w:rsidRDefault="00DE5186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7FD9" w14:textId="3574A93D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pós-produção</w:t>
            </w:r>
          </w:p>
          <w:p w14:paraId="077E96F4" w14:textId="6208579E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edição para pós-produção</w:t>
            </w:r>
          </w:p>
          <w:p w14:paraId="1E71D081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diferentes técnicas e tecnologias de edição de imagem e plataformas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6D1270FE" w14:textId="1664AFAA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 de animação </w:t>
            </w:r>
          </w:p>
          <w:p w14:paraId="0F58B1BE" w14:textId="77777777" w:rsidR="00DE5186" w:rsidRPr="00FB6877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58A7876F" w14:textId="77777777" w:rsidR="00DE5186" w:rsidRPr="00FB6877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39D1E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BAF6209" w14:textId="77777777" w:rsidR="00DE5186" w:rsidRDefault="00DE5186" w:rsidP="00DE518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250E0D0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3CD7AD5" w14:textId="77777777" w:rsidR="00DE5186" w:rsidRDefault="00DE5186" w:rsidP="00DE518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CEE0D2E" w14:textId="77777777" w:rsidR="00DE5186" w:rsidRPr="000173C0" w:rsidRDefault="00DE5186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5D5B27F" w14:textId="77777777" w:rsidR="00DE5186" w:rsidRDefault="00DE5186" w:rsidP="00DE5186">
      <w:pPr>
        <w:rPr>
          <w:rFonts w:ascii="Verdana Pro Light" w:hAnsi="Verdana Pro Light"/>
          <w:b/>
          <w:smallCaps/>
          <w:sz w:val="20"/>
        </w:rPr>
      </w:pPr>
    </w:p>
    <w:p w14:paraId="075F5A60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4DEEFD7" w14:textId="286233E4" w:rsidR="00DE5186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Realizar filmes de animação 2D/3D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7A3F86E" w14:textId="01E1648D" w:rsidR="00DE5186" w:rsidRPr="009D7FE3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CD1.</w:t>
      </w:r>
      <w:r w:rsidR="002F68C6" w:rsidRPr="002F68C6">
        <w:t xml:space="preserve"> </w:t>
      </w:r>
      <w:r w:rsidR="002F68C6" w:rsidRPr="002F68C6">
        <w:rPr>
          <w:rFonts w:ascii="Verdana Pro Light" w:eastAsia="Arial Unicode MS" w:hAnsi="Verdana Pro Light" w:cs="Arial Unicode MS"/>
          <w:sz w:val="18"/>
          <w:szCs w:val="18"/>
        </w:rPr>
        <w:t>Produzindo os elementos visuais e sonoros com qualidade e eficiência, assegurando que a animação, modelagem 3D, texturização, iluminação, sonorização e outros aspetos técnicos estejam alinhados com a visão do projeto</w:t>
      </w:r>
    </w:p>
    <w:p w14:paraId="387E47F6" w14:textId="3341B7F6" w:rsidR="00DE5186" w:rsidRPr="009D7FE3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CA23CE">
        <w:rPr>
          <w:rFonts w:ascii="Verdana Pro Light" w:eastAsia="Arial Unicode MS" w:hAnsi="Verdana Pro Light" w:cs="Arial Unicode MS"/>
          <w:sz w:val="18"/>
          <w:szCs w:val="18"/>
        </w:rPr>
        <w:t xml:space="preserve">D2. </w:t>
      </w:r>
      <w:r w:rsidR="00F86FB2" w:rsidRPr="00F86FB2">
        <w:rPr>
          <w:rFonts w:ascii="Verdana Pro Light" w:eastAsia="Arial Unicode MS" w:hAnsi="Verdana Pro Light" w:cs="Arial Unicode MS"/>
          <w:sz w:val="18"/>
          <w:szCs w:val="18"/>
        </w:rPr>
        <w:t>Coordenando a equipa de produção de forma eficaz, garantindo uma comunicação clara e uma distribuição adequada de tarefas para cumprir os prazos e manter a qualidade do trabalho.</w:t>
      </w:r>
    </w:p>
    <w:p w14:paraId="5F9B8474" w14:textId="148049FC" w:rsidR="00DE5186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A23CE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266EB1">
        <w:rPr>
          <w:rFonts w:ascii="Verdana Pro Light" w:eastAsia="Arial Unicode MS" w:hAnsi="Verdana Pro Light" w:cs="Arial Unicode MS"/>
          <w:sz w:val="18"/>
          <w:szCs w:val="18"/>
        </w:rPr>
        <w:t xml:space="preserve"> Revendo </w:t>
      </w:r>
      <w:r w:rsidR="00266EB1" w:rsidRPr="00266EB1">
        <w:rPr>
          <w:rFonts w:ascii="Verdana Pro Light" w:eastAsia="Arial Unicode MS" w:hAnsi="Verdana Pro Light" w:cs="Arial Unicode MS"/>
          <w:sz w:val="18"/>
          <w:szCs w:val="18"/>
        </w:rPr>
        <w:t>o progresso do filme e recolhendo feedback da equipa e de partes interessadas para identificar áreas de melhoria e fazer ajustes necessários ao longo do processo de produção</w:t>
      </w:r>
    </w:p>
    <w:p w14:paraId="6C35390B" w14:textId="79656765" w:rsidR="00DE5186" w:rsidRPr="009D7FE3" w:rsidRDefault="00DE5186" w:rsidP="00DE51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266EB1" w:rsidRPr="00266EB1">
        <w:rPr>
          <w:rFonts w:ascii="Verdana Pro Light" w:eastAsia="Arial Unicode MS" w:hAnsi="Verdana Pro Light" w:cs="Arial Unicode MS"/>
          <w:sz w:val="18"/>
          <w:szCs w:val="18"/>
        </w:rPr>
        <w:t>Finalizando o filme com atenção aos detalhes, realizando os ajustes finais na edição, na correção de cor, na mixagem de som e em outros elementos para garantir um resultado final coeso e de alta qualidade.</w:t>
      </w:r>
    </w:p>
    <w:p w14:paraId="50DA5235" w14:textId="77777777" w:rsidR="00DE5186" w:rsidRPr="00136AD8" w:rsidRDefault="00DE5186" w:rsidP="00DE51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9094CB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FA90BE8" w14:textId="77777777" w:rsidR="00DE5186" w:rsidRDefault="00DE5186" w:rsidP="00DE518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733AAD27" w14:textId="77777777" w:rsidR="00DE5186" w:rsidRPr="00E600CE" w:rsidRDefault="00DE5186" w:rsidP="00DE5186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18D751D1" w14:textId="5F4F475B" w:rsidR="00DE5186" w:rsidRPr="00E153C8" w:rsidRDefault="00DE5186" w:rsidP="00E153C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E153C8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76A909A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E3A16F8" w14:textId="77777777" w:rsidR="00DE5186" w:rsidRDefault="00DE5186" w:rsidP="00DE518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5901CAF" w14:textId="77777777" w:rsidR="00DE5186" w:rsidRDefault="00DE5186" w:rsidP="00DE518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29D62F7F" w14:textId="38CE8A50" w:rsidR="00DE5186" w:rsidRPr="005054EF" w:rsidRDefault="00DE5186" w:rsidP="00A142C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5054EF"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  <w:r w:rsidR="005054E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E8D5A9" w14:textId="77777777" w:rsidR="00DE5186" w:rsidRPr="00F87025" w:rsidRDefault="00DE5186" w:rsidP="00DE51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59628D" w14:textId="77777777" w:rsidR="00DE5186" w:rsidRDefault="00DE5186" w:rsidP="00DE5186">
      <w:pPr>
        <w:rPr>
          <w:rFonts w:ascii="Verdana Pro Light" w:hAnsi="Verdana Pro Light"/>
          <w:smallCaps/>
        </w:rPr>
      </w:pPr>
    </w:p>
    <w:p w14:paraId="7B2690DD" w14:textId="77777777" w:rsidR="00DE5186" w:rsidRPr="00C34354" w:rsidRDefault="00DE5186" w:rsidP="00DE5186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DBAD882" w14:textId="4410D0AA" w:rsidR="005054EF" w:rsidRPr="005054EF" w:rsidRDefault="005054EF" w:rsidP="005054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FBBE8C" w14:textId="5421D0A4" w:rsidR="00DE5186" w:rsidRPr="00DE5186" w:rsidRDefault="00DE5186" w:rsidP="005054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220CEC91" w14:textId="77777777" w:rsidR="009D4550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DD9A55F" w14:textId="77777777" w:rsidR="009D4550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6753094" w14:textId="77777777" w:rsidR="009D4550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BE51A54" w14:textId="77777777" w:rsidR="009D4550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E98A184" w14:textId="77777777" w:rsidR="009D4550" w:rsidRDefault="009D4550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A088EAA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D3CD540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30F6AEC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7A4EF3D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1A71A26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3B2800E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0E9E810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33260C2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F1D9DEA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E81E12F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054EF" w:rsidRPr="00136AD8" w14:paraId="46C7623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B617353" w14:textId="30239072" w:rsidR="005054EF" w:rsidRPr="00F42D38" w:rsidRDefault="005054EF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922CA5" w14:textId="77777777" w:rsidR="005054EF" w:rsidRPr="00F42D38" w:rsidRDefault="005054EF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B61A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cenários virtuais para produtos audiovisuais</w:t>
            </w:r>
          </w:p>
        </w:tc>
      </w:tr>
    </w:tbl>
    <w:p w14:paraId="6A100BF5" w14:textId="77777777" w:rsidR="005054EF" w:rsidRPr="00136AD8" w:rsidRDefault="005054EF" w:rsidP="005054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4A79B63" w14:textId="77777777" w:rsidR="005054EF" w:rsidRDefault="005054EF" w:rsidP="005054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D00CF3A" w14:textId="77777777" w:rsidR="005054EF" w:rsidRPr="003200F2" w:rsidRDefault="005054EF" w:rsidP="005054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31AA8A2" w14:textId="77777777" w:rsidR="005054EF" w:rsidRPr="00136AD8" w:rsidRDefault="005054EF" w:rsidP="005054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5054EF" w:rsidRPr="00136AD8" w14:paraId="7BC234DD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C40A0D" w14:textId="77777777" w:rsidR="005054EF" w:rsidRPr="001B353A" w:rsidRDefault="005054EF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054EF" w:rsidRPr="00136AD8" w14:paraId="27C11196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72FF91" w14:textId="5A02AA71" w:rsidR="005054EF" w:rsidRDefault="005054EF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CB5B80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CB5B80" w:rsidRPr="00CB5B80">
              <w:rPr>
                <w:rFonts w:ascii="Verdana Pro Light" w:eastAsia="Arial Unicode MS" w:hAnsi="Verdana Pro Light" w:cs="Arial Unicode MS"/>
                <w:sz w:val="18"/>
                <w:szCs w:val="18"/>
              </w:rPr>
              <w:t>efini</w:t>
            </w:r>
            <w:r w:rsidR="00CB5B8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CB5B80" w:rsidRPr="00CB5B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requisitos do cenário virtual</w:t>
            </w:r>
            <w:r w:rsidR="0086670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desenvolver </w:t>
            </w:r>
            <w:r w:rsidR="00866702" w:rsidRPr="00866702">
              <w:rPr>
                <w:rFonts w:ascii="Verdana Pro Light" w:eastAsia="Arial Unicode MS" w:hAnsi="Verdana Pro Light" w:cs="Arial Unicode MS"/>
                <w:sz w:val="18"/>
                <w:szCs w:val="18"/>
              </w:rPr>
              <w:t>um conceito detalhado do cenário, incluindo esboços, referências visuais e uma descrição narrativa</w:t>
            </w:r>
          </w:p>
          <w:p w14:paraId="2AC337AB" w14:textId="5D66A9FC" w:rsidR="005054EF" w:rsidRDefault="005054EF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866702" w:rsidRPr="00866702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</w:t>
            </w:r>
            <w:r w:rsidR="0086670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866702" w:rsidRPr="0086670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software de modelagem 3D para criar os elementos do cenário, como edifícios, paisagens, objetos e detalhes arquitetónicos</w:t>
            </w:r>
            <w:r w:rsidR="00866702">
              <w:rPr>
                <w:rFonts w:ascii="Verdana Pro Light" w:eastAsia="Arial Unicode MS" w:hAnsi="Verdana Pro Light" w:cs="Arial Unicode MS"/>
                <w:sz w:val="18"/>
                <w:szCs w:val="18"/>
              </w:rPr>
              <w:t>. Aplicar texturas</w:t>
            </w:r>
            <w:r w:rsidR="00E065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adicionar detalhes visuais </w:t>
            </w:r>
          </w:p>
          <w:p w14:paraId="1E3B545E" w14:textId="2BBD103C" w:rsidR="005054EF" w:rsidRPr="001255B4" w:rsidRDefault="005054EF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E06542" w:rsidRPr="00E0654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</w:t>
            </w:r>
            <w:r w:rsidR="00E0654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06542" w:rsidRPr="00E065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iluminação do cenário virtual</w:t>
            </w:r>
            <w:r w:rsidR="00E065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="00E0654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="00130B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recurso a software</w:t>
            </w:r>
          </w:p>
          <w:p w14:paraId="7A644552" w14:textId="77777777" w:rsidR="00BA03ED" w:rsidRDefault="005054EF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142AA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142AA9" w:rsidRPr="00142AA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dicion</w:t>
            </w:r>
            <w:r w:rsidR="00142A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</w:t>
            </w:r>
            <w:r w:rsidR="00142AA9" w:rsidRPr="00142AA9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elementos de animação ao cenário</w:t>
            </w:r>
          </w:p>
          <w:p w14:paraId="65206B4B" w14:textId="66128DF4" w:rsidR="005054EF" w:rsidRPr="0008537A" w:rsidRDefault="00BA03E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Rever a partir de diferentes ângulos e condições de iluminação </w:t>
            </w:r>
            <w:r w:rsidR="005054EF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054EF" w:rsidRPr="00136AD8" w14:paraId="1634D115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CC6C34" w14:textId="77777777" w:rsidR="005054EF" w:rsidRPr="001B353A" w:rsidRDefault="005054EF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5FD006" w14:textId="77777777" w:rsidR="005054EF" w:rsidRPr="001B353A" w:rsidRDefault="005054EF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BC3471" w14:textId="77777777" w:rsidR="005054EF" w:rsidRPr="001B353A" w:rsidRDefault="005054EF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054EF" w:rsidRPr="00136AD8" w14:paraId="445C0784" w14:textId="77777777" w:rsidTr="00464811">
        <w:trPr>
          <w:trHeight w:val="17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45DA31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 de Modelos</w:t>
            </w:r>
          </w:p>
          <w:p w14:paraId="29D028D3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31BAE1C6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plasticidades e texturas</w:t>
            </w:r>
          </w:p>
          <w:p w14:paraId="69743F78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desenho, modelação e luz</w:t>
            </w:r>
          </w:p>
          <w:p w14:paraId="2BB3D6EE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 de Cenário 3D</w:t>
            </w:r>
          </w:p>
          <w:p w14:paraId="2D49375D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6CDDA886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 profundidades de campo</w:t>
            </w:r>
          </w:p>
          <w:p w14:paraId="0E97104C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desenho, modelação para cenografia</w:t>
            </w:r>
          </w:p>
          <w:p w14:paraId="5458F193" w14:textId="77777777" w:rsidR="005054EF" w:rsidRPr="0034341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de </w:t>
            </w:r>
            <w:proofErr w:type="spellStart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Assets</w:t>
            </w:r>
            <w:proofErr w:type="spellEnd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3D</w:t>
            </w:r>
          </w:p>
          <w:p w14:paraId="7338768E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volumes</w:t>
            </w:r>
          </w:p>
          <w:p w14:paraId="582923D7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 e texturas</w:t>
            </w:r>
          </w:p>
          <w:p w14:paraId="3D50CB7E" w14:textId="77777777" w:rsidR="005054EF" w:rsidRPr="0034341E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3D</w:t>
            </w:r>
          </w:p>
          <w:p w14:paraId="5F9B7930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em Motor de Render</w:t>
            </w:r>
          </w:p>
          <w:p w14:paraId="6A850D29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modelos</w:t>
            </w:r>
          </w:p>
          <w:p w14:paraId="0D56DF39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personagens</w:t>
            </w:r>
          </w:p>
          <w:p w14:paraId="58BE54D0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cenários</w:t>
            </w:r>
          </w:p>
          <w:p w14:paraId="18C897DE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Cor, texturas e Luz</w:t>
            </w:r>
          </w:p>
          <w:p w14:paraId="6276CD21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Cameras</w:t>
            </w:r>
            <w:proofErr w:type="spellEnd"/>
          </w:p>
          <w:p w14:paraId="02A84EA6" w14:textId="77777777" w:rsidR="005054EF" w:rsidRPr="00017830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Cinematics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0DDDD9C0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12F74B02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3405554F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4BA67969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4C8C9672" w14:textId="77777777" w:rsidR="005054EF" w:rsidRPr="00441A74" w:rsidRDefault="005054EF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74836F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modelação 3D e cenários virtuais</w:t>
            </w:r>
          </w:p>
          <w:p w14:paraId="38E30201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modelação para ambientes e cenografia</w:t>
            </w:r>
          </w:p>
          <w:p w14:paraId="77D0C18B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modelação 3D e plataformas de motores de render</w:t>
            </w:r>
          </w:p>
          <w:p w14:paraId="1E9DE1E4" w14:textId="77777777" w:rsidR="005054EF" w:rsidRPr="00FB6877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29EFACFD" w14:textId="77777777" w:rsidR="005054EF" w:rsidRPr="00FB6877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C327C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6B9B150" w14:textId="77777777" w:rsidR="005054EF" w:rsidRDefault="005054EF" w:rsidP="005054E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CD4240E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177E655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2FCC1C07" w14:textId="77777777" w:rsidR="005054EF" w:rsidRPr="000173C0" w:rsidRDefault="005054EF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9993E07" w14:textId="77777777" w:rsidR="005054EF" w:rsidRDefault="005054EF" w:rsidP="005054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841B092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AE2BA1C" w14:textId="77777777" w:rsidR="005054EF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B61AF">
        <w:rPr>
          <w:rFonts w:ascii="Verdana Pro Light" w:eastAsia="Arial Unicode MS" w:hAnsi="Verdana Pro Light" w:cs="Times New Roman"/>
          <w:b/>
          <w:sz w:val="18"/>
          <w:szCs w:val="18"/>
        </w:rPr>
        <w:t>Criar cenários virtuais para produtos audiovisuais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70AC233" w14:textId="7267A79E" w:rsidR="005054EF" w:rsidRPr="00017830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830">
        <w:rPr>
          <w:rFonts w:ascii="Verdana Pro Light" w:eastAsia="Arial Unicode MS" w:hAnsi="Verdana Pro Light" w:cs="Arial Unicode MS"/>
          <w:sz w:val="18"/>
          <w:szCs w:val="18"/>
        </w:rPr>
        <w:t>CD1.</w:t>
      </w:r>
      <w:r w:rsidR="001C3D78" w:rsidRPr="001C3D78">
        <w:t xml:space="preserve"> </w:t>
      </w:r>
      <w:r w:rsidR="001C3D78" w:rsidRPr="001C3D78">
        <w:rPr>
          <w:rFonts w:ascii="Verdana Pro Light" w:eastAsia="Arial Unicode MS" w:hAnsi="Verdana Pro Light" w:cs="Arial Unicode MS"/>
          <w:sz w:val="18"/>
          <w:szCs w:val="18"/>
        </w:rPr>
        <w:t>Concebendo o cenário com base nos requisitos definidos, considerando o estilo visual, a atmosfera e os elementos-chave necessários para transmitir a mensagem desejada</w:t>
      </w:r>
    </w:p>
    <w:p w14:paraId="22C90C73" w14:textId="19B3C386" w:rsidR="005054EF" w:rsidRPr="00017830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83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47352A" w:rsidRPr="0047352A">
        <w:rPr>
          <w:rFonts w:ascii="Verdana Pro Light" w:eastAsia="Arial Unicode MS" w:hAnsi="Verdana Pro Light" w:cs="Arial Unicode MS"/>
          <w:sz w:val="18"/>
          <w:szCs w:val="18"/>
        </w:rPr>
        <w:t>Modelando os elementos do cenário de forma precisa e detalhada, utilizando software de modelagem 3D para criar edifícios, paisagens e objetos.</w:t>
      </w:r>
    </w:p>
    <w:p w14:paraId="15EF5D2A" w14:textId="641FA3DA" w:rsidR="005054EF" w:rsidRPr="00017830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83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 w:rsidR="0047352A" w:rsidRPr="0047352A">
        <w:rPr>
          <w:rFonts w:ascii="Verdana Pro Light" w:eastAsia="Arial Unicode MS" w:hAnsi="Verdana Pro Light" w:cs="Arial Unicode MS"/>
          <w:sz w:val="18"/>
          <w:szCs w:val="18"/>
        </w:rPr>
        <w:t>Iluminando o cenário virtual de acordo com a atmosfera e o estilo visual pretendidos, utilizando diferentes fontes de luz e ajustando as configurações de iluminação para criar o efeito desejado</w:t>
      </w:r>
    </w:p>
    <w:p w14:paraId="1AD5CF61" w14:textId="13273CD4" w:rsidR="005054EF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17830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proofErr w:type="spellStart"/>
      <w:r w:rsidR="00B14E33" w:rsidRPr="00B14E33">
        <w:rPr>
          <w:rFonts w:ascii="Verdana Pro Light" w:eastAsia="Arial Unicode MS" w:hAnsi="Verdana Pro Light" w:cs="Arial Unicode MS"/>
          <w:sz w:val="18"/>
          <w:szCs w:val="18"/>
        </w:rPr>
        <w:t>Renderizando</w:t>
      </w:r>
      <w:proofErr w:type="spellEnd"/>
      <w:r w:rsidR="00B14E33" w:rsidRPr="00B14E33">
        <w:rPr>
          <w:rFonts w:ascii="Verdana Pro Light" w:eastAsia="Arial Unicode MS" w:hAnsi="Verdana Pro Light" w:cs="Arial Unicode MS"/>
          <w:sz w:val="18"/>
          <w:szCs w:val="18"/>
        </w:rPr>
        <w:t xml:space="preserve"> o cenário virtual para gerar imagens finais de alta qualidade, garantindo que os detalhes e as texturas sejam </w:t>
      </w:r>
      <w:proofErr w:type="spellStart"/>
      <w:r w:rsidR="00B14E33" w:rsidRPr="00B14E33">
        <w:rPr>
          <w:rFonts w:ascii="Verdana Pro Light" w:eastAsia="Arial Unicode MS" w:hAnsi="Verdana Pro Light" w:cs="Arial Unicode MS"/>
          <w:sz w:val="18"/>
          <w:szCs w:val="18"/>
        </w:rPr>
        <w:t>renderizados</w:t>
      </w:r>
      <w:proofErr w:type="spellEnd"/>
      <w:r w:rsidR="00B14E33" w:rsidRPr="00B14E33">
        <w:rPr>
          <w:rFonts w:ascii="Verdana Pro Light" w:eastAsia="Arial Unicode MS" w:hAnsi="Verdana Pro Light" w:cs="Arial Unicode MS"/>
          <w:sz w:val="18"/>
          <w:szCs w:val="18"/>
        </w:rPr>
        <w:t xml:space="preserve"> de forma precisa e realista</w:t>
      </w:r>
    </w:p>
    <w:p w14:paraId="17817BC8" w14:textId="77777777" w:rsidR="005054EF" w:rsidRPr="00136AD8" w:rsidRDefault="005054EF" w:rsidP="005054EF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5D765C54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C0F6F5" w14:textId="77777777" w:rsidR="005054EF" w:rsidRDefault="005054EF" w:rsidP="005054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25CED2D2" w14:textId="77777777" w:rsidR="005054EF" w:rsidRPr="00E600CE" w:rsidRDefault="005054EF" w:rsidP="005054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0A7A9683" w14:textId="77777777" w:rsidR="005054EF" w:rsidRDefault="005054EF" w:rsidP="005054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1BECD95D" w14:textId="77777777" w:rsidR="005054EF" w:rsidRPr="00A92466" w:rsidRDefault="005054EF" w:rsidP="005054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5B79FB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863910A" w14:textId="77777777" w:rsidR="005054EF" w:rsidRDefault="005054EF" w:rsidP="005054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EBFF3F7" w14:textId="77777777" w:rsidR="005054EF" w:rsidRDefault="005054EF" w:rsidP="005054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64FF2192" w14:textId="7B25B138" w:rsidR="005054EF" w:rsidRPr="00017830" w:rsidRDefault="005054EF" w:rsidP="005054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2AB7CBE3" w14:textId="77777777" w:rsidR="005054EF" w:rsidRPr="00FC797E" w:rsidRDefault="005054EF" w:rsidP="005054E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81581E1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C247A58" w14:textId="77777777" w:rsidR="005054EF" w:rsidRDefault="005054EF" w:rsidP="005054EF">
      <w:pPr>
        <w:rPr>
          <w:rFonts w:ascii="Verdana Pro Light" w:hAnsi="Verdana Pro Light"/>
          <w:smallCaps/>
        </w:rPr>
      </w:pPr>
    </w:p>
    <w:p w14:paraId="01693767" w14:textId="77777777" w:rsidR="005054EF" w:rsidRPr="00C34354" w:rsidRDefault="005054EF" w:rsidP="005054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C7F2ADB" w14:textId="77777777" w:rsidR="005054EF" w:rsidRPr="005054EF" w:rsidRDefault="005054EF" w:rsidP="005054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59BF57D" w14:textId="77777777" w:rsidR="005054EF" w:rsidRPr="00DE5186" w:rsidRDefault="005054EF" w:rsidP="005054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6E7A5BBF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B8D71AD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30C8DB6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53C2FBF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35456A8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32883C4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0CB0BDD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8813F69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C1AB3F1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CB40017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4323EA9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054EF" w:rsidRPr="00136AD8" w14:paraId="5EB0F89A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2FD9AA9" w14:textId="5394A562" w:rsidR="005054EF" w:rsidRPr="00F42D38" w:rsidRDefault="005054EF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6232E39" w14:textId="0539F8DD" w:rsidR="005054EF" w:rsidRPr="00F42D38" w:rsidRDefault="005054EF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Aplicar efeitos visuais em projetos de animação 2D/3D</w:t>
            </w:r>
          </w:p>
        </w:tc>
      </w:tr>
    </w:tbl>
    <w:p w14:paraId="463E191E" w14:textId="77777777" w:rsidR="005054EF" w:rsidRPr="00136AD8" w:rsidRDefault="005054EF" w:rsidP="005054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7566053" w14:textId="77777777" w:rsidR="005054EF" w:rsidRDefault="005054EF" w:rsidP="005054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7BA347C" w14:textId="77777777" w:rsidR="005054EF" w:rsidRPr="003200F2" w:rsidRDefault="005054EF" w:rsidP="005054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D7C34D7" w14:textId="77777777" w:rsidR="005054EF" w:rsidRPr="00136AD8" w:rsidRDefault="005054EF" w:rsidP="005054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5054EF" w:rsidRPr="00136AD8" w14:paraId="5FB459F2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03F400" w14:textId="77777777" w:rsidR="005054EF" w:rsidRPr="001B353A" w:rsidRDefault="005054EF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054EF" w:rsidRPr="00136AD8" w14:paraId="2BAC08BC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EB90BA" w14:textId="04B3BAC7" w:rsidR="005054EF" w:rsidRDefault="005054EF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C7220C" w:rsidRPr="00C7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Conceb</w:t>
            </w:r>
            <w:r w:rsidR="00C7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C7220C" w:rsidRPr="00C7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0A3C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implementar </w:t>
            </w:r>
            <w:r w:rsidR="00C7220C" w:rsidRPr="00C7220C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efeitos visuais</w:t>
            </w:r>
          </w:p>
          <w:p w14:paraId="576E97AC" w14:textId="7E71E63F" w:rsidR="005054EF" w:rsidRDefault="005054EF" w:rsidP="00BE461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BE4614" w:rsidRPr="00BE4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</w:t>
            </w:r>
            <w:r w:rsidR="00BE4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BE4614" w:rsidRPr="00BE4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ajustes e refinamentos nos efeitos visuais</w:t>
            </w:r>
          </w:p>
          <w:p w14:paraId="48BD928D" w14:textId="3C506886" w:rsidR="005054EF" w:rsidRPr="0008537A" w:rsidRDefault="005054EF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E4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Exportar a arte final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054EF" w:rsidRPr="00136AD8" w14:paraId="6C9730D7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D7E227" w14:textId="77777777" w:rsidR="005054EF" w:rsidRPr="001B353A" w:rsidRDefault="005054EF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0B9B14" w14:textId="77777777" w:rsidR="005054EF" w:rsidRPr="001B353A" w:rsidRDefault="005054EF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2492EDA" w14:textId="77777777" w:rsidR="005054EF" w:rsidRPr="001B353A" w:rsidRDefault="005054EF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054EF" w:rsidRPr="00136AD8" w14:paraId="353005DB" w14:textId="77777777" w:rsidTr="00464811">
        <w:trPr>
          <w:trHeight w:val="17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9AB87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 de Modelos</w:t>
            </w:r>
          </w:p>
          <w:p w14:paraId="62764AF5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6F268F03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niveis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cores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levels</w:t>
            </w:r>
            <w:proofErr w:type="spellEnd"/>
          </w:p>
          <w:p w14:paraId="35496984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desenho, modelação e luz</w:t>
            </w:r>
          </w:p>
          <w:p w14:paraId="5C61B781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Modelos e Cenários</w:t>
            </w:r>
          </w:p>
          <w:p w14:paraId="2BC9C5CD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76B61F90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 profundidades de campo</w:t>
            </w:r>
          </w:p>
          <w:p w14:paraId="43E5CC33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desenho, modelação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compositing</w:t>
            </w:r>
            <w:proofErr w:type="spellEnd"/>
          </w:p>
          <w:p w14:paraId="61D7A827" w14:textId="77777777" w:rsidR="005054EF" w:rsidRPr="0034341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de </w:t>
            </w:r>
            <w:proofErr w:type="spellStart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Assets</w:t>
            </w:r>
            <w:proofErr w:type="spellEnd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3D</w:t>
            </w:r>
          </w:p>
          <w:p w14:paraId="295AC207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volumes</w:t>
            </w:r>
          </w:p>
          <w:p w14:paraId="19D24290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 e texturas</w:t>
            </w:r>
          </w:p>
          <w:p w14:paraId="325054BF" w14:textId="77777777" w:rsidR="005054EF" w:rsidRPr="0034341E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3D</w:t>
            </w:r>
          </w:p>
          <w:p w14:paraId="4ECFF356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Pós-produção e Render</w:t>
            </w:r>
          </w:p>
          <w:p w14:paraId="1AB6FCD1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modelos</w:t>
            </w:r>
          </w:p>
          <w:p w14:paraId="790D97D8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resuloção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imagem</w:t>
            </w:r>
          </w:p>
          <w:p w14:paraId="198722F8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cenários 2D ou 3D</w:t>
            </w:r>
          </w:p>
          <w:p w14:paraId="70555457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Cor, texturas e Luz</w:t>
            </w:r>
          </w:p>
          <w:p w14:paraId="14917C0E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Cameras</w:t>
            </w:r>
            <w:proofErr w:type="spellEnd"/>
          </w:p>
          <w:p w14:paraId="2C50CEAC" w14:textId="77777777" w:rsidR="005054EF" w:rsidRPr="006214C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Cinematics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33156F0E" w14:textId="77777777" w:rsidR="005054EF" w:rsidRPr="0082388E" w:rsidRDefault="005054EF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58524C5E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68489BA5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4487FF8E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3063B2AB" w14:textId="77777777" w:rsidR="005054EF" w:rsidRPr="00441A74" w:rsidRDefault="005054EF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A19EB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pós-produção</w:t>
            </w:r>
          </w:p>
          <w:p w14:paraId="1351375F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edição para pós-produção</w:t>
            </w:r>
          </w:p>
          <w:p w14:paraId="2DC5F9AD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diferentes técnicas e tecnologias de edição de imagem e plataformas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1F08243D" w14:textId="77777777" w:rsidR="005054EF" w:rsidRPr="00FB6877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1662E917" w14:textId="77777777" w:rsidR="005054EF" w:rsidRPr="00FB6877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4E248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9B9D692" w14:textId="77777777" w:rsidR="005054EF" w:rsidRDefault="005054EF" w:rsidP="005054E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96986F6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06B8918" w14:textId="77777777" w:rsidR="005054EF" w:rsidRDefault="005054EF" w:rsidP="005054E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8775622" w14:textId="77777777" w:rsidR="005054EF" w:rsidRPr="000173C0" w:rsidRDefault="005054EF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BCBC0D" w14:textId="77777777" w:rsidR="005054EF" w:rsidRDefault="005054EF" w:rsidP="005054EF">
      <w:pPr>
        <w:rPr>
          <w:rFonts w:ascii="Verdana Pro Light" w:hAnsi="Verdana Pro Light"/>
          <w:b/>
          <w:smallCaps/>
          <w:sz w:val="20"/>
        </w:rPr>
      </w:pPr>
    </w:p>
    <w:p w14:paraId="49871138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465DC1F" w14:textId="0C7A828C" w:rsidR="005054EF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Aplicar efeitos visuais em projetos de animação 2D/3D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2BA71FF" w14:textId="57F281BB" w:rsidR="005054EF" w:rsidRPr="009D7FE3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CD1.</w:t>
      </w:r>
      <w:r w:rsidR="0075598A" w:rsidRPr="0075598A">
        <w:t xml:space="preserve"> </w:t>
      </w:r>
      <w:r w:rsidR="0075598A" w:rsidRPr="0075598A">
        <w:rPr>
          <w:rFonts w:ascii="Verdana Pro Light" w:eastAsia="Arial Unicode MS" w:hAnsi="Verdana Pro Light" w:cs="Arial Unicode MS"/>
          <w:sz w:val="18"/>
          <w:szCs w:val="18"/>
        </w:rPr>
        <w:t>Planeando e concebendo os efeitos visuais de forma a complementar a narrativa e a estética do projeto, garantindo coesão e integração harmoniosa com as cenas existentes.</w:t>
      </w:r>
    </w:p>
    <w:p w14:paraId="05B40A39" w14:textId="77777777" w:rsidR="005054EF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</w:t>
      </w:r>
      <w:r w:rsidRPr="006214CF">
        <w:rPr>
          <w:rFonts w:ascii="Verdana Pro Light" w:eastAsia="Arial Unicode MS" w:hAnsi="Verdana Pro Light" w:cs="Arial Unicode MS"/>
          <w:sz w:val="18"/>
          <w:szCs w:val="18"/>
        </w:rPr>
        <w:t xml:space="preserve"> Selecionando diferentes metodologias para a manipulação e edição de imagem em pós-produção tendo em conta os objetivos da animação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6F8E43A" w14:textId="45A2272F" w:rsidR="005054EF" w:rsidRPr="009D7FE3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</w:t>
      </w:r>
      <w:r w:rsidRPr="006214CF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 w:rsidR="001758C9" w:rsidRPr="001758C9">
        <w:rPr>
          <w:rFonts w:ascii="Verdana Pro Light" w:eastAsia="Arial Unicode MS" w:hAnsi="Verdana Pro Light" w:cs="Arial Unicode MS"/>
          <w:sz w:val="18"/>
          <w:szCs w:val="18"/>
        </w:rPr>
        <w:t>Testando os efeitos em diferentes contextos e condições de visualização, fazendo os ajustes necessários para garantir a sua consistência e eficácia em todas as situações</w:t>
      </w:r>
    </w:p>
    <w:p w14:paraId="755875C2" w14:textId="6C37D32F" w:rsidR="005054EF" w:rsidRDefault="005054EF" w:rsidP="005054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4F6D72" w:rsidRPr="004F6D72">
        <w:rPr>
          <w:rFonts w:ascii="Verdana Pro Light" w:eastAsia="Arial Unicode MS" w:hAnsi="Verdana Pro Light" w:cs="Arial Unicode MS"/>
          <w:sz w:val="18"/>
          <w:szCs w:val="18"/>
        </w:rPr>
        <w:t>Finalizando os efeitos visuais na pós-produção, realizando os ajustes finais de cor, composição e outros detalhes para criar a versão final e polida do projeto de animação.</w:t>
      </w:r>
    </w:p>
    <w:p w14:paraId="5DAA9ADF" w14:textId="77777777" w:rsidR="005054EF" w:rsidRPr="00136AD8" w:rsidRDefault="005054EF" w:rsidP="005054EF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75043F8A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F068BDE" w14:textId="77777777" w:rsidR="005054EF" w:rsidRDefault="005054EF" w:rsidP="005054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79308B80" w14:textId="77777777" w:rsidR="005054EF" w:rsidRPr="00E600CE" w:rsidRDefault="005054EF" w:rsidP="005054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70853768" w14:textId="66B54F66" w:rsidR="005054EF" w:rsidRPr="004F6D72" w:rsidRDefault="005054EF" w:rsidP="004F6D7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4F6D72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AB861F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C45181E" w14:textId="77777777" w:rsidR="005054EF" w:rsidRDefault="005054EF" w:rsidP="005054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1BB3454" w14:textId="77777777" w:rsidR="005054EF" w:rsidRDefault="005054EF" w:rsidP="005054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47BF7413" w14:textId="4EC06538" w:rsidR="005054EF" w:rsidRPr="005054EF" w:rsidRDefault="005054EF" w:rsidP="00994F3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5054EF"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6D4DB8A" w14:textId="77777777" w:rsidR="005054EF" w:rsidRPr="00F87025" w:rsidRDefault="005054EF" w:rsidP="005054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EF7006A" w14:textId="77777777" w:rsidR="005054EF" w:rsidRDefault="005054EF" w:rsidP="005054EF">
      <w:pPr>
        <w:rPr>
          <w:rFonts w:ascii="Verdana Pro Light" w:hAnsi="Verdana Pro Light"/>
          <w:smallCaps/>
        </w:rPr>
      </w:pPr>
    </w:p>
    <w:p w14:paraId="1C5FC9F2" w14:textId="77777777" w:rsidR="005054EF" w:rsidRPr="00C34354" w:rsidRDefault="005054EF" w:rsidP="005054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1D31425" w14:textId="77777777" w:rsidR="005054EF" w:rsidRPr="005054EF" w:rsidRDefault="005054EF" w:rsidP="005054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B89101" w14:textId="77777777" w:rsidR="005054EF" w:rsidRPr="00DE5186" w:rsidRDefault="005054EF" w:rsidP="005054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789FAABA" w14:textId="77777777" w:rsidR="005054EF" w:rsidRDefault="005054EF" w:rsidP="005054E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3AF200F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4CB4862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D6B48DE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51D4498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EC9B2F4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5281DC2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2349449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92C4D32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5895DDA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E9F8610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76FBF73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8F21D65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EE8C11F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1C1F74B" w14:textId="77777777" w:rsidR="005054EF" w:rsidRDefault="005054EF" w:rsidP="009D455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A15CD" w:rsidRPr="00136AD8" w14:paraId="7CE38268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D652EA" w14:textId="089A7618" w:rsidR="007A15CD" w:rsidRPr="00F42D38" w:rsidRDefault="007A15C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378B2F" w14:textId="77777777" w:rsidR="007A15CD" w:rsidRPr="00F42D38" w:rsidRDefault="007A15C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Aplicar efeitos visuais a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motion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graphics</w:t>
            </w:r>
            <w:proofErr w:type="spellEnd"/>
          </w:p>
        </w:tc>
      </w:tr>
    </w:tbl>
    <w:p w14:paraId="3F0EC50B" w14:textId="77777777" w:rsidR="007A15CD" w:rsidRPr="00136AD8" w:rsidRDefault="007A15CD" w:rsidP="007A15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4AA1B2D" w14:textId="77777777" w:rsidR="007A15CD" w:rsidRDefault="007A15CD" w:rsidP="007A15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CE16190" w14:textId="77777777" w:rsidR="007A15CD" w:rsidRPr="003200F2" w:rsidRDefault="007A15CD" w:rsidP="007A15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D68D7CE" w14:textId="77777777" w:rsidR="007A15CD" w:rsidRPr="00136AD8" w:rsidRDefault="007A15CD" w:rsidP="007A15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7A15CD" w:rsidRPr="00136AD8" w14:paraId="3469204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2BFBD6" w14:textId="77777777" w:rsidR="007A15CD" w:rsidRPr="001B353A" w:rsidRDefault="007A15C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A15CD" w:rsidRPr="00136AD8" w14:paraId="76D0D9D5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080DF9" w14:textId="11E2C4BE" w:rsidR="007A15CD" w:rsidRDefault="007A15C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65A0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</w:t>
            </w:r>
            <w:r w:rsidR="00765A0C" w:rsidRPr="00765A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conceito e o estilo visual do </w:t>
            </w:r>
            <w:proofErr w:type="spellStart"/>
            <w:r w:rsidR="00765A0C" w:rsidRPr="00765A0C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motion</w:t>
            </w:r>
            <w:proofErr w:type="spellEnd"/>
            <w:r w:rsidR="00765A0C" w:rsidRPr="00765A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765A0C" w:rsidRPr="00765A0C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graphics</w:t>
            </w:r>
            <w:proofErr w:type="spellEnd"/>
          </w:p>
          <w:p w14:paraId="100CDC8E" w14:textId="684DEAEA" w:rsidR="007A15CD" w:rsidRDefault="007A15C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1468A4" w:rsidRP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</w:t>
            </w:r>
            <w:r w:rsid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1468A4" w:rsidRP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elementos gráficos necessários para o </w:t>
            </w:r>
            <w:proofErr w:type="spellStart"/>
            <w:r w:rsidR="001468A4" w:rsidRP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motion</w:t>
            </w:r>
            <w:proofErr w:type="spellEnd"/>
            <w:r w:rsidR="001468A4" w:rsidRP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1468A4" w:rsidRP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graphics</w:t>
            </w:r>
            <w:proofErr w:type="spellEnd"/>
            <w:r w:rsid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animar com recurso a </w:t>
            </w:r>
            <w:r w:rsidR="001468A4" w:rsidRPr="001468A4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animação</w:t>
            </w:r>
          </w:p>
          <w:p w14:paraId="5875F7EB" w14:textId="11421750" w:rsidR="007A15CD" w:rsidRPr="001255B4" w:rsidRDefault="007A15C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F22DEA" w:rsidRP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</w:t>
            </w:r>
            <w:r w:rsid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F22DEA" w:rsidRP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apli</w:t>
            </w:r>
            <w:r w:rsid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</w:t>
            </w:r>
            <w:r w:rsidR="00F22DEA" w:rsidRP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efeitos visuais adequados aos elementos gráficos e à composição geral do </w:t>
            </w:r>
            <w:proofErr w:type="spellStart"/>
            <w:r w:rsidR="00F22DEA" w:rsidRP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motion</w:t>
            </w:r>
            <w:proofErr w:type="spellEnd"/>
            <w:r w:rsidR="00F22DEA" w:rsidRP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F22DEA" w:rsidRP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graphics</w:t>
            </w:r>
            <w:proofErr w:type="spellEnd"/>
          </w:p>
          <w:p w14:paraId="40B4E563" w14:textId="09209153" w:rsidR="007A15CD" w:rsidRPr="0008537A" w:rsidRDefault="007A15C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Rever,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xportar a arte final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</w:t>
            </w:r>
            <w:r w:rsidR="00F22DE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7A15CD" w:rsidRPr="00136AD8" w14:paraId="01E6E575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41BC89" w14:textId="77777777" w:rsidR="007A15CD" w:rsidRPr="001B353A" w:rsidRDefault="007A15CD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EAACDD" w14:textId="77777777" w:rsidR="007A15CD" w:rsidRPr="001B353A" w:rsidRDefault="007A15C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6F64CA4" w14:textId="77777777" w:rsidR="007A15CD" w:rsidRPr="001B353A" w:rsidRDefault="007A15C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A15CD" w:rsidRPr="00136AD8" w14:paraId="52D5E5CD" w14:textId="77777777" w:rsidTr="00464811">
        <w:trPr>
          <w:trHeight w:val="89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D5D9F" w14:textId="77777777" w:rsidR="007A15CD" w:rsidRPr="0082388E" w:rsidRDefault="007A15C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Motion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Design</w:t>
            </w:r>
          </w:p>
          <w:p w14:paraId="3FFD655F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7726B85D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de elementos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</w:p>
          <w:p w14:paraId="237BB33C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desenho, modelação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</w:p>
          <w:p w14:paraId="5B97CA8E" w14:textId="77777777" w:rsidR="007A15CD" w:rsidRPr="0082388E" w:rsidRDefault="007A15C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</w:t>
            </w:r>
          </w:p>
          <w:p w14:paraId="6942878B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3856D728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compositing</w:t>
            </w:r>
            <w:proofErr w:type="spellEnd"/>
          </w:p>
          <w:p w14:paraId="7688F670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desenho, modelação, animação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compositing</w:t>
            </w:r>
            <w:proofErr w:type="spellEnd"/>
          </w:p>
          <w:p w14:paraId="7F632FE1" w14:textId="77777777" w:rsidR="007A15CD" w:rsidRPr="0034341E" w:rsidRDefault="007A15C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Modelos 2D e </w:t>
            </w:r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3D</w:t>
            </w:r>
          </w:p>
          <w:p w14:paraId="1B30BB0F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estética</w:t>
            </w:r>
          </w:p>
          <w:p w14:paraId="3784ECB7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formas, cores e texturas</w:t>
            </w:r>
          </w:p>
          <w:p w14:paraId="017A0027" w14:textId="77777777" w:rsidR="007A15CD" w:rsidRPr="0034341E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3D e edição 2D</w:t>
            </w:r>
          </w:p>
          <w:p w14:paraId="40647936" w14:textId="77777777" w:rsidR="007A15CD" w:rsidRPr="0082388E" w:rsidRDefault="007A15C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Pós produção</w:t>
            </w:r>
            <w:proofErr w:type="gram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698AEA6D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formas e estética</w:t>
            </w:r>
          </w:p>
          <w:p w14:paraId="11504CCA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modelos</w:t>
            </w:r>
          </w:p>
          <w:p w14:paraId="509E9828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elementos 2D ou 3D</w:t>
            </w:r>
          </w:p>
          <w:p w14:paraId="6F4007E7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Cor, texturas e texto</w:t>
            </w:r>
          </w:p>
          <w:p w14:paraId="067C0CCD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</w:p>
          <w:p w14:paraId="6003CCE4" w14:textId="77777777" w:rsidR="007A15CD" w:rsidRPr="00380B94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</w:p>
          <w:p w14:paraId="0CD83E6B" w14:textId="77777777" w:rsidR="007A15CD" w:rsidRPr="0082388E" w:rsidRDefault="007A15C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5EDF3E73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356BA8BB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7E34D76F" w14:textId="77777777" w:rsidR="007A15CD" w:rsidRPr="008B10F0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9C4CB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design</w:t>
            </w:r>
          </w:p>
          <w:p w14:paraId="5F3F892B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corrigir erros técnicos de edição para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pós produção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</w:p>
          <w:p w14:paraId="237E2644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edição de imagem 2D e 3D</w:t>
            </w:r>
          </w:p>
          <w:p w14:paraId="398ECAE8" w14:textId="77777777" w:rsidR="007A15CD" w:rsidRPr="00FB6877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360AF5B5" w14:textId="77777777" w:rsidR="007A15CD" w:rsidRPr="00FB6877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0E8E9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574096A" w14:textId="77777777" w:rsidR="007A15CD" w:rsidRDefault="007A15CD" w:rsidP="007A15C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F99E805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E66F0B8" w14:textId="77777777" w:rsidR="007A15CD" w:rsidRDefault="007A15CD" w:rsidP="007A15C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E2D81B6" w14:textId="77777777" w:rsidR="007A15CD" w:rsidRPr="000173C0" w:rsidRDefault="007A15CD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2DDDCA2" w14:textId="77777777" w:rsidR="007A15CD" w:rsidRDefault="007A15CD" w:rsidP="007A15CD">
      <w:pPr>
        <w:rPr>
          <w:rFonts w:ascii="Verdana Pro Light" w:hAnsi="Verdana Pro Light"/>
          <w:b/>
          <w:smallCaps/>
          <w:sz w:val="20"/>
        </w:rPr>
      </w:pPr>
    </w:p>
    <w:p w14:paraId="309B271A" w14:textId="77777777" w:rsidR="007A15CD" w:rsidRPr="00F87025" w:rsidRDefault="007A15CD" w:rsidP="007A15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0CCC5BC" w14:textId="5657B325" w:rsidR="007A15CD" w:rsidRDefault="007A15CD" w:rsidP="007A15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Aplicar efeitos visuais a </w:t>
      </w:r>
      <w:proofErr w:type="spellStart"/>
      <w:r>
        <w:rPr>
          <w:rFonts w:ascii="Verdana Pro Light" w:eastAsia="Arial Unicode MS" w:hAnsi="Verdana Pro Light" w:cs="Times New Roman"/>
          <w:b/>
          <w:sz w:val="18"/>
          <w:szCs w:val="18"/>
        </w:rPr>
        <w:t>motion</w:t>
      </w:r>
      <w:proofErr w:type="spellEnd"/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proofErr w:type="spellStart"/>
      <w:r>
        <w:rPr>
          <w:rFonts w:ascii="Verdana Pro Light" w:eastAsia="Arial Unicode MS" w:hAnsi="Verdana Pro Light" w:cs="Times New Roman"/>
          <w:b/>
          <w:sz w:val="18"/>
          <w:szCs w:val="18"/>
        </w:rPr>
        <w:t>graphics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ACA70B2" w14:textId="7FFD71B4" w:rsidR="007A15CD" w:rsidRPr="009D7FE3" w:rsidRDefault="007A15CD" w:rsidP="007A15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CD1.</w:t>
      </w:r>
      <w:r w:rsidR="002716BF" w:rsidRPr="002716BF">
        <w:t xml:space="preserve"> </w:t>
      </w:r>
      <w:r w:rsidR="002716BF" w:rsidRPr="002716BF">
        <w:rPr>
          <w:rFonts w:ascii="Verdana Pro Light" w:eastAsia="Arial Unicode MS" w:hAnsi="Verdana Pro Light" w:cs="Arial Unicode MS"/>
          <w:sz w:val="18"/>
          <w:szCs w:val="18"/>
        </w:rPr>
        <w:t>Concebendo e planeando os efeitos visuais de acordo com a visão criativa do projeto, considerando a mensagem a ser comunicada e o público-alvo</w:t>
      </w:r>
    </w:p>
    <w:p w14:paraId="73524DBA" w14:textId="7B9DC8F9" w:rsidR="007A15CD" w:rsidRDefault="007A15CD" w:rsidP="007A15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 xml:space="preserve">Identificando os efeitos visuais necessários e definindo o estilo visual para garantir a coesão estética e narrativa do </w:t>
      </w:r>
      <w:proofErr w:type="spellStart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>motion</w:t>
      </w:r>
      <w:proofErr w:type="spellEnd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>graphics</w:t>
      </w:r>
      <w:proofErr w:type="spellEnd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77CDC85" w14:textId="660246C5" w:rsidR="007A15CD" w:rsidRDefault="007A15CD" w:rsidP="007A15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380B94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>Criando e animando os elementos gráficos, utilizando técnicas de animação para dar vida aos objetos e criar transições suaves e dinâmicas</w:t>
      </w:r>
    </w:p>
    <w:p w14:paraId="4C24AF36" w14:textId="6571F5A5" w:rsidR="007A15CD" w:rsidRPr="009D7FE3" w:rsidRDefault="007A15CD" w:rsidP="007A15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 xml:space="preserve">Aplicando e experimentando uma variedade de efeitos visuais, como sombras, brilhos, distorções e filtros, para adicionar profundidade e impacto visual ao </w:t>
      </w:r>
      <w:proofErr w:type="spellStart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>motion</w:t>
      </w:r>
      <w:proofErr w:type="spellEnd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 w:rsidR="00C56FFC" w:rsidRPr="00C56FFC">
        <w:rPr>
          <w:rFonts w:ascii="Verdana Pro Light" w:eastAsia="Arial Unicode MS" w:hAnsi="Verdana Pro Light" w:cs="Arial Unicode MS"/>
          <w:sz w:val="18"/>
          <w:szCs w:val="18"/>
        </w:rPr>
        <w:t>graphics</w:t>
      </w:r>
      <w:proofErr w:type="spellEnd"/>
    </w:p>
    <w:p w14:paraId="36627CBD" w14:textId="77777777" w:rsidR="007A15CD" w:rsidRPr="00136AD8" w:rsidRDefault="007A15CD" w:rsidP="007A15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583B7E" w14:textId="77777777" w:rsidR="007A15CD" w:rsidRPr="00F87025" w:rsidRDefault="007A15CD" w:rsidP="007A15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2EF5301" w14:textId="77777777" w:rsidR="007A15CD" w:rsidRDefault="007A15CD" w:rsidP="007A15C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324FF527" w14:textId="77777777" w:rsidR="007A15CD" w:rsidRPr="00E600CE" w:rsidRDefault="007A15CD" w:rsidP="007A15C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07C480BF" w14:textId="440650D4" w:rsidR="007A15CD" w:rsidRPr="00C56FFC" w:rsidRDefault="007A15CD" w:rsidP="00C56FFC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C56FF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88BD078" w14:textId="77777777" w:rsidR="007A15CD" w:rsidRPr="00F87025" w:rsidRDefault="007A15CD" w:rsidP="007A15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C93E18" w14:textId="77777777" w:rsidR="007A15CD" w:rsidRDefault="007A15CD" w:rsidP="007A15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16008E5" w14:textId="77777777" w:rsidR="007A15CD" w:rsidRDefault="007A15CD" w:rsidP="007A15C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1A577452" w14:textId="17DC7A8E" w:rsidR="007A15CD" w:rsidRPr="007A15CD" w:rsidRDefault="007A15CD" w:rsidP="00907595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7A15CD"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8161A99" w14:textId="77777777" w:rsidR="007A15CD" w:rsidRPr="00F87025" w:rsidRDefault="007A15CD" w:rsidP="007A15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9DC1D2E" w14:textId="77777777" w:rsidR="007A15CD" w:rsidRDefault="007A15CD" w:rsidP="007A15CD">
      <w:pPr>
        <w:rPr>
          <w:rFonts w:ascii="Verdana Pro Light" w:hAnsi="Verdana Pro Light"/>
          <w:smallCaps/>
        </w:rPr>
      </w:pPr>
    </w:p>
    <w:p w14:paraId="0C58580A" w14:textId="77777777" w:rsidR="007A15CD" w:rsidRPr="00C34354" w:rsidRDefault="007A15CD" w:rsidP="007A15C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4362185" w14:textId="77777777" w:rsidR="007A15CD" w:rsidRPr="005054EF" w:rsidRDefault="007A15CD" w:rsidP="007A15CD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B0B366" w14:textId="77777777" w:rsidR="007A15CD" w:rsidRPr="00DE5186" w:rsidRDefault="007A15CD" w:rsidP="007A15C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64DF1FDA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BCBCBAD" w14:textId="77777777" w:rsidR="005054EF" w:rsidRDefault="005054EF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D5CF751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D8E4E5E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504036A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EE92B4F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DFF5C4D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BDA1C93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0DF698F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34B3C3D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8E5ED26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1E175A9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3A77A6F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200AD8E" w14:textId="77777777" w:rsidR="007A15CD" w:rsidRDefault="007A15CD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C4084" w:rsidRPr="00136AD8" w14:paraId="68C54DC9" w14:textId="77777777" w:rsidTr="001173F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17590C9" w14:textId="10E76C15" w:rsidR="000C4084" w:rsidRPr="00136AD8" w:rsidRDefault="000C4084" w:rsidP="001173F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2209B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2209B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6403887" w14:textId="77777777" w:rsidR="000C4084" w:rsidRPr="009C256C" w:rsidRDefault="000C4084" w:rsidP="001173F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Configurar sensores</w:t>
            </w:r>
          </w:p>
        </w:tc>
      </w:tr>
      <w:tr w:rsidR="000C4084" w:rsidRPr="00136AD8" w14:paraId="1CA8E805" w14:textId="77777777" w:rsidTr="001173F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4460171" w14:textId="77777777" w:rsidR="000C4084" w:rsidRPr="00136AD8" w:rsidRDefault="000C4084" w:rsidP="001173F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3CB23BB2" w14:textId="77777777" w:rsidR="000C4084" w:rsidRPr="00136AD8" w:rsidRDefault="000C4084" w:rsidP="001173F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Sensores e equipamentos de resposta.</w:t>
            </w:r>
          </w:p>
        </w:tc>
      </w:tr>
    </w:tbl>
    <w:p w14:paraId="16D9BED1" w14:textId="77777777" w:rsidR="000C4084" w:rsidRPr="00136AD8" w:rsidRDefault="000C4084" w:rsidP="000C408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7A17D7" w14:textId="77777777" w:rsidR="000C4084" w:rsidRPr="003200F2" w:rsidRDefault="000C4084" w:rsidP="000C408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8F16A9E" w14:textId="77777777" w:rsidR="000C4084" w:rsidRPr="00136AD8" w:rsidRDefault="000C4084" w:rsidP="000C408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C4084" w:rsidRPr="00136AD8" w14:paraId="30D8EE59" w14:textId="77777777" w:rsidTr="001173F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943598" w14:textId="77777777" w:rsidR="000C4084" w:rsidRPr="001B353A" w:rsidRDefault="000C4084" w:rsidP="001173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C4084" w:rsidRPr="00136AD8" w14:paraId="32DD1D8C" w14:textId="77777777" w:rsidTr="001173F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3C95EA" w14:textId="77777777" w:rsidR="000C4084" w:rsidRDefault="000C4084" w:rsidP="001173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Identificar os requisitos e definir as interações a criar </w:t>
            </w:r>
          </w:p>
          <w:p w14:paraId="684FF3B8" w14:textId="77777777" w:rsidR="000C4084" w:rsidRPr="00A5531F" w:rsidRDefault="000C4084" w:rsidP="001173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Selecionar os sensores (</w:t>
            </w:r>
            <w:r w:rsidRPr="00FD73D7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sensores de movimento, sensores de toque, sensores de luz, sensores de proximidade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5E45BF25" w14:textId="77777777" w:rsidR="000C4084" w:rsidRPr="001B353A" w:rsidRDefault="000C4084" w:rsidP="001173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Definir a tecnologia de comunicação para conectar os sensores aos sistemas de produção de conteúdo</w:t>
            </w:r>
          </w:p>
          <w:p w14:paraId="34C2DE76" w14:textId="77777777" w:rsidR="000C4084" w:rsidRPr="001B353A" w:rsidRDefault="000C4084" w:rsidP="001173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</w:t>
            </w:r>
            <w:r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onta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sensores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nas </w:t>
            </w:r>
            <w:r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estruturas físicas, fixa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objetos ou superfícies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0C4084" w:rsidRPr="00136AD8" w14:paraId="5FF19BF7" w14:textId="77777777" w:rsidTr="001173F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C3650A" w14:textId="77777777" w:rsidR="000C4084" w:rsidRPr="001B353A" w:rsidRDefault="000C4084" w:rsidP="001173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082106" w14:textId="77777777" w:rsidR="000C4084" w:rsidRPr="001B353A" w:rsidRDefault="000C4084" w:rsidP="001173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8E7CEB4" w14:textId="77777777" w:rsidR="000C4084" w:rsidRPr="001B353A" w:rsidRDefault="000C4084" w:rsidP="001173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C4084" w:rsidRPr="00136AD8" w14:paraId="1F8EEE76" w14:textId="77777777" w:rsidTr="001173F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944FF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eletr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nica, incluindo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condensadores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transístores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D8C48D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Linguagem de programação (e.g. </w:t>
            </w:r>
            <w:proofErr w:type="spellStart"/>
            <w:r w:rsidRPr="00A3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Python</w:t>
            </w:r>
            <w:proofErr w:type="spellEnd"/>
            <w:r w:rsidRPr="00A3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JavaScript, C++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outras) </w:t>
            </w:r>
          </w:p>
          <w:p w14:paraId="79F92DDC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de 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 para detetar movimento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toque, luz, cor,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orientação.</w:t>
            </w:r>
          </w:p>
          <w:p w14:paraId="67614C8D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interação Humano-Computador (HC)</w:t>
            </w:r>
          </w:p>
          <w:p w14:paraId="1AC2B257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rotocolos de comunicação, como I2C, SPI, UART.</w:t>
            </w:r>
          </w:p>
          <w:p w14:paraId="3A406369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C3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UX design</w:t>
            </w:r>
          </w:p>
          <w:p w14:paraId="533288A3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lataformas de desenvolvimento para prototipagem rápida.</w:t>
            </w:r>
          </w:p>
          <w:p w14:paraId="54B0B8B8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de layout de PCB (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Printed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Board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para projetos mais avançados.</w:t>
            </w:r>
          </w:p>
          <w:p w14:paraId="1AAB4D14" w14:textId="77777777" w:rsidR="000C4084" w:rsidRDefault="000C4084" w:rsidP="001173F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B8B0C3" w14:textId="77777777" w:rsidR="000C4084" w:rsidRPr="001B353A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20108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 interpretar esquemas elétricos</w:t>
            </w:r>
          </w:p>
          <w:p w14:paraId="6ACE61BA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fundamentos de medição, conversão AD/DA e controlo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A8803E6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principais dispositivos </w:t>
            </w:r>
            <w:proofErr w:type="gramStart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proofErr w:type="spellStart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IDEs</w:t>
            </w:r>
            <w:proofErr w:type="spellEnd"/>
            <w:proofErr w:type="gramEnd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disponíveis.</w:t>
            </w:r>
          </w:p>
          <w:p w14:paraId="1F0A549D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protótipos rapidamente usando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protoboards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jumpers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5CDE81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D0E20B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7C780A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1612BE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D9C749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BF0133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9DFEE3" w14:textId="77777777" w:rsidR="000C4084" w:rsidRPr="00057283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7F999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53F1FB9" w14:textId="77777777" w:rsidR="000C4084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1B0E9F0" w14:textId="77777777" w:rsidR="000C4084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B0B89BC" w14:textId="77777777" w:rsidR="000C4084" w:rsidRPr="00AB5AF8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4AFBA59" w14:textId="77777777" w:rsidR="000C4084" w:rsidRPr="00AB5AF8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48CEC5C" w14:textId="77777777" w:rsidR="000C4084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D543AFE" w14:textId="77777777" w:rsidR="000C4084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23681D9C" w14:textId="77777777" w:rsidR="000C4084" w:rsidRPr="00AB5AF8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Criatividade e inovação</w:t>
            </w:r>
          </w:p>
          <w:p w14:paraId="6C449C8C" w14:textId="77777777" w:rsidR="000C4084" w:rsidRPr="00AB5AF8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F368D83" w14:textId="77777777" w:rsidR="000C4084" w:rsidRPr="00A128FE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ADFAEBD" w14:textId="77777777" w:rsidR="000C4084" w:rsidRPr="00AB5AF8" w:rsidRDefault="000C4084" w:rsidP="001173F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23F3B76" w14:textId="77777777" w:rsidR="000C4084" w:rsidRPr="008047E3" w:rsidRDefault="000C4084" w:rsidP="001173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D8FD8E" w14:textId="77777777" w:rsidR="000C4084" w:rsidRPr="008047E3" w:rsidRDefault="000C4084" w:rsidP="000C40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83E257" w14:textId="77777777" w:rsidR="000C4084" w:rsidRPr="00057283" w:rsidRDefault="000C4084" w:rsidP="001173F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95EE9F3" w14:textId="77777777" w:rsidR="000C4084" w:rsidRDefault="000C4084" w:rsidP="000C408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941FB3F" w14:textId="77777777" w:rsidR="000C4084" w:rsidRDefault="000C4084" w:rsidP="000C408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3509646" w14:textId="77777777" w:rsidR="000C4084" w:rsidRPr="00F87025" w:rsidRDefault="000C4084" w:rsidP="000C40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5A1D4F8" w14:textId="77777777" w:rsidR="000C4084" w:rsidRPr="00F20E6F" w:rsidRDefault="000C4084" w:rsidP="000C408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23D7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Configurar sensores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C740A42" w14:textId="77777777" w:rsidR="000C4084" w:rsidRPr="0064164C" w:rsidRDefault="000C4084" w:rsidP="000C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423D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Escolhe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23D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sensores com resolução apropriada para as necessidades específicas do sistema.</w:t>
      </w:r>
    </w:p>
    <w:p w14:paraId="4ABA497D" w14:textId="77777777" w:rsidR="000C4084" w:rsidRPr="0064164C" w:rsidRDefault="000C4084" w:rsidP="000C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Monitor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izando</w:t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continu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amente</w:t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calibra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quando necessário</w:t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7A20D22" w14:textId="77777777" w:rsidR="000C4084" w:rsidRPr="0064164C" w:rsidRDefault="000C4084" w:rsidP="000C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sensores projetados para ambientes específicos</w:t>
      </w:r>
    </w:p>
    <w:p w14:paraId="4EDED18E" w14:textId="77777777" w:rsidR="000C4084" w:rsidRPr="0064164C" w:rsidRDefault="000C4084" w:rsidP="000C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sensores sejam compatíveis com o restante do sistema.</w:t>
      </w:r>
    </w:p>
    <w:p w14:paraId="551A0642" w14:textId="77777777" w:rsidR="000C4084" w:rsidRPr="0064164C" w:rsidRDefault="000C4084" w:rsidP="000C408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Protege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sensores contra interferências externas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26EEB5D" w14:textId="77777777" w:rsidR="000C4084" w:rsidRPr="00136AD8" w:rsidRDefault="000C4084" w:rsidP="000C40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48435F" w14:textId="77777777" w:rsidR="000C4084" w:rsidRPr="00F87025" w:rsidRDefault="000C4084" w:rsidP="000C40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34D85A0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000C3D78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709EDF43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9E7EFCD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71E7404B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4F9A7F9F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751ED2B2" w14:textId="77777777" w:rsidR="000C4084" w:rsidRPr="003B3F8D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3A85F1FF" w14:textId="77777777" w:rsidR="000C4084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3FA19CE0" w14:textId="77777777" w:rsidR="000C4084" w:rsidRPr="00D47AD4" w:rsidRDefault="000C4084" w:rsidP="000C40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360C2407" w14:textId="77777777" w:rsidR="000C4084" w:rsidRPr="00051C79" w:rsidRDefault="000C4084" w:rsidP="000C40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CEF48B" w14:textId="77777777" w:rsidR="000C4084" w:rsidRPr="00F87025" w:rsidRDefault="000C4084" w:rsidP="000C40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0881D5C" w14:textId="77777777" w:rsidR="000C4084" w:rsidRPr="008047E3" w:rsidRDefault="000C4084" w:rsidP="000C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0DB3A59" w14:textId="77777777" w:rsidR="000C4084" w:rsidRPr="00501DC8" w:rsidRDefault="000C4084" w:rsidP="000C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355A3FB3" w14:textId="77777777" w:rsidR="000C4084" w:rsidRDefault="000C4084" w:rsidP="000C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Microcontroladores e Sensores</w:t>
      </w:r>
    </w:p>
    <w:p w14:paraId="624A87EC" w14:textId="77777777" w:rsidR="000C4084" w:rsidRDefault="000C4084" w:rsidP="000C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Kit de instalações eletrónicas.</w:t>
      </w:r>
    </w:p>
    <w:p w14:paraId="604D5707" w14:textId="77777777" w:rsidR="000C4084" w:rsidRPr="00501DC8" w:rsidRDefault="000C4084" w:rsidP="000C408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12108FC5" w14:textId="77777777" w:rsidR="000C4084" w:rsidRDefault="000C4084" w:rsidP="000C40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684572" w14:textId="77777777" w:rsidR="000C4084" w:rsidRPr="00051C79" w:rsidRDefault="000C4084" w:rsidP="000C40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3CE7D3" w14:textId="77777777" w:rsidR="000C4084" w:rsidRPr="00F87025" w:rsidRDefault="000C4084" w:rsidP="000C408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A967972" w14:textId="77777777" w:rsidR="000C4084" w:rsidRPr="00051C79" w:rsidRDefault="000C4084" w:rsidP="000C408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BDE48E" w14:textId="52A58536" w:rsidR="000C4084" w:rsidRDefault="000C4084" w:rsidP="000C408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de Produção de conteúdos interativos </w:t>
      </w:r>
    </w:p>
    <w:p w14:paraId="42A2F23E" w14:textId="77777777" w:rsidR="003C141F" w:rsidRDefault="003C141F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551D766" w14:textId="77777777" w:rsidR="003C141F" w:rsidRDefault="003C141F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00AEFA6" w14:textId="77777777" w:rsidR="000C4084" w:rsidRDefault="000C4084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EBBE6FB" w14:textId="77777777" w:rsidR="000C4084" w:rsidRDefault="000C4084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0CC8D0C" w14:textId="77777777" w:rsidR="000C4084" w:rsidRDefault="000C4084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3206050" w14:textId="77777777" w:rsidR="000C4084" w:rsidRDefault="000C4084" w:rsidP="007A15C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204E68C" w14:textId="77777777" w:rsidR="00135625" w:rsidRDefault="00135625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C7832" w:rsidRPr="00136AD8" w14:paraId="6CDF7884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E276F4D" w14:textId="7ECCA2D0" w:rsidR="002C7832" w:rsidRPr="00F42D38" w:rsidRDefault="002C7832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E5B863" w14:textId="77777777" w:rsidR="002C7832" w:rsidRPr="00F42D38" w:rsidRDefault="002C7832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Realizar filmes de animação tradicional </w:t>
            </w:r>
          </w:p>
        </w:tc>
      </w:tr>
    </w:tbl>
    <w:p w14:paraId="541F55E4" w14:textId="77777777" w:rsidR="002C7832" w:rsidRPr="00136AD8" w:rsidRDefault="002C7832" w:rsidP="002C783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12EE212" w14:textId="77777777" w:rsidR="002C7832" w:rsidRDefault="002C7832" w:rsidP="002C783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EA3A901" w14:textId="77777777" w:rsidR="002C7832" w:rsidRPr="003200F2" w:rsidRDefault="002C7832" w:rsidP="002C783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7974462" w14:textId="77777777" w:rsidR="002C7832" w:rsidRPr="00136AD8" w:rsidRDefault="002C7832" w:rsidP="002C783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2C7832" w:rsidRPr="00136AD8" w14:paraId="1ABD3A98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274635" w14:textId="77777777" w:rsidR="002C7832" w:rsidRPr="001B353A" w:rsidRDefault="002C783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C7832" w:rsidRPr="00136AD8" w14:paraId="22C4AA5B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7D9CCD" w14:textId="24F60364" w:rsidR="002C7832" w:rsidRDefault="002C783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C21C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um conceito e </w:t>
            </w:r>
            <w:r w:rsidR="00A1058B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um roteiro detalhado, dividindo cenas</w:t>
            </w:r>
            <w:r w:rsidR="006043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definindo personagens, enredo, temas e mensagem </w:t>
            </w:r>
            <w:r w:rsidR="00A105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5F55E88" w14:textId="759F5110" w:rsidR="002C7832" w:rsidRDefault="002C7832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8434E1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8434E1" w:rsidRPr="008434E1">
              <w:rPr>
                <w:rFonts w:ascii="Verdana Pro Light" w:eastAsia="Arial Unicode MS" w:hAnsi="Verdana Pro Light" w:cs="Arial Unicode MS"/>
                <w:sz w:val="18"/>
                <w:szCs w:val="18"/>
              </w:rPr>
              <w:t>esenvolv</w:t>
            </w:r>
            <w:r w:rsidR="008434E1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8434E1" w:rsidRPr="008434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layout do filme, definindo a localização e a composição de cada cena</w:t>
            </w:r>
          </w:p>
          <w:p w14:paraId="55701E73" w14:textId="23B79F05" w:rsidR="00466530" w:rsidRPr="00466530" w:rsidRDefault="002C7832" w:rsidP="0046653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</w:pPr>
            <w:r w:rsidRPr="00C143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6400B3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Desenhar cada quadro </w:t>
            </w:r>
            <w:r w:rsidR="00920183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de animação e adic</w:t>
            </w:r>
            <w:r w:rsidR="0007502A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>i</w:t>
            </w:r>
            <w:r w:rsidR="00920183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onar cor </w:t>
            </w:r>
          </w:p>
          <w:p w14:paraId="042A4CB2" w14:textId="1C00BE27" w:rsidR="00466530" w:rsidRDefault="002C7832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5455DB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Editar</w:t>
            </w:r>
            <w:r w:rsidR="005455DB" w:rsidRPr="005455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elementos, incluindo animações, áudio, efeitos sonoros e trilha sonora</w:t>
            </w:r>
          </w:p>
          <w:p w14:paraId="0A5966AD" w14:textId="17B052CC" w:rsidR="002C7832" w:rsidRPr="0008537A" w:rsidRDefault="0046653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Exportar </w:t>
            </w:r>
            <w:r w:rsidR="002C783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 </w:t>
            </w:r>
            <w:r w:rsidR="002C7832" w:rsidRPr="00C143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storyboard e </w:t>
            </w:r>
            <w:proofErr w:type="spellStart"/>
            <w:r w:rsidR="002C7832" w:rsidRPr="00C143D5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animatic</w:t>
            </w:r>
            <w:proofErr w:type="spellEnd"/>
            <w:r w:rsidR="002C783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2C7832" w:rsidRPr="00136AD8" w14:paraId="019D6EE8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C81EAD" w14:textId="77777777" w:rsidR="002C7832" w:rsidRPr="001B353A" w:rsidRDefault="002C7832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4DC6D6" w14:textId="77777777" w:rsidR="002C7832" w:rsidRPr="001B353A" w:rsidRDefault="002C783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D1E07A" w14:textId="77777777" w:rsidR="002C7832" w:rsidRPr="001B353A" w:rsidRDefault="002C7832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C7832" w:rsidRPr="00136AD8" w14:paraId="2DDB7ADD" w14:textId="77777777" w:rsidTr="00464811">
        <w:trPr>
          <w:trHeight w:val="26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471CE" w14:textId="77777777" w:rsidR="002C7832" w:rsidRPr="0082388E" w:rsidRDefault="002C783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 Tradicional</w:t>
            </w:r>
          </w:p>
          <w:p w14:paraId="187EB62B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501F55CA" w14:textId="18B3A9B4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artística e Animação</w:t>
            </w:r>
          </w:p>
          <w:p w14:paraId="5D2B177C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correção de animação e história</w:t>
            </w:r>
          </w:p>
          <w:p w14:paraId="5930E42F" w14:textId="77777777" w:rsidR="002C7832" w:rsidRPr="0082388E" w:rsidRDefault="002C783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écnicas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Mistas 2D 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stopmotion</w:t>
            </w:r>
            <w:proofErr w:type="spellEnd"/>
          </w:p>
          <w:p w14:paraId="43AECDBE" w14:textId="77777777" w:rsidR="002C7832" w:rsidRPr="00EF4176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técnicas mistas na sua relação com o processo de produção</w:t>
            </w:r>
          </w:p>
          <w:p w14:paraId="2417D6BB" w14:textId="77777777" w:rsidR="002C7832" w:rsidRPr="0082388E" w:rsidRDefault="002C783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Storyboard 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animatic</w:t>
            </w:r>
            <w:proofErr w:type="spellEnd"/>
          </w:p>
          <w:p w14:paraId="41957C34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e aplicação de metodologia de enquadramento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acting</w:t>
            </w:r>
            <w:proofErr w:type="spellEnd"/>
          </w:p>
          <w:p w14:paraId="1ECAC08B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técnicas analógicas para animação 2d e volumes</w:t>
            </w:r>
          </w:p>
          <w:p w14:paraId="63494C51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desenho tradicional para storyboard</w:t>
            </w:r>
          </w:p>
          <w:p w14:paraId="0E01A5A2" w14:textId="77777777" w:rsidR="002C7832" w:rsidRPr="0082388E" w:rsidRDefault="002C783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</w:t>
            </w:r>
          </w:p>
          <w:p w14:paraId="703BE209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by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</w:t>
            </w:r>
            <w:proofErr w:type="spellEnd"/>
          </w:p>
          <w:p w14:paraId="445B5739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Recortes</w:t>
            </w:r>
          </w:p>
          <w:p w14:paraId="7F2E0B88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Volumes</w:t>
            </w:r>
          </w:p>
          <w:p w14:paraId="247D5AD7" w14:textId="77777777" w:rsidR="002C7832" w:rsidRPr="00257A26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Pintura sobre vidro</w:t>
            </w:r>
          </w:p>
          <w:p w14:paraId="7812BC73" w14:textId="77777777" w:rsidR="002C7832" w:rsidRPr="0082388E" w:rsidRDefault="002C7832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01D47986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Animação</w:t>
            </w:r>
          </w:p>
          <w:p w14:paraId="4F46B2F7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664C8ACB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21756F28" w14:textId="77777777" w:rsidR="002C7832" w:rsidRPr="00E600CE" w:rsidRDefault="002C7832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60A1A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uma animação tradicional</w:t>
            </w:r>
          </w:p>
          <w:p w14:paraId="012E669C" w14:textId="20AD04C4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para diferentes tipos de Animação</w:t>
            </w:r>
          </w:p>
          <w:p w14:paraId="6C231602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Animação tradicional</w:t>
            </w:r>
          </w:p>
          <w:p w14:paraId="1910326E" w14:textId="77777777" w:rsidR="002C7832" w:rsidRPr="00FB6877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1D6B73F7" w14:textId="77777777" w:rsidR="002C7832" w:rsidRPr="00FB6877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C8194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813E31C" w14:textId="77777777" w:rsidR="002C7832" w:rsidRDefault="002C7832" w:rsidP="002C783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4DFC6291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65E33C2" w14:textId="77777777" w:rsidR="002C7832" w:rsidRDefault="002C7832" w:rsidP="002C78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46F48692" w14:textId="77777777" w:rsidR="002C7832" w:rsidRPr="000173C0" w:rsidRDefault="002C7832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805325F" w14:textId="77777777" w:rsidR="002C7832" w:rsidRDefault="002C7832" w:rsidP="002C783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A12733" w14:textId="77777777" w:rsidR="002C7832" w:rsidRPr="00F87025" w:rsidRDefault="002C7832" w:rsidP="002C783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A6440A9" w14:textId="2443E5A6" w:rsidR="002C7832" w:rsidRDefault="002C7832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Realizar filmes de animação tradicional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3115DF3" w14:textId="0EFE86B3" w:rsidR="002C7832" w:rsidRPr="009D7FE3" w:rsidRDefault="002C7832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CD1. </w:t>
      </w:r>
      <w:r w:rsidR="00285F20" w:rsidRPr="00285F20">
        <w:rPr>
          <w:rFonts w:ascii="Verdana Pro Light" w:eastAsia="Arial Unicode MS" w:hAnsi="Verdana Pro Light" w:cs="Arial Unicode MS"/>
          <w:sz w:val="18"/>
          <w:szCs w:val="18"/>
        </w:rPr>
        <w:t>Desenvolvendo um conceito claro e um roteiro bem estruturado que oriente a narrativa e a direção criativa do filme</w:t>
      </w:r>
    </w:p>
    <w:p w14:paraId="3C4E02DA" w14:textId="0E016EBF" w:rsidR="002C7832" w:rsidRDefault="002C7832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257A26">
        <w:rPr>
          <w:rFonts w:ascii="Verdana Pro Light" w:eastAsia="Arial Unicode MS" w:hAnsi="Verdana Pro Light" w:cs="Arial Unicode MS"/>
          <w:sz w:val="18"/>
          <w:szCs w:val="18"/>
        </w:rPr>
        <w:t xml:space="preserve">2.I </w:t>
      </w:r>
      <w:r w:rsidR="00C56ECD" w:rsidRPr="00C56ECD">
        <w:rPr>
          <w:rFonts w:ascii="Verdana Pro Light" w:eastAsia="Arial Unicode MS" w:hAnsi="Verdana Pro Light" w:cs="Arial Unicode MS"/>
          <w:sz w:val="18"/>
          <w:szCs w:val="18"/>
        </w:rPr>
        <w:t>Desenvolvendo o layout do filme com base n</w:t>
      </w:r>
      <w:r w:rsidR="00C56ECD">
        <w:rPr>
          <w:rFonts w:ascii="Verdana Pro Light" w:eastAsia="Arial Unicode MS" w:hAnsi="Verdana Pro Light" w:cs="Arial Unicode MS"/>
          <w:sz w:val="18"/>
          <w:szCs w:val="18"/>
        </w:rPr>
        <w:t>um</w:t>
      </w:r>
      <w:r w:rsidR="00C56ECD" w:rsidRPr="00C56ECD">
        <w:rPr>
          <w:rFonts w:ascii="Verdana Pro Light" w:eastAsia="Arial Unicode MS" w:hAnsi="Verdana Pro Light" w:cs="Arial Unicode MS"/>
          <w:sz w:val="18"/>
          <w:szCs w:val="18"/>
        </w:rPr>
        <w:t xml:space="preserve"> storyboard, garantindo que a sequência de cenas seja lógica e visualmente atraente</w:t>
      </w:r>
    </w:p>
    <w:p w14:paraId="17D03B4A" w14:textId="19A8419F" w:rsidR="002C7832" w:rsidRDefault="002C7832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57A26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="00C56ECD" w:rsidRPr="00C56ECD">
        <w:t xml:space="preserve"> </w:t>
      </w:r>
      <w:r w:rsidR="00C56ECD" w:rsidRPr="00C56ECD">
        <w:rPr>
          <w:rFonts w:ascii="Verdana Pro Light" w:eastAsia="Arial Unicode MS" w:hAnsi="Verdana Pro Light" w:cs="Arial Unicode MS"/>
          <w:sz w:val="18"/>
          <w:szCs w:val="18"/>
        </w:rPr>
        <w:t>Animando os personagens e cenários de forma fluída e expressiva, utilizando técnicas tradicionais de desenho à mão</w:t>
      </w:r>
    </w:p>
    <w:p w14:paraId="117E9FBA" w14:textId="6D697725" w:rsidR="00632A21" w:rsidRDefault="002C7832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F54BA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="00632A21" w:rsidRPr="00632A21">
        <w:rPr>
          <w:rFonts w:ascii="Verdana Pro Light" w:eastAsia="Arial Unicode MS" w:hAnsi="Verdana Pro Light" w:cs="Arial Unicode MS"/>
          <w:sz w:val="18"/>
          <w:szCs w:val="18"/>
        </w:rPr>
        <w:t>Assegurando que a coloração contribua para a narrativa visual e ajude a transmitir emoções e atmosfera</w:t>
      </w:r>
    </w:p>
    <w:p w14:paraId="2A7F5469" w14:textId="60B23F85" w:rsidR="002C7832" w:rsidRDefault="00632A21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00632A21">
        <w:rPr>
          <w:rFonts w:ascii="Verdana Pro Light" w:eastAsia="Arial Unicode MS" w:hAnsi="Verdana Pro Light" w:cs="Arial Unicode MS"/>
          <w:sz w:val="18"/>
          <w:szCs w:val="18"/>
        </w:rPr>
        <w:t>Realizando pós-produção para adicionar efeitos sonoros, música e outros elementos de áudio que complementem a experiência visual do filme</w:t>
      </w:r>
    </w:p>
    <w:p w14:paraId="71D60168" w14:textId="77777777" w:rsidR="002C7832" w:rsidRPr="00257A26" w:rsidRDefault="002C7832" w:rsidP="002C783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3A00D4A3" w14:textId="77777777" w:rsidR="002C7832" w:rsidRPr="00F87025" w:rsidRDefault="002C7832" w:rsidP="002C783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CEA53BF" w14:textId="77777777" w:rsidR="002C7832" w:rsidRDefault="002C7832" w:rsidP="002C783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549B9AC1" w14:textId="77777777" w:rsidR="002C7832" w:rsidRPr="00E600CE" w:rsidRDefault="002C7832" w:rsidP="002C783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708CCC2E" w14:textId="77777777" w:rsidR="002C7832" w:rsidRDefault="002C7832" w:rsidP="002C783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6481FA64" w14:textId="77777777" w:rsidR="002C7832" w:rsidRPr="00A92466" w:rsidRDefault="002C7832" w:rsidP="002C7832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96FCDEE" w14:textId="77777777" w:rsidR="002C7832" w:rsidRPr="00F87025" w:rsidRDefault="002C7832" w:rsidP="002C783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3C0A1E" w14:textId="77777777" w:rsidR="002C7832" w:rsidRDefault="002C7832" w:rsidP="002C783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75CCE87" w14:textId="77777777" w:rsidR="002C7832" w:rsidRDefault="002C7832" w:rsidP="002C783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anaalógicas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de animação</w:t>
      </w:r>
    </w:p>
    <w:p w14:paraId="3E6C02A3" w14:textId="77777777" w:rsidR="002C7832" w:rsidRDefault="002C7832" w:rsidP="002C783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3C829DBE" w14:textId="7A1E407C" w:rsidR="002C7832" w:rsidRPr="002C7832" w:rsidRDefault="002C7832" w:rsidP="007F4BB5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2C7832">
        <w:rPr>
          <w:rFonts w:ascii="Verdana Pro Light" w:eastAsia="Arial Unicode MS" w:hAnsi="Verdana Pro Light" w:cs="Arial Unicode MS"/>
          <w:sz w:val="18"/>
          <w:szCs w:val="18"/>
        </w:rPr>
        <w:t xml:space="preserve">Projeto de Animação real ou simulado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9EA6573" w14:textId="77777777" w:rsidR="002C7832" w:rsidRPr="00F87025" w:rsidRDefault="002C7832" w:rsidP="002C783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42EE68" w14:textId="77777777" w:rsidR="002C7832" w:rsidRDefault="002C7832" w:rsidP="002C7832">
      <w:pPr>
        <w:rPr>
          <w:rFonts w:ascii="Verdana Pro Light" w:hAnsi="Verdana Pro Light"/>
          <w:smallCaps/>
        </w:rPr>
      </w:pPr>
    </w:p>
    <w:p w14:paraId="7BB4CC20" w14:textId="77777777" w:rsidR="002C7832" w:rsidRPr="00C34354" w:rsidRDefault="002C7832" w:rsidP="002C7832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207E773" w14:textId="77777777" w:rsidR="002C7832" w:rsidRPr="005054EF" w:rsidRDefault="002C7832" w:rsidP="002C783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447227B" w14:textId="77777777" w:rsidR="002C7832" w:rsidRPr="00DE5186" w:rsidRDefault="002C7832" w:rsidP="002C7832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1802C49E" w14:textId="77777777" w:rsidR="002C7832" w:rsidRDefault="002C7832" w:rsidP="002C7832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A2B77B8" w14:textId="77777777" w:rsidR="00135625" w:rsidRDefault="00135625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1034A57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57DB0FE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35BF9B2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46EB7F0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954972F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5720252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9D5F072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D445B36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4E273D7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42403" w:rsidRPr="00136AD8" w14:paraId="3BF51287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95F8131" w14:textId="78107067" w:rsidR="00442403" w:rsidRPr="00F42D38" w:rsidRDefault="00442403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EC0128" w14:textId="29B50C24" w:rsidR="00442403" w:rsidRPr="00F42D38" w:rsidRDefault="00442403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Criar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Modelsheet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 modelar personagens 3D</w:t>
            </w:r>
          </w:p>
        </w:tc>
      </w:tr>
    </w:tbl>
    <w:p w14:paraId="43D4AB52" w14:textId="77777777" w:rsidR="00442403" w:rsidRPr="00136AD8" w:rsidRDefault="00442403" w:rsidP="0044240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0BD404E" w14:textId="77777777" w:rsidR="00442403" w:rsidRDefault="00442403" w:rsidP="0044240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58D02C" w14:textId="77777777" w:rsidR="00442403" w:rsidRPr="003200F2" w:rsidRDefault="00442403" w:rsidP="0044240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536E7AC" w14:textId="77777777" w:rsidR="00442403" w:rsidRPr="00136AD8" w:rsidRDefault="00442403" w:rsidP="0044240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442403" w:rsidRPr="00136AD8" w14:paraId="1FCC66C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629A75" w14:textId="77777777" w:rsidR="00442403" w:rsidRPr="001B353A" w:rsidRDefault="00442403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42403" w:rsidRPr="00136AD8" w14:paraId="07D15F5A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8FA5D3" w14:textId="24EF412A" w:rsidR="00442403" w:rsidRDefault="00442403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2E60D5">
              <w:t xml:space="preserve"> </w:t>
            </w:r>
            <w:r w:rsidR="002E60D5" w:rsidRPr="002E60D5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as características físicas e estilísticas do personagem</w:t>
            </w:r>
            <w:r w:rsidR="002E60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2E60D5" w:rsidRPr="002E60D5">
              <w:rPr>
                <w:rFonts w:ascii="Verdana Pro Light" w:eastAsia="Arial Unicode MS" w:hAnsi="Verdana Pro Light" w:cs="Arial Unicode MS"/>
                <w:sz w:val="18"/>
                <w:szCs w:val="18"/>
              </w:rPr>
              <w:t>mostrando diferentes vistas do personagem, expressões faciais, poses padrão e detalhes anatómicos</w:t>
            </w:r>
          </w:p>
          <w:p w14:paraId="44D97F12" w14:textId="6311BE30" w:rsidR="00442403" w:rsidRDefault="00442403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8440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a </w:t>
            </w:r>
            <w:r w:rsidR="00844017" w:rsidRPr="008440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modelagem 3D a partir do </w:t>
            </w:r>
            <w:proofErr w:type="spellStart"/>
            <w:r w:rsidR="00844017" w:rsidRPr="00844017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Modelsheet</w:t>
            </w:r>
            <w:proofErr w:type="spellEnd"/>
            <w:r w:rsidR="00844017" w:rsidRPr="00844017">
              <w:rPr>
                <w:rFonts w:ascii="Verdana Pro Light" w:eastAsia="Arial Unicode MS" w:hAnsi="Verdana Pro Light" w:cs="Arial Unicode MS"/>
                <w:sz w:val="18"/>
                <w:szCs w:val="18"/>
              </w:rPr>
              <w:t>, utilizando software de modelagem</w:t>
            </w:r>
          </w:p>
          <w:p w14:paraId="66ECB346" w14:textId="2CE54FC0" w:rsidR="00442403" w:rsidRPr="001255B4" w:rsidRDefault="00442403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844017" w:rsidRPr="0084401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Refinar a modelagem, adicionando detalhes anatómicos, expressões faciais e características distintivas do personagem</w:t>
            </w:r>
          </w:p>
          <w:p w14:paraId="21A66730" w14:textId="3AE9F2FE" w:rsidR="00442403" w:rsidRPr="0008537A" w:rsidRDefault="00442403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9026DA" w:rsidRP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o </w:t>
            </w:r>
            <w:proofErr w:type="spellStart"/>
            <w:r w:rsidR="009026DA" w:rsidRP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rigging</w:t>
            </w:r>
            <w:proofErr w:type="spellEnd"/>
            <w:r w:rsidR="009026DA" w:rsidRP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 personagem</w:t>
            </w:r>
            <w:r w:rsid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>, testar</w:t>
            </w:r>
            <w:r w:rsidR="009026DA" w:rsidRP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 poses e expressões para garantir que o </w:t>
            </w:r>
            <w:proofErr w:type="spellStart"/>
            <w:r w:rsidR="009026DA" w:rsidRP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rigging</w:t>
            </w:r>
            <w:proofErr w:type="spellEnd"/>
            <w:r w:rsidR="009026DA" w:rsidRPr="009026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funcione corretamente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42403" w:rsidRPr="00136AD8" w14:paraId="710B00E6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43BB0B" w14:textId="77777777" w:rsidR="00442403" w:rsidRPr="001B353A" w:rsidRDefault="00442403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6B4313" w14:textId="77777777" w:rsidR="00442403" w:rsidRPr="001B353A" w:rsidRDefault="00442403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F924F2" w14:textId="77777777" w:rsidR="00442403" w:rsidRPr="001B353A" w:rsidRDefault="00442403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42403" w:rsidRPr="00136AD8" w14:paraId="3690FD67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E5F1B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Folhas de Modelos</w:t>
            </w:r>
          </w:p>
          <w:p w14:paraId="6403753C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modelo</w:t>
            </w:r>
          </w:p>
          <w:p w14:paraId="73B5643F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geometrias</w:t>
            </w:r>
          </w:p>
          <w:p w14:paraId="10D3C2D8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silhueta e volumetria</w:t>
            </w:r>
          </w:p>
          <w:p w14:paraId="26E698FC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 de Personagem</w:t>
            </w:r>
          </w:p>
          <w:p w14:paraId="7787BE15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2D9410DC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geometria para animação</w:t>
            </w:r>
          </w:p>
          <w:p w14:paraId="24578AAF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 para modelação 3D</w:t>
            </w:r>
          </w:p>
          <w:p w14:paraId="4D702F58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Modelação e geometria</w:t>
            </w:r>
          </w:p>
          <w:p w14:paraId="63D51FA7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Poligons</w:t>
            </w:r>
            <w:proofErr w:type="spellEnd"/>
          </w:p>
          <w:p w14:paraId="022C3DF6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Nurbs</w:t>
            </w:r>
            <w:proofErr w:type="spellEnd"/>
          </w:p>
          <w:p w14:paraId="7651B63E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Subdivisions</w:t>
            </w:r>
            <w:proofErr w:type="spellEnd"/>
          </w:p>
          <w:p w14:paraId="37C96B5A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3D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Sculpting</w:t>
            </w:r>
            <w:proofErr w:type="spellEnd"/>
          </w:p>
          <w:p w14:paraId="45282BCB" w14:textId="77777777" w:rsidR="00442403" w:rsidRPr="0082388E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Mascaras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modifiers</w:t>
            </w:r>
            <w:proofErr w:type="spellEnd"/>
          </w:p>
          <w:p w14:paraId="3124EB41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Formatos de </w:t>
            </w:r>
            <w:proofErr w:type="spellStart"/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arquivo</w:t>
            </w:r>
          </w:p>
          <w:p w14:paraId="7061F4A7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78F394EA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33A4C4BA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531BE6D1" w14:textId="77777777" w:rsidR="00442403" w:rsidRPr="00441A74" w:rsidRDefault="00442403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2B232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3D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Sculpting</w:t>
            </w:r>
            <w:proofErr w:type="spellEnd"/>
          </w:p>
          <w:p w14:paraId="7B2B12EF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geometria para personagens e animação 3D</w:t>
            </w:r>
          </w:p>
          <w:p w14:paraId="3E8254E2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modelação de personagens 3D</w:t>
            </w:r>
          </w:p>
          <w:p w14:paraId="28FF37E5" w14:textId="77777777" w:rsidR="00442403" w:rsidRPr="00FB6877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62102534" w14:textId="77777777" w:rsidR="00442403" w:rsidRPr="00FB6877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703401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B87C45C" w14:textId="77777777" w:rsidR="00442403" w:rsidRDefault="00442403" w:rsidP="0044240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284C786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AE7522B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47482A71" w14:textId="77777777" w:rsidR="00442403" w:rsidRPr="000173C0" w:rsidRDefault="00442403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9FF8CEA" w14:textId="77777777" w:rsidR="00442403" w:rsidRDefault="00442403" w:rsidP="0044240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BCDAF52" w14:textId="77777777" w:rsidR="00442403" w:rsidRDefault="00442403" w:rsidP="0044240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831804" w14:textId="77777777" w:rsidR="00442403" w:rsidRPr="00F87025" w:rsidRDefault="00442403" w:rsidP="0044240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BD0096" w14:textId="5919EE5C" w:rsidR="0044240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Criar </w:t>
      </w:r>
      <w:proofErr w:type="spellStart"/>
      <w:r>
        <w:rPr>
          <w:rFonts w:ascii="Verdana Pro Light" w:eastAsia="Arial Unicode MS" w:hAnsi="Verdana Pro Light" w:cs="Times New Roman"/>
          <w:b/>
          <w:sz w:val="18"/>
          <w:szCs w:val="18"/>
        </w:rPr>
        <w:t>Modelsheet</w:t>
      </w:r>
      <w:proofErr w:type="spellEnd"/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e modelar personagens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9CC462C" w14:textId="7C1A3CDD" w:rsidR="00442403" w:rsidRPr="000A7332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A7332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="007A3EBB" w:rsidRPr="007A3EBB">
        <w:rPr>
          <w:rFonts w:ascii="Verdana Pro Light" w:eastAsia="Arial Unicode MS" w:hAnsi="Verdana Pro Light" w:cs="Arial Unicode MS"/>
          <w:sz w:val="18"/>
          <w:szCs w:val="18"/>
        </w:rPr>
        <w:t xml:space="preserve">Concebendo um </w:t>
      </w:r>
      <w:proofErr w:type="spellStart"/>
      <w:r w:rsidR="007A3EBB" w:rsidRPr="007A3EBB">
        <w:rPr>
          <w:rFonts w:ascii="Verdana Pro Light" w:eastAsia="Arial Unicode MS" w:hAnsi="Verdana Pro Light" w:cs="Arial Unicode MS"/>
          <w:sz w:val="18"/>
          <w:szCs w:val="18"/>
        </w:rPr>
        <w:t>Modelsheet</w:t>
      </w:r>
      <w:proofErr w:type="spellEnd"/>
      <w:r w:rsidR="007A3EBB" w:rsidRPr="007A3EBB">
        <w:rPr>
          <w:rFonts w:ascii="Verdana Pro Light" w:eastAsia="Arial Unicode MS" w:hAnsi="Verdana Pro Light" w:cs="Arial Unicode MS"/>
          <w:sz w:val="18"/>
          <w:szCs w:val="18"/>
        </w:rPr>
        <w:t xml:space="preserve"> detalhado e abrangente, definindo as características visuais do personagem, incluindo proporções, expressões faciais, poses e detalhes anatómicos</w:t>
      </w:r>
    </w:p>
    <w:p w14:paraId="4CACCAFE" w14:textId="1A87B466" w:rsidR="00442403" w:rsidRPr="000A7332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A7332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="00104A7A" w:rsidRPr="00104A7A">
        <w:rPr>
          <w:rFonts w:ascii="Verdana Pro Light" w:eastAsia="Arial Unicode MS" w:hAnsi="Verdana Pro Light" w:cs="Arial Unicode MS"/>
          <w:sz w:val="18"/>
          <w:szCs w:val="18"/>
        </w:rPr>
        <w:t xml:space="preserve">Modelando o personagem com precisão e atenção aos detalhes, utilizando técnicas de modelagem 3D para criar uma representação tridimensional fiel ao design estabelecido no </w:t>
      </w:r>
      <w:proofErr w:type="spellStart"/>
      <w:r w:rsidR="00104A7A" w:rsidRPr="00104A7A">
        <w:rPr>
          <w:rFonts w:ascii="Verdana Pro Light" w:eastAsia="Arial Unicode MS" w:hAnsi="Verdana Pro Light" w:cs="Arial Unicode MS"/>
          <w:sz w:val="18"/>
          <w:szCs w:val="18"/>
        </w:rPr>
        <w:t>Modelsheet</w:t>
      </w:r>
      <w:proofErr w:type="spellEnd"/>
    </w:p>
    <w:p w14:paraId="1BF45748" w14:textId="52236D4D" w:rsidR="00442403" w:rsidRPr="000A7332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A733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CD3. </w:t>
      </w:r>
      <w:r w:rsidR="00104A7A" w:rsidRPr="00104A7A">
        <w:rPr>
          <w:rFonts w:ascii="Verdana Pro Light" w:eastAsia="Arial Unicode MS" w:hAnsi="Verdana Pro Light" w:cs="Arial Unicode MS"/>
          <w:sz w:val="18"/>
          <w:szCs w:val="18"/>
        </w:rPr>
        <w:t xml:space="preserve">Realizando o </w:t>
      </w:r>
      <w:proofErr w:type="spellStart"/>
      <w:r w:rsidR="00104A7A" w:rsidRPr="00104A7A">
        <w:rPr>
          <w:rFonts w:ascii="Verdana Pro Light" w:eastAsia="Arial Unicode MS" w:hAnsi="Verdana Pro Light" w:cs="Arial Unicode MS"/>
          <w:sz w:val="18"/>
          <w:szCs w:val="18"/>
        </w:rPr>
        <w:t>rigging</w:t>
      </w:r>
      <w:proofErr w:type="spellEnd"/>
      <w:r w:rsidR="00104A7A" w:rsidRPr="00104A7A">
        <w:rPr>
          <w:rFonts w:ascii="Verdana Pro Light" w:eastAsia="Arial Unicode MS" w:hAnsi="Verdana Pro Light" w:cs="Arial Unicode MS"/>
          <w:sz w:val="18"/>
          <w:szCs w:val="18"/>
        </w:rPr>
        <w:t xml:space="preserve"> do personagem de forma adequada, criando uma estrutura de esqueleto e controladores que permitam movimentos fluidos e realistas durante a animação</w:t>
      </w:r>
    </w:p>
    <w:p w14:paraId="07C512F1" w14:textId="77777777" w:rsidR="00442403" w:rsidRPr="009D7FE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0A7332">
        <w:rPr>
          <w:rFonts w:ascii="Verdana Pro Light" w:eastAsia="Arial Unicode MS" w:hAnsi="Verdana Pro Light" w:cs="Arial Unicode MS"/>
          <w:sz w:val="18"/>
          <w:szCs w:val="18"/>
        </w:rPr>
        <w:t xml:space="preserve">CD4. Exportando a arte final como um Painel de Apresentação </w:t>
      </w:r>
      <w:proofErr w:type="spellStart"/>
      <w:r w:rsidRPr="000A7332">
        <w:rPr>
          <w:rFonts w:ascii="Verdana Pro Light" w:eastAsia="Arial Unicode MS" w:hAnsi="Verdana Pro Light" w:cs="Arial Unicode MS"/>
          <w:sz w:val="18"/>
          <w:szCs w:val="18"/>
        </w:rPr>
        <w:t>Modelsheet</w:t>
      </w:r>
      <w:proofErr w:type="spellEnd"/>
    </w:p>
    <w:p w14:paraId="2E745A5B" w14:textId="77777777" w:rsidR="00442403" w:rsidRPr="00136AD8" w:rsidRDefault="00442403" w:rsidP="0044240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BB0E61" w14:textId="77777777" w:rsidR="00442403" w:rsidRPr="00F87025" w:rsidRDefault="00442403" w:rsidP="0044240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323775A" w14:textId="77777777" w:rsidR="00442403" w:rsidRDefault="00442403" w:rsidP="00442403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62A6A8E9" w14:textId="77777777" w:rsidR="00442403" w:rsidRPr="00E600CE" w:rsidRDefault="00442403" w:rsidP="00442403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2EAADE18" w14:textId="77777777" w:rsidR="00442403" w:rsidRDefault="00442403" w:rsidP="00442403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4A0DDA8A" w14:textId="77B7DF04" w:rsidR="00442403" w:rsidRPr="001F068D" w:rsidRDefault="00442403" w:rsidP="00581D7C">
      <w:pPr>
        <w:pStyle w:val="PargrafodaLista"/>
        <w:numPr>
          <w:ilvl w:val="0"/>
          <w:numId w:val="7"/>
        </w:numPr>
        <w:shd w:val="clear" w:color="auto" w:fill="D0CECE" w:themeFill="background2" w:themeFillShade="E6"/>
        <w:spacing w:before="120" w:after="0" w:line="360" w:lineRule="auto"/>
        <w:ind w:left="426"/>
        <w:contextualSpacing w:val="0"/>
        <w:jc w:val="both"/>
        <w:rPr>
          <w:rFonts w:ascii="Verdana Pro Light" w:hAnsi="Verdana Pro Light"/>
          <w:b/>
          <w:smallCaps/>
          <w:sz w:val="20"/>
        </w:rPr>
      </w:pPr>
      <w:proofErr w:type="spellStart"/>
      <w:r w:rsidRPr="001F068D"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1F068D">
        <w:rPr>
          <w:rFonts w:ascii="Verdana Pro Light" w:hAnsi="Verdana Pro Light"/>
          <w:b/>
          <w:smallCaps/>
          <w:sz w:val="20"/>
        </w:rPr>
        <w:t>Recursos</w:t>
      </w:r>
      <w:proofErr w:type="spellEnd"/>
    </w:p>
    <w:p w14:paraId="1085B9AD" w14:textId="77777777" w:rsidR="00442403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530D7A5" w14:textId="77777777" w:rsidR="00442403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6DCDBED0" w14:textId="52DA35BC" w:rsidR="00442403" w:rsidRPr="000A7332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Filme/Animação real ou simulado </w:t>
      </w:r>
    </w:p>
    <w:p w14:paraId="091E24BB" w14:textId="77777777" w:rsidR="00442403" w:rsidRPr="00FC797E" w:rsidRDefault="00442403" w:rsidP="00442403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6473D473" w14:textId="77777777" w:rsidR="00442403" w:rsidRPr="00F87025" w:rsidRDefault="00442403" w:rsidP="0044240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AAA3AA9" w14:textId="77777777" w:rsidR="00442403" w:rsidRDefault="00442403" w:rsidP="00442403">
      <w:pPr>
        <w:rPr>
          <w:rFonts w:ascii="Verdana Pro Light" w:hAnsi="Verdana Pro Light"/>
          <w:smallCaps/>
        </w:rPr>
      </w:pPr>
    </w:p>
    <w:p w14:paraId="5AC96353" w14:textId="77777777" w:rsidR="00442403" w:rsidRPr="00C34354" w:rsidRDefault="00442403" w:rsidP="00442403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AF45884" w14:textId="77777777" w:rsidR="00442403" w:rsidRPr="005054EF" w:rsidRDefault="00442403" w:rsidP="0044240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AF4B957" w14:textId="77777777" w:rsidR="00442403" w:rsidRPr="00DE5186" w:rsidRDefault="00442403" w:rsidP="00442403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2B9BBB2B" w14:textId="77777777" w:rsidR="002C7832" w:rsidRDefault="002C7832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4AD503C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948B8C7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E41FE19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0FBADFA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DEB6FAE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55AFD57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FF53D24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91FB327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7A9F83E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0C23338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43B67F3" w14:textId="77777777" w:rsidR="002209BF" w:rsidRDefault="002209BF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A0FE78A" w14:textId="77777777" w:rsidR="002209BF" w:rsidRDefault="002209BF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D99CA52" w14:textId="77777777" w:rsidR="002209BF" w:rsidRDefault="002209BF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03155F3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AD372E7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09CB9EE" w14:textId="77777777" w:rsidR="00442403" w:rsidRDefault="00442403" w:rsidP="0013562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42403" w:rsidRPr="00136AD8" w14:paraId="3177E50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85D2C8E" w14:textId="23E38420" w:rsidR="00442403" w:rsidRPr="00F42D38" w:rsidRDefault="00442403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982FEDA" w14:textId="77777777" w:rsidR="00442403" w:rsidRPr="00F42D38" w:rsidRDefault="00442403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Representar graficamente ideias e expressões </w:t>
            </w:r>
          </w:p>
        </w:tc>
      </w:tr>
    </w:tbl>
    <w:p w14:paraId="5F9A5D37" w14:textId="77777777" w:rsidR="00442403" w:rsidRPr="00136AD8" w:rsidRDefault="00442403" w:rsidP="0044240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FF6E3BE" w14:textId="77777777" w:rsidR="00442403" w:rsidRDefault="00442403" w:rsidP="0044240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D8BC4EA" w14:textId="77777777" w:rsidR="00442403" w:rsidRPr="003200F2" w:rsidRDefault="00442403" w:rsidP="0044240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60E3D7D" w14:textId="77777777" w:rsidR="00442403" w:rsidRPr="00136AD8" w:rsidRDefault="00442403" w:rsidP="0044240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442403" w:rsidRPr="00136AD8" w14:paraId="6317279B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59E79D" w14:textId="77777777" w:rsidR="00442403" w:rsidRPr="001B353A" w:rsidRDefault="00442403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42403" w:rsidRPr="00136AD8" w14:paraId="468F34AA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BCE0B7" w14:textId="5B152261" w:rsidR="0017111F" w:rsidRDefault="00442403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17111F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Pesquisar</w:t>
            </w:r>
            <w:r w:rsidR="0017111F" w:rsidRPr="001711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 expressões faciais, gestos corporais e posturas que comunicam uma variedade de emoções e estados de espírito. </w:t>
            </w:r>
          </w:p>
          <w:p w14:paraId="55234CAB" w14:textId="5143E615" w:rsidR="00442403" w:rsidRDefault="00442403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61528" w:rsidRPr="00D61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</w:t>
            </w:r>
            <w:r w:rsidR="00D61528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D61528" w:rsidRPr="00D615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contexto da cena ou narrativa em que o personagem está inserido para determinar a emoção ou ideia que deseja representar</w:t>
            </w:r>
          </w:p>
          <w:p w14:paraId="464114D6" w14:textId="77777777" w:rsidR="00442403" w:rsidRPr="003A391A" w:rsidRDefault="00442403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A391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elementos para representação gráfica, com técnicas mistas de movimento, voz e corpo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acting</w:t>
            </w:r>
            <w:proofErr w:type="spellEnd"/>
          </w:p>
          <w:p w14:paraId="49C931FB" w14:textId="77777777" w:rsidR="00442403" w:rsidRPr="0008537A" w:rsidRDefault="00442403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Criar um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modelsheet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Painel de Apresentação como arte final ilustrada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42403" w:rsidRPr="00136AD8" w14:paraId="249CCAF4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E4265C" w14:textId="77777777" w:rsidR="00442403" w:rsidRPr="001B353A" w:rsidRDefault="00442403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A09801" w14:textId="77777777" w:rsidR="00442403" w:rsidRPr="001B353A" w:rsidRDefault="00442403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F40626" w14:textId="77777777" w:rsidR="00442403" w:rsidRPr="001B353A" w:rsidRDefault="00442403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42403" w:rsidRPr="00136AD8" w14:paraId="7FAA6A85" w14:textId="77777777" w:rsidTr="00464811">
        <w:trPr>
          <w:trHeight w:val="764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2C2BE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Acting</w:t>
            </w:r>
            <w:proofErr w:type="spellEnd"/>
          </w:p>
          <w:p w14:paraId="0695AD2C" w14:textId="46E501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história</w:t>
            </w:r>
          </w:p>
          <w:p w14:paraId="372122AA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momentos fortes de cena</w:t>
            </w:r>
          </w:p>
          <w:p w14:paraId="0D3B97A5" w14:textId="0B9841B0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ilustração de movimento e emoções para animação</w:t>
            </w:r>
          </w:p>
          <w:p w14:paraId="42355E26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Relação de técnicas</w:t>
            </w:r>
          </w:p>
          <w:p w14:paraId="14699D0B" w14:textId="5E34EC73" w:rsidR="00442403" w:rsidRPr="00EF4176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técnicas mistas, de movimento e drama na sua relação com o processo de produção animado</w:t>
            </w:r>
          </w:p>
          <w:p w14:paraId="32BA5C2E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Ilustração</w:t>
            </w:r>
          </w:p>
          <w:p w14:paraId="326F187E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exagero das expressões</w:t>
            </w:r>
          </w:p>
          <w:p w14:paraId="6B0B740F" w14:textId="44A5B2B6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técnicas de riscadores para desenvolvimento e representação de ideias</w:t>
            </w:r>
          </w:p>
          <w:p w14:paraId="31705EEF" w14:textId="47DA7AC0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técnicas de desenho tradicional em técnicas digitais</w:t>
            </w:r>
          </w:p>
          <w:p w14:paraId="3EF6B77D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Personagem</w:t>
            </w:r>
          </w:p>
          <w:p w14:paraId="19EA06E3" w14:textId="77777777" w:rsidR="00442403" w:rsidRPr="0082388E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Noção de peso</w:t>
            </w:r>
          </w:p>
          <w:p w14:paraId="4216E916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corporal</w:t>
            </w:r>
          </w:p>
          <w:p w14:paraId="03F8DACC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Amplitude de movimentos e tempo</w:t>
            </w:r>
          </w:p>
          <w:p w14:paraId="7CEE6380" w14:textId="77777777" w:rsidR="00442403" w:rsidRPr="005C7C48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Emoções e expressões</w:t>
            </w:r>
          </w:p>
          <w:p w14:paraId="606C29D2" w14:textId="77777777" w:rsidR="00442403" w:rsidRPr="0082388E" w:rsidRDefault="00442403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308D551A" w14:textId="1B0210FD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Animação</w:t>
            </w:r>
          </w:p>
          <w:p w14:paraId="39068AEE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4B0CA70D" w14:textId="77777777" w:rsidR="00442403" w:rsidRPr="00E600CE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1685A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acting</w:t>
            </w:r>
            <w:proofErr w:type="spellEnd"/>
          </w:p>
          <w:p w14:paraId="7CBD1B3C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expressões e momentos para Animação</w:t>
            </w:r>
          </w:p>
          <w:p w14:paraId="7DCAC521" w14:textId="2C3F93E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diferentes técnicas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acting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tecnologias de ilustração</w:t>
            </w:r>
          </w:p>
          <w:p w14:paraId="66F97866" w14:textId="77777777" w:rsidR="00442403" w:rsidRPr="00FB6877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0B8CD32D" w14:textId="77777777" w:rsidR="00442403" w:rsidRPr="00FB6877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E0AF6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8476040" w14:textId="77777777" w:rsidR="00442403" w:rsidRDefault="00442403" w:rsidP="0044240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5444BC4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81B9A35" w14:textId="77777777" w:rsidR="00442403" w:rsidRDefault="00442403" w:rsidP="004424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35F7D4C5" w14:textId="77777777" w:rsidR="00442403" w:rsidRPr="000173C0" w:rsidRDefault="00442403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7C5722B" w14:textId="77777777" w:rsidR="00442403" w:rsidRDefault="00442403" w:rsidP="0044240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CD8A982" w14:textId="77777777" w:rsidR="00442403" w:rsidRPr="00F87025" w:rsidRDefault="00442403" w:rsidP="0044240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A370FC3" w14:textId="3E57F895" w:rsidR="0044240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Representar graficamente ideias e expressões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D64A48D" w14:textId="06F954FC" w:rsidR="00442403" w:rsidRPr="009D7FE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CD1. </w:t>
      </w:r>
      <w:r w:rsidR="00D005FE" w:rsidRPr="00D005FE">
        <w:rPr>
          <w:rFonts w:ascii="Verdana Pro Light" w:eastAsia="Arial Unicode MS" w:hAnsi="Verdana Pro Light" w:cs="Arial Unicode MS"/>
          <w:sz w:val="18"/>
          <w:szCs w:val="18"/>
        </w:rPr>
        <w:t>Analisando o contexto da cena ou narrativa para determinar a emoção ou ideia a ser representada, considerando o estado emocional do personagem e o propósito da cena.</w:t>
      </w:r>
    </w:p>
    <w:p w14:paraId="090980AE" w14:textId="425C7905" w:rsidR="00442403" w:rsidRPr="009D7FE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D005FE" w:rsidRPr="00D005FE">
        <w:rPr>
          <w:rFonts w:ascii="Verdana Pro Light" w:eastAsia="Arial Unicode MS" w:hAnsi="Verdana Pro Light" w:cs="Arial Unicode MS"/>
          <w:sz w:val="18"/>
          <w:szCs w:val="18"/>
        </w:rPr>
        <w:t>Esboçando detalhes anat</w:t>
      </w:r>
      <w:r w:rsidR="00D005FE">
        <w:rPr>
          <w:rFonts w:ascii="Verdana Pro Light" w:eastAsia="Arial Unicode MS" w:hAnsi="Verdana Pro Light" w:cs="Arial Unicode MS"/>
          <w:sz w:val="18"/>
          <w:szCs w:val="18"/>
        </w:rPr>
        <w:t>ó</w:t>
      </w:r>
      <w:r w:rsidR="00D005FE" w:rsidRPr="00D005FE">
        <w:rPr>
          <w:rFonts w:ascii="Verdana Pro Light" w:eastAsia="Arial Unicode MS" w:hAnsi="Verdana Pro Light" w:cs="Arial Unicode MS"/>
          <w:sz w:val="18"/>
          <w:szCs w:val="18"/>
        </w:rPr>
        <w:t>micos e refinando a expressão facial e a postura corporal do personagem, garantindo coerência com a emoção pretendida</w:t>
      </w:r>
    </w:p>
    <w:p w14:paraId="4C9A4351" w14:textId="3C0A6E37" w:rsidR="0044240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5C7C4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2F4F63" w:rsidRPr="002F4F63">
        <w:rPr>
          <w:rFonts w:ascii="Verdana Pro Light" w:eastAsia="Arial Unicode MS" w:hAnsi="Verdana Pro Light" w:cs="Arial Unicode MS"/>
          <w:sz w:val="18"/>
          <w:szCs w:val="18"/>
        </w:rPr>
        <w:t>Expressando a emoção ou ideia de forma convincente, utilizando técnicas de desenho para transmitir clareza e impacto visual na representação gráfica</w:t>
      </w:r>
    </w:p>
    <w:p w14:paraId="5515456E" w14:textId="77777777" w:rsidR="00442403" w:rsidRPr="009D7FE3" w:rsidRDefault="00442403" w:rsidP="004424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Criando um sistema de arquivo de ficheiros que facilite a gestão do processo de trabalho</w:t>
      </w:r>
    </w:p>
    <w:p w14:paraId="2C155FFC" w14:textId="77777777" w:rsidR="00442403" w:rsidRPr="00136AD8" w:rsidRDefault="00442403" w:rsidP="0044240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1003EA" w14:textId="77777777" w:rsidR="00442403" w:rsidRPr="00F87025" w:rsidRDefault="00442403" w:rsidP="0044240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072F8C8" w14:textId="77777777" w:rsidR="00442403" w:rsidRDefault="00442403" w:rsidP="00442403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15BEE328" w14:textId="77777777" w:rsidR="00442403" w:rsidRPr="00E600CE" w:rsidRDefault="00442403" w:rsidP="00442403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14A6E44F" w14:textId="002429DC" w:rsidR="00442403" w:rsidRPr="002F4F63" w:rsidRDefault="00442403" w:rsidP="002F4F63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  <w:r w:rsidRPr="002F4F6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1915435" w14:textId="77777777" w:rsidR="00442403" w:rsidRPr="00F87025" w:rsidRDefault="00442403" w:rsidP="0044240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F586739" w14:textId="77777777" w:rsidR="00442403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D7CB3C0" w14:textId="77777777" w:rsidR="00442403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analógicas de animação</w:t>
      </w:r>
    </w:p>
    <w:p w14:paraId="54088F83" w14:textId="77777777" w:rsidR="00442403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6776685C" w14:textId="0C6D5AFD" w:rsidR="00442403" w:rsidRDefault="00442403" w:rsidP="0044240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Animação real ou simulado </w:t>
      </w:r>
    </w:p>
    <w:p w14:paraId="448E6E1C" w14:textId="77777777" w:rsidR="00442403" w:rsidRPr="00FC797E" w:rsidRDefault="00442403" w:rsidP="0044240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347F354" w14:textId="028532A2" w:rsidR="00442403" w:rsidRPr="00457FED" w:rsidRDefault="00442403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10C41E" w14:textId="77777777" w:rsidR="00457FED" w:rsidRPr="00C34354" w:rsidRDefault="00457FED" w:rsidP="00457FE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540876C" w14:textId="77777777" w:rsidR="00457FED" w:rsidRPr="005054EF" w:rsidRDefault="00457FED" w:rsidP="00457FED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>Sugere-se a utilização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 ativo com recurso ao estudo de casos 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980085" w14:textId="77777777" w:rsidR="00457FED" w:rsidRDefault="00457FED" w:rsidP="00457FE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presencial </w:t>
      </w:r>
    </w:p>
    <w:p w14:paraId="21DFBE78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857C059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7D90DA5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7A45AF4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5DF8D5A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485E9ED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D7CA31E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0004610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B880F8C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BDC4634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9C9F6D0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A835000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86BC378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284A45C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7468405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200A158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7FED" w:rsidRPr="00136AD8" w14:paraId="39E7D09A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95F70ED" w14:textId="3571E871" w:rsidR="00457FED" w:rsidRPr="000A0A45" w:rsidRDefault="00457FE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0A0A45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D7C0566" w14:textId="77777777" w:rsidR="00457FED" w:rsidRPr="000A0A45" w:rsidRDefault="00457FE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0A0A45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 xml:space="preserve">Desenhar </w:t>
            </w:r>
            <w:commentRangeStart w:id="6"/>
            <w:r w:rsidRPr="000A0A45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ilustrações</w:t>
            </w:r>
            <w:commentRangeEnd w:id="6"/>
            <w:r>
              <w:rPr>
                <w:rStyle w:val="Refdecomentrio"/>
              </w:rPr>
              <w:commentReference w:id="6"/>
            </w:r>
          </w:p>
        </w:tc>
      </w:tr>
    </w:tbl>
    <w:p w14:paraId="6F0750DB" w14:textId="77777777" w:rsidR="00457FED" w:rsidRPr="00136AD8" w:rsidRDefault="00457FED" w:rsidP="00457FE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C3692BD" w14:textId="77777777" w:rsidR="00457FED" w:rsidRDefault="00457FED" w:rsidP="00457F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4A81095" w14:textId="77777777" w:rsidR="00457FED" w:rsidRPr="003200F2" w:rsidRDefault="00457FED" w:rsidP="00457F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86F60F0" w14:textId="77777777" w:rsidR="00457FED" w:rsidRPr="00136AD8" w:rsidRDefault="00457FED" w:rsidP="00457FE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7FED" w:rsidRPr="00136AD8" w14:paraId="2FACFE8F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E69348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7FED" w:rsidRPr="00136AD8" w14:paraId="07AEB183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AE7FC7" w14:textId="77777777" w:rsidR="00457FED" w:rsidRDefault="00457FE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Contextualizar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projeto de ilustração e efetuar pesquisas de elementos visuais</w:t>
            </w:r>
          </w:p>
          <w:p w14:paraId="3368C83D" w14:textId="77777777" w:rsidR="00457FED" w:rsidRDefault="00457FE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soluções visuais e 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representação.</w:t>
            </w:r>
          </w:p>
          <w:p w14:paraId="55D6A8EC" w14:textId="77777777" w:rsidR="00457FED" w:rsidRDefault="00457FE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Criar a narrativa visual e elaborar esboços</w:t>
            </w:r>
          </w:p>
          <w:p w14:paraId="271B3AA1" w14:textId="77777777" w:rsidR="00457FED" w:rsidRDefault="00457FE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projeto de ilustração</w:t>
            </w:r>
          </w:p>
          <w:p w14:paraId="5AA5049C" w14:textId="77777777" w:rsidR="00457FED" w:rsidRPr="0008537A" w:rsidRDefault="00457FE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Justificar a narrativa visual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57FED" w:rsidRPr="00136AD8" w14:paraId="11292369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DCA416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8FD45B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2D28444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7FED" w:rsidRPr="00136AD8" w14:paraId="350F7821" w14:textId="77777777" w:rsidTr="00464811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02C9D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ontextualização cultural, histórica, artística e social da ilustração</w:t>
            </w:r>
          </w:p>
          <w:p w14:paraId="22FC6917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t</w:t>
            </w:r>
            <w:r w:rsidRPr="000A0A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de ilustração</w:t>
            </w:r>
          </w:p>
          <w:p w14:paraId="48585A1E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</w:t>
            </w:r>
            <w:r w:rsidRPr="00B921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e meios para a realização de ilustração</w:t>
            </w:r>
          </w:p>
          <w:p w14:paraId="008604AC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processo de produção do p</w:t>
            </w:r>
            <w:r w:rsidRPr="00B921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rojeto de desenho de ilustração</w:t>
            </w:r>
          </w:p>
          <w:p w14:paraId="306DF0CF" w14:textId="77777777" w:rsidR="00457FED" w:rsidRPr="001A5CC0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riatividade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E26B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C0321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tipologias de ilustração</w:t>
            </w:r>
          </w:p>
          <w:p w14:paraId="3BD0C45F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função das diferentes tipologias de ilustração</w:t>
            </w:r>
          </w:p>
          <w:p w14:paraId="530A3542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Aferir sobre a evolução histórica da ilustração</w:t>
            </w:r>
          </w:p>
          <w:p w14:paraId="49AA04BC" w14:textId="77777777" w:rsidR="00457FED" w:rsidRPr="0054635A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diferentes técnicas de representação </w:t>
            </w:r>
          </w:p>
          <w:p w14:paraId="1A847F62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Manusear diferentes materiais de desenho</w:t>
            </w:r>
          </w:p>
          <w:p w14:paraId="68179955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ilustração analógicas e/ou digitais</w:t>
            </w:r>
          </w:p>
          <w:p w14:paraId="6C623DB3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processo criativo</w:t>
            </w:r>
          </w:p>
          <w:p w14:paraId="0FE5E47B" w14:textId="77777777" w:rsidR="00457FED" w:rsidRPr="00E71ED4" w:rsidRDefault="00457FED" w:rsidP="00464811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AFE41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</w:t>
            </w:r>
          </w:p>
          <w:p w14:paraId="6678C699" w14:textId="77777777" w:rsidR="00457FED" w:rsidRDefault="00457FED" w:rsidP="00457FE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4267C442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1E0F3C4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DF46D3C" w14:textId="77777777" w:rsidR="00457FED" w:rsidRPr="00AF3757" w:rsidRDefault="00457FED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D8061F5" w14:textId="77777777" w:rsidR="00457FED" w:rsidRDefault="00457FED" w:rsidP="00457FE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B1ECF96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3A21B10" w14:textId="77777777" w:rsidR="00457FED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40FB4">
        <w:rPr>
          <w:rFonts w:ascii="Verdana Pro Light" w:eastAsia="Arial Unicode MS" w:hAnsi="Verdana Pro Light" w:cs="Times New Roman"/>
          <w:b/>
          <w:sz w:val="18"/>
          <w:szCs w:val="18"/>
        </w:rPr>
        <w:t>Desenhar ilustrações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CF4F9AB" w14:textId="77777777" w:rsidR="00457FED" w:rsidRPr="0064164C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Escolhendo soluções visuais adequadas à tipologia do projeto de ilustração</w:t>
      </w:r>
    </w:p>
    <w:p w14:paraId="0D1B128E" w14:textId="77777777" w:rsidR="00457FED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técnicas de representação adequadas à tipologia do projeto de ilustração</w:t>
      </w:r>
    </w:p>
    <w:p w14:paraId="62A387C2" w14:textId="77777777" w:rsidR="00457FED" w:rsidRPr="0064164C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Manuseando corretamente as ferramentas escolhidas para o projeto de ilustração</w:t>
      </w:r>
    </w:p>
    <w:p w14:paraId="369C03D4" w14:textId="77777777" w:rsidR="00457FED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Fundamentando a narrativa visual do projeto de ilustração tendo em conta a sua função.</w:t>
      </w:r>
    </w:p>
    <w:p w14:paraId="1A4BBA81" w14:textId="77777777" w:rsidR="00457FED" w:rsidRPr="00136AD8" w:rsidRDefault="00457FED" w:rsidP="00457FE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3E9C36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AFBAA0C" w14:textId="77777777" w:rsidR="00457FED" w:rsidRPr="00540FB4" w:rsidRDefault="00457FED" w:rsidP="00457F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Aplicável a diferentes contextos.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540FB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B74D72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230C5E" w14:textId="77777777" w:rsidR="00457FED" w:rsidRPr="00436CB6" w:rsidRDefault="00457FED" w:rsidP="00457FE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D9E5907" w14:textId="77777777" w:rsidR="00457FED" w:rsidRDefault="00457FED" w:rsidP="00457FE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0ECA2415" w14:textId="77777777" w:rsidR="00457FED" w:rsidRDefault="00457FED" w:rsidP="00457FE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7BD6F87E" w14:textId="77777777" w:rsidR="00457FED" w:rsidRPr="006D29AD" w:rsidRDefault="00457FED" w:rsidP="00457FE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07E2D4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695859B" w14:textId="77777777" w:rsidR="00457FED" w:rsidRDefault="00457FED" w:rsidP="00457FED">
      <w:pPr>
        <w:rPr>
          <w:rFonts w:ascii="Verdana Pro Light" w:hAnsi="Verdana Pro Light"/>
          <w:smallCaps/>
        </w:rPr>
      </w:pPr>
    </w:p>
    <w:p w14:paraId="5CA55E97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682386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1E6EBF7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BF382BD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9DCAFCB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7D8C762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4B3E5D5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F575E7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D2FB592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B24D1A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9614E8E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97D0F47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3E1B22A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6749D8D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A86F4FF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5DA3ED2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ECA92FF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E77256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285EE66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2E091DF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54705B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D35FEA6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D7BB211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BD16379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C11EC7E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19997CB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F2FD118" w14:textId="77777777" w:rsidR="00457FED" w:rsidRDefault="00457FED" w:rsidP="00457FED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7FED" w:rsidRPr="00136AD8" w14:paraId="7F1DF029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AD897B" w14:textId="3ED7B8A0" w:rsidR="00457FED" w:rsidRPr="00F42D38" w:rsidRDefault="00457FE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8003C8" w14:textId="77777777" w:rsidR="00457FED" w:rsidRPr="00F42D38" w:rsidRDefault="00457FED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Escrever guiões para curtas-metragens de animação </w:t>
            </w:r>
          </w:p>
        </w:tc>
      </w:tr>
    </w:tbl>
    <w:p w14:paraId="3A93534D" w14:textId="77777777" w:rsidR="00457FED" w:rsidRPr="00136AD8" w:rsidRDefault="00457FED" w:rsidP="00457FE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0EF74EF" w14:textId="77777777" w:rsidR="00457FED" w:rsidRDefault="00457FED" w:rsidP="00457F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D65C4FF" w14:textId="77777777" w:rsidR="00457FED" w:rsidRPr="003200F2" w:rsidRDefault="00457FED" w:rsidP="00457F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443521E" w14:textId="77777777" w:rsidR="00457FED" w:rsidRPr="00136AD8" w:rsidRDefault="00457FED" w:rsidP="00457FE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457FED" w:rsidRPr="00136AD8" w14:paraId="3748AAC4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B1F675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7FED" w:rsidRPr="00136AD8" w14:paraId="0801CB50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BE6E2" w14:textId="77777777" w:rsidR="00457FED" w:rsidRDefault="00457FE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Pesquisar técnicas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guionismo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diferentes narrativas audiovisuais</w:t>
            </w:r>
          </w:p>
          <w:p w14:paraId="1E656975" w14:textId="77777777" w:rsidR="00457FED" w:rsidRDefault="00457FED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diferentes narrativas visuais e elementos de cena com função dramática</w:t>
            </w:r>
          </w:p>
          <w:p w14:paraId="338B8300" w14:textId="77777777" w:rsidR="00457FED" w:rsidRPr="001255B4" w:rsidRDefault="00457FE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história utilizando as regras básicas de formatação e construção de guião para animação</w:t>
            </w:r>
          </w:p>
          <w:p w14:paraId="0A2D5425" w14:textId="77777777" w:rsidR="00457FED" w:rsidRPr="0008537A" w:rsidRDefault="00457FED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Criar guião para uma curta-metragem de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57FED" w:rsidRPr="00136AD8" w14:paraId="206F36E2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E1748F" w14:textId="77777777" w:rsidR="00457FED" w:rsidRPr="001B353A" w:rsidRDefault="00457FED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416A24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91B8E6" w14:textId="77777777" w:rsidR="00457FED" w:rsidRPr="001B353A" w:rsidRDefault="00457FED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7FED" w:rsidRPr="00136AD8" w14:paraId="00E70068" w14:textId="77777777" w:rsidTr="00464811">
        <w:trPr>
          <w:trHeight w:val="3534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94228" w14:textId="77777777" w:rsidR="00457FED" w:rsidRPr="0082388E" w:rsidRDefault="00457FE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técnicos de narrativa em Cena</w:t>
            </w:r>
          </w:p>
          <w:p w14:paraId="438BF25D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cena</w:t>
            </w:r>
          </w:p>
          <w:p w14:paraId="6ADDC0F6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</w:t>
            </w:r>
          </w:p>
          <w:p w14:paraId="58407BC7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</w:t>
            </w:r>
          </w:p>
          <w:p w14:paraId="3CD9560A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Acção</w:t>
            </w:r>
            <w:proofErr w:type="spellEnd"/>
          </w:p>
          <w:p w14:paraId="78C681D0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Argumento</w:t>
            </w:r>
          </w:p>
          <w:p w14:paraId="726F1400" w14:textId="77777777" w:rsidR="00457FED" w:rsidRPr="0082388E" w:rsidRDefault="00457FE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Géneros e estilos narrativos audiovisuais</w:t>
            </w:r>
          </w:p>
          <w:p w14:paraId="2A5F458D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Linear</w:t>
            </w:r>
          </w:p>
          <w:p w14:paraId="23FC0E50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Binaria</w:t>
            </w:r>
          </w:p>
          <w:p w14:paraId="17BDCF9B" w14:textId="77777777" w:rsidR="00457FED" w:rsidRPr="000E0D03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Circular</w:t>
            </w:r>
          </w:p>
          <w:p w14:paraId="67D23E27" w14:textId="77777777" w:rsidR="00457FED" w:rsidRPr="0082388E" w:rsidRDefault="00457FED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Estilos narrativos 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story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line</w:t>
            </w:r>
            <w:proofErr w:type="spellEnd"/>
          </w:p>
          <w:p w14:paraId="07A75E00" w14:textId="77777777" w:rsidR="00457FED" w:rsidRPr="006725BB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elementos técnicos de escrita e dramatização</w:t>
            </w:r>
          </w:p>
          <w:p w14:paraId="3ACDD4D5" w14:textId="77777777" w:rsidR="00457FED" w:rsidRPr="00E600CE" w:rsidRDefault="00457FED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AB704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e estéticos da narrativa em cena</w:t>
            </w:r>
          </w:p>
          <w:p w14:paraId="69FBBA71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classificar diferentes géneros narrativos de animação</w:t>
            </w:r>
          </w:p>
          <w:p w14:paraId="792C5E69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relação entre vários géneros e estilos narrativos</w:t>
            </w:r>
          </w:p>
          <w:p w14:paraId="362EC86C" w14:textId="77777777" w:rsidR="00457FED" w:rsidRPr="00FB6877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BAED3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FFEBB75" w14:textId="77777777" w:rsidR="00457FED" w:rsidRDefault="00457FED" w:rsidP="00457FE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A6A3313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73622E4" w14:textId="77777777" w:rsidR="00457FED" w:rsidRDefault="00457FED" w:rsidP="00457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2E54725" w14:textId="77777777" w:rsidR="00457FED" w:rsidRPr="000173C0" w:rsidRDefault="00457FED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9073E78" w14:textId="77777777" w:rsidR="00457FED" w:rsidRDefault="00457FED" w:rsidP="00457FE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80E8C93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84546E7" w14:textId="349112C2" w:rsidR="00457FED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Escrever guiões para curtas-metragens de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4BDE8E7" w14:textId="77777777" w:rsidR="00457FED" w:rsidRPr="009D7FE3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filmes 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tendo em conta os pré-requisitos técnicos </w:t>
      </w:r>
      <w:r>
        <w:rPr>
          <w:rFonts w:ascii="Verdana Pro Light" w:eastAsia="Arial Unicode MS" w:hAnsi="Verdana Pro Light" w:cs="Arial Unicode MS"/>
          <w:sz w:val="18"/>
          <w:szCs w:val="18"/>
        </w:rPr>
        <w:t>das narrativas</w:t>
      </w:r>
    </w:p>
    <w:p w14:paraId="449CCFB7" w14:textId="77777777" w:rsidR="00457FED" w:rsidRPr="009D7FE3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diferentes técnicas e aperfeiçoamento da história criada através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pré-requisitos técnicos d</w:t>
      </w:r>
      <w:r>
        <w:rPr>
          <w:rFonts w:ascii="Verdana Pro Light" w:eastAsia="Arial Unicode MS" w:hAnsi="Verdana Pro Light" w:cs="Arial Unicode MS"/>
          <w:sz w:val="18"/>
          <w:szCs w:val="18"/>
        </w:rPr>
        <w:t>a narrativa no audiovisual</w:t>
      </w:r>
    </w:p>
    <w:p w14:paraId="4ED98B9A" w14:textId="77777777" w:rsidR="00457FED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322BBB">
        <w:rPr>
          <w:rFonts w:ascii="Verdana Pro Light" w:eastAsia="Arial Unicode MS" w:hAnsi="Verdana Pro Light" w:cs="Arial Unicode MS"/>
          <w:sz w:val="18"/>
          <w:szCs w:val="18"/>
        </w:rPr>
        <w:t>Elaborando e desenvolver os elementos constituintes da narrativa e tratamento de informação com relação à técnica audiovisual utilizada</w:t>
      </w:r>
    </w:p>
    <w:p w14:paraId="06714595" w14:textId="3C897A10" w:rsidR="00457FED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Criando um sistema de arquivo do processo criativo que facilite o desenvolvimento do processo da narrativa</w:t>
      </w:r>
    </w:p>
    <w:p w14:paraId="42871BAD" w14:textId="77777777" w:rsidR="00457FED" w:rsidRPr="00322BBB" w:rsidRDefault="00457FED" w:rsidP="00457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543D9EAD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FD4317" w14:textId="77777777" w:rsidR="00457FED" w:rsidRDefault="00457FED" w:rsidP="00457FE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4103A6F1" w14:textId="77777777" w:rsidR="00457FED" w:rsidRPr="00E600CE" w:rsidRDefault="00457FED" w:rsidP="00457FE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4428405F" w14:textId="77777777" w:rsidR="00457FED" w:rsidRDefault="00457FED" w:rsidP="00457FE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573A47AA" w14:textId="77777777" w:rsidR="00457FED" w:rsidRPr="00A92466" w:rsidRDefault="00457FED" w:rsidP="00457FED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1DC25B6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59FB8F8" w14:textId="77777777" w:rsidR="00457FED" w:rsidRDefault="00457FED" w:rsidP="00457FE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B87D3B0" w14:textId="77777777" w:rsidR="00457FED" w:rsidRDefault="00457FED" w:rsidP="00457FE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 e som</w:t>
      </w:r>
    </w:p>
    <w:p w14:paraId="24D0FFB9" w14:textId="77777777" w:rsidR="00457FED" w:rsidRDefault="00457FED" w:rsidP="00457FED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de Filme/Animação real ou simulado com diferentes técnicas para serem finalizadas e editadas</w:t>
      </w:r>
    </w:p>
    <w:p w14:paraId="00EF2E8F" w14:textId="77777777" w:rsidR="00457FED" w:rsidRPr="00FC797E" w:rsidRDefault="00457FED" w:rsidP="00457FED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72D9C8F6" w14:textId="77777777" w:rsidR="00457FED" w:rsidRPr="00F87025" w:rsidRDefault="00457FED" w:rsidP="00457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7FF7B3B" w14:textId="77777777" w:rsidR="00457FED" w:rsidRDefault="00457FED" w:rsidP="00457FED">
      <w:pPr>
        <w:rPr>
          <w:rFonts w:ascii="Verdana Pro Light" w:hAnsi="Verdana Pro Light"/>
          <w:smallCaps/>
        </w:rPr>
      </w:pPr>
    </w:p>
    <w:p w14:paraId="0F27612D" w14:textId="77777777" w:rsidR="00457FED" w:rsidRPr="00C34354" w:rsidRDefault="00457FED" w:rsidP="00457FE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4C7AD8C" w14:textId="58972189" w:rsidR="00457FED" w:rsidRPr="00FC797E" w:rsidRDefault="00457FED" w:rsidP="00457FED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à elaboração de</w:t>
      </w:r>
      <w:r w:rsidRPr="00457FED">
        <w:rPr>
          <w:rFonts w:ascii="Verdana Pro Light" w:eastAsia="Arial Unicode MS" w:hAnsi="Verdana Pro Light" w:cs="Arial Unicode MS"/>
          <w:sz w:val="18"/>
          <w:szCs w:val="18"/>
        </w:rPr>
        <w:t xml:space="preserve"> guiões para curtas-metragens de animação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e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2B59C886" w14:textId="77777777" w:rsidR="00457FED" w:rsidRPr="00FC797E" w:rsidRDefault="00457FED" w:rsidP="00457FED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0531BB3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DCCC008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35DDAC4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4A53DD7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E3311BE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9CD504D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67F7570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53D3390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FD57A36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0A40957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2D77357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F98D381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12B559F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5CFED7B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F540442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CE9A1CD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BBAD1B7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333ACCF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83F3BFC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71EC768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1E0A749" w14:textId="77777777" w:rsid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50608" w:rsidRPr="00136AD8" w14:paraId="52E45055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E77599" w14:textId="18CED9FA" w:rsidR="00E50608" w:rsidRPr="00F42D38" w:rsidRDefault="00E50608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29756A9" w14:textId="77777777" w:rsidR="00E50608" w:rsidRPr="00F42D38" w:rsidRDefault="00E50608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Ilustrar elementos para animação digital </w:t>
            </w:r>
          </w:p>
        </w:tc>
      </w:tr>
    </w:tbl>
    <w:p w14:paraId="1BEABCE6" w14:textId="77777777" w:rsidR="00E50608" w:rsidRPr="00136AD8" w:rsidRDefault="00E50608" w:rsidP="00E5060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75D8C3D" w14:textId="77777777" w:rsidR="00E50608" w:rsidRDefault="00E50608" w:rsidP="00E5060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AD9BAFA" w14:textId="77777777" w:rsidR="00E50608" w:rsidRPr="003200F2" w:rsidRDefault="00E50608" w:rsidP="00E5060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DE6F937" w14:textId="77777777" w:rsidR="00E50608" w:rsidRPr="00136AD8" w:rsidRDefault="00E50608" w:rsidP="00E5060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E50608" w:rsidRPr="00136AD8" w14:paraId="4754C9A8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F37823" w14:textId="77777777" w:rsidR="00E50608" w:rsidRPr="001B353A" w:rsidRDefault="00E50608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50608" w:rsidRPr="00136AD8" w14:paraId="7202ECDC" w14:textId="77777777" w:rsidTr="00464811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C8FE16" w14:textId="77777777" w:rsidR="00E50608" w:rsidRDefault="00E50608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Pesquisar os pré-requisitos técnicos de pintura digital para animação</w:t>
            </w:r>
          </w:p>
          <w:p w14:paraId="2BC8537B" w14:textId="77777777" w:rsidR="00E50608" w:rsidRDefault="00E50608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diferentes suportes e técnicas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Compositing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Mattepainting</w:t>
            </w:r>
            <w:proofErr w:type="spellEnd"/>
          </w:p>
          <w:p w14:paraId="3F376615" w14:textId="716E7B5D" w:rsidR="00E50608" w:rsidRPr="003A391A" w:rsidRDefault="00E50608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A391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C96B2B">
              <w:rPr>
                <w:rFonts w:ascii="Verdana Pro Light" w:eastAsia="Arial Unicode MS" w:hAnsi="Verdana Pro Light" w:cs="Arial Unicode MS"/>
                <w:sz w:val="18"/>
                <w:szCs w:val="18"/>
                <w:lang w:val="pt-BR"/>
              </w:rPr>
              <w:t xml:space="preserve">Elaborar os elementos para serem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editados em imagem 2D, modelação 3D, efeitos e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</w:rPr>
              <w:t>vídeo</w:t>
            </w:r>
          </w:p>
          <w:p w14:paraId="4B5409A5" w14:textId="77777777" w:rsidR="00E50608" w:rsidRPr="0008537A" w:rsidRDefault="00E50608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Ilustrar</w:t>
            </w:r>
            <w:r w:rsidRPr="00C96B2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produzir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elementos</w:t>
            </w:r>
            <w:r w:rsidRPr="00C96B2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exportação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50608" w:rsidRPr="00136AD8" w14:paraId="63D0EC85" w14:textId="77777777" w:rsidTr="00464811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459FAA" w14:textId="77777777" w:rsidR="00E50608" w:rsidRPr="001B353A" w:rsidRDefault="00E50608" w:rsidP="00464811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0B44C2" w14:textId="77777777" w:rsidR="00E50608" w:rsidRPr="001B353A" w:rsidRDefault="00E50608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A596DAA" w14:textId="77777777" w:rsidR="00E50608" w:rsidRPr="001B353A" w:rsidRDefault="00E50608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50608" w:rsidRPr="00136AD8" w14:paraId="69A3AA5D" w14:textId="77777777" w:rsidTr="00464811">
        <w:trPr>
          <w:trHeight w:val="53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E9B62" w14:textId="77777777" w:rsidR="00E50608" w:rsidRPr="0082388E" w:rsidRDefault="00E50608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Pintura Digital</w:t>
            </w:r>
          </w:p>
          <w:p w14:paraId="086BDC1E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da resolução</w:t>
            </w:r>
          </w:p>
          <w:p w14:paraId="2CE81263" w14:textId="307615F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em função da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 final</w:t>
            </w:r>
          </w:p>
          <w:p w14:paraId="5E162F3D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correção de efeitos e comportamentos na animação</w:t>
            </w:r>
          </w:p>
          <w:p w14:paraId="141F17BF" w14:textId="77777777" w:rsidR="00E50608" w:rsidRPr="0082388E" w:rsidRDefault="00E50608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écnicas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Mistas e Efeitos especiais</w:t>
            </w:r>
          </w:p>
          <w:p w14:paraId="07DEB309" w14:textId="514C3EDB" w:rsidR="00E50608" w:rsidRPr="00EF4176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mistas na sua relação com o processo de produção</w:t>
            </w:r>
          </w:p>
          <w:p w14:paraId="0587200A" w14:textId="77777777" w:rsidR="00E50608" w:rsidRPr="0082388E" w:rsidRDefault="00E50608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Mattepainting</w:t>
            </w:r>
            <w:proofErr w:type="spellEnd"/>
          </w:p>
          <w:p w14:paraId="2BE4C2DA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calibração de cor e escalas</w:t>
            </w:r>
          </w:p>
          <w:p w14:paraId="0213E6E9" w14:textId="055DB122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Identificação de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edição de imagem estática e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dinâmica</w:t>
            </w:r>
          </w:p>
          <w:p w14:paraId="508E3795" w14:textId="000410DA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de técnicas de desenho tradicional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digitais</w:t>
            </w:r>
          </w:p>
          <w:p w14:paraId="7AF73F25" w14:textId="77777777" w:rsidR="00E50608" w:rsidRPr="0082388E" w:rsidRDefault="00E50608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7A3E747C" w14:textId="77777777" w:rsidR="00E50608" w:rsidRPr="0082388E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</w:t>
            </w:r>
            <w:proofErr w:type="spellEnd"/>
          </w:p>
          <w:p w14:paraId="4907B79A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Blend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Modes</w:t>
            </w:r>
            <w:proofErr w:type="spellEnd"/>
          </w:p>
          <w:p w14:paraId="481B60D7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</w:t>
            </w:r>
          </w:p>
          <w:p w14:paraId="5D5F0666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</w:t>
            </w:r>
          </w:p>
          <w:p w14:paraId="21855F48" w14:textId="77777777" w:rsidR="00E50608" w:rsidRPr="00440A2D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Canal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Alpha</w:t>
            </w:r>
            <w:proofErr w:type="spellEnd"/>
          </w:p>
          <w:p w14:paraId="14A51A09" w14:textId="77777777" w:rsidR="00E50608" w:rsidRPr="0082388E" w:rsidRDefault="00E50608" w:rsidP="00464811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1CE48CAF" w14:textId="41843979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Animação</w:t>
            </w:r>
          </w:p>
          <w:p w14:paraId="06F5DF02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21790381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3A88330C" w14:textId="77777777" w:rsidR="00E50608" w:rsidRPr="00E600CE" w:rsidRDefault="00E50608" w:rsidP="00464811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B1C44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os pré-requisitos técnicos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MAttepainting</w:t>
            </w:r>
            <w:proofErr w:type="spellEnd"/>
          </w:p>
          <w:p w14:paraId="29182C6E" w14:textId="58F4AD6C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corrigir erros técnicos de edição de </w:t>
            </w:r>
            <w:r w:rsidR="003C2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para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Animação</w:t>
            </w:r>
          </w:p>
          <w:p w14:paraId="1F6D35A1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Efeitos Especiais</w:t>
            </w:r>
          </w:p>
          <w:p w14:paraId="3BAF27C6" w14:textId="77777777" w:rsidR="00E50608" w:rsidRPr="00FB6877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499598F1" w14:textId="77777777" w:rsidR="00E50608" w:rsidRPr="00FB6877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9305E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0613F51" w14:textId="77777777" w:rsidR="00E50608" w:rsidRDefault="00E50608" w:rsidP="00E5060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DC6F6F9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4FD5B31" w14:textId="77777777" w:rsidR="00E50608" w:rsidRDefault="00E50608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44E71F82" w14:textId="6ECE41D7" w:rsidR="003C28F0" w:rsidRDefault="003C28F0" w:rsidP="00E506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6A02B23" w14:textId="77777777" w:rsidR="00E50608" w:rsidRPr="000173C0" w:rsidRDefault="00E50608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6CBAB05" w14:textId="77777777" w:rsidR="00E50608" w:rsidRDefault="00E50608" w:rsidP="00E5060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66175D4" w14:textId="77777777" w:rsidR="00E50608" w:rsidRPr="00F87025" w:rsidRDefault="00E50608" w:rsidP="00E5060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69F1597" w14:textId="77777777" w:rsidR="00E50608" w:rsidRDefault="00E50608" w:rsidP="00E50608">
      <w:pPr>
        <w:spacing w:before="120" w:after="0" w:line="276" w:lineRule="auto"/>
        <w:ind w:left="709" w:hanging="567"/>
        <w:rPr>
          <w:rFonts w:ascii="Verdana Pro Light" w:eastAsia="Arial Unicode MS" w:hAnsi="Verdana Pro Light" w:cs="Times New Roman"/>
          <w:b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Ilustrar elementos para animação digital </w:t>
      </w:r>
    </w:p>
    <w:p w14:paraId="38033AAF" w14:textId="6D984BC1" w:rsidR="00E50608" w:rsidRPr="009D7FE3" w:rsidRDefault="00E50608" w:rsidP="00E506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filmes de Animação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tendo em conta os pré-requisitos técnicos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Mattepainting</w:t>
      </w:r>
      <w:proofErr w:type="spellEnd"/>
    </w:p>
    <w:p w14:paraId="6EEF2C01" w14:textId="77777777" w:rsidR="00E50608" w:rsidRPr="009D7FE3" w:rsidRDefault="00E50608" w:rsidP="00E506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lastRenderedPageBreak/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>Selecionadas metodologias de edição de imagem</w:t>
      </w:r>
      <w:r w:rsidRPr="003E67A0">
        <w:rPr>
          <w:rFonts w:ascii="Verdana Pro Light" w:eastAsia="Arial Unicode MS" w:hAnsi="Verdana Pro Light" w:cs="Arial Unicode MS"/>
          <w:sz w:val="18"/>
          <w:szCs w:val="18"/>
        </w:rPr>
        <w:t xml:space="preserve"> metodologias tendo em conta a técnica utilizada</w:t>
      </w:r>
    </w:p>
    <w:p w14:paraId="687819CC" w14:textId="38E1F755" w:rsidR="00E50608" w:rsidRPr="001819E4" w:rsidRDefault="00E50608" w:rsidP="00E506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1819E4">
        <w:rPr>
          <w:rFonts w:ascii="Verdana Pro Light" w:eastAsia="Arial Unicode MS" w:hAnsi="Verdana Pro Light" w:cs="Arial Unicode MS"/>
          <w:sz w:val="18"/>
          <w:szCs w:val="18"/>
        </w:rPr>
        <w:t>CD3.Desenvolve</w:t>
      </w:r>
      <w:r w:rsidR="003C28F0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1819E4">
        <w:rPr>
          <w:rFonts w:ascii="Verdana Pro Light" w:eastAsia="Arial Unicode MS" w:hAnsi="Verdana Pro Light" w:cs="Arial Unicode MS"/>
          <w:sz w:val="18"/>
          <w:szCs w:val="18"/>
        </w:rPr>
        <w:t xml:space="preserve"> os elementos constituintes de montagem e a sua a exportação com relação à técnica utilizada tendo em conta os objetivos do projeto</w:t>
      </w:r>
    </w:p>
    <w:p w14:paraId="628295A0" w14:textId="77777777" w:rsidR="00E50608" w:rsidRDefault="00E50608" w:rsidP="00E506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1819E4">
        <w:rPr>
          <w:rFonts w:ascii="Verdana Pro Light" w:eastAsia="Arial Unicode MS" w:hAnsi="Verdana Pro Light" w:cs="Arial Unicode MS"/>
          <w:sz w:val="18"/>
          <w:szCs w:val="18"/>
        </w:rPr>
        <w:t>CD4. Criando um sistema de arquivo de ficheiros que facilite a gestão do processo de trabalho e exportação final</w:t>
      </w:r>
    </w:p>
    <w:p w14:paraId="46B31841" w14:textId="77777777" w:rsidR="00E50608" w:rsidRPr="00136AD8" w:rsidRDefault="00E50608" w:rsidP="00E5060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B65C7D" w14:textId="77777777" w:rsidR="00E50608" w:rsidRPr="00F87025" w:rsidRDefault="00E50608" w:rsidP="00E5060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207104F" w14:textId="77777777" w:rsidR="00E50608" w:rsidRDefault="00E50608" w:rsidP="00E5060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Animação</w:t>
      </w:r>
    </w:p>
    <w:p w14:paraId="14098BEE" w14:textId="77777777" w:rsidR="00E50608" w:rsidRPr="00E600CE" w:rsidRDefault="00E50608" w:rsidP="00E5060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4D49EC39" w14:textId="77777777" w:rsidR="00E50608" w:rsidRDefault="00E50608" w:rsidP="00E5060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 xml:space="preserve">Editoras e </w:t>
      </w: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27F81A7B" w14:textId="77777777" w:rsidR="00E50608" w:rsidRPr="00A92466" w:rsidRDefault="00E50608" w:rsidP="00E5060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41C9701" w14:textId="77777777" w:rsidR="00E50608" w:rsidRPr="00F87025" w:rsidRDefault="00E50608" w:rsidP="00E5060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7D9F5A8" w14:textId="77777777" w:rsidR="00E50608" w:rsidRDefault="00E50608" w:rsidP="00E5060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FB1DDE9" w14:textId="77777777" w:rsidR="00E50608" w:rsidRDefault="00E50608" w:rsidP="00E5060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analógicas de animação</w:t>
      </w:r>
    </w:p>
    <w:p w14:paraId="759B101A" w14:textId="77777777" w:rsidR="00E50608" w:rsidRDefault="00E50608" w:rsidP="00E5060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58C5BB31" w14:textId="44BA6B81" w:rsidR="00E50608" w:rsidRDefault="00E50608" w:rsidP="00E5060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Projeto de Animação real ou simulado </w:t>
      </w:r>
    </w:p>
    <w:p w14:paraId="34AB297B" w14:textId="77777777" w:rsidR="00E50608" w:rsidRPr="00FC797E" w:rsidRDefault="00E50608" w:rsidP="00E5060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56335FE" w14:textId="77777777" w:rsidR="00E50608" w:rsidRPr="00F87025" w:rsidRDefault="00E50608" w:rsidP="00E5060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A1B10BC" w14:textId="77777777" w:rsidR="00E50608" w:rsidRDefault="00E50608" w:rsidP="00E50608">
      <w:pPr>
        <w:rPr>
          <w:rFonts w:ascii="Verdana Pro Light" w:hAnsi="Verdana Pro Light"/>
          <w:smallCaps/>
        </w:rPr>
      </w:pPr>
    </w:p>
    <w:p w14:paraId="204280E3" w14:textId="77777777" w:rsidR="003C28F0" w:rsidRPr="00C34354" w:rsidRDefault="003C28F0" w:rsidP="003C28F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2574744" w14:textId="1E22C54C" w:rsidR="003C28F0" w:rsidRPr="00FC797E" w:rsidRDefault="003C28F0" w:rsidP="003C28F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à </w:t>
      </w:r>
      <w:r w:rsidRPr="003C28F0">
        <w:rPr>
          <w:rFonts w:ascii="Verdana Pro Light" w:eastAsia="Arial Unicode MS" w:hAnsi="Verdana Pro Light" w:cs="Arial Unicode MS"/>
          <w:sz w:val="18"/>
          <w:szCs w:val="18"/>
        </w:rPr>
        <w:t>Ilustra</w:t>
      </w:r>
      <w:r>
        <w:rPr>
          <w:rFonts w:ascii="Verdana Pro Light" w:eastAsia="Arial Unicode MS" w:hAnsi="Verdana Pro Light" w:cs="Arial Unicode MS"/>
          <w:sz w:val="18"/>
          <w:szCs w:val="18"/>
        </w:rPr>
        <w:t>ção de</w:t>
      </w:r>
      <w:r w:rsidRPr="003C28F0">
        <w:rPr>
          <w:rFonts w:ascii="Verdana Pro Light" w:eastAsia="Arial Unicode MS" w:hAnsi="Verdana Pro Light" w:cs="Arial Unicode MS"/>
          <w:sz w:val="18"/>
          <w:szCs w:val="18"/>
        </w:rPr>
        <w:t xml:space="preserve"> elementos para animação digital </w:t>
      </w:r>
      <w:r w:rsidRPr="00457FED"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ativo com recurso ao estudo de casos e desenvolvimento de um projeto que simule a prática real.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5955BFC6" w14:textId="77777777" w:rsidR="003C28F0" w:rsidRPr="00FC797E" w:rsidRDefault="003C28F0" w:rsidP="003C28F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9AAFCBD" w14:textId="77777777" w:rsidR="003C28F0" w:rsidRDefault="003C28F0" w:rsidP="003C28F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27D51AA" w14:textId="77777777" w:rsidR="00457FED" w:rsidRPr="00457FED" w:rsidRDefault="00457FED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F60FC4C" w14:textId="77777777" w:rsidR="00442403" w:rsidRDefault="00442403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6EC79B6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A3C22B9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38E2C00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9A9679E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31E8396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6EB88E9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20BE77D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25A76E4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F9BE6F4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369765B" w14:textId="77777777" w:rsidR="003C28F0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45A844F0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D607B21" w14:textId="303837E8" w:rsidR="003C28F0" w:rsidRPr="00136AD8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607D00" w14:textId="77777777" w:rsidR="003C28F0" w:rsidRPr="009C256C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Avaliar os direitos de autor, proteção de dados e propriedade industrial</w:t>
            </w:r>
          </w:p>
        </w:tc>
      </w:tr>
    </w:tbl>
    <w:p w14:paraId="63698028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166579F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E3C477A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98EEF8E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33884391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890B6D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554EE64F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94EBE5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52A57FB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647DFCF7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05E8631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C28F0" w:rsidRPr="00136AD8" w14:paraId="761EBF80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E63CBD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B508E8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239BD9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43065D8C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5926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ED56E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2B903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4885F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4740F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9462C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9F443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08C17A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F35ACE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EF89D8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880ACC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12FA2B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141717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6B48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08A3E4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843D8A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39BD8F" w14:textId="77777777" w:rsidR="003C28F0" w:rsidRPr="00517AA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29FC7B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C7B2E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26446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1BAAA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6E336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B65DB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352B8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D4179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9AAAA4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12FCA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E34CE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09D86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C0319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3AB0CB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9D0DCC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2731D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AFB9B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741BD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5DAF3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17F18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9AA8E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4DA6D7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63F9CB9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316C4F62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32E24D7" w14:textId="77777777" w:rsidR="003C28F0" w:rsidRPr="00F20E6F" w:rsidRDefault="003C28F0" w:rsidP="003C28F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C481576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46C230A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38901F0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A1C1CB8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3869218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C9F4EA1" w14:textId="77777777" w:rsidR="003C28F0" w:rsidRPr="00136AD8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983AE5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9185D2D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BB5619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E2D341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CF13BE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354388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6C7447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7B5804A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076F12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3CFDB9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DE8989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4F12C0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8F429E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DFB6C68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7AB6C8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C3112A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76516C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1E7BEA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84BE7D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A8C8C43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EDD1C9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95F7FE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579B4C" w14:textId="77777777" w:rsidR="003C28F0" w:rsidRDefault="003C28F0" w:rsidP="003C28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41BC12C1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9ED8C25" w14:textId="6E659BE9" w:rsidR="003C28F0" w:rsidRPr="00136AD8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2669F8" w14:textId="77777777" w:rsidR="003C28F0" w:rsidRPr="009C256C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Planear a procura de emprego</w:t>
            </w:r>
          </w:p>
        </w:tc>
      </w:tr>
    </w:tbl>
    <w:p w14:paraId="672850C6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0AFB3E5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F950440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2D0DD98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60A209DD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D201F6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042584FC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6158C6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08977694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5ACCCA8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4134080C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C28F0" w:rsidRPr="00136AD8" w14:paraId="17CC7107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6B7C1C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84F95D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5F51A8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7F60DE1D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8C89A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D4721E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2ACF3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5DA8B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1F101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B8E30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EA3E8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6CFF8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94CDD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AA8AF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A25DA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F0B34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1A8755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687DE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572E2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91C110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A8868A" w14:textId="77777777" w:rsidR="003C28F0" w:rsidRPr="00517AA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3E1C3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CC8F9E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AE782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43CB7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E0FAD4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03811E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7D172B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EE9A18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9A83E0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21DA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F7DA6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8228EA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6852C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3C77DC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CEE532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3BAAC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1422DC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8A281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30CFD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A29B5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2E147A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D444D2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2360DB9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2EB9508B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653B246" w14:textId="77777777" w:rsidR="003C28F0" w:rsidRPr="00F20E6F" w:rsidRDefault="003C28F0" w:rsidP="003C28F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3EAEFBD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6FBE401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866B2A3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6DFDA80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4CE3EB0" w14:textId="77777777" w:rsidR="003C28F0" w:rsidRPr="0064164C" w:rsidRDefault="003C28F0" w:rsidP="003C28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747A5C6" w14:textId="77777777" w:rsidR="003C28F0" w:rsidRPr="00136AD8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AF93D7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C7830F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FBBC20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6D041F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43F3B3" w14:textId="77777777" w:rsidR="003C28F0" w:rsidRPr="00984B3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E8FD14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41ED69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B3DCCCE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E6D7D2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F27D17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B5A11C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DF2B380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DCE096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A09EFA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FFB768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2C01C6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4CDF79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25F6ED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7ED75D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218C886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D1B04B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651180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5D36D6" w14:textId="77777777" w:rsidR="003C28F0" w:rsidRDefault="003C28F0" w:rsidP="003C28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7C56825A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0D99B0" w14:textId="6DA115EC" w:rsidR="003C28F0" w:rsidRPr="00282844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CDEEFF" w14:textId="77777777" w:rsidR="003C28F0" w:rsidRPr="00282844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7" w:name="_Hlk104472637"/>
            <w:r w:rsidRPr="0028284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a escrita criativa em contexto profissional </w:t>
            </w:r>
            <w:bookmarkEnd w:id="7"/>
          </w:p>
        </w:tc>
      </w:tr>
    </w:tbl>
    <w:p w14:paraId="1DD3AF1C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CF174C0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618D0B4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10B52E5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4816D909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77FC4C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27CB2D06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90F78D" w14:textId="77777777" w:rsidR="003C28F0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Estruturar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texto escrito com objetivos criativos.</w:t>
            </w:r>
          </w:p>
          <w:p w14:paraId="6775A86C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Redigir e editar um texto escrito criativo através de canais de comunicação convencionais e </w:t>
            </w:r>
            <w:proofErr w:type="gramStart"/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digitais.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C28F0" w:rsidRPr="00136AD8" w14:paraId="6D35B0D8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8B0756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A54502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755449B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7852FD5E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E33B2" w14:textId="77777777" w:rsidR="003C28F0" w:rsidRPr="007F18BC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Escrita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 - definição.</w:t>
            </w:r>
          </w:p>
          <w:p w14:paraId="64A21CC9" w14:textId="77777777" w:rsidR="003C28F0" w:rsidRPr="007F18BC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17FD5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da escrita criativa - propósito, composição, adequação ao público-alvo.</w:t>
            </w:r>
          </w:p>
          <w:p w14:paraId="3A374527" w14:textId="77777777" w:rsidR="003C28F0" w:rsidRPr="007F18BC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 textuais - caraterísticas e estruturas.</w:t>
            </w:r>
          </w:p>
          <w:p w14:paraId="7564C5DA" w14:textId="77777777" w:rsidR="003C28F0" w:rsidRPr="007F18BC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publicitário (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slogan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publicidade e 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marketing,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público-alvo, processo publicitário AIDMA (Atenção, Interesse, Desejo – de ter ou usufruir, Memorização, Ação).</w:t>
            </w:r>
          </w:p>
          <w:p w14:paraId="3607307C" w14:textId="77777777" w:rsidR="003C28F0" w:rsidRPr="00805A1F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Associações na expressão escrita – temas, conceitos, imagens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sons, palavras e frases.</w:t>
            </w:r>
          </w:p>
          <w:p w14:paraId="4CDBDB4A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- construção e transgressão, humor, adaptação, absurdo, ambiguidade de sentido (polissemia), recurso a metáforas, analogias e imagens, outros recursos expressivos.</w:t>
            </w:r>
          </w:p>
          <w:p w14:paraId="29788259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</w:t>
            </w:r>
            <w:r w:rsidRPr="7928CD7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marketing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conteúdos, comunicação persuasiva/apelativa e de conexão com os outros.</w:t>
            </w:r>
          </w:p>
          <w:p w14:paraId="0F2D495B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Multimodalidade no texto publicitário - conjugação de diferentes linguagens e recursos, verbais e não verbais (postura, tom de voz, articulação, ritmo, entoação, expressividade, silêncio, olhar, entre outros), linguagem pessoal e diálogo corporal.</w:t>
            </w:r>
          </w:p>
          <w:p w14:paraId="5763E44D" w14:textId="77777777" w:rsidR="003C28F0" w:rsidRPr="00525897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comunicação criativa - imaginação (estimulação e flexibilidade para relacionar vivências e experiências), 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originalidade (modo pessoal de organizar os conteúdos), possibilidades textuais, outras.</w:t>
            </w:r>
          </w:p>
          <w:p w14:paraId="2E3A3950" w14:textId="77777777" w:rsidR="003C28F0" w:rsidRPr="00525897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processos de criação artística escrita.</w:t>
            </w:r>
          </w:p>
          <w:p w14:paraId="0AB575A7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convencionais e digitais.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F34FF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os conceitos associados à escrita criativa. </w:t>
            </w:r>
          </w:p>
          <w:p w14:paraId="3B5116B8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necessidades e expectativas do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E162E4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objetivos, a tipologia textual e estrutura do texto.</w:t>
            </w:r>
          </w:p>
          <w:p w14:paraId="519B9AB2" w14:textId="77777777" w:rsidR="003C28F0" w:rsidRPr="009A12C9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criativa.</w:t>
            </w:r>
          </w:p>
          <w:p w14:paraId="598A7EA5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textos publicitários.</w:t>
            </w:r>
          </w:p>
          <w:p w14:paraId="312973EE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características de texto multimodal no texto publicitário.</w:t>
            </w:r>
          </w:p>
          <w:p w14:paraId="1E515232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revisão e edição de texto.</w:t>
            </w:r>
          </w:p>
          <w:p w14:paraId="30CB0EBF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em função do público-alvo e do contexto.</w:t>
            </w:r>
          </w:p>
          <w:p w14:paraId="79019345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ao canal de comunicação.</w:t>
            </w:r>
          </w:p>
          <w:p w14:paraId="4C7BAEC2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estilos de escrita na gestão de situações diversas.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C2982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20142AE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56800F9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61FA42A5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8DBAD40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E924D02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DA140FC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Autorreflexão.</w:t>
            </w:r>
          </w:p>
          <w:p w14:paraId="3E46D5BE" w14:textId="77777777" w:rsidR="003C28F0" w:rsidRPr="00FC71F7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E82BDD4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8B945C2" w14:textId="77777777" w:rsidR="003C28F0" w:rsidRPr="00FC71F7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6B5F1DA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7D0C11E2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316F533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2C98729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2CEF84F" w14:textId="77777777" w:rsidR="003C28F0" w:rsidRDefault="003C28F0" w:rsidP="003C28F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918BD98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452E7AB0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3257F31" w14:textId="77777777" w:rsidR="003C28F0" w:rsidRPr="00525897" w:rsidRDefault="003C28F0" w:rsidP="003C28F0">
      <w:pPr>
        <w:spacing w:before="120" w:after="120" w:line="240" w:lineRule="auto"/>
        <w:rPr>
          <w:rFonts w:ascii="Verdana Pro Light" w:eastAsia="Arial Unicode MS" w:hAnsi="Verdana Pro Light" w:cs="Arial Unicode MS"/>
          <w:bCs/>
          <w:i/>
          <w:iCs/>
          <w:sz w:val="18"/>
          <w:szCs w:val="18"/>
        </w:rPr>
      </w:pP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Aplicar a comunicação criativa 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em contexto profissional</w:t>
      </w: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:</w:t>
      </w:r>
    </w:p>
    <w:p w14:paraId="708D38B0" w14:textId="77777777" w:rsidR="003C28F0" w:rsidRDefault="003C28F0" w:rsidP="003C28F0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editando </w:t>
      </w:r>
      <w:r w:rsidRPr="007F18BC">
        <w:rPr>
          <w:rFonts w:ascii="Verdana Pro Light" w:eastAsia="Arial Unicode MS" w:hAnsi="Verdana Pro Light" w:cs="Arial Unicode MS"/>
          <w:sz w:val="18"/>
          <w:szCs w:val="18"/>
        </w:rPr>
        <w:t xml:space="preserve">o texto escrito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acordo</w:t>
      </w: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objetivo e contexto profissional.</w:t>
      </w:r>
    </w:p>
    <w:p w14:paraId="74C4B97C" w14:textId="77777777" w:rsidR="003C28F0" w:rsidRDefault="003C28F0" w:rsidP="003C28F0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</w:t>
      </w:r>
      <w:r>
        <w:t xml:space="preserve">. </w:t>
      </w: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Utilizando uma narrativa clara, criativa e persuasiva, com recurso a linguagem verbal e não verbal.</w:t>
      </w:r>
    </w:p>
    <w:p w14:paraId="3A0CCC7F" w14:textId="77777777" w:rsidR="003C28F0" w:rsidRDefault="003C28F0" w:rsidP="003C28F0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Relaciona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técnicas de escrita criativa com as técnicas de comunicação,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evidenciando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ligação da oralidade com a escrit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a.</w:t>
      </w:r>
    </w:p>
    <w:p w14:paraId="180E071F" w14:textId="77777777" w:rsidR="003C28F0" w:rsidRPr="00136AD8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33E1B6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A66FED2" w14:textId="77777777" w:rsidR="003C28F0" w:rsidRPr="00B02B4F" w:rsidRDefault="003C28F0" w:rsidP="003C28F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Aplicável a diferentes contextos.</w:t>
      </w:r>
    </w:p>
    <w:p w14:paraId="5C4ABA4B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D9C0C3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1C4D9CB" w14:textId="77777777" w:rsidR="003C28F0" w:rsidRPr="00BF201A" w:rsidRDefault="003C28F0" w:rsidP="003C28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Dispositivos tecnológicos com acesso à internet.</w:t>
      </w:r>
    </w:p>
    <w:p w14:paraId="27E44299" w14:textId="77777777" w:rsidR="003C28F0" w:rsidRDefault="003C28F0" w:rsidP="003C28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Obras literárias e textos criativos com aplicação em diversos contextos.</w:t>
      </w:r>
    </w:p>
    <w:p w14:paraId="7ADBB92D" w14:textId="77777777" w:rsidR="003C28F0" w:rsidRPr="00282844" w:rsidRDefault="003C28F0" w:rsidP="003C28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00282844">
        <w:rPr>
          <w:rFonts w:ascii="Verdana Pro Light" w:hAnsi="Verdana Pro Light" w:cs="Times New Roman"/>
          <w:sz w:val="18"/>
          <w:szCs w:val="18"/>
        </w:rPr>
        <w:t>Recursos multimédia e audiovisuais</w:t>
      </w:r>
      <w:r>
        <w:rPr>
          <w:rFonts w:ascii="Verdana Pro Light" w:hAnsi="Verdana Pro Light" w:cs="Times New Roman"/>
          <w:sz w:val="18"/>
          <w:szCs w:val="18"/>
        </w:rPr>
        <w:br/>
      </w:r>
    </w:p>
    <w:p w14:paraId="5A5BEC21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37EA6B3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CDEC67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F32149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50965B" w14:textId="77777777" w:rsidR="003C28F0" w:rsidRDefault="003C28F0" w:rsidP="003C28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7ED29415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A4FAAC" w14:textId="532F3EA8" w:rsidR="003C28F0" w:rsidRPr="00136AD8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E31929D" w14:textId="77777777" w:rsidR="003C28F0" w:rsidRPr="009C256C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</w:tbl>
    <w:p w14:paraId="6F87DDFD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5C368F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EA5EB55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E41FE7C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4C7DB78D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CCB662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70FD5948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F76FEC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688D6016" w14:textId="77777777" w:rsidR="003C28F0" w:rsidRPr="006075B7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12AC2468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3C28F0" w:rsidRPr="00136AD8" w14:paraId="57ECD2EA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572581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469391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97E303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55B01FC7" w14:textId="77777777" w:rsidTr="00464811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43945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26F5D2E0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3FA7A7CD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1DDD47CE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4D1865A1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3BFFA961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5A11CA8C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779454AB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10810EF9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42281AD5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179A35F2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12145338" w14:textId="77777777" w:rsidR="003C28F0" w:rsidRPr="00BD2B9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30C937B4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6ABC3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43C49E2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68F3C270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6A772A16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7896814E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40EB7C15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2503F717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242AEF72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1E30A3D6" w14:textId="77777777" w:rsidR="003C28F0" w:rsidRPr="00681625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4B09FDCB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A1F4C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16F9C8B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1D57CF3" w14:textId="77777777" w:rsidR="003C28F0" w:rsidRPr="00ED5C5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56276B3D" w14:textId="77777777" w:rsidR="003C28F0" w:rsidRPr="00ED5C5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4149F1C1" w14:textId="77777777" w:rsidR="003C28F0" w:rsidRPr="00ED5C5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CCC56D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62CA59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09D954C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195C4E8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9AFF31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0E0D881C" w14:textId="77777777" w:rsidR="003C28F0" w:rsidRPr="000546C4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82B49FA" w14:textId="77777777" w:rsidR="003C28F0" w:rsidRPr="00EE3BE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6FC1D150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987CD90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9E615E8" w14:textId="77777777" w:rsidR="003C28F0" w:rsidRDefault="003C28F0" w:rsidP="004648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AE34437" w14:textId="77777777" w:rsidR="003C28F0" w:rsidRPr="00EE3BEC" w:rsidRDefault="003C28F0" w:rsidP="004648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BCD124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0BFFCFE" w14:textId="77777777" w:rsidR="003C28F0" w:rsidRDefault="003C28F0" w:rsidP="003C28F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0598519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4553EE58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FEB6CC7" w14:textId="77777777" w:rsidR="003C28F0" w:rsidRPr="005F6E61" w:rsidRDefault="003C28F0" w:rsidP="003C28F0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45B8DAB8" w14:textId="77777777" w:rsidR="003C28F0" w:rsidRPr="00B450A1" w:rsidRDefault="003C28F0" w:rsidP="003C28F0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5FABA92C" w14:textId="77777777" w:rsidR="003C28F0" w:rsidRDefault="003C28F0" w:rsidP="003C28F0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5785DF24" w14:textId="77777777" w:rsidR="003C28F0" w:rsidRDefault="003C28F0" w:rsidP="003C28F0">
      <w:pPr>
        <w:pStyle w:val="Textodecomentrio"/>
        <w:spacing w:line="276" w:lineRule="auto"/>
        <w:ind w:left="142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45CE3FF8" w14:textId="77777777" w:rsidR="003C28F0" w:rsidRPr="00BD2B9C" w:rsidRDefault="003C28F0" w:rsidP="003C28F0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1478E969" w14:textId="77777777" w:rsidR="003C28F0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D9F0C3A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A4F7EB" w14:textId="77777777" w:rsidR="003C28F0" w:rsidRPr="00051C79" w:rsidRDefault="003C28F0" w:rsidP="003C28F0">
      <w:pPr>
        <w:spacing w:before="120" w:after="0" w:line="276" w:lineRule="auto"/>
        <w:rPr>
          <w:rFonts w:ascii="Verdana Pro Light" w:hAnsi="Verdana Pro Light"/>
          <w:smallCaps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8C7CD1C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41483BD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720EB7F5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39B42B17" w14:textId="77777777" w:rsidR="003C28F0" w:rsidRPr="00501DC8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4FE5D936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CACDE0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248DB5F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14B2EA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2087F5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0CB0BF" w14:textId="77777777" w:rsidR="003C28F0" w:rsidRPr="000A4A91" w:rsidRDefault="003C28F0" w:rsidP="003C28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27606F64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E57B0E" w14:textId="11C2A18A" w:rsidR="003C28F0" w:rsidRPr="00136AD8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AEC8F7" w14:textId="77777777" w:rsidR="003C28F0" w:rsidRPr="009C256C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</w:tbl>
    <w:p w14:paraId="399E29FE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BDC6E0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2832B6F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D2613AC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5DA285C8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CD78DC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7D52D18A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33F25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14CA4117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2E2FD03F" w14:textId="77777777" w:rsidR="003C28F0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7B54BFE6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3C28F0" w:rsidRPr="00136AD8" w14:paraId="6F3EC487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3D860E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4CA8B7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F16865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133A5EA8" w14:textId="77777777" w:rsidTr="00464811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714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4EAD43CE" w14:textId="77777777" w:rsidR="003C28F0" w:rsidRPr="00CF613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0F11F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25324D8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15D46752" w14:textId="77777777" w:rsidR="003C28F0" w:rsidRPr="00520F8E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108C6845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7588CA5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1BC89E44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7A6C6500" w14:textId="77777777" w:rsidR="003C28F0" w:rsidRPr="00CF613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2B6BAA1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5C68D5D9" w14:textId="77777777" w:rsidR="003C28F0" w:rsidRPr="004E2FD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3CE0C717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8E5B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25BFA19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6D965E08" w14:textId="77777777" w:rsidR="003C28F0" w:rsidRPr="004B5CB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A247A7" w14:textId="77777777" w:rsidR="003C28F0" w:rsidRPr="004B5CB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38A39721" w14:textId="77777777" w:rsidR="003C28F0" w:rsidRPr="004B5CB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76E98F12" w14:textId="77777777" w:rsidR="003C28F0" w:rsidRPr="00E8391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7922ADAE" w14:textId="77777777" w:rsidR="003C28F0" w:rsidRPr="00517AA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426DEE10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0E52AD6A" w14:textId="77777777" w:rsidR="003C28F0" w:rsidRPr="005E1132" w:rsidRDefault="003C28F0" w:rsidP="00464811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D36792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8F80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D8FC98E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0344272" w14:textId="77777777" w:rsidR="003C28F0" w:rsidRPr="0073633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1FE604E7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656E490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5E8B4F90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1782CB1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1A5752E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31512A9" w14:textId="77777777" w:rsidR="003C28F0" w:rsidRPr="0073633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A799896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5DF9F5D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EF189C8" w14:textId="77777777" w:rsidR="003C28F0" w:rsidRPr="00B8378C" w:rsidRDefault="003C28F0" w:rsidP="0046481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3F6CB6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14E1305" w14:textId="77777777" w:rsidR="003C28F0" w:rsidRDefault="003C28F0" w:rsidP="003C28F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B3C854C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0BD2B6B0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DB73E01" w14:textId="77777777" w:rsidR="003C28F0" w:rsidRPr="00F20E6F" w:rsidRDefault="003C28F0" w:rsidP="003C28F0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69D26B73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487118BB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35CEA4BC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5392A23A" w14:textId="77777777" w:rsidR="003C28F0" w:rsidRPr="00136AD8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66746C" w14:textId="77777777" w:rsidR="003C28F0" w:rsidRPr="00C410CE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8D158B" w14:textId="77777777" w:rsidR="003C28F0" w:rsidRPr="00C410CE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3806C2F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C31620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34954E" w14:textId="77777777" w:rsidR="003C28F0" w:rsidRPr="00E27581" w:rsidRDefault="003C28F0" w:rsidP="003C28F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7509658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49A492F9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A72E9A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DB3A31D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8548DB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48D1AD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A0A4B3" w14:textId="77777777" w:rsidR="003C28F0" w:rsidRDefault="003C28F0" w:rsidP="003C28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0723957D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DB527A" w14:textId="453EA0E2" w:rsidR="003C28F0" w:rsidRPr="00136AD8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F7D7ED" w14:textId="77777777" w:rsidR="003C28F0" w:rsidRPr="009C256C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</w:tbl>
    <w:p w14:paraId="7B2A8F95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AD349A8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06BD75B2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D58E1F7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79B772EF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E19254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12AD7FB8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C13389" w14:textId="77777777" w:rsidR="003C28F0" w:rsidRPr="000C4E32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47E2DA39" w14:textId="77777777" w:rsidR="003C28F0" w:rsidRPr="000C4E32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64DA932C" w14:textId="77777777" w:rsidR="003C28F0" w:rsidRPr="000C4E32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304CF05A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3C28F0" w:rsidRPr="00136AD8" w14:paraId="4393B50B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097336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95AF63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7661D2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1C2B262F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53539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3B279776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78EA55D7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50EC205A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0DA1F14B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18B2807F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12F84F19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5AFF2615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0964CFB8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7B818262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3273E0D0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concorrência, produtos, serviços, local, instalações e equipamento, transporte, armazenamento e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gestão de stocks, meios de promoção e clientes, financiamento, custos, vendas, lucros e impostos.</w:t>
            </w:r>
          </w:p>
          <w:p w14:paraId="2284651B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4C27729B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20648E2F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4CAF6DCD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01142B51" w14:textId="77777777" w:rsidR="003C28F0" w:rsidRPr="000C4E32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7DCE6DBB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49EAF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10589FC8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32F6670A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31DBCAFE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58073C60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28A4215E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3BA0DB9B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25159596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81871E2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5D57F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26C66A4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3AA8501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6FBD78FD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52D7650A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2C4C1676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E0680EF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A8D4962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945187A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6AC90564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3CE0BDF2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4E3C70E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1582B46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E80BEF9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3E64A23E" w14:textId="77777777" w:rsidR="003C28F0" w:rsidRDefault="003C28F0" w:rsidP="003C28F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5B0F975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615EBFE3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AF46520" w14:textId="77777777" w:rsidR="003C28F0" w:rsidRPr="00F20E6F" w:rsidRDefault="003C28F0" w:rsidP="003C28F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CD82130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6A7E20DA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03BF330D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591623C2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41669F7F" w14:textId="77777777" w:rsidR="003C28F0" w:rsidRPr="00136AD8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0192B2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C657C0C" w14:textId="77777777" w:rsidR="003C28F0" w:rsidRPr="00051C79" w:rsidRDefault="003C28F0" w:rsidP="003C28F0">
      <w:pPr>
        <w:spacing w:before="120" w:after="0" w:line="276" w:lineRule="auto"/>
        <w:rPr>
          <w:rFonts w:ascii="Verdana Pro Light" w:hAnsi="Verdana Pro Light"/>
          <w:smallCaps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54B9D8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6A5316" w14:textId="77777777" w:rsidR="003C28F0" w:rsidRPr="00E25AAA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F022EA2" w14:textId="77777777" w:rsidR="003C28F0" w:rsidRPr="00E25AAA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41C3ED2B" w14:textId="77777777" w:rsidR="003C28F0" w:rsidRPr="00E25AAA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146E6F41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6BAEC1EA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2A521BC8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Software de análise e tratamento de dados (base de dados, folha de cálculo, outros). </w:t>
      </w:r>
    </w:p>
    <w:p w14:paraId="2B007F2E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4D1BD20A" w14:textId="77777777" w:rsidR="003C28F0" w:rsidRDefault="003C28F0" w:rsidP="003C28F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3F55AAAA" w14:textId="77777777" w:rsidR="003C28F0" w:rsidRPr="00E25AAA" w:rsidRDefault="003C28F0" w:rsidP="003C28F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54811E36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70F161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FE9086E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F536E8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483F0A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A75DE3" w14:textId="77777777" w:rsidR="003C28F0" w:rsidRDefault="003C28F0" w:rsidP="003C28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28F0" w:rsidRPr="00136AD8" w14:paraId="785EAC65" w14:textId="77777777" w:rsidTr="00464811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C9C5F3" w14:textId="62C4BF8F" w:rsidR="003C28F0" w:rsidRPr="00136AD8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BBD81E" w14:textId="77777777" w:rsidR="003C28F0" w:rsidRPr="009C256C" w:rsidRDefault="003C28F0" w:rsidP="0046481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</w:tbl>
    <w:p w14:paraId="6308930E" w14:textId="77777777" w:rsidR="003C28F0" w:rsidRPr="00136AD8" w:rsidRDefault="003C28F0" w:rsidP="003C28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FE5D5F" w14:textId="77777777" w:rsidR="003C28F0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6B50E4D1" w14:textId="77777777" w:rsidR="003C28F0" w:rsidRPr="003200F2" w:rsidRDefault="003C28F0" w:rsidP="003C28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96727EE" w14:textId="77777777" w:rsidR="003C28F0" w:rsidRPr="00136AD8" w:rsidRDefault="003C28F0" w:rsidP="003C28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28F0" w:rsidRPr="00136AD8" w14:paraId="5D33A707" w14:textId="77777777" w:rsidTr="0046481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738EA2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28F0" w:rsidRPr="00136AD8" w14:paraId="223A534B" w14:textId="77777777" w:rsidTr="00464811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9BB101" w14:textId="77777777" w:rsidR="003C28F0" w:rsidRPr="002A6E9B" w:rsidRDefault="003C28F0" w:rsidP="00464811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6CE237B2" w14:textId="77777777" w:rsidR="003C28F0" w:rsidRPr="002A6E9B" w:rsidRDefault="003C28F0" w:rsidP="00464811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3D7F9AAE" w14:textId="77777777" w:rsidR="003C28F0" w:rsidRPr="002A6E9B" w:rsidRDefault="003C28F0" w:rsidP="00464811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635DD828" w14:textId="77777777" w:rsidR="003C28F0" w:rsidRPr="001B353A" w:rsidRDefault="003C28F0" w:rsidP="0046481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3C28F0" w:rsidRPr="00136AD8" w14:paraId="2E26F4A6" w14:textId="77777777" w:rsidTr="0046481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9A3924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8EEC33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083D5D" w14:textId="77777777" w:rsidR="003C28F0" w:rsidRPr="001B353A" w:rsidRDefault="003C28F0" w:rsidP="00464811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28F0" w:rsidRPr="00136AD8" w14:paraId="0098F7C2" w14:textId="77777777" w:rsidTr="00464811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4524F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1A56578D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7D696E32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50B57A49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5D2121C0" w14:textId="77777777" w:rsidR="003C28F0" w:rsidRPr="00BD2A08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5B18BDC8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5F35853C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23453800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31820C60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65219770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54BB985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3BD0876B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49E7DBB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5EE54FD3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1E344904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56E1DF7D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3247B1B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0379F4F4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financiamento – estruturas, fontes, custos de financiamento.</w:t>
            </w:r>
          </w:p>
          <w:p w14:paraId="78B6F9F2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1E9FB9CB" w14:textId="77777777" w:rsidR="003C28F0" w:rsidRPr="001B353A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76467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60C3C471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51541B29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22A2D441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5BB58BB7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5EBDDDF8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34F961E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5E2E1A49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29B338E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9B2D0B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6B1BD623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25F2E012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718AE6FB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78CC2038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49FCFA0E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0911D2B7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CD71F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639A3FD6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2F8FE18A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3DCC3B15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36733" w14:textId="77777777" w:rsidR="003C28F0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9AEFD0" w14:textId="77777777" w:rsidR="003C28F0" w:rsidRPr="000A223C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2EEC1B2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C89C046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5BA22BF3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77CE00B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CABECE0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AAB0FFD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F9122BE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0DEEB7F5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1A13D8D2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671A737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128A1ED" w14:textId="77777777" w:rsidR="003C28F0" w:rsidRPr="002A6E9B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1ED8DCBD" w14:textId="77777777" w:rsidR="003C28F0" w:rsidRPr="00057283" w:rsidRDefault="003C28F0" w:rsidP="004648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076590B1" w14:textId="77777777" w:rsidR="003C28F0" w:rsidRDefault="003C28F0" w:rsidP="003C28F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6C8727" w14:textId="77777777" w:rsidR="003C28F0" w:rsidRDefault="003C28F0" w:rsidP="003C28F0">
      <w:pPr>
        <w:rPr>
          <w:rFonts w:ascii="Verdana Pro Light" w:hAnsi="Verdana Pro Light"/>
          <w:smallCaps/>
        </w:rPr>
      </w:pPr>
    </w:p>
    <w:p w14:paraId="0489D8FF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7566722" w14:textId="77777777" w:rsidR="003C28F0" w:rsidRPr="00F20E6F" w:rsidRDefault="003C28F0" w:rsidP="003C28F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8BF5B8C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3027B552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7E63CBC0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558C7118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07DB98BD" w14:textId="77777777" w:rsidR="003C28F0" w:rsidRPr="00B450A1" w:rsidRDefault="003C28F0" w:rsidP="003C28F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0E7F372C" w14:textId="77777777" w:rsidR="003C28F0" w:rsidRPr="00136AD8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74426A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24B586" w14:textId="77777777" w:rsidR="003C28F0" w:rsidRPr="005A0647" w:rsidRDefault="003C28F0" w:rsidP="003C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F54A76E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A7E0F4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C6DE11D" w14:textId="77777777" w:rsidR="003C28F0" w:rsidRPr="002A6E9B" w:rsidRDefault="003C28F0" w:rsidP="003C28F0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6E61BB4C" w14:textId="77777777" w:rsidR="003C28F0" w:rsidRPr="002A6E9B" w:rsidRDefault="003C28F0" w:rsidP="003C28F0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365B416E" w14:textId="77777777" w:rsidR="003C28F0" w:rsidRPr="002A6E9B" w:rsidRDefault="003C28F0" w:rsidP="003C28F0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65E9E550" w14:textId="77777777" w:rsidR="003C28F0" w:rsidRPr="002A6E9B" w:rsidRDefault="003C28F0" w:rsidP="003C28F0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590F0B6C" w14:textId="77777777" w:rsidR="003C28F0" w:rsidRPr="002A6E9B" w:rsidRDefault="003C28F0" w:rsidP="003C28F0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31361483" w14:textId="77777777" w:rsidR="003C28F0" w:rsidRPr="002A6E9B" w:rsidRDefault="003C28F0" w:rsidP="003C28F0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02BDBD1C" w14:textId="77777777" w:rsidR="003C28F0" w:rsidRPr="00051C79" w:rsidRDefault="003C28F0" w:rsidP="003C28F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0C94A4" w14:textId="77777777" w:rsidR="003C28F0" w:rsidRPr="00F87025" w:rsidRDefault="003C28F0" w:rsidP="003C28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5D7F09" w14:textId="77777777" w:rsidR="003C28F0" w:rsidRPr="00457FED" w:rsidRDefault="003C28F0" w:rsidP="00457FED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sectPr w:rsidR="003C28F0" w:rsidRPr="00457FED" w:rsidSect="009100F8">
      <w:footerReference w:type="default" r:id="rId16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6" w:author="Ana Calvet" w:date="2024-02-28T00:21:00Z" w:initials="AC">
    <w:p w14:paraId="6E911F9C" w14:textId="77777777" w:rsidR="00457FED" w:rsidRDefault="00457FED" w:rsidP="00457FED">
      <w:pPr>
        <w:pStyle w:val="Textodecomentrio"/>
      </w:pPr>
      <w:r>
        <w:rPr>
          <w:rStyle w:val="Refdecomentrio"/>
        </w:rPr>
        <w:annotationRef/>
      </w:r>
      <w:r>
        <w:t>Esta UC será retificada quando fizer as alterações à qualificação de Design Comunicação Gráfica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E911F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2954759" w16cex:dateUtc="2024-02-28T0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E911F9C" w16cid:durableId="429547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5A951" w14:textId="77777777" w:rsidR="009100F8" w:rsidRPr="00C32E00" w:rsidRDefault="009100F8" w:rsidP="00AC6E34">
      <w:pPr>
        <w:spacing w:after="0" w:line="240" w:lineRule="auto"/>
      </w:pPr>
      <w:r w:rsidRPr="00C32E00">
        <w:separator/>
      </w:r>
    </w:p>
  </w:endnote>
  <w:endnote w:type="continuationSeparator" w:id="0">
    <w:p w14:paraId="2EFBFB90" w14:textId="77777777" w:rsidR="009100F8" w:rsidRPr="00C32E00" w:rsidRDefault="009100F8" w:rsidP="00AC6E34">
      <w:pPr>
        <w:spacing w:after="0" w:line="240" w:lineRule="auto"/>
      </w:pPr>
      <w:r w:rsidRPr="00C32E0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815AF" w14:textId="77777777" w:rsidR="00FF4F58" w:rsidRPr="00C32E00" w:rsidRDefault="00FF4F58">
    <w:pPr>
      <w:pStyle w:val="Rodap"/>
      <w:jc w:val="right"/>
    </w:pPr>
  </w:p>
  <w:p w14:paraId="54549132" w14:textId="77777777" w:rsidR="00FF4F58" w:rsidRPr="00C32E00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0D7D" w14:textId="42A29E21" w:rsidR="008C1AD9" w:rsidRPr="00C32E00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 w:rsidRPr="00C32E00">
      <w:rPr>
        <w:rFonts w:ascii="Verdana Pro Light" w:hAnsi="Verdana Pro Light"/>
        <w:sz w:val="14"/>
        <w:szCs w:val="14"/>
      </w:rPr>
      <w:t>REFERENCIAL DE COMPETÊNCIAS DA QUALIFICAÇÃO</w:t>
    </w:r>
    <w:r w:rsidRPr="00C32E00">
      <w:rPr>
        <w:rFonts w:ascii="Verdana Pro Light" w:hAnsi="Verdana Pro Light"/>
        <w:sz w:val="14"/>
        <w:szCs w:val="14"/>
      </w:rPr>
      <w:ptab w:relativeTo="margin" w:alignment="center" w:leader="none"/>
    </w:r>
    <w:r w:rsidRPr="00C32E00">
      <w:rPr>
        <w:rFonts w:ascii="Verdana Pro Light" w:hAnsi="Verdana Pro Light"/>
        <w:sz w:val="14"/>
        <w:szCs w:val="14"/>
      </w:rPr>
      <w:t xml:space="preserve">    </w:t>
    </w:r>
    <w:proofErr w:type="gramStart"/>
    <w:r w:rsidRPr="00C32E00">
      <w:rPr>
        <w:rFonts w:ascii="Verdana Pro Light" w:hAnsi="Verdana Pro Light"/>
        <w:sz w:val="14"/>
        <w:szCs w:val="14"/>
      </w:rPr>
      <w:t xml:space="preserve">   (</w:t>
    </w:r>
    <w:proofErr w:type="gramEnd"/>
    <w:r w:rsidR="00CD292D" w:rsidRPr="00C32E00">
      <w:rPr>
        <w:rFonts w:ascii="Verdana Pro Light" w:hAnsi="Verdana Pro Light"/>
        <w:sz w:val="14"/>
        <w:szCs w:val="14"/>
      </w:rPr>
      <w:t>Técnico/a de Animação 2D 3D</w:t>
    </w:r>
    <w:r w:rsidRPr="00C32E00">
      <w:rPr>
        <w:rFonts w:ascii="Verdana Pro Light" w:hAnsi="Verdana Pro Light"/>
        <w:sz w:val="14"/>
        <w:szCs w:val="14"/>
      </w:rPr>
      <w:t>) | Nível “</w:t>
    </w:r>
    <w:r w:rsidR="00CD292D" w:rsidRPr="00C32E00">
      <w:rPr>
        <w:rFonts w:ascii="Verdana Pro Light" w:hAnsi="Verdana Pro Light"/>
        <w:sz w:val="14"/>
        <w:szCs w:val="14"/>
      </w:rPr>
      <w:t>4</w:t>
    </w:r>
    <w:r w:rsidRPr="00C32E00">
      <w:rPr>
        <w:rFonts w:ascii="Verdana Pro Light" w:hAnsi="Verdana Pro Light"/>
        <w:sz w:val="14"/>
        <w:szCs w:val="14"/>
      </w:rPr>
      <w:t>”</w:t>
    </w:r>
    <w:r w:rsidRPr="00C32E00">
      <w:rPr>
        <w:rFonts w:ascii="Verdana Pro Light" w:hAnsi="Verdana Pro Light"/>
        <w:sz w:val="14"/>
        <w:szCs w:val="14"/>
      </w:rPr>
      <w:ptab w:relativeTo="margin" w:alignment="right" w:leader="none"/>
    </w:r>
    <w:r w:rsidRPr="00C32E00">
      <w:rPr>
        <w:rFonts w:ascii="Verdana Pro Light" w:hAnsi="Verdana Pro Light"/>
        <w:sz w:val="14"/>
        <w:szCs w:val="14"/>
      </w:rPr>
      <w:t xml:space="preserve">Página | </w:t>
    </w:r>
    <w:r w:rsidRPr="00C32E00">
      <w:rPr>
        <w:rFonts w:ascii="Verdana Pro Light" w:hAnsi="Verdana Pro Light"/>
        <w:sz w:val="14"/>
        <w:szCs w:val="14"/>
      </w:rPr>
      <w:fldChar w:fldCharType="begin"/>
    </w:r>
    <w:r w:rsidRPr="00C32E00">
      <w:rPr>
        <w:rFonts w:ascii="Verdana Pro Light" w:hAnsi="Verdana Pro Light"/>
        <w:sz w:val="14"/>
        <w:szCs w:val="14"/>
      </w:rPr>
      <w:instrText>PAGE   \* MERGEFORMAT</w:instrText>
    </w:r>
    <w:r w:rsidRPr="00C32E00">
      <w:rPr>
        <w:rFonts w:ascii="Verdana Pro Light" w:hAnsi="Verdana Pro Light"/>
        <w:sz w:val="14"/>
        <w:szCs w:val="14"/>
      </w:rPr>
      <w:fldChar w:fldCharType="separate"/>
    </w:r>
    <w:r w:rsidRPr="00C32E00">
      <w:rPr>
        <w:rFonts w:ascii="Verdana Pro Light" w:hAnsi="Verdana Pro Light"/>
        <w:sz w:val="14"/>
        <w:szCs w:val="14"/>
      </w:rPr>
      <w:t>1</w:t>
    </w:r>
    <w:r w:rsidRPr="00C32E00">
      <w:rPr>
        <w:rFonts w:ascii="Verdana Pro Light" w:hAnsi="Verdana Pro Light"/>
        <w:sz w:val="14"/>
        <w:szCs w:val="14"/>
      </w:rPr>
      <w:fldChar w:fldCharType="end"/>
    </w:r>
  </w:p>
  <w:p w14:paraId="460A525F" w14:textId="77777777" w:rsidR="008C1AD9" w:rsidRPr="00C32E00" w:rsidRDefault="008C1AD9">
    <w:pPr>
      <w:pStyle w:val="Rodap"/>
      <w:jc w:val="right"/>
    </w:pPr>
  </w:p>
  <w:p w14:paraId="1506D7D0" w14:textId="77777777" w:rsidR="008C1AD9" w:rsidRPr="00C32E00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04589" w14:textId="77777777" w:rsidR="009100F8" w:rsidRPr="00C32E00" w:rsidRDefault="009100F8" w:rsidP="00AC6E34">
      <w:pPr>
        <w:spacing w:after="0" w:line="240" w:lineRule="auto"/>
      </w:pPr>
      <w:r w:rsidRPr="00C32E00">
        <w:separator/>
      </w:r>
    </w:p>
  </w:footnote>
  <w:footnote w:type="continuationSeparator" w:id="0">
    <w:p w14:paraId="2C489012" w14:textId="77777777" w:rsidR="009100F8" w:rsidRPr="00C32E00" w:rsidRDefault="009100F8" w:rsidP="00AC6E34">
      <w:pPr>
        <w:spacing w:after="0" w:line="240" w:lineRule="auto"/>
      </w:pPr>
      <w:r w:rsidRPr="00C32E00">
        <w:continuationSeparator/>
      </w:r>
    </w:p>
  </w:footnote>
  <w:footnote w:id="1">
    <w:p w14:paraId="6359FA09" w14:textId="77777777" w:rsidR="00FF4F58" w:rsidRPr="00C32E00" w:rsidRDefault="00FF4F58" w:rsidP="00346D6E">
      <w:pPr>
        <w:spacing w:line="240" w:lineRule="auto"/>
        <w:jc w:val="both"/>
      </w:pPr>
      <w:r w:rsidRPr="00C32E00">
        <w:rPr>
          <w:rStyle w:val="Refdenotaderodap"/>
          <w:rFonts w:ascii="Verdana Pro Light" w:hAnsi="Verdana Pro Light"/>
          <w:sz w:val="18"/>
        </w:rPr>
        <w:footnoteRef/>
      </w:r>
      <w:r w:rsidRPr="00C32E00">
        <w:t xml:space="preserve"> </w:t>
      </w:r>
      <w:r w:rsidRPr="00C32E00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C32E00">
        <w:rPr>
          <w:sz w:val="16"/>
          <w:szCs w:val="20"/>
        </w:rPr>
        <w:t xml:space="preserve"> </w:t>
      </w:r>
    </w:p>
  </w:footnote>
  <w:footnote w:id="2">
    <w:p w14:paraId="0DDA06AF" w14:textId="77777777" w:rsidR="00FF4F58" w:rsidRPr="00C32E00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C32E00">
        <w:rPr>
          <w:rStyle w:val="Refdenotaderodap"/>
          <w:rFonts w:ascii="Verdana Pro Light" w:hAnsi="Verdana Pro Light"/>
          <w:sz w:val="18"/>
        </w:rPr>
        <w:footnoteRef/>
      </w:r>
      <w:r w:rsidRPr="00C32E00">
        <w:rPr>
          <w:rFonts w:ascii="Verdana Pro Light" w:hAnsi="Verdana Pro Light"/>
        </w:rPr>
        <w:t xml:space="preserve"> </w:t>
      </w:r>
      <w:r w:rsidRPr="00C32E00">
        <w:rPr>
          <w:rFonts w:ascii="Verdana Pro Light" w:hAnsi="Verdana Pro Light"/>
          <w:sz w:val="16"/>
        </w:rPr>
        <w:t>Poderão ser selecionadas 10% de UC transversais de entre o leque definido (20% a 30%) de UC opcionais.</w:t>
      </w:r>
    </w:p>
    <w:p w14:paraId="003F3222" w14:textId="77777777" w:rsidR="00FF4F58" w:rsidRPr="00C32E00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1372EB91" w14:textId="77777777" w:rsidR="00FF4F58" w:rsidRPr="00C32E00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C32E00">
        <w:rPr>
          <w:rStyle w:val="Refdenotaderodap"/>
          <w:rFonts w:ascii="Verdana Pro Light" w:hAnsi="Verdana Pro Light"/>
          <w:sz w:val="18"/>
        </w:rPr>
        <w:footnoteRef/>
      </w:r>
      <w:r w:rsidRPr="00C32E00">
        <w:rPr>
          <w:rFonts w:ascii="Verdana Pro Light" w:hAnsi="Verdana Pro Light"/>
          <w:sz w:val="20"/>
        </w:rPr>
        <w:t xml:space="preserve"> </w:t>
      </w:r>
      <w:r w:rsidRPr="00C32E00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3AC3C968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16D5A" w14:textId="77777777" w:rsidR="00FF4F58" w:rsidRPr="00C32E00" w:rsidRDefault="00FF4F58">
    <w:pPr>
      <w:pStyle w:val="Cabealho"/>
    </w:pPr>
    <w:r w:rsidRPr="00C32E00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48C8363E" wp14:editId="43D5C642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2E00"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7B23B4BB" wp14:editId="23D95336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86D"/>
    <w:multiLevelType w:val="hybridMultilevel"/>
    <w:tmpl w:val="F7EA845A"/>
    <w:lvl w:ilvl="0" w:tplc="507AB15A">
      <w:numFmt w:val="bullet"/>
      <w:lvlText w:val=""/>
      <w:lvlJc w:val="left"/>
      <w:pPr>
        <w:ind w:left="1146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11B2146D"/>
    <w:multiLevelType w:val="hybridMultilevel"/>
    <w:tmpl w:val="A1CA5F0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18FB6"/>
    <w:multiLevelType w:val="hybridMultilevel"/>
    <w:tmpl w:val="244AA124"/>
    <w:lvl w:ilvl="0" w:tplc="4CC22C0A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DC728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CD6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A0A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E8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96F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86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2F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4C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25B61"/>
    <w:multiLevelType w:val="hybridMultilevel"/>
    <w:tmpl w:val="3A287DF4"/>
    <w:lvl w:ilvl="0" w:tplc="040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A027036"/>
    <w:multiLevelType w:val="hybridMultilevel"/>
    <w:tmpl w:val="290AB5E0"/>
    <w:lvl w:ilvl="0" w:tplc="040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E4C0AE5"/>
    <w:multiLevelType w:val="hybridMultilevel"/>
    <w:tmpl w:val="512C7F0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84B82"/>
    <w:multiLevelType w:val="hybridMultilevel"/>
    <w:tmpl w:val="0316AE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3FE62D2A"/>
    <w:multiLevelType w:val="multilevel"/>
    <w:tmpl w:val="9B8260B8"/>
    <w:lvl w:ilvl="0">
      <w:numFmt w:val="bullet"/>
      <w:pStyle w:val="AR1-Realizacoes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45C2F07"/>
    <w:multiLevelType w:val="hybridMultilevel"/>
    <w:tmpl w:val="C4522208"/>
    <w:lvl w:ilvl="0" w:tplc="040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87C7DB5"/>
    <w:multiLevelType w:val="hybridMultilevel"/>
    <w:tmpl w:val="A85C4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5" w15:restartNumberingAfterBreak="0">
    <w:nsid w:val="7C192AF8"/>
    <w:multiLevelType w:val="hybridMultilevel"/>
    <w:tmpl w:val="4F4ECC26"/>
    <w:lvl w:ilvl="0" w:tplc="0816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E7A5E2D"/>
    <w:multiLevelType w:val="hybridMultilevel"/>
    <w:tmpl w:val="4D0E9C6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5615868">
    <w:abstractNumId w:val="1"/>
  </w:num>
  <w:num w:numId="2" w16cid:durableId="1903173030">
    <w:abstractNumId w:val="10"/>
  </w:num>
  <w:num w:numId="3" w16cid:durableId="325016531">
    <w:abstractNumId w:val="14"/>
  </w:num>
  <w:num w:numId="4" w16cid:durableId="1861042224">
    <w:abstractNumId w:val="9"/>
  </w:num>
  <w:num w:numId="5" w16cid:durableId="128254627">
    <w:abstractNumId w:val="13"/>
  </w:num>
  <w:num w:numId="6" w16cid:durableId="988939754">
    <w:abstractNumId w:val="6"/>
  </w:num>
  <w:num w:numId="7" w16cid:durableId="1252276553">
    <w:abstractNumId w:val="0"/>
  </w:num>
  <w:num w:numId="8" w16cid:durableId="1101487386">
    <w:abstractNumId w:val="15"/>
  </w:num>
  <w:num w:numId="9" w16cid:durableId="1539076934">
    <w:abstractNumId w:val="4"/>
  </w:num>
  <w:num w:numId="10" w16cid:durableId="2081714128">
    <w:abstractNumId w:val="12"/>
  </w:num>
  <w:num w:numId="11" w16cid:durableId="1197886308">
    <w:abstractNumId w:val="16"/>
  </w:num>
  <w:num w:numId="12" w16cid:durableId="766845606">
    <w:abstractNumId w:val="3"/>
  </w:num>
  <w:num w:numId="13" w16cid:durableId="1377119061">
    <w:abstractNumId w:val="7"/>
  </w:num>
  <w:num w:numId="14" w16cid:durableId="1163080537">
    <w:abstractNumId w:val="2"/>
  </w:num>
  <w:num w:numId="15" w16cid:durableId="1882476949">
    <w:abstractNumId w:val="5"/>
  </w:num>
  <w:num w:numId="16" w16cid:durableId="915091426">
    <w:abstractNumId w:val="11"/>
  </w:num>
  <w:num w:numId="17" w16cid:durableId="213274697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a Calvet">
    <w15:presenceInfo w15:providerId="AD" w15:userId="S::ana_calvet@epi.edu.pt::552c9a6b-eb35-4ae1-8284-7aa86ca4c0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92D"/>
    <w:rsid w:val="000104EB"/>
    <w:rsid w:val="00030CE0"/>
    <w:rsid w:val="00044FA6"/>
    <w:rsid w:val="000524E0"/>
    <w:rsid w:val="000551CC"/>
    <w:rsid w:val="00061C26"/>
    <w:rsid w:val="000654BC"/>
    <w:rsid w:val="00071261"/>
    <w:rsid w:val="00074F8B"/>
    <w:rsid w:val="0007502A"/>
    <w:rsid w:val="000777E4"/>
    <w:rsid w:val="000844A3"/>
    <w:rsid w:val="00085E92"/>
    <w:rsid w:val="00087819"/>
    <w:rsid w:val="00095528"/>
    <w:rsid w:val="00096741"/>
    <w:rsid w:val="00096E7F"/>
    <w:rsid w:val="000A3C07"/>
    <w:rsid w:val="000A4AF4"/>
    <w:rsid w:val="000B6869"/>
    <w:rsid w:val="000C2593"/>
    <w:rsid w:val="000C2959"/>
    <w:rsid w:val="000C4084"/>
    <w:rsid w:val="000D3392"/>
    <w:rsid w:val="000D4A05"/>
    <w:rsid w:val="000E0612"/>
    <w:rsid w:val="001022C7"/>
    <w:rsid w:val="00104A7A"/>
    <w:rsid w:val="001060F3"/>
    <w:rsid w:val="001118EC"/>
    <w:rsid w:val="00127194"/>
    <w:rsid w:val="00130B4A"/>
    <w:rsid w:val="00132177"/>
    <w:rsid w:val="00133942"/>
    <w:rsid w:val="00135625"/>
    <w:rsid w:val="0013635A"/>
    <w:rsid w:val="00137284"/>
    <w:rsid w:val="00142AA9"/>
    <w:rsid w:val="001440D9"/>
    <w:rsid w:val="001468A4"/>
    <w:rsid w:val="00165EE2"/>
    <w:rsid w:val="001673A2"/>
    <w:rsid w:val="001679A2"/>
    <w:rsid w:val="0017111F"/>
    <w:rsid w:val="001758C9"/>
    <w:rsid w:val="0019485D"/>
    <w:rsid w:val="001A1C29"/>
    <w:rsid w:val="001A1D58"/>
    <w:rsid w:val="001A63F8"/>
    <w:rsid w:val="001C3D78"/>
    <w:rsid w:val="001F068D"/>
    <w:rsid w:val="001F486F"/>
    <w:rsid w:val="0020042C"/>
    <w:rsid w:val="00215029"/>
    <w:rsid w:val="002206A1"/>
    <w:rsid w:val="002209BF"/>
    <w:rsid w:val="00230B71"/>
    <w:rsid w:val="00234037"/>
    <w:rsid w:val="002359DE"/>
    <w:rsid w:val="00250DB6"/>
    <w:rsid w:val="00250F16"/>
    <w:rsid w:val="00253195"/>
    <w:rsid w:val="002545DD"/>
    <w:rsid w:val="0026099D"/>
    <w:rsid w:val="00261E75"/>
    <w:rsid w:val="00266EB1"/>
    <w:rsid w:val="002716BF"/>
    <w:rsid w:val="00271A22"/>
    <w:rsid w:val="002803E6"/>
    <w:rsid w:val="00284A0C"/>
    <w:rsid w:val="00285F20"/>
    <w:rsid w:val="00291019"/>
    <w:rsid w:val="00295A1E"/>
    <w:rsid w:val="002A5F23"/>
    <w:rsid w:val="002B0690"/>
    <w:rsid w:val="002B0DD4"/>
    <w:rsid w:val="002B1905"/>
    <w:rsid w:val="002B1ADC"/>
    <w:rsid w:val="002B7C85"/>
    <w:rsid w:val="002C72BC"/>
    <w:rsid w:val="002C7832"/>
    <w:rsid w:val="002D382F"/>
    <w:rsid w:val="002E60D5"/>
    <w:rsid w:val="002F4F63"/>
    <w:rsid w:val="002F68C6"/>
    <w:rsid w:val="00300649"/>
    <w:rsid w:val="00300ACC"/>
    <w:rsid w:val="0030487B"/>
    <w:rsid w:val="003067EF"/>
    <w:rsid w:val="003079B8"/>
    <w:rsid w:val="00311345"/>
    <w:rsid w:val="0032116E"/>
    <w:rsid w:val="00330954"/>
    <w:rsid w:val="00331528"/>
    <w:rsid w:val="00332C4A"/>
    <w:rsid w:val="00346D6E"/>
    <w:rsid w:val="003540B7"/>
    <w:rsid w:val="00355C59"/>
    <w:rsid w:val="0036235E"/>
    <w:rsid w:val="00366344"/>
    <w:rsid w:val="003736FB"/>
    <w:rsid w:val="00384456"/>
    <w:rsid w:val="003863A9"/>
    <w:rsid w:val="003B5090"/>
    <w:rsid w:val="003B57E1"/>
    <w:rsid w:val="003C141F"/>
    <w:rsid w:val="003C28F0"/>
    <w:rsid w:val="003D1065"/>
    <w:rsid w:val="003D59F1"/>
    <w:rsid w:val="003E1BC9"/>
    <w:rsid w:val="003E1BF4"/>
    <w:rsid w:val="003E4041"/>
    <w:rsid w:val="003E56DF"/>
    <w:rsid w:val="00407BF0"/>
    <w:rsid w:val="00413C4C"/>
    <w:rsid w:val="00430953"/>
    <w:rsid w:val="0043338F"/>
    <w:rsid w:val="00442403"/>
    <w:rsid w:val="00442B8A"/>
    <w:rsid w:val="00457FED"/>
    <w:rsid w:val="0046387F"/>
    <w:rsid w:val="00466530"/>
    <w:rsid w:val="00472E32"/>
    <w:rsid w:val="0047352A"/>
    <w:rsid w:val="004A175D"/>
    <w:rsid w:val="004A2831"/>
    <w:rsid w:val="004B3C06"/>
    <w:rsid w:val="004C73FE"/>
    <w:rsid w:val="004D104D"/>
    <w:rsid w:val="004D38A4"/>
    <w:rsid w:val="004D7463"/>
    <w:rsid w:val="004F117D"/>
    <w:rsid w:val="004F63F0"/>
    <w:rsid w:val="004F6D72"/>
    <w:rsid w:val="00501489"/>
    <w:rsid w:val="005054EF"/>
    <w:rsid w:val="00523BC5"/>
    <w:rsid w:val="005258AE"/>
    <w:rsid w:val="00526170"/>
    <w:rsid w:val="00533974"/>
    <w:rsid w:val="005455DB"/>
    <w:rsid w:val="005573CF"/>
    <w:rsid w:val="00562188"/>
    <w:rsid w:val="00574409"/>
    <w:rsid w:val="005747C7"/>
    <w:rsid w:val="0059012A"/>
    <w:rsid w:val="005A36E8"/>
    <w:rsid w:val="005B7181"/>
    <w:rsid w:val="005C1274"/>
    <w:rsid w:val="005C4593"/>
    <w:rsid w:val="005C7B3D"/>
    <w:rsid w:val="005D64A1"/>
    <w:rsid w:val="005E2D36"/>
    <w:rsid w:val="005F5143"/>
    <w:rsid w:val="00600FD3"/>
    <w:rsid w:val="006043F3"/>
    <w:rsid w:val="00610FB9"/>
    <w:rsid w:val="00612684"/>
    <w:rsid w:val="006136CD"/>
    <w:rsid w:val="00616272"/>
    <w:rsid w:val="0062097F"/>
    <w:rsid w:val="00625F5E"/>
    <w:rsid w:val="00632260"/>
    <w:rsid w:val="00632A21"/>
    <w:rsid w:val="00635680"/>
    <w:rsid w:val="006400B3"/>
    <w:rsid w:val="00662AC2"/>
    <w:rsid w:val="00684175"/>
    <w:rsid w:val="00685C14"/>
    <w:rsid w:val="00686FC8"/>
    <w:rsid w:val="00693A88"/>
    <w:rsid w:val="006942C8"/>
    <w:rsid w:val="006A122B"/>
    <w:rsid w:val="006B645E"/>
    <w:rsid w:val="006C0318"/>
    <w:rsid w:val="006C2452"/>
    <w:rsid w:val="006C5040"/>
    <w:rsid w:val="006C72D3"/>
    <w:rsid w:val="006E1C63"/>
    <w:rsid w:val="006E695F"/>
    <w:rsid w:val="006F0B80"/>
    <w:rsid w:val="006F276D"/>
    <w:rsid w:val="00701DDB"/>
    <w:rsid w:val="00702FC5"/>
    <w:rsid w:val="00706A57"/>
    <w:rsid w:val="00712C22"/>
    <w:rsid w:val="00716BE3"/>
    <w:rsid w:val="007178A9"/>
    <w:rsid w:val="00721800"/>
    <w:rsid w:val="00724025"/>
    <w:rsid w:val="00724B0B"/>
    <w:rsid w:val="00727CAB"/>
    <w:rsid w:val="007439CE"/>
    <w:rsid w:val="00745360"/>
    <w:rsid w:val="00746109"/>
    <w:rsid w:val="0075598A"/>
    <w:rsid w:val="00756595"/>
    <w:rsid w:val="00764DC4"/>
    <w:rsid w:val="00765A0C"/>
    <w:rsid w:val="00775F1E"/>
    <w:rsid w:val="00780F24"/>
    <w:rsid w:val="00784C65"/>
    <w:rsid w:val="007A15CD"/>
    <w:rsid w:val="007A3EBB"/>
    <w:rsid w:val="007B0321"/>
    <w:rsid w:val="007B3739"/>
    <w:rsid w:val="007B7397"/>
    <w:rsid w:val="007B7A2D"/>
    <w:rsid w:val="007C21C6"/>
    <w:rsid w:val="007E1338"/>
    <w:rsid w:val="007F65E2"/>
    <w:rsid w:val="007F7DC2"/>
    <w:rsid w:val="00802F03"/>
    <w:rsid w:val="00805D40"/>
    <w:rsid w:val="00831047"/>
    <w:rsid w:val="008368D8"/>
    <w:rsid w:val="008373DE"/>
    <w:rsid w:val="00837428"/>
    <w:rsid w:val="008434E1"/>
    <w:rsid w:val="00844017"/>
    <w:rsid w:val="008463F7"/>
    <w:rsid w:val="0085554E"/>
    <w:rsid w:val="00863E5E"/>
    <w:rsid w:val="00866702"/>
    <w:rsid w:val="00866D0C"/>
    <w:rsid w:val="00870176"/>
    <w:rsid w:val="0087470B"/>
    <w:rsid w:val="008747F9"/>
    <w:rsid w:val="0088376B"/>
    <w:rsid w:val="008852C3"/>
    <w:rsid w:val="00886418"/>
    <w:rsid w:val="00886D69"/>
    <w:rsid w:val="008941E8"/>
    <w:rsid w:val="00894241"/>
    <w:rsid w:val="008A0955"/>
    <w:rsid w:val="008A7CB7"/>
    <w:rsid w:val="008C0C6C"/>
    <w:rsid w:val="008C1AD9"/>
    <w:rsid w:val="008C76A8"/>
    <w:rsid w:val="008D4176"/>
    <w:rsid w:val="008D4D48"/>
    <w:rsid w:val="008D732B"/>
    <w:rsid w:val="008E6867"/>
    <w:rsid w:val="008F5F03"/>
    <w:rsid w:val="009005C6"/>
    <w:rsid w:val="0090109E"/>
    <w:rsid w:val="009026DA"/>
    <w:rsid w:val="00906320"/>
    <w:rsid w:val="009100F8"/>
    <w:rsid w:val="009134E4"/>
    <w:rsid w:val="00914B87"/>
    <w:rsid w:val="00920183"/>
    <w:rsid w:val="00921AAE"/>
    <w:rsid w:val="00927FE8"/>
    <w:rsid w:val="0096019C"/>
    <w:rsid w:val="00962A41"/>
    <w:rsid w:val="00966156"/>
    <w:rsid w:val="00986234"/>
    <w:rsid w:val="009947C6"/>
    <w:rsid w:val="009B2870"/>
    <w:rsid w:val="009B2ABF"/>
    <w:rsid w:val="009B74BB"/>
    <w:rsid w:val="009C2D11"/>
    <w:rsid w:val="009D4235"/>
    <w:rsid w:val="009D4550"/>
    <w:rsid w:val="009E68AF"/>
    <w:rsid w:val="009F46C8"/>
    <w:rsid w:val="009F5216"/>
    <w:rsid w:val="009F6981"/>
    <w:rsid w:val="00A03B3B"/>
    <w:rsid w:val="00A04635"/>
    <w:rsid w:val="00A07471"/>
    <w:rsid w:val="00A078EE"/>
    <w:rsid w:val="00A1058B"/>
    <w:rsid w:val="00A2723A"/>
    <w:rsid w:val="00A3277A"/>
    <w:rsid w:val="00A57464"/>
    <w:rsid w:val="00A62F15"/>
    <w:rsid w:val="00A95591"/>
    <w:rsid w:val="00A97425"/>
    <w:rsid w:val="00AA1B21"/>
    <w:rsid w:val="00AA741C"/>
    <w:rsid w:val="00AB119C"/>
    <w:rsid w:val="00AB43FA"/>
    <w:rsid w:val="00AB44C5"/>
    <w:rsid w:val="00AC3F06"/>
    <w:rsid w:val="00AC6E34"/>
    <w:rsid w:val="00AE1D10"/>
    <w:rsid w:val="00AE2071"/>
    <w:rsid w:val="00AE3B71"/>
    <w:rsid w:val="00AF70F0"/>
    <w:rsid w:val="00B04668"/>
    <w:rsid w:val="00B10B50"/>
    <w:rsid w:val="00B14E33"/>
    <w:rsid w:val="00B15DD6"/>
    <w:rsid w:val="00B30EB6"/>
    <w:rsid w:val="00B31715"/>
    <w:rsid w:val="00B31A84"/>
    <w:rsid w:val="00B3426C"/>
    <w:rsid w:val="00B358FF"/>
    <w:rsid w:val="00B50FDC"/>
    <w:rsid w:val="00B73322"/>
    <w:rsid w:val="00B76CC0"/>
    <w:rsid w:val="00B8034E"/>
    <w:rsid w:val="00B81FE7"/>
    <w:rsid w:val="00B84BE4"/>
    <w:rsid w:val="00B8607F"/>
    <w:rsid w:val="00B87721"/>
    <w:rsid w:val="00B923D2"/>
    <w:rsid w:val="00BA03ED"/>
    <w:rsid w:val="00BA6379"/>
    <w:rsid w:val="00BB3F6B"/>
    <w:rsid w:val="00BC27EE"/>
    <w:rsid w:val="00BD427F"/>
    <w:rsid w:val="00BD5105"/>
    <w:rsid w:val="00BE4305"/>
    <w:rsid w:val="00BE4614"/>
    <w:rsid w:val="00BF68FB"/>
    <w:rsid w:val="00C01DFD"/>
    <w:rsid w:val="00C26590"/>
    <w:rsid w:val="00C32E00"/>
    <w:rsid w:val="00C34660"/>
    <w:rsid w:val="00C46941"/>
    <w:rsid w:val="00C56ECD"/>
    <w:rsid w:val="00C56FFC"/>
    <w:rsid w:val="00C63E50"/>
    <w:rsid w:val="00C65589"/>
    <w:rsid w:val="00C7220C"/>
    <w:rsid w:val="00C73229"/>
    <w:rsid w:val="00C771CD"/>
    <w:rsid w:val="00C844D9"/>
    <w:rsid w:val="00C84B4D"/>
    <w:rsid w:val="00C856FD"/>
    <w:rsid w:val="00C91E2B"/>
    <w:rsid w:val="00CA0927"/>
    <w:rsid w:val="00CA1E79"/>
    <w:rsid w:val="00CA51B6"/>
    <w:rsid w:val="00CB1E60"/>
    <w:rsid w:val="00CB5B80"/>
    <w:rsid w:val="00CD22B7"/>
    <w:rsid w:val="00CD292D"/>
    <w:rsid w:val="00CE3E5E"/>
    <w:rsid w:val="00CF60BD"/>
    <w:rsid w:val="00D005FE"/>
    <w:rsid w:val="00D12D72"/>
    <w:rsid w:val="00D12F80"/>
    <w:rsid w:val="00D14991"/>
    <w:rsid w:val="00D20100"/>
    <w:rsid w:val="00D41D6B"/>
    <w:rsid w:val="00D44827"/>
    <w:rsid w:val="00D57922"/>
    <w:rsid w:val="00D61528"/>
    <w:rsid w:val="00D732D0"/>
    <w:rsid w:val="00D80A5F"/>
    <w:rsid w:val="00D8523D"/>
    <w:rsid w:val="00D9424D"/>
    <w:rsid w:val="00D94BCF"/>
    <w:rsid w:val="00DA3EB2"/>
    <w:rsid w:val="00DC0223"/>
    <w:rsid w:val="00DC4479"/>
    <w:rsid w:val="00DD18B2"/>
    <w:rsid w:val="00DE29BB"/>
    <w:rsid w:val="00DE5186"/>
    <w:rsid w:val="00DE6C47"/>
    <w:rsid w:val="00DF6371"/>
    <w:rsid w:val="00DF6E5E"/>
    <w:rsid w:val="00E03C23"/>
    <w:rsid w:val="00E06542"/>
    <w:rsid w:val="00E11E97"/>
    <w:rsid w:val="00E153C8"/>
    <w:rsid w:val="00E16F03"/>
    <w:rsid w:val="00E21794"/>
    <w:rsid w:val="00E320FB"/>
    <w:rsid w:val="00E36B36"/>
    <w:rsid w:val="00E40C61"/>
    <w:rsid w:val="00E43FE1"/>
    <w:rsid w:val="00E47BB9"/>
    <w:rsid w:val="00E50608"/>
    <w:rsid w:val="00E5561B"/>
    <w:rsid w:val="00E569A3"/>
    <w:rsid w:val="00E607C2"/>
    <w:rsid w:val="00E64185"/>
    <w:rsid w:val="00E67306"/>
    <w:rsid w:val="00E67D10"/>
    <w:rsid w:val="00E82A9D"/>
    <w:rsid w:val="00E96CFA"/>
    <w:rsid w:val="00EA0D1E"/>
    <w:rsid w:val="00EA4D61"/>
    <w:rsid w:val="00EA6CF8"/>
    <w:rsid w:val="00EC12ED"/>
    <w:rsid w:val="00ED0D1F"/>
    <w:rsid w:val="00ED261C"/>
    <w:rsid w:val="00ED59EA"/>
    <w:rsid w:val="00ED5FBE"/>
    <w:rsid w:val="00EE01C3"/>
    <w:rsid w:val="00EE32D7"/>
    <w:rsid w:val="00EF41D5"/>
    <w:rsid w:val="00F0446F"/>
    <w:rsid w:val="00F05F44"/>
    <w:rsid w:val="00F22DEA"/>
    <w:rsid w:val="00F361B1"/>
    <w:rsid w:val="00F510A3"/>
    <w:rsid w:val="00F81FD2"/>
    <w:rsid w:val="00F84D14"/>
    <w:rsid w:val="00F86FB2"/>
    <w:rsid w:val="00F874A9"/>
    <w:rsid w:val="00F913C9"/>
    <w:rsid w:val="00FA4C58"/>
    <w:rsid w:val="00FB4910"/>
    <w:rsid w:val="00FB6E3A"/>
    <w:rsid w:val="00FB798C"/>
    <w:rsid w:val="00FC311A"/>
    <w:rsid w:val="00FD023C"/>
    <w:rsid w:val="00FD087C"/>
    <w:rsid w:val="00FD2FE6"/>
    <w:rsid w:val="00FD5C1C"/>
    <w:rsid w:val="00FE3022"/>
    <w:rsid w:val="00FE6617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8B423"/>
  <w15:chartTrackingRefBased/>
  <w15:docId w15:val="{C9834867-ABFE-4879-9ADB-B611D2CF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normaltextrun">
    <w:name w:val="normaltextrun"/>
    <w:basedOn w:val="Tipodeletrapredefinidodopargrafo"/>
    <w:rsid w:val="00C73229"/>
  </w:style>
  <w:style w:type="paragraph" w:customStyle="1" w:styleId="AR1-Realizacoes">
    <w:name w:val="A_R1-Realizacoes"/>
    <w:basedOn w:val="PargrafodaLista"/>
    <w:qFormat/>
    <w:rsid w:val="00085E92"/>
    <w:pPr>
      <w:numPr>
        <w:numId w:val="16"/>
      </w:numPr>
      <w:spacing w:before="120" w:after="0" w:line="276" w:lineRule="auto"/>
      <w:ind w:left="357" w:hanging="357"/>
      <w:contextualSpacing w:val="0"/>
    </w:pPr>
    <w:rPr>
      <w:rFonts w:ascii="Verdana Pro Light" w:eastAsia="Verdana Pro Light" w:hAnsi="Verdana Pro Light" w:cs="Verdana Pro Light"/>
      <w:sz w:val="18"/>
      <w:szCs w:val="18"/>
      <w:lang w:eastAsia="pt-P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NQ_ANESPO\00_CNQ_CURR&#205;CULOS\PROJETO\FASE%202,%203%20e%204\05_T&#201;CNICO%20DE%20ANIMA&#199;&#195;O%202D%203D\RC_T&#233;cnico%20de%20Anima&#231;&#227;o%202D%203D_14_02_24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e um novo documento." ma:contentTypeScope="" ma:versionID="f2f0768bc5d022a70dad3d218a2afdac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f4872e4912722906ae6c65d59898105b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FFE2CD-E762-47A4-8C19-1563E850AFF5}"/>
</file>

<file path=customXml/itemProps2.xml><?xml version="1.0" encoding="utf-8"?>
<ds:datastoreItem xmlns:ds="http://schemas.openxmlformats.org/officeDocument/2006/customXml" ds:itemID="{8247FBE8-D1F4-48C8-BFDF-30A5A87D0B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351940-7C92-416A-AE42-79D54DB589D7}"/>
</file>

<file path=docProps/app.xml><?xml version="1.0" encoding="utf-8"?>
<Properties xmlns="http://schemas.openxmlformats.org/officeDocument/2006/extended-properties" xmlns:vt="http://schemas.openxmlformats.org/officeDocument/2006/docPropsVTypes">
  <Template>RC_Técnico de Animação 2D 3D_14_02_24</Template>
  <TotalTime>7</TotalTime>
  <Pages>93</Pages>
  <Words>20148</Words>
  <Characters>108803</Characters>
  <Application>Microsoft Office Word</Application>
  <DocSecurity>0</DocSecurity>
  <Lines>906</Lines>
  <Paragraphs>257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Calvet de Magalhaes Gomes Ricardo</dc:creator>
  <cp:keywords/>
  <dc:description/>
  <cp:lastModifiedBy>Elisa Pérez Babo</cp:lastModifiedBy>
  <cp:revision>8</cp:revision>
  <dcterms:created xsi:type="dcterms:W3CDTF">2024-02-29T13:16:00Z</dcterms:created>
  <dcterms:modified xsi:type="dcterms:W3CDTF">2024-02-29T20:31:00Z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