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EAFE9" w14:textId="77777777" w:rsidR="00250F16" w:rsidRPr="00EE01C3" w:rsidRDefault="00250F16" w:rsidP="00D1477B">
      <w:pPr>
        <w:spacing w:line="656" w:lineRule="exact"/>
        <w:ind w:left="1416" w:hanging="1416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13BF3D57" w14:textId="77777777" w:rsidR="00250F16" w:rsidRPr="00EE01C3" w:rsidRDefault="00906320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  <w:r w:rsidRPr="00EE01C3">
        <w:rPr>
          <w:rFonts w:ascii="Verdana" w:hAnsi="Verdana"/>
          <w:b/>
          <w:noProof/>
          <w:color w:val="404040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E6E97B" wp14:editId="0497C67D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2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C8B39F" w14:textId="77777777" w:rsidR="000A7D7B" w:rsidRPr="00EE01C3" w:rsidRDefault="000A7D7B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619FB7BF" w14:textId="77777777" w:rsidR="000A7D7B" w:rsidRPr="00EE01C3" w:rsidRDefault="000A7D7B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10BA86C">
              <v:rect id="Rectângulo 1" style="position:absolute;left:0;text-align:left;margin-left:543.75pt;margin-top:28.7pt;width:594.95pt;height:121.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spid="_x0000_s1026" fillcolor="#cfcdcd [2894]" stroked="f" strokeweight="1pt" w14:anchorId="1BE6E9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>
                <v:textbox>
                  <w:txbxContent>
                    <w:p w:rsidRPr="00EE01C3" w:rsidR="000A7D7B" w:rsidP="00906320" w:rsidRDefault="000A7D7B" w14:paraId="40B82892" w14:textId="77777777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:rsidRPr="00EE01C3" w:rsidR="000A7D7B" w:rsidP="00906320" w:rsidRDefault="000A7D7B" w14:paraId="1E31F1BD" w14:textId="77777777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AA0DD3A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7853CA94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418F836B" w14:textId="77777777" w:rsidR="00AC6E34" w:rsidRPr="00EE01C3" w:rsidRDefault="00AC6E34" w:rsidP="00250F16">
      <w:pPr>
        <w:spacing w:line="656" w:lineRule="exact"/>
        <w:ind w:left="-1701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39B17477" w14:textId="77777777" w:rsidR="00721800" w:rsidRPr="00EE01C3" w:rsidRDefault="00721800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67CDD5D7" w14:textId="77777777" w:rsidR="00863E5E" w:rsidRPr="00F51457" w:rsidRDefault="00863E5E" w:rsidP="00863E5E">
      <w:pPr>
        <w:spacing w:after="0" w:line="656" w:lineRule="exact"/>
        <w:jc w:val="center"/>
        <w:rPr>
          <w:rFonts w:ascii="Verdana Pro Light" w:hAnsi="Verdana Pro Light"/>
          <w:b/>
          <w:color w:val="000000" w:themeColor="text1"/>
          <w:sz w:val="32"/>
          <w:szCs w:val="24"/>
        </w:rPr>
      </w:pPr>
      <w:r w:rsidRPr="00F51457">
        <w:rPr>
          <w:rFonts w:ascii="Verdana Pro Light" w:hAnsi="Verdana Pro Light"/>
          <w:b/>
          <w:color w:val="000000" w:themeColor="text1"/>
          <w:sz w:val="32"/>
          <w:szCs w:val="24"/>
        </w:rPr>
        <w:t>______</w:t>
      </w:r>
      <w:r w:rsidR="00502D7D" w:rsidRPr="00502D7D">
        <w:rPr>
          <w:rFonts w:ascii="Verdana Pro Light" w:hAnsi="Verdana Pro Light"/>
          <w:b/>
          <w:color w:val="000000" w:themeColor="text1"/>
          <w:sz w:val="32"/>
          <w:szCs w:val="24"/>
        </w:rPr>
        <w:t>Técnico de Desenho Digital 3D</w:t>
      </w:r>
      <w:r w:rsidRPr="00F51457">
        <w:rPr>
          <w:rFonts w:ascii="Verdana Pro Light" w:hAnsi="Verdana Pro Light"/>
          <w:b/>
          <w:color w:val="000000" w:themeColor="text1"/>
          <w:sz w:val="32"/>
          <w:szCs w:val="24"/>
        </w:rPr>
        <w:t>________</w:t>
      </w:r>
    </w:p>
    <w:p w14:paraId="5E91866D" w14:textId="77777777" w:rsidR="00863E5E" w:rsidRPr="006B26A4" w:rsidRDefault="00863E5E" w:rsidP="00863E5E">
      <w:pPr>
        <w:spacing w:after="0" w:line="656" w:lineRule="exact"/>
        <w:jc w:val="center"/>
        <w:rPr>
          <w:rFonts w:ascii="Verdana Pro Light" w:hAnsi="Verdana Pro Light"/>
          <w:color w:val="000000" w:themeColor="text1"/>
          <w:sz w:val="44"/>
        </w:rPr>
      </w:pPr>
      <w:r w:rsidRPr="006B26A4">
        <w:rPr>
          <w:rFonts w:ascii="Verdana Pro Light" w:hAnsi="Verdana Pro Light"/>
          <w:color w:val="000000" w:themeColor="text1"/>
          <w:sz w:val="20"/>
          <w:szCs w:val="24"/>
        </w:rPr>
        <w:t>(</w:t>
      </w:r>
      <w:r w:rsidR="00491914" w:rsidRPr="00491914">
        <w:rPr>
          <w:rFonts w:ascii="Verdana Pro Light" w:hAnsi="Verdana Pro Light"/>
          <w:color w:val="000000" w:themeColor="text1"/>
          <w:sz w:val="20"/>
          <w:szCs w:val="24"/>
        </w:rPr>
        <w:t>Técnico de Desenho Digital 3D</w:t>
      </w:r>
      <w:r w:rsidRPr="006B26A4">
        <w:rPr>
          <w:rFonts w:ascii="Verdana Pro Light" w:hAnsi="Verdana Pro Light"/>
          <w:color w:val="000000" w:themeColor="text1"/>
          <w:sz w:val="20"/>
          <w:szCs w:val="24"/>
        </w:rPr>
        <w:t>)</w:t>
      </w:r>
    </w:p>
    <w:p w14:paraId="0FDEDDF7" w14:textId="77777777" w:rsidR="00AC6E34" w:rsidRPr="00712C22" w:rsidRDefault="00AC6E34" w:rsidP="00250F16">
      <w:pPr>
        <w:spacing w:after="0" w:line="656" w:lineRule="exact"/>
        <w:ind w:left="-1701"/>
        <w:jc w:val="center"/>
        <w:rPr>
          <w:rFonts w:ascii="Verdana Pro Light" w:eastAsia="Arial Unicode MS" w:hAnsi="Verdana Pro Light" w:cstheme="minorHAnsi"/>
          <w:smallCaps/>
          <w:color w:val="000000" w:themeColor="text1"/>
          <w:sz w:val="32"/>
          <w:szCs w:val="32"/>
        </w:rPr>
      </w:pPr>
      <w:r w:rsidRPr="00712C22"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4DA662BB" wp14:editId="0326780E">
                <wp:extent cx="7917180" cy="68400"/>
                <wp:effectExtent l="0" t="0" r="7620" b="8255"/>
                <wp:docPr id="1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026B32" w14:textId="77777777" w:rsidR="000A7D7B" w:rsidRPr="00EF41D5" w:rsidRDefault="000A7D7B" w:rsidP="00AC6E3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color w:val="404040"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20D73B20" w14:textId="77777777" w:rsidR="000A7D7B" w:rsidRPr="00EF41D5" w:rsidRDefault="000A7D7B" w:rsidP="00AC6E3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 w14:anchorId="5F3A295B">
              <v:rect id="Rectângulo 2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spid="_x0000_s1027" fillcolor="#cfcdcd [2894]" stroked="f" strokeweight="1pt" w14:anchorId="4DA662B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>
                <v:textbox>
                  <w:txbxContent>
                    <w:p w:rsidRPr="00EF41D5" w:rsidR="000A7D7B" w:rsidP="00AC6E34" w:rsidRDefault="000A7D7B" w14:paraId="672A6659" w14:textId="77777777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color w:val="404040"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:rsidRPr="00EF41D5" w:rsidR="000A7D7B" w:rsidP="00AC6E34" w:rsidRDefault="000A7D7B" w14:paraId="0A37501D" w14:textId="77777777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73F60274" w14:textId="77777777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  <w:szCs w:val="26"/>
        </w:rPr>
        <w:t>:</w:t>
      </w:r>
      <w:r w:rsidRPr="00712C22">
        <w:rPr>
          <w:rFonts w:ascii="Verdana Pro Light" w:eastAsia="Arial Unicode MS" w:hAnsi="Verdana Pro Light" w:cstheme="minorHAnsi"/>
          <w:b/>
          <w:bCs/>
          <w:color w:val="000000" w:themeColor="text1"/>
          <w:szCs w:val="26"/>
        </w:rPr>
        <w:t xml:space="preserve"> </w:t>
      </w:r>
      <w:r w:rsidR="00502D7D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213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 xml:space="preserve"> –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 xml:space="preserve"> </w:t>
      </w:r>
      <w:r w:rsidR="00502D7D" w:rsidRPr="00502D7D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>Audiovisuais e Produção dos Media</w:t>
      </w:r>
    </w:p>
    <w:p w14:paraId="3FC8FF0C" w14:textId="77777777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Código da Qualificação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: 000000</w:t>
      </w:r>
    </w:p>
    <w:p w14:paraId="1CED4036" w14:textId="77777777" w:rsidR="00721800" w:rsidRPr="00361B38" w:rsidRDefault="00721800" w:rsidP="35D1FEEC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35D1FEEC">
        <w:rPr>
          <w:rFonts w:ascii="Verdana Pro Light" w:eastAsia="Arial Unicode MS" w:hAnsi="Verdana Pro Light"/>
          <w:b/>
          <w:bCs/>
          <w:smallCaps/>
          <w:color w:val="000000" w:themeColor="text1"/>
        </w:rPr>
        <w:t>Nível de Qualificação:</w:t>
      </w:r>
      <w:r w:rsidRPr="35D1FEEC">
        <w:rPr>
          <w:rFonts w:eastAsia="Arial Unicode MS" w:cs="Arial Unicode MS"/>
          <w:b/>
          <w:bCs/>
          <w:smallCaps/>
          <w:color w:val="000000" w:themeColor="text1"/>
        </w:rPr>
        <w:t xml:space="preserve"> </w:t>
      </w:r>
      <w:r w:rsidR="00BE4305" w:rsidRPr="00CF60BD">
        <w:rPr>
          <w:rFonts w:ascii="Wingdings" w:eastAsia="Wingdings" w:hAnsi="Wingdings" w:cs="Wingdings"/>
          <w:b/>
          <w:bCs/>
          <w:color w:val="000000" w:themeColor="text1"/>
          <w:sz w:val="32"/>
          <w:szCs w:val="28"/>
        </w:rPr>
        <w:t></w:t>
      </w:r>
    </w:p>
    <w:p w14:paraId="54C50AB8" w14:textId="01CD1BF2" w:rsidR="00AC6E34" w:rsidRPr="00712C22" w:rsidRDefault="00DA3EB2" w:rsidP="5A4E8C3B">
      <w:pPr>
        <w:jc w:val="right"/>
        <w:rPr>
          <w:rFonts w:ascii="Verdana Pro Light" w:eastAsia="Arial Unicode MS" w:hAnsi="Verdana Pro Light"/>
          <w:smallCaps/>
          <w:color w:val="000000" w:themeColor="text1"/>
        </w:rPr>
      </w:pPr>
      <w:r w:rsidRPr="5A4E8C3B">
        <w:rPr>
          <w:rFonts w:ascii="Verdana Pro Light" w:eastAsia="Arial Unicode MS" w:hAnsi="Verdana Pro Light"/>
          <w:b/>
          <w:bCs/>
          <w:smallCaps/>
          <w:color w:val="000000" w:themeColor="text1"/>
        </w:rPr>
        <w:t>Pontos de Crédito:</w:t>
      </w:r>
      <w:r w:rsidR="707F862B" w:rsidRPr="5A4E8C3B">
        <w:rPr>
          <w:rFonts w:ascii="Verdana Pro Light" w:eastAsia="Arial Unicode MS" w:hAnsi="Verdana Pro Light"/>
          <w:b/>
          <w:bCs/>
          <w:smallCaps/>
          <w:color w:val="000000" w:themeColor="text1"/>
        </w:rPr>
        <w:t>90</w:t>
      </w:r>
    </w:p>
    <w:p w14:paraId="26390A0A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7542E943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="00DA3EB2"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</w:t>
      </w:r>
      <w:r w:rsidR="00DA3EB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_______________________________.</w:t>
      </w:r>
    </w:p>
    <w:p w14:paraId="22FBA20F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Observações:</w:t>
      </w:r>
    </w:p>
    <w:p w14:paraId="2A84D086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44406B90" w14:textId="77777777" w:rsidR="008C1AD9" w:rsidRDefault="008C1AD9">
      <w:pP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  <w:sectPr w:rsidR="008C1AD9" w:rsidSect="0091247B">
          <w:headerReference w:type="default" r:id="rId11"/>
          <w:footerReference w:type="default" r:id="rId12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766B46B4" w14:textId="77777777" w:rsidR="00502D7D" w:rsidRDefault="00AC6E34" w:rsidP="00502D7D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lastRenderedPageBreak/>
        <w:t>Descrição Geral da Qualificação (Missão):</w:t>
      </w:r>
    </w:p>
    <w:p w14:paraId="0C846DF7" w14:textId="77777777" w:rsidR="00EA417F" w:rsidRDefault="00EA417F" w:rsidP="00502D7D">
      <w:pPr>
        <w:spacing w:after="120" w:line="240" w:lineRule="auto"/>
        <w:rPr>
          <w:rFonts w:ascii="Verdana Pro Light" w:hAnsi="Verdana Pro Light" w:cstheme="minorHAnsi"/>
        </w:rPr>
      </w:pPr>
    </w:p>
    <w:p w14:paraId="4F7B58E6" w14:textId="77777777" w:rsidR="007E659A" w:rsidRPr="00ED04BD" w:rsidRDefault="00C54ABA" w:rsidP="005B0018">
      <w:pPr>
        <w:spacing w:after="120" w:line="240" w:lineRule="auto"/>
        <w:rPr>
          <w:rFonts w:ascii="Verdana Pro Light" w:hAnsi="Verdana Pro Light"/>
        </w:rPr>
      </w:pPr>
      <w:r>
        <w:rPr>
          <w:rFonts w:ascii="Verdana Pro Light" w:hAnsi="Verdana Pro Light" w:cstheme="minorHAnsi"/>
        </w:rPr>
        <w:t xml:space="preserve">Executar e manipular elementos visuais, virtuais e tridimensionais, para a criação de modelos para a </w:t>
      </w:r>
      <w:r w:rsidR="005B0018">
        <w:rPr>
          <w:rFonts w:ascii="Verdana Pro Light" w:hAnsi="Verdana Pro Light" w:cstheme="minorHAnsi"/>
        </w:rPr>
        <w:t>indústria</w:t>
      </w:r>
      <w:r>
        <w:rPr>
          <w:rFonts w:ascii="Verdana Pro Light" w:hAnsi="Verdana Pro Light" w:cstheme="minorHAnsi"/>
        </w:rPr>
        <w:t xml:space="preserve"> da arquitetura, engenharia, design</w:t>
      </w:r>
      <w:r w:rsidR="005B0018">
        <w:rPr>
          <w:rFonts w:ascii="Verdana Pro Light" w:hAnsi="Verdana Pro Light" w:cstheme="minorHAnsi"/>
        </w:rPr>
        <w:t>, urbanismo, jogos e publicidade,</w:t>
      </w:r>
      <w:r w:rsidR="007E659A">
        <w:rPr>
          <w:rFonts w:ascii="Verdana Pro Light" w:hAnsi="Verdana Pro Light" w:cstheme="minorHAnsi"/>
        </w:rPr>
        <w:t xml:space="preserve"> </w:t>
      </w:r>
      <w:r w:rsidR="007E659A" w:rsidRPr="37110231">
        <w:rPr>
          <w:rFonts w:ascii="Verdana Pro Light" w:hAnsi="Verdana Pro Light"/>
        </w:rPr>
        <w:t>respeitando os princípios da sustentabilidade ambiental e as normas de segurança e saúde no trabalho</w:t>
      </w:r>
      <w:r w:rsidR="007E659A">
        <w:rPr>
          <w:rFonts w:ascii="Verdana Pro Light" w:hAnsi="Verdana Pro Light"/>
        </w:rPr>
        <w:t xml:space="preserve">. </w:t>
      </w:r>
    </w:p>
    <w:p w14:paraId="4A0E43EC" w14:textId="77777777" w:rsidR="00AC6E34" w:rsidRDefault="00AC6E3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2050A2CE" w14:textId="77777777" w:rsidR="00F84D14" w:rsidRPr="00712C22" w:rsidRDefault="00F84D1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50828C28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t>Atividades Principais:</w:t>
      </w:r>
    </w:p>
    <w:p w14:paraId="3B47B3C5" w14:textId="77777777" w:rsidR="00502D7D" w:rsidRPr="00502D7D" w:rsidRDefault="00B2499C" w:rsidP="00502D7D">
      <w:pPr>
        <w:tabs>
          <w:tab w:val="left" w:pos="9072"/>
        </w:tabs>
        <w:spacing w:after="0" w:line="276" w:lineRule="auto"/>
        <w:jc w:val="both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1 - </w:t>
      </w:r>
      <w:r w:rsidR="00502D7D" w:rsidRPr="00502D7D">
        <w:rPr>
          <w:rFonts w:ascii="Verdana Pro Light" w:hAnsi="Verdana Pro Light" w:cstheme="minorHAnsi"/>
        </w:rPr>
        <w:t>Produzir elementos virtuais para visualização tridimensional nas áreas de arquitetura, engenharia, urbanismo, promoção imobiliária, design e publicidade.</w:t>
      </w:r>
    </w:p>
    <w:p w14:paraId="48C87338" w14:textId="77777777" w:rsidR="00502D7D" w:rsidRPr="00502D7D" w:rsidRDefault="00B2499C" w:rsidP="00502D7D">
      <w:pPr>
        <w:tabs>
          <w:tab w:val="left" w:pos="9072"/>
        </w:tabs>
        <w:spacing w:after="0" w:line="276" w:lineRule="auto"/>
        <w:jc w:val="both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2 - </w:t>
      </w:r>
      <w:r w:rsidR="00502D7D" w:rsidRPr="00502D7D">
        <w:rPr>
          <w:rFonts w:ascii="Verdana Pro Light" w:hAnsi="Verdana Pro Light" w:cstheme="minorHAnsi"/>
        </w:rPr>
        <w:t>Elaborar peças desenhadas para apoio a gabinetes e empresas de projetos.</w:t>
      </w:r>
    </w:p>
    <w:p w14:paraId="4CF8FF57" w14:textId="77777777" w:rsidR="00502D7D" w:rsidRPr="00502D7D" w:rsidRDefault="00B2499C" w:rsidP="00502D7D">
      <w:pPr>
        <w:tabs>
          <w:tab w:val="left" w:pos="9072"/>
        </w:tabs>
        <w:spacing w:after="0" w:line="276" w:lineRule="auto"/>
        <w:jc w:val="both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3 - </w:t>
      </w:r>
      <w:r w:rsidR="00502D7D" w:rsidRPr="00502D7D">
        <w:rPr>
          <w:rFonts w:ascii="Verdana Pro Light" w:hAnsi="Verdana Pro Light" w:cstheme="minorHAnsi"/>
        </w:rPr>
        <w:t xml:space="preserve">Interpretar e analisar desenhos técnicos. </w:t>
      </w:r>
    </w:p>
    <w:p w14:paraId="076877D6" w14:textId="77777777" w:rsidR="00502D7D" w:rsidRPr="00502D7D" w:rsidRDefault="00B2499C" w:rsidP="00502D7D">
      <w:pPr>
        <w:tabs>
          <w:tab w:val="left" w:pos="9072"/>
        </w:tabs>
        <w:spacing w:after="0" w:line="276" w:lineRule="auto"/>
        <w:jc w:val="both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4 - </w:t>
      </w:r>
      <w:r w:rsidR="00502D7D" w:rsidRPr="00502D7D">
        <w:rPr>
          <w:rFonts w:ascii="Verdana Pro Light" w:hAnsi="Verdana Pro Light" w:cstheme="minorHAnsi"/>
        </w:rPr>
        <w:t xml:space="preserve">Produzir desenho livre, imagens, elementos animados e processos interativos de apresentação e visualização tridimensional. </w:t>
      </w:r>
    </w:p>
    <w:p w14:paraId="4DCA0E4E" w14:textId="77777777" w:rsidR="00502D7D" w:rsidRPr="00502D7D" w:rsidRDefault="00B2499C" w:rsidP="00502D7D">
      <w:pPr>
        <w:tabs>
          <w:tab w:val="left" w:pos="9072"/>
        </w:tabs>
        <w:spacing w:after="0" w:line="276" w:lineRule="auto"/>
        <w:jc w:val="both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5 - </w:t>
      </w:r>
      <w:r w:rsidR="00502D7D" w:rsidRPr="00502D7D">
        <w:rPr>
          <w:rFonts w:ascii="Verdana Pro Light" w:hAnsi="Verdana Pro Light" w:cstheme="minorHAnsi"/>
        </w:rPr>
        <w:t>Colaborar em estudos diversos através da materialização tridimensional virtual.</w:t>
      </w:r>
    </w:p>
    <w:p w14:paraId="5B939DB3" w14:textId="77777777" w:rsidR="00502D7D" w:rsidRPr="00502D7D" w:rsidRDefault="00B2499C" w:rsidP="00502D7D">
      <w:pPr>
        <w:tabs>
          <w:tab w:val="left" w:pos="9072"/>
        </w:tabs>
        <w:spacing w:after="0" w:line="276" w:lineRule="auto"/>
        <w:jc w:val="both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6 - </w:t>
      </w:r>
      <w:r w:rsidR="00502D7D" w:rsidRPr="00502D7D">
        <w:rPr>
          <w:rFonts w:ascii="Verdana Pro Light" w:hAnsi="Verdana Pro Light" w:cstheme="minorHAnsi"/>
        </w:rPr>
        <w:t>Produzir dossiers de apresentação e comunicação bem como elementos interativos tridimensionais.</w:t>
      </w:r>
    </w:p>
    <w:p w14:paraId="4915D449" w14:textId="77777777" w:rsidR="00502D7D" w:rsidRPr="00502D7D" w:rsidRDefault="00B2499C" w:rsidP="00502D7D">
      <w:pPr>
        <w:tabs>
          <w:tab w:val="left" w:pos="9072"/>
        </w:tabs>
        <w:spacing w:after="0" w:line="276" w:lineRule="auto"/>
        <w:jc w:val="both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7 - </w:t>
      </w:r>
      <w:r w:rsidR="00502D7D" w:rsidRPr="00502D7D">
        <w:rPr>
          <w:rFonts w:ascii="Verdana Pro Light" w:hAnsi="Verdana Pro Light" w:cstheme="minorHAnsi"/>
        </w:rPr>
        <w:t>Integrar modelação tridimensional em fotografias e captação vídeo real.</w:t>
      </w:r>
    </w:p>
    <w:p w14:paraId="657DE2D0" w14:textId="77777777" w:rsidR="00AC6E34" w:rsidRPr="00502D7D" w:rsidRDefault="00B2499C" w:rsidP="00502D7D">
      <w:pPr>
        <w:tabs>
          <w:tab w:val="left" w:pos="9072"/>
        </w:tabs>
        <w:spacing w:after="0" w:line="276" w:lineRule="auto"/>
        <w:jc w:val="both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8 - </w:t>
      </w:r>
      <w:r w:rsidR="00502D7D" w:rsidRPr="00502D7D">
        <w:rPr>
          <w:rFonts w:ascii="Verdana Pro Light" w:hAnsi="Verdana Pro Light" w:cstheme="minorHAnsi"/>
        </w:rPr>
        <w:t>Efetuar edição e pós-produção vídeo para apresentação e divulgação em plataformas virtuais.</w:t>
      </w:r>
    </w:p>
    <w:p w14:paraId="29732DCA" w14:textId="77777777" w:rsidR="00502D7D" w:rsidRDefault="00502D7D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42B06B42" w14:textId="77777777" w:rsidR="00502D7D" w:rsidRDefault="00502D7D">
      <w:pPr>
        <w:rPr>
          <w:rFonts w:ascii="Verdana Pro Light" w:hAnsi="Verdana Pro Light" w:cstheme="minorHAnsi"/>
          <w:b/>
          <w:smallCaps/>
          <w:sz w:val="24"/>
          <w:szCs w:val="24"/>
        </w:rPr>
      </w:pPr>
      <w:r>
        <w:rPr>
          <w:rFonts w:ascii="Verdana Pro Light" w:hAnsi="Verdana Pro Light" w:cstheme="minorHAnsi"/>
          <w:b/>
          <w:smallCaps/>
          <w:sz w:val="24"/>
          <w:szCs w:val="24"/>
        </w:rPr>
        <w:br w:type="page"/>
      </w:r>
    </w:p>
    <w:p w14:paraId="050FAAC2" w14:textId="77777777" w:rsidR="00AC6E34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lastRenderedPageBreak/>
        <w:t>Unidades de</w:t>
      </w:r>
      <w:r w:rsidRPr="00250F16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Competência</w:t>
      </w:r>
      <w:r w:rsidR="00AB44C5" w:rsidRPr="00250F16">
        <w:rPr>
          <w:rFonts w:ascii="Verdana Pro Light" w:hAnsi="Verdana Pro Light" w:cstheme="minorHAnsi"/>
          <w:b/>
          <w:smallCaps/>
          <w:sz w:val="24"/>
          <w:szCs w:val="24"/>
        </w:rPr>
        <w:t xml:space="preserve"> (UC)</w:t>
      </w:r>
    </w:p>
    <w:p w14:paraId="4516778B" w14:textId="77777777" w:rsidR="00AC6E34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UC Obrigatórias</w:t>
      </w:r>
    </w:p>
    <w:p w14:paraId="5BD57680" w14:textId="77777777" w:rsidR="000951F2" w:rsidRDefault="000951F2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800"/>
        <w:gridCol w:w="6003"/>
        <w:gridCol w:w="1134"/>
      </w:tblGrid>
      <w:tr w:rsidR="006A1562" w:rsidRPr="00712C22" w14:paraId="090795F8" w14:textId="77777777" w:rsidTr="003F2F99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4618AAD9" w14:textId="77777777" w:rsidR="006A1562" w:rsidRPr="00712C22" w:rsidRDefault="006A1562" w:rsidP="003F2F99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800" w:type="dxa"/>
            <w:shd w:val="clear" w:color="auto" w:fill="D0CECE" w:themeFill="background2" w:themeFillShade="E6"/>
            <w:vAlign w:val="center"/>
          </w:tcPr>
          <w:p w14:paraId="3B5F1403" w14:textId="77777777" w:rsidR="006A1562" w:rsidRPr="00712C22" w:rsidRDefault="006A1562" w:rsidP="003F2F99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proofErr w:type="gram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03" w:type="dxa"/>
            <w:shd w:val="clear" w:color="auto" w:fill="D0CECE" w:themeFill="background2" w:themeFillShade="E6"/>
            <w:vAlign w:val="center"/>
          </w:tcPr>
          <w:p w14:paraId="498F797A" w14:textId="77777777" w:rsidR="006A1562" w:rsidRPr="00712C22" w:rsidRDefault="006A1562" w:rsidP="003F2F99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proofErr w:type="spell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de </w:t>
            </w: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034149D" w14:textId="77777777" w:rsidR="006A1562" w:rsidRPr="00712C22" w:rsidRDefault="006A1562" w:rsidP="003F2F9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6A1562" w:rsidRPr="006C0318" w14:paraId="02B88E4D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310F0C9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3BF21082" w14:textId="77777777" w:rsidR="006A1562" w:rsidRPr="00227094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 w:themeColor="accent4"/>
                <w:sz w:val="16"/>
                <w:szCs w:val="16"/>
              </w:rPr>
            </w:pPr>
            <w:r w:rsidRPr="00227094">
              <w:rPr>
                <w:rFonts w:ascii="Verdana Pro Light" w:hAnsi="Verdana Pro Light" w:cs="Tahoma"/>
                <w:b/>
                <w:color w:val="FFC000" w:themeColor="accent4"/>
                <w:sz w:val="16"/>
                <w:szCs w:val="16"/>
              </w:rPr>
              <w:t>03</w:t>
            </w:r>
          </w:p>
        </w:tc>
        <w:tc>
          <w:tcPr>
            <w:tcW w:w="6003" w:type="dxa"/>
          </w:tcPr>
          <w:p w14:paraId="50701BA0" w14:textId="77777777" w:rsidR="006A1562" w:rsidRPr="00342160" w:rsidRDefault="006A1562" w:rsidP="003F2F99">
            <w:r w:rsidRPr="00342160">
              <w:t>Colaborar e trabalhar em equipa</w:t>
            </w:r>
          </w:p>
        </w:tc>
        <w:tc>
          <w:tcPr>
            <w:tcW w:w="1134" w:type="dxa"/>
          </w:tcPr>
          <w:p w14:paraId="77E0B624" w14:textId="77777777" w:rsidR="006A1562" w:rsidRPr="00342160" w:rsidRDefault="006A1562" w:rsidP="003F2F99">
            <w:r>
              <w:t>4,5</w:t>
            </w:r>
          </w:p>
        </w:tc>
      </w:tr>
      <w:tr w:rsidR="006A1562" w:rsidRPr="006C0318" w14:paraId="3237DEF9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D37BFF7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5ECC5613" w14:textId="77777777" w:rsidR="006A1562" w:rsidRPr="00227094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 w:themeColor="accent4"/>
                <w:sz w:val="16"/>
                <w:szCs w:val="16"/>
              </w:rPr>
            </w:pPr>
            <w:r w:rsidRPr="00227094">
              <w:rPr>
                <w:rFonts w:ascii="Verdana Pro Light" w:hAnsi="Verdana Pro Light" w:cs="Tahoma"/>
                <w:b/>
                <w:color w:val="FFC000" w:themeColor="accent4"/>
                <w:sz w:val="16"/>
                <w:szCs w:val="16"/>
              </w:rPr>
              <w:t>04</w:t>
            </w:r>
          </w:p>
        </w:tc>
        <w:tc>
          <w:tcPr>
            <w:tcW w:w="6003" w:type="dxa"/>
          </w:tcPr>
          <w:p w14:paraId="600F04AC" w14:textId="77777777" w:rsidR="006A1562" w:rsidRPr="00342160" w:rsidRDefault="006A1562" w:rsidP="003F2F99">
            <w:r w:rsidRPr="00342160">
              <w:t>Comunicar e interagir em contexto profissional</w:t>
            </w:r>
          </w:p>
        </w:tc>
        <w:tc>
          <w:tcPr>
            <w:tcW w:w="1134" w:type="dxa"/>
          </w:tcPr>
          <w:p w14:paraId="3B33184C" w14:textId="77777777" w:rsidR="006A1562" w:rsidRPr="00342160" w:rsidRDefault="006A1562" w:rsidP="003F2F99">
            <w:r>
              <w:t>4,5</w:t>
            </w:r>
          </w:p>
        </w:tc>
      </w:tr>
      <w:tr w:rsidR="006A1562" w:rsidRPr="006C0318" w14:paraId="22BE3C8A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471B540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394313F8" w14:textId="77777777" w:rsidR="006A1562" w:rsidRPr="00227094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 w:themeColor="accent4"/>
                <w:sz w:val="16"/>
                <w:szCs w:val="16"/>
              </w:rPr>
            </w:pPr>
            <w:r w:rsidRPr="00227094">
              <w:rPr>
                <w:rFonts w:ascii="Verdana Pro Light" w:hAnsi="Verdana Pro Light" w:cs="Tahoma"/>
                <w:b/>
                <w:color w:val="FFC000" w:themeColor="accent4"/>
                <w:sz w:val="16"/>
                <w:szCs w:val="16"/>
              </w:rPr>
              <w:t>02</w:t>
            </w:r>
          </w:p>
        </w:tc>
        <w:tc>
          <w:tcPr>
            <w:tcW w:w="6003" w:type="dxa"/>
            <w:shd w:val="clear" w:color="auto" w:fill="auto"/>
          </w:tcPr>
          <w:p w14:paraId="5D61E204" w14:textId="77777777" w:rsidR="006A1562" w:rsidRPr="00342160" w:rsidRDefault="006A1562" w:rsidP="003F2F99">
            <w:r w:rsidRPr="00342160">
              <w:t>Implementar as normas de segurança e saúde no trabalho na área profissional do Desenho Digital</w:t>
            </w:r>
          </w:p>
        </w:tc>
        <w:tc>
          <w:tcPr>
            <w:tcW w:w="1134" w:type="dxa"/>
          </w:tcPr>
          <w:p w14:paraId="0F2893E4" w14:textId="77777777" w:rsidR="006A1562" w:rsidRPr="00342160" w:rsidRDefault="006A1562" w:rsidP="003F2F99">
            <w:r w:rsidRPr="00342160">
              <w:t>2,25</w:t>
            </w:r>
          </w:p>
        </w:tc>
      </w:tr>
      <w:tr w:rsidR="006A1562" w:rsidRPr="006C0318" w14:paraId="14B1B21C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7254223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6B6727E8" w14:textId="77777777" w:rsidR="006A1562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227094">
              <w:rPr>
                <w:rFonts w:ascii="Verdana Pro Light" w:hAnsi="Verdana Pro Light" w:cs="Tahoma"/>
                <w:b/>
                <w:color w:val="FFC000" w:themeColor="accent4"/>
                <w:sz w:val="16"/>
                <w:szCs w:val="16"/>
              </w:rPr>
              <w:t>01</w:t>
            </w:r>
          </w:p>
        </w:tc>
        <w:tc>
          <w:tcPr>
            <w:tcW w:w="6003" w:type="dxa"/>
          </w:tcPr>
          <w:p w14:paraId="6F72DE66" w14:textId="77777777" w:rsidR="006A1562" w:rsidRPr="000F0BF6" w:rsidRDefault="006A1562" w:rsidP="003F2F99">
            <w:r w:rsidRPr="00342160">
              <w:t>Prestar informações sobre o setor de Desenho Digital</w:t>
            </w:r>
            <w:r>
              <w:t xml:space="preserve"> 3D</w:t>
            </w:r>
          </w:p>
        </w:tc>
        <w:tc>
          <w:tcPr>
            <w:tcW w:w="1134" w:type="dxa"/>
          </w:tcPr>
          <w:p w14:paraId="24CAD748" w14:textId="77777777" w:rsidR="006A1562" w:rsidRPr="00342160" w:rsidRDefault="006A1562" w:rsidP="003F2F99">
            <w:r w:rsidRPr="00342160">
              <w:t>2,25</w:t>
            </w:r>
          </w:p>
        </w:tc>
      </w:tr>
      <w:tr w:rsidR="006A1562" w:rsidRPr="006C0318" w14:paraId="7BD53FA1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00AA48F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3357A0E5" w14:textId="77777777" w:rsidR="006A1562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227094">
              <w:rPr>
                <w:rFonts w:ascii="Verdana Pro Light" w:hAnsi="Verdana Pro Light" w:cs="Tahoma"/>
                <w:b/>
                <w:color w:val="FFC000" w:themeColor="accent4"/>
                <w:sz w:val="16"/>
                <w:szCs w:val="16"/>
              </w:rPr>
              <w:t>05</w:t>
            </w:r>
          </w:p>
        </w:tc>
        <w:tc>
          <w:tcPr>
            <w:tcW w:w="6003" w:type="dxa"/>
          </w:tcPr>
          <w:p w14:paraId="43C44BB5" w14:textId="77777777" w:rsidR="006A1562" w:rsidRPr="000F0BF6" w:rsidRDefault="006A1562" w:rsidP="003F2F99">
            <w:r w:rsidRPr="00342160">
              <w:t>Interagir em inglês na área profissional de Desenho Digital</w:t>
            </w:r>
          </w:p>
        </w:tc>
        <w:tc>
          <w:tcPr>
            <w:tcW w:w="1134" w:type="dxa"/>
          </w:tcPr>
          <w:p w14:paraId="5C99300D" w14:textId="77777777" w:rsidR="006A1562" w:rsidRPr="00342160" w:rsidRDefault="006A1562" w:rsidP="003F2F99">
            <w:r>
              <w:t>4,5</w:t>
            </w:r>
          </w:p>
        </w:tc>
      </w:tr>
      <w:tr w:rsidR="006A1562" w:rsidRPr="006C0318" w14:paraId="6FCBCDAE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EF70CAF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26AE5F88" w14:textId="77777777" w:rsidR="006A1562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9971F5">
              <w:rPr>
                <w:rFonts w:ascii="Verdana Pro Light" w:hAnsi="Verdana Pro Light" w:cs="Tahoma"/>
                <w:b/>
                <w:color w:val="FFC000" w:themeColor="accent4"/>
                <w:sz w:val="16"/>
                <w:szCs w:val="16"/>
              </w:rPr>
              <w:t>06</w:t>
            </w:r>
          </w:p>
        </w:tc>
        <w:tc>
          <w:tcPr>
            <w:tcW w:w="6003" w:type="dxa"/>
          </w:tcPr>
          <w:p w14:paraId="0A93A29A" w14:textId="77777777" w:rsidR="006A1562" w:rsidRPr="009971F5" w:rsidRDefault="006A1562" w:rsidP="003F2F99">
            <w:r w:rsidRPr="009971F5">
              <w:t>Implementar as normas de segurança e saúde no trabalho em desenho digital 3D</w:t>
            </w:r>
          </w:p>
        </w:tc>
        <w:tc>
          <w:tcPr>
            <w:tcW w:w="1134" w:type="dxa"/>
          </w:tcPr>
          <w:p w14:paraId="5CD19847" w14:textId="77777777" w:rsidR="006A1562" w:rsidRPr="009971F5" w:rsidRDefault="006A1562" w:rsidP="003F2F99">
            <w:r w:rsidRPr="009971F5">
              <w:t>2,25</w:t>
            </w:r>
          </w:p>
        </w:tc>
      </w:tr>
      <w:tr w:rsidR="006A1562" w:rsidRPr="006C0318" w14:paraId="464192EA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89E9002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76078A0B" w14:textId="77777777" w:rsidR="006A1562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07</w:t>
            </w:r>
          </w:p>
        </w:tc>
        <w:tc>
          <w:tcPr>
            <w:tcW w:w="6003" w:type="dxa"/>
          </w:tcPr>
          <w:p w14:paraId="1A47C8CD" w14:textId="77777777" w:rsidR="006A1562" w:rsidRPr="00342160" w:rsidRDefault="006A1562" w:rsidP="003F2F99">
            <w:r>
              <w:t>A</w:t>
            </w:r>
            <w:r w:rsidRPr="00617846">
              <w:t>plicar as normas relacionadas com a ergonomia, higiene e segurança, aplicadas ao sistema Homem/Ambiente/Artefactos.</w:t>
            </w:r>
          </w:p>
        </w:tc>
        <w:tc>
          <w:tcPr>
            <w:tcW w:w="1134" w:type="dxa"/>
          </w:tcPr>
          <w:p w14:paraId="4EEF1D3D" w14:textId="77777777" w:rsidR="006A1562" w:rsidRPr="00342160" w:rsidRDefault="006A1562" w:rsidP="003F2F99">
            <w:r w:rsidRPr="00342160">
              <w:t>2,25</w:t>
            </w:r>
          </w:p>
        </w:tc>
      </w:tr>
      <w:tr w:rsidR="006A1562" w:rsidRPr="006C0318" w14:paraId="40AD7E21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CADE81C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6AE507E" w14:textId="77777777" w:rsidR="006A1562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08</w:t>
            </w:r>
          </w:p>
        </w:tc>
        <w:tc>
          <w:tcPr>
            <w:tcW w:w="6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2AED7" w14:textId="77777777" w:rsidR="006A1562" w:rsidRPr="000567D9" w:rsidRDefault="006A1562" w:rsidP="003F2F99">
            <w:r>
              <w:t>Aplicar diferentes técnicas e materiais na representação do real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70A495E" w14:textId="77777777" w:rsidR="006A1562" w:rsidRPr="000567D9" w:rsidRDefault="006A1562" w:rsidP="003F2F99">
            <w:r w:rsidRPr="00342160">
              <w:t>2,25</w:t>
            </w:r>
          </w:p>
        </w:tc>
      </w:tr>
      <w:tr w:rsidR="006A1562" w:rsidRPr="006C0318" w14:paraId="6192B1A1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ACC8FCE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74B5A72D" w14:textId="77777777" w:rsidR="006A1562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09</w:t>
            </w:r>
          </w:p>
        </w:tc>
        <w:tc>
          <w:tcPr>
            <w:tcW w:w="6003" w:type="dxa"/>
          </w:tcPr>
          <w:p w14:paraId="77DB6547" w14:textId="77777777" w:rsidR="006A1562" w:rsidRPr="000567D9" w:rsidRDefault="006A1562" w:rsidP="003F2F99">
            <w:r w:rsidRPr="000567D9">
              <w:t>Representar materiais construtivos</w:t>
            </w:r>
          </w:p>
        </w:tc>
        <w:tc>
          <w:tcPr>
            <w:tcW w:w="1134" w:type="dxa"/>
          </w:tcPr>
          <w:p w14:paraId="36C93F6B" w14:textId="77777777" w:rsidR="006A1562" w:rsidRPr="000567D9" w:rsidRDefault="006A1562" w:rsidP="003F2F99">
            <w:r w:rsidRPr="000567D9">
              <w:t>4,5</w:t>
            </w:r>
          </w:p>
        </w:tc>
      </w:tr>
      <w:tr w:rsidR="006A1562" w:rsidRPr="006C0318" w14:paraId="48149BA5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3B54B73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6D1C4C12" w14:textId="77777777" w:rsidR="006A1562" w:rsidRPr="00377DF7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377DF7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</w:p>
        </w:tc>
        <w:tc>
          <w:tcPr>
            <w:tcW w:w="6003" w:type="dxa"/>
          </w:tcPr>
          <w:p w14:paraId="719F51D0" w14:textId="59C99057" w:rsidR="006A1562" w:rsidRPr="00377DF7" w:rsidRDefault="006A1562" w:rsidP="003F2F99">
            <w:r w:rsidRPr="00377DF7">
              <w:t>Executar o programa preliminar e estudo prévio do projeto de arquitetura</w:t>
            </w:r>
          </w:p>
        </w:tc>
        <w:tc>
          <w:tcPr>
            <w:tcW w:w="1134" w:type="dxa"/>
          </w:tcPr>
          <w:p w14:paraId="08127B66" w14:textId="77777777" w:rsidR="006A1562" w:rsidRPr="007F2D76" w:rsidRDefault="006A1562" w:rsidP="003F2F99">
            <w:pPr>
              <w:rPr>
                <w:highlight w:val="yellow"/>
              </w:rPr>
            </w:pPr>
            <w:r w:rsidRPr="00377DF7">
              <w:t>4,5</w:t>
            </w:r>
          </w:p>
        </w:tc>
      </w:tr>
      <w:tr w:rsidR="006A1562" w:rsidRPr="006C0318" w14:paraId="70374535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9A3ED7E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00DAF1D7" w14:textId="77777777" w:rsidR="006A1562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11</w:t>
            </w:r>
          </w:p>
        </w:tc>
        <w:tc>
          <w:tcPr>
            <w:tcW w:w="6003" w:type="dxa"/>
          </w:tcPr>
          <w:p w14:paraId="6A7C6A45" w14:textId="77777777" w:rsidR="006A1562" w:rsidRPr="00DC2CF9" w:rsidRDefault="006A1562" w:rsidP="003F2F99">
            <w:r w:rsidRPr="00DC2CF9">
              <w:t xml:space="preserve">Desenhar </w:t>
            </w:r>
            <w:r>
              <w:t xml:space="preserve">o </w:t>
            </w:r>
            <w:r w:rsidRPr="00DC2CF9">
              <w:t xml:space="preserve">projeto base de arquitetura </w:t>
            </w:r>
          </w:p>
        </w:tc>
        <w:tc>
          <w:tcPr>
            <w:tcW w:w="1134" w:type="dxa"/>
          </w:tcPr>
          <w:p w14:paraId="4205B681" w14:textId="77777777" w:rsidR="006A1562" w:rsidRPr="00DC2CF9" w:rsidRDefault="006A1562" w:rsidP="003F2F99">
            <w:r w:rsidRPr="00DC2CF9">
              <w:t>2,25</w:t>
            </w:r>
          </w:p>
        </w:tc>
      </w:tr>
      <w:tr w:rsidR="006A1562" w:rsidRPr="006C0318" w14:paraId="71E66525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366F400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6FAB4D48" w14:textId="77777777" w:rsidR="006A1562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2</w:t>
            </w:r>
          </w:p>
        </w:tc>
        <w:tc>
          <w:tcPr>
            <w:tcW w:w="6003" w:type="dxa"/>
          </w:tcPr>
          <w:p w14:paraId="19C0C695" w14:textId="77777777" w:rsidR="006A1562" w:rsidRPr="00E17DE8" w:rsidRDefault="006A1562" w:rsidP="003F2F99">
            <w:r>
              <w:t xml:space="preserve">Produzir </w:t>
            </w:r>
            <w:r w:rsidRPr="00E17DE8">
              <w:t>um projeto de execução em arquitetura.</w:t>
            </w:r>
          </w:p>
        </w:tc>
        <w:tc>
          <w:tcPr>
            <w:tcW w:w="1134" w:type="dxa"/>
          </w:tcPr>
          <w:p w14:paraId="138F0CB0" w14:textId="77777777" w:rsidR="006A1562" w:rsidRPr="00E17DE8" w:rsidRDefault="006A1562" w:rsidP="003F2F99">
            <w:r w:rsidRPr="00E17DE8">
              <w:t>2,25</w:t>
            </w:r>
          </w:p>
        </w:tc>
      </w:tr>
      <w:tr w:rsidR="006A1562" w:rsidRPr="00712C22" w14:paraId="72217428" w14:textId="77777777" w:rsidTr="003F2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EC338E6" w14:textId="77777777" w:rsidR="006A1562" w:rsidRPr="000B6869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26A9E28" w14:textId="77777777" w:rsidR="006A1562" w:rsidRPr="000B6869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13</w:t>
            </w:r>
          </w:p>
        </w:tc>
        <w:tc>
          <w:tcPr>
            <w:tcW w:w="6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22CC4" w14:textId="32255751" w:rsidR="006A1562" w:rsidRPr="00342160" w:rsidRDefault="006A1562" w:rsidP="003F2F99">
            <w:r>
              <w:t>Representar</w:t>
            </w:r>
            <w:r w:rsidRPr="00342160">
              <w:t xml:space="preserve"> espaços arquitetónicos com inclusão de objetos </w:t>
            </w:r>
            <w:r>
              <w:t>e</w:t>
            </w:r>
            <w:r w:rsidRPr="00342160">
              <w:t xml:space="preserve"> figura</w:t>
            </w:r>
            <w:r>
              <w:t>s</w:t>
            </w:r>
            <w:r w:rsidRPr="00342160">
              <w:t xml:space="preserve"> humana</w:t>
            </w:r>
            <w:r>
              <w:t>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48BC1293" w14:textId="77777777" w:rsidR="006A1562" w:rsidRPr="00342160" w:rsidRDefault="006A1562" w:rsidP="003F2F99">
            <w:r w:rsidRPr="00342160">
              <w:t>2,25</w:t>
            </w:r>
          </w:p>
        </w:tc>
      </w:tr>
      <w:tr w:rsidR="006A1562" w:rsidRPr="006C0318" w14:paraId="5E072F79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8720BCF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1A3BBF9F" w14:textId="77777777" w:rsidR="006A1562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14</w:t>
            </w:r>
          </w:p>
        </w:tc>
        <w:tc>
          <w:tcPr>
            <w:tcW w:w="6003" w:type="dxa"/>
          </w:tcPr>
          <w:p w14:paraId="0132EBD1" w14:textId="77777777" w:rsidR="006A1562" w:rsidRPr="00FD5FFC" w:rsidRDefault="006A1562" w:rsidP="003F2F99">
            <w:r>
              <w:t>Produzir</w:t>
            </w:r>
            <w:r w:rsidRPr="00FD5FFC">
              <w:t xml:space="preserve"> a linguagem gráfica do projeto de arquitetura.</w:t>
            </w:r>
          </w:p>
        </w:tc>
        <w:tc>
          <w:tcPr>
            <w:tcW w:w="1134" w:type="dxa"/>
          </w:tcPr>
          <w:p w14:paraId="198D551E" w14:textId="77777777" w:rsidR="006A1562" w:rsidRPr="00FD5FFC" w:rsidRDefault="006A1562" w:rsidP="003F2F99">
            <w:r w:rsidRPr="00FD5FFC">
              <w:t>2,25</w:t>
            </w:r>
          </w:p>
        </w:tc>
      </w:tr>
      <w:tr w:rsidR="006A1562" w:rsidRPr="006C0318" w14:paraId="7046B209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4B5168D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422EFC6F" w14:textId="77777777" w:rsidR="006A1562" w:rsidRPr="000B6869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15</w:t>
            </w:r>
          </w:p>
        </w:tc>
        <w:tc>
          <w:tcPr>
            <w:tcW w:w="6003" w:type="dxa"/>
          </w:tcPr>
          <w:p w14:paraId="1F9706AB" w14:textId="77777777" w:rsidR="006A1562" w:rsidRPr="009D2696" w:rsidRDefault="006A1562" w:rsidP="003F2F99">
            <w:r w:rsidRPr="009D2696">
              <w:t>Executar peças desenhadas de planeamento urbano.</w:t>
            </w:r>
          </w:p>
        </w:tc>
        <w:tc>
          <w:tcPr>
            <w:tcW w:w="1134" w:type="dxa"/>
          </w:tcPr>
          <w:p w14:paraId="7FE78783" w14:textId="77777777" w:rsidR="006A1562" w:rsidRPr="009D2696" w:rsidRDefault="006A1562" w:rsidP="003F2F99">
            <w:r w:rsidRPr="009D2696">
              <w:t>2,25</w:t>
            </w:r>
          </w:p>
        </w:tc>
      </w:tr>
      <w:tr w:rsidR="006A1562" w:rsidRPr="006C0318" w14:paraId="088C73F8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328F070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349CEB8E" w14:textId="77777777" w:rsidR="006A1562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16</w:t>
            </w:r>
          </w:p>
        </w:tc>
        <w:tc>
          <w:tcPr>
            <w:tcW w:w="6003" w:type="dxa"/>
          </w:tcPr>
          <w:p w14:paraId="03056B86" w14:textId="77777777" w:rsidR="006A1562" w:rsidRPr="00342160" w:rsidRDefault="006A1562" w:rsidP="003F2F99">
            <w:r w:rsidRPr="00342160">
              <w:t xml:space="preserve">Construir cenários virtuais </w:t>
            </w:r>
            <w:r>
              <w:t>em</w:t>
            </w:r>
            <w:r w:rsidRPr="00342160">
              <w:t xml:space="preserve"> projetos 2D ou de modelação 3D.</w:t>
            </w:r>
          </w:p>
        </w:tc>
        <w:tc>
          <w:tcPr>
            <w:tcW w:w="1134" w:type="dxa"/>
          </w:tcPr>
          <w:p w14:paraId="01FAAB5B" w14:textId="77777777" w:rsidR="006A1562" w:rsidRPr="00342160" w:rsidRDefault="006A1562" w:rsidP="003F2F99">
            <w:r w:rsidRPr="00342160">
              <w:t>2,25</w:t>
            </w:r>
          </w:p>
        </w:tc>
      </w:tr>
      <w:tr w:rsidR="006A1562" w:rsidRPr="00712C22" w14:paraId="541CE1C4" w14:textId="77777777" w:rsidTr="003F2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F499429" w14:textId="77777777" w:rsidR="006A1562" w:rsidRPr="000B6869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4C5950D" w14:textId="77777777" w:rsidR="006A1562" w:rsidRPr="000B6869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17</w:t>
            </w:r>
          </w:p>
        </w:tc>
        <w:tc>
          <w:tcPr>
            <w:tcW w:w="6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F3BED2" w14:textId="77777777" w:rsidR="006A1562" w:rsidRPr="00342160" w:rsidRDefault="006A1562" w:rsidP="003F2F99">
            <w:r w:rsidRPr="00736DA2">
              <w:t>Transformar desenhos 2D em modelos 3D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73EC87A6" w14:textId="77777777" w:rsidR="006A1562" w:rsidRPr="00342160" w:rsidRDefault="006A1562" w:rsidP="003F2F99">
            <w:r>
              <w:t>4,5</w:t>
            </w:r>
          </w:p>
        </w:tc>
      </w:tr>
      <w:tr w:rsidR="006A1562" w:rsidRPr="006C0318" w14:paraId="502731C2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30DFCC8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7AA78A06" w14:textId="77777777" w:rsidR="006A1562" w:rsidRPr="000B6869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18</w:t>
            </w:r>
          </w:p>
        </w:tc>
        <w:tc>
          <w:tcPr>
            <w:tcW w:w="6003" w:type="dxa"/>
          </w:tcPr>
          <w:p w14:paraId="086714AD" w14:textId="77777777" w:rsidR="006A1562" w:rsidRPr="00342160" w:rsidRDefault="006A1562" w:rsidP="003F2F99">
            <w:r>
              <w:t>Imprimir</w:t>
            </w:r>
            <w:r w:rsidRPr="00342160">
              <w:t xml:space="preserve"> desenhos bidimensionais</w:t>
            </w:r>
            <w:r>
              <w:t xml:space="preserve"> e objetos tridimensionais</w:t>
            </w:r>
          </w:p>
        </w:tc>
        <w:tc>
          <w:tcPr>
            <w:tcW w:w="1134" w:type="dxa"/>
          </w:tcPr>
          <w:p w14:paraId="7590D423" w14:textId="77777777" w:rsidR="006A1562" w:rsidRPr="00342160" w:rsidRDefault="006A1562" w:rsidP="003F2F99">
            <w:r w:rsidRPr="00342160">
              <w:t>2,25</w:t>
            </w:r>
          </w:p>
        </w:tc>
      </w:tr>
      <w:tr w:rsidR="006A1562" w:rsidRPr="006C0318" w14:paraId="575B51BA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AACC0D0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206D9D2B" w14:textId="77777777" w:rsidR="006A1562" w:rsidRPr="000B6869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19</w:t>
            </w:r>
          </w:p>
        </w:tc>
        <w:tc>
          <w:tcPr>
            <w:tcW w:w="6003" w:type="dxa"/>
          </w:tcPr>
          <w:p w14:paraId="2833378A" w14:textId="77777777" w:rsidR="006A1562" w:rsidRPr="00342160" w:rsidRDefault="006A1562" w:rsidP="003F2F99">
            <w:r>
              <w:t>Criar desenhos em software CAD</w:t>
            </w:r>
          </w:p>
        </w:tc>
        <w:tc>
          <w:tcPr>
            <w:tcW w:w="1134" w:type="dxa"/>
          </w:tcPr>
          <w:p w14:paraId="4FE67675" w14:textId="77777777" w:rsidR="006A1562" w:rsidRPr="00342160" w:rsidRDefault="006A1562" w:rsidP="003F2F99">
            <w:r w:rsidRPr="00342160">
              <w:t>2,25</w:t>
            </w:r>
          </w:p>
        </w:tc>
      </w:tr>
      <w:tr w:rsidR="006A1562" w:rsidRPr="006C0318" w14:paraId="7093C8D7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55B23A3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74730099" w14:textId="77777777" w:rsidR="006A1562" w:rsidRPr="000B6869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20</w:t>
            </w:r>
          </w:p>
        </w:tc>
        <w:tc>
          <w:tcPr>
            <w:tcW w:w="6003" w:type="dxa"/>
          </w:tcPr>
          <w:p w14:paraId="7AEAEC5C" w14:textId="77777777" w:rsidR="006A1562" w:rsidRPr="00342160" w:rsidRDefault="006A1562" w:rsidP="003F2F99">
            <w:r w:rsidRPr="00883894">
              <w:t>Usar sistemas de projeção axonométrica para representar objetos com seccionamento</w:t>
            </w:r>
          </w:p>
        </w:tc>
        <w:tc>
          <w:tcPr>
            <w:tcW w:w="1134" w:type="dxa"/>
          </w:tcPr>
          <w:p w14:paraId="217A6C27" w14:textId="77777777" w:rsidR="006A1562" w:rsidRPr="00342160" w:rsidRDefault="006A1562" w:rsidP="003F2F99">
            <w:r w:rsidRPr="00342160">
              <w:t>2,25</w:t>
            </w:r>
          </w:p>
        </w:tc>
      </w:tr>
      <w:tr w:rsidR="006A1562" w:rsidRPr="00712C22" w14:paraId="2F322DB6" w14:textId="77777777" w:rsidTr="003F2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08CD48B" w14:textId="77777777" w:rsidR="006A1562" w:rsidRPr="000B6869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5C2BCD3" w14:textId="77777777" w:rsidR="006A1562" w:rsidRPr="000B6869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21</w:t>
            </w:r>
          </w:p>
        </w:tc>
        <w:tc>
          <w:tcPr>
            <w:tcW w:w="6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2CCE1" w14:textId="77777777" w:rsidR="006A1562" w:rsidRPr="00342160" w:rsidRDefault="006A1562" w:rsidP="003F2F99">
            <w:r>
              <w:t>Pós-produzir e realizar apresentações de produtos visuais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040AD8F7" w14:textId="77777777" w:rsidR="006A1562" w:rsidRPr="00342160" w:rsidRDefault="006A1562" w:rsidP="003F2F99">
            <w:r w:rsidRPr="00342160">
              <w:t>2,25</w:t>
            </w:r>
          </w:p>
        </w:tc>
      </w:tr>
      <w:tr w:rsidR="006A1562" w:rsidRPr="006C0318" w14:paraId="4C855AF1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3105883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152078AD" w14:textId="77777777" w:rsidR="006A1562" w:rsidRPr="000B6869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22</w:t>
            </w:r>
          </w:p>
        </w:tc>
        <w:tc>
          <w:tcPr>
            <w:tcW w:w="6003" w:type="dxa"/>
          </w:tcPr>
          <w:p w14:paraId="19C24B95" w14:textId="77777777" w:rsidR="006A1562" w:rsidRPr="00342160" w:rsidRDefault="006A1562" w:rsidP="003F2F99">
            <w:r w:rsidRPr="00B701C8">
              <w:t>Aplicar iluminação e texturização em modelos 3D</w:t>
            </w:r>
          </w:p>
        </w:tc>
        <w:tc>
          <w:tcPr>
            <w:tcW w:w="1134" w:type="dxa"/>
          </w:tcPr>
          <w:p w14:paraId="4DDA5896" w14:textId="77777777" w:rsidR="006A1562" w:rsidRPr="00342160" w:rsidRDefault="006A1562" w:rsidP="003F2F99">
            <w:r w:rsidRPr="00342160">
              <w:t>2,25</w:t>
            </w:r>
          </w:p>
        </w:tc>
      </w:tr>
      <w:tr w:rsidR="006A1562" w:rsidRPr="00712C22" w14:paraId="357FE253" w14:textId="77777777" w:rsidTr="003F2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2FEB155" w14:textId="77777777" w:rsidR="006A1562" w:rsidRPr="000B6869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FE5E54A" w14:textId="77777777" w:rsidR="006A1562" w:rsidRPr="000B6869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486F06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23</w:t>
            </w:r>
          </w:p>
        </w:tc>
        <w:tc>
          <w:tcPr>
            <w:tcW w:w="6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A38CC" w14:textId="77777777" w:rsidR="006A1562" w:rsidRPr="00342160" w:rsidRDefault="006A1562" w:rsidP="003F2F99">
            <w:r>
              <w:t xml:space="preserve">Elaborar storyboards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7481E01E" w14:textId="77777777" w:rsidR="006A1562" w:rsidRPr="00342160" w:rsidRDefault="006A1562" w:rsidP="003F2F99">
            <w:r w:rsidRPr="00342160">
              <w:t>2,25</w:t>
            </w:r>
          </w:p>
        </w:tc>
      </w:tr>
      <w:tr w:rsidR="006A1562" w:rsidRPr="006C0318" w14:paraId="40AF83CA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61A54B6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3B307354" w14:textId="77777777" w:rsidR="006A1562" w:rsidRPr="000B6869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DE54C3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2</w:t>
            </w:r>
            <w:r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4</w:t>
            </w:r>
          </w:p>
        </w:tc>
        <w:tc>
          <w:tcPr>
            <w:tcW w:w="6003" w:type="dxa"/>
            <w:shd w:val="clear" w:color="auto" w:fill="auto"/>
          </w:tcPr>
          <w:p w14:paraId="4CC5339C" w14:textId="77777777" w:rsidR="006A1562" w:rsidRPr="00342160" w:rsidRDefault="006A1562" w:rsidP="003F2F99">
            <w:r w:rsidRPr="00342160">
              <w:t xml:space="preserve">Editar sequências de vídeo </w:t>
            </w:r>
            <w:r>
              <w:t>a partir de um guião</w:t>
            </w:r>
            <w:r w:rsidRPr="00342160">
              <w:t>.</w:t>
            </w:r>
          </w:p>
        </w:tc>
        <w:tc>
          <w:tcPr>
            <w:tcW w:w="1134" w:type="dxa"/>
          </w:tcPr>
          <w:p w14:paraId="4459B632" w14:textId="77777777" w:rsidR="006A1562" w:rsidRPr="00342160" w:rsidRDefault="006A1562" w:rsidP="003F2F99">
            <w:r w:rsidRPr="00342160">
              <w:t>2,25</w:t>
            </w:r>
          </w:p>
        </w:tc>
      </w:tr>
      <w:tr w:rsidR="006A1562" w:rsidRPr="006C0318" w14:paraId="19A306B8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85FBE3E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7C120C8A" w14:textId="77777777" w:rsidR="006A1562" w:rsidRPr="00174F7C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</w:pPr>
            <w:r w:rsidRPr="00E96C25">
              <w:t>25</w:t>
            </w:r>
          </w:p>
        </w:tc>
        <w:tc>
          <w:tcPr>
            <w:tcW w:w="6003" w:type="dxa"/>
          </w:tcPr>
          <w:p w14:paraId="5B77F6ED" w14:textId="77777777" w:rsidR="006A1562" w:rsidRPr="00174F7C" w:rsidRDefault="006A1562" w:rsidP="003F2F99">
            <w:r w:rsidRPr="00174F7C">
              <w:t>Criar conteúdos para jogos.</w:t>
            </w:r>
          </w:p>
        </w:tc>
        <w:tc>
          <w:tcPr>
            <w:tcW w:w="1134" w:type="dxa"/>
          </w:tcPr>
          <w:p w14:paraId="2448D869" w14:textId="77777777" w:rsidR="006A1562" w:rsidRPr="00CE0168" w:rsidRDefault="006A1562" w:rsidP="003F2F99">
            <w:pPr>
              <w:rPr>
                <w:highlight w:val="yellow"/>
              </w:rPr>
            </w:pPr>
            <w:r w:rsidRPr="000D75FA">
              <w:t>2,25</w:t>
            </w:r>
          </w:p>
        </w:tc>
      </w:tr>
      <w:tr w:rsidR="006A1562" w:rsidRPr="006C0318" w14:paraId="661D9D60" w14:textId="77777777" w:rsidTr="003F2F9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E457AC4" w14:textId="77777777" w:rsidR="006A1562" w:rsidRPr="006C0318" w:rsidRDefault="006A1562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800" w:type="dxa"/>
            <w:shd w:val="clear" w:color="auto" w:fill="E7E6E6" w:themeFill="background2"/>
            <w:vAlign w:val="center"/>
          </w:tcPr>
          <w:p w14:paraId="6A837456" w14:textId="77777777" w:rsidR="006A1562" w:rsidRDefault="006A1562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26</w:t>
            </w:r>
          </w:p>
        </w:tc>
        <w:tc>
          <w:tcPr>
            <w:tcW w:w="6003" w:type="dxa"/>
          </w:tcPr>
          <w:p w14:paraId="5012FDDA" w14:textId="77777777" w:rsidR="006A1562" w:rsidRPr="00342160" w:rsidRDefault="006A1562" w:rsidP="003F2F99">
            <w:r w:rsidRPr="00DF09C5">
              <w:t>Produzir dossiers de apresentação de projeto arquitetónico</w:t>
            </w:r>
          </w:p>
        </w:tc>
        <w:tc>
          <w:tcPr>
            <w:tcW w:w="1134" w:type="dxa"/>
          </w:tcPr>
          <w:p w14:paraId="03A182A5" w14:textId="77777777" w:rsidR="006A1562" w:rsidRPr="00342160" w:rsidRDefault="006A1562" w:rsidP="003F2F99">
            <w:r>
              <w:t>2,25</w:t>
            </w:r>
          </w:p>
        </w:tc>
      </w:tr>
      <w:tr w:rsidR="006A1562" w:rsidRPr="00712C22" w14:paraId="46CC1D85" w14:textId="77777777" w:rsidTr="003F2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92B56E0" w14:textId="77777777" w:rsidR="006A1562" w:rsidRPr="00346D6E" w:rsidRDefault="006A1562" w:rsidP="003F2F99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EB0918A" w14:textId="77777777" w:rsidR="006A1562" w:rsidRPr="00234037" w:rsidRDefault="006A1562" w:rsidP="003F2F99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72 (800h)</w:t>
            </w:r>
          </w:p>
        </w:tc>
      </w:tr>
    </w:tbl>
    <w:p w14:paraId="277FE3EF" w14:textId="77777777" w:rsidR="00B25C36" w:rsidRDefault="00B25C36" w:rsidP="00FB6BC7">
      <w:pPr>
        <w:tabs>
          <w:tab w:val="left" w:pos="9072"/>
          <w:tab w:val="left" w:pos="9214"/>
        </w:tabs>
        <w:spacing w:after="12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9214"/>
      </w:tblGrid>
      <w:tr w:rsidR="004003B8" w:rsidRPr="00712C22" w14:paraId="21BBC1E6" w14:textId="77777777" w:rsidTr="003F2F99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76E747D6" w14:textId="10B48C08" w:rsidR="004003B8" w:rsidRPr="00662AC2" w:rsidRDefault="004003B8" w:rsidP="003F2F99">
            <w:pPr>
              <w:spacing w:before="160" w:after="0" w:line="240" w:lineRule="auto"/>
              <w:jc w:val="both"/>
              <w:rPr>
                <w:rFonts w:ascii="Verdana Pro Light" w:hAnsi="Verdana Pro Light" w:cstheme="minorHAnsi"/>
                <w:b/>
                <w:sz w:val="18"/>
              </w:rPr>
            </w:pPr>
            <w:r w:rsidRPr="00712C22">
              <w:rPr>
                <w:rFonts w:ascii="Verdana Pro Light" w:hAnsi="Verdana Pro Light" w:cstheme="minorHAnsi"/>
                <w:b/>
                <w:sz w:val="18"/>
              </w:rPr>
              <w:lastRenderedPageBreak/>
              <w:t>Para obter a qualificação de _________</w:t>
            </w:r>
            <w:r>
              <w:rPr>
                <w:rFonts w:ascii="Verdana Pro Light" w:hAnsi="Verdana Pro Light" w:cstheme="minorHAnsi"/>
                <w:b/>
                <w:sz w:val="18"/>
              </w:rPr>
              <w:t xml:space="preserve">Técnico </w:t>
            </w:r>
            <w:r w:rsidR="00874EEE">
              <w:rPr>
                <w:rFonts w:ascii="Verdana Pro Light" w:hAnsi="Verdana Pro Light" w:cstheme="minorHAnsi"/>
                <w:b/>
                <w:sz w:val="18"/>
              </w:rPr>
              <w:t>Desenho Digital 3D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____________, para além das UC Obrigatórias, terão também de ser realizadas UC Opcionais</w:t>
            </w:r>
            <w:r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2"/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__</w:t>
            </w:r>
            <w:r>
              <w:rPr>
                <w:rFonts w:ascii="Verdana Pro Light" w:hAnsi="Verdana Pro Light" w:cstheme="minorHAnsi"/>
                <w:b/>
                <w:sz w:val="18"/>
              </w:rPr>
              <w:t>200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__ ou ao total de pontos de crédito de</w:t>
            </w:r>
            <w:r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</w:t>
            </w:r>
            <w:r>
              <w:rPr>
                <w:rFonts w:ascii="Verdana Pro Light" w:hAnsi="Verdana Pro Light" w:cstheme="minorHAnsi"/>
                <w:b/>
                <w:sz w:val="18"/>
              </w:rPr>
              <w:t>18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___.</w:t>
            </w:r>
          </w:p>
        </w:tc>
      </w:tr>
    </w:tbl>
    <w:p w14:paraId="5EC160C9" w14:textId="77777777" w:rsidR="00B25C36" w:rsidRDefault="00B25C36" w:rsidP="00FB6BC7">
      <w:pPr>
        <w:tabs>
          <w:tab w:val="left" w:pos="9072"/>
          <w:tab w:val="left" w:pos="9214"/>
        </w:tabs>
        <w:spacing w:after="12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929ED2C" w14:textId="0621EE58" w:rsidR="00AC2932" w:rsidRDefault="00AC2932" w:rsidP="00AC2932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DA3EB2">
        <w:rPr>
          <w:rFonts w:ascii="Verdana Pro Light" w:hAnsi="Verdana Pro Light" w:cstheme="minorHAnsi"/>
          <w:b/>
          <w:smallCaps/>
          <w:sz w:val="24"/>
          <w:szCs w:val="24"/>
        </w:rPr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657"/>
        <w:gridCol w:w="6146"/>
        <w:gridCol w:w="1134"/>
      </w:tblGrid>
      <w:tr w:rsidR="00C233AF" w:rsidRPr="00712C22" w14:paraId="2A751AB4" w14:textId="77777777" w:rsidTr="003F2F99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42BFFB5F" w14:textId="77777777" w:rsidR="00C233AF" w:rsidRPr="00712C22" w:rsidRDefault="00C233AF" w:rsidP="003F2F99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21800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657" w:type="dxa"/>
            <w:shd w:val="clear" w:color="auto" w:fill="D0CECE" w:themeFill="background2" w:themeFillShade="E6"/>
            <w:vAlign w:val="center"/>
          </w:tcPr>
          <w:p w14:paraId="5A1B3EC1" w14:textId="77777777" w:rsidR="00C233AF" w:rsidRDefault="00C233AF" w:rsidP="003F2F99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  <w:proofErr w:type="gramEnd"/>
          </w:p>
          <w:p w14:paraId="62436ABF" w14:textId="77777777" w:rsidR="00C233AF" w:rsidRPr="00712C22" w:rsidRDefault="00C233AF" w:rsidP="003F2F99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146" w:type="dxa"/>
            <w:shd w:val="clear" w:color="auto" w:fill="D0CECE" w:themeFill="background2" w:themeFillShade="E6"/>
            <w:vAlign w:val="center"/>
          </w:tcPr>
          <w:p w14:paraId="4F630C29" w14:textId="77777777" w:rsidR="00C233AF" w:rsidRPr="00712C22" w:rsidRDefault="00C233AF" w:rsidP="003F2F99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Unidades</w:t>
            </w:r>
            <w:proofErr w:type="spellEnd"/>
            <w:r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8"/>
              </w:rPr>
              <w:t xml:space="preserve">de </w:t>
            </w: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5D65484" w14:textId="77777777" w:rsidR="00C233AF" w:rsidRPr="00712C22" w:rsidRDefault="00C233AF" w:rsidP="003F2F9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C233AF" w:rsidRPr="00712C22" w14:paraId="136C57DD" w14:textId="77777777" w:rsidTr="003F2F99">
        <w:trPr>
          <w:trHeight w:val="316"/>
          <w:jc w:val="center"/>
        </w:trPr>
        <w:tc>
          <w:tcPr>
            <w:tcW w:w="1186" w:type="dxa"/>
            <w:vAlign w:val="center"/>
          </w:tcPr>
          <w:p w14:paraId="698E418E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1175E072" w14:textId="77777777" w:rsidR="00C233AF" w:rsidRPr="00712C22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8"/>
              </w:rPr>
            </w:pPr>
            <w:r w:rsidRPr="00712C22">
              <w:rPr>
                <w:rFonts w:ascii="Verdana Pro Light" w:hAnsi="Verdana Pro Light" w:cs="Tahoma"/>
                <w:b/>
                <w:sz w:val="18"/>
              </w:rPr>
              <w:t>01</w:t>
            </w:r>
          </w:p>
        </w:tc>
        <w:tc>
          <w:tcPr>
            <w:tcW w:w="6146" w:type="dxa"/>
          </w:tcPr>
          <w:p w14:paraId="7230328E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Executar modelação orgânica.</w:t>
            </w:r>
          </w:p>
        </w:tc>
        <w:tc>
          <w:tcPr>
            <w:tcW w:w="1134" w:type="dxa"/>
          </w:tcPr>
          <w:p w14:paraId="3E1053D1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25CE4A19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E737215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6DEC5D54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29337E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02</w:t>
            </w:r>
          </w:p>
        </w:tc>
        <w:tc>
          <w:tcPr>
            <w:tcW w:w="6146" w:type="dxa"/>
            <w:vAlign w:val="center"/>
          </w:tcPr>
          <w:p w14:paraId="1FC54738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Executar e publicar animações para diferentes médias e suportes</w:t>
            </w:r>
          </w:p>
        </w:tc>
        <w:tc>
          <w:tcPr>
            <w:tcW w:w="1134" w:type="dxa"/>
          </w:tcPr>
          <w:p w14:paraId="6E49F1CD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3A73702A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5FD6809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158D2200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D9324F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03</w:t>
            </w:r>
          </w:p>
        </w:tc>
        <w:tc>
          <w:tcPr>
            <w:tcW w:w="6146" w:type="dxa"/>
          </w:tcPr>
          <w:p w14:paraId="625E0FDF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Aplicar técnicas de modelação adequadas à impressão 3D.</w:t>
            </w:r>
          </w:p>
        </w:tc>
        <w:tc>
          <w:tcPr>
            <w:tcW w:w="1134" w:type="dxa"/>
          </w:tcPr>
          <w:p w14:paraId="4D93CEDA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090ED5B8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9A2D578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76E4511B" w14:textId="77777777" w:rsidR="00C233AF" w:rsidRPr="00CE0168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8"/>
              </w:rPr>
            </w:pPr>
            <w:r w:rsidRPr="00CE0168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4</w:t>
            </w:r>
          </w:p>
        </w:tc>
        <w:tc>
          <w:tcPr>
            <w:tcW w:w="6146" w:type="dxa"/>
          </w:tcPr>
          <w:p w14:paraId="30086408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Conceber narrativas audiovisuais.</w:t>
            </w:r>
          </w:p>
        </w:tc>
        <w:tc>
          <w:tcPr>
            <w:tcW w:w="1134" w:type="dxa"/>
          </w:tcPr>
          <w:p w14:paraId="4CF25E0C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4,5</w:t>
            </w:r>
          </w:p>
        </w:tc>
      </w:tr>
      <w:tr w:rsidR="00C233AF" w:rsidRPr="00712C22" w14:paraId="466C8535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929A1C7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6D301007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sz w:val="18"/>
              </w:rPr>
              <w:t>5</w:t>
            </w:r>
          </w:p>
        </w:tc>
        <w:tc>
          <w:tcPr>
            <w:tcW w:w="6146" w:type="dxa"/>
          </w:tcPr>
          <w:p w14:paraId="67E3DA58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Realizar desenho de produto</w:t>
            </w:r>
          </w:p>
        </w:tc>
        <w:tc>
          <w:tcPr>
            <w:tcW w:w="1134" w:type="dxa"/>
          </w:tcPr>
          <w:p w14:paraId="2B3C6146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405F5CB0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C3F26BB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2DBDC407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sz w:val="18"/>
              </w:rPr>
              <w:t>6</w:t>
            </w:r>
          </w:p>
        </w:tc>
        <w:tc>
          <w:tcPr>
            <w:tcW w:w="6146" w:type="dxa"/>
          </w:tcPr>
          <w:p w14:paraId="64161031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Gerir um projeto de desenho 3D</w:t>
            </w:r>
          </w:p>
        </w:tc>
        <w:tc>
          <w:tcPr>
            <w:tcW w:w="1134" w:type="dxa"/>
          </w:tcPr>
          <w:p w14:paraId="3D7804DD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6490B7E7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573B3F1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62CADC85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sz w:val="18"/>
              </w:rPr>
              <w:t>7</w:t>
            </w:r>
          </w:p>
        </w:tc>
        <w:tc>
          <w:tcPr>
            <w:tcW w:w="6146" w:type="dxa"/>
            <w:shd w:val="clear" w:color="auto" w:fill="auto"/>
          </w:tcPr>
          <w:p w14:paraId="1B7ACE75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Executar e interpretar desenhos nas diversas especialidades de um projeto de construção civil.</w:t>
            </w:r>
          </w:p>
        </w:tc>
        <w:tc>
          <w:tcPr>
            <w:tcW w:w="1134" w:type="dxa"/>
          </w:tcPr>
          <w:p w14:paraId="514F26CF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4,5</w:t>
            </w:r>
          </w:p>
        </w:tc>
      </w:tr>
      <w:tr w:rsidR="00C233AF" w:rsidRPr="00712C22" w14:paraId="5F1764B2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EEBF78E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5D84C5DF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sz w:val="18"/>
              </w:rPr>
              <w:t>8</w:t>
            </w:r>
          </w:p>
        </w:tc>
        <w:tc>
          <w:tcPr>
            <w:tcW w:w="6146" w:type="dxa"/>
          </w:tcPr>
          <w:p w14:paraId="49A7DA32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 xml:space="preserve">Elaborar desenho de síntese </w:t>
            </w:r>
          </w:p>
        </w:tc>
        <w:tc>
          <w:tcPr>
            <w:tcW w:w="1134" w:type="dxa"/>
          </w:tcPr>
          <w:p w14:paraId="476A965E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08402BD5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F7EE49F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62156713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09</w:t>
            </w:r>
          </w:p>
        </w:tc>
        <w:tc>
          <w:tcPr>
            <w:tcW w:w="6146" w:type="dxa"/>
          </w:tcPr>
          <w:p w14:paraId="6A203065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Aplicar técnicas de desenho avançadas</w:t>
            </w:r>
          </w:p>
        </w:tc>
        <w:tc>
          <w:tcPr>
            <w:tcW w:w="1134" w:type="dxa"/>
          </w:tcPr>
          <w:p w14:paraId="6FED937E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54412095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0DE42F4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09BB4371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10</w:t>
            </w:r>
          </w:p>
        </w:tc>
        <w:tc>
          <w:tcPr>
            <w:tcW w:w="6146" w:type="dxa"/>
          </w:tcPr>
          <w:p w14:paraId="7016ED63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Executar modelação paramétrica.</w:t>
            </w:r>
          </w:p>
        </w:tc>
        <w:tc>
          <w:tcPr>
            <w:tcW w:w="1134" w:type="dxa"/>
          </w:tcPr>
          <w:p w14:paraId="3A9DD6AB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0567E0F1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18BD263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4C130D23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</w:t>
            </w:r>
            <w:r>
              <w:rPr>
                <w:rFonts w:ascii="Verdana Pro Light" w:hAnsi="Verdana Pro Light" w:cs="Tahoma"/>
                <w:b/>
                <w:sz w:val="18"/>
              </w:rPr>
              <w:t>1</w:t>
            </w:r>
          </w:p>
        </w:tc>
        <w:tc>
          <w:tcPr>
            <w:tcW w:w="6146" w:type="dxa"/>
          </w:tcPr>
          <w:p w14:paraId="11EBC425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Criar ambientes tridimensionais interativos para jogos</w:t>
            </w:r>
          </w:p>
        </w:tc>
        <w:tc>
          <w:tcPr>
            <w:tcW w:w="1134" w:type="dxa"/>
          </w:tcPr>
          <w:p w14:paraId="1CD07D69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20FD46F9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D2D2F13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4973EE94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67DB3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12</w:t>
            </w:r>
          </w:p>
        </w:tc>
        <w:tc>
          <w:tcPr>
            <w:tcW w:w="6146" w:type="dxa"/>
          </w:tcPr>
          <w:p w14:paraId="7F947536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AE04B7">
              <w:rPr>
                <w:rFonts w:ascii="Verdana Pro Light" w:hAnsi="Verdana Pro Light"/>
                <w:sz w:val="18"/>
                <w:szCs w:val="18"/>
              </w:rPr>
              <w:t>Prototipar</w:t>
            </w:r>
            <w:proofErr w:type="spellEnd"/>
            <w:r w:rsidRPr="00AE04B7">
              <w:rPr>
                <w:rFonts w:ascii="Verdana Pro Light" w:hAnsi="Verdana Pro Light"/>
                <w:sz w:val="18"/>
                <w:szCs w:val="18"/>
              </w:rPr>
              <w:t xml:space="preserve"> sistemas interativos</w:t>
            </w:r>
          </w:p>
        </w:tc>
        <w:tc>
          <w:tcPr>
            <w:tcW w:w="1134" w:type="dxa"/>
          </w:tcPr>
          <w:p w14:paraId="7D618376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04F305EB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F9870BC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0629B192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</w:t>
            </w:r>
            <w:r>
              <w:rPr>
                <w:rFonts w:ascii="Verdana Pro Light" w:hAnsi="Verdana Pro Light" w:cs="Tahoma"/>
                <w:b/>
                <w:sz w:val="18"/>
              </w:rPr>
              <w:t>3</w:t>
            </w:r>
          </w:p>
        </w:tc>
        <w:tc>
          <w:tcPr>
            <w:tcW w:w="6146" w:type="dxa"/>
          </w:tcPr>
          <w:p w14:paraId="088DD647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 xml:space="preserve">Criar </w:t>
            </w:r>
            <w:proofErr w:type="spellStart"/>
            <w:r w:rsidRPr="00AE04B7">
              <w:rPr>
                <w:rFonts w:ascii="Verdana Pro Light" w:hAnsi="Verdana Pro Light"/>
                <w:sz w:val="18"/>
                <w:szCs w:val="18"/>
              </w:rPr>
              <w:t>Matte</w:t>
            </w:r>
            <w:proofErr w:type="spellEnd"/>
            <w:r w:rsidRPr="00AE04B7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AE04B7">
              <w:rPr>
                <w:rFonts w:ascii="Verdana Pro Light" w:hAnsi="Verdana Pro Light"/>
                <w:sz w:val="18"/>
                <w:szCs w:val="18"/>
              </w:rPr>
              <w:t>Painting</w:t>
            </w:r>
            <w:proofErr w:type="spellEnd"/>
          </w:p>
        </w:tc>
        <w:tc>
          <w:tcPr>
            <w:tcW w:w="1134" w:type="dxa"/>
          </w:tcPr>
          <w:p w14:paraId="44622A06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2F4280A9" w14:textId="77777777" w:rsidTr="003F2F99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A36C4C3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2227561E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</w:t>
            </w:r>
            <w:r>
              <w:rPr>
                <w:rFonts w:ascii="Verdana Pro Light" w:hAnsi="Verdana Pro Light" w:cs="Tahoma"/>
                <w:b/>
                <w:sz w:val="18"/>
              </w:rPr>
              <w:t>4</w:t>
            </w:r>
          </w:p>
        </w:tc>
        <w:tc>
          <w:tcPr>
            <w:tcW w:w="6146" w:type="dxa"/>
          </w:tcPr>
          <w:p w14:paraId="5A1F7851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Realizar animações utilizando tecnologia 3D</w:t>
            </w:r>
          </w:p>
        </w:tc>
        <w:tc>
          <w:tcPr>
            <w:tcW w:w="1134" w:type="dxa"/>
          </w:tcPr>
          <w:p w14:paraId="045796D8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16AF9F22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54EA2F8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54CEDA2F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CE5160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15</w:t>
            </w:r>
          </w:p>
        </w:tc>
        <w:tc>
          <w:tcPr>
            <w:tcW w:w="6146" w:type="dxa"/>
          </w:tcPr>
          <w:p w14:paraId="1E9531F7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Desenvolver e preparar imagens para diferentes suportes e aplicações.</w:t>
            </w:r>
          </w:p>
        </w:tc>
        <w:tc>
          <w:tcPr>
            <w:tcW w:w="1134" w:type="dxa"/>
          </w:tcPr>
          <w:p w14:paraId="5CAA91FE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26581DD8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A78975E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2F53DDF2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F42C79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16</w:t>
            </w:r>
          </w:p>
        </w:tc>
        <w:tc>
          <w:tcPr>
            <w:tcW w:w="6146" w:type="dxa"/>
          </w:tcPr>
          <w:p w14:paraId="3F765CDD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Conceber layouts para aplicações multimédia interativas avançadas</w:t>
            </w:r>
          </w:p>
        </w:tc>
        <w:tc>
          <w:tcPr>
            <w:tcW w:w="1134" w:type="dxa"/>
          </w:tcPr>
          <w:p w14:paraId="3AD55CDB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4,5</w:t>
            </w:r>
          </w:p>
        </w:tc>
      </w:tr>
      <w:tr w:rsidR="00C233AF" w:rsidRPr="00712C22" w14:paraId="2DCCC022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D7DAA9B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7906CC8E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17</w:t>
            </w:r>
          </w:p>
        </w:tc>
        <w:tc>
          <w:tcPr>
            <w:tcW w:w="6146" w:type="dxa"/>
          </w:tcPr>
          <w:p w14:paraId="14E25209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Cumprir a legislação e promover a eficiência energética.</w:t>
            </w:r>
          </w:p>
        </w:tc>
        <w:tc>
          <w:tcPr>
            <w:tcW w:w="1134" w:type="dxa"/>
          </w:tcPr>
          <w:p w14:paraId="4971CCDB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24F6FC62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2F39246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753F4A90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18</w:t>
            </w:r>
          </w:p>
        </w:tc>
        <w:tc>
          <w:tcPr>
            <w:tcW w:w="6146" w:type="dxa"/>
          </w:tcPr>
          <w:p w14:paraId="181C6CED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Medir e orçamentar um projeto</w:t>
            </w:r>
          </w:p>
        </w:tc>
        <w:tc>
          <w:tcPr>
            <w:tcW w:w="1134" w:type="dxa"/>
          </w:tcPr>
          <w:p w14:paraId="158B8842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4,5</w:t>
            </w:r>
          </w:p>
        </w:tc>
      </w:tr>
      <w:tr w:rsidR="00C233AF" w:rsidRPr="00712C22" w14:paraId="7616EC61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23CFC1E" w14:textId="77777777" w:rsidR="00C233AF" w:rsidRPr="00234037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68A0CD6F" w14:textId="77777777" w:rsidR="00C233AF" w:rsidRPr="008D0EB2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  <w:highlight w:val="yellow"/>
              </w:rPr>
            </w:pPr>
            <w:r w:rsidRPr="008D0EB2">
              <w:rPr>
                <w:rFonts w:ascii="Verdana Pro Light" w:hAnsi="Verdana Pro Light" w:cs="Tahoma"/>
                <w:b/>
                <w:sz w:val="18"/>
              </w:rPr>
              <w:t>19</w:t>
            </w:r>
          </w:p>
        </w:tc>
        <w:tc>
          <w:tcPr>
            <w:tcW w:w="6146" w:type="dxa"/>
          </w:tcPr>
          <w:p w14:paraId="7BF6008D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Interpretar e desenhar esquemas técnicos de edifício</w:t>
            </w:r>
          </w:p>
        </w:tc>
        <w:tc>
          <w:tcPr>
            <w:tcW w:w="1134" w:type="dxa"/>
          </w:tcPr>
          <w:p w14:paraId="27800A46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63791261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87733FB" w14:textId="77777777" w:rsidR="00C233AF" w:rsidRPr="005D5C89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40121001" w14:textId="77777777" w:rsidR="00C233AF" w:rsidRPr="005D5C8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5D5C89">
              <w:rPr>
                <w:rFonts w:ascii="Verdana Pro Light" w:hAnsi="Verdana Pro Light" w:cs="Tahoma"/>
                <w:b/>
                <w:sz w:val="16"/>
                <w:szCs w:val="16"/>
              </w:rPr>
              <w:t>20</w:t>
            </w:r>
          </w:p>
        </w:tc>
        <w:tc>
          <w:tcPr>
            <w:tcW w:w="6146" w:type="dxa"/>
          </w:tcPr>
          <w:p w14:paraId="0FFCDED1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Executar maquetes de edifícios, terrenos com relevo e objetos.</w:t>
            </w:r>
          </w:p>
        </w:tc>
        <w:tc>
          <w:tcPr>
            <w:tcW w:w="1134" w:type="dxa"/>
          </w:tcPr>
          <w:p w14:paraId="72FCB357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48E0E58C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6C30428" w14:textId="77777777" w:rsidR="00C233AF" w:rsidRPr="006C0318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7283421A" w14:textId="77777777" w:rsidR="00C233AF" w:rsidRPr="000B6869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60D5E"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21</w:t>
            </w:r>
          </w:p>
        </w:tc>
        <w:tc>
          <w:tcPr>
            <w:tcW w:w="6146" w:type="dxa"/>
          </w:tcPr>
          <w:p w14:paraId="308BDBE7" w14:textId="77777777" w:rsidR="00C233AF" w:rsidRPr="00AE04B7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E04B7">
              <w:rPr>
                <w:rFonts w:ascii="Verdana Pro Light" w:hAnsi="Verdana Pro Light"/>
                <w:sz w:val="18"/>
                <w:szCs w:val="18"/>
              </w:rPr>
              <w:t>Efetuar fotografia digital em ambientes exteriores e interiores.</w:t>
            </w:r>
          </w:p>
        </w:tc>
        <w:tc>
          <w:tcPr>
            <w:tcW w:w="1134" w:type="dxa"/>
          </w:tcPr>
          <w:p w14:paraId="007FFB86" w14:textId="77777777" w:rsidR="00C233AF" w:rsidRPr="0026615B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26615B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215512F0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6D30998" w14:textId="77777777" w:rsidR="00C233AF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1923FA71" w14:textId="77777777" w:rsidR="00C233AF" w:rsidRPr="006062C6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8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8"/>
              </w:rPr>
              <w:t>22</w:t>
            </w:r>
          </w:p>
        </w:tc>
        <w:tc>
          <w:tcPr>
            <w:tcW w:w="6146" w:type="dxa"/>
          </w:tcPr>
          <w:p w14:paraId="144B7C06" w14:textId="77777777" w:rsidR="00C233AF" w:rsidRPr="00486D50" w:rsidRDefault="00C233AF" w:rsidP="003F2F99">
            <w:r w:rsidRPr="00486F06">
              <w:rPr>
                <w:rFonts w:ascii="Verdana Pro Light" w:hAnsi="Verdana Pro Light"/>
                <w:sz w:val="18"/>
                <w:szCs w:val="18"/>
              </w:rPr>
              <w:t>Aplicar técnicas de composição de imagens para comunicar</w:t>
            </w:r>
          </w:p>
        </w:tc>
        <w:tc>
          <w:tcPr>
            <w:tcW w:w="1134" w:type="dxa"/>
          </w:tcPr>
          <w:p w14:paraId="2EE1A3C9" w14:textId="77777777" w:rsidR="00C233AF" w:rsidRPr="00486F06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486F06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01B5F1CB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7C44E83" w14:textId="77777777" w:rsidR="00C233AF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2104E2D0" w14:textId="77777777" w:rsidR="00C233AF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 w:themeColor="accent4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 w:themeColor="accent4"/>
                <w:sz w:val="16"/>
                <w:szCs w:val="16"/>
              </w:rPr>
              <w:t>23</w:t>
            </w:r>
          </w:p>
        </w:tc>
        <w:tc>
          <w:tcPr>
            <w:tcW w:w="6146" w:type="dxa"/>
          </w:tcPr>
          <w:p w14:paraId="537E1CA1" w14:textId="77777777" w:rsidR="00C233AF" w:rsidRPr="00486F06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486F06">
              <w:rPr>
                <w:rFonts w:ascii="Verdana Pro Light" w:hAnsi="Verdana Pro Light"/>
                <w:sz w:val="18"/>
                <w:szCs w:val="18"/>
              </w:rPr>
              <w:t xml:space="preserve">Captar e tratar imagens digitais </w:t>
            </w:r>
          </w:p>
        </w:tc>
        <w:tc>
          <w:tcPr>
            <w:tcW w:w="1134" w:type="dxa"/>
          </w:tcPr>
          <w:p w14:paraId="281D28E0" w14:textId="77777777" w:rsidR="00C233AF" w:rsidRPr="00486F06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486F06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36A68822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C09B91C" w14:textId="77777777" w:rsidR="00C233AF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5C0F4223" w14:textId="77777777" w:rsidR="00C233AF" w:rsidRPr="006062C6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8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24</w:t>
            </w:r>
          </w:p>
        </w:tc>
        <w:tc>
          <w:tcPr>
            <w:tcW w:w="6146" w:type="dxa"/>
          </w:tcPr>
          <w:p w14:paraId="506916D3" w14:textId="77777777" w:rsidR="00C233AF" w:rsidRPr="00486F06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486F06">
              <w:rPr>
                <w:rFonts w:ascii="Verdana Pro Light" w:hAnsi="Verdana Pro Light"/>
                <w:sz w:val="18"/>
                <w:szCs w:val="18"/>
              </w:rPr>
              <w:t>Desenhar animações digitalmente</w:t>
            </w:r>
          </w:p>
        </w:tc>
        <w:tc>
          <w:tcPr>
            <w:tcW w:w="1134" w:type="dxa"/>
          </w:tcPr>
          <w:p w14:paraId="6A9D7BE2" w14:textId="77777777" w:rsidR="00C233AF" w:rsidRPr="00486F06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486F06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1AC8E58B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DC163EF" w14:textId="77777777" w:rsidR="00C233AF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6F238AA8" w14:textId="77777777" w:rsidR="00C233AF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1E617C"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2</w:t>
            </w:r>
            <w:r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5</w:t>
            </w:r>
          </w:p>
        </w:tc>
        <w:tc>
          <w:tcPr>
            <w:tcW w:w="6146" w:type="dxa"/>
          </w:tcPr>
          <w:p w14:paraId="418B5022" w14:textId="77777777" w:rsidR="00C233AF" w:rsidRPr="00486F06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486F06">
              <w:rPr>
                <w:rFonts w:ascii="Verdana Pro Light" w:hAnsi="Verdana Pro Light"/>
                <w:sz w:val="18"/>
                <w:szCs w:val="18"/>
              </w:rPr>
              <w:t>Editar e animar em 3D</w:t>
            </w:r>
          </w:p>
        </w:tc>
        <w:tc>
          <w:tcPr>
            <w:tcW w:w="1134" w:type="dxa"/>
          </w:tcPr>
          <w:p w14:paraId="188E00FF" w14:textId="77777777" w:rsidR="00C233AF" w:rsidRPr="00486F06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486F06">
              <w:rPr>
                <w:rFonts w:ascii="Verdana Pro Light" w:hAnsi="Verdana Pro Light"/>
                <w:sz w:val="18"/>
                <w:szCs w:val="18"/>
              </w:rPr>
              <w:t>4,5</w:t>
            </w:r>
          </w:p>
        </w:tc>
      </w:tr>
      <w:tr w:rsidR="00C233AF" w:rsidRPr="00712C22" w14:paraId="71A20C8F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281AD419" w14:textId="77777777" w:rsidR="00C233AF" w:rsidRDefault="00C233AF" w:rsidP="003F2F9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CD1D36">
              <w:t>ANQEP</w:t>
            </w: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28478B51" w14:textId="77777777" w:rsidR="00C233AF" w:rsidRPr="006062C6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8"/>
              </w:rPr>
            </w:pPr>
            <w:r w:rsidRPr="00A1026C"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2</w:t>
            </w:r>
            <w:r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6</w:t>
            </w:r>
          </w:p>
        </w:tc>
        <w:tc>
          <w:tcPr>
            <w:tcW w:w="6146" w:type="dxa"/>
            <w:vAlign w:val="center"/>
          </w:tcPr>
          <w:p w14:paraId="5BB859CC" w14:textId="77777777" w:rsidR="00C233AF" w:rsidRPr="00486D50" w:rsidRDefault="00C233AF" w:rsidP="003F2F99">
            <w:r w:rsidRPr="0014594C">
              <w:rPr>
                <w:rFonts w:ascii="Verdana Pro Light" w:hAnsi="Verdana Pro Light"/>
                <w:sz w:val="18"/>
                <w:szCs w:val="18"/>
              </w:rPr>
              <w:t>Desenvolver competências pessoais e criativas</w:t>
            </w:r>
            <w:r w:rsidRPr="00DD2C42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4A59C9DD" w14:textId="77777777" w:rsidR="00C233AF" w:rsidRPr="00486F06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62870C3F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70C8ABA7" w14:textId="77777777" w:rsidR="00C233AF" w:rsidRPr="00CD1D36" w:rsidRDefault="00C233AF" w:rsidP="003F2F99">
            <w:pPr>
              <w:tabs>
                <w:tab w:val="left" w:pos="421"/>
              </w:tabs>
              <w:jc w:val="center"/>
            </w:pPr>
            <w:r>
              <w:t>ANQEP</w:t>
            </w: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5D6E2079" w14:textId="77777777" w:rsidR="00C233AF" w:rsidRPr="00A1026C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</w:pPr>
            <w:r w:rsidRPr="00A1026C"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2</w:t>
            </w:r>
            <w:r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7</w:t>
            </w:r>
          </w:p>
        </w:tc>
        <w:tc>
          <w:tcPr>
            <w:tcW w:w="6146" w:type="dxa"/>
            <w:vAlign w:val="center"/>
          </w:tcPr>
          <w:p w14:paraId="64E0B711" w14:textId="77777777" w:rsidR="00C233AF" w:rsidRPr="0014594C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14594C">
              <w:rPr>
                <w:rFonts w:ascii="Verdana Pro Light" w:hAnsi="Verdana Pro Light"/>
                <w:sz w:val="18"/>
                <w:szCs w:val="18"/>
              </w:rPr>
              <w:t xml:space="preserve">Aplicar o </w:t>
            </w:r>
            <w:proofErr w:type="spellStart"/>
            <w:r w:rsidRPr="0014594C">
              <w:rPr>
                <w:rFonts w:ascii="Verdana Pro Light" w:hAnsi="Verdana Pro Light"/>
                <w:sz w:val="18"/>
                <w:szCs w:val="18"/>
              </w:rPr>
              <w:t>storytelling</w:t>
            </w:r>
            <w:proofErr w:type="spellEnd"/>
            <w:r w:rsidRPr="0014594C">
              <w:rPr>
                <w:rFonts w:ascii="Verdana Pro Light" w:hAnsi="Verdana Pro Light"/>
                <w:sz w:val="18"/>
                <w:szCs w:val="18"/>
              </w:rPr>
              <w:t xml:space="preserve"> na comunicação </w:t>
            </w:r>
          </w:p>
        </w:tc>
        <w:tc>
          <w:tcPr>
            <w:tcW w:w="1134" w:type="dxa"/>
          </w:tcPr>
          <w:p w14:paraId="1BDC03B6" w14:textId="77777777" w:rsidR="00C233AF" w:rsidRPr="00DD2C42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C233AF" w:rsidRPr="00712C22" w14:paraId="2B01330B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71EDB064" w14:textId="77777777" w:rsidR="00C233AF" w:rsidRDefault="00C233AF" w:rsidP="003F2F99">
            <w:pPr>
              <w:tabs>
                <w:tab w:val="left" w:pos="421"/>
              </w:tabs>
              <w:jc w:val="center"/>
            </w:pPr>
            <w:r>
              <w:t>ANQEP</w:t>
            </w: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4694CE8F" w14:textId="77777777" w:rsidR="00C233AF" w:rsidRPr="00A1026C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</w:pPr>
            <w:r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28</w:t>
            </w:r>
          </w:p>
        </w:tc>
        <w:tc>
          <w:tcPr>
            <w:tcW w:w="6146" w:type="dxa"/>
            <w:vAlign w:val="center"/>
          </w:tcPr>
          <w:p w14:paraId="55C522E2" w14:textId="77777777" w:rsidR="00C233AF" w:rsidRPr="0014594C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40616">
              <w:rPr>
                <w:rFonts w:ascii="Verdana Pro Light" w:hAnsi="Verdana Pro Light"/>
                <w:sz w:val="18"/>
                <w:szCs w:val="18"/>
              </w:rPr>
              <w:t>Criar e desenvolver ideias de negócio</w:t>
            </w:r>
          </w:p>
        </w:tc>
        <w:tc>
          <w:tcPr>
            <w:tcW w:w="1134" w:type="dxa"/>
          </w:tcPr>
          <w:p w14:paraId="06D81744" w14:textId="77777777" w:rsidR="00C233AF" w:rsidRPr="00DD2C42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4,5</w:t>
            </w:r>
          </w:p>
        </w:tc>
      </w:tr>
      <w:tr w:rsidR="00C233AF" w:rsidRPr="00712C22" w14:paraId="6676E3BF" w14:textId="77777777" w:rsidTr="003F2F99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680FEE55" w14:textId="77777777" w:rsidR="00C233AF" w:rsidRDefault="00C233AF" w:rsidP="003F2F99">
            <w:pPr>
              <w:tabs>
                <w:tab w:val="left" w:pos="421"/>
              </w:tabs>
              <w:jc w:val="center"/>
            </w:pPr>
            <w:r>
              <w:t>ANQEP</w:t>
            </w:r>
          </w:p>
        </w:tc>
        <w:tc>
          <w:tcPr>
            <w:tcW w:w="657" w:type="dxa"/>
            <w:shd w:val="clear" w:color="auto" w:fill="E7E6E6" w:themeFill="background2"/>
            <w:vAlign w:val="center"/>
          </w:tcPr>
          <w:p w14:paraId="46371BB4" w14:textId="77777777" w:rsidR="00C233AF" w:rsidRPr="00A1026C" w:rsidRDefault="00C233AF" w:rsidP="003F2F9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</w:pPr>
            <w:r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29</w:t>
            </w:r>
          </w:p>
        </w:tc>
        <w:tc>
          <w:tcPr>
            <w:tcW w:w="6146" w:type="dxa"/>
            <w:vAlign w:val="center"/>
          </w:tcPr>
          <w:p w14:paraId="4B2EA6A6" w14:textId="77777777" w:rsidR="00C233AF" w:rsidRPr="0014594C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 w:rsidRPr="00A40616">
              <w:rPr>
                <w:rFonts w:ascii="Verdana Pro Light" w:hAnsi="Verdana Pro Light"/>
                <w:sz w:val="18"/>
                <w:szCs w:val="18"/>
              </w:rPr>
              <w:t xml:space="preserve">Elaborar o plano de negócios  </w:t>
            </w:r>
          </w:p>
        </w:tc>
        <w:tc>
          <w:tcPr>
            <w:tcW w:w="1134" w:type="dxa"/>
          </w:tcPr>
          <w:p w14:paraId="57BC1B79" w14:textId="77777777" w:rsidR="00C233AF" w:rsidRPr="00DD2C42" w:rsidRDefault="00C233AF" w:rsidP="003F2F99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4,5</w:t>
            </w:r>
          </w:p>
        </w:tc>
      </w:tr>
      <w:tr w:rsidR="00C233AF" w:rsidRPr="00712C22" w14:paraId="389E20A3" w14:textId="77777777" w:rsidTr="003F2F99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7A0BFAB6" w14:textId="77777777" w:rsidR="00C233AF" w:rsidRPr="00234037" w:rsidRDefault="00C233AF" w:rsidP="003F2F99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233AF" w:rsidRPr="00712C22" w14:paraId="3EC52A02" w14:textId="77777777" w:rsidTr="003F2F99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2556E542" w14:textId="77777777" w:rsidR="00C233AF" w:rsidRPr="00234037" w:rsidRDefault="00C233AF" w:rsidP="003F2F99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11A5D8DD" w14:textId="77777777" w:rsidR="00C233AF" w:rsidRDefault="00C233AF" w:rsidP="003F2F9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81</w:t>
            </w:r>
          </w:p>
          <w:p w14:paraId="227D5F7E" w14:textId="77777777" w:rsidR="00C233AF" w:rsidRPr="00234037" w:rsidRDefault="00C233AF" w:rsidP="003F2F9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(900H)</w:t>
            </w:r>
          </w:p>
        </w:tc>
      </w:tr>
    </w:tbl>
    <w:p w14:paraId="35F39542" w14:textId="77777777" w:rsidR="00C233AF" w:rsidRPr="00AC2932" w:rsidRDefault="00C233AF" w:rsidP="00AC2932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027166F" w14:textId="68A4172F" w:rsidR="00C233AF" w:rsidRDefault="00C233AF">
      <w:pPr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p w14:paraId="7A1A6261" w14:textId="77777777" w:rsidR="00607D0B" w:rsidRDefault="00607D0B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26949BA9" w14:textId="77777777" w:rsidR="00727CAB" w:rsidRDefault="00727CAB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 w:rsidR="006F276D"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A0D4A" w:rsidRPr="00136AD8" w14:paraId="06915FDA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7A348BD" w14:textId="137B3703" w:rsidR="00CA0D4A" w:rsidRPr="00136AD8" w:rsidRDefault="00CA0D4A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6062C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000</w:t>
            </w:r>
            <w:r w:rsidR="00B84BB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E2A4478" w14:textId="77777777" w:rsidR="00CA0D4A" w:rsidRPr="009C256C" w:rsidRDefault="00CA0D4A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724C9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Colaborar e trabalhar em equipa</w:t>
            </w:r>
          </w:p>
        </w:tc>
      </w:tr>
      <w:tr w:rsidR="00CA0D4A" w:rsidRPr="00136AD8" w14:paraId="7E6EC23B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216E0C6" w14:textId="30875699" w:rsidR="00CA0D4A" w:rsidRPr="00136AD8" w:rsidRDefault="00CA0D4A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6062C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000</w:t>
            </w:r>
            <w:r w:rsidR="00B84BB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E7E6E6" w:themeFill="background2"/>
          </w:tcPr>
          <w:p w14:paraId="12B9D6B6" w14:textId="77777777" w:rsidR="00CA0D4A" w:rsidRPr="00136AD8" w:rsidRDefault="00CA0D4A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Colaboração e trabalho em equipa</w:t>
            </w:r>
          </w:p>
        </w:tc>
      </w:tr>
    </w:tbl>
    <w:p w14:paraId="7A1E4186" w14:textId="77777777" w:rsidR="00CA0D4A" w:rsidRPr="00136AD8" w:rsidRDefault="00CA0D4A" w:rsidP="00CA0D4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5C4A7B0" w14:textId="77777777" w:rsidR="00CA0D4A" w:rsidRPr="003200F2" w:rsidRDefault="00CA0D4A" w:rsidP="00CA0D4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4620E71" w14:textId="77777777" w:rsidR="00CA0D4A" w:rsidRPr="00136AD8" w:rsidRDefault="00CA0D4A" w:rsidP="00CA0D4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A0D4A" w:rsidRPr="00136AD8" w14:paraId="3101F333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D0B023" w14:textId="77777777" w:rsidR="00CA0D4A" w:rsidRPr="001B353A" w:rsidRDefault="00CA0D4A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A0D4A" w:rsidRPr="00136AD8" w14:paraId="3C1EA877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DBC61E" w14:textId="77777777" w:rsidR="00CA0D4A" w:rsidRPr="00AB5AF8" w:rsidRDefault="00CA0D4A" w:rsidP="00AD02F2">
            <w:pPr>
              <w:spacing w:before="120" w:after="0" w:line="276" w:lineRule="auto"/>
              <w:ind w:left="323" w:hanging="323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Analisar</w:t>
            </w:r>
            <w:r w:rsidRPr="00AB5AF8">
              <w:rPr>
                <w:rFonts w:ascii="Verdana Pro Light" w:hAnsi="Verdana Pro Light" w:cs="Arial Unicode MS"/>
                <w:sz w:val="18"/>
                <w:szCs w:val="18"/>
              </w:rPr>
              <w:t xml:space="preserve"> a 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>identidade pessoal e partilhada e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respetivos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comportamentos associados.</w:t>
            </w:r>
          </w:p>
          <w:p w14:paraId="344C3787" w14:textId="77777777" w:rsidR="00CA0D4A" w:rsidRPr="00AB5AF8" w:rsidRDefault="00CA0D4A" w:rsidP="00AD02F2">
            <w:pPr>
              <w:spacing w:before="120" w:after="0" w:line="276" w:lineRule="auto"/>
              <w:ind w:left="323" w:hanging="323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AB5AF8">
              <w:rPr>
                <w:rFonts w:ascii="Verdana Pro Light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>Colaborar na aplicação de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dinâmicas facilitadoras do trabalho em equipa.</w:t>
            </w:r>
          </w:p>
          <w:p w14:paraId="6AFB0C95" w14:textId="77777777" w:rsidR="00CA0D4A" w:rsidRPr="001B353A" w:rsidRDefault="00CA0D4A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tab/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Colaborar na definição de estratégias de resolução de problemas e de tomada de decisão</w:t>
            </w:r>
          </w:p>
        </w:tc>
      </w:tr>
      <w:tr w:rsidR="00CA0D4A" w:rsidRPr="00136AD8" w14:paraId="0A1A8180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31AC47" w14:textId="77777777" w:rsidR="00CA0D4A" w:rsidRPr="001B353A" w:rsidRDefault="00CA0D4A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AB11D6" w14:textId="77777777" w:rsidR="00CA0D4A" w:rsidRPr="001B353A" w:rsidRDefault="00CA0D4A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0D803E6" w14:textId="77777777" w:rsidR="00CA0D4A" w:rsidRPr="001B353A" w:rsidRDefault="00CA0D4A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A0D4A" w:rsidRPr="00136AD8" w14:paraId="6AA65CF9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6B10A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Identidade pessoal, social e profissional.</w:t>
            </w:r>
          </w:p>
          <w:p w14:paraId="6E22A68B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Fenómenos da dinâmica de grupo - influência social e papel social, normas sociais, atitudes e comportamentos facilitadores e dificultadores, padrão de grupo e motivação individual.</w:t>
            </w:r>
          </w:p>
          <w:p w14:paraId="425C2180" w14:textId="77777777" w:rsidR="00CA0D4A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Trabalho em equipa - fatores pessoais, relacionais e organizacionais.</w:t>
            </w:r>
          </w:p>
          <w:p w14:paraId="637E00D7" w14:textId="77777777" w:rsidR="00CA0D4A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Equipa de trabalho - princípios de organização de grupo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</w:rPr>
              <w:t>vs.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 equipa de trabalho, estilos comportamentais, estrutura e fases de desenvolvimento da equipa, perceção de desempenho individual, formas e técnicas de organização, cooperação e colaboração. </w:t>
            </w:r>
          </w:p>
          <w:p w14:paraId="73F33409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assertiva - verbal e não-verbal, fatores facilitadores e inibidores.</w:t>
            </w:r>
          </w:p>
          <w:p w14:paraId="542027BE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70A18235" w14:textId="77777777" w:rsidR="00CA0D4A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mportância da comunicação no trabalho entre equipas - fluxos de comunicação, comunicação vertical e horizontal,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do desempenho.</w:t>
            </w:r>
          </w:p>
          <w:p w14:paraId="7F0D1174" w14:textId="77777777" w:rsidR="00CA0D4A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Técnicas de negociação, de resolução de problemas e de tomada de decisão.</w:t>
            </w:r>
          </w:p>
          <w:p w14:paraId="3363860E" w14:textId="77777777" w:rsidR="00CA0D4A" w:rsidRPr="001B353A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213C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Gestão de tempo – técnicas, planeamento, autoavaliação e otimização das tecnologias.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1A84C1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lastRenderedPageBreak/>
              <w:t>Identificar e analisar os estilos comportamentais individuais</w:t>
            </w:r>
            <w:r w:rsidRPr="6D11F1FC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 xml:space="preserve">. </w:t>
            </w:r>
          </w:p>
          <w:p w14:paraId="7063A665" w14:textId="77777777" w:rsidR="00CA0D4A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Identificar as competências individuais.</w:t>
            </w:r>
          </w:p>
          <w:p w14:paraId="39F35911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os papéis dos membros da equipa - competências e responsabilidades. </w:t>
            </w:r>
          </w:p>
          <w:p w14:paraId="47ACBC10" w14:textId="77777777" w:rsidR="00CA0D4A" w:rsidRPr="008705DA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Reconhecer a fase de desenvolvimento de competências na qual a equipa se encontra. </w:t>
            </w:r>
          </w:p>
          <w:p w14:paraId="48B79850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Identificar os valores e as principais competências necessários para a equipa atingir o(s) objetivo(s) traçado(s).</w:t>
            </w:r>
          </w:p>
          <w:p w14:paraId="465B217C" w14:textId="77777777" w:rsidR="00CA0D4A" w:rsidRPr="009835C1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Colaborar na definição dos mecanismos de coesão e controlo na equipa. </w:t>
            </w:r>
          </w:p>
          <w:p w14:paraId="31206585" w14:textId="77777777" w:rsidR="00CA0D4A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Colaborar na definição de tarefas e prazos para alcançar os objetivos traçados.</w:t>
            </w:r>
          </w:p>
          <w:p w14:paraId="42E36021" w14:textId="77777777" w:rsidR="00CA0D4A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Participar na execução de tarefas predefinidas para a equipa.</w:t>
            </w:r>
          </w:p>
          <w:p w14:paraId="27EBB066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técnicas de comunicação em diferentes contextos.</w:t>
            </w:r>
          </w:p>
          <w:p w14:paraId="17DB0DCD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ferramentas de comunicação.</w:t>
            </w:r>
          </w:p>
          <w:p w14:paraId="49AD35A8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Partilhar informação presencialmente e/ou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4F0531D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Formular ideias e sugestões em diferentes contextos comunicacionais.</w:t>
            </w:r>
          </w:p>
          <w:p w14:paraId="62B13448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Trocar conhecimentos e experiências.</w:t>
            </w:r>
          </w:p>
          <w:p w14:paraId="432FA990" w14:textId="77777777" w:rsidR="00CA0D4A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os princípios subjacentes à tomada de decisão.</w:t>
            </w:r>
          </w:p>
          <w:p w14:paraId="1688D960" w14:textId="77777777" w:rsidR="00CA0D4A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Analisar problemas e tomar decisões.</w:t>
            </w:r>
          </w:p>
          <w:p w14:paraId="1B07E61C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Desenvolver rotinas em equipa em momentos formais, informais, presenciais e online.</w:t>
            </w:r>
          </w:p>
          <w:p w14:paraId="1913766C" w14:textId="77777777" w:rsidR="00CA0D4A" w:rsidRPr="00057283" w:rsidRDefault="00CA0D4A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Reconhecer sinais de </w:t>
            </w:r>
            <w:proofErr w:type="spellStart"/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burnout</w:t>
            </w:r>
            <w:proofErr w:type="spellEnd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próprio e/ou dos colegas.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2D432" w14:textId="77777777" w:rsidR="00CA0D4A" w:rsidRDefault="00CA0D4A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5983362A" w14:textId="77777777" w:rsidR="00CA0D4A" w:rsidRDefault="00CA0D4A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19C1C559" w14:textId="77777777" w:rsidR="00CA0D4A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39BCA3E0" w14:textId="77777777" w:rsidR="00CA0D4A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4E7993A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13EDF92D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2B7CE22E" w14:textId="77777777" w:rsidR="00CA0D4A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70FDC657" w14:textId="77777777" w:rsidR="00CA0D4A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52AEEA52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1B60293A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31A5CF4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356CD009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2A75C97B" w14:textId="77777777" w:rsidR="00CA0D4A" w:rsidRPr="00A128FE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3BF2FDB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e valorização das diferenças individuais.</w:t>
            </w:r>
          </w:p>
          <w:p w14:paraId="589B9290" w14:textId="77777777" w:rsidR="00CA0D4A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 sensibilidade e bem-estar dos outros.</w:t>
            </w:r>
          </w:p>
          <w:p w14:paraId="63528C61" w14:textId="77777777" w:rsidR="00CA0D4A" w:rsidRPr="00AB5AF8" w:rsidRDefault="00CA0D4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70E05EEB" w14:textId="77777777" w:rsidR="00CA0D4A" w:rsidRPr="00057283" w:rsidRDefault="00CA0D4A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B49A330" w14:textId="77777777" w:rsidR="00CA0D4A" w:rsidRDefault="00CA0D4A" w:rsidP="00CA0D4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3061D0A" w14:textId="77777777" w:rsidR="00CA0D4A" w:rsidRDefault="00CA0D4A" w:rsidP="00CA0D4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C94CFBE" w14:textId="77777777" w:rsidR="00CA0D4A" w:rsidRPr="00F87025" w:rsidRDefault="00CA0D4A" w:rsidP="00CA0D4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3F26DF6" w14:textId="77777777" w:rsidR="00CA0D4A" w:rsidRPr="00C3428A" w:rsidRDefault="00CA0D4A" w:rsidP="00CA0D4A">
      <w:pPr>
        <w:spacing w:before="120" w:after="120" w:line="240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Times New Roman"/>
          <w:i/>
          <w:iCs/>
          <w:sz w:val="18"/>
          <w:szCs w:val="18"/>
        </w:rPr>
        <w:t xml:space="preserve">Colaborar e trabalhar em equipa: </w:t>
      </w:r>
    </w:p>
    <w:p w14:paraId="76714A35" w14:textId="77777777" w:rsidR="00CA0D4A" w:rsidRPr="00AB5AF8" w:rsidRDefault="00CA0D4A" w:rsidP="00CA0D4A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CD1. Mobilizando os recursos pessoais para a obtenção dos melhores resultados da equipa. </w:t>
      </w:r>
    </w:p>
    <w:p w14:paraId="7338DD45" w14:textId="77777777" w:rsidR="00CA0D4A" w:rsidRPr="00AB5AF8" w:rsidRDefault="00CA0D4A" w:rsidP="00CA0D4A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CD2. </w:t>
      </w: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Aplicando técnicas de comunicação e negociação adequadas aos interlocutores e ao contexto.</w:t>
      </w:r>
    </w:p>
    <w:p w14:paraId="678D9062" w14:textId="77777777" w:rsidR="00CA0D4A" w:rsidRDefault="00CA0D4A" w:rsidP="00CA0D4A">
      <w:p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  <w:lang w:eastAsia="pt-PT"/>
        </w:rPr>
      </w:pP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CD3. Analisando problemas e propondo soluções.</w:t>
      </w:r>
    </w:p>
    <w:p w14:paraId="3CE8E43B" w14:textId="77777777" w:rsidR="00CA0D4A" w:rsidRDefault="00CA0D4A" w:rsidP="00CA0D4A">
      <w:pPr>
        <w:spacing w:before="120" w:after="0" w:line="276" w:lineRule="auto"/>
        <w:ind w:left="142"/>
        <w:rPr>
          <w:rFonts w:ascii="Verdana Pro Light" w:hAnsi="Verdana Pro Light" w:cs="Arial Unicode MS"/>
          <w:sz w:val="18"/>
          <w:szCs w:val="18"/>
        </w:rPr>
      </w:pPr>
      <w:r w:rsidRPr="6D11F1FC">
        <w:rPr>
          <w:rFonts w:ascii="Verdana Pro Light" w:hAnsi="Verdana Pro Light" w:cs="Arial Unicode MS"/>
          <w:sz w:val="18"/>
          <w:szCs w:val="18"/>
        </w:rPr>
        <w:t>CD4. G</w:t>
      </w: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erando oportunidades de desenvolvimento e aprendizagem colaborativa.</w:t>
      </w:r>
    </w:p>
    <w:p w14:paraId="4D888319" w14:textId="77777777" w:rsidR="00CA0D4A" w:rsidRPr="00136AD8" w:rsidRDefault="00CA0D4A" w:rsidP="00CA0D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1A43DB" w14:textId="77777777" w:rsidR="00CA0D4A" w:rsidRPr="00F87025" w:rsidRDefault="00CA0D4A" w:rsidP="00CA0D4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FA9E001" w14:textId="77777777" w:rsidR="00CA0D4A" w:rsidRPr="00984B30" w:rsidRDefault="00CA0D4A" w:rsidP="00CA0D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Setor Público</w:t>
      </w:r>
    </w:p>
    <w:p w14:paraId="43037016" w14:textId="77777777" w:rsidR="00CA0D4A" w:rsidRPr="00984B30" w:rsidRDefault="00CA0D4A" w:rsidP="00CA0D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Museus</w:t>
      </w:r>
    </w:p>
    <w:p w14:paraId="75EFE124" w14:textId="77777777" w:rsidR="00CA0D4A" w:rsidRPr="00984B30" w:rsidRDefault="00CA0D4A" w:rsidP="00CA0D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Galerias</w:t>
      </w:r>
    </w:p>
    <w:p w14:paraId="0E9D2A87" w14:textId="77777777" w:rsidR="00CA0D4A" w:rsidRPr="00984B30" w:rsidRDefault="00CA0D4A" w:rsidP="00CA0D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Diversas</w:t>
      </w:r>
    </w:p>
    <w:p w14:paraId="3E7527AD" w14:textId="77777777" w:rsidR="00CA0D4A" w:rsidRPr="00984B30" w:rsidRDefault="00CA0D4A" w:rsidP="00CA0D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F7FFF40" w14:textId="77777777" w:rsidR="00CA0D4A" w:rsidRPr="00051C79" w:rsidRDefault="00CA0D4A" w:rsidP="00CA0D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700733" w14:textId="77777777" w:rsidR="00CA0D4A" w:rsidRPr="00F87025" w:rsidRDefault="00CA0D4A" w:rsidP="00CA0D4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0D11E45" w14:textId="77777777" w:rsidR="00CA0D4A" w:rsidRPr="00DA0C85" w:rsidRDefault="00CA0D4A" w:rsidP="00CA0D4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DA0C85">
        <w:rPr>
          <w:rFonts w:ascii="Verdana Pro Light" w:hAnsi="Verdana Pro Light" w:cs="Arial Unicode MS"/>
          <w:sz w:val="18"/>
          <w:szCs w:val="18"/>
        </w:rPr>
        <w:t xml:space="preserve">Dispositivos tecnológicos com acesso à </w:t>
      </w:r>
      <w:r w:rsidRPr="00DA0C85">
        <w:rPr>
          <w:rFonts w:ascii="Verdana Pro Light" w:hAnsi="Verdana Pro Light" w:cs="Arial Unicode MS"/>
          <w:i/>
          <w:sz w:val="18"/>
          <w:szCs w:val="18"/>
        </w:rPr>
        <w:t>internet</w:t>
      </w:r>
      <w:r w:rsidRPr="00DA0C85">
        <w:rPr>
          <w:rFonts w:ascii="Verdana Pro Light" w:hAnsi="Verdana Pro Light" w:cs="Arial Unicode MS"/>
          <w:sz w:val="18"/>
          <w:szCs w:val="18"/>
        </w:rPr>
        <w:t>.</w:t>
      </w:r>
    </w:p>
    <w:p w14:paraId="018328BE" w14:textId="77777777" w:rsidR="00CA0D4A" w:rsidRPr="00DA0C85" w:rsidRDefault="00CA0D4A" w:rsidP="00CA0D4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Ferramentas de interação, de comunicação e produtividade</w:t>
      </w:r>
      <w:r w:rsidRPr="00DA0C85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1FBEB52D" w14:textId="77777777" w:rsidR="00CA0D4A" w:rsidRDefault="00CA0D4A" w:rsidP="00CA0D4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DA0C85">
        <w:rPr>
          <w:rFonts w:ascii="Verdana Pro Light" w:hAnsi="Verdana Pro Light" w:cs="Arial Unicode MS"/>
          <w:sz w:val="18"/>
          <w:szCs w:val="18"/>
        </w:rPr>
        <w:t>Recursos multimédia/audiovisuais.</w:t>
      </w:r>
    </w:p>
    <w:p w14:paraId="72394302" w14:textId="77777777" w:rsidR="00CA0D4A" w:rsidRPr="00501DC8" w:rsidRDefault="00CA0D4A" w:rsidP="00CA0D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Boas práticas na comunicação</w:t>
      </w:r>
    </w:p>
    <w:p w14:paraId="19CC89E5" w14:textId="77777777" w:rsidR="00CA0D4A" w:rsidRPr="00051C79" w:rsidRDefault="00CA0D4A" w:rsidP="00CA0D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D2D01C" w14:textId="77777777" w:rsidR="00CA0D4A" w:rsidRPr="00F87025" w:rsidRDefault="00CA0D4A" w:rsidP="00CA0D4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086ABAB" w14:textId="77777777" w:rsidR="00CA0D4A" w:rsidRPr="00051C79" w:rsidRDefault="00CA0D4A" w:rsidP="00CA0D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74B5BB" w14:textId="77777777" w:rsidR="00CA0D4A" w:rsidRPr="00051C79" w:rsidRDefault="00CA0D4A" w:rsidP="00CA0D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6CB575" w14:textId="77777777" w:rsidR="00CA0D4A" w:rsidRPr="00051C79" w:rsidRDefault="00CA0D4A" w:rsidP="00CA0D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53D078F" w14:textId="77777777" w:rsidR="00061A97" w:rsidRDefault="00061A97" w:rsidP="00CA0D4A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545D7D1A" w14:textId="77777777" w:rsidR="00061A97" w:rsidRDefault="00061A97" w:rsidP="00CA0D4A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72EF41E9" w14:textId="77777777" w:rsidR="00061A97" w:rsidRDefault="00061A97" w:rsidP="00CA0D4A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78CF1A13" w14:textId="77777777" w:rsidR="00061A97" w:rsidRDefault="00061A97" w:rsidP="00CA0D4A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707D007D" w14:textId="77777777" w:rsidR="00061A97" w:rsidRDefault="00061A97" w:rsidP="00CA0D4A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42A714FE" w14:textId="77777777" w:rsidR="00061A97" w:rsidRDefault="00061A97" w:rsidP="00CA0D4A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25560AAF" w14:textId="77777777" w:rsidR="00061A97" w:rsidRDefault="00061A97" w:rsidP="00CA0D4A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0F4769BF" w14:textId="77777777" w:rsidR="00061A97" w:rsidRDefault="00061A97" w:rsidP="00CA0D4A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2A5AA64E" w14:textId="77777777" w:rsidR="00061A97" w:rsidRDefault="00061A97" w:rsidP="00CA0D4A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765D194E" w14:textId="77777777" w:rsidR="00384E7E" w:rsidRDefault="00384E7E" w:rsidP="00384E7E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84E7E" w:rsidRPr="00136AD8" w14:paraId="05C3067B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CA0B640" w14:textId="720878B4" w:rsidR="00384E7E" w:rsidRPr="00136AD8" w:rsidRDefault="00384E7E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6062C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000</w:t>
            </w:r>
            <w:r w:rsidR="00B84BB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C7CAB42" w14:textId="77777777" w:rsidR="00384E7E" w:rsidRPr="009C256C" w:rsidRDefault="00384E7E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342160">
              <w:t>Comunicar e interagir em contexto profissional</w:t>
            </w:r>
          </w:p>
        </w:tc>
      </w:tr>
      <w:tr w:rsidR="00384E7E" w:rsidRPr="00136AD8" w14:paraId="13C66E50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5DC47C5" w14:textId="3459B9F5" w:rsidR="00384E7E" w:rsidRPr="00136AD8" w:rsidRDefault="00384E7E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6062C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000</w:t>
            </w:r>
            <w:r w:rsidR="00B84BB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E7E6E6" w:themeFill="background2"/>
          </w:tcPr>
          <w:p w14:paraId="0EBA150E" w14:textId="77777777" w:rsidR="00384E7E" w:rsidRPr="00136AD8" w:rsidRDefault="00384E7E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07927">
              <w:rPr>
                <w:rFonts w:ascii="Verdana Pro Light" w:eastAsia="Arial Unicode MS" w:hAnsi="Verdana Pro Light" w:cs="Times New Roman"/>
                <w:sz w:val="18"/>
                <w:szCs w:val="18"/>
              </w:rPr>
              <w:t>Comunicação e relacionamento interpessoal em contexto profissional</w:t>
            </w:r>
          </w:p>
        </w:tc>
      </w:tr>
    </w:tbl>
    <w:p w14:paraId="3E82BDB1" w14:textId="77777777" w:rsidR="00384E7E" w:rsidRPr="00136AD8" w:rsidRDefault="00384E7E" w:rsidP="00384E7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8B405D8" w14:textId="77777777" w:rsidR="00384E7E" w:rsidRPr="003200F2" w:rsidRDefault="00384E7E" w:rsidP="00384E7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D510170" w14:textId="77777777" w:rsidR="00384E7E" w:rsidRPr="00136AD8" w:rsidRDefault="00384E7E" w:rsidP="00384E7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84E7E" w:rsidRPr="00136AD8" w14:paraId="4063C075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B11AF3" w14:textId="77777777" w:rsidR="00384E7E" w:rsidRPr="001B353A" w:rsidRDefault="00384E7E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84E7E" w:rsidRPr="00136AD8" w14:paraId="0576281E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DB1CB9" w14:textId="77777777" w:rsidR="00384E7E" w:rsidRPr="000A2D45" w:rsidRDefault="00384E7E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Preparar a mensagem a comunicar em contexto profissional. </w:t>
            </w:r>
          </w:p>
          <w:p w14:paraId="69E9C556" w14:textId="77777777" w:rsidR="00384E7E" w:rsidRDefault="00384E7E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Informar e esclarecer diferentes interlocutores em contexto presencial e não presencial.</w:t>
            </w:r>
          </w:p>
          <w:p w14:paraId="4844762B" w14:textId="77777777" w:rsidR="00384E7E" w:rsidRPr="001B353A" w:rsidRDefault="00384E7E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384E7E" w:rsidRPr="00136AD8" w14:paraId="22EB7D65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0EDA7DE" w14:textId="77777777" w:rsidR="00384E7E" w:rsidRPr="001B353A" w:rsidRDefault="00384E7E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84DC67D" w14:textId="77777777" w:rsidR="00384E7E" w:rsidRPr="001B353A" w:rsidRDefault="00384E7E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AC49741" w14:textId="77777777" w:rsidR="00384E7E" w:rsidRPr="001B353A" w:rsidRDefault="00384E7E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84E7E" w:rsidRPr="00136AD8" w14:paraId="4C1834CF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64AEE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Princípios da comunicação e do relacionamento interpessoal – processo, funções e elementos intervenientes.</w:t>
            </w:r>
          </w:p>
          <w:p w14:paraId="20E571FE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Fatores facilitadores e inibidores da comunicação.</w:t>
            </w:r>
          </w:p>
          <w:p w14:paraId="1D52D579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 xml:space="preserve">Comunicação verbal (oral e escrita) e comunicação não-verbal – </w:t>
            </w:r>
            <w:proofErr w:type="spellStart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</w:p>
          <w:p w14:paraId="0DD43F47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(movimentos corporais, gestos, expressão facial e postura), </w:t>
            </w:r>
            <w:proofErr w:type="spellStart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sorriso, outros) e proxémica (distância espacial face a alguém).</w:t>
            </w:r>
          </w:p>
          <w:p w14:paraId="228C42BD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Canais de comunicação presencial e não presencial.</w:t>
            </w:r>
          </w:p>
          <w:p w14:paraId="79E90C1F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telefónica - técnicas de atenção telefónica, expressão verbal e sorriso “telefónico”.</w:t>
            </w:r>
          </w:p>
          <w:p w14:paraId="7C82FBB1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através da internet</w:t>
            </w:r>
          </w:p>
          <w:p w14:paraId="47FEAE03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(navegadores, e-mail, redes sociais, mensagens) – técnicas.</w:t>
            </w:r>
          </w:p>
          <w:p w14:paraId="1066748C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escrita – normas.</w:t>
            </w:r>
          </w:p>
          <w:p w14:paraId="4591CEF7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 xml:space="preserve">Processo de escrita - planificação, textualização e revisão. </w:t>
            </w:r>
          </w:p>
          <w:p w14:paraId="05BDA4BD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Caraterísticas dos estilos de comunicação</w:t>
            </w:r>
          </w:p>
          <w:p w14:paraId="57659351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-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</w:r>
            <w:proofErr w:type="gramStart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agressivo</w:t>
            </w:r>
            <w:proofErr w:type="gramEnd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passivo, manipulador, assertivo.</w:t>
            </w:r>
          </w:p>
          <w:p w14:paraId="6ED16E27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assertiva – vantagens, componentes verbais e não-verbais, técnicas.</w:t>
            </w:r>
          </w:p>
          <w:p w14:paraId="737BC54D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Escuta ativa, empatia e controlo emocional.</w:t>
            </w:r>
          </w:p>
          <w:p w14:paraId="6E4D13FB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Processamento interno da informação –fonético, literal (significado) e reflexivo</w:t>
            </w:r>
          </w:p>
          <w:p w14:paraId="1E046B83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(empático).</w:t>
            </w:r>
          </w:p>
          <w:p w14:paraId="2A9D46A6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Perguntas no processo de comunicação –abertas, fechadas, retorno, reformulação.</w:t>
            </w:r>
          </w:p>
          <w:p w14:paraId="6EAC21C6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Mensagem - construção, adaptação, envio, receção e interpretação.</w:t>
            </w:r>
          </w:p>
          <w:p w14:paraId="5C98901B" w14:textId="77777777" w:rsidR="00384E7E" w:rsidRPr="00830B06" w:rsidRDefault="00384E7E" w:rsidP="00AD02F2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Imagem e comunicação – autoimagem e autoconceito, primeiras impressões, expectativas e motivação.</w:t>
            </w:r>
          </w:p>
          <w:p w14:paraId="63DD3A4B" w14:textId="77777777" w:rsidR="00384E7E" w:rsidRPr="00830B06" w:rsidRDefault="00384E7E" w:rsidP="00AD02F2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Técnicas de programação neurolinguística (PNL) na comunicação.</w:t>
            </w:r>
          </w:p>
          <w:p w14:paraId="39122AF6" w14:textId="77777777" w:rsidR="00384E7E" w:rsidRPr="00830B06" w:rsidRDefault="00384E7E" w:rsidP="00AD02F2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Relações interpessoais no trabalho.</w:t>
            </w:r>
          </w:p>
          <w:p w14:paraId="0906DF6F" w14:textId="77777777" w:rsidR="00384E7E" w:rsidRPr="00830B06" w:rsidRDefault="00384E7E" w:rsidP="00AD02F2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Conflito nas relações interpessoais –tipos e técnicas de resolução de conflitos.</w:t>
            </w:r>
          </w:p>
          <w:p w14:paraId="67B66469" w14:textId="77777777" w:rsidR="00384E7E" w:rsidRPr="000A2D45" w:rsidRDefault="00384E7E" w:rsidP="00AD02F2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Avaliação do processo de comunicação –feedback, resposta e reação.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70E19" w14:textId="77777777" w:rsidR="00384E7E" w:rsidRPr="00830B06" w:rsidRDefault="00384E7E" w:rsidP="00AD02F2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Organizar a informação a comunicar.</w:t>
            </w:r>
          </w:p>
          <w:p w14:paraId="6A24BBE2" w14:textId="77777777" w:rsidR="00384E7E" w:rsidRPr="00830B06" w:rsidRDefault="00384E7E" w:rsidP="00AD02F2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Adaptar a comunicação oral e escrita ao interlocutor e ao contexto.</w:t>
            </w:r>
          </w:p>
          <w:p w14:paraId="1E48AF09" w14:textId="77777777" w:rsidR="00384E7E" w:rsidRPr="00830B06" w:rsidRDefault="00384E7E" w:rsidP="00AD02F2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Interpretar informação de diferentes interlocutores em contexto presencial e não presencial.</w:t>
            </w:r>
          </w:p>
          <w:p w14:paraId="656FAF41" w14:textId="77777777" w:rsidR="00384E7E" w:rsidRPr="00830B06" w:rsidRDefault="00384E7E" w:rsidP="00AD02F2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Identificar as expectativas do interlocutor.</w:t>
            </w:r>
          </w:p>
          <w:p w14:paraId="08A3394B" w14:textId="77777777" w:rsidR="00384E7E" w:rsidRPr="00830B06" w:rsidRDefault="00384E7E" w:rsidP="00AD02F2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Utilizar técnicas de comunicação verbal e não verbal assertiva.</w:t>
            </w:r>
          </w:p>
          <w:p w14:paraId="78D99C34" w14:textId="77777777" w:rsidR="00384E7E" w:rsidRPr="00830B06" w:rsidRDefault="00384E7E" w:rsidP="00AD02F2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Formular questões, pedir esclarecimentos ou colocar dúvidas para interpretar e/ou explicitar a mensagem.</w:t>
            </w:r>
          </w:p>
          <w:p w14:paraId="4F4A6C4D" w14:textId="77777777" w:rsidR="00384E7E" w:rsidRPr="00830B06" w:rsidRDefault="00384E7E" w:rsidP="00AD02F2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Partilhar informação com diferentes interlocutores.</w:t>
            </w:r>
          </w:p>
          <w:p w14:paraId="7529B816" w14:textId="77777777" w:rsidR="00384E7E" w:rsidRPr="00830B06" w:rsidRDefault="00384E7E" w:rsidP="00AD02F2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Reportar informação profissional.</w:t>
            </w:r>
          </w:p>
          <w:p w14:paraId="5C881655" w14:textId="77777777" w:rsidR="00384E7E" w:rsidRPr="00830B06" w:rsidRDefault="00384E7E" w:rsidP="00AD02F2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Aplicar técnicas de interação orais e escritas.</w:t>
            </w:r>
          </w:p>
          <w:p w14:paraId="6BCD9BE9" w14:textId="77777777" w:rsidR="00384E7E" w:rsidRPr="00830B06" w:rsidRDefault="00384E7E" w:rsidP="00AD02F2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Aplicar técnicas de tratamento e resolução de conflitos.</w:t>
            </w:r>
          </w:p>
          <w:p w14:paraId="49E31C1A" w14:textId="77777777" w:rsidR="00384E7E" w:rsidRPr="00057283" w:rsidRDefault="00384E7E" w:rsidP="00AD02F2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Autoavaliar o seu desempenho no âmbito do processo de comunicação.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B9DEFF" w14:textId="77777777" w:rsidR="00384E7E" w:rsidRPr="00830B06" w:rsidRDefault="00384E7E" w:rsidP="00AD02F2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Responsabilidades pelas suas ações.</w:t>
            </w:r>
          </w:p>
          <w:p w14:paraId="7DACB666" w14:textId="77777777" w:rsidR="00384E7E" w:rsidRPr="00830B06" w:rsidRDefault="00384E7E" w:rsidP="00AD02F2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Autonomia no âmbito das suas funções.</w:t>
            </w:r>
          </w:p>
          <w:p w14:paraId="65DE581F" w14:textId="77777777" w:rsidR="00384E7E" w:rsidRPr="00830B06" w:rsidRDefault="00384E7E" w:rsidP="00AD02F2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Cuidado com a imagem e postura profissional.</w:t>
            </w:r>
          </w:p>
          <w:p w14:paraId="1DE77AD9" w14:textId="77777777" w:rsidR="00384E7E" w:rsidRPr="00830B06" w:rsidRDefault="00384E7E" w:rsidP="00AD02F2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Assertividade.</w:t>
            </w:r>
          </w:p>
          <w:p w14:paraId="5460ABA6" w14:textId="77777777" w:rsidR="00384E7E" w:rsidRPr="00830B06" w:rsidRDefault="00384E7E" w:rsidP="00AD02F2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Escuta ativa.</w:t>
            </w:r>
          </w:p>
          <w:p w14:paraId="1BA5F0D3" w14:textId="77777777" w:rsidR="00384E7E" w:rsidRPr="00830B06" w:rsidRDefault="00384E7E" w:rsidP="00AD02F2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Empatia.</w:t>
            </w:r>
          </w:p>
          <w:p w14:paraId="4814893F" w14:textId="77777777" w:rsidR="00384E7E" w:rsidRPr="00830B06" w:rsidRDefault="00384E7E" w:rsidP="00AD02F2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Controlo emocional.</w:t>
            </w:r>
          </w:p>
          <w:p w14:paraId="56E21160" w14:textId="77777777" w:rsidR="00384E7E" w:rsidRPr="00830B06" w:rsidRDefault="00384E7E" w:rsidP="00AD02F2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Autoconfiança.</w:t>
            </w:r>
          </w:p>
          <w:p w14:paraId="39C16166" w14:textId="77777777" w:rsidR="00384E7E" w:rsidRPr="00830B06" w:rsidRDefault="00384E7E" w:rsidP="00AD02F2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Respeito pela diferença.</w:t>
            </w:r>
          </w:p>
          <w:p w14:paraId="4AC25182" w14:textId="77777777" w:rsidR="00384E7E" w:rsidRPr="00830B06" w:rsidRDefault="00384E7E" w:rsidP="00AD02F2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Autoconhecimento.</w:t>
            </w:r>
          </w:p>
          <w:p w14:paraId="1BBDBEB2" w14:textId="77777777" w:rsidR="00384E7E" w:rsidRPr="00830B06" w:rsidRDefault="00384E7E" w:rsidP="00AD02F2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Sentido crítico.</w:t>
            </w:r>
          </w:p>
          <w:p w14:paraId="59497DAB" w14:textId="77777777" w:rsidR="00384E7E" w:rsidRPr="00830B06" w:rsidRDefault="00384E7E" w:rsidP="00AD02F2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Cooperação com a equipa.</w:t>
            </w:r>
          </w:p>
          <w:p w14:paraId="7366DC24" w14:textId="77777777" w:rsidR="00384E7E" w:rsidRPr="00830B06" w:rsidRDefault="00384E7E" w:rsidP="00AD02F2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Sentido de organização.</w:t>
            </w:r>
          </w:p>
        </w:tc>
      </w:tr>
    </w:tbl>
    <w:p w14:paraId="57AEBA0C" w14:textId="77777777" w:rsidR="00384E7E" w:rsidRDefault="00384E7E" w:rsidP="00384E7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52437D2" w14:textId="77777777" w:rsidR="00384E7E" w:rsidRDefault="00384E7E" w:rsidP="00384E7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97E6ED9" w14:textId="77777777" w:rsidR="00384E7E" w:rsidRPr="00F87025" w:rsidRDefault="00384E7E" w:rsidP="00384E7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26F4277" w14:textId="77777777" w:rsidR="00384E7E" w:rsidRDefault="00384E7E" w:rsidP="00384E7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Comunicar e interagir em contexto profissional:</w:t>
      </w:r>
    </w:p>
    <w:p w14:paraId="41559B95" w14:textId="77777777" w:rsidR="00384E7E" w:rsidRPr="00830B06" w:rsidRDefault="00384E7E" w:rsidP="00384E7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Adaptando a linguagem e a comunicação ao tipo de canal utilizado, ao público-alvo e ao contexto. </w:t>
      </w:r>
    </w:p>
    <w:p w14:paraId="0C3E807E" w14:textId="77777777" w:rsidR="00384E7E" w:rsidRPr="00830B06" w:rsidRDefault="00384E7E" w:rsidP="00384E7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Demonstrando assertividade e uma imagem positiva de si e da sua organização. </w:t>
      </w:r>
    </w:p>
    <w:p w14:paraId="54D421B0" w14:textId="77777777" w:rsidR="00384E7E" w:rsidRPr="00830B06" w:rsidRDefault="00384E7E" w:rsidP="00384E7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Demonstrando uma comunicação verbal e não verbal empática e ajustada ao interlocutor. </w:t>
      </w:r>
    </w:p>
    <w:p w14:paraId="691D3474" w14:textId="77777777" w:rsidR="00384E7E" w:rsidRDefault="00384E7E" w:rsidP="00384E7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 Produzindo um texto escrito de forma clara e articulada, de acordo com a norma, aplicando técnicas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redação de documentos profissionais.</w:t>
      </w:r>
    </w:p>
    <w:p w14:paraId="207225FA" w14:textId="77777777" w:rsidR="00384E7E" w:rsidRPr="0064164C" w:rsidRDefault="00384E7E" w:rsidP="00384E7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Avaliando o resultado do seu desempenho e contributo para a melhoria do processo de comunicação.</w:t>
      </w:r>
    </w:p>
    <w:p w14:paraId="5627A782" w14:textId="77777777" w:rsidR="00384E7E" w:rsidRPr="00136AD8" w:rsidRDefault="00384E7E" w:rsidP="00384E7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520F33" w14:textId="77777777" w:rsidR="00384E7E" w:rsidRPr="00F87025" w:rsidRDefault="00384E7E" w:rsidP="00384E7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91E03B9" w14:textId="77777777" w:rsidR="00384E7E" w:rsidRPr="00984B30" w:rsidRDefault="00384E7E" w:rsidP="00384E7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0" w:name="_Hlk153788978"/>
      <w:r w:rsidRPr="00830B06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bookmarkEnd w:id="0"/>
    <w:p w14:paraId="1F81B523" w14:textId="77777777" w:rsidR="00384E7E" w:rsidRPr="00051C79" w:rsidRDefault="00384E7E" w:rsidP="00384E7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0ECCE4" w14:textId="77777777" w:rsidR="00384E7E" w:rsidRPr="00F87025" w:rsidRDefault="00384E7E" w:rsidP="00384E7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8D7241E" w14:textId="77777777" w:rsidR="00384E7E" w:rsidRPr="00830B06" w:rsidRDefault="00384E7E" w:rsidP="00384E7E">
      <w:pPr>
        <w:tabs>
          <w:tab w:val="left" w:pos="426"/>
        </w:tabs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1" w:name="_Hlk153788989"/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Dispositivos tecnológicos com acesso à internet.</w:t>
      </w:r>
    </w:p>
    <w:p w14:paraId="60914BD8" w14:textId="77777777" w:rsidR="00384E7E" w:rsidRPr="00830B06" w:rsidRDefault="00384E7E" w:rsidP="00384E7E">
      <w:pPr>
        <w:tabs>
          <w:tab w:val="left" w:pos="426"/>
        </w:tabs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Recursos multimédia/audiovisuais.</w:t>
      </w:r>
    </w:p>
    <w:p w14:paraId="4117791B" w14:textId="77777777" w:rsidR="00384E7E" w:rsidRPr="00830B06" w:rsidRDefault="00384E7E" w:rsidP="00384E7E">
      <w:pPr>
        <w:tabs>
          <w:tab w:val="left" w:pos="426"/>
        </w:tabs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Ferramentas de interação e de comunicação.</w:t>
      </w:r>
    </w:p>
    <w:p w14:paraId="3C8DE045" w14:textId="77777777" w:rsidR="00384E7E" w:rsidRPr="00051C79" w:rsidRDefault="00384E7E" w:rsidP="00384E7E">
      <w:pPr>
        <w:tabs>
          <w:tab w:val="left" w:pos="426"/>
        </w:tabs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Boas práticas na comunicação.</w:t>
      </w:r>
    </w:p>
    <w:bookmarkEnd w:id="1"/>
    <w:p w14:paraId="29E17A47" w14:textId="77777777" w:rsidR="00384E7E" w:rsidRPr="00051C79" w:rsidRDefault="00384E7E" w:rsidP="00384E7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1CCD02" w14:textId="77777777" w:rsidR="00384E7E" w:rsidRPr="00F87025" w:rsidRDefault="00384E7E" w:rsidP="00384E7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DF1B00D" w14:textId="77777777" w:rsidR="00384E7E" w:rsidRPr="00051C79" w:rsidRDefault="00384E7E" w:rsidP="00384E7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FBB2E5" w14:textId="77777777" w:rsidR="00384E7E" w:rsidRPr="00051C79" w:rsidRDefault="00384E7E" w:rsidP="00384E7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0AE2AC" w14:textId="77777777" w:rsidR="00384E7E" w:rsidRPr="00051C79" w:rsidRDefault="00384E7E" w:rsidP="00384E7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A6DE19" w14:textId="2670A5CB" w:rsidR="00CA0D4A" w:rsidRDefault="00CA0D4A" w:rsidP="00384E7E">
      <w:pPr>
        <w:spacing w:after="24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0F8446" w14:textId="77777777" w:rsidR="002A1284" w:rsidRDefault="002A1284" w:rsidP="00384E7E">
      <w:pPr>
        <w:spacing w:after="24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A1284" w:rsidRPr="00136AD8" w14:paraId="6F1E1D38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6368926" w14:textId="32DE4BF3" w:rsidR="002A1284" w:rsidRPr="00136AD8" w:rsidRDefault="002A1284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6062C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000</w:t>
            </w:r>
            <w:r w:rsidR="00B84BB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5386240" w14:textId="77777777" w:rsidR="002A1284" w:rsidRPr="009C256C" w:rsidRDefault="002A1284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342160">
              <w:t>Implementar as normas de segurança e saúde no trabalho na área profissional do Desenho Digital</w:t>
            </w:r>
          </w:p>
        </w:tc>
      </w:tr>
      <w:tr w:rsidR="002A1284" w:rsidRPr="00136AD8" w14:paraId="50863C31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153E3BA" w14:textId="4C5C0593" w:rsidR="002A1284" w:rsidRPr="00136AD8" w:rsidRDefault="002A1284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6062C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000</w:t>
            </w:r>
            <w:r w:rsidR="00B84BB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E7E6E6" w:themeFill="background2"/>
          </w:tcPr>
          <w:p w14:paraId="3A545679" w14:textId="77777777" w:rsidR="002A1284" w:rsidRPr="00136AD8" w:rsidRDefault="002A1284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Normas de Segurança e saúde no trabalho em Desenho Digital 3D</w:t>
            </w:r>
          </w:p>
        </w:tc>
      </w:tr>
    </w:tbl>
    <w:p w14:paraId="48C014A4" w14:textId="77777777" w:rsidR="002A1284" w:rsidRPr="00136AD8" w:rsidRDefault="002A1284" w:rsidP="002A128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BE4C68D" w14:textId="77777777" w:rsidR="002A1284" w:rsidRPr="003200F2" w:rsidRDefault="002A1284" w:rsidP="002A128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2A1C312" w14:textId="77777777" w:rsidR="002A1284" w:rsidRPr="00136AD8" w:rsidRDefault="002A1284" w:rsidP="002A128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A1284" w:rsidRPr="00136AD8" w14:paraId="1D81A3DF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C57E0D" w14:textId="77777777" w:rsidR="002A1284" w:rsidRPr="001B353A" w:rsidRDefault="002A1284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A1284" w:rsidRPr="00136AD8" w14:paraId="74CFDCE7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787243" w14:textId="77777777" w:rsidR="002A1284" w:rsidRDefault="002A1284" w:rsidP="00AD02F2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Analisar os princípios gerais sobre segurança e saúde no trabalho.</w:t>
            </w:r>
          </w:p>
          <w:p w14:paraId="54C43C6B" w14:textId="77777777" w:rsidR="002A1284" w:rsidRPr="001B353A" w:rsidRDefault="002A1284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Aplicar medidas e procedimentos de segurança e saúde no trabalho</w:t>
            </w:r>
          </w:p>
          <w:p w14:paraId="074ECB09" w14:textId="77777777" w:rsidR="002A1284" w:rsidRPr="001B353A" w:rsidRDefault="002A1284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2A1284" w:rsidRPr="00136AD8" w14:paraId="347A9006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55A7271" w14:textId="77777777" w:rsidR="002A1284" w:rsidRPr="001B353A" w:rsidRDefault="002A1284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 xml:space="preserve"> (REVER)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E541E0" w14:textId="77777777" w:rsidR="002A1284" w:rsidRPr="001B353A" w:rsidRDefault="002A1284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B1D0CA2" w14:textId="77777777" w:rsidR="002A1284" w:rsidRPr="001B353A" w:rsidRDefault="002A1284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A1284" w:rsidRPr="00136AD8" w14:paraId="261973C0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4029B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Princípios de segurança e saúde no trabalho.</w:t>
            </w:r>
          </w:p>
          <w:p w14:paraId="1814D8A4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Normas e disposições relativas à segurança e saúde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 </w:t>
            </w:r>
            <w:r w:rsidRPr="00E8586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setor d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o</w:t>
            </w:r>
            <w:r w:rsidRPr="00E8586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Desenho Digital 3D</w:t>
            </w:r>
          </w:p>
          <w:p w14:paraId="72C7C75E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segurança do estabelecimento.</w:t>
            </w:r>
          </w:p>
          <w:p w14:paraId="75385F66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acidentes.</w:t>
            </w:r>
          </w:p>
          <w:p w14:paraId="0EB0CECF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incêndios.</w:t>
            </w:r>
          </w:p>
          <w:p w14:paraId="2FFA8D54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evacuação.</w:t>
            </w:r>
          </w:p>
          <w:p w14:paraId="3A0C96D9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contra roubos.</w:t>
            </w:r>
          </w:p>
          <w:p w14:paraId="1003D9AD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Manuais de segurança.</w:t>
            </w:r>
          </w:p>
          <w:p w14:paraId="7EC28953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Meios e regras de segurança </w:t>
            </w:r>
            <w:r w:rsidRPr="00907395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os museus e no património </w:t>
            </w:r>
          </w:p>
          <w:p w14:paraId="081B404C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65036E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187E62ED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43A5E43B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4E3185DF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Caixa de primeiros socorros.</w:t>
            </w:r>
          </w:p>
          <w:p w14:paraId="5CE99F11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Situações de emergência - perda de sentidos, feridas aberta e fechada, queimadura, choque elétrico, eletrocussões, ataque cardíaco, entorses ou distensões, envenenamento, queimaduras.</w:t>
            </w:r>
          </w:p>
          <w:p w14:paraId="09882DF7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48580797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incêndio.</w:t>
            </w:r>
          </w:p>
          <w:p w14:paraId="742801CC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Sistemas de deteção. </w:t>
            </w:r>
          </w:p>
          <w:p w14:paraId="3DD9D610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extintores.</w:t>
            </w:r>
          </w:p>
          <w:p w14:paraId="68F5ED77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3DA3DD46" w14:textId="77777777" w:rsidR="002A1284" w:rsidRPr="001B353A" w:rsidRDefault="002A128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CA79C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2D66FC11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 plano de segurança do estabelecimento.</w:t>
            </w:r>
          </w:p>
          <w:p w14:paraId="62E0DD55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os manuais de segurança.</w:t>
            </w:r>
          </w:p>
          <w:p w14:paraId="6797F8D1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do risco.</w:t>
            </w:r>
          </w:p>
          <w:p w14:paraId="4C315C31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trabalho.</w:t>
            </w:r>
          </w:p>
          <w:p w14:paraId="1CAA9DB8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</w:t>
            </w:r>
            <w:r w:rsidRPr="63BB7FE7"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 xml:space="preserve">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procedimentos de emergência.</w:t>
            </w:r>
          </w:p>
          <w:p w14:paraId="58714E1F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roubo.</w:t>
            </w:r>
          </w:p>
          <w:p w14:paraId="0DCED089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5222C001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incêndios.</w:t>
            </w:r>
          </w:p>
          <w:p w14:paraId="1A2CD4F6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 extintor.</w:t>
            </w:r>
          </w:p>
          <w:p w14:paraId="44F298BD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individual.</w:t>
            </w:r>
          </w:p>
          <w:p w14:paraId="29DA6D6B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Reportar a </w:t>
            </w:r>
            <w:proofErr w:type="gramStart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situação de emergência</w:t>
            </w:r>
            <w:proofErr w:type="gramEnd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.</w:t>
            </w:r>
          </w:p>
          <w:p w14:paraId="3BA464C8" w14:textId="77777777" w:rsidR="002A1284" w:rsidRPr="00057283" w:rsidRDefault="002A128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B2E5D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23EE7A3B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0ED3F81D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Autocontrolo.</w:t>
            </w:r>
          </w:p>
          <w:p w14:paraId="74E2195E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20F42B21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 com a equipa.</w:t>
            </w:r>
          </w:p>
          <w:p w14:paraId="52274DC1" w14:textId="77777777" w:rsidR="002A1284" w:rsidRDefault="002A1284" w:rsidP="00AD02F2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Respeito pelas normas de segurança.</w:t>
            </w:r>
          </w:p>
          <w:p w14:paraId="48DECADE" w14:textId="77777777" w:rsidR="002A1284" w:rsidRPr="00057283" w:rsidRDefault="002A128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97A6311" w14:textId="77777777" w:rsidR="002A1284" w:rsidRDefault="002A1284" w:rsidP="002A128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737669C" w14:textId="77777777" w:rsidR="002A1284" w:rsidRDefault="002A1284" w:rsidP="002A128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3682393" w14:textId="77777777" w:rsidR="002A1284" w:rsidRPr="00F87025" w:rsidRDefault="002A1284" w:rsidP="002A128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D297B06" w14:textId="77777777" w:rsidR="002A1284" w:rsidRPr="005A0B72" w:rsidRDefault="002A1284" w:rsidP="002A1284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bCs/>
          <w:i/>
          <w:iCs/>
          <w:color w:val="000000" w:themeColor="text1"/>
          <w:sz w:val="18"/>
          <w:szCs w:val="18"/>
        </w:rPr>
      </w:pPr>
      <w:r w:rsidRPr="005A0B72">
        <w:rPr>
          <w:rFonts w:ascii="Verdana Pro Light" w:hAnsi="Verdana Pro Light" w:cs="Times New Roman"/>
          <w:bCs/>
          <w:i/>
          <w:iCs/>
          <w:sz w:val="18"/>
          <w:szCs w:val="18"/>
        </w:rPr>
        <w:t xml:space="preserve">Implementar as normas de segurança e saúde no trabalho </w:t>
      </w:r>
      <w:r>
        <w:rPr>
          <w:rFonts w:ascii="Verdana Pro Light" w:hAnsi="Verdana Pro Light" w:cs="Times New Roman"/>
          <w:bCs/>
          <w:i/>
          <w:iCs/>
          <w:sz w:val="18"/>
          <w:szCs w:val="18"/>
        </w:rPr>
        <w:t>na área do Desenho Digital 3D</w:t>
      </w:r>
      <w:r w:rsidRPr="005A0B72">
        <w:rPr>
          <w:rFonts w:ascii="Verdana Pro Light" w:eastAsia="Verdana Pro Light" w:hAnsi="Verdana Pro Light" w:cs="Verdana Pro Light"/>
          <w:bCs/>
          <w:i/>
          <w:iCs/>
          <w:color w:val="000000" w:themeColor="text1"/>
          <w:sz w:val="18"/>
          <w:szCs w:val="18"/>
        </w:rPr>
        <w:t>:</w:t>
      </w:r>
    </w:p>
    <w:p w14:paraId="5B6146A2" w14:textId="77777777" w:rsidR="002A1284" w:rsidRDefault="002A1284" w:rsidP="002A1284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3DDF8A32" w14:textId="77777777" w:rsidR="002A1284" w:rsidRDefault="002A1284" w:rsidP="002A1284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CD2. Cumprindo as medidas de atuação em </w:t>
      </w:r>
      <w:proofErr w:type="gramStart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situação de emergência</w:t>
      </w:r>
      <w:proofErr w:type="gramEnd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43C575BB" w14:textId="77777777" w:rsidR="002A1284" w:rsidRDefault="002A1284" w:rsidP="002A1284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 Respeitando o protocolo interno definido.</w:t>
      </w:r>
    </w:p>
    <w:p w14:paraId="09427169" w14:textId="77777777" w:rsidR="002A1284" w:rsidRPr="00136AD8" w:rsidRDefault="002A1284" w:rsidP="002A128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0580E4" w14:textId="77777777" w:rsidR="002A1284" w:rsidRPr="00F87025" w:rsidRDefault="002A1284" w:rsidP="002A128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F2E8A10" w14:textId="77777777" w:rsidR="002A1284" w:rsidRPr="00984B30" w:rsidRDefault="002A1284" w:rsidP="002A128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Setor Público</w:t>
      </w:r>
    </w:p>
    <w:p w14:paraId="47735C7B" w14:textId="77777777" w:rsidR="002A1284" w:rsidRPr="00984B30" w:rsidRDefault="002A1284" w:rsidP="002A128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Museus</w:t>
      </w:r>
    </w:p>
    <w:p w14:paraId="2FAFBE44" w14:textId="77777777" w:rsidR="002A1284" w:rsidRPr="00984B30" w:rsidRDefault="002A1284" w:rsidP="002A128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Galerias</w:t>
      </w:r>
    </w:p>
    <w:p w14:paraId="0422F98B" w14:textId="77777777" w:rsidR="002A1284" w:rsidRPr="00984B30" w:rsidRDefault="002A1284" w:rsidP="002A128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Diversas</w:t>
      </w:r>
    </w:p>
    <w:p w14:paraId="4CCBFDDF" w14:textId="77777777" w:rsidR="002A1284" w:rsidRPr="00051C79" w:rsidRDefault="002A1284" w:rsidP="002A128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D72C94" w14:textId="77777777" w:rsidR="002A1284" w:rsidRPr="00F87025" w:rsidRDefault="002A1284" w:rsidP="002A128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1D5F812" w14:textId="77777777" w:rsidR="002A1284" w:rsidRDefault="002A1284" w:rsidP="002A1284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Dispositivos tecnológicos com acesso à internet. </w:t>
      </w:r>
    </w:p>
    <w:p w14:paraId="089A76E6" w14:textId="77777777" w:rsidR="002A1284" w:rsidRDefault="002A1284" w:rsidP="002A1284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trabalho.</w:t>
      </w:r>
    </w:p>
    <w:p w14:paraId="28D01D6A" w14:textId="77777777" w:rsidR="002A1284" w:rsidRDefault="002A1284" w:rsidP="002A1284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Normativos específicos de segurança e saúde no trabalho.</w:t>
      </w:r>
    </w:p>
    <w:p w14:paraId="53053D65" w14:textId="77777777" w:rsidR="002A1284" w:rsidRDefault="002A1284" w:rsidP="002A1284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(relatórios, folhetos, brochuras, outros).</w:t>
      </w:r>
    </w:p>
    <w:p w14:paraId="0B112ABE" w14:textId="77777777" w:rsidR="002A1284" w:rsidRDefault="002A1284" w:rsidP="002A1284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Equipamentos de proteção individual (EPI).</w:t>
      </w:r>
    </w:p>
    <w:p w14:paraId="2CA16B21" w14:textId="77777777" w:rsidR="002A1284" w:rsidRDefault="002A1284" w:rsidP="002A1284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prevenção de acidentes, de incêndios, de evacuação e de roubo.</w:t>
      </w:r>
    </w:p>
    <w:p w14:paraId="47979BFE" w14:textId="77777777" w:rsidR="002A1284" w:rsidRPr="00501DC8" w:rsidRDefault="002A1284" w:rsidP="002A1284">
      <w:pPr>
        <w:pStyle w:val="PargrafodaLista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emergência</w:t>
      </w:r>
    </w:p>
    <w:p w14:paraId="1E48324C" w14:textId="77777777" w:rsidR="002A1284" w:rsidRPr="00051C79" w:rsidRDefault="002A1284" w:rsidP="002A128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2BE4AFA" w14:textId="77777777" w:rsidR="002A1284" w:rsidRPr="00F87025" w:rsidRDefault="002A1284" w:rsidP="002A128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94F2997" w14:textId="77777777" w:rsidR="002A1284" w:rsidRPr="00051C79" w:rsidRDefault="002A1284" w:rsidP="002A128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FB7EB8" w14:textId="77777777" w:rsidR="002A1284" w:rsidRPr="00051C79" w:rsidRDefault="002A1284" w:rsidP="002A128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7390BCB" w14:textId="77777777" w:rsidR="002A1284" w:rsidRPr="00051C79" w:rsidRDefault="002A1284" w:rsidP="002A128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06BABB" w14:textId="6286585D" w:rsidR="002A1284" w:rsidRPr="00384E7E" w:rsidRDefault="002A1284" w:rsidP="002A1284">
      <w:pPr>
        <w:spacing w:after="24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44CBA" w:rsidRPr="00136AD8" w14:paraId="2A042EB1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EBF6407" w14:textId="42948C25" w:rsidR="00144CBA" w:rsidRPr="00136AD8" w:rsidRDefault="00144CBA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6062C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000</w:t>
            </w:r>
            <w:r w:rsidR="00B84BB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F6D2A7F" w14:textId="77777777" w:rsidR="00144CBA" w:rsidRPr="009C256C" w:rsidRDefault="00144CBA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24CF3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Prestar informações sobre o setor de Desenho Digital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3D</w:t>
            </w:r>
          </w:p>
        </w:tc>
      </w:tr>
      <w:tr w:rsidR="00144CBA" w:rsidRPr="00136AD8" w14:paraId="1B0C0C7B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D800CFF" w14:textId="115AC8F3" w:rsidR="00144CBA" w:rsidRPr="00136AD8" w:rsidRDefault="00144CBA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6062C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000</w:t>
            </w:r>
            <w:r w:rsidR="00B84BB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E7E6E6" w:themeFill="background2"/>
          </w:tcPr>
          <w:p w14:paraId="347F8487" w14:textId="77777777" w:rsidR="00144CBA" w:rsidRPr="00136AD8" w:rsidRDefault="00144CBA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O setor de Desenho Digital 3D</w:t>
            </w:r>
          </w:p>
        </w:tc>
      </w:tr>
    </w:tbl>
    <w:p w14:paraId="38479191" w14:textId="77777777" w:rsidR="00144CBA" w:rsidRPr="00136AD8" w:rsidRDefault="00144CBA" w:rsidP="00144CB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CA83B13" w14:textId="77777777" w:rsidR="00144CBA" w:rsidRPr="003200F2" w:rsidRDefault="00144CBA" w:rsidP="00144CB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2" w:name="_bookmark5"/>
      <w:bookmarkEnd w:id="2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CEF01BF" w14:textId="77777777" w:rsidR="00144CBA" w:rsidRPr="00136AD8" w:rsidRDefault="00144CBA" w:rsidP="00144CB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44CBA" w:rsidRPr="00136AD8" w14:paraId="3CCEB1BE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22DEEC" w14:textId="77777777" w:rsidR="00144CBA" w:rsidRPr="001B353A" w:rsidRDefault="00144CBA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44CBA" w:rsidRPr="00136AD8" w14:paraId="1E1820DB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858DBA" w14:textId="77777777" w:rsidR="00144CBA" w:rsidRPr="00B01FFA" w:rsidRDefault="00144CBA" w:rsidP="00AD02F2">
            <w:pPr>
              <w:spacing w:before="120" w:after="0" w:line="276" w:lineRule="auto"/>
              <w:ind w:left="323" w:hanging="323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Analisar a informação requerida acerca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da área de Desenho Digital 3D.</w:t>
            </w:r>
          </w:p>
          <w:p w14:paraId="7E9B1240" w14:textId="77777777" w:rsidR="00144CBA" w:rsidRPr="001B353A" w:rsidRDefault="00144CBA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58E80998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58E80998">
              <w:rPr>
                <w:rFonts w:ascii="Verdana Pro Light" w:hAnsi="Verdana Pro Light" w:cs="Arial Unicode MS"/>
                <w:sz w:val="18"/>
                <w:szCs w:val="18"/>
              </w:rPr>
              <w:t xml:space="preserve">Informar e esclarecer o cliente sobre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a área de Desenho Digital 3D</w:t>
            </w:r>
            <w:r w:rsidRPr="58E80998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.</w:t>
            </w:r>
          </w:p>
        </w:tc>
      </w:tr>
      <w:tr w:rsidR="00144CBA" w:rsidRPr="00136AD8" w14:paraId="7E42DFA6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B131ED" w14:textId="77777777" w:rsidR="00144CBA" w:rsidRPr="001B353A" w:rsidRDefault="00144CBA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D505B3" w14:textId="77777777" w:rsidR="00144CBA" w:rsidRPr="001B353A" w:rsidRDefault="00144CBA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D486B23" w14:textId="77777777" w:rsidR="00144CBA" w:rsidRPr="001B353A" w:rsidRDefault="00144CBA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44CBA" w:rsidRPr="00136AD8" w14:paraId="369F143A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ADD83" w14:textId="77777777" w:rsidR="00144CBA" w:rsidRPr="003C0084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Área de Desenho Digital 3D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- Antecedentes históricos.</w:t>
            </w:r>
          </w:p>
          <w:p w14:paraId="7860CE51" w14:textId="77777777" w:rsidR="00144CBA" w:rsidRPr="003C0084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Influência socioeconómica do setor.</w:t>
            </w:r>
          </w:p>
          <w:p w14:paraId="34D7F090" w14:textId="77777777" w:rsidR="00144CBA" w:rsidRPr="003C0084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Novas tendências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Desenho Digital 3D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5B3496F5" w14:textId="77777777" w:rsidR="00144CBA" w:rsidRPr="003C0084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Estratégias de produtos e serviços.</w:t>
            </w:r>
          </w:p>
          <w:p w14:paraId="0B901C42" w14:textId="77777777" w:rsidR="00144CBA" w:rsidRPr="003C0084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Fatores críticos de sucesso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Desenho Digital 3D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3298CEFE" w14:textId="77777777" w:rsidR="00144CBA" w:rsidRPr="003C0084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Organismos internacionais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Desenho Digital 3D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2B49B6E6" w14:textId="77777777" w:rsidR="00144CBA" w:rsidRPr="003C0084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Organização e divisão funcional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Desenho Digital 3D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45FA5A1D" w14:textId="77777777" w:rsidR="00144CBA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e relacionamento interpessoal.</w:t>
            </w:r>
          </w:p>
          <w:p w14:paraId="305FEC18" w14:textId="77777777" w:rsidR="00144CBA" w:rsidRPr="00B01FFA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Legislação da atividade.</w:t>
            </w:r>
          </w:p>
          <w:p w14:paraId="6AF11B39" w14:textId="77777777" w:rsidR="00144CBA" w:rsidRPr="001B353A" w:rsidRDefault="00144CBA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E56FD" w14:textId="77777777" w:rsidR="00144CBA" w:rsidRPr="00D6362B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a evolução e a influência socioeconómica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Desenho Digital 3D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414BF65C" w14:textId="77777777" w:rsidR="00144CBA" w:rsidRPr="003C0084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Compreender 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as novas tendências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Desenho Digital 3D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1A370815" w14:textId="77777777" w:rsidR="00144CBA" w:rsidRPr="003C0084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Compreender a área de Multimédia 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 nível nacional e internacional.</w:t>
            </w:r>
          </w:p>
          <w:p w14:paraId="4C3DCD3E" w14:textId="77777777" w:rsidR="00144CBA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Utilizar técnicas de comunicação verbal e não verbal assertiva.</w:t>
            </w:r>
          </w:p>
          <w:p w14:paraId="79F7A587" w14:textId="77777777" w:rsidR="00144CBA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Aplicar técnicas de interação orais e escritas.</w:t>
            </w:r>
          </w:p>
          <w:p w14:paraId="2C961C5D" w14:textId="77777777" w:rsidR="00144CBA" w:rsidRPr="006B0818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acerca dos organismos nacionais e internacionais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Desenho Digital 3D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15CADA0E" w14:textId="77777777" w:rsidR="00144CBA" w:rsidRPr="003C0084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 área de Desenho Digital 3D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221BFC64" w14:textId="77777777" w:rsidR="00144CBA" w:rsidRPr="003C0084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Diferenciar a estrutura, organização e divisão funcional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Desenho Digital 3D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26AE4FBD" w14:textId="77777777" w:rsidR="00144CBA" w:rsidRPr="003C0084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Distinguir a organização funcional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Desenho Digital 3D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0835BD1C" w14:textId="77777777" w:rsidR="00144CBA" w:rsidRPr="003C0084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sobre as diferentes atividades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Desenho Digital 3D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10A49E89" w14:textId="77777777" w:rsidR="00144CBA" w:rsidRPr="00057283" w:rsidRDefault="00144CBA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Interpretar legislação relativa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à área da Desenho Digital 3D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62AC90" w14:textId="77777777" w:rsidR="00144CBA" w:rsidRPr="00FD35E9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6282CC07" w14:textId="77777777" w:rsidR="00144CBA" w:rsidRPr="00FD35E9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4EDA1FD4" w14:textId="77777777" w:rsidR="00144CBA" w:rsidRPr="00FD35E9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2103E873" w14:textId="77777777" w:rsidR="00144CBA" w:rsidRPr="00FD35E9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DF954DA" w14:textId="77777777" w:rsidR="00144CBA" w:rsidRPr="00FD35E9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5138F733" w14:textId="77777777" w:rsidR="00144CBA" w:rsidRPr="00FD35E9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11704EB9" w14:textId="77777777" w:rsidR="00144CBA" w:rsidRPr="00FD35E9" w:rsidRDefault="00144CBA" w:rsidP="00AD02F2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 na comunicação.</w:t>
            </w:r>
          </w:p>
          <w:p w14:paraId="1C88D7F7" w14:textId="77777777" w:rsidR="00144CBA" w:rsidRDefault="00144CBA" w:rsidP="00AD02F2">
            <w:pPr>
              <w:spacing w:before="120" w:after="0" w:line="276" w:lineRule="auto"/>
              <w:ind w:left="36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48D1E084" w14:textId="77777777" w:rsidR="00144CBA" w:rsidRPr="00057283" w:rsidRDefault="00144CBA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FD7BA9B" w14:textId="77777777" w:rsidR="00144CBA" w:rsidRDefault="00144CBA" w:rsidP="00144CB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21E955D" w14:textId="77777777" w:rsidR="00144CBA" w:rsidRDefault="00144CBA" w:rsidP="00144CB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A54EE72" w14:textId="77777777" w:rsidR="00144CBA" w:rsidRPr="00F87025" w:rsidRDefault="00144CBA" w:rsidP="00144C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74C6734" w14:textId="77777777" w:rsidR="00144CBA" w:rsidRPr="00111127" w:rsidRDefault="00144CBA" w:rsidP="00144CBA">
      <w:pPr>
        <w:spacing w:before="80" w:after="120" w:line="240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58E80998"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 xml:space="preserve">Prestar informação sobre </w:t>
      </w:r>
      <w:r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a área do Desenho Digital 3D</w:t>
      </w:r>
      <w:r w:rsidRPr="58E80998"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:</w:t>
      </w:r>
    </w:p>
    <w:p w14:paraId="091FFCED" w14:textId="77777777" w:rsidR="00144CBA" w:rsidRDefault="00144CBA" w:rsidP="00144CBA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C0084">
        <w:rPr>
          <w:rFonts w:ascii="Verdana Pro Light" w:hAnsi="Verdana Pro Light" w:cs="Arial Unicode MS"/>
          <w:color w:val="000000" w:themeColor="text1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2B36CB11" w14:textId="77777777" w:rsidR="00144CBA" w:rsidRDefault="00144CBA" w:rsidP="00144CBA">
      <w:pPr>
        <w:spacing w:before="120" w:after="0" w:line="276" w:lineRule="auto"/>
        <w:ind w:left="709" w:hanging="567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CD2. </w:t>
      </w:r>
      <w:r w:rsidRPr="003C0084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Adequando a </w:t>
      </w:r>
      <w:r w:rsidRPr="0081042E">
        <w:rPr>
          <w:rFonts w:ascii="Verdana Pro Light" w:hAnsi="Verdana Pro Light" w:cs="Arial Unicode MS"/>
          <w:sz w:val="18"/>
          <w:szCs w:val="18"/>
        </w:rPr>
        <w:t xml:space="preserve">comunicação </w:t>
      </w:r>
      <w:r>
        <w:rPr>
          <w:rFonts w:ascii="Verdana Pro Light" w:hAnsi="Verdana Pro Light" w:cs="Arial Unicode MS"/>
          <w:sz w:val="18"/>
          <w:szCs w:val="18"/>
        </w:rPr>
        <w:t xml:space="preserve">ao tipo e à </w:t>
      </w:r>
      <w:r w:rsidRPr="0081042E">
        <w:rPr>
          <w:rFonts w:ascii="Verdana Pro Light" w:hAnsi="Verdana Pro Light" w:cs="Arial Unicode MS"/>
          <w:sz w:val="18"/>
          <w:szCs w:val="18"/>
        </w:rPr>
        <w:t>solicitação do interlocutor</w:t>
      </w:r>
    </w:p>
    <w:p w14:paraId="70192324" w14:textId="77777777" w:rsidR="00144CBA" w:rsidRPr="00136AD8" w:rsidRDefault="00144CBA" w:rsidP="00144C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65FF5D" w14:textId="77777777" w:rsidR="00144CBA" w:rsidRPr="00F87025" w:rsidRDefault="00144CBA" w:rsidP="00144C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70239D2" w14:textId="77777777" w:rsidR="00144CBA" w:rsidRPr="00984B30" w:rsidRDefault="00144CBA" w:rsidP="00144C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Setor Público</w:t>
      </w:r>
    </w:p>
    <w:p w14:paraId="0B711F7C" w14:textId="77777777" w:rsidR="00144CBA" w:rsidRPr="00984B30" w:rsidRDefault="00144CBA" w:rsidP="00144C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Museus</w:t>
      </w:r>
    </w:p>
    <w:p w14:paraId="0DD184A2" w14:textId="77777777" w:rsidR="00144CBA" w:rsidRPr="00984B30" w:rsidRDefault="00144CBA" w:rsidP="00144C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Galerias</w:t>
      </w:r>
    </w:p>
    <w:p w14:paraId="39D9F140" w14:textId="77777777" w:rsidR="00144CBA" w:rsidRPr="00984B30" w:rsidRDefault="00144CBA" w:rsidP="00144C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3" w:name="_Hlk155202124"/>
      <w:r>
        <w:rPr>
          <w:rFonts w:ascii="Verdana Pro Light" w:eastAsia="Arial Unicode MS" w:hAnsi="Verdana Pro Light" w:cs="Arial Unicode MS"/>
          <w:sz w:val="18"/>
          <w:szCs w:val="18"/>
        </w:rPr>
        <w:t>Empresas Diversas</w:t>
      </w:r>
    </w:p>
    <w:bookmarkEnd w:id="3"/>
    <w:p w14:paraId="7908F924" w14:textId="77777777" w:rsidR="00144CBA" w:rsidRPr="00984B30" w:rsidRDefault="00144CBA" w:rsidP="00144C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84AD290" w14:textId="77777777" w:rsidR="00144CBA" w:rsidRPr="00051C79" w:rsidRDefault="00144CBA" w:rsidP="00144C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7CBB27" w14:textId="77777777" w:rsidR="00144CBA" w:rsidRPr="00F87025" w:rsidRDefault="00144CBA" w:rsidP="00144C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1247CAA" w14:textId="77777777" w:rsidR="00144CBA" w:rsidRPr="003C0084" w:rsidRDefault="00144CBA" w:rsidP="00144CB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hAnsi="Verdana Pro Light" w:cs="Arial Unicode MS"/>
          <w:sz w:val="18"/>
          <w:szCs w:val="18"/>
          <w:lang w:eastAsia="pt-PT"/>
        </w:rPr>
        <w:t>Dispositivo eletrónico com acesso à internet.</w:t>
      </w:r>
    </w:p>
    <w:p w14:paraId="4FCF7A1F" w14:textId="77777777" w:rsidR="00144CBA" w:rsidRPr="003C0084" w:rsidRDefault="00144CBA" w:rsidP="00144CB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hAnsi="Verdana Pro Light" w:cs="Arial Unicode MS"/>
          <w:sz w:val="18"/>
          <w:szCs w:val="18"/>
          <w:lang w:eastAsia="pt-PT"/>
        </w:rPr>
        <w:t>Relatórios de atividade setorial.</w:t>
      </w:r>
    </w:p>
    <w:p w14:paraId="658CD478" w14:textId="77777777" w:rsidR="00144CBA" w:rsidRPr="003C0084" w:rsidRDefault="00144CBA" w:rsidP="00144CB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>Documentação técnica sobre o setor.</w:t>
      </w:r>
    </w:p>
    <w:p w14:paraId="66BFFE4C" w14:textId="77777777" w:rsidR="00144CBA" w:rsidRPr="003C0084" w:rsidRDefault="00144CBA" w:rsidP="00144CB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 xml:space="preserve">Legislação reguladora </w:t>
      </w:r>
      <w:r>
        <w:rPr>
          <w:rFonts w:ascii="Verdana Pro Light" w:hAnsi="Verdana Pro Light" w:cs="Arial Unicode MS"/>
          <w:sz w:val="18"/>
          <w:szCs w:val="18"/>
          <w:lang w:eastAsia="pt-PT"/>
        </w:rPr>
        <w:t>da área do Desenho Digital 3D</w:t>
      </w: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 xml:space="preserve">. </w:t>
      </w:r>
    </w:p>
    <w:p w14:paraId="6E8B895D" w14:textId="77777777" w:rsidR="00144CBA" w:rsidRPr="00501DC8" w:rsidRDefault="00144CBA" w:rsidP="00144C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>Exemplos de produtos/serviços inovadores</w:t>
      </w:r>
    </w:p>
    <w:p w14:paraId="7A21BA3B" w14:textId="77777777" w:rsidR="00144CBA" w:rsidRPr="00501DC8" w:rsidRDefault="00144CBA" w:rsidP="00144C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AF2569A" w14:textId="77777777" w:rsidR="00144CBA" w:rsidRPr="00051C79" w:rsidRDefault="00144CBA" w:rsidP="00144C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F144D0" w14:textId="77777777" w:rsidR="00144CBA" w:rsidRPr="00F87025" w:rsidRDefault="00144CBA" w:rsidP="00144C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BE9A492" w14:textId="77777777" w:rsidR="00144CBA" w:rsidRPr="00051C79" w:rsidRDefault="00144CBA" w:rsidP="00144C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5B5A0A" w14:textId="77777777" w:rsidR="00144CBA" w:rsidRPr="00051C79" w:rsidRDefault="00144CBA" w:rsidP="00144C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9A2C24" w14:textId="77777777" w:rsidR="00144CBA" w:rsidRPr="00051C79" w:rsidRDefault="00144CBA" w:rsidP="00144C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9C3A52" w14:textId="77777777" w:rsidR="00144CBA" w:rsidRDefault="00144CBA" w:rsidP="00144CB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553119C" w14:textId="1F36C69B" w:rsidR="008C76A8" w:rsidRDefault="008C76A8" w:rsidP="008C76A8">
      <w:pPr>
        <w:rPr>
          <w:rFonts w:ascii="Verdana Pro Light" w:hAnsi="Verdana Pro Light"/>
          <w:smallCaps/>
        </w:rPr>
      </w:pPr>
    </w:p>
    <w:p w14:paraId="72D519DB" w14:textId="58A395B3" w:rsidR="00224CF3" w:rsidRDefault="00224CF3" w:rsidP="00224CF3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24CF3" w:rsidRPr="00136AD8" w14:paraId="73DAF00B" w14:textId="77777777" w:rsidTr="00224CF3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44DDDC4" w14:textId="27F5C3FB" w:rsidR="00224CF3" w:rsidRPr="00136AD8" w:rsidRDefault="00224CF3" w:rsidP="00224CF3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4F444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6062C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000</w:t>
            </w:r>
            <w:r w:rsidR="00B84BB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A41A81A" w14:textId="77777777" w:rsidR="00224CF3" w:rsidRPr="009C256C" w:rsidRDefault="00724C95" w:rsidP="00224CF3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724C9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Interagir em inglês na área profissional de Desenho Digital</w:t>
            </w:r>
            <w:r w:rsidR="00C4390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3D</w:t>
            </w:r>
          </w:p>
        </w:tc>
      </w:tr>
      <w:tr w:rsidR="00224CF3" w:rsidRPr="00136AD8" w14:paraId="347F5613" w14:textId="77777777" w:rsidTr="00224CF3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137C6D7" w14:textId="77777777" w:rsidR="00224CF3" w:rsidRPr="00136AD8" w:rsidRDefault="00224CF3" w:rsidP="00224CF3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6062C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000</w:t>
            </w:r>
            <w:r w:rsidR="00C43906" w:rsidRPr="006062C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E7E6E6" w:themeFill="background2"/>
          </w:tcPr>
          <w:p w14:paraId="43D3EEDC" w14:textId="77777777" w:rsidR="00224CF3" w:rsidRPr="00136AD8" w:rsidRDefault="00C43906" w:rsidP="00224CF3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07927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Comunicação em inglês na área profissional de </w:t>
            </w: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Desenho Digital 3D</w:t>
            </w:r>
          </w:p>
        </w:tc>
      </w:tr>
    </w:tbl>
    <w:p w14:paraId="1415DCD0" w14:textId="77777777" w:rsidR="00224CF3" w:rsidRPr="00136AD8" w:rsidRDefault="00224CF3" w:rsidP="00224CF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5C4DD19" w14:textId="77777777" w:rsidR="00224CF3" w:rsidRPr="003200F2" w:rsidRDefault="00224CF3" w:rsidP="00224CF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C62D124" w14:textId="77777777" w:rsidR="00224CF3" w:rsidRPr="00136AD8" w:rsidRDefault="00224CF3" w:rsidP="00224CF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24CF3" w:rsidRPr="00136AD8" w14:paraId="3DBA83AA" w14:textId="77777777" w:rsidTr="00224CF3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FE0960" w14:textId="77777777" w:rsidR="00224CF3" w:rsidRPr="001B353A" w:rsidRDefault="00224CF3" w:rsidP="00224CF3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F444E" w:rsidRPr="00136AD8" w14:paraId="767EB5B1" w14:textId="77777777" w:rsidTr="00C4390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59D7CA" w14:textId="77777777" w:rsidR="004F444E" w:rsidRPr="001B353A" w:rsidRDefault="004F444E" w:rsidP="00C43906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>Interpretar e selecionar informação especializada, verbal e não verbal, em suportes variados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 w:rsidRPr="00B76C23">
              <w:rPr>
                <w:rFonts w:ascii="Verdana Pro Light" w:hAnsi="Verdana Pro Light" w:cs="Arial Unicode MS"/>
                <w:sz w:val="18"/>
                <w:szCs w:val="18"/>
              </w:rPr>
              <w:t>n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a</w:t>
            </w:r>
            <w:r w:rsidRPr="00B76C23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área</w:t>
            </w:r>
            <w:r w:rsidRPr="005A051F">
              <w:rPr>
                <w:rFonts w:ascii="Verdana Pro Light" w:hAnsi="Verdana Pro Light" w:cs="Arial Unicode MS"/>
                <w:sz w:val="18"/>
                <w:szCs w:val="18"/>
              </w:rPr>
              <w:t xml:space="preserve"> d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o Desenho Digital.</w:t>
            </w:r>
          </w:p>
          <w:p w14:paraId="0CB841B8" w14:textId="77777777" w:rsidR="004F444E" w:rsidRPr="001B353A" w:rsidRDefault="004F444E" w:rsidP="00C43906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 xml:space="preserve">Transmitir enunciados orais coerentes no âmbito </w:t>
            </w:r>
            <w:r w:rsidRPr="00B76C23">
              <w:rPr>
                <w:rFonts w:ascii="Verdana Pro Light" w:hAnsi="Verdana Pro Light" w:cs="Arial Unicode MS"/>
                <w:sz w:val="18"/>
                <w:szCs w:val="18"/>
              </w:rPr>
              <w:t>n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a</w:t>
            </w:r>
            <w:r w:rsidRPr="00B76C23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área</w:t>
            </w:r>
            <w:r w:rsidRPr="005A051F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do Desenho Digital.</w:t>
            </w:r>
          </w:p>
          <w:p w14:paraId="13BDE173" w14:textId="77777777" w:rsidR="004F444E" w:rsidRPr="001B353A" w:rsidRDefault="004F444E" w:rsidP="004F444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 xml:space="preserve">Redigir textos articulados e coesos relacionados com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a</w:t>
            </w:r>
            <w:r w:rsidRPr="00B76C23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área</w:t>
            </w:r>
            <w:r w:rsidRPr="005A051F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do Desenho Digital.</w:t>
            </w:r>
          </w:p>
        </w:tc>
      </w:tr>
      <w:tr w:rsidR="00224CF3" w:rsidRPr="00136AD8" w14:paraId="58D9F734" w14:textId="77777777" w:rsidTr="00224CF3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0D3AFD" w14:textId="77777777" w:rsidR="00224CF3" w:rsidRPr="001B353A" w:rsidRDefault="00224CF3" w:rsidP="00224CF3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49CE721" w14:textId="77777777" w:rsidR="00224CF3" w:rsidRPr="001B353A" w:rsidRDefault="00224CF3" w:rsidP="00224CF3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25BDA7E" w14:textId="77777777" w:rsidR="00224CF3" w:rsidRPr="001B353A" w:rsidRDefault="00224CF3" w:rsidP="00224CF3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F444E" w:rsidRPr="00136AD8" w14:paraId="3F6989FF" w14:textId="77777777" w:rsidTr="00224CF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D6127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Léxico (vocabulário) –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Desenho Digital 3D</w:t>
            </w:r>
          </w:p>
          <w:p w14:paraId="79B4F825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Funções da linguagem.</w:t>
            </w:r>
          </w:p>
          <w:p w14:paraId="2EA0A19F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6365261A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Sintaxe.</w:t>
            </w:r>
          </w:p>
          <w:p w14:paraId="3A73AF61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Fluência de leitura. </w:t>
            </w:r>
          </w:p>
          <w:p w14:paraId="031BE05A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produção de documentos escritos.</w:t>
            </w:r>
          </w:p>
          <w:p w14:paraId="5F7A9471" w14:textId="77777777" w:rsidR="004F444E" w:rsidRPr="006B0818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B0818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7C9D9249" w14:textId="77777777" w:rsidR="004F444E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401E631" w14:textId="77777777" w:rsidR="004F444E" w:rsidRPr="001B353A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8C064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no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contexto d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 área do Desenho Digital 3D</w:t>
            </w: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72986F5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Mobilizar recursos linguísticos relacionando informação de áreas e fontes diversificadas 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 contexto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do Desenho Digital 3D</w:t>
            </w: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F2B3B8B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68983BD4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Informar </w:t>
            </w:r>
            <w:r>
              <w:rPr>
                <w:rFonts w:ascii="Verdana Pro Light" w:hAnsi="Verdana Pro Light"/>
                <w:sz w:val="18"/>
                <w:szCs w:val="18"/>
              </w:rPr>
              <w:t>os visitantes</w:t>
            </w:r>
            <w:r w:rsidRPr="00F057ED"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333C296E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82" w:hanging="218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Descodificar perguntas e pedidos de informação. </w:t>
            </w:r>
          </w:p>
          <w:p w14:paraId="260E2CA4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08D35497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Reconhecer e utilizar o vocabulário específico </w:t>
            </w:r>
            <w:r>
              <w:rPr>
                <w:rFonts w:ascii="Verdana Pro Light" w:hAnsi="Verdana Pro Light"/>
                <w:sz w:val="18"/>
                <w:szCs w:val="18"/>
              </w:rPr>
              <w:t>dos museus e património cultural e natural</w:t>
            </w:r>
          </w:p>
          <w:p w14:paraId="2E60E37F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linguagens não verbais na comunicação.</w:t>
            </w:r>
          </w:p>
          <w:p w14:paraId="56045348" w14:textId="77777777" w:rsidR="004F444E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 xml:space="preserve">Trocar, verificar e confirmar informações 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 contexto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do Desenho Digital 3</w:t>
            </w:r>
            <w:proofErr w:type="gramStart"/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</w:t>
            </w: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  <w:proofErr w:type="gramEnd"/>
          </w:p>
          <w:p w14:paraId="7EFBCA51" w14:textId="77777777" w:rsidR="004F444E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Redigir notas, relatórios e preencher formulários</w:t>
            </w:r>
            <w:r>
              <w:rPr>
                <w:rFonts w:ascii="Verdana Pro Light" w:hAnsi="Verdana Pro Light"/>
                <w:sz w:val="18"/>
                <w:szCs w:val="18"/>
              </w:rPr>
              <w:t>, textos informativos</w:t>
            </w:r>
            <w:r w:rsidRPr="00F057ED"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1C8D8B7A" w14:textId="77777777" w:rsidR="004F444E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2C7925" w14:textId="77777777" w:rsidR="004F444E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3078A1" w14:textId="77777777" w:rsidR="004F444E" w:rsidRPr="00517AA8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4907974" w14:textId="77777777" w:rsidR="004F444E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5901D21" w14:textId="77777777" w:rsidR="004F444E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BA2121" w14:textId="77777777" w:rsidR="004F444E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95B3EB" w14:textId="77777777" w:rsidR="004F444E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2442C5" w14:textId="77777777" w:rsidR="004F444E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2257E7" w14:textId="77777777" w:rsidR="004F444E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933F09" w14:textId="77777777" w:rsidR="004F444E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E641DE" w14:textId="77777777" w:rsidR="004F444E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E79B664" w14:textId="77777777" w:rsidR="004F444E" w:rsidRPr="00057283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704E1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 pelas suas ações.</w:t>
            </w:r>
          </w:p>
          <w:p w14:paraId="5B62EA74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7CC93F40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4F8C75A8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5A8A8E2A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107CBCD3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1C649CC8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5ADF6BFD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diferenças individuais.</w:t>
            </w:r>
          </w:p>
          <w:p w14:paraId="483E9FC0" w14:textId="77777777" w:rsidR="004F444E" w:rsidRPr="00F057ED" w:rsidRDefault="004F444E" w:rsidP="004F444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25837699" w14:textId="77777777" w:rsidR="004F444E" w:rsidRPr="00057283" w:rsidRDefault="004F444E" w:rsidP="004F44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</w:tc>
      </w:tr>
    </w:tbl>
    <w:p w14:paraId="4EDFE13D" w14:textId="77777777" w:rsidR="00224CF3" w:rsidRDefault="00224CF3" w:rsidP="00224CF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DD0C6AF" w14:textId="77777777" w:rsidR="00224CF3" w:rsidRDefault="00224CF3" w:rsidP="00224CF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D632C7F" w14:textId="77777777" w:rsidR="00224CF3" w:rsidRPr="00F87025" w:rsidRDefault="00224CF3" w:rsidP="00224CF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0AEE6F7" w14:textId="77777777" w:rsidR="004F444E" w:rsidRPr="000D3131" w:rsidRDefault="004F444E" w:rsidP="004F444E">
      <w:pPr>
        <w:spacing w:before="120" w:after="0" w:line="276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2D58D050">
        <w:rPr>
          <w:rFonts w:ascii="Verdana Pro Light" w:hAnsi="Verdana Pro Light" w:cs="Times New Roman"/>
          <w:i/>
          <w:iCs/>
          <w:sz w:val="18"/>
          <w:szCs w:val="18"/>
        </w:rPr>
        <w:t xml:space="preserve">Interagir em inglês </w:t>
      </w:r>
      <w:r>
        <w:rPr>
          <w:rFonts w:ascii="Verdana Pro Light" w:hAnsi="Verdana Pro Light" w:cs="Times New Roman"/>
          <w:i/>
          <w:iCs/>
          <w:sz w:val="18"/>
          <w:szCs w:val="18"/>
        </w:rPr>
        <w:t>na área do Desenho Digital 3D</w:t>
      </w:r>
    </w:p>
    <w:p w14:paraId="00DF81FA" w14:textId="77777777" w:rsidR="004F444E" w:rsidRPr="00F057ED" w:rsidRDefault="004F444E" w:rsidP="004F444E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CD1. Identificando o contexto, a ideia </w:t>
      </w:r>
      <w:r w:rsidRPr="00F057ED">
        <w:rPr>
          <w:rFonts w:ascii="Verdana Pro Light" w:hAnsi="Verdana Pro Light" w:cs="Arial Unicode MS"/>
          <w:color w:val="000000" w:themeColor="text1"/>
          <w:sz w:val="18"/>
          <w:szCs w:val="18"/>
        </w:rPr>
        <w:t>principal, distinguindo informações simples e de maior complexidade do discurso oral e do texto escrito.</w:t>
      </w:r>
    </w:p>
    <w:p w14:paraId="198A0B32" w14:textId="77777777" w:rsidR="004F444E" w:rsidRPr="00AB624F" w:rsidRDefault="004F444E" w:rsidP="004F444E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F057ED">
        <w:rPr>
          <w:rFonts w:ascii="Verdana Pro Light" w:hAnsi="Verdana Pro Light" w:cs="Arial Unicode MS"/>
          <w:color w:val="000000" w:themeColor="text1"/>
          <w:sz w:val="18"/>
          <w:szCs w:val="18"/>
        </w:rPr>
        <w:t>CD2. Comunicando oralmente de forma precisa</w:t>
      </w: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e eficaz, com ritmo e entoação apropriados e adaptando o discurso ao registo do interlocutor.</w:t>
      </w:r>
    </w:p>
    <w:p w14:paraId="5FDC398E" w14:textId="77777777" w:rsidR="004F444E" w:rsidRPr="00AB624F" w:rsidRDefault="004F444E" w:rsidP="004F444E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 Utilizando</w:t>
      </w: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vocabulário, estruturas frásicas diversas e formas de tratamento adequados à situação comunicativa oral e escrita e ao público-alvo.</w:t>
      </w:r>
    </w:p>
    <w:p w14:paraId="1E98F15D" w14:textId="77777777" w:rsidR="004F444E" w:rsidRPr="00AB624F" w:rsidRDefault="004F444E" w:rsidP="004F444E">
      <w:pPr>
        <w:spacing w:before="120" w:after="0" w:line="276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>CD4. Produzindo um texto escrito de forma clara e articulada, de acordo com a sua finalidade e público-alvo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.</w:t>
      </w:r>
    </w:p>
    <w:p w14:paraId="6C7046D0" w14:textId="77777777" w:rsidR="004F444E" w:rsidRDefault="004F444E" w:rsidP="004F444E">
      <w:pPr>
        <w:spacing w:before="12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>CD5. Aplicando técnicas de redação de documentos profissionais e usando as regras de ortografia, de pontuação e de acentuação.</w:t>
      </w:r>
    </w:p>
    <w:p w14:paraId="2A598516" w14:textId="77777777" w:rsidR="004F444E" w:rsidRPr="00136AD8" w:rsidRDefault="004F444E" w:rsidP="004F444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5369A5" w14:textId="77777777" w:rsidR="00224CF3" w:rsidRPr="00136AD8" w:rsidRDefault="00224CF3" w:rsidP="00224CF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08B1CF" w14:textId="77777777" w:rsidR="00224CF3" w:rsidRPr="00F87025" w:rsidRDefault="00224CF3" w:rsidP="00224CF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69A4E5A" w14:textId="77777777" w:rsidR="004F444E" w:rsidRPr="00984B30" w:rsidRDefault="004F444E" w:rsidP="004F444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Setor Público</w:t>
      </w:r>
    </w:p>
    <w:p w14:paraId="18BCD213" w14:textId="77777777" w:rsidR="004F444E" w:rsidRPr="00984B30" w:rsidRDefault="004F444E" w:rsidP="004F444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Museus</w:t>
      </w:r>
    </w:p>
    <w:p w14:paraId="1ED3F4A7" w14:textId="77777777" w:rsidR="004F444E" w:rsidRDefault="004F444E" w:rsidP="004F444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Galerias</w:t>
      </w:r>
    </w:p>
    <w:p w14:paraId="445D64AA" w14:textId="77777777" w:rsidR="00C43906" w:rsidRPr="00984B30" w:rsidRDefault="00C43906" w:rsidP="004F444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Diversas</w:t>
      </w:r>
    </w:p>
    <w:p w14:paraId="4DEB97DD" w14:textId="77777777" w:rsidR="00224CF3" w:rsidRPr="00051C79" w:rsidRDefault="00224CF3" w:rsidP="00224CF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2DC569" w14:textId="77777777" w:rsidR="00224CF3" w:rsidRPr="00F87025" w:rsidRDefault="00224CF3" w:rsidP="00224CF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0FB3BF7" w14:textId="77777777" w:rsidR="004F444E" w:rsidRDefault="004F444E" w:rsidP="004F444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11383F03" w14:textId="77777777" w:rsidR="004F444E" w:rsidRDefault="004F444E" w:rsidP="004F444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35D6061F" w14:textId="77777777" w:rsidR="004F444E" w:rsidRPr="00501DC8" w:rsidRDefault="004F444E" w:rsidP="004F444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Ferramentas de tradução, dicionários, entre outros</w:t>
      </w:r>
    </w:p>
    <w:p w14:paraId="6EB5974B" w14:textId="77777777" w:rsidR="00224CF3" w:rsidRPr="00051C79" w:rsidRDefault="00224CF3" w:rsidP="00224CF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7A15C0" w14:textId="77777777" w:rsidR="00224CF3" w:rsidRPr="00F87025" w:rsidRDefault="00224CF3" w:rsidP="00224CF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1A14A2E" w14:textId="77777777" w:rsidR="00224CF3" w:rsidRPr="00051C79" w:rsidRDefault="00224CF3" w:rsidP="00224CF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A7A1FA" w14:textId="77777777" w:rsidR="00224CF3" w:rsidRPr="00051C79" w:rsidRDefault="00224CF3" w:rsidP="00224CF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FDB071" w14:textId="77777777" w:rsidR="00224CF3" w:rsidRPr="00051C79" w:rsidRDefault="00224CF3" w:rsidP="00224CF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669081" w14:textId="77777777" w:rsidR="00224CF3" w:rsidRDefault="00224CF3" w:rsidP="00224CF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7E12D21" w14:textId="77777777" w:rsidR="00C90719" w:rsidRDefault="00C90719" w:rsidP="00C90719">
      <w:pPr>
        <w:widowControl w:val="0"/>
        <w:spacing w:after="0" w:line="240" w:lineRule="auto"/>
        <w:ind w:left="-709" w:right="1"/>
        <w:contextualSpacing/>
        <w:jc w:val="both"/>
        <w:rPr>
          <w:rFonts w:ascii="Verdana Pro Light" w:eastAsia="Verdana Pro Light" w:hAnsi="Verdana Pro Light" w:cs="Verdana Pro Light"/>
          <w:color w:val="000000" w:themeColor="text1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26"/>
        <w:gridCol w:w="6789"/>
      </w:tblGrid>
      <w:tr w:rsidR="00C90719" w14:paraId="0B99160B" w14:textId="77777777" w:rsidTr="00AD02F2">
        <w:trPr>
          <w:trHeight w:val="255"/>
        </w:trPr>
        <w:tc>
          <w:tcPr>
            <w:tcW w:w="2226" w:type="dxa"/>
            <w:tcBorders>
              <w:bottom w:val="double" w:sz="6" w:space="0" w:color="767171" w:themeColor="background2" w:themeShade="80"/>
              <w:right w:val="double" w:sz="6" w:space="0" w:color="767171" w:themeColor="background2" w:themeShade="80"/>
            </w:tcBorders>
            <w:shd w:val="clear" w:color="auto" w:fill="C4BD97"/>
            <w:tcMar>
              <w:left w:w="105" w:type="dxa"/>
              <w:right w:w="105" w:type="dxa"/>
            </w:tcMar>
            <w:vAlign w:val="center"/>
          </w:tcPr>
          <w:p w14:paraId="148D34CA" w14:textId="60FD0F4E" w:rsidR="00C90719" w:rsidRDefault="00C90719" w:rsidP="00AD02F2">
            <w:pPr>
              <w:widowControl w:val="0"/>
              <w:spacing w:before="120" w:after="120" w:line="240" w:lineRule="auto"/>
              <w:ind w:hanging="108"/>
              <w:jc w:val="right"/>
              <w:rPr>
                <w:rFonts w:ascii="Verdana Pro Light" w:eastAsia="Verdana Pro Light" w:hAnsi="Verdana Pro Light" w:cs="Verdana Pro Light"/>
                <w:b/>
                <w:bCs/>
                <w:smallCaps/>
                <w:color w:val="000000" w:themeColor="text1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b/>
                <w:bCs/>
                <w:smallCaps/>
                <w:color w:val="000000" w:themeColor="text1"/>
                <w:sz w:val="18"/>
                <w:szCs w:val="18"/>
              </w:rPr>
              <w:t>UC 0000</w:t>
            </w:r>
            <w:r w:rsidR="003F6138">
              <w:rPr>
                <w:rFonts w:ascii="Verdana Pro Light" w:eastAsia="Verdana Pro Light" w:hAnsi="Verdana Pro Light" w:cs="Verdana Pro Light"/>
                <w:b/>
                <w:bCs/>
                <w:smallCap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6789" w:type="dxa"/>
            <w:tcBorders>
              <w:left w:val="double" w:sz="6" w:space="0" w:color="767171" w:themeColor="background2" w:themeShade="80"/>
              <w:bottom w:val="double" w:sz="6" w:space="0" w:color="767171" w:themeColor="background2" w:themeShade="80"/>
            </w:tcBorders>
            <w:shd w:val="clear" w:color="auto" w:fill="C4BD97"/>
            <w:tcMar>
              <w:left w:w="105" w:type="dxa"/>
              <w:right w:w="105" w:type="dxa"/>
            </w:tcMar>
            <w:vAlign w:val="center"/>
          </w:tcPr>
          <w:p w14:paraId="082EEF25" w14:textId="6025D0B8" w:rsidR="00C90719" w:rsidRDefault="00C90719" w:rsidP="00AD02F2">
            <w:pPr>
              <w:widowControl w:val="0"/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b/>
                <w:bCs/>
                <w:color w:val="000000" w:themeColor="text1"/>
                <w:sz w:val="18"/>
                <w:szCs w:val="18"/>
              </w:rPr>
              <w:t xml:space="preserve">Implementar as normas de segurança e saúde no trabalho em </w:t>
            </w:r>
            <w:r w:rsidR="000D5830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desenho digital 3D</w:t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</w:p>
        </w:tc>
      </w:tr>
      <w:tr w:rsidR="00C90719" w14:paraId="24406858" w14:textId="77777777" w:rsidTr="00AD02F2">
        <w:trPr>
          <w:trHeight w:val="255"/>
        </w:trPr>
        <w:tc>
          <w:tcPr>
            <w:tcW w:w="2226" w:type="dxa"/>
            <w:tcBorders>
              <w:top w:val="double" w:sz="6" w:space="0" w:color="767171" w:themeColor="background2" w:themeShade="80"/>
              <w:bottom w:val="double" w:sz="6" w:space="0" w:color="767171" w:themeColor="background2" w:themeShade="80"/>
              <w:right w:val="double" w:sz="6" w:space="0" w:color="767171" w:themeColor="background2" w:themeShade="80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0AEF4EEF" w14:textId="77777777" w:rsidR="00C90719" w:rsidRDefault="00C90719" w:rsidP="00AD02F2">
            <w:pPr>
              <w:widowControl w:val="0"/>
              <w:spacing w:before="120" w:after="120" w:line="240" w:lineRule="auto"/>
              <w:ind w:hanging="108"/>
              <w:jc w:val="right"/>
              <w:rPr>
                <w:rFonts w:ascii="Verdana Pro Light" w:eastAsia="Verdana Pro Light" w:hAnsi="Verdana Pro Light" w:cs="Verdana Pro Light"/>
                <w:smallCaps/>
                <w:color w:val="000000" w:themeColor="text1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mallCaps/>
                <w:color w:val="000000" w:themeColor="text1"/>
                <w:sz w:val="18"/>
                <w:szCs w:val="18"/>
              </w:rPr>
              <w:t>UFCD 00000</w:t>
            </w:r>
          </w:p>
        </w:tc>
        <w:tc>
          <w:tcPr>
            <w:tcW w:w="6789" w:type="dxa"/>
            <w:tcBorders>
              <w:top w:val="double" w:sz="6" w:space="0" w:color="767171" w:themeColor="background2" w:themeShade="80"/>
              <w:left w:val="double" w:sz="6" w:space="0" w:color="767171" w:themeColor="background2" w:themeShade="80"/>
              <w:bottom w:val="double" w:sz="6" w:space="0" w:color="767171" w:themeColor="background2" w:themeShade="80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19B3DD60" w14:textId="5431B5E3" w:rsidR="00C90719" w:rsidRDefault="00C90719" w:rsidP="00AD02F2">
            <w:pPr>
              <w:widowControl w:val="0"/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 xml:space="preserve">Normas de segurança e saúde no trabalho em </w:t>
            </w:r>
            <w:r w:rsidR="000D5830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desenho digital 3D</w:t>
            </w:r>
          </w:p>
        </w:tc>
      </w:tr>
    </w:tbl>
    <w:p w14:paraId="55EFC1D9" w14:textId="77777777" w:rsidR="00C90719" w:rsidRDefault="00C90719" w:rsidP="00C90719">
      <w:pPr>
        <w:widowControl w:val="0"/>
        <w:spacing w:before="110" w:line="240" w:lineRule="auto"/>
        <w:ind w:left="-709" w:right="1"/>
        <w:contextualSpacing/>
        <w:jc w:val="both"/>
        <w:rPr>
          <w:rFonts w:ascii="Verdana Pro Light" w:eastAsia="Verdana Pro Light" w:hAnsi="Verdana Pro Light" w:cs="Verdana Pro Light"/>
          <w:color w:val="000000" w:themeColor="text1"/>
          <w:sz w:val="20"/>
          <w:szCs w:val="20"/>
        </w:rPr>
      </w:pPr>
    </w:p>
    <w:p w14:paraId="69EC7F6A" w14:textId="77777777" w:rsidR="00C90719" w:rsidRDefault="00C90719" w:rsidP="00C90719">
      <w:pPr>
        <w:widowControl w:val="0"/>
        <w:spacing w:before="110" w:line="240" w:lineRule="auto"/>
        <w:contextualSpacing/>
        <w:jc w:val="both"/>
        <w:rPr>
          <w:rFonts w:ascii="Verdana Pro Light" w:eastAsia="Verdana Pro Light" w:hAnsi="Verdana Pro Light" w:cs="Verdana Pro Light"/>
          <w:color w:val="000000" w:themeColor="text1"/>
          <w:sz w:val="20"/>
          <w:szCs w:val="20"/>
        </w:rPr>
      </w:pPr>
      <w:r w:rsidRPr="6E12951E">
        <w:rPr>
          <w:rFonts w:ascii="Verdana Pro Light" w:eastAsia="Verdana Pro Light" w:hAnsi="Verdana Pro Light" w:cs="Verdana Pro Light"/>
          <w:b/>
          <w:bCs/>
          <w:smallCaps/>
          <w:color w:val="000000" w:themeColor="text1"/>
          <w:sz w:val="20"/>
          <w:szCs w:val="20"/>
        </w:rPr>
        <w:t xml:space="preserve">Pontos de Crédito: </w:t>
      </w:r>
      <w:r w:rsidRPr="6E12951E">
        <w:rPr>
          <w:rFonts w:ascii="Verdana Pro Light" w:eastAsia="Verdana Pro Light" w:hAnsi="Verdana Pro Light" w:cs="Verdana Pro Light"/>
          <w:smallCaps/>
          <w:color w:val="000000" w:themeColor="text1"/>
          <w:sz w:val="20"/>
          <w:szCs w:val="20"/>
        </w:rPr>
        <w:t>2,25</w:t>
      </w:r>
    </w:p>
    <w:p w14:paraId="30E100B1" w14:textId="77777777" w:rsidR="00C90719" w:rsidRDefault="00C90719" w:rsidP="00C90719">
      <w:pPr>
        <w:widowControl w:val="0"/>
        <w:spacing w:before="110" w:line="240" w:lineRule="auto"/>
        <w:ind w:left="-709" w:right="1"/>
        <w:contextualSpacing/>
        <w:jc w:val="both"/>
        <w:rPr>
          <w:rFonts w:ascii="Verdana Pro Light" w:eastAsia="Verdana Pro Light" w:hAnsi="Verdana Pro Light" w:cs="Verdana Pro Light"/>
          <w:color w:val="000000" w:themeColor="text1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3120"/>
        <w:gridCol w:w="2637"/>
      </w:tblGrid>
      <w:tr w:rsidR="00C90719" w14:paraId="4C15B019" w14:textId="77777777" w:rsidTr="00AD02F2">
        <w:trPr>
          <w:trHeight w:val="300"/>
        </w:trPr>
        <w:tc>
          <w:tcPr>
            <w:tcW w:w="9015" w:type="dxa"/>
            <w:gridSpan w:val="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42E45174" w14:textId="77777777" w:rsidR="00C90719" w:rsidRDefault="00C90719" w:rsidP="00AD02F2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E12951E"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Realizações</w:t>
            </w:r>
          </w:p>
        </w:tc>
      </w:tr>
      <w:tr w:rsidR="00C90719" w14:paraId="02D063C5" w14:textId="77777777" w:rsidTr="00AD02F2">
        <w:trPr>
          <w:trHeight w:val="300"/>
        </w:trPr>
        <w:tc>
          <w:tcPr>
            <w:tcW w:w="901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77118A91" w14:textId="77777777" w:rsidR="00C90719" w:rsidRDefault="00C90719" w:rsidP="00AD02F2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 Analisar os princípios gerais sobre segurança e saúde no trabalho.</w:t>
            </w:r>
          </w:p>
          <w:p w14:paraId="76FDD48F" w14:textId="77777777" w:rsidR="00C90719" w:rsidRDefault="00C90719" w:rsidP="00AD02F2">
            <w:pPr>
              <w:spacing w:before="120" w:after="8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Aplicar medidas e procedimentos de segurança e saúde no trabalho.</w:t>
            </w:r>
          </w:p>
        </w:tc>
      </w:tr>
      <w:tr w:rsidR="00C90719" w14:paraId="58EC7330" w14:textId="77777777" w:rsidTr="00AD02F2">
        <w:trPr>
          <w:trHeight w:val="300"/>
        </w:trPr>
        <w:tc>
          <w:tcPr>
            <w:tcW w:w="3258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0F902CC0" w14:textId="77777777" w:rsidR="00C90719" w:rsidRDefault="00C90719" w:rsidP="00AD02F2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E12951E"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20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29116D5D" w14:textId="77777777" w:rsidR="00C90719" w:rsidRDefault="00C90719" w:rsidP="00AD02F2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E12951E"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Aptidões</w:t>
            </w:r>
          </w:p>
        </w:tc>
        <w:tc>
          <w:tcPr>
            <w:tcW w:w="2637" w:type="dxa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1C9D4854" w14:textId="77777777" w:rsidR="00C90719" w:rsidRDefault="00C90719" w:rsidP="00AD02F2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E12951E"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Atitudes</w:t>
            </w:r>
          </w:p>
        </w:tc>
      </w:tr>
      <w:tr w:rsidR="00C90719" w14:paraId="65124009" w14:textId="77777777" w:rsidTr="00AD02F2">
        <w:trPr>
          <w:trHeight w:val="2670"/>
        </w:trPr>
        <w:tc>
          <w:tcPr>
            <w:tcW w:w="325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020BECE1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Princípios de segurança e saúde no trabalho.</w:t>
            </w:r>
          </w:p>
          <w:p w14:paraId="1E8B318E" w14:textId="48EA3C42" w:rsidR="00C90719" w:rsidRPr="0000542E" w:rsidRDefault="00C90719" w:rsidP="0000542E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Normas e disposições relativas à segurança e saúde </w:t>
            </w:r>
            <w:r w:rsidR="000D5830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no </w:t>
            </w:r>
            <w:r w:rsidR="0000542E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trabalho em desenho </w:t>
            </w:r>
            <w:proofErr w:type="gramStart"/>
            <w:r w:rsidR="0000542E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digital :</w:t>
            </w:r>
            <w:proofErr w:type="gramEnd"/>
            <w:r w:rsidR="0000542E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 </w:t>
            </w:r>
            <w:r w:rsidRPr="0000542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legislação.</w:t>
            </w:r>
          </w:p>
          <w:p w14:paraId="5CF8E8CE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segurança do estabelecimento.</w:t>
            </w:r>
          </w:p>
          <w:p w14:paraId="54081DF9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acidentes.</w:t>
            </w:r>
          </w:p>
          <w:p w14:paraId="5672ABF4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incêndios.</w:t>
            </w:r>
          </w:p>
          <w:p w14:paraId="083B88F5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evacuação.</w:t>
            </w:r>
          </w:p>
          <w:p w14:paraId="6F01E642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contra roubos.</w:t>
            </w:r>
          </w:p>
          <w:p w14:paraId="36EB6837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Manuais de segurança.</w:t>
            </w:r>
          </w:p>
          <w:p w14:paraId="13BFE547" w14:textId="5BC4A8C2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Meios e regras de segurança </w:t>
            </w:r>
            <w:r w:rsidR="0000542E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no trabalho em desenho digital </w:t>
            </w:r>
            <w:r w:rsidRPr="065036E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43CB8F50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7345D23C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589F3E2F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Caixa de primeiros socorros.</w:t>
            </w:r>
          </w:p>
          <w:p w14:paraId="70216A9C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Situações de emergência - perda de sentidos, feridas aberta e fechada, queimadura, choque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elétrico, eletrocussões, ataque cardíaco, entorses ou distensões, envenenamento, queimaduras.</w:t>
            </w:r>
          </w:p>
          <w:p w14:paraId="4D03E532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297C9930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incêndio.</w:t>
            </w:r>
          </w:p>
          <w:p w14:paraId="2C0DA11A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Sistemas de deteção. </w:t>
            </w:r>
          </w:p>
          <w:p w14:paraId="21EA340B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extintores.</w:t>
            </w:r>
          </w:p>
          <w:p w14:paraId="30DB5C6B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6A754737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1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3039FAB9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3B545AB5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 plano de segurança do estabelecimento.</w:t>
            </w:r>
          </w:p>
          <w:p w14:paraId="2E28A0E1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os manuais de segurança.</w:t>
            </w:r>
          </w:p>
          <w:p w14:paraId="67B0AA62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do risco.</w:t>
            </w:r>
          </w:p>
          <w:p w14:paraId="7F8558D9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trabalho.</w:t>
            </w:r>
          </w:p>
          <w:p w14:paraId="39AE8893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</w:t>
            </w:r>
            <w:r w:rsidRPr="63BB7FE7"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 xml:space="preserve">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procedimentos de emergência.</w:t>
            </w:r>
          </w:p>
          <w:p w14:paraId="77BA4019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roubo.</w:t>
            </w:r>
          </w:p>
          <w:p w14:paraId="3F39F0F9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2CDE5DE5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incêndios.</w:t>
            </w:r>
          </w:p>
          <w:p w14:paraId="69C4E112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 extintor.</w:t>
            </w:r>
          </w:p>
          <w:p w14:paraId="40FB694C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individual.</w:t>
            </w:r>
          </w:p>
          <w:p w14:paraId="080368D2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Reportar a </w:t>
            </w:r>
            <w:proofErr w:type="gramStart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situação de emergência</w:t>
            </w:r>
            <w:proofErr w:type="gramEnd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.</w:t>
            </w:r>
          </w:p>
          <w:p w14:paraId="05D8FC76" w14:textId="77777777" w:rsidR="00C90719" w:rsidRDefault="00C90719" w:rsidP="00AD02F2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7059E8DF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4447A115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0AFB7607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Autocontrolo.</w:t>
            </w:r>
          </w:p>
          <w:p w14:paraId="6BEBA463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4A0E4C7F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 com a equipa.</w:t>
            </w:r>
          </w:p>
          <w:p w14:paraId="21997895" w14:textId="77777777" w:rsidR="00C90719" w:rsidRDefault="00C90719" w:rsidP="00C90719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Respeito pelas normas de segurança.</w:t>
            </w:r>
          </w:p>
          <w:p w14:paraId="17B3BACE" w14:textId="77777777" w:rsidR="00C90719" w:rsidRDefault="00C90719" w:rsidP="00AD02F2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</w:tbl>
    <w:p w14:paraId="082F72E3" w14:textId="77777777" w:rsidR="00C90719" w:rsidRDefault="00C90719" w:rsidP="00C90719">
      <w:pPr>
        <w:widowControl w:val="0"/>
        <w:tabs>
          <w:tab w:val="left" w:pos="1083"/>
        </w:tabs>
        <w:spacing w:line="240" w:lineRule="auto"/>
        <w:ind w:left="-567" w:firstLine="283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</w:p>
    <w:p w14:paraId="1F572B3C" w14:textId="77777777" w:rsidR="00C90719" w:rsidRDefault="00C90719" w:rsidP="00C90719">
      <w:pPr>
        <w:spacing w:after="0" w:line="360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20"/>
          <w:szCs w:val="20"/>
        </w:rPr>
      </w:pPr>
      <w:r w:rsidRPr="6F5D74B1">
        <w:rPr>
          <w:rFonts w:ascii="Verdana Pro Light" w:eastAsia="Verdana Pro Light" w:hAnsi="Verdana Pro Light" w:cs="Verdana Pro Light"/>
          <w:b/>
          <w:bCs/>
          <w:smallCaps/>
          <w:color w:val="000000" w:themeColor="text1"/>
          <w:sz w:val="20"/>
          <w:szCs w:val="20"/>
        </w:rPr>
        <w:t>Critérios de Desempenho</w:t>
      </w:r>
    </w:p>
    <w:p w14:paraId="6E225C2F" w14:textId="5C3BCF20" w:rsidR="00C90719" w:rsidRDefault="00C90719" w:rsidP="00C90719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i/>
          <w:iCs/>
          <w:color w:val="000000" w:themeColor="text1"/>
          <w:sz w:val="18"/>
          <w:szCs w:val="18"/>
        </w:rPr>
        <w:t>Implementar as normas de segurança e saúde no trabalho</w:t>
      </w:r>
      <w:r w:rsidRPr="6F5D74B1">
        <w:rPr>
          <w:rFonts w:ascii="Verdana Pro Light" w:eastAsia="Verdana Pro Light" w:hAnsi="Verdana Pro Light" w:cs="Verdana Pro Light"/>
          <w:color w:val="0070C0"/>
          <w:sz w:val="18"/>
          <w:szCs w:val="18"/>
        </w:rPr>
        <w:t xml:space="preserve"> </w:t>
      </w:r>
      <w:r w:rsidR="0000542E">
        <w:rPr>
          <w:rFonts w:ascii="Verdana Pro Light" w:eastAsia="Verdana Pro Light" w:hAnsi="Verdana Pro Light" w:cs="Verdana Pro Light"/>
          <w:color w:val="0070C0"/>
          <w:sz w:val="18"/>
          <w:szCs w:val="18"/>
        </w:rPr>
        <w:t>no trabalho em desenho digital</w:t>
      </w:r>
    </w:p>
    <w:p w14:paraId="37376A8A" w14:textId="77777777" w:rsidR="00C90719" w:rsidRDefault="00C90719" w:rsidP="00C9071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63FF0686" w14:textId="77777777" w:rsidR="00C90719" w:rsidRDefault="00C90719" w:rsidP="00C9071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CD2. Cumprindo as medidas de atuação em </w:t>
      </w:r>
      <w:proofErr w:type="gramStart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situação de emergência</w:t>
      </w:r>
      <w:proofErr w:type="gramEnd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49AA2D14" w14:textId="77777777" w:rsidR="00C90719" w:rsidRDefault="00C90719" w:rsidP="00C9071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 Respeitando o protocolo interno definido.</w:t>
      </w:r>
    </w:p>
    <w:p w14:paraId="20902F69" w14:textId="77777777" w:rsidR="00C90719" w:rsidRDefault="00C90719" w:rsidP="00C90719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</w:rPr>
      </w:pPr>
    </w:p>
    <w:p w14:paraId="56778C23" w14:textId="77777777" w:rsidR="00C90719" w:rsidRDefault="00C90719" w:rsidP="00C90719">
      <w:pPr>
        <w:spacing w:after="0" w:line="360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20"/>
          <w:szCs w:val="20"/>
        </w:rPr>
      </w:pPr>
      <w:r w:rsidRPr="6F5D74B1">
        <w:rPr>
          <w:rFonts w:ascii="Verdana Pro Light" w:eastAsia="Verdana Pro Light" w:hAnsi="Verdana Pro Light" w:cs="Verdana Pro Light"/>
          <w:b/>
          <w:bCs/>
          <w:smallCaps/>
          <w:color w:val="000000" w:themeColor="text1"/>
          <w:sz w:val="20"/>
          <w:szCs w:val="20"/>
        </w:rPr>
        <w:t xml:space="preserve">Contexto (exemplos de uso da competência) </w:t>
      </w:r>
    </w:p>
    <w:p w14:paraId="15000BE4" w14:textId="77777777" w:rsidR="0000542E" w:rsidRDefault="0000542E" w:rsidP="0000542E">
      <w:pPr>
        <w:pStyle w:val="PargrafodaLista"/>
        <w:numPr>
          <w:ilvl w:val="0"/>
          <w:numId w:val="7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3DD4E8D8" w14:textId="77777777" w:rsidR="0000542E" w:rsidRDefault="0000542E" w:rsidP="0000542E">
      <w:pPr>
        <w:pStyle w:val="PargrafodaLista"/>
        <w:numPr>
          <w:ilvl w:val="0"/>
          <w:numId w:val="7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2BF57718" w14:textId="77777777" w:rsidR="0000542E" w:rsidRPr="009227C5" w:rsidRDefault="0000542E" w:rsidP="0000542E">
      <w:pPr>
        <w:pStyle w:val="PargrafodaLista"/>
        <w:numPr>
          <w:ilvl w:val="0"/>
          <w:numId w:val="7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02E69848" w14:textId="77777777" w:rsidR="0000542E" w:rsidRPr="009227C5" w:rsidRDefault="0000542E" w:rsidP="0000542E">
      <w:pPr>
        <w:pStyle w:val="PargrafodaLista"/>
        <w:numPr>
          <w:ilvl w:val="0"/>
          <w:numId w:val="7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E75011D" w14:textId="77777777" w:rsidR="0000542E" w:rsidRPr="00984B30" w:rsidRDefault="0000542E" w:rsidP="0000542E">
      <w:pPr>
        <w:pStyle w:val="PargrafodaLista"/>
        <w:numPr>
          <w:ilvl w:val="0"/>
          <w:numId w:val="7"/>
        </w:numPr>
        <w:spacing w:before="120" w:after="0" w:line="276" w:lineRule="auto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Setor Público</w:t>
      </w:r>
    </w:p>
    <w:p w14:paraId="39B871EE" w14:textId="77777777" w:rsidR="0000542E" w:rsidRPr="00984B30" w:rsidRDefault="0000542E" w:rsidP="0000542E">
      <w:pPr>
        <w:pStyle w:val="PargrafodaLista"/>
        <w:numPr>
          <w:ilvl w:val="0"/>
          <w:numId w:val="7"/>
        </w:numPr>
        <w:spacing w:before="120" w:after="0" w:line="276" w:lineRule="auto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Museus</w:t>
      </w:r>
    </w:p>
    <w:p w14:paraId="73F77A5E" w14:textId="77777777" w:rsidR="0000542E" w:rsidRDefault="0000542E" w:rsidP="0000542E">
      <w:pPr>
        <w:pStyle w:val="PargrafodaLista"/>
        <w:numPr>
          <w:ilvl w:val="0"/>
          <w:numId w:val="7"/>
        </w:numPr>
        <w:spacing w:before="120" w:after="0" w:line="276" w:lineRule="auto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Galerias</w:t>
      </w:r>
    </w:p>
    <w:p w14:paraId="781E7037" w14:textId="77777777" w:rsidR="0000542E" w:rsidRPr="00984B30" w:rsidRDefault="0000542E" w:rsidP="0000542E">
      <w:pPr>
        <w:pStyle w:val="PargrafodaLista"/>
        <w:numPr>
          <w:ilvl w:val="0"/>
          <w:numId w:val="7"/>
        </w:numPr>
        <w:spacing w:before="120" w:after="0" w:line="276" w:lineRule="auto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Diversas</w:t>
      </w:r>
    </w:p>
    <w:p w14:paraId="229EC35F" w14:textId="77777777" w:rsidR="00C90719" w:rsidRDefault="00C90719" w:rsidP="00C90719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</w:rPr>
      </w:pPr>
    </w:p>
    <w:p w14:paraId="3FB9D752" w14:textId="77777777" w:rsidR="00C90719" w:rsidRDefault="00C90719" w:rsidP="00C90719">
      <w:pPr>
        <w:spacing w:after="0" w:line="360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20"/>
          <w:szCs w:val="20"/>
        </w:rPr>
      </w:pPr>
      <w:r w:rsidRPr="6E12951E">
        <w:rPr>
          <w:rFonts w:ascii="Verdana Pro Light" w:eastAsia="Verdana Pro Light" w:hAnsi="Verdana Pro Light" w:cs="Verdana Pro Light"/>
          <w:b/>
          <w:bCs/>
          <w:smallCaps/>
          <w:color w:val="000000" w:themeColor="text1"/>
          <w:sz w:val="20"/>
          <w:szCs w:val="20"/>
        </w:rPr>
        <w:t>Recursos</w:t>
      </w:r>
    </w:p>
    <w:p w14:paraId="57864D63" w14:textId="77777777" w:rsidR="00C90719" w:rsidRDefault="00C90719" w:rsidP="00C90719">
      <w:pPr>
        <w:pStyle w:val="PargrafodaLista"/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Dispositivos tecnológicos com acesso à internet. </w:t>
      </w:r>
    </w:p>
    <w:p w14:paraId="5653BEAF" w14:textId="77777777" w:rsidR="00C90719" w:rsidRDefault="00C90719" w:rsidP="00C90719">
      <w:pPr>
        <w:pStyle w:val="PargrafodaLista"/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trabalho.</w:t>
      </w:r>
    </w:p>
    <w:p w14:paraId="65C712BE" w14:textId="77777777" w:rsidR="00C90719" w:rsidRDefault="00C90719" w:rsidP="00C90719">
      <w:pPr>
        <w:pStyle w:val="PargrafodaLista"/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Normativos específicos de segurança e saúde no trabalho.</w:t>
      </w:r>
    </w:p>
    <w:p w14:paraId="2126F4B1" w14:textId="77777777" w:rsidR="00C90719" w:rsidRDefault="00C90719" w:rsidP="00C90719">
      <w:pPr>
        <w:pStyle w:val="PargrafodaLista"/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(relatórios, folhetos, brochuras, outros).</w:t>
      </w:r>
    </w:p>
    <w:p w14:paraId="6E85F2D4" w14:textId="77777777" w:rsidR="00C90719" w:rsidRDefault="00C90719" w:rsidP="00C90719">
      <w:pPr>
        <w:pStyle w:val="PargrafodaLista"/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Equipamentos de proteção individual (EPI).</w:t>
      </w:r>
    </w:p>
    <w:p w14:paraId="23C1A8A0" w14:textId="77777777" w:rsidR="00C90719" w:rsidRDefault="00C90719" w:rsidP="00C90719">
      <w:pPr>
        <w:pStyle w:val="PargrafodaLista"/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prevenção de acidentes, de incêndios, de evacuação e de roubo.</w:t>
      </w:r>
    </w:p>
    <w:p w14:paraId="576ED478" w14:textId="77777777" w:rsidR="00C90719" w:rsidRDefault="00C90719" w:rsidP="00C90719">
      <w:pPr>
        <w:pStyle w:val="PargrafodaLista"/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  <w:highlight w:val="yellow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emergência.</w:t>
      </w:r>
    </w:p>
    <w:p w14:paraId="359661CD" w14:textId="48448648" w:rsidR="001678F8" w:rsidRDefault="001678F8" w:rsidP="001678F8">
      <w:pPr>
        <w:rPr>
          <w:rFonts w:ascii="Verdana Pro Light" w:hAnsi="Verdana Pro Light"/>
          <w:smallCaps/>
        </w:rPr>
      </w:pPr>
    </w:p>
    <w:p w14:paraId="757E687D" w14:textId="77777777" w:rsidR="00C90719" w:rsidRDefault="00C90719" w:rsidP="001678F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D77D8" w:rsidRPr="00136AD8" w14:paraId="59CD7083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47CCB36" w14:textId="43DB91E8" w:rsidR="003D77D8" w:rsidRPr="00136AD8" w:rsidRDefault="003D77D8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3F61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7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475F5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28CACC9" w14:textId="6EC0B304" w:rsidR="003D77D8" w:rsidRPr="009C256C" w:rsidRDefault="00572BBA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Aplicar</w:t>
            </w:r>
            <w:r w:rsidR="003D77D8" w:rsidRPr="00342160">
              <w:t xml:space="preserve"> normas relacionadas com a ergonomia, higiene e segurança, aplicadas ao sistema Homem/Ambiente/Artefactos.</w:t>
            </w:r>
          </w:p>
        </w:tc>
      </w:tr>
      <w:tr w:rsidR="003D77D8" w:rsidRPr="00136AD8" w14:paraId="7C863822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9623518" w14:textId="1DB990A2" w:rsidR="003D77D8" w:rsidRPr="00136AD8" w:rsidRDefault="003D77D8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</w:t>
            </w:r>
            <w:r w:rsidR="003F6138">
              <w:rPr>
                <w:rFonts w:ascii="Verdana Pro Light" w:hAnsi="Verdana Pro Light" w:cs="Times New Roman"/>
                <w:smallCaps/>
                <w:sz w:val="18"/>
                <w:szCs w:val="18"/>
              </w:rPr>
              <w:t>7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475F5A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079BBBF4" w14:textId="77777777" w:rsidR="003D77D8" w:rsidRPr="00136AD8" w:rsidRDefault="003D77D8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996032">
              <w:rPr>
                <w:rFonts w:ascii="Verdana Pro Light" w:eastAsia="Arial Unicode MS" w:hAnsi="Verdana Pro Light" w:cs="Times New Roman"/>
                <w:sz w:val="18"/>
                <w:szCs w:val="18"/>
              </w:rPr>
              <w:t>Ergonomia e antropometria</w:t>
            </w:r>
          </w:p>
        </w:tc>
      </w:tr>
    </w:tbl>
    <w:p w14:paraId="44246EE8" w14:textId="77777777" w:rsidR="003D77D8" w:rsidRPr="00136AD8" w:rsidRDefault="003D77D8" w:rsidP="003D77D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4BF8C2E" w14:textId="77777777" w:rsidR="003D77D8" w:rsidRPr="003200F2" w:rsidRDefault="003D77D8" w:rsidP="003D77D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37188A5" w14:textId="77777777" w:rsidR="003D77D8" w:rsidRPr="00136AD8" w:rsidRDefault="003D77D8" w:rsidP="003D77D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D77D8" w:rsidRPr="00136AD8" w14:paraId="059722B7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93E3CE" w14:textId="77777777" w:rsidR="003D77D8" w:rsidRPr="001B353A" w:rsidRDefault="003D77D8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D77D8" w:rsidRPr="00136AD8" w14:paraId="022E656C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1B87E5" w14:textId="77777777" w:rsidR="003D77D8" w:rsidRPr="00996032" w:rsidRDefault="003D77D8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</w:t>
            </w:r>
            <w:r w:rsidRPr="00996032">
              <w:rPr>
                <w:rFonts w:ascii="Verdana Pro Light" w:eastAsia="Arial Unicode MS" w:hAnsi="Verdana Pro Light" w:cs="Arial Unicode MS"/>
                <w:sz w:val="18"/>
                <w:szCs w:val="18"/>
              </w:rPr>
              <w:t>plicar as normas relacionadas com a ergonomia, higiene e segurança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4539259F" w14:textId="77777777" w:rsidR="003D77D8" w:rsidRPr="00996032" w:rsidRDefault="003D77D8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996032">
              <w:rPr>
                <w:rFonts w:ascii="Verdana Pro Light" w:eastAsia="Arial Unicode MS" w:hAnsi="Verdana Pro Light" w:cs="Arial Unicode MS"/>
                <w:sz w:val="18"/>
                <w:szCs w:val="18"/>
              </w:rPr>
              <w:t>Manusear corretamente as ferramentas de medição, explorando os vários suportes e formatos.</w:t>
            </w:r>
          </w:p>
          <w:p w14:paraId="78D0ED59" w14:textId="46CB8180" w:rsidR="003D77D8" w:rsidRPr="00572BBA" w:rsidRDefault="003D77D8" w:rsidP="003A67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C2193">
              <w:rPr>
                <w:rFonts w:ascii="Verdana Pro Light" w:eastAsia="Arial Unicode MS" w:hAnsi="Verdana Pro Light" w:cs="Arial Unicode MS"/>
                <w:sz w:val="18"/>
                <w:szCs w:val="18"/>
              </w:rPr>
              <w:t>Sinalizar e reportar situações de risco</w:t>
            </w:r>
            <w:r w:rsidRPr="00996032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3D77D8" w:rsidRPr="00136AD8" w14:paraId="295E6208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F59DE6" w14:textId="77777777" w:rsidR="003D77D8" w:rsidRPr="001B353A" w:rsidRDefault="003D77D8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B76D35" w14:textId="77777777" w:rsidR="003D77D8" w:rsidRPr="001B353A" w:rsidRDefault="003D77D8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4E53CE8" w14:textId="77777777" w:rsidR="003D77D8" w:rsidRPr="001B353A" w:rsidRDefault="003D77D8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D77D8" w:rsidRPr="00136AD8" w14:paraId="0605B68E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386E7" w14:textId="77777777" w:rsidR="003D77D8" w:rsidRPr="0006721F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6721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Ergonomia</w:t>
            </w:r>
          </w:p>
          <w:p w14:paraId="47BB1606" w14:textId="77777777" w:rsidR="003D77D8" w:rsidRPr="0006721F" w:rsidRDefault="003D77D8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Enquadramento da ergonomia</w:t>
            </w:r>
          </w:p>
          <w:p w14:paraId="6F48B04E" w14:textId="77777777" w:rsidR="003D77D8" w:rsidRPr="0006721F" w:rsidRDefault="003D77D8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 Homem-Máquina</w:t>
            </w:r>
          </w:p>
          <w:p w14:paraId="52A08F27" w14:textId="77777777" w:rsidR="003D77D8" w:rsidRPr="0006721F" w:rsidRDefault="003D77D8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Relação Homem-</w:t>
            </w:r>
            <w:proofErr w:type="spellStart"/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Objecto</w:t>
            </w:r>
            <w:proofErr w:type="spellEnd"/>
          </w:p>
          <w:p w14:paraId="74A0BDE1" w14:textId="77777777" w:rsidR="003D77D8" w:rsidRPr="0006721F" w:rsidRDefault="003D77D8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Relação Homem-Meio</w:t>
            </w:r>
          </w:p>
          <w:p w14:paraId="55A16476" w14:textId="77777777" w:rsidR="003D77D8" w:rsidRPr="0006721F" w:rsidRDefault="003D77D8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Amplitude dos movimentos</w:t>
            </w:r>
          </w:p>
          <w:p w14:paraId="2B97E94C" w14:textId="77777777" w:rsidR="003D77D8" w:rsidRPr="0006721F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6721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Antropometria</w:t>
            </w:r>
          </w:p>
          <w:p w14:paraId="7DDDC7B2" w14:textId="77777777" w:rsidR="003D77D8" w:rsidRPr="0006721F" w:rsidRDefault="003D77D8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</w:p>
          <w:p w14:paraId="4042F59E" w14:textId="77777777" w:rsidR="003D77D8" w:rsidRPr="0006721F" w:rsidRDefault="003D77D8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Dimensões</w:t>
            </w:r>
          </w:p>
          <w:p w14:paraId="63D59546" w14:textId="77777777" w:rsidR="003D77D8" w:rsidRPr="0006721F" w:rsidRDefault="003D77D8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Amplitudes</w:t>
            </w:r>
          </w:p>
          <w:p w14:paraId="13CC8755" w14:textId="77777777" w:rsidR="003D77D8" w:rsidRPr="0006721F" w:rsidRDefault="003D77D8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 e instrumentos de medição</w:t>
            </w:r>
          </w:p>
          <w:p w14:paraId="287086BF" w14:textId="77777777" w:rsidR="003D77D8" w:rsidRPr="0006721F" w:rsidRDefault="003D77D8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Amostra estatística</w:t>
            </w:r>
          </w:p>
          <w:p w14:paraId="7FEE1012" w14:textId="77777777" w:rsidR="003D77D8" w:rsidRPr="0006721F" w:rsidRDefault="003D77D8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Envolvimentos domésticos e envolvimento de escritório</w:t>
            </w:r>
          </w:p>
          <w:p w14:paraId="6AEB75B4" w14:textId="77777777" w:rsidR="003D77D8" w:rsidRPr="0006721F" w:rsidRDefault="003D77D8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Trabalhos físicos e postura</w:t>
            </w:r>
          </w:p>
          <w:p w14:paraId="660F5B45" w14:textId="77777777" w:rsidR="003D77D8" w:rsidRPr="0006721F" w:rsidRDefault="003D77D8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e verificação de trabalhos realizados</w:t>
            </w:r>
          </w:p>
          <w:p w14:paraId="762D6105" w14:textId="77777777" w:rsidR="003D77D8" w:rsidRPr="0006721F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EFFFCB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34D5B5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CF734C1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AFAC33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6E036E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F868A2D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6F9373" w14:textId="77777777" w:rsidR="003D77D8" w:rsidRPr="001B353A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877F8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96032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 estrutura do corpo humano.</w:t>
            </w:r>
          </w:p>
          <w:p w14:paraId="7E9F5316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nder</w:t>
            </w: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princípios de ergonomia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14365B5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ambiente de trabalho aos requisitos físicos e cognitivos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1A1AE30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0672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valiar postos de trabalho, considerando aspetos como altura de mesas, cadeiras, iluminação e disposição de equipamentos.</w:t>
            </w:r>
          </w:p>
          <w:p w14:paraId="42A454AF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e analisar riscos ergon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ó</w:t>
            </w: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micos que possam afetar a saúde e o desempenho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55190F8" w14:textId="77777777" w:rsidR="003D77D8" w:rsidRPr="00517AA8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métodos ergon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ó</w:t>
            </w: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micos, como análise postural e biomecânica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5335A4E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rojetar artefactos considerando os princípios ergonómicos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E1C1E80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normas de segurança e higiene ocupacional ao ambiente de trabalho.</w:t>
            </w:r>
          </w:p>
          <w:p w14:paraId="47CB0F3B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nalisar o ambiente de trabalho quanto a fatores como iluminação, ventilação, ruído e temperatura.</w:t>
            </w:r>
          </w:p>
          <w:p w14:paraId="541438A7" w14:textId="77777777" w:rsidR="003D77D8" w:rsidRPr="00057283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avaliações de riscos ocupacionais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E3FED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51773818" w14:textId="77777777" w:rsidR="003D77D8" w:rsidRPr="00AE041A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65AFD81E" w14:textId="77777777" w:rsidR="003D77D8" w:rsidRPr="00564406" w:rsidRDefault="003D77D8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2602EA37" w14:textId="77777777" w:rsidR="003D77D8" w:rsidRPr="00564406" w:rsidRDefault="003D77D8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58E0085C" w14:textId="77777777" w:rsidR="003D77D8" w:rsidRPr="00564406" w:rsidRDefault="003D77D8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25AD9D19" w14:textId="77777777" w:rsidR="003D77D8" w:rsidRPr="00564406" w:rsidRDefault="003D77D8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10707C3C" w14:textId="77777777" w:rsidR="003D77D8" w:rsidRPr="00564406" w:rsidRDefault="003D77D8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465ACD75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2488DC2B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31732F38" w14:textId="77777777" w:rsidR="003D77D8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AE749C4" w14:textId="77777777" w:rsidR="003D77D8" w:rsidRPr="00057283" w:rsidRDefault="003D77D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4390A9A" w14:textId="77777777" w:rsidR="003D77D8" w:rsidRDefault="003D77D8" w:rsidP="003D77D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B588572" w14:textId="77777777" w:rsidR="003D77D8" w:rsidRPr="00F87025" w:rsidRDefault="003D77D8" w:rsidP="003D77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E04358A" w14:textId="05F942A3" w:rsidR="003D77D8" w:rsidRPr="00F20E6F" w:rsidRDefault="003A6022" w:rsidP="003D77D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</w:t>
      </w:r>
      <w:r w:rsidR="003D77D8" w:rsidRPr="00C760D4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plicar as normas relacionadas com a ergonomia, higiene e segurança, aplicadas ao sistema Homem/Ambiente/Artefactos</w:t>
      </w:r>
      <w:r w:rsidR="003D77D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286C1C8" w14:textId="77777777" w:rsidR="003D77D8" w:rsidRPr="0064164C" w:rsidRDefault="003D77D8" w:rsidP="003D77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C760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C760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as práticas estejam em conformidade com as normas regulamentares específicas relacionadas à ergonomia, higiene e segurança no ambiente de trabalho.</w:t>
      </w:r>
    </w:p>
    <w:p w14:paraId="7289CD8E" w14:textId="461F2E61" w:rsidR="003D77D8" w:rsidRDefault="003D77D8" w:rsidP="003D77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616A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2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C760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C760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utilização de equipamentos de trabalho ergon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ó</w:t>
      </w:r>
      <w:r w:rsidRPr="00C760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micos e adequados, promovendo conforto e prevenindo lesões.</w:t>
      </w:r>
    </w:p>
    <w:p w14:paraId="2B9FC882" w14:textId="69AA4B7F" w:rsidR="003D77D8" w:rsidRDefault="003D77D8" w:rsidP="003D77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616A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3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C760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Estabelece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C760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protocolos para a resposta rápida e eficaz a incidentes relacionados à segurança, garantindo a minimização de danos.</w:t>
      </w:r>
    </w:p>
    <w:p w14:paraId="2BDBE9E3" w14:textId="59BEE045" w:rsidR="003D77D8" w:rsidRPr="0064164C" w:rsidRDefault="003D77D8" w:rsidP="003D77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616A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</w:t>
      </w:r>
      <w:r w:rsidRPr="00C760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ealiza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C760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avaliações ergon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ó</w:t>
      </w:r>
      <w:r w:rsidRPr="00C760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micas de postos de trabalho, considerando layout, mobiliário, equipamentos e condições ambientais.</w:t>
      </w:r>
    </w:p>
    <w:p w14:paraId="2EA867F5" w14:textId="77777777" w:rsidR="003D77D8" w:rsidRPr="00136AD8" w:rsidRDefault="003D77D8" w:rsidP="003D77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A8E837" w14:textId="77777777" w:rsidR="003D77D8" w:rsidRPr="00F87025" w:rsidRDefault="003D77D8" w:rsidP="003D77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3E14107" w14:textId="77777777" w:rsidR="003D77D8" w:rsidRDefault="003D77D8" w:rsidP="003D77D8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1388621E" w14:textId="77777777" w:rsidR="003D77D8" w:rsidRDefault="003D77D8" w:rsidP="003D77D8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7228D1B1" w14:textId="77777777" w:rsidR="003D77D8" w:rsidRPr="009227C5" w:rsidRDefault="003D77D8" w:rsidP="003D77D8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2301675E" w14:textId="77777777" w:rsidR="003D77D8" w:rsidRPr="009227C5" w:rsidRDefault="003D77D8" w:rsidP="003D77D8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7E74291" w14:textId="77777777" w:rsidR="003D77D8" w:rsidRPr="00051C79" w:rsidRDefault="003D77D8" w:rsidP="003D77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F157BE" w14:textId="77777777" w:rsidR="003D77D8" w:rsidRPr="00F87025" w:rsidRDefault="003D77D8" w:rsidP="003D77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EBFEE2A" w14:textId="77777777" w:rsidR="003D77D8" w:rsidRDefault="003D77D8" w:rsidP="003D77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64208870" w14:textId="77777777" w:rsidR="003D77D8" w:rsidRDefault="003D77D8" w:rsidP="003D77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4F1F1FF5" w14:textId="77777777" w:rsidR="003D77D8" w:rsidRPr="00501DC8" w:rsidRDefault="003D77D8" w:rsidP="003D77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Material de medição</w:t>
      </w:r>
    </w:p>
    <w:p w14:paraId="7819C9B9" w14:textId="77777777" w:rsidR="003D77D8" w:rsidRPr="00051C79" w:rsidRDefault="003D77D8" w:rsidP="003D77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5CC89A" w14:textId="77777777" w:rsidR="003D77D8" w:rsidRPr="00F87025" w:rsidRDefault="003D77D8" w:rsidP="003D77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288824D" w14:textId="77777777" w:rsidR="003D77D8" w:rsidRPr="00051C79" w:rsidRDefault="003D77D8" w:rsidP="003D77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FBB351" w14:textId="77777777" w:rsidR="003D77D8" w:rsidRPr="00051C79" w:rsidRDefault="003D77D8" w:rsidP="003D77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81B011F" w14:textId="77777777" w:rsidR="003D77D8" w:rsidRPr="00051C79" w:rsidRDefault="003D77D8" w:rsidP="003D77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D47AEE" w14:textId="2F06BBCF" w:rsidR="003D77D8" w:rsidRDefault="003D77D8" w:rsidP="003D77D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CADC125" w14:textId="77777777" w:rsidR="00D1464D" w:rsidRDefault="00D1464D" w:rsidP="003D77D8">
      <w:pPr>
        <w:rPr>
          <w:rFonts w:ascii="Verdana Pro Light" w:hAnsi="Verdana Pro Light"/>
          <w:smallCaps/>
        </w:rPr>
      </w:pPr>
    </w:p>
    <w:p w14:paraId="0D7FA0FD" w14:textId="77777777" w:rsidR="00254A40" w:rsidRDefault="00254A40" w:rsidP="00254A40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54A40" w:rsidRPr="00136AD8" w14:paraId="158E249C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44FC866" w14:textId="72ED70C7" w:rsidR="00254A40" w:rsidRPr="00136AD8" w:rsidRDefault="00254A40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42696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8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3C7DDA0" w14:textId="77777777" w:rsidR="00254A40" w:rsidRPr="009C256C" w:rsidRDefault="00254A40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 xml:space="preserve">Aplicar diferentes técnicas e materiais na representação do real </w:t>
            </w:r>
          </w:p>
        </w:tc>
      </w:tr>
      <w:tr w:rsidR="00254A40" w:rsidRPr="00136AD8" w14:paraId="0C91B91C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91F3437" w14:textId="1892B81B" w:rsidR="00254A40" w:rsidRPr="00136AD8" w:rsidRDefault="00254A40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</w:t>
            </w:r>
            <w:r w:rsidR="0042696B">
              <w:rPr>
                <w:rFonts w:ascii="Verdana Pro Light" w:hAnsi="Verdana Pro Light" w:cs="Times New Roman"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42696B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0D22D6A9" w14:textId="77777777" w:rsidR="00254A40" w:rsidRPr="00136AD8" w:rsidRDefault="00254A40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17441">
              <w:rPr>
                <w:rFonts w:ascii="Verdana Pro Light" w:eastAsia="Arial Unicode MS" w:hAnsi="Verdana Pro Light" w:cs="Times New Roman"/>
                <w:sz w:val="18"/>
                <w:szCs w:val="18"/>
              </w:rPr>
              <w:t>Materiais e técnicas de representação do real</w:t>
            </w:r>
          </w:p>
        </w:tc>
      </w:tr>
    </w:tbl>
    <w:p w14:paraId="4D7724FD" w14:textId="77777777" w:rsidR="00254A40" w:rsidRPr="00136AD8" w:rsidRDefault="00254A40" w:rsidP="00254A4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ED2D221" w14:textId="77777777" w:rsidR="00254A40" w:rsidRPr="003200F2" w:rsidRDefault="00254A40" w:rsidP="00254A4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8D41C1F" w14:textId="77777777" w:rsidR="00254A40" w:rsidRPr="00136AD8" w:rsidRDefault="00254A40" w:rsidP="00254A4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54A40" w:rsidRPr="00136AD8" w14:paraId="14C0D304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47ACE6" w14:textId="77777777" w:rsidR="00254A40" w:rsidRPr="001B353A" w:rsidRDefault="00254A40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54A40" w:rsidRPr="00136AD8" w14:paraId="2D90701A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6C03D0" w14:textId="77777777" w:rsidR="00254A40" w:rsidRPr="00E17441" w:rsidRDefault="00254A40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Identificar a técnica de representação a utilizar</w:t>
            </w:r>
          </w:p>
          <w:p w14:paraId="7EDB27B6" w14:textId="77777777" w:rsidR="00254A40" w:rsidRPr="00E17441" w:rsidRDefault="00254A40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E17441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</w:t>
            </w:r>
            <w:r w:rsidRPr="00E1744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técnica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manipulação do material</w:t>
            </w:r>
          </w:p>
          <w:p w14:paraId="388F7990" w14:textId="77777777" w:rsidR="00254A40" w:rsidRPr="00E17441" w:rsidRDefault="00254A40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Refinar e detalhar as formas </w:t>
            </w:r>
          </w:p>
          <w:p w14:paraId="73375A4F" w14:textId="77777777" w:rsidR="00254A40" w:rsidRPr="00CB76C4" w:rsidRDefault="00254A40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Finalizar e ajustar</w:t>
            </w:r>
          </w:p>
        </w:tc>
      </w:tr>
      <w:tr w:rsidR="00254A40" w:rsidRPr="00136AD8" w14:paraId="20D28D27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296266" w14:textId="77777777" w:rsidR="00254A40" w:rsidRPr="001B353A" w:rsidRDefault="00254A40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B0AB6F" w14:textId="77777777" w:rsidR="00254A40" w:rsidRPr="001B353A" w:rsidRDefault="00254A40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BADAD00" w14:textId="77777777" w:rsidR="00254A40" w:rsidRPr="001B353A" w:rsidRDefault="00254A40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54A40" w:rsidRPr="00136AD8" w14:paraId="25A8F6E6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DD4D4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Suportes do desenho, os instrumentos, modos e processos</w:t>
            </w:r>
          </w:p>
          <w:p w14:paraId="1E5AA3AE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</w:t>
            </w:r>
          </w:p>
          <w:p w14:paraId="16461BD0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Papéis e outras matérias</w:t>
            </w:r>
          </w:p>
          <w:p w14:paraId="1AA5A69F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 do papel - espessura, texturas e cores</w:t>
            </w:r>
          </w:p>
          <w:p w14:paraId="5FF5F41B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e normalizações</w:t>
            </w:r>
          </w:p>
          <w:p w14:paraId="79A2A18C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de conservação</w:t>
            </w:r>
          </w:p>
          <w:p w14:paraId="6F1C6DB8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</w:t>
            </w:r>
          </w:p>
          <w:p w14:paraId="30AA2168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Meios riscadores (grafite e afins), graus de dureza e espessuras</w:t>
            </w:r>
          </w:p>
          <w:p w14:paraId="09D06C79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Meios aquosos (aguada, têmpera e afins)</w:t>
            </w:r>
          </w:p>
          <w:p w14:paraId="1BDE21B2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de conservação</w:t>
            </w:r>
          </w:p>
          <w:p w14:paraId="33BF64EF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representação</w:t>
            </w:r>
          </w:p>
          <w:p w14:paraId="508FF24D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de registo - natureza e carácter do traço (intensidade, incisão, texturização, espessura, gradação, amplitude e gestualidade), e da mancha (forma, textura, densidade, transparência, cor, tom e gradação)</w:t>
            </w:r>
          </w:p>
          <w:p w14:paraId="3D4F46C5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de transferência - quadrícula, decalque, projeção, infografia, fotocópia e outros processos fotomecânicos</w:t>
            </w:r>
          </w:p>
          <w:p w14:paraId="255AC265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Elementos estruturais da linguagem plástica</w:t>
            </w:r>
          </w:p>
          <w:p w14:paraId="25E05377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Linha</w:t>
            </w:r>
          </w:p>
          <w:p w14:paraId="29EECD9B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Função da linha da construção de formas plásticas</w:t>
            </w:r>
          </w:p>
          <w:p w14:paraId="495270D3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e expressividade</w:t>
            </w:r>
          </w:p>
          <w:p w14:paraId="7ABF2D5C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Linhas implícitas e explícitas</w:t>
            </w:r>
          </w:p>
          <w:p w14:paraId="133C130B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Linha de contorno, linha estrutural e linha gestual</w:t>
            </w:r>
          </w:p>
          <w:p w14:paraId="02B340C7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Valor e textura</w:t>
            </w:r>
          </w:p>
          <w:p w14:paraId="31C8B31D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Caracterização das superfícies</w:t>
            </w:r>
          </w:p>
          <w:p w14:paraId="7B8C2870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Valores tácteis e visuais</w:t>
            </w:r>
          </w:p>
          <w:p w14:paraId="4AF85DC7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Naturais e artificiais</w:t>
            </w:r>
          </w:p>
          <w:p w14:paraId="35327655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Regulares e irregulares</w:t>
            </w:r>
          </w:p>
          <w:p w14:paraId="6BF268F4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</w:t>
            </w:r>
          </w:p>
          <w:p w14:paraId="4DB13CD2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Fenómeno físico - o espectro solar</w:t>
            </w:r>
          </w:p>
          <w:p w14:paraId="23771896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- a anatomia do olho humano e o seu funcionamento</w:t>
            </w:r>
          </w:p>
          <w:p w14:paraId="2AF6F33B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Sínteses, aditiva e subtrativa</w:t>
            </w:r>
          </w:p>
          <w:p w14:paraId="5EDDF5E0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Dimensões da cor: matiz, saturação e tom</w:t>
            </w:r>
          </w:p>
          <w:p w14:paraId="042E6B3E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Cores primárias, secundárias e terciárias</w:t>
            </w:r>
          </w:p>
          <w:p w14:paraId="03D4ED56" w14:textId="77777777" w:rsidR="00254A40" w:rsidRPr="00990F0C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90F0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Métodos e modos de desenho de representação</w:t>
            </w:r>
          </w:p>
          <w:p w14:paraId="1AA1BE7B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Perceção visual e reconhecimento de formas</w:t>
            </w:r>
          </w:p>
          <w:p w14:paraId="4A153E0A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Meios simples de ajuda à perceção</w:t>
            </w:r>
          </w:p>
          <w:p w14:paraId="2BF9D8CE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formas a partir do espaço negativo</w:t>
            </w:r>
          </w:p>
          <w:p w14:paraId="2AFF2224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Domínio de campos de imagem</w:t>
            </w:r>
          </w:p>
          <w:p w14:paraId="18CD879D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Escala do desenho</w:t>
            </w:r>
          </w:p>
          <w:p w14:paraId="1FD83EEB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 do desenho às dimensões do suporte</w:t>
            </w:r>
          </w:p>
          <w:p w14:paraId="45F28FA4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Tamanho relativo e relações estabelecidas no campo visual - a proporção das formas</w:t>
            </w:r>
          </w:p>
          <w:p w14:paraId="057D715B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 pictórico e perspetiva empírica</w:t>
            </w:r>
          </w:p>
          <w:p w14:paraId="38725D51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Determinação intuitiva de orientação de linhas</w:t>
            </w:r>
          </w:p>
          <w:p w14:paraId="1672BB2E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Indicadores de profundidade</w:t>
            </w:r>
          </w:p>
          <w:p w14:paraId="4A838384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Redução de medidas</w:t>
            </w:r>
          </w:p>
          <w:p w14:paraId="32593473" w14:textId="77777777" w:rsidR="00254A40" w:rsidRPr="009F61D7" w:rsidRDefault="00254A40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61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de contorno e o desenho diagramático</w:t>
            </w:r>
          </w:p>
          <w:p w14:paraId="233DDCEC" w14:textId="77777777" w:rsidR="00254A40" w:rsidRPr="001B353A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1059B" w14:textId="77777777" w:rsidR="00254A40" w:rsidRPr="00E66EDA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66E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Utilizar diferentes suportes, materiais, instrumentos e processos de representação.</w:t>
            </w:r>
          </w:p>
          <w:p w14:paraId="1A50C3CF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990F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esenhar manualmente utilizando lápis, canetas, carvão, giz, entre outros materiais, em diferentes tipos de papel ou superfícies.</w:t>
            </w:r>
          </w:p>
          <w:p w14:paraId="27748E07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990F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90F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 com diferentes tipos de tintas (acrílica, óleo, aquarela)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D79745D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990F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anipula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990F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pincéis, espátulas e outras ferramentas.</w:t>
            </w:r>
          </w:p>
          <w:p w14:paraId="7771FB1C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17441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métodos para expressar a existência de objetos tridimensionais numa superfície bidimensional.</w:t>
            </w:r>
          </w:p>
          <w:p w14:paraId="6ABB4D84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990F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ilustrações e arte digital usando softwares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E99B3F8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990F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oldar e esculpir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</w:t>
            </w:r>
            <w:r w:rsidRPr="00990F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explorando formas tridimensionais e texturas.</w:t>
            </w:r>
          </w:p>
          <w:p w14:paraId="599A03F7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990F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apturar imagens de alta qualidade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496F087" w14:textId="77777777" w:rsidR="00254A40" w:rsidRPr="00517AA8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990F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colagens e montagens usando diferentes materiais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D961DB2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Desenvolver </w:t>
            </w:r>
            <w:r w:rsidRPr="00990F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xilogravura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990F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linogravura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2FE0768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990F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roduzir desenhos técnicos precisos, utilizando instrumentos </w:t>
            </w:r>
            <w:r w:rsidRPr="00990F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como esquadros, compassos e réguas.</w:t>
            </w:r>
          </w:p>
          <w:p w14:paraId="166F2781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990F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epresentar projetos arquitetónicos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14B4A1E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990F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infografias que comuniquem informações complexas</w:t>
            </w:r>
          </w:p>
          <w:p w14:paraId="00673AF7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34DD5F2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1571F1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DC10844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670355" w14:textId="77777777" w:rsidR="00254A40" w:rsidRPr="00057283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77332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1B0B4286" w14:textId="77777777" w:rsidR="00254A40" w:rsidRPr="00AE041A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1A03C934" w14:textId="77777777" w:rsidR="00254A40" w:rsidRPr="00564406" w:rsidRDefault="00254A40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1E4A7E0D" w14:textId="77777777" w:rsidR="00254A40" w:rsidRPr="00564406" w:rsidRDefault="00254A40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2AD26801" w14:textId="77777777" w:rsidR="00254A40" w:rsidRPr="00564406" w:rsidRDefault="00254A40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64ECB971" w14:textId="77777777" w:rsidR="00254A40" w:rsidRPr="00564406" w:rsidRDefault="00254A40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6892FE0A" w14:textId="77777777" w:rsidR="00254A40" w:rsidRPr="00564406" w:rsidRDefault="00254A40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6A28A53D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34580CAC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30EAF176" w14:textId="77777777" w:rsidR="00254A40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3E0094" w14:textId="77777777" w:rsidR="00254A40" w:rsidRPr="00057283" w:rsidRDefault="00254A40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E1493D2" w14:textId="77777777" w:rsidR="00254A40" w:rsidRDefault="00254A40" w:rsidP="00254A4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677B6F4" w14:textId="77777777" w:rsidR="00254A40" w:rsidRDefault="00254A40" w:rsidP="00254A4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9B29C69" w14:textId="77777777" w:rsidR="00254A40" w:rsidRPr="00F87025" w:rsidRDefault="00254A40" w:rsidP="00254A4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42745F4" w14:textId="77777777" w:rsidR="00254A40" w:rsidRPr="00F20E6F" w:rsidRDefault="00254A40" w:rsidP="00254A4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82F9F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Aplicar diferentes técnicas e materiais na representação do real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1B38B5D" w14:textId="77777777" w:rsidR="00254A40" w:rsidRDefault="00254A40" w:rsidP="00254A4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</w:t>
      </w:r>
      <w:r w:rsidRPr="00E256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scolhe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256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suportes adequados para cada projeto, considerando o impacto visual e as características do material.</w:t>
      </w:r>
    </w:p>
    <w:p w14:paraId="6FF653F0" w14:textId="77777777" w:rsidR="00254A40" w:rsidRPr="0064164C" w:rsidRDefault="00254A40" w:rsidP="00254A4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</w:t>
      </w:r>
      <w:r w:rsidRPr="00990F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em</w:t>
      </w:r>
      <w:r w:rsidRPr="00990F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diferentes suportes e instrumentos, garantindo que os elementos representados estejam proporcionalmente corretos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7FF0044" w14:textId="77777777" w:rsidR="00254A40" w:rsidRPr="0064164C" w:rsidRDefault="00254A40" w:rsidP="00254A4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T</w:t>
      </w:r>
      <w:r w:rsidRPr="00E256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rabalha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256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diversos materiais, como lápis, tintas, argila, entre outros, considerando suas características específicas.</w:t>
      </w:r>
    </w:p>
    <w:p w14:paraId="6CBA2810" w14:textId="77777777" w:rsidR="00254A40" w:rsidRDefault="00254A40" w:rsidP="00254A4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E256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256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diferentes materiais e técnicas,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mantendo a </w:t>
      </w:r>
      <w:r w:rsidRPr="00E256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consistência estilística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3C9FD537" w14:textId="77777777" w:rsidR="00254A40" w:rsidRDefault="00254A40" w:rsidP="00254A4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Transmitindo </w:t>
      </w:r>
      <w:r w:rsidRPr="00E256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expressividade e originalidade artística na aplicação de diferentes técnicas e materiais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AC36BEE" w14:textId="77777777" w:rsidR="00254A40" w:rsidRDefault="00254A40" w:rsidP="00254A4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</w:t>
      </w:r>
      <w:r w:rsidRPr="00E256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anipula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256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técnicas de desenho, incluindo </w:t>
      </w:r>
      <w:proofErr w:type="spellStart"/>
      <w:r w:rsidRPr="00E256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hachuras</w:t>
      </w:r>
      <w:proofErr w:type="spellEnd"/>
      <w:r w:rsidRPr="00E256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sombreamento, linhas de contorno, para criar efeitos visuais variados.</w:t>
      </w:r>
    </w:p>
    <w:p w14:paraId="16107835" w14:textId="77777777" w:rsidR="00254A40" w:rsidRDefault="00254A40" w:rsidP="00254A4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CD7. </w:t>
      </w:r>
      <w:r w:rsidRPr="001F3FE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Interpreta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F3FE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relações dimensionais entre formas, distinguindo proporção de escala</w:t>
      </w:r>
    </w:p>
    <w:p w14:paraId="10E04E91" w14:textId="77777777" w:rsidR="00254A40" w:rsidRPr="00D3544C" w:rsidRDefault="00254A40" w:rsidP="00254A4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0832C4D4" w14:textId="77777777" w:rsidR="00254A40" w:rsidRPr="00F87025" w:rsidRDefault="00254A40" w:rsidP="00254A4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EB5BCAE" w14:textId="77777777" w:rsidR="00254A40" w:rsidRDefault="00254A40" w:rsidP="00254A40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3D141383" w14:textId="77777777" w:rsidR="00254A40" w:rsidRDefault="00254A40" w:rsidP="00254A40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463D5A30" w14:textId="77777777" w:rsidR="00254A40" w:rsidRPr="009227C5" w:rsidRDefault="00254A40" w:rsidP="00254A40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3AB9B5DC" w14:textId="77777777" w:rsidR="00254A40" w:rsidRPr="009227C5" w:rsidRDefault="00254A40" w:rsidP="00254A40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1828B46" w14:textId="77777777" w:rsidR="00254A40" w:rsidRPr="00051C79" w:rsidRDefault="00254A40" w:rsidP="00254A4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25A173" w14:textId="77777777" w:rsidR="00254A40" w:rsidRPr="00F87025" w:rsidRDefault="00254A40" w:rsidP="00254A4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6AF61EB" w14:textId="77777777" w:rsidR="00254A40" w:rsidRDefault="00254A40" w:rsidP="00254A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314C28A3" w14:textId="77777777" w:rsidR="00254A40" w:rsidRDefault="00254A40" w:rsidP="00254A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 w:rsidRPr="00E256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iversos materiais, como lápis, tintas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1BFB025" w14:textId="77777777" w:rsidR="00254A40" w:rsidRPr="00501DC8" w:rsidRDefault="00254A40" w:rsidP="00254A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Diferentes tipos de suporte.</w:t>
      </w:r>
    </w:p>
    <w:p w14:paraId="41D5631B" w14:textId="77777777" w:rsidR="00254A40" w:rsidRPr="00051C79" w:rsidRDefault="00254A40" w:rsidP="00254A4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47D4EE" w14:textId="77777777" w:rsidR="00254A40" w:rsidRPr="00F87025" w:rsidRDefault="00254A40" w:rsidP="00254A4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8C08B4D" w14:textId="77777777" w:rsidR="00254A40" w:rsidRPr="00051C79" w:rsidRDefault="00254A40" w:rsidP="00254A4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ACBE78" w14:textId="77777777" w:rsidR="00254A40" w:rsidRPr="00051C79" w:rsidRDefault="00254A40" w:rsidP="00254A4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13F5F5" w14:textId="77777777" w:rsidR="00254A40" w:rsidRPr="00051C79" w:rsidRDefault="00254A40" w:rsidP="00254A4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8149F2" w14:textId="77777777" w:rsidR="00982891" w:rsidRDefault="00982891" w:rsidP="00982891">
      <w:pPr>
        <w:rPr>
          <w:rFonts w:ascii="Verdana Pro Light" w:eastAsia="Verdana Pro Light" w:hAnsi="Verdana Pro Light" w:cs="Verdana Pro Light"/>
          <w:smallCaps/>
        </w:rPr>
      </w:pPr>
    </w:p>
    <w:p w14:paraId="7EC38A49" w14:textId="77777777" w:rsidR="00254A40" w:rsidRDefault="00254A40" w:rsidP="00982891">
      <w:pPr>
        <w:rPr>
          <w:rFonts w:ascii="Verdana Pro Light" w:eastAsia="Verdana Pro Light" w:hAnsi="Verdana Pro Light" w:cs="Verdana Pro Light"/>
          <w:smallCaps/>
        </w:rPr>
      </w:pPr>
    </w:p>
    <w:p w14:paraId="5B9C0CAD" w14:textId="77777777" w:rsidR="00254A40" w:rsidRDefault="00254A40" w:rsidP="00982891">
      <w:pPr>
        <w:rPr>
          <w:rFonts w:ascii="Verdana Pro Light" w:eastAsia="Verdana Pro Light" w:hAnsi="Verdana Pro Light" w:cs="Verdana Pro Light"/>
          <w:smallCaps/>
        </w:rPr>
      </w:pPr>
    </w:p>
    <w:p w14:paraId="51B49815" w14:textId="77777777" w:rsidR="00254A40" w:rsidRDefault="00254A40" w:rsidP="00982891">
      <w:pPr>
        <w:rPr>
          <w:rFonts w:ascii="Verdana Pro Light" w:eastAsia="Verdana Pro Light" w:hAnsi="Verdana Pro Light" w:cs="Verdana Pro Light"/>
          <w:smallCaps/>
        </w:rPr>
      </w:pPr>
    </w:p>
    <w:p w14:paraId="3175B7A8" w14:textId="77777777" w:rsidR="00254A40" w:rsidRDefault="00254A40" w:rsidP="00982891">
      <w:pPr>
        <w:rPr>
          <w:rFonts w:ascii="Verdana Pro Light" w:eastAsia="Verdana Pro Light" w:hAnsi="Verdana Pro Light" w:cs="Verdana Pro Light"/>
          <w:smallCaps/>
        </w:rPr>
      </w:pPr>
    </w:p>
    <w:p w14:paraId="6219C8D0" w14:textId="77777777" w:rsidR="00254A40" w:rsidRDefault="00254A40" w:rsidP="00982891">
      <w:pPr>
        <w:rPr>
          <w:rFonts w:ascii="Verdana Pro Light" w:eastAsia="Verdana Pro Light" w:hAnsi="Verdana Pro Light" w:cs="Verdana Pro Light"/>
          <w:smallCaps/>
        </w:rPr>
      </w:pPr>
    </w:p>
    <w:p w14:paraId="4CF1553B" w14:textId="77777777" w:rsidR="00254A40" w:rsidRDefault="00254A40" w:rsidP="00982891">
      <w:pPr>
        <w:rPr>
          <w:rFonts w:ascii="Verdana Pro Light" w:eastAsia="Verdana Pro Light" w:hAnsi="Verdana Pro Light" w:cs="Verdana Pro Light"/>
          <w:smallCaps/>
        </w:rPr>
      </w:pPr>
    </w:p>
    <w:p w14:paraId="4CFED4F4" w14:textId="77777777" w:rsidR="00982891" w:rsidRDefault="00982891" w:rsidP="00982891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6A94F3D8" w14:textId="77777777" w:rsidR="002113B4" w:rsidRDefault="002113B4" w:rsidP="00556970">
      <w:pPr>
        <w:rPr>
          <w:rFonts w:ascii="Verdana Pro Light" w:hAnsi="Verdana Pro Light"/>
          <w:smallCaps/>
        </w:rPr>
      </w:pPr>
    </w:p>
    <w:p w14:paraId="392C88B8" w14:textId="77777777" w:rsidR="00E41242" w:rsidRDefault="00E41242" w:rsidP="00556970">
      <w:pPr>
        <w:rPr>
          <w:rFonts w:ascii="Verdana Pro Light" w:hAnsi="Verdana Pro Light"/>
          <w:smallCaps/>
        </w:rPr>
      </w:pPr>
    </w:p>
    <w:p w14:paraId="3F94D4E0" w14:textId="77777777" w:rsidR="00B720D0" w:rsidRDefault="00B720D0" w:rsidP="00556970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F1DDD" w:rsidRPr="00136AD8" w14:paraId="79F9F166" w14:textId="77777777" w:rsidTr="0087440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DC7BAAB" w14:textId="01F2E30F" w:rsidR="00EF1DDD" w:rsidRPr="00136AD8" w:rsidRDefault="00EF1DDD" w:rsidP="0087440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BB2F7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09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2510A04" w14:textId="77777777" w:rsidR="00EF1DDD" w:rsidRPr="009C256C" w:rsidRDefault="00EF1DDD" w:rsidP="0087440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696AE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Representar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materiais</w:t>
            </w:r>
            <w:r w:rsidRPr="00696AE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construtivos</w:t>
            </w:r>
          </w:p>
        </w:tc>
      </w:tr>
      <w:tr w:rsidR="00EF1DDD" w:rsidRPr="00136AD8" w14:paraId="012BA53E" w14:textId="77777777" w:rsidTr="0087440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4AECDDF" w14:textId="15A475BD" w:rsidR="00EF1DDD" w:rsidRPr="00136AD8" w:rsidRDefault="00EF1DDD" w:rsidP="0087440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832A37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6A92F66" w14:textId="77777777" w:rsidR="00EF1DDD" w:rsidRDefault="00EF1DDD" w:rsidP="0087440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F48D5">
              <w:rPr>
                <w:rFonts w:ascii="Verdana Pro Light" w:eastAsia="Arial Unicode MS" w:hAnsi="Verdana Pro Light" w:cs="Times New Roman"/>
                <w:sz w:val="18"/>
                <w:szCs w:val="18"/>
              </w:rPr>
              <w:t>Elementos de construção contemporânea</w:t>
            </w:r>
          </w:p>
          <w:p w14:paraId="411C9923" w14:textId="19B74455" w:rsidR="007233D1" w:rsidRPr="00136AD8" w:rsidRDefault="007233D1" w:rsidP="0087440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F48D5">
              <w:rPr>
                <w:rFonts w:ascii="Verdana Pro Light" w:eastAsia="Arial Unicode MS" w:hAnsi="Verdana Pro Light" w:cs="Times New Roman"/>
                <w:sz w:val="18"/>
                <w:szCs w:val="18"/>
              </w:rPr>
              <w:t>Elementos de construção tradicional</w:t>
            </w:r>
          </w:p>
        </w:tc>
      </w:tr>
    </w:tbl>
    <w:p w14:paraId="026EE09E" w14:textId="77777777" w:rsidR="00EF1DDD" w:rsidRPr="00136AD8" w:rsidRDefault="00EF1DDD" w:rsidP="00EF1DD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2ABBD80" w14:textId="103766C5" w:rsidR="00EF1DDD" w:rsidRPr="003200F2" w:rsidRDefault="00EF1DDD" w:rsidP="00EF1DD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7233D1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4191D45E" w14:textId="77777777" w:rsidR="00EF1DDD" w:rsidRPr="00136AD8" w:rsidRDefault="00EF1DDD" w:rsidP="00EF1DD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F1DDD" w:rsidRPr="00136AD8" w14:paraId="42345CB5" w14:textId="77777777" w:rsidTr="0087440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8CE4DB" w14:textId="77777777" w:rsidR="00EF1DDD" w:rsidRPr="001B353A" w:rsidRDefault="00EF1DDD" w:rsidP="0087440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F1DDD" w:rsidRPr="00136AD8" w14:paraId="2D06BDC5" w14:textId="77777777" w:rsidTr="0087440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7F94DC" w14:textId="4B9A8077" w:rsidR="003D5C05" w:rsidRDefault="00EF1DDD" w:rsidP="0087440D">
            <w:pPr>
              <w:spacing w:before="120" w:after="0" w:line="276" w:lineRule="auto"/>
              <w:ind w:left="318" w:hanging="318"/>
              <w:rPr>
                <w:rFonts w:ascii="Segoe UI" w:hAnsi="Segoe UI" w:cs="Segoe UI"/>
                <w:color w:val="0D0D0D"/>
                <w:shd w:val="clear" w:color="auto" w:fill="FFFFFF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01F1A"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="003D5C05" w:rsidRPr="003D5C05">
              <w:rPr>
                <w:rFonts w:ascii="Verdana Pro Light" w:eastAsia="Arial Unicode MS" w:hAnsi="Verdana Pro Light" w:cs="Arial Unicode MS"/>
                <w:sz w:val="18"/>
                <w:szCs w:val="18"/>
              </w:rPr>
              <w:t>ele</w:t>
            </w:r>
            <w:r w:rsidR="00001F1A">
              <w:rPr>
                <w:rFonts w:ascii="Verdana Pro Light" w:eastAsia="Arial Unicode MS" w:hAnsi="Verdana Pro Light" w:cs="Arial Unicode MS"/>
                <w:sz w:val="18"/>
                <w:szCs w:val="18"/>
              </w:rPr>
              <w:t>cionar</w:t>
            </w:r>
            <w:r w:rsidR="003D5C05" w:rsidRPr="003D5C0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dos materiais construtivos</w:t>
            </w:r>
            <w:r w:rsidR="003D5C05">
              <w:rPr>
                <w:rFonts w:ascii="Segoe UI" w:hAnsi="Segoe UI" w:cs="Segoe UI"/>
                <w:color w:val="0D0D0D"/>
                <w:shd w:val="clear" w:color="auto" w:fill="FFFFFF"/>
              </w:rPr>
              <w:t xml:space="preserve"> </w:t>
            </w:r>
          </w:p>
          <w:p w14:paraId="2CDB5E96" w14:textId="67AD39BD" w:rsidR="00EF1DDD" w:rsidRPr="00FF48D5" w:rsidRDefault="00EF1DDD" w:rsidP="0087440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</w:t>
            </w:r>
            <w:r w:rsidR="00A462C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6E0FE7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</w:t>
            </w:r>
            <w:r w:rsidR="00001F1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cionar </w:t>
            </w:r>
            <w:r w:rsidR="006E0F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 </w:t>
            </w:r>
            <w:r w:rsidR="006E0FE7" w:rsidRPr="006E0FE7">
              <w:rPr>
                <w:rFonts w:ascii="Verdana Pro Light" w:eastAsia="Arial Unicode MS" w:hAnsi="Verdana Pro Light" w:cs="Arial Unicode MS"/>
                <w:sz w:val="18"/>
                <w:szCs w:val="18"/>
              </w:rPr>
              <w:t>texturas e materiais digitais</w:t>
            </w:r>
            <w:r w:rsidR="006E0F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representantes dos </w:t>
            </w:r>
            <w:r w:rsidR="006E0FE7" w:rsidRPr="006E0FE7">
              <w:rPr>
                <w:rFonts w:ascii="Verdana Pro Light" w:eastAsia="Arial Unicode MS" w:hAnsi="Verdana Pro Light" w:cs="Arial Unicode MS"/>
                <w:sz w:val="18"/>
                <w:szCs w:val="18"/>
              </w:rPr>
              <w:t>materiais construtivos</w:t>
            </w:r>
          </w:p>
          <w:p w14:paraId="76C85ADC" w14:textId="2B96E5EF" w:rsidR="00EF1DDD" w:rsidRPr="00FF48D5" w:rsidRDefault="00EF1DDD" w:rsidP="0087440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E0FE7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</w:t>
            </w:r>
            <w:r w:rsidR="00001F1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6E0F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6E0EA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texturas </w:t>
            </w:r>
            <w:r w:rsidR="00001F1A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6E0EA6">
              <w:rPr>
                <w:rFonts w:ascii="Verdana Pro Light" w:eastAsia="Arial Unicode MS" w:hAnsi="Verdana Pro Light" w:cs="Arial Unicode MS"/>
                <w:sz w:val="18"/>
                <w:szCs w:val="18"/>
              </w:rPr>
              <w:t>os modelos 3D</w:t>
            </w:r>
          </w:p>
          <w:p w14:paraId="2E8B31EB" w14:textId="6DC174BB" w:rsidR="00EF1DDD" w:rsidRPr="00001F1A" w:rsidRDefault="00EF1DDD" w:rsidP="00001F1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462C2" w:rsidRPr="00FF48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Representar </w:t>
            </w:r>
            <w:r w:rsidR="00A462C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no projeto </w:t>
            </w:r>
            <w:r w:rsidR="00A462C2" w:rsidRPr="00FF48D5">
              <w:rPr>
                <w:rFonts w:ascii="Verdana Pro Light" w:eastAsia="Arial Unicode MS" w:hAnsi="Verdana Pro Light" w:cs="Arial Unicode MS"/>
                <w:sz w:val="18"/>
                <w:szCs w:val="18"/>
              </w:rPr>
              <w:t>pormenores de elementos construtivos, usando nomenclaturas e vocabulário técnico</w:t>
            </w:r>
          </w:p>
        </w:tc>
      </w:tr>
      <w:tr w:rsidR="00EF1DDD" w:rsidRPr="00136AD8" w14:paraId="620B2C02" w14:textId="77777777" w:rsidTr="0087440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AAE749" w14:textId="77777777" w:rsidR="00EF1DDD" w:rsidRPr="001B353A" w:rsidRDefault="00EF1DDD" w:rsidP="0087440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77C89E" w14:textId="77777777" w:rsidR="00EF1DDD" w:rsidRPr="001B353A" w:rsidRDefault="00EF1DDD" w:rsidP="0087440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F581ADC" w14:textId="77777777" w:rsidR="00EF1DDD" w:rsidRPr="001B353A" w:rsidRDefault="00EF1DDD" w:rsidP="0087440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F1DDD" w:rsidRPr="00136AD8" w14:paraId="0F10562F" w14:textId="77777777" w:rsidTr="0087440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A2801" w14:textId="77777777" w:rsidR="007233D1" w:rsidRPr="00433441" w:rsidRDefault="007233D1" w:rsidP="007233D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3344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Materiais na construção tradicional - cerâmicos, metais e orgânicos</w:t>
            </w:r>
          </w:p>
          <w:p w14:paraId="507D9696" w14:textId="77777777" w:rsidR="007233D1" w:rsidRPr="00C760D4" w:rsidRDefault="007233D1" w:rsidP="007233D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7D06EBBA" w14:textId="77777777" w:rsidR="007233D1" w:rsidRPr="00C760D4" w:rsidRDefault="007233D1" w:rsidP="007233D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Origem</w:t>
            </w:r>
          </w:p>
          <w:p w14:paraId="0D8E4CB6" w14:textId="77777777" w:rsidR="007233D1" w:rsidRPr="00C760D4" w:rsidRDefault="007233D1" w:rsidP="007233D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Constituição</w:t>
            </w:r>
          </w:p>
          <w:p w14:paraId="2721ABA0" w14:textId="77777777" w:rsidR="007233D1" w:rsidRPr="00C760D4" w:rsidRDefault="007233D1" w:rsidP="007233D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transformação</w:t>
            </w:r>
          </w:p>
          <w:p w14:paraId="51C1D3DE" w14:textId="77777777" w:rsidR="007233D1" w:rsidRPr="00C760D4" w:rsidRDefault="007233D1" w:rsidP="007233D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fabrico</w:t>
            </w:r>
          </w:p>
          <w:p w14:paraId="13E9D513" w14:textId="77777777" w:rsidR="007233D1" w:rsidRPr="00C760D4" w:rsidRDefault="007233D1" w:rsidP="007233D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Condutibilidade térmica e acústica dos materiais de construção</w:t>
            </w:r>
          </w:p>
          <w:p w14:paraId="0CA00330" w14:textId="77777777" w:rsidR="007233D1" w:rsidRPr="00433441" w:rsidRDefault="007233D1" w:rsidP="007233D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3344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Estudo dos materiais</w:t>
            </w:r>
          </w:p>
          <w:p w14:paraId="71A6EE46" w14:textId="77777777" w:rsidR="007233D1" w:rsidRPr="00C760D4" w:rsidRDefault="007233D1" w:rsidP="007233D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Pedras</w:t>
            </w:r>
          </w:p>
          <w:p w14:paraId="2C0FE938" w14:textId="77777777" w:rsidR="007233D1" w:rsidRPr="00C760D4" w:rsidRDefault="007233D1" w:rsidP="007233D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Madeiras</w:t>
            </w:r>
          </w:p>
          <w:p w14:paraId="7972D17F" w14:textId="77777777" w:rsidR="007233D1" w:rsidRPr="00C760D4" w:rsidRDefault="007233D1" w:rsidP="007233D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Argilas e Cerâmicos</w:t>
            </w:r>
          </w:p>
          <w:p w14:paraId="44DBF244" w14:textId="77777777" w:rsidR="007233D1" w:rsidRPr="00C760D4" w:rsidRDefault="007233D1" w:rsidP="007233D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Argamassas de ligação e Rebocos</w:t>
            </w:r>
          </w:p>
          <w:p w14:paraId="44EA01BB" w14:textId="77777777" w:rsidR="007233D1" w:rsidRPr="00C760D4" w:rsidRDefault="007233D1" w:rsidP="007233D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Vidro</w:t>
            </w:r>
          </w:p>
          <w:p w14:paraId="60513368" w14:textId="77777777" w:rsidR="007233D1" w:rsidRPr="00433441" w:rsidRDefault="007233D1" w:rsidP="007233D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3344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Sistemas construtivos tradicionais e pormenorização</w:t>
            </w:r>
          </w:p>
          <w:p w14:paraId="262DF9C5" w14:textId="77777777" w:rsidR="007233D1" w:rsidRPr="00C760D4" w:rsidRDefault="007233D1" w:rsidP="007233D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Noções de paredes portantes e sistema de </w:t>
            </w:r>
            <w:proofErr w:type="spellStart"/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porticado</w:t>
            </w:r>
            <w:proofErr w:type="spellEnd"/>
          </w:p>
          <w:p w14:paraId="4CD3BE00" w14:textId="77777777" w:rsidR="007233D1" w:rsidRPr="00C760D4" w:rsidRDefault="007233D1" w:rsidP="007233D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Paredes exteriores</w:t>
            </w:r>
          </w:p>
          <w:p w14:paraId="722CF21E" w14:textId="77777777" w:rsidR="007233D1" w:rsidRPr="00C760D4" w:rsidRDefault="007233D1" w:rsidP="007233D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Paredes interiores</w:t>
            </w:r>
          </w:p>
          <w:p w14:paraId="41516D39" w14:textId="77777777" w:rsidR="007233D1" w:rsidRPr="00C760D4" w:rsidRDefault="007233D1" w:rsidP="007233D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Lajes</w:t>
            </w:r>
          </w:p>
          <w:p w14:paraId="17D0C347" w14:textId="74803530" w:rsidR="007233D1" w:rsidRPr="007233D1" w:rsidRDefault="007233D1" w:rsidP="007233D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Coberturas inclinadas</w:t>
            </w:r>
          </w:p>
          <w:p w14:paraId="61A42A82" w14:textId="638C48C6" w:rsidR="00EF1DDD" w:rsidRPr="00D1477B" w:rsidRDefault="00EF1DDD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Estudos dos materiais contemporâneos</w:t>
            </w:r>
          </w:p>
          <w:p w14:paraId="71FF98A3" w14:textId="77777777" w:rsidR="00EF1DDD" w:rsidRPr="00D1477B" w:rsidRDefault="00EF1DDD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Aços e metais não ferrosos</w:t>
            </w:r>
          </w:p>
          <w:p w14:paraId="758F9621" w14:textId="77777777" w:rsidR="00EF1DDD" w:rsidRPr="00D1477B" w:rsidRDefault="00EF1DDD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Cimento</w:t>
            </w:r>
          </w:p>
          <w:p w14:paraId="207F6601" w14:textId="77777777" w:rsidR="00EF1DDD" w:rsidRPr="00D1477B" w:rsidRDefault="00EF1DDD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Polímeros</w:t>
            </w:r>
          </w:p>
          <w:p w14:paraId="5278EB23" w14:textId="77777777" w:rsidR="00EF1DDD" w:rsidRPr="00D1477B" w:rsidRDefault="00EF1DDD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Resinas, tintas e emulsões</w:t>
            </w:r>
          </w:p>
          <w:p w14:paraId="03E16F17" w14:textId="77777777" w:rsidR="00EF1DDD" w:rsidRPr="00D1477B" w:rsidRDefault="00EF1DDD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Sistemas construtivos contemporâneos e pormenorização</w:t>
            </w:r>
          </w:p>
          <w:p w14:paraId="7A6F82DE" w14:textId="77777777" w:rsidR="00EF1DDD" w:rsidRPr="00D1477B" w:rsidRDefault="00EF1DDD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de estrutura metálica e sistema misto</w:t>
            </w:r>
          </w:p>
          <w:p w14:paraId="22FC83B9" w14:textId="77777777" w:rsidR="00EF1DDD" w:rsidRPr="00D1477B" w:rsidRDefault="00EF1DDD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Paredes exteriores</w:t>
            </w:r>
          </w:p>
          <w:p w14:paraId="4C561A76" w14:textId="77777777" w:rsidR="00EF1DDD" w:rsidRPr="00D1477B" w:rsidRDefault="00EF1DDD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Paredes interiores</w:t>
            </w:r>
          </w:p>
          <w:p w14:paraId="1E41FAEF" w14:textId="77777777" w:rsidR="00EF1DDD" w:rsidRDefault="00EF1DDD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Lajes</w:t>
            </w:r>
          </w:p>
          <w:p w14:paraId="64446309" w14:textId="77777777" w:rsidR="00EF1DDD" w:rsidRPr="001B353A" w:rsidRDefault="00EF1DDD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B0CC9" w14:textId="4E903468" w:rsidR="00577335" w:rsidRDefault="00577335" w:rsidP="0057733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Integrar </w:t>
            </w:r>
            <w:r w:rsidRPr="004334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detalhes arquitetónicos e construtivos com atenção aos elementos específicos que caracterizam os diferentes sistemas.</w:t>
            </w:r>
          </w:p>
          <w:p w14:paraId="188DB8CD" w14:textId="77777777" w:rsidR="00534EE1" w:rsidRDefault="00534EE1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48D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as características gerais dos materiais existentes na construção contemporânea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9DC5635" w14:textId="418FC94A" w:rsidR="00534EE1" w:rsidRDefault="00534EE1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Representar</w:t>
            </w:r>
            <w:r w:rsidRPr="00FF48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materiais de construção existentes na construção e os processos de transformação e/ou de fabrico</w:t>
            </w:r>
          </w:p>
          <w:p w14:paraId="1D135594" w14:textId="7F01BA4E" w:rsidR="00EF1DDD" w:rsidRDefault="00534EE1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EF1D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EF1DDD" w:rsidRPr="00110B8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omunicar usando nomenclaturas </w:t>
            </w:r>
            <w:r w:rsidR="00A963F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</w:t>
            </w:r>
            <w:r w:rsidR="00EF1DDD" w:rsidRPr="00110B8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49406E9" w14:textId="77777777" w:rsidR="00534EE1" w:rsidRDefault="00534EE1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Avaliar</w:t>
            </w:r>
            <w:r w:rsidRPr="00FF48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condições de desempenho de cada material contemporâneo.</w:t>
            </w:r>
          </w:p>
          <w:p w14:paraId="6DEBE5B0" w14:textId="5E2F7A79" w:rsidR="001B78B0" w:rsidRPr="001B78B0" w:rsidRDefault="001B78B0" w:rsidP="001B78B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4334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valiar o desempenho térmico e acústico dos sistemas construtivos.</w:t>
            </w:r>
          </w:p>
          <w:p w14:paraId="09C6C34B" w14:textId="103461AE" w:rsidR="00EF1DDD" w:rsidRPr="00517AA8" w:rsidRDefault="00EF1DDD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Avaliar </w:t>
            </w:r>
            <w:r w:rsidRPr="00110B8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práticas construtivas sustentáveis e eficiência energética.</w:t>
            </w:r>
          </w:p>
          <w:p w14:paraId="293ED463" w14:textId="77777777" w:rsidR="00EF1DDD" w:rsidRDefault="00EF1DDD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110B8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ntegrar soluções construtivas </w:t>
            </w:r>
            <w:proofErr w:type="spellStart"/>
            <w:r w:rsidRPr="00110B8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ecoeficientes</w:t>
            </w:r>
            <w:proofErr w:type="spellEnd"/>
            <w:r w:rsidRPr="00110B8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nos detalhes.</w:t>
            </w:r>
          </w:p>
          <w:p w14:paraId="6A66A005" w14:textId="77777777" w:rsidR="00EF1DDD" w:rsidRDefault="00EF1DDD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10B8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nalisar problemas complexos e propor soluções inovadoras</w:t>
            </w:r>
          </w:p>
          <w:p w14:paraId="7E15D9A5" w14:textId="77777777" w:rsidR="00EF1DDD" w:rsidRPr="00057283" w:rsidRDefault="00EF1DDD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B9C7C" w14:textId="77777777" w:rsidR="00EF1DDD" w:rsidRDefault="00EF1DDD" w:rsidP="0087440D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1ABEF92C" w14:textId="77777777" w:rsidR="00EF1DDD" w:rsidRPr="00AE041A" w:rsidRDefault="00EF1DDD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2B69C256" w14:textId="77777777" w:rsidR="00EF1DDD" w:rsidRPr="00564406" w:rsidRDefault="00EF1DDD" w:rsidP="0087440D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13511D4F" w14:textId="77777777" w:rsidR="00EF1DDD" w:rsidRPr="00564406" w:rsidRDefault="00EF1DDD" w:rsidP="0087440D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29DE1ECA" w14:textId="77777777" w:rsidR="00EF1DDD" w:rsidRPr="00564406" w:rsidRDefault="00EF1DDD" w:rsidP="0087440D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495002F9" w14:textId="77777777" w:rsidR="00EF1DDD" w:rsidRPr="00564406" w:rsidRDefault="00EF1DDD" w:rsidP="0087440D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1D8EF143" w14:textId="77777777" w:rsidR="00EF1DDD" w:rsidRPr="00564406" w:rsidRDefault="00EF1DDD" w:rsidP="0087440D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0FCA52E9" w14:textId="77777777" w:rsidR="00EF1DDD" w:rsidRDefault="00EF1DDD" w:rsidP="0087440D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5FDB77A1" w14:textId="77777777" w:rsidR="00EF1DDD" w:rsidRDefault="00EF1DDD" w:rsidP="0087440D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0189442B" w14:textId="77777777" w:rsidR="00EF1DDD" w:rsidRDefault="00EF1DDD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A08CF96" w14:textId="77777777" w:rsidR="00EF1DDD" w:rsidRPr="00057283" w:rsidRDefault="00EF1DDD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0C6F9E5" w14:textId="77777777" w:rsidR="00EF1DDD" w:rsidRDefault="00EF1DDD" w:rsidP="00EF1DD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C6D737C" w14:textId="77777777" w:rsidR="00EF1DDD" w:rsidRDefault="00EF1DDD" w:rsidP="00EF1DD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DF44177" w14:textId="77777777" w:rsidR="00EF1DDD" w:rsidRPr="00F87025" w:rsidRDefault="00EF1DDD" w:rsidP="00EF1DD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E803EBB" w14:textId="77777777" w:rsidR="00EF1DDD" w:rsidRDefault="00EF1DDD" w:rsidP="00EF1DD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11203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Representar materiais construtivo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BEB2A07" w14:textId="77777777" w:rsidR="00832A37" w:rsidRDefault="00832A37" w:rsidP="00EF1DD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526F6E84" w14:textId="0F3108EF" w:rsidR="00832A37" w:rsidRPr="00832A37" w:rsidRDefault="00832A37" w:rsidP="00832A37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2A3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CC14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1</w:t>
      </w:r>
      <w:r w:rsidRPr="00832A3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Pr="00832A3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Reconhecendo as características únicas associadas a diferentes sistemas construtivos, como detalhes ornamentais, tipos de estrutura e técnicas específicas.</w:t>
      </w:r>
    </w:p>
    <w:p w14:paraId="25FAACC6" w14:textId="1EDAC641" w:rsidR="00832A37" w:rsidRPr="00F20E6F" w:rsidRDefault="00832A37" w:rsidP="00EF1DD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2A3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CC14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2</w:t>
      </w:r>
      <w:r w:rsidRPr="00832A3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Pr="00832A3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Aplicando os princípios físicos ativos nos sistemas construtivos</w:t>
      </w:r>
      <w:r w:rsidR="00FE048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r</w:t>
      </w:r>
      <w:r w:rsidR="00FE0481" w:rsidRPr="00832A3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econhecendo as propriedades dos materiais utilizados </w:t>
      </w:r>
    </w:p>
    <w:p w14:paraId="78F3773A" w14:textId="429F9C9C" w:rsidR="00EF1DDD" w:rsidRDefault="00EF1DDD" w:rsidP="00FE0481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FE048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3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Fazendo </w:t>
      </w:r>
      <w:r w:rsidRPr="00110B8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representações tecnicamente precisas, refletindo com exatidão os detalhes construtivos conforme especificado nos projetos.</w:t>
      </w:r>
    </w:p>
    <w:p w14:paraId="2F31F078" w14:textId="1265332E" w:rsidR="00EF1DDD" w:rsidRPr="0064164C" w:rsidRDefault="00EF1DDD" w:rsidP="00F3109A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F310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Representando</w:t>
      </w:r>
      <w:r w:rsidRPr="00110B8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 conformidade com as normas e regulamentações locais e internacionais aplicáveis à construção contemporânea.</w:t>
      </w:r>
    </w:p>
    <w:p w14:paraId="7061CAB6" w14:textId="0AA05370" w:rsidR="00EF1DDD" w:rsidRDefault="00F3109A" w:rsidP="00F3109A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</w:t>
      </w:r>
      <w:r w:rsidR="00EF1DD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="00EF1DD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F1DDD" w:rsidRPr="00E03A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 w:rsidR="00EF1DD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EF1DDD" w:rsidRPr="00E03A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vocabulário técnico de forma apropriada e consistente, evitando ambiguidades e garantindo uma comunicação clara.</w:t>
      </w:r>
    </w:p>
    <w:p w14:paraId="1677C800" w14:textId="44B6A058" w:rsidR="00832A37" w:rsidRPr="0064164C" w:rsidRDefault="00EF1DDD" w:rsidP="00F3109A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F310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6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E03A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Ajusta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03A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nível de detalh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</w:t>
      </w:r>
      <w:r w:rsidRPr="00E03A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linguagem técnica de acordo com o público-alvo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4FA46B7" w14:textId="77777777" w:rsidR="00EF1DDD" w:rsidRPr="00136AD8" w:rsidRDefault="00EF1DDD" w:rsidP="00EF1DD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779CF1" w14:textId="77777777" w:rsidR="00EF1DDD" w:rsidRPr="00F87025" w:rsidRDefault="00EF1DDD" w:rsidP="00EF1DD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7CCA7CF" w14:textId="77777777" w:rsidR="00EF1DDD" w:rsidRDefault="00EF1DDD" w:rsidP="00EF1DDD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314E9D5F" w14:textId="77777777" w:rsidR="00EF1DDD" w:rsidRDefault="00EF1DDD" w:rsidP="00EF1DDD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2FF811F1" w14:textId="77777777" w:rsidR="00EF1DDD" w:rsidRPr="009227C5" w:rsidRDefault="00EF1DDD" w:rsidP="00EF1DDD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5AD50884" w14:textId="77777777" w:rsidR="00EF1DDD" w:rsidRPr="009227C5" w:rsidRDefault="00EF1DDD" w:rsidP="00EF1DDD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9B4921C" w14:textId="77777777" w:rsidR="00EF1DDD" w:rsidRPr="00051C79" w:rsidRDefault="00EF1DDD" w:rsidP="00EF1DD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561410" w14:textId="77777777" w:rsidR="00EF1DDD" w:rsidRPr="00F87025" w:rsidRDefault="00EF1DDD" w:rsidP="00EF1DD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44C8621" w14:textId="77777777" w:rsidR="00EF1DDD" w:rsidRDefault="00EF1DDD" w:rsidP="00EF1DD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06C24B13" w14:textId="77777777" w:rsidR="00EF1DDD" w:rsidRDefault="00EF1DDD" w:rsidP="00EF1DD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66C6DC62" w14:textId="77777777" w:rsidR="00EF1DDD" w:rsidRPr="00501DC8" w:rsidRDefault="00EF1DDD" w:rsidP="00EF1DD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Modelação 3D</w:t>
      </w:r>
    </w:p>
    <w:p w14:paraId="76019C8D" w14:textId="77777777" w:rsidR="00EF1DDD" w:rsidRPr="00051C79" w:rsidRDefault="00EF1DDD" w:rsidP="00EF1DD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DFBE37" w14:textId="77777777" w:rsidR="00EF1DDD" w:rsidRPr="00F87025" w:rsidRDefault="00EF1DDD" w:rsidP="00EF1DD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0911A86" w14:textId="77777777" w:rsidR="00EF1DDD" w:rsidRPr="00051C79" w:rsidRDefault="00EF1DDD" w:rsidP="00EF1DD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B358A7" w14:textId="77777777" w:rsidR="00EF1DDD" w:rsidRPr="00051C79" w:rsidRDefault="00EF1DDD" w:rsidP="00EF1DD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5E8EF1" w14:textId="77777777" w:rsidR="00EF1DDD" w:rsidRDefault="00EF1DDD" w:rsidP="00EF1DDD">
      <w:pPr>
        <w:rPr>
          <w:rFonts w:ascii="Verdana Pro Light" w:hAnsi="Verdana Pro Light"/>
          <w:smallCaps/>
        </w:rPr>
      </w:pPr>
    </w:p>
    <w:p w14:paraId="764D14F5" w14:textId="77777777" w:rsidR="00F3109A" w:rsidRDefault="00F3109A" w:rsidP="00EF1DDD">
      <w:pPr>
        <w:rPr>
          <w:rFonts w:ascii="Verdana Pro Light" w:hAnsi="Verdana Pro Light"/>
          <w:smallCaps/>
        </w:rPr>
      </w:pPr>
    </w:p>
    <w:p w14:paraId="1299FD62" w14:textId="77777777" w:rsidR="00F3109A" w:rsidRDefault="00F3109A" w:rsidP="00EF1DDD">
      <w:pPr>
        <w:rPr>
          <w:rFonts w:ascii="Verdana Pro Light" w:hAnsi="Verdana Pro Light"/>
          <w:smallCaps/>
        </w:rPr>
      </w:pPr>
    </w:p>
    <w:p w14:paraId="15FA63AF" w14:textId="77777777" w:rsidR="00F3109A" w:rsidRDefault="00F3109A" w:rsidP="00EF1DDD">
      <w:pPr>
        <w:rPr>
          <w:rFonts w:ascii="Verdana Pro Light" w:hAnsi="Verdana Pro Light"/>
          <w:smallCaps/>
        </w:rPr>
      </w:pPr>
    </w:p>
    <w:p w14:paraId="3D3448AC" w14:textId="77777777" w:rsidR="00F3109A" w:rsidRDefault="00F3109A" w:rsidP="00EF1DDD">
      <w:pPr>
        <w:rPr>
          <w:rFonts w:ascii="Verdana Pro Light" w:hAnsi="Verdana Pro Light"/>
          <w:smallCaps/>
        </w:rPr>
      </w:pPr>
    </w:p>
    <w:p w14:paraId="151872AE" w14:textId="77777777" w:rsidR="00F3109A" w:rsidRDefault="00F3109A" w:rsidP="00EF1DDD">
      <w:pPr>
        <w:rPr>
          <w:rFonts w:ascii="Verdana Pro Light" w:hAnsi="Verdana Pro Light"/>
          <w:smallCaps/>
        </w:rPr>
      </w:pPr>
    </w:p>
    <w:p w14:paraId="629B1184" w14:textId="77777777" w:rsidR="00F3109A" w:rsidRDefault="00F3109A" w:rsidP="00EF1DDD">
      <w:pPr>
        <w:rPr>
          <w:rFonts w:ascii="Verdana Pro Light" w:hAnsi="Verdana Pro Light"/>
          <w:smallCaps/>
        </w:rPr>
      </w:pPr>
    </w:p>
    <w:p w14:paraId="65612618" w14:textId="77777777" w:rsidR="00F3109A" w:rsidRDefault="00F3109A" w:rsidP="00EF1DDD">
      <w:pPr>
        <w:rPr>
          <w:rFonts w:ascii="Verdana Pro Light" w:hAnsi="Verdana Pro Light"/>
          <w:smallCaps/>
        </w:rPr>
      </w:pPr>
    </w:p>
    <w:p w14:paraId="12AF0253" w14:textId="77777777" w:rsidR="00F3109A" w:rsidRDefault="00F3109A" w:rsidP="00EF1DDD">
      <w:pPr>
        <w:rPr>
          <w:rFonts w:ascii="Verdana Pro Light" w:hAnsi="Verdana Pro Light"/>
          <w:smallCaps/>
        </w:rPr>
      </w:pPr>
    </w:p>
    <w:p w14:paraId="2035BAEB" w14:textId="77777777" w:rsidR="00894725" w:rsidRDefault="00894725" w:rsidP="00894725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94725" w:rsidRPr="00136AD8" w14:paraId="7D39D450" w14:textId="77777777" w:rsidTr="0087440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850811F" w14:textId="13172F87" w:rsidR="00894725" w:rsidRPr="00136AD8" w:rsidRDefault="00894725" w:rsidP="0087440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EC4E2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D15F8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3765222" w14:textId="3BFFFA56" w:rsidR="00894725" w:rsidRPr="009C256C" w:rsidRDefault="00503273" w:rsidP="0087440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o</w:t>
            </w:r>
            <w:r w:rsidR="00894725" w:rsidRPr="0005160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programa preliminar </w:t>
            </w:r>
            <w:r w:rsidR="0023620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 estudo prévio </w:t>
            </w:r>
            <w:r w:rsidR="00894725" w:rsidRPr="0005160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do projeto de arquitetura.</w:t>
            </w:r>
          </w:p>
        </w:tc>
      </w:tr>
      <w:tr w:rsidR="00894725" w:rsidRPr="00136AD8" w14:paraId="71B411D8" w14:textId="77777777" w:rsidTr="0087440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E930BD5" w14:textId="44C1DFC5" w:rsidR="00894725" w:rsidRPr="00136AD8" w:rsidRDefault="00894725" w:rsidP="0087440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D15F81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A39AD24" w14:textId="77777777" w:rsidR="00894725" w:rsidRPr="00136AD8" w:rsidRDefault="00894725" w:rsidP="0087440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24AD9">
              <w:rPr>
                <w:rFonts w:ascii="Verdana Pro Light" w:eastAsia="Arial Unicode MS" w:hAnsi="Verdana Pro Light" w:cs="Times New Roman"/>
                <w:sz w:val="18"/>
                <w:szCs w:val="18"/>
              </w:rPr>
              <w:t>Projeto de arquitetura - programa preliminar</w:t>
            </w:r>
          </w:p>
        </w:tc>
      </w:tr>
    </w:tbl>
    <w:p w14:paraId="241D8E85" w14:textId="77777777" w:rsidR="00894725" w:rsidRPr="00136AD8" w:rsidRDefault="00894725" w:rsidP="0089472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CF15252" w14:textId="77777777" w:rsidR="00894725" w:rsidRPr="003200F2" w:rsidRDefault="00894725" w:rsidP="0089472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0EFCAA2" w14:textId="77777777" w:rsidR="00894725" w:rsidRPr="00136AD8" w:rsidRDefault="00894725" w:rsidP="0089472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94725" w:rsidRPr="00136AD8" w14:paraId="6A51D26B" w14:textId="77777777" w:rsidTr="0087440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A3DA78E" w14:textId="77777777" w:rsidR="00894725" w:rsidRPr="001B353A" w:rsidRDefault="00894725" w:rsidP="0087440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94725" w:rsidRPr="00136AD8" w14:paraId="0B087B1F" w14:textId="77777777" w:rsidTr="0087440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0238EC" w14:textId="5AD81FBF" w:rsidR="00894725" w:rsidRPr="009934B7" w:rsidRDefault="00894725" w:rsidP="0087440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9934B7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Estudar a localização, funcionamento e requisitos da obra de arquitetura.</w:t>
            </w:r>
          </w:p>
          <w:p w14:paraId="504E9EB5" w14:textId="24AAF84B" w:rsidR="00894725" w:rsidRPr="009934B7" w:rsidRDefault="00894725" w:rsidP="0087440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9203B">
              <w:rPr>
                <w:rFonts w:ascii="Verdana Pro Light" w:eastAsia="Arial Unicode MS" w:hAnsi="Verdana Pro Light" w:cs="Arial Unicode MS"/>
                <w:sz w:val="18"/>
                <w:szCs w:val="18"/>
              </w:rPr>
              <w:t>Listar</w:t>
            </w:r>
            <w:r w:rsidR="00F9203B" w:rsidRPr="00F9203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necessidades funcionais e espaciais</w:t>
            </w:r>
            <w:r w:rsidR="00F8545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requisitos do projeto</w:t>
            </w:r>
          </w:p>
          <w:p w14:paraId="732B71F3" w14:textId="3B7B9583" w:rsidR="00894725" w:rsidRPr="009934B7" w:rsidRDefault="00894725" w:rsidP="0087440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9934B7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elementos topográficos e cartográficos</w:t>
            </w:r>
          </w:p>
          <w:p w14:paraId="1C412A82" w14:textId="031D0B91" w:rsidR="00894725" w:rsidRPr="007202AD" w:rsidRDefault="00894725" w:rsidP="007202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8545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Criar </w:t>
            </w:r>
            <w:r w:rsidR="000A5F2D">
              <w:rPr>
                <w:rFonts w:ascii="Verdana Pro Light" w:eastAsia="Arial Unicode MS" w:hAnsi="Verdana Pro Light" w:cs="Arial Unicode MS"/>
                <w:sz w:val="18"/>
                <w:szCs w:val="18"/>
              </w:rPr>
              <w:t>esboços, diagramas conceptuais e estudos de massa</w:t>
            </w:r>
          </w:p>
        </w:tc>
      </w:tr>
      <w:tr w:rsidR="00894725" w:rsidRPr="00136AD8" w14:paraId="7165ADF0" w14:textId="77777777" w:rsidTr="0087440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680916" w14:textId="77777777" w:rsidR="00894725" w:rsidRPr="001B353A" w:rsidRDefault="00894725" w:rsidP="0087440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316D01" w14:textId="77777777" w:rsidR="00894725" w:rsidRPr="001B353A" w:rsidRDefault="00894725" w:rsidP="0087440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42F9B4D" w14:textId="77777777" w:rsidR="00894725" w:rsidRPr="001B353A" w:rsidRDefault="00894725" w:rsidP="0087440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94725" w:rsidRPr="00136AD8" w14:paraId="03E17AC0" w14:textId="77777777" w:rsidTr="0087440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ECFA3" w14:textId="77777777" w:rsidR="00894725" w:rsidRPr="002A4ED9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2A4ED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Conceitos prévios</w:t>
            </w:r>
          </w:p>
          <w:p w14:paraId="6D009F5E" w14:textId="77777777" w:rsidR="00894725" w:rsidRDefault="00894725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60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2A4E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da arquitetura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BEEBC5A" w14:textId="77777777" w:rsidR="00894725" w:rsidRDefault="00894725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60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2A4E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ateriais de construção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0BCB56B" w14:textId="77777777" w:rsidR="00894725" w:rsidRDefault="00894725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60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2A4E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istemas estruturais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28892DB" w14:textId="77777777" w:rsidR="00894725" w:rsidRPr="002A4ED9" w:rsidRDefault="00894725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60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</w:t>
            </w:r>
            <w:r w:rsidRPr="002A4E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ormas de construção e tecnologias emergentes.</w:t>
            </w:r>
          </w:p>
          <w:p w14:paraId="4C768BE3" w14:textId="77777777" w:rsidR="00894725" w:rsidRPr="002A4ED9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2A4ED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Requisitos dos programas preliminares</w:t>
            </w:r>
          </w:p>
          <w:p w14:paraId="7AE1635F" w14:textId="77777777" w:rsidR="00894725" w:rsidRPr="002A4ED9" w:rsidRDefault="00894725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4E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específicos constantes da legislação</w:t>
            </w:r>
          </w:p>
          <w:p w14:paraId="33AE3789" w14:textId="77777777" w:rsidR="00894725" w:rsidRPr="002A4ED9" w:rsidRDefault="00894725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4E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orgânicas</w:t>
            </w:r>
          </w:p>
          <w:p w14:paraId="3D955EB5" w14:textId="77777777" w:rsidR="00894725" w:rsidRPr="002A4ED9" w:rsidRDefault="00894725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4E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Localização e elementos topográficos e cartográficos</w:t>
            </w:r>
          </w:p>
          <w:p w14:paraId="265F1AB9" w14:textId="77777777" w:rsidR="00894725" w:rsidRPr="002A4ED9" w:rsidRDefault="00894725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4E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ambientais</w:t>
            </w:r>
          </w:p>
          <w:p w14:paraId="2991044C" w14:textId="77777777" w:rsidR="00894725" w:rsidRPr="002A4ED9" w:rsidRDefault="00894725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4E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Condicionamentos financeiros da obra e respetivos custos</w:t>
            </w:r>
          </w:p>
          <w:p w14:paraId="3B5EB053" w14:textId="77777777" w:rsidR="00894725" w:rsidRPr="002A4ED9" w:rsidRDefault="00894725" w:rsidP="008744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4E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Prazos de execução a observar</w:t>
            </w:r>
          </w:p>
          <w:p w14:paraId="3087C780" w14:textId="77777777" w:rsidR="0023620D" w:rsidRPr="001D42C2" w:rsidRDefault="0023620D" w:rsidP="00236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D42C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Conceitos prévios</w:t>
            </w:r>
          </w:p>
          <w:p w14:paraId="63FD4FBE" w14:textId="77777777" w:rsidR="0023620D" w:rsidRPr="001D42C2" w:rsidRDefault="0023620D" w:rsidP="002362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460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Figura de cliente/dono de obra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7E9087D" w14:textId="77777777" w:rsidR="0023620D" w:rsidRPr="001D42C2" w:rsidRDefault="0023620D" w:rsidP="002362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460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Caracterização das principais formas de encomenda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1F75C6F" w14:textId="77777777" w:rsidR="0023620D" w:rsidRPr="001D42C2" w:rsidRDefault="0023620D" w:rsidP="002362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460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Fases de desenvolvimento de um projeto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9A1CA91" w14:textId="77777777" w:rsidR="0023620D" w:rsidRPr="001D42C2" w:rsidRDefault="0023620D" w:rsidP="00236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D42C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Constituição de equipas para elaboração de projetos de arquitetura</w:t>
            </w:r>
          </w:p>
          <w:p w14:paraId="2EE4F804" w14:textId="77777777" w:rsidR="0023620D" w:rsidRPr="001D42C2" w:rsidRDefault="0023620D" w:rsidP="00236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D42C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Apresentação e desenvolvimento do trabalho prático</w:t>
            </w:r>
          </w:p>
          <w:p w14:paraId="210B750A" w14:textId="77777777" w:rsidR="0023620D" w:rsidRPr="001D42C2" w:rsidRDefault="0023620D" w:rsidP="002362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60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temas e objetivos a desenvolver</w:t>
            </w:r>
          </w:p>
          <w:p w14:paraId="4F95D454" w14:textId="77777777" w:rsidR="0023620D" w:rsidRPr="001D42C2" w:rsidRDefault="0023620D" w:rsidP="002362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60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Calendarização do seu desenvolvimento</w:t>
            </w:r>
          </w:p>
          <w:p w14:paraId="41FF703C" w14:textId="77777777" w:rsidR="0023620D" w:rsidRPr="001D42C2" w:rsidRDefault="0023620D" w:rsidP="002362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60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Prefiguração de problemas e condicionantes</w:t>
            </w:r>
          </w:p>
          <w:p w14:paraId="7F817FD7" w14:textId="77777777" w:rsidR="0023620D" w:rsidRPr="001D42C2" w:rsidRDefault="0023620D" w:rsidP="002362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60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Articulação de todos os elementos – integração da informação</w:t>
            </w:r>
          </w:p>
          <w:p w14:paraId="6F82C4DF" w14:textId="4EC343ED" w:rsidR="00894725" w:rsidRPr="0023620D" w:rsidRDefault="0023620D" w:rsidP="0023620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60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esenhos específicos com a escala ajustada ao tema a comunicar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78A3D" w14:textId="77777777" w:rsidR="00894725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</w:t>
            </w:r>
            <w:r w:rsidRPr="002A4E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entrevistas e reuniões para compreender as expectativas e requisitos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00EF6F1" w14:textId="77777777" w:rsidR="00894725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2A4E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nalisar e interpretar as necessidades funcionais, estéticas e práticas do cliente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924388B" w14:textId="77777777" w:rsidR="00894725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2A4E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ntegrar as características do local, contexto histórico e cultural, regulamentações locais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D9A00CB" w14:textId="77777777" w:rsidR="00894725" w:rsidRPr="00517AA8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2A4E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esenvolver soluções criativas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inovadoras.</w:t>
            </w:r>
          </w:p>
          <w:p w14:paraId="555207C7" w14:textId="77777777" w:rsidR="00D24EDC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4E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visualmente ideias arquitetónicas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 w:rsidR="00D24EDC" w:rsidRPr="009934B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52BA9D83" w14:textId="77777777" w:rsidR="0023620D" w:rsidRDefault="0023620D" w:rsidP="00236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e compreender a organização do espaço proposta no estudo prévio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C399D74" w14:textId="77777777" w:rsidR="0023620D" w:rsidRDefault="0023620D" w:rsidP="00236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nalisar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movimentação dos utilizadores </w:t>
            </w: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pelo espaço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95A5671" w14:textId="77777777" w:rsidR="0023620D" w:rsidRDefault="0023620D" w:rsidP="00236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Ler</w:t>
            </w: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interpreta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plantas, cortes e outros documentos gráficos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9B2E4BA" w14:textId="77777777" w:rsidR="0023620D" w:rsidRPr="001D42C2" w:rsidRDefault="0023620D" w:rsidP="00236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o conceito arquitetónico subjacente ao estudo prévio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EFD6579" w14:textId="77777777" w:rsidR="0023620D" w:rsidRDefault="0023620D" w:rsidP="00236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valiar proporções e escala no estudo prévio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A2AABBF" w14:textId="77777777" w:rsidR="0023620D" w:rsidRDefault="0023620D" w:rsidP="00236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ontextualizar o estudo prévio em relação ao ambiente circundante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20BA197" w14:textId="77777777" w:rsidR="0023620D" w:rsidRPr="00E77D4B" w:rsidRDefault="0023620D" w:rsidP="00236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nalisar 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funcionalidade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proposta no estudo prévio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>
              <w:t xml:space="preserve"> </w:t>
            </w:r>
          </w:p>
          <w:p w14:paraId="73430A93" w14:textId="77777777" w:rsidR="0023620D" w:rsidRDefault="0023620D" w:rsidP="00236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S</w:t>
            </w: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cionar</w:t>
            </w:r>
            <w:r w:rsidRPr="001D42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materiais e texturas propostas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DF998BE" w14:textId="77777777" w:rsidR="0023620D" w:rsidRDefault="0023620D" w:rsidP="00236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E77D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econhecer elementos de sustentabilidade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2F7AD27" w14:textId="5140C197" w:rsidR="0023620D" w:rsidRPr="0023620D" w:rsidRDefault="0023620D" w:rsidP="00236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E77D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arantir que o estudo prévio esteja em conformidade com as diretrizes aplicáveis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81D2C7B" w14:textId="7A16BCB3" w:rsidR="00894725" w:rsidRPr="00057283" w:rsidRDefault="00D24EDC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934B7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os condicionamentos financeiros e os prazos para elaboração de um projeto de arquitetura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0687D" w14:textId="77777777" w:rsidR="00894725" w:rsidRPr="00AE041A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 pelas suas ações.</w:t>
            </w:r>
          </w:p>
          <w:p w14:paraId="3BF55C47" w14:textId="77777777" w:rsidR="00894725" w:rsidRPr="00AE041A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no âmbito das suas funções.   </w:t>
            </w:r>
          </w:p>
          <w:p w14:paraId="4EE1D39A" w14:textId="77777777" w:rsidR="00894725" w:rsidRPr="00AE041A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Empatia </w:t>
            </w:r>
          </w:p>
          <w:p w14:paraId="487FA38C" w14:textId="77777777" w:rsidR="00894725" w:rsidRPr="00AE041A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63B1FB36" w14:textId="77777777" w:rsidR="00894725" w:rsidRPr="00AE041A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3DFF4027" w14:textId="77777777" w:rsidR="00894725" w:rsidRPr="00AE041A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044CE37A" w14:textId="77777777" w:rsidR="00894725" w:rsidRPr="00AE041A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diferenças individuais.</w:t>
            </w:r>
          </w:p>
          <w:p w14:paraId="14BF617E" w14:textId="77777777" w:rsidR="00894725" w:rsidRPr="00AE041A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D0BCBA9" w14:textId="77777777" w:rsidR="00894725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1890BE4E" w14:textId="77777777" w:rsidR="00894725" w:rsidRPr="00057283" w:rsidRDefault="00894725" w:rsidP="008744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C2EC501" w14:textId="77777777" w:rsidR="00894725" w:rsidRDefault="00894725" w:rsidP="0089472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948AC7A" w14:textId="77777777" w:rsidR="00894725" w:rsidRDefault="00894725" w:rsidP="0089472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40D9A90" w14:textId="77777777" w:rsidR="00894725" w:rsidRPr="00F87025" w:rsidRDefault="00894725" w:rsidP="0089472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1248C11" w14:textId="621E35BA" w:rsidR="005368E0" w:rsidRDefault="005368E0" w:rsidP="0089472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5368E0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Executar o programa preliminar e estudo prévio do projeto de arquitetura.</w:t>
      </w:r>
    </w:p>
    <w:p w14:paraId="12AD2551" w14:textId="4FEAC4AB" w:rsidR="00894725" w:rsidRPr="0064164C" w:rsidRDefault="00894725" w:rsidP="0089472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547F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</w:t>
      </w:r>
      <w:r w:rsidR="003547FA" w:rsidRPr="00E77D4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ompreende</w:t>
      </w:r>
      <w:r w:rsidR="003547F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3547FA" w:rsidRPr="00E77D4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conceito global e as intenções do projeto apresentadas no estudo prévio</w:t>
      </w:r>
    </w:p>
    <w:p w14:paraId="177D50BF" w14:textId="5696BF43" w:rsidR="00894725" w:rsidRPr="0064164C" w:rsidRDefault="00894725" w:rsidP="0089472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3006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Refletindo adequadamente no projeto</w:t>
      </w:r>
      <w:r w:rsidRPr="00E03F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necessidades funcionais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D8F6B54" w14:textId="12BE3116" w:rsidR="00894725" w:rsidRPr="0064164C" w:rsidRDefault="00894725" w:rsidP="0089472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547F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</w:t>
      </w:r>
      <w:r w:rsidR="003547FA" w:rsidRPr="00E77D4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elaciona</w:t>
      </w:r>
      <w:r w:rsidR="003547F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="003547FA" w:rsidRPr="00E77D4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ambiente circundante, topografia, vizinhança e características culturais</w:t>
      </w:r>
      <w:r w:rsidRPr="00E03F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normas locais e restrições legais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8901D3A" w14:textId="77777777" w:rsidR="003547FA" w:rsidRDefault="00894725" w:rsidP="0089472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547F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="003547FA" w:rsidRPr="00E77D4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nalisa</w:t>
      </w:r>
      <w:r w:rsidR="003547F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3547FA" w:rsidRPr="00E77D4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aspetos estéticos, incluindo proporções, escala, e harmonia visual</w:t>
      </w:r>
      <w:r w:rsidR="003547F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2155B58" w14:textId="65A6420A" w:rsidR="00894725" w:rsidRPr="0064164C" w:rsidRDefault="003547FA" w:rsidP="0089472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4805E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5. </w:t>
      </w:r>
      <w:r w:rsidR="00D3006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Concebendo soluções inovadoras e criativas </w:t>
      </w:r>
    </w:p>
    <w:p w14:paraId="5EFF1C33" w14:textId="723CA7F2" w:rsidR="0023620D" w:rsidRPr="0064164C" w:rsidRDefault="00894725" w:rsidP="004805E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4805E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6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E03F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dapta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</w:t>
      </w:r>
      <w:r w:rsidRPr="00E03F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</w:t>
      </w:r>
      <w:r w:rsidRPr="00E03F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programa preliminar com base no feedback recebido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C0D38D4" w14:textId="77777777" w:rsidR="00894725" w:rsidRPr="00136AD8" w:rsidRDefault="00894725" w:rsidP="0089472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4A00D3" w14:textId="77777777" w:rsidR="00894725" w:rsidRPr="00F87025" w:rsidRDefault="00894725" w:rsidP="0089472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C0E5007" w14:textId="77777777" w:rsidR="00894725" w:rsidRDefault="00894725" w:rsidP="0089472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7C211148" w14:textId="77777777" w:rsidR="00894725" w:rsidRDefault="00894725" w:rsidP="0089472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1BA0E7ED" w14:textId="77777777" w:rsidR="00894725" w:rsidRPr="009227C5" w:rsidRDefault="00894725" w:rsidP="0089472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06EE30D0" w14:textId="77777777" w:rsidR="00894725" w:rsidRPr="009227C5" w:rsidRDefault="00894725" w:rsidP="0089472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AD35A80" w14:textId="77777777" w:rsidR="00894725" w:rsidRPr="00051C79" w:rsidRDefault="00894725" w:rsidP="0089472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43D085" w14:textId="77777777" w:rsidR="00894725" w:rsidRPr="00F87025" w:rsidRDefault="00894725" w:rsidP="0089472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9A34712" w14:textId="77777777" w:rsidR="00894725" w:rsidRDefault="00894725" w:rsidP="0089472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67EA65B0" w14:textId="77777777" w:rsidR="00894725" w:rsidRDefault="00894725" w:rsidP="0089472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264BFD36" w14:textId="77777777" w:rsidR="00894725" w:rsidRDefault="00894725" w:rsidP="0089472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Material para desenho técnico</w:t>
      </w:r>
    </w:p>
    <w:p w14:paraId="4C3DC626" w14:textId="77777777" w:rsidR="00894725" w:rsidRPr="00501DC8" w:rsidRDefault="00894725" w:rsidP="0089472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8E78F38" w14:textId="77777777" w:rsidR="00894725" w:rsidRPr="00051C79" w:rsidRDefault="00894725" w:rsidP="0089472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6E5B5E" w14:textId="77777777" w:rsidR="00894725" w:rsidRPr="00F87025" w:rsidRDefault="00894725" w:rsidP="0089472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2B40116" w14:textId="77777777" w:rsidR="00894725" w:rsidRPr="00051C79" w:rsidRDefault="00894725" w:rsidP="0089472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9A7DF6" w14:textId="77777777" w:rsidR="00894725" w:rsidRPr="00051C79" w:rsidRDefault="00894725" w:rsidP="0089472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DF1F75" w14:textId="77777777" w:rsidR="00894725" w:rsidRPr="00051C79" w:rsidRDefault="00894725" w:rsidP="0089472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C6A438" w14:textId="77777777" w:rsidR="00894725" w:rsidRDefault="00894725" w:rsidP="00894725">
      <w:pPr>
        <w:rPr>
          <w:rFonts w:ascii="Verdana Pro Light" w:hAnsi="Verdana Pro Light"/>
          <w:smallCaps/>
        </w:rPr>
      </w:pPr>
    </w:p>
    <w:p w14:paraId="4096D495" w14:textId="77777777" w:rsidR="00894725" w:rsidRDefault="00894725" w:rsidP="00894725">
      <w:pPr>
        <w:rPr>
          <w:rFonts w:ascii="Verdana Pro Light" w:hAnsi="Verdana Pro Light"/>
          <w:smallCaps/>
        </w:rPr>
      </w:pPr>
    </w:p>
    <w:p w14:paraId="7566229B" w14:textId="77777777" w:rsidR="00894725" w:rsidRDefault="00894725" w:rsidP="00894725">
      <w:pPr>
        <w:rPr>
          <w:rFonts w:ascii="Verdana Pro Light" w:hAnsi="Verdana Pro Light"/>
          <w:smallCaps/>
        </w:rPr>
      </w:pPr>
    </w:p>
    <w:p w14:paraId="6A4A8346" w14:textId="77777777" w:rsidR="00894725" w:rsidRDefault="00894725" w:rsidP="00894725">
      <w:pPr>
        <w:rPr>
          <w:rFonts w:ascii="Verdana Pro Light" w:hAnsi="Verdana Pro Light"/>
          <w:smallCaps/>
        </w:rPr>
      </w:pPr>
    </w:p>
    <w:p w14:paraId="479B1515" w14:textId="77777777" w:rsidR="00894725" w:rsidRDefault="00894725" w:rsidP="00894725">
      <w:pPr>
        <w:rPr>
          <w:rFonts w:ascii="Verdana Pro Light" w:hAnsi="Verdana Pro Light"/>
          <w:smallCaps/>
        </w:rPr>
      </w:pPr>
    </w:p>
    <w:p w14:paraId="23849BC0" w14:textId="77777777" w:rsidR="00894725" w:rsidRDefault="00894725" w:rsidP="00894725">
      <w:pPr>
        <w:rPr>
          <w:rFonts w:ascii="Verdana Pro Light" w:hAnsi="Verdana Pro Light"/>
          <w:smallCaps/>
        </w:rPr>
      </w:pPr>
    </w:p>
    <w:p w14:paraId="3157D56A" w14:textId="77777777" w:rsidR="00894725" w:rsidRDefault="00894725" w:rsidP="00894725">
      <w:pPr>
        <w:rPr>
          <w:rFonts w:ascii="Verdana Pro Light" w:hAnsi="Verdana Pro Light"/>
          <w:smallCaps/>
        </w:rPr>
      </w:pPr>
    </w:p>
    <w:p w14:paraId="11A313FC" w14:textId="77777777" w:rsidR="00894725" w:rsidRDefault="00894725" w:rsidP="00894725">
      <w:pPr>
        <w:rPr>
          <w:rFonts w:ascii="Verdana Pro Light" w:hAnsi="Verdana Pro Light"/>
          <w:smallCaps/>
        </w:rPr>
      </w:pPr>
    </w:p>
    <w:p w14:paraId="3842612C" w14:textId="77777777" w:rsidR="00894725" w:rsidRDefault="00894725" w:rsidP="00894725">
      <w:pPr>
        <w:rPr>
          <w:rFonts w:ascii="Verdana Pro Light" w:hAnsi="Verdana Pro Light"/>
          <w:smallCaps/>
        </w:rPr>
      </w:pPr>
    </w:p>
    <w:p w14:paraId="23D3853A" w14:textId="77777777" w:rsidR="00894725" w:rsidRDefault="00894725" w:rsidP="0089472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520926" w14:textId="77777777" w:rsidR="00894725" w:rsidRDefault="00894725" w:rsidP="00EF1DDD">
      <w:pPr>
        <w:rPr>
          <w:rFonts w:ascii="Verdana Pro Light" w:hAnsi="Verdana Pro Light"/>
          <w:smallCaps/>
        </w:rPr>
      </w:pPr>
    </w:p>
    <w:p w14:paraId="0CC2B682" w14:textId="77777777" w:rsidR="00F3109A" w:rsidRDefault="00F3109A" w:rsidP="00EF1DDD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A7BF4" w:rsidRPr="00136AD8" w14:paraId="3AD833ED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DE0DB45" w14:textId="214F29C7" w:rsidR="004A7BF4" w:rsidRPr="00136AD8" w:rsidRDefault="004A7BF4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2B3ED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8403E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2B3ED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6489DBD" w14:textId="22B9EECF" w:rsidR="004A7BF4" w:rsidRPr="009C256C" w:rsidRDefault="004A7BF4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Desenhar</w:t>
            </w:r>
            <w:r w:rsidR="00A5117C">
              <w:t xml:space="preserve"> o</w:t>
            </w:r>
            <w:r>
              <w:t xml:space="preserve"> projeto base de arquitetura</w:t>
            </w:r>
          </w:p>
        </w:tc>
      </w:tr>
      <w:tr w:rsidR="004A7BF4" w:rsidRPr="00136AD8" w14:paraId="396FB2D8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34CE3E4" w14:textId="69532962" w:rsidR="004A7BF4" w:rsidRPr="00136AD8" w:rsidRDefault="004A7BF4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2B3ED9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7CF5EAC" w14:textId="77777777" w:rsidR="004A7BF4" w:rsidRPr="00136AD8" w:rsidRDefault="004A7BF4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24AD9">
              <w:rPr>
                <w:rFonts w:ascii="Verdana Pro Light" w:eastAsia="Arial Unicode MS" w:hAnsi="Verdana Pro Light" w:cs="Times New Roman"/>
                <w:sz w:val="18"/>
                <w:szCs w:val="18"/>
              </w:rPr>
              <w:t>Projeto base de arquitetura</w:t>
            </w:r>
          </w:p>
        </w:tc>
      </w:tr>
    </w:tbl>
    <w:p w14:paraId="0D2CD174" w14:textId="77777777" w:rsidR="004A7BF4" w:rsidRPr="00136AD8" w:rsidRDefault="004A7BF4" w:rsidP="004A7BF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B6BFF79" w14:textId="77777777" w:rsidR="004A7BF4" w:rsidRPr="003200F2" w:rsidRDefault="004A7BF4" w:rsidP="004A7BF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9347E80" w14:textId="77777777" w:rsidR="004A7BF4" w:rsidRPr="00136AD8" w:rsidRDefault="004A7BF4" w:rsidP="004A7BF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A7BF4" w:rsidRPr="00136AD8" w14:paraId="7709902B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E5E184" w14:textId="77777777" w:rsidR="004A7BF4" w:rsidRPr="001B353A" w:rsidRDefault="004A7BF4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A7BF4" w:rsidRPr="00136AD8" w14:paraId="5B6C054C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CAE58" w14:textId="47171B09" w:rsidR="004A7BF4" w:rsidRPr="006514A0" w:rsidRDefault="004A7BF4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D008B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Desenho da planta baixa em 2D</w:t>
            </w:r>
          </w:p>
          <w:p w14:paraId="46E92F06" w14:textId="1EFD2C3D" w:rsidR="004A7BF4" w:rsidRPr="006514A0" w:rsidRDefault="004A7BF4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D008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Extrusão </w:t>
            </w:r>
            <w:r w:rsidR="00D8077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 elementos da planta baixa </w:t>
            </w:r>
            <w:r w:rsidR="004D008B">
              <w:rPr>
                <w:rFonts w:ascii="Verdana Pro Light" w:eastAsia="Arial Unicode MS" w:hAnsi="Verdana Pro Light" w:cs="Arial Unicode MS"/>
                <w:sz w:val="18"/>
                <w:szCs w:val="18"/>
              </w:rPr>
              <w:t>para criar elementos 3D</w:t>
            </w:r>
          </w:p>
          <w:p w14:paraId="7ABDD6D6" w14:textId="5C77C6DE" w:rsidR="004A7BF4" w:rsidRPr="001B353A" w:rsidRDefault="004A7BF4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8077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Adição de detalhes e texturas, mobiliário e acessórios </w:t>
            </w:r>
          </w:p>
          <w:p w14:paraId="30F6FF2D" w14:textId="77777777" w:rsidR="004A7BF4" w:rsidRDefault="004A7BF4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661F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Configuração </w:t>
            </w:r>
            <w:r w:rsidR="00125C9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da iluminação, </w:t>
            </w:r>
            <w:proofErr w:type="spellStart"/>
            <w:r w:rsidR="00B661F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renderização</w:t>
            </w:r>
            <w:proofErr w:type="spellEnd"/>
            <w:r w:rsidR="00125C9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análise e ajustes </w:t>
            </w:r>
          </w:p>
          <w:p w14:paraId="5FE7D1E4" w14:textId="38173C5D" w:rsidR="00125C9C" w:rsidRPr="008951B4" w:rsidRDefault="00125C9C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C9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 w:rsidR="008951B4">
              <w:rPr>
                <w:rFonts w:ascii="Verdana Pro Light" w:eastAsia="Arial Unicode MS" w:hAnsi="Verdana Pro Light" w:cs="Arial Unicode MS"/>
                <w:sz w:val="18"/>
                <w:szCs w:val="18"/>
              </w:rPr>
              <w:t>P</w:t>
            </w:r>
            <w:r w:rsidRPr="00125C9C">
              <w:rPr>
                <w:rFonts w:ascii="Verdana Pro Light" w:eastAsia="Arial Unicode MS" w:hAnsi="Verdana Pro Light" w:cs="Arial Unicode MS"/>
                <w:sz w:val="18"/>
                <w:szCs w:val="18"/>
              </w:rPr>
              <w:t>rodução</w:t>
            </w:r>
            <w:r w:rsidRPr="008951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8951B4" w:rsidRPr="008951B4">
              <w:rPr>
                <w:rFonts w:ascii="Verdana Pro Light" w:eastAsia="Arial Unicode MS" w:hAnsi="Verdana Pro Light" w:cs="Arial Unicode MS"/>
                <w:sz w:val="18"/>
                <w:szCs w:val="18"/>
              </w:rPr>
              <w:t>documentação técnica, como plantas, cortes e elevações</w:t>
            </w:r>
            <w:r w:rsidR="000821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da apresentação ao cliente </w:t>
            </w:r>
          </w:p>
        </w:tc>
      </w:tr>
      <w:tr w:rsidR="004A7BF4" w:rsidRPr="00136AD8" w14:paraId="0D2CD2FC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141CE9" w14:textId="77777777" w:rsidR="004A7BF4" w:rsidRPr="001B353A" w:rsidRDefault="004A7BF4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A5EA7D" w14:textId="77777777" w:rsidR="004A7BF4" w:rsidRPr="001B353A" w:rsidRDefault="004A7BF4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821A112" w14:textId="77777777" w:rsidR="004A7BF4" w:rsidRPr="001B353A" w:rsidRDefault="004A7BF4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A7BF4" w:rsidRPr="00136AD8" w14:paraId="6271947B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6BDCE" w14:textId="77777777" w:rsidR="004A7BF4" w:rsidRPr="00686490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8649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Projeto base de arquitetura</w:t>
            </w:r>
          </w:p>
          <w:p w14:paraId="16CC3A6A" w14:textId="77777777" w:rsidR="004A7BF4" w:rsidRPr="00686490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8649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Formas de instrução e organização de um projeto de licenciamento</w:t>
            </w:r>
          </w:p>
          <w:p w14:paraId="33E9BF4A" w14:textId="77777777" w:rsidR="004A7BF4" w:rsidRPr="00686490" w:rsidRDefault="004A7BF4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6864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ntidades licenciadoras de âmbito central e local</w:t>
            </w:r>
          </w:p>
          <w:p w14:paraId="295C3800" w14:textId="77777777" w:rsidR="004A7BF4" w:rsidRPr="00686490" w:rsidRDefault="004A7BF4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64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Normativas legais aplicáveis (de âmbito nacional e municipal)</w:t>
            </w:r>
          </w:p>
          <w:p w14:paraId="51DD21BB" w14:textId="77777777" w:rsidR="004A7BF4" w:rsidRPr="00686490" w:rsidRDefault="004A7BF4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64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de informação urbana</w:t>
            </w:r>
          </w:p>
          <w:p w14:paraId="2B63D295" w14:textId="77777777" w:rsidR="004A7BF4" w:rsidRPr="00686490" w:rsidRDefault="004A7BF4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64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Peças desenhadas</w:t>
            </w:r>
          </w:p>
          <w:p w14:paraId="09145A83" w14:textId="33322FC3" w:rsidR="00E73348" w:rsidRDefault="004A7BF4" w:rsidP="00E7334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64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Peças escritas</w:t>
            </w:r>
          </w:p>
          <w:p w14:paraId="71E557B7" w14:textId="7F8E33DC" w:rsidR="00E73348" w:rsidRDefault="00BA62AB" w:rsidP="00E733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</w:t>
            </w:r>
            <w:r w:rsidRPr="00BA62A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oftware de modelagem 3D</w:t>
            </w:r>
          </w:p>
          <w:p w14:paraId="757BA935" w14:textId="6A3739A4" w:rsidR="00B009D6" w:rsidRDefault="00B009D6" w:rsidP="00E733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B009D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rojeções ortogonais, escalas, cotas e simbologia arquitetónica</w:t>
            </w:r>
          </w:p>
          <w:p w14:paraId="0BD786B9" w14:textId="5DDEF36A" w:rsidR="004E2114" w:rsidRDefault="004E2114" w:rsidP="002E5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4E211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ipos de luzes, técnicas de iluminação </w:t>
            </w:r>
          </w:p>
          <w:p w14:paraId="57A3486D" w14:textId="01F949FE" w:rsidR="004E2114" w:rsidRDefault="004E2114" w:rsidP="002E5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</w:t>
            </w:r>
            <w:r w:rsidRPr="004E211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onfiguração de materiais para </w:t>
            </w:r>
            <w:proofErr w:type="spellStart"/>
            <w:r w:rsidRPr="004E211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renderização</w:t>
            </w:r>
            <w:proofErr w:type="spellEnd"/>
            <w:r w:rsidRPr="004E211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.</w:t>
            </w:r>
          </w:p>
          <w:p w14:paraId="52BBACA3" w14:textId="70F1EB29" w:rsidR="00027D6B" w:rsidRPr="00027D6B" w:rsidRDefault="00027D6B" w:rsidP="002E553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N</w:t>
            </w:r>
            <w:r w:rsidRPr="00027D6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ormas e regulamentos arquitetónicos</w:t>
            </w:r>
          </w:p>
          <w:p w14:paraId="218CD135" w14:textId="6FA61C7C" w:rsidR="004A7BF4" w:rsidRPr="001B353A" w:rsidRDefault="007306E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009D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Documentação técnica de projeto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3E0A4" w14:textId="77777777" w:rsidR="007A446B" w:rsidRDefault="007A446B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A446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os princípios básicos de arquitetura,</w:t>
            </w:r>
          </w:p>
          <w:p w14:paraId="32429FE4" w14:textId="6C1C5FCB" w:rsidR="004A7BF4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C50AF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plantas baixas e cortes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0FCCC2A" w14:textId="77777777" w:rsidR="004A7BF4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0E73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0E73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aparência frontal dos edifícios e suas características estilísticas.</w:t>
            </w:r>
          </w:p>
          <w:p w14:paraId="3D313509" w14:textId="77777777" w:rsidR="004A7BF4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6864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nalisar perspetivas, reconhecendo a representação tridimensional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3CC6294" w14:textId="77777777" w:rsidR="004A7BF4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6864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nalisar detalhes construtivos, identificando como diferentes elementos se conectam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3D694A0" w14:textId="4EEBDC49" w:rsidR="00682545" w:rsidRPr="00517AA8" w:rsidRDefault="0068254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6825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ompreender conceitos como projeções ortogonais, escalas, cotas e simbologia arquitetónica</w:t>
            </w:r>
          </w:p>
          <w:p w14:paraId="72EE861A" w14:textId="77777777" w:rsidR="004A7BF4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6864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especificações técnicas e legendas presentes nos desenhos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39B9871" w14:textId="77777777" w:rsidR="004A7BF4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6864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econhecer escalas utilizadas nos desenhos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33410C6" w14:textId="77777777" w:rsidR="004A7BF4" w:rsidRPr="00057283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46115" w14:textId="77777777" w:rsidR="004A7BF4" w:rsidRPr="00AE041A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6EBD44B5" w14:textId="77777777" w:rsidR="004A7BF4" w:rsidRPr="00AE041A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no âmbito das suas funções.   </w:t>
            </w:r>
          </w:p>
          <w:p w14:paraId="6E01CB0A" w14:textId="77777777" w:rsidR="004A7BF4" w:rsidRPr="00AE041A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Empatia </w:t>
            </w:r>
          </w:p>
          <w:p w14:paraId="55D71F11" w14:textId="77777777" w:rsidR="004A7BF4" w:rsidRPr="00AE041A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38CFA053" w14:textId="77777777" w:rsidR="004A7BF4" w:rsidRPr="00AE041A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10465F21" w14:textId="77777777" w:rsidR="004A7BF4" w:rsidRPr="00AE041A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6BC39B2" w14:textId="77777777" w:rsidR="004A7BF4" w:rsidRPr="00AE041A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diferenças individuais.</w:t>
            </w:r>
          </w:p>
          <w:p w14:paraId="2DFE5129" w14:textId="77777777" w:rsidR="004A7BF4" w:rsidRPr="00AE041A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107C502A" w14:textId="77777777" w:rsidR="004A7BF4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0C1C0C90" w14:textId="77777777" w:rsidR="004A7BF4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B1AB7B9" w14:textId="77777777" w:rsidR="004A7BF4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06EBA8" w14:textId="77777777" w:rsidR="004A7BF4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38B4F65" w14:textId="77777777" w:rsidR="004A7BF4" w:rsidRPr="00057283" w:rsidRDefault="004A7BF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A5A14C4" w14:textId="77777777" w:rsidR="004A7BF4" w:rsidRDefault="004A7BF4" w:rsidP="004A7BF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CDB7421" w14:textId="77777777" w:rsidR="004A7BF4" w:rsidRDefault="004A7BF4" w:rsidP="004A7BF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A02D00E" w14:textId="77777777" w:rsidR="004A7BF4" w:rsidRPr="00F87025" w:rsidRDefault="004A7BF4" w:rsidP="004A7BF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8F4A085" w14:textId="7B501934" w:rsidR="004A7BF4" w:rsidRPr="00F20E6F" w:rsidRDefault="004A7BF4" w:rsidP="004A7BF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B1426">
        <w:rPr>
          <w:i/>
          <w:iCs/>
        </w:rPr>
        <w:t xml:space="preserve">Desenhar </w:t>
      </w:r>
      <w:proofErr w:type="spellStart"/>
      <w:r w:rsidR="00A5117C">
        <w:rPr>
          <w:i/>
          <w:iCs/>
        </w:rPr>
        <w:t>o</w:t>
      </w:r>
      <w:r w:rsidRPr="00CB1426">
        <w:rPr>
          <w:i/>
          <w:iCs/>
        </w:rPr>
        <w:t>projeto</w:t>
      </w:r>
      <w:proofErr w:type="spellEnd"/>
      <w:r w:rsidRPr="00CB1426">
        <w:rPr>
          <w:i/>
          <w:iCs/>
        </w:rPr>
        <w:t xml:space="preserve"> base de arquitetura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BBEFCD6" w14:textId="77777777" w:rsidR="004A7BF4" w:rsidRPr="0064164C" w:rsidRDefault="004A7BF4" w:rsidP="004A7B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68649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nterpreta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649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precisão plantas baixas e cortes, demonstrando compreensão dos elementos espaciais e suas relações.</w:t>
      </w:r>
    </w:p>
    <w:p w14:paraId="28F67483" w14:textId="77777777" w:rsidR="004A7BF4" w:rsidRPr="0064164C" w:rsidRDefault="004A7BF4" w:rsidP="004A7B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68649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nalisa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649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perspetivas, compreende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649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representação tridimensional do projeto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1E0861B" w14:textId="77777777" w:rsidR="004A7BF4" w:rsidRPr="0064164C" w:rsidRDefault="004A7BF4" w:rsidP="004A7B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</w:t>
      </w:r>
      <w:r w:rsidRPr="00D22F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evelando uma compreensão dos conceitos e relações representadas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nos diagramas arquitetónicos.</w:t>
      </w:r>
    </w:p>
    <w:p w14:paraId="6D857C58" w14:textId="77777777" w:rsidR="004A7BF4" w:rsidRPr="0064164C" w:rsidRDefault="004A7BF4" w:rsidP="004A7B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D22F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D22F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Pr="00D22F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detalhada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</w:t>
      </w:r>
      <w:r w:rsidRPr="00D22F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desenhos de detalhes construtivos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5002133" w14:textId="77777777" w:rsidR="004A7BF4" w:rsidRPr="0064164C" w:rsidRDefault="004A7BF4" w:rsidP="004A7BF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D22F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dentifica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D22F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simbologia gráfica específica da arquitetura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1066449" w14:textId="77777777" w:rsidR="004A7BF4" w:rsidRPr="00136AD8" w:rsidRDefault="004A7BF4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423EA7" w14:textId="77777777" w:rsidR="004A7BF4" w:rsidRPr="00F87025" w:rsidRDefault="004A7BF4" w:rsidP="004A7BF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16A695C" w14:textId="77777777" w:rsidR="004A7BF4" w:rsidRDefault="004A7BF4" w:rsidP="004A7BF4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6A5895FB" w14:textId="77777777" w:rsidR="004A7BF4" w:rsidRDefault="004A7BF4" w:rsidP="004A7BF4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637EBACA" w14:textId="77777777" w:rsidR="004A7BF4" w:rsidRPr="009227C5" w:rsidRDefault="004A7BF4" w:rsidP="004A7BF4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0FD0BF50" w14:textId="77777777" w:rsidR="004A7BF4" w:rsidRPr="009227C5" w:rsidRDefault="004A7BF4" w:rsidP="004A7BF4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6481111" w14:textId="77777777" w:rsidR="004A7BF4" w:rsidRPr="00051C79" w:rsidRDefault="004A7BF4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C38B13" w14:textId="77777777" w:rsidR="004A7BF4" w:rsidRPr="00F87025" w:rsidRDefault="004A7BF4" w:rsidP="004A7BF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9BB1FD5" w14:textId="77777777" w:rsidR="004A7BF4" w:rsidRDefault="004A7BF4" w:rsidP="004A7B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7AC1169A" w14:textId="77777777" w:rsidR="004A7BF4" w:rsidRDefault="004A7BF4" w:rsidP="004A7B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5C8D052F" w14:textId="77777777" w:rsidR="004A7BF4" w:rsidRDefault="004A7BF4" w:rsidP="004A7B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Material para desenho técnico</w:t>
      </w:r>
    </w:p>
    <w:p w14:paraId="290CC400" w14:textId="77777777" w:rsidR="004A7BF4" w:rsidRPr="00F87025" w:rsidRDefault="004A7BF4" w:rsidP="004A7BF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9C80B5D" w14:textId="77777777" w:rsidR="004A7BF4" w:rsidRPr="00051C79" w:rsidRDefault="004A7BF4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68E70C" w14:textId="77777777" w:rsidR="004A7BF4" w:rsidRPr="00051C79" w:rsidRDefault="004A7BF4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5747F4A" w14:textId="77777777" w:rsidR="004A7BF4" w:rsidRDefault="004A7BF4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333D05" w14:textId="77777777" w:rsidR="00B95AC7" w:rsidRDefault="00B95AC7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104D31" w14:textId="77777777" w:rsidR="00B95AC7" w:rsidRDefault="00B95AC7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DF0ACD" w14:textId="77777777" w:rsidR="00B95AC7" w:rsidRDefault="00B95AC7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8651D6A" w14:textId="77777777" w:rsidR="00B95AC7" w:rsidRDefault="00B95AC7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035E40" w14:textId="77777777" w:rsidR="00B95AC7" w:rsidRDefault="00B95AC7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9AE3F1" w14:textId="77777777" w:rsidR="00B95AC7" w:rsidRDefault="00B95AC7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2A3F58" w14:textId="77777777" w:rsidR="00B95AC7" w:rsidRDefault="00B95AC7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57CADB" w14:textId="77777777" w:rsidR="00B95AC7" w:rsidRDefault="00B95AC7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480038" w14:textId="77777777" w:rsidR="00B95AC7" w:rsidRDefault="00B95AC7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7168D7" w14:textId="77777777" w:rsidR="00B95AC7" w:rsidRDefault="00B95AC7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1F5C9F" w14:textId="77777777" w:rsidR="00B95AC7" w:rsidRDefault="00B95AC7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296339" w14:textId="77777777" w:rsidR="00B95AC7" w:rsidRDefault="00B95AC7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76ABF1" w14:textId="77777777" w:rsidR="00B95AC7" w:rsidRDefault="00B95AC7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F9F7C9" w14:textId="77777777" w:rsidR="00B95AC7" w:rsidRDefault="00B95AC7" w:rsidP="00B95AC7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95AC7" w:rsidRPr="00136AD8" w14:paraId="4BD07798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5A3B330" w14:textId="2D092163" w:rsidR="00B95AC7" w:rsidRPr="00136AD8" w:rsidRDefault="00B95AC7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8D3CE3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024E5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8D3CE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41DF1C2" w14:textId="7C926AC9" w:rsidR="00B95AC7" w:rsidRPr="009C256C" w:rsidRDefault="00745414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Produzir um</w:t>
            </w:r>
            <w:r w:rsidR="00B95AC7" w:rsidRPr="00342160">
              <w:t xml:space="preserve"> projeto de execução em arquitetura.</w:t>
            </w:r>
          </w:p>
        </w:tc>
      </w:tr>
      <w:tr w:rsidR="00B95AC7" w:rsidRPr="00136AD8" w14:paraId="2DEEAD85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788CD13" w14:textId="4928CF03" w:rsidR="00B95AC7" w:rsidRPr="00136AD8" w:rsidRDefault="00B95AC7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8D3CE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63016FC" w14:textId="77777777" w:rsidR="00B95AC7" w:rsidRPr="00136AD8" w:rsidRDefault="00B95AC7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24AD9">
              <w:rPr>
                <w:rFonts w:ascii="Verdana Pro Light" w:eastAsia="Arial Unicode MS" w:hAnsi="Verdana Pro Light" w:cs="Times New Roman"/>
                <w:sz w:val="18"/>
                <w:szCs w:val="18"/>
              </w:rPr>
              <w:t>Projeto de execução em arquitetura</w:t>
            </w:r>
          </w:p>
        </w:tc>
      </w:tr>
    </w:tbl>
    <w:p w14:paraId="3883976A" w14:textId="77777777" w:rsidR="00B95AC7" w:rsidRPr="00136AD8" w:rsidRDefault="00B95AC7" w:rsidP="00B95AC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B549E04" w14:textId="77777777" w:rsidR="00B95AC7" w:rsidRPr="003200F2" w:rsidRDefault="00B95AC7" w:rsidP="00B95AC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83ED77E" w14:textId="77777777" w:rsidR="00B95AC7" w:rsidRPr="00136AD8" w:rsidRDefault="00B95AC7" w:rsidP="00B95AC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95AC7" w:rsidRPr="00136AD8" w14:paraId="54F49A62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DDE705" w14:textId="77777777" w:rsidR="00B95AC7" w:rsidRPr="001B353A" w:rsidRDefault="00B95AC7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95AC7" w:rsidRPr="00136AD8" w14:paraId="08882CDE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BD659F" w14:textId="6A8EA829" w:rsidR="00A00BFF" w:rsidRDefault="00B95AC7" w:rsidP="00A00BF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="00A00BF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Identificação </w:t>
            </w:r>
            <w:r w:rsidR="006E49CB">
              <w:rPr>
                <w:rFonts w:ascii="Verdana Pro Light" w:eastAsia="Arial Unicode MS" w:hAnsi="Verdana Pro Light" w:cs="Arial Unicode MS"/>
                <w:sz w:val="18"/>
                <w:szCs w:val="18"/>
              </w:rPr>
              <w:t>dos elementos do projeto base a detalhar</w:t>
            </w:r>
          </w:p>
          <w:p w14:paraId="46D38D33" w14:textId="7385DAF5" w:rsidR="00B95AC7" w:rsidRPr="006514A0" w:rsidRDefault="00D92FB8" w:rsidP="00A00BF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A00BF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Introdução no projeto base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dos desenhos e especificações </w:t>
            </w:r>
            <w:r w:rsidR="00EC448D">
              <w:rPr>
                <w:rFonts w:ascii="Verdana Pro Light" w:eastAsia="Arial Unicode MS" w:hAnsi="Verdana Pro Light" w:cs="Arial Unicode MS"/>
                <w:sz w:val="18"/>
                <w:szCs w:val="18"/>
              </w:rPr>
              <w:t>(</w:t>
            </w:r>
            <w:r w:rsidR="00EC448D" w:rsidRPr="00EC448D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plantas baixas, cortes, elevações, detalhes construtivos, especificações de materiais</w:t>
            </w:r>
            <w:r w:rsidR="00EC448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proofErr w:type="spellStart"/>
            <w:r w:rsidR="00EC448D">
              <w:rPr>
                <w:rFonts w:ascii="Verdana Pro Light" w:eastAsia="Arial Unicode MS" w:hAnsi="Verdana Pro Light" w:cs="Arial Unicode MS"/>
                <w:sz w:val="18"/>
                <w:szCs w:val="18"/>
              </w:rPr>
              <w:t>etc</w:t>
            </w:r>
            <w:proofErr w:type="spellEnd"/>
            <w:r w:rsidR="00EC448D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3CDCB113" w14:textId="15058E39" w:rsidR="00B95AC7" w:rsidRPr="006514A0" w:rsidRDefault="00B95AC7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4558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Realização de cálculos estruturais e análises técnicas adicionais para garantir segurança e viabilidade do projeto </w:t>
            </w:r>
          </w:p>
          <w:p w14:paraId="7981EDAE" w14:textId="573F9775" w:rsidR="00B95AC7" w:rsidRPr="003B3B55" w:rsidRDefault="00B95AC7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104B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Produção da documentação necessária para a obtenção de </w:t>
            </w:r>
            <w:r w:rsidR="004104BA" w:rsidRPr="004104BA">
              <w:rPr>
                <w:rFonts w:ascii="Verdana Pro Light" w:eastAsia="Arial Unicode MS" w:hAnsi="Verdana Pro Light" w:cs="Arial Unicode MS"/>
                <w:sz w:val="18"/>
                <w:szCs w:val="18"/>
              </w:rPr>
              <w:t>licenças de construção</w:t>
            </w:r>
            <w:r w:rsidR="004104BA">
              <w:rPr>
                <w:rFonts w:ascii="Verdana Pro Light" w:eastAsia="Arial Unicode MS" w:hAnsi="Verdana Pro Light" w:cs="Arial Unicode MS"/>
                <w:sz w:val="18"/>
                <w:szCs w:val="18"/>
              </w:rPr>
              <w:t>, realização de contratos de construção</w:t>
            </w:r>
            <w:r w:rsidR="00BF133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etc. </w:t>
            </w:r>
          </w:p>
        </w:tc>
      </w:tr>
      <w:tr w:rsidR="00B95AC7" w:rsidRPr="00136AD8" w14:paraId="3EB093A7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2DEF7A" w14:textId="77777777" w:rsidR="00B95AC7" w:rsidRPr="001B353A" w:rsidRDefault="00B95AC7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490950" w14:textId="77777777" w:rsidR="00B95AC7" w:rsidRPr="001B353A" w:rsidRDefault="00B95AC7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8F734C6" w14:textId="77777777" w:rsidR="00B95AC7" w:rsidRPr="001B353A" w:rsidRDefault="00B95AC7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95AC7" w:rsidRPr="00136AD8" w14:paraId="78482BF3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D5419" w14:textId="77777777" w:rsidR="00B95AC7" w:rsidRPr="00B16BAB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6B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 de execução em arquitetura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30022C" w14:textId="77777777" w:rsidR="00B95AC7" w:rsidRPr="00B16BAB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B16B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rojetos de especialidades</w:t>
            </w:r>
          </w:p>
          <w:p w14:paraId="5BD02993" w14:textId="77777777" w:rsidR="00B95AC7" w:rsidRPr="00B16BAB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6B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Desenhos de pormenor</w:t>
            </w:r>
          </w:p>
          <w:p w14:paraId="5BD7D334" w14:textId="77777777" w:rsidR="00B95AC7" w:rsidRPr="00B16BAB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6B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Informação complementar</w:t>
            </w:r>
          </w:p>
          <w:p w14:paraId="01CE53D3" w14:textId="77777777" w:rsidR="00B95AC7" w:rsidRPr="00B16BAB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6B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Mapa de acabamentos</w:t>
            </w:r>
          </w:p>
          <w:p w14:paraId="637288A3" w14:textId="77777777" w:rsidR="00B95AC7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6B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Mapa de vãos, de armários e de equipamentos</w:t>
            </w:r>
          </w:p>
          <w:p w14:paraId="3BF0BDE5" w14:textId="77777777" w:rsidR="00B95AC7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</w:t>
            </w:r>
            <w:r w:rsidRPr="00106E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ormas e regulamentos aplicáveis à construção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DB1BB28" w14:textId="77777777" w:rsidR="00B95AC7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106E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étodos construtivos, incluindo técnicas modernas e tradicionais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665B384" w14:textId="77777777" w:rsidR="00B95AC7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A49B74" w14:textId="77777777" w:rsidR="00B95AC7" w:rsidRPr="001B353A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C9C70" w14:textId="16A58B6E" w:rsidR="00B95AC7" w:rsidRDefault="008A7E2A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</w:t>
            </w:r>
            <w:r w:rsidRPr="006514A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sistemas de representação e a linguagem gráfica de um projeto de execução em </w:t>
            </w:r>
            <w:proofErr w:type="gramStart"/>
            <w:r w:rsidRPr="006514A0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arquitetura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B95AC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="00B95AC7" w:rsidRPr="00106E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</w:t>
            </w:r>
            <w:proofErr w:type="gramEnd"/>
            <w:r w:rsidR="00B95AC7" w:rsidRPr="00106E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plantas, cortes, elevações e detalhes construtivos</w:t>
            </w:r>
            <w:r w:rsidR="00B95AC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B178ED0" w14:textId="77777777" w:rsidR="00EC448D" w:rsidRDefault="00EC448D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14A0">
              <w:rPr>
                <w:rFonts w:ascii="Verdana Pro Light" w:eastAsia="Arial Unicode MS" w:hAnsi="Verdana Pro Light" w:cs="Arial Unicode MS"/>
                <w:sz w:val="18"/>
                <w:szCs w:val="18"/>
              </w:rPr>
              <w:t>Adequar o nível de informação e da expressão gráfica aos objetivos e às diferentes escalas do desenho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73A52BA" w14:textId="0297229D" w:rsidR="00B95AC7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106E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ntender as especificações técnicas relacionadas aos materiais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Pr="00106E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demais elementos presentes no projeto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3845B79" w14:textId="77777777" w:rsidR="00B95AC7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106E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cortes construtivos, identificando as camadas e materiais presentes na construção do edifício.</w:t>
            </w:r>
          </w:p>
          <w:p w14:paraId="77B609BE" w14:textId="77777777" w:rsidR="00B95AC7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6E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er </w:t>
            </w:r>
            <w:r w:rsidRPr="00106E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sistemas estruturais utilizados no projeto, incluindo vigas, pilares, lajes e fundações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BC89642" w14:textId="3429EDF5" w:rsidR="00462811" w:rsidRPr="00517AA8" w:rsidRDefault="0046281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c</w:t>
            </w:r>
            <w:r w:rsidRPr="004628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álculos estruturais e análises técnicas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r w:rsidRPr="004628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segurança e viabilidade do projeto</w:t>
            </w:r>
          </w:p>
          <w:p w14:paraId="1DA0C798" w14:textId="77777777" w:rsidR="00B95AC7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106E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esquemas de instalações elétricas, hidráulicas e HVAC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C15D894" w14:textId="77777777" w:rsidR="00B95AC7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</w:t>
            </w:r>
            <w:r w:rsidRPr="00106E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valiar a viabilidade construtiva das soluções propostas no proje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to.</w:t>
            </w:r>
          </w:p>
          <w:p w14:paraId="2D226EBF" w14:textId="77777777" w:rsidR="00B95AC7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FF6C15" w14:textId="77777777" w:rsidR="00B95AC7" w:rsidRPr="00057283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E21B2D" w14:textId="77777777" w:rsidR="00B95AC7" w:rsidRPr="00AE041A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 pelas suas ações.</w:t>
            </w:r>
          </w:p>
          <w:p w14:paraId="36395402" w14:textId="77777777" w:rsidR="00B95AC7" w:rsidRPr="00AE041A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no âmbito das suas funções.   </w:t>
            </w:r>
          </w:p>
          <w:p w14:paraId="50588F37" w14:textId="77777777" w:rsidR="00B95AC7" w:rsidRPr="00AE041A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Empatia </w:t>
            </w:r>
          </w:p>
          <w:p w14:paraId="707B1D8D" w14:textId="77777777" w:rsidR="00B95AC7" w:rsidRPr="00AE041A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3E298BA1" w14:textId="77777777" w:rsidR="00B95AC7" w:rsidRPr="00AE041A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5ADE7E6C" w14:textId="77777777" w:rsidR="00B95AC7" w:rsidRPr="00AE041A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4A4D465" w14:textId="77777777" w:rsidR="00B95AC7" w:rsidRPr="00AE041A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diferenças individuais.</w:t>
            </w:r>
          </w:p>
          <w:p w14:paraId="6274F464" w14:textId="77777777" w:rsidR="00B95AC7" w:rsidRPr="00AE041A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3BD08808" w14:textId="77777777" w:rsidR="00B95AC7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49FF5D5E" w14:textId="77777777" w:rsidR="00B95AC7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ADBD68" w14:textId="77777777" w:rsidR="00B95AC7" w:rsidRPr="00057283" w:rsidRDefault="00B95AC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3CAFC12" w14:textId="77777777" w:rsidR="00B95AC7" w:rsidRDefault="00B95AC7" w:rsidP="00B95AC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D34FC82" w14:textId="77777777" w:rsidR="00B95AC7" w:rsidRDefault="00B95AC7" w:rsidP="00B95AC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4C7C306" w14:textId="77777777" w:rsidR="00B95AC7" w:rsidRPr="00F87025" w:rsidRDefault="00B95AC7" w:rsidP="00B95AC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E916EB5" w14:textId="2B832494" w:rsidR="00B95AC7" w:rsidRPr="00F20E6F" w:rsidRDefault="00726533" w:rsidP="00B95AC7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Produzir</w:t>
      </w:r>
      <w:r w:rsidR="00B95AC7" w:rsidRPr="00324AD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um projeto de execução em arquitetura</w:t>
      </w:r>
      <w:r w:rsidR="00B95AC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C50F211" w14:textId="1C06C059" w:rsidR="00B95AC7" w:rsidRPr="0064164C" w:rsidRDefault="00B95AC7" w:rsidP="00B95AC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BF133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Interpretando </w:t>
      </w:r>
      <w:r w:rsidRPr="00106E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com precisão plantas, cortes, elevações e detalhes construtivos.</w:t>
      </w:r>
    </w:p>
    <w:p w14:paraId="086347A0" w14:textId="77777777" w:rsidR="00B95AC7" w:rsidRPr="0064164C" w:rsidRDefault="00B95AC7" w:rsidP="00B95AC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Seguindo</w:t>
      </w:r>
      <w:r w:rsidRPr="00106E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corretamente as especificações técnicas relacionadas a materiais, técnicas construtivas e instalações.</w:t>
      </w:r>
    </w:p>
    <w:p w14:paraId="63BF899C" w14:textId="4662F6AF" w:rsidR="00B95AC7" w:rsidRPr="0064164C" w:rsidRDefault="00B95AC7" w:rsidP="00B95AC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620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</w:t>
      </w:r>
      <w:r w:rsidRPr="00106E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normas e regulamentos locais e nacionais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 projeto de execução.</w:t>
      </w:r>
    </w:p>
    <w:p w14:paraId="460F0043" w14:textId="77777777" w:rsidR="00B95AC7" w:rsidRPr="0064164C" w:rsidRDefault="00B95AC7" w:rsidP="00B95AC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106E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06E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viabilidade construtiva das soluções propostas, considerando limitações práticas e recursos disponíveis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889D4F8" w14:textId="77777777" w:rsidR="00B95AC7" w:rsidRPr="0064164C" w:rsidRDefault="00B95AC7" w:rsidP="00B95AC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Identificando</w:t>
      </w:r>
      <w:r w:rsidRPr="00A42D5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antecipadamente possíveis riscos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ABC04A2" w14:textId="77777777" w:rsidR="00B95AC7" w:rsidRPr="00136AD8" w:rsidRDefault="00B95AC7" w:rsidP="00B95AC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0AB330" w14:textId="77777777" w:rsidR="00B95AC7" w:rsidRPr="00F87025" w:rsidRDefault="00B95AC7" w:rsidP="00B95AC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7890757" w14:textId="77777777" w:rsidR="00B95AC7" w:rsidRDefault="00B95AC7" w:rsidP="00B95AC7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7EEB5258" w14:textId="77777777" w:rsidR="00B95AC7" w:rsidRDefault="00B95AC7" w:rsidP="00B95AC7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24C2ED96" w14:textId="77777777" w:rsidR="00B95AC7" w:rsidRPr="009227C5" w:rsidRDefault="00B95AC7" w:rsidP="00B95AC7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65215175" w14:textId="77777777" w:rsidR="00B95AC7" w:rsidRPr="009227C5" w:rsidRDefault="00B95AC7" w:rsidP="00B95AC7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A3ED7A9" w14:textId="77777777" w:rsidR="00B95AC7" w:rsidRPr="00051C79" w:rsidRDefault="00B95AC7" w:rsidP="00B95AC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E44649" w14:textId="77777777" w:rsidR="00B95AC7" w:rsidRPr="00F87025" w:rsidRDefault="00B95AC7" w:rsidP="00B95AC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B693AD5" w14:textId="77777777" w:rsidR="00B95AC7" w:rsidRDefault="00B95AC7" w:rsidP="00B95AC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4F02CED3" w14:textId="77777777" w:rsidR="00B95AC7" w:rsidRDefault="00B95AC7" w:rsidP="00B95AC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39C55F80" w14:textId="77777777" w:rsidR="00B95AC7" w:rsidRDefault="00B95AC7" w:rsidP="00B95AC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Material para desenho técnico</w:t>
      </w:r>
    </w:p>
    <w:p w14:paraId="63ED8C16" w14:textId="77777777" w:rsidR="00B95AC7" w:rsidRPr="00501DC8" w:rsidRDefault="00B95AC7" w:rsidP="00B95AC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B2418FC" w14:textId="77777777" w:rsidR="00B95AC7" w:rsidRPr="00051C79" w:rsidRDefault="00B95AC7" w:rsidP="00B95AC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DF5217" w14:textId="77777777" w:rsidR="00B95AC7" w:rsidRPr="00F87025" w:rsidRDefault="00B95AC7" w:rsidP="00B95AC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C5D0E53" w14:textId="77777777" w:rsidR="00B95AC7" w:rsidRPr="00051C79" w:rsidRDefault="00B95AC7" w:rsidP="00B95AC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FB7B6A" w14:textId="77777777" w:rsidR="00B95AC7" w:rsidRPr="00051C79" w:rsidRDefault="00B95AC7" w:rsidP="00B95AC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2BA75AF" w14:textId="77777777" w:rsidR="00B95AC7" w:rsidRPr="00051C79" w:rsidRDefault="00B95AC7" w:rsidP="00B95AC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41B527" w14:textId="77777777" w:rsidR="00B95AC7" w:rsidRDefault="00B95AC7" w:rsidP="00B95AC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93465" w:rsidRPr="00136AD8" w14:paraId="6EB1F37D" w14:textId="77777777" w:rsidTr="005A04A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BAF3F02" w14:textId="476EBB82" w:rsidR="00293465" w:rsidRPr="00136AD8" w:rsidRDefault="00293465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001</w:t>
            </w:r>
            <w:r w:rsidR="00024E5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3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D10F5C8" w14:textId="2F31B131" w:rsidR="00293465" w:rsidRPr="009C256C" w:rsidRDefault="00395805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Representar</w:t>
            </w:r>
            <w:r w:rsidR="00293465" w:rsidRPr="00342160">
              <w:t xml:space="preserve"> espaços arquitetónicos com inclusão de objetos </w:t>
            </w:r>
            <w:r w:rsidR="00BE7C54">
              <w:t>e</w:t>
            </w:r>
            <w:r w:rsidR="00293465" w:rsidRPr="00342160">
              <w:t xml:space="preserve"> figura</w:t>
            </w:r>
            <w:r w:rsidR="00BE7C54">
              <w:t>s</w:t>
            </w:r>
            <w:r w:rsidR="00293465" w:rsidRPr="00342160">
              <w:t xml:space="preserve"> humana</w:t>
            </w:r>
            <w:r w:rsidR="00BE7C54">
              <w:t>s</w:t>
            </w:r>
            <w:r w:rsidR="00293465" w:rsidRPr="00342160">
              <w:t>.</w:t>
            </w:r>
          </w:p>
        </w:tc>
      </w:tr>
      <w:tr w:rsidR="00293465" w:rsidRPr="00136AD8" w14:paraId="32DB3B89" w14:textId="77777777" w:rsidTr="005A04A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BD6E996" w14:textId="77777777" w:rsidR="00293465" w:rsidRPr="00136AD8" w:rsidRDefault="00293465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30</w:t>
            </w:r>
          </w:p>
        </w:tc>
        <w:tc>
          <w:tcPr>
            <w:tcW w:w="7324" w:type="dxa"/>
            <w:shd w:val="clear" w:color="auto" w:fill="E7E6E6" w:themeFill="background2"/>
          </w:tcPr>
          <w:p w14:paraId="3ECBFDFA" w14:textId="77777777" w:rsidR="00293465" w:rsidRPr="00136AD8" w:rsidRDefault="00293465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17441">
              <w:rPr>
                <w:rFonts w:ascii="Verdana Pro Light" w:eastAsia="Arial Unicode MS" w:hAnsi="Verdana Pro Light" w:cs="Times New Roman"/>
                <w:sz w:val="18"/>
                <w:szCs w:val="18"/>
              </w:rPr>
              <w:t>Representação espacial</w:t>
            </w: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.</w:t>
            </w:r>
          </w:p>
        </w:tc>
      </w:tr>
    </w:tbl>
    <w:p w14:paraId="1F87B6D6" w14:textId="77777777" w:rsidR="00293465" w:rsidRPr="00136AD8" w:rsidRDefault="00293465" w:rsidP="0029346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47DEED5" w14:textId="77777777" w:rsidR="00293465" w:rsidRPr="003200F2" w:rsidRDefault="00293465" w:rsidP="0029346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E4038F8" w14:textId="77777777" w:rsidR="00293465" w:rsidRPr="00136AD8" w:rsidRDefault="00293465" w:rsidP="0029346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93465" w:rsidRPr="00136AD8" w14:paraId="1C82FB20" w14:textId="77777777" w:rsidTr="005A04A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D668E5" w14:textId="77777777" w:rsidR="00293465" w:rsidRPr="001B353A" w:rsidRDefault="00293465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93465" w:rsidRPr="00136AD8" w14:paraId="104A88C3" w14:textId="77777777" w:rsidTr="005A04A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E8BD9C" w14:textId="2F1622F5" w:rsidR="00293465" w:rsidRPr="00E17441" w:rsidRDefault="00293465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749C7" w:rsidRPr="00B749C7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</w:t>
            </w:r>
            <w:r w:rsidR="00B749C7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B749C7" w:rsidRPr="00B749C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software de modelagem 3D para criar modelos tridimensionais dos objetos</w:t>
            </w:r>
          </w:p>
          <w:p w14:paraId="66BEF258" w14:textId="2A278AE2" w:rsidR="00293465" w:rsidRPr="00E17441" w:rsidRDefault="00293465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36D01" w:rsidRPr="00B36D01">
              <w:rPr>
                <w:rFonts w:ascii="Verdana Pro Light" w:eastAsia="Arial Unicode MS" w:hAnsi="Verdana Pro Light" w:cs="Arial Unicode MS"/>
                <w:sz w:val="18"/>
                <w:szCs w:val="18"/>
              </w:rPr>
              <w:t>Inclu</w:t>
            </w:r>
            <w:r w:rsidR="00B36D01">
              <w:rPr>
                <w:rFonts w:ascii="Verdana Pro Light" w:eastAsia="Arial Unicode MS" w:hAnsi="Verdana Pro Light" w:cs="Arial Unicode MS"/>
                <w:sz w:val="18"/>
                <w:szCs w:val="18"/>
              </w:rPr>
              <w:t>ir</w:t>
            </w:r>
            <w:r w:rsidR="00B36D01" w:rsidRPr="00B36D0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figuras humanas na representação para fornecer uma sensação de escala e proporção ao ambiente</w:t>
            </w:r>
          </w:p>
          <w:p w14:paraId="466410A8" w14:textId="535C9136" w:rsidR="00293465" w:rsidRPr="00E17441" w:rsidRDefault="00293465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36D01" w:rsidRPr="00B36D01">
              <w:rPr>
                <w:rFonts w:ascii="Verdana Pro Light" w:eastAsia="Arial Unicode MS" w:hAnsi="Verdana Pro Light" w:cs="Arial Unicode MS"/>
                <w:sz w:val="18"/>
                <w:szCs w:val="18"/>
              </w:rPr>
              <w:t>Escolh</w:t>
            </w:r>
            <w:r w:rsidR="00B36D01">
              <w:rPr>
                <w:rFonts w:ascii="Verdana Pro Light" w:eastAsia="Arial Unicode MS" w:hAnsi="Verdana Pro Light" w:cs="Arial Unicode MS"/>
                <w:sz w:val="18"/>
                <w:szCs w:val="18"/>
              </w:rPr>
              <w:t>er</w:t>
            </w:r>
            <w:r w:rsidR="00B36D01" w:rsidRPr="00B36D0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poses e expressões adequadas às atividades representadas</w:t>
            </w:r>
          </w:p>
          <w:p w14:paraId="2FA50D4F" w14:textId="00A636BF" w:rsidR="00293465" w:rsidRPr="001B353A" w:rsidRDefault="00293465" w:rsidP="00C9694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36D01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texturas</w:t>
            </w:r>
            <w:r w:rsidR="00C9694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adicionar detalhes finos, ajustar iluminação e sombreamento </w:t>
            </w:r>
          </w:p>
          <w:p w14:paraId="69FC54B5" w14:textId="77777777" w:rsidR="00293465" w:rsidRPr="001B353A" w:rsidRDefault="00293465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293465" w:rsidRPr="00136AD8" w14:paraId="004A59DA" w14:textId="77777777" w:rsidTr="005A04A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6D4EA0" w14:textId="77777777" w:rsidR="00293465" w:rsidRPr="001B353A" w:rsidRDefault="00293465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6E02EC" w14:textId="77777777" w:rsidR="00293465" w:rsidRPr="001B353A" w:rsidRDefault="00293465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9731DC7" w14:textId="77777777" w:rsidR="00293465" w:rsidRPr="001B353A" w:rsidRDefault="00293465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93465" w:rsidRPr="00136AD8" w14:paraId="0CF7C804" w14:textId="77777777" w:rsidTr="005A04A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5ABA7" w14:textId="77777777" w:rsidR="00293465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717DE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écnicas de desenho arquitetónico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(</w:t>
            </w:r>
            <w:r w:rsidRPr="00717DE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plantas, cortes, elevações e perspetivas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)</w:t>
            </w:r>
            <w:r w:rsidRPr="00717DE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.</w:t>
            </w:r>
          </w:p>
          <w:p w14:paraId="3A770CFF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Análise e representação espacial</w:t>
            </w:r>
          </w:p>
          <w:p w14:paraId="043A6703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 interior</w:t>
            </w:r>
          </w:p>
          <w:p w14:paraId="4F8E7F6F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 exterior</w:t>
            </w:r>
          </w:p>
          <w:p w14:paraId="28BB98A5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Paisagem</w:t>
            </w:r>
          </w:p>
          <w:p w14:paraId="3FDBCB2E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Sistemas de representação: método da perspetiva linear</w:t>
            </w:r>
          </w:p>
          <w:p w14:paraId="6E0E8A5C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perspetiva linear</w:t>
            </w:r>
          </w:p>
          <w:p w14:paraId="3EDEE5C8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Escala relativa</w:t>
            </w:r>
          </w:p>
          <w:p w14:paraId="0821F4F7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Distância e posicionamento</w:t>
            </w:r>
          </w:p>
          <w:p w14:paraId="19BF49E7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Convergência ou ponto de fuga</w:t>
            </w:r>
          </w:p>
          <w:p w14:paraId="5A82CFCC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Cruzamento ou linhas estruturais</w:t>
            </w:r>
          </w:p>
          <w:p w14:paraId="676ABDBE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Relações de conjunto e de detalhe</w:t>
            </w:r>
          </w:p>
          <w:p w14:paraId="04FE0CCD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Luz e sombra na representação espacial</w:t>
            </w:r>
          </w:p>
          <w:p w14:paraId="213DC1BB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Grau de iluminação e distância relativa entre as formas</w:t>
            </w:r>
          </w:p>
          <w:p w14:paraId="593DF1AF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Sombra própria e sombra projetada</w:t>
            </w:r>
          </w:p>
          <w:p w14:paraId="386D9CBE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Orientação dos raios solares</w:t>
            </w:r>
          </w:p>
          <w:p w14:paraId="6022FA84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Orientação e insolação de superfícies</w:t>
            </w:r>
          </w:p>
          <w:p w14:paraId="38F17D75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Valor tonal. Profundidade de campo e perspetiva atmosférica</w:t>
            </w:r>
          </w:p>
          <w:p w14:paraId="2366D3BD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Representação mental de espaços</w:t>
            </w:r>
          </w:p>
          <w:p w14:paraId="3AD5B228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Vistas múltiplas e alteração do ponto de vista</w:t>
            </w:r>
          </w:p>
          <w:p w14:paraId="332080B9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Axonometria</w:t>
            </w:r>
          </w:p>
          <w:p w14:paraId="00F70B08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tridimensional de espaços a partir de representações bidimensionais</w:t>
            </w:r>
          </w:p>
          <w:p w14:paraId="206EF2DF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de memória</w:t>
            </w:r>
          </w:p>
          <w:p w14:paraId="5B681AFF" w14:textId="77777777" w:rsidR="00293465" w:rsidRPr="00717DE4" w:rsidRDefault="00293465" w:rsidP="002934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17D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de imaginação (imaginação reprodutiva e imaginação criativa)</w:t>
            </w:r>
          </w:p>
          <w:p w14:paraId="43E080A4" w14:textId="77777777" w:rsidR="00293465" w:rsidRPr="001B353A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CF25A" w14:textId="77777777" w:rsidR="00C06649" w:rsidRDefault="00C06649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17441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Aplicar técnicas de acuidade percetiva para representação de espaços.</w:t>
            </w:r>
          </w:p>
          <w:p w14:paraId="465F0647" w14:textId="77777777" w:rsidR="00B65E6F" w:rsidRDefault="00B65E6F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17441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o método da perspetiva linear.</w:t>
            </w:r>
          </w:p>
          <w:p w14:paraId="4AA31BD9" w14:textId="77777777" w:rsidR="00B65E6F" w:rsidRDefault="00B65E6F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17441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a importância da luz e sombra no entendimento do espaço e da posição das formas no espaço.</w:t>
            </w:r>
          </w:p>
          <w:p w14:paraId="16B3E733" w14:textId="4F6E042D" w:rsidR="00293465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D65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princípios de perspetiva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EB95E48" w14:textId="696255DF" w:rsidR="00293465" w:rsidRPr="00B65E6F" w:rsidRDefault="00B65E6F" w:rsidP="00B65E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17441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várias técnicas e materiais de representação de espaços arquitetónicos</w:t>
            </w:r>
            <w:r w:rsidR="00293465" w:rsidRPr="00B65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B9BFC0E" w14:textId="77777777" w:rsidR="00B749C7" w:rsidRDefault="00B749C7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17441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desenho de imaginação reprodutiva e criativa.</w:t>
            </w:r>
          </w:p>
          <w:p w14:paraId="78629FF5" w14:textId="0E541AFC" w:rsidR="00293465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D65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tilizar uma variedade de médias, como lápis, canetas, 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D65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uarelas, marcadores e técnicas mistas para criar representações ricas e detalhadas.</w:t>
            </w:r>
          </w:p>
          <w:p w14:paraId="7A9F75DB" w14:textId="77777777" w:rsidR="00293465" w:rsidRPr="00517AA8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D65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odela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 objetos</w:t>
            </w:r>
            <w:r w:rsidRPr="00D65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3D para criar representações digitais tridimensionais de espaços arquitetónicos.</w:t>
            </w:r>
          </w:p>
          <w:p w14:paraId="52795C80" w14:textId="77777777" w:rsidR="00293465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5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D65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D65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desenho de observação para representar com precisão elementos arquitetónicos, objetos e a figura humana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4DE83C7" w14:textId="77777777" w:rsidR="00293465" w:rsidRPr="00D6573A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5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Trabalhar com diferentes escalas e proporções ao representar espaços arquitetónicos.</w:t>
            </w:r>
          </w:p>
          <w:p w14:paraId="377224A3" w14:textId="77777777" w:rsidR="00293465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65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representações realistas de espaços e objetos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através dos</w:t>
            </w:r>
            <w:r w:rsidRPr="00D65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princípios de iluminação e sombreamento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0F455A9" w14:textId="77777777" w:rsidR="00293465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D65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ncluir objetos de decoração e mobiliário nos desenhos, respeitando as escalas e disposições espaciais.</w:t>
            </w:r>
          </w:p>
          <w:p w14:paraId="28870312" w14:textId="77777777" w:rsidR="00293465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D65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epresentar a figura humana de maneira proporcional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E8D98BD" w14:textId="77777777" w:rsidR="00293465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D65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dicionar elementos expressivos aos desenhos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9296445" w14:textId="77777777" w:rsidR="00293465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F8B48F" w14:textId="77777777" w:rsidR="00293465" w:rsidRPr="00057283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33B7C7" w14:textId="77777777" w:rsidR="00293465" w:rsidRDefault="00293465" w:rsidP="00293465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561E215D" w14:textId="77777777" w:rsidR="00293465" w:rsidRPr="00AE041A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5CF2BEFB" w14:textId="77777777" w:rsidR="00293465" w:rsidRPr="00564406" w:rsidRDefault="00293465" w:rsidP="00293465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679586FC" w14:textId="77777777" w:rsidR="00293465" w:rsidRPr="00564406" w:rsidRDefault="00293465" w:rsidP="00293465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6E686FA6" w14:textId="77777777" w:rsidR="00293465" w:rsidRPr="00564406" w:rsidRDefault="00293465" w:rsidP="00293465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3790280B" w14:textId="77777777" w:rsidR="00293465" w:rsidRPr="00564406" w:rsidRDefault="00293465" w:rsidP="00293465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305D07D6" w14:textId="77777777" w:rsidR="00293465" w:rsidRPr="00564406" w:rsidRDefault="00293465" w:rsidP="00293465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7C026E69" w14:textId="77777777" w:rsidR="00293465" w:rsidRDefault="00293465" w:rsidP="00293465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0452B1E7" w14:textId="77777777" w:rsidR="00293465" w:rsidRDefault="00293465" w:rsidP="00293465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737F92DA" w14:textId="77777777" w:rsidR="00293465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31AE49" w14:textId="77777777" w:rsidR="00293465" w:rsidRPr="00057283" w:rsidRDefault="00293465" w:rsidP="002934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8C0FC5A" w14:textId="77777777" w:rsidR="00293465" w:rsidRDefault="00293465" w:rsidP="0029346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E9DC1B5" w14:textId="77777777" w:rsidR="00293465" w:rsidRDefault="00293465" w:rsidP="0029346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51D101D" w14:textId="77777777" w:rsidR="00293465" w:rsidRPr="00F87025" w:rsidRDefault="00293465" w:rsidP="0029346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6FFF21E" w14:textId="57B371C4" w:rsidR="00293465" w:rsidRPr="00F20E6F" w:rsidRDefault="00845ED2" w:rsidP="0029346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45ED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Representar espaços arquitetónicos com inclusão de objetos e figuras humanas</w:t>
      </w:r>
      <w:r w:rsidR="0029346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3F82A9D" w14:textId="77777777" w:rsidR="00293465" w:rsidRPr="0064164C" w:rsidRDefault="00293465" w:rsidP="0029346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</w:t>
      </w:r>
      <w:r w:rsidRPr="00D6573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epresenta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os</w:t>
      </w:r>
      <w:r w:rsidRPr="00D6573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elementos arquitet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ó</w:t>
      </w:r>
      <w:r w:rsidRPr="00D6573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nicos, incluindo proporções corretas, detalhes precisos e escalas apropriadas.</w:t>
      </w:r>
    </w:p>
    <w:p w14:paraId="028787FB" w14:textId="77777777" w:rsidR="00293465" w:rsidRPr="0064164C" w:rsidRDefault="00293465" w:rsidP="0029346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1D39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1D39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 princípios de perspetiva para garantir uma representação visual realista e harmoniosa.</w:t>
      </w:r>
    </w:p>
    <w:p w14:paraId="24784B7A" w14:textId="77777777" w:rsidR="00293465" w:rsidRPr="0064164C" w:rsidRDefault="00293465" w:rsidP="0029346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1D39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D39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objetos, mobiliário e elementos decorativos de maneira coerente no espaço arquitetónico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5F45001" w14:textId="77777777" w:rsidR="00293465" w:rsidRPr="0064164C" w:rsidRDefault="00293465" w:rsidP="0029346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</w:t>
      </w:r>
      <w:r w:rsidRPr="001D39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epresenta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D39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figura humana de maneira proporcional e contextualizada dentro do ambiente arquitetónico.</w:t>
      </w:r>
    </w:p>
    <w:p w14:paraId="78AE082F" w14:textId="77777777" w:rsidR="00293465" w:rsidRDefault="00293465" w:rsidP="0029346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</w:t>
      </w:r>
      <w:r w:rsidRPr="001D39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scolhe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D39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aplica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D39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diversos materiais e técnicas, adaptando-se às necessidades específicas de cada representação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77CDA66" w14:textId="77777777" w:rsidR="00293465" w:rsidRPr="0064164C" w:rsidRDefault="00293465" w:rsidP="0029346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</w:t>
      </w:r>
      <w:r w:rsidRPr="001D39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quilibra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o</w:t>
      </w:r>
      <w:r w:rsidRPr="001D39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realismo técnico com expressividade artística, criando representações visualmente atraentes e comunicativas.</w:t>
      </w:r>
    </w:p>
    <w:p w14:paraId="1BD3677A" w14:textId="77777777" w:rsidR="00293465" w:rsidRPr="00136AD8" w:rsidRDefault="00293465" w:rsidP="0029346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3586CB" w14:textId="77777777" w:rsidR="00293465" w:rsidRPr="00F87025" w:rsidRDefault="00293465" w:rsidP="0029346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880DA8F" w14:textId="77777777" w:rsidR="00293465" w:rsidRDefault="00293465" w:rsidP="0029346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624D7E5B" w14:textId="77777777" w:rsidR="00293465" w:rsidRDefault="00293465" w:rsidP="0029346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51F5642A" w14:textId="77777777" w:rsidR="00293465" w:rsidRPr="009227C5" w:rsidRDefault="00293465" w:rsidP="0029346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4E1089CE" w14:textId="77777777" w:rsidR="00293465" w:rsidRPr="009227C5" w:rsidRDefault="00293465" w:rsidP="0029346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B8388E9" w14:textId="77777777" w:rsidR="00293465" w:rsidRPr="00051C79" w:rsidRDefault="00293465" w:rsidP="0029346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28541F" w14:textId="77777777" w:rsidR="00293465" w:rsidRPr="00F87025" w:rsidRDefault="00293465" w:rsidP="0029346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62FFE4F" w14:textId="77777777" w:rsidR="00293465" w:rsidRDefault="00293465" w:rsidP="0029346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4A3BD665" w14:textId="77777777" w:rsidR="00293465" w:rsidRDefault="00293465" w:rsidP="0029346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 w:rsidRPr="00E256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iversos materiais, como lápis, tintas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49CB548" w14:textId="77777777" w:rsidR="00293465" w:rsidRPr="00501DC8" w:rsidRDefault="00293465" w:rsidP="0029346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Diferentes tipos de suporte.</w:t>
      </w:r>
    </w:p>
    <w:p w14:paraId="3AE38E22" w14:textId="099FC209" w:rsidR="00293465" w:rsidRDefault="001B2388" w:rsidP="0029346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3D</w:t>
      </w:r>
    </w:p>
    <w:p w14:paraId="46D0754F" w14:textId="77777777" w:rsidR="00293465" w:rsidRPr="00051C79" w:rsidRDefault="00293465" w:rsidP="0029346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313210" w14:textId="77777777" w:rsidR="00293465" w:rsidRPr="00F87025" w:rsidRDefault="00293465" w:rsidP="0029346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85A6BE6" w14:textId="77777777" w:rsidR="00293465" w:rsidRPr="00051C79" w:rsidRDefault="00293465" w:rsidP="0029346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EA3975" w14:textId="77777777" w:rsidR="00293465" w:rsidRPr="00051C79" w:rsidRDefault="00293465" w:rsidP="0029346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AB34B8" w14:textId="77777777" w:rsidR="00293465" w:rsidRPr="00051C79" w:rsidRDefault="00293465" w:rsidP="0029346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122A05" w14:textId="77777777" w:rsidR="00293465" w:rsidRDefault="00293465" w:rsidP="0029346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3A15D36" w14:textId="77777777" w:rsidR="002144A5" w:rsidRDefault="002144A5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4113C8" w14:textId="77777777" w:rsidR="002144A5" w:rsidRDefault="002144A5" w:rsidP="002144A5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144A5" w:rsidRPr="00136AD8" w14:paraId="51005FC2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CA0966E" w14:textId="1C3D9871" w:rsidR="002144A5" w:rsidRPr="00136AD8" w:rsidRDefault="002144A5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3E3E93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521BB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3E3E9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7B7CB56" w14:textId="01B5D821" w:rsidR="002144A5" w:rsidRPr="009C256C" w:rsidRDefault="00265528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Produzir</w:t>
            </w:r>
            <w:r w:rsidR="005C3CB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a</w:t>
            </w:r>
            <w:r w:rsidR="002144A5" w:rsidRPr="0005160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  <w:r w:rsidR="002144A5" w:rsidRPr="006664B8">
              <w:rPr>
                <w:rFonts w:ascii="Verdana Pro Light" w:eastAsia="Arial Unicode MS" w:hAnsi="Verdana Pro Light" w:cs="Times New Roman"/>
                <w:b/>
                <w:sz w:val="20"/>
                <w:szCs w:val="20"/>
              </w:rPr>
              <w:t xml:space="preserve">linguagem gráfica </w:t>
            </w:r>
            <w:r w:rsidR="00347695" w:rsidRPr="006664B8">
              <w:rPr>
                <w:rFonts w:ascii="Verdana Pro Light" w:eastAsia="Arial Unicode MS" w:hAnsi="Verdana Pro Light" w:cs="Times New Roman"/>
                <w:b/>
                <w:sz w:val="20"/>
                <w:szCs w:val="20"/>
              </w:rPr>
              <w:t>do</w:t>
            </w:r>
            <w:r w:rsidR="002144A5" w:rsidRPr="006664B8">
              <w:rPr>
                <w:rFonts w:ascii="Verdana Pro Light" w:eastAsia="Arial Unicode MS" w:hAnsi="Verdana Pro Light" w:cs="Times New Roman"/>
                <w:b/>
                <w:sz w:val="20"/>
                <w:szCs w:val="20"/>
              </w:rPr>
              <w:t xml:space="preserve"> projeto de arquitetura</w:t>
            </w:r>
            <w:r w:rsidR="002144A5" w:rsidRPr="0005160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.</w:t>
            </w:r>
          </w:p>
        </w:tc>
      </w:tr>
      <w:tr w:rsidR="002144A5" w:rsidRPr="00136AD8" w14:paraId="2EC0A35E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6667430" w14:textId="54C7459B" w:rsidR="002144A5" w:rsidRPr="00136AD8" w:rsidRDefault="002144A5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3E3E9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3841FB0" w14:textId="77777777" w:rsidR="002144A5" w:rsidRPr="00136AD8" w:rsidRDefault="002144A5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80B49">
              <w:rPr>
                <w:rFonts w:ascii="Verdana Pro Light" w:eastAsia="Arial Unicode MS" w:hAnsi="Verdana Pro Light" w:cs="Times New Roman"/>
                <w:sz w:val="18"/>
                <w:szCs w:val="18"/>
              </w:rPr>
              <w:t>Projeto de arquitetura - análise processual</w:t>
            </w:r>
          </w:p>
        </w:tc>
      </w:tr>
    </w:tbl>
    <w:p w14:paraId="2F480D83" w14:textId="77777777" w:rsidR="002144A5" w:rsidRPr="00136AD8" w:rsidRDefault="002144A5" w:rsidP="002144A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A3B358D" w14:textId="77777777" w:rsidR="002144A5" w:rsidRPr="003200F2" w:rsidRDefault="002144A5" w:rsidP="002144A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C824FB1" w14:textId="77777777" w:rsidR="002144A5" w:rsidRPr="00136AD8" w:rsidRDefault="002144A5" w:rsidP="002144A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144A5" w:rsidRPr="00136AD8" w14:paraId="0A70C4AA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E3821AD" w14:textId="77777777" w:rsidR="002144A5" w:rsidRPr="001B353A" w:rsidRDefault="002144A5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144A5" w:rsidRPr="00136AD8" w14:paraId="3647C4BA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3566EE" w14:textId="34615B30" w:rsidR="002144A5" w:rsidRPr="00B80B49" w:rsidRDefault="002144A5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A4C87" w:rsidRPr="007A4C87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</w:t>
            </w:r>
            <w:r w:rsidR="007A4C87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7A4C87" w:rsidRPr="007A4C8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padrões gráficos</w:t>
            </w:r>
          </w:p>
          <w:p w14:paraId="52BA82A4" w14:textId="2DD067FC" w:rsidR="002144A5" w:rsidRPr="00B80B49" w:rsidRDefault="002144A5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="009B3918">
              <w:t xml:space="preserve"> </w:t>
            </w:r>
            <w:r w:rsidR="009B3918" w:rsidRPr="009B3918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</w:t>
            </w:r>
            <w:r w:rsidR="009B3918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9B3918" w:rsidRPr="009B391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legendas e convenções gráficas</w:t>
            </w:r>
          </w:p>
          <w:p w14:paraId="5832A0AC" w14:textId="582BC9F0" w:rsidR="002144A5" w:rsidRPr="00B80B49" w:rsidRDefault="002144A5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B3918">
              <w:rPr>
                <w:rFonts w:ascii="Verdana Pro Light" w:eastAsia="Arial Unicode MS" w:hAnsi="Verdana Pro Light" w:cs="Arial Unicode MS"/>
                <w:sz w:val="18"/>
                <w:szCs w:val="18"/>
              </w:rPr>
              <w:t>E</w:t>
            </w:r>
            <w:r w:rsidR="009B3918" w:rsidRPr="009B3918">
              <w:rPr>
                <w:rFonts w:ascii="Verdana Pro Light" w:eastAsia="Arial Unicode MS" w:hAnsi="Verdana Pro Light" w:cs="Arial Unicode MS"/>
                <w:sz w:val="18"/>
                <w:szCs w:val="18"/>
              </w:rPr>
              <w:t>stabele</w:t>
            </w:r>
            <w:r w:rsidR="009B3918">
              <w:rPr>
                <w:rFonts w:ascii="Verdana Pro Light" w:eastAsia="Arial Unicode MS" w:hAnsi="Verdana Pro Light" w:cs="Arial Unicode MS"/>
                <w:sz w:val="18"/>
                <w:szCs w:val="18"/>
              </w:rPr>
              <w:t>cer</w:t>
            </w:r>
            <w:r w:rsidR="009B3918" w:rsidRPr="009B391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uma hierarquia visual clara nos desenhos, destacando os elementos mais important</w:t>
            </w:r>
            <w:r w:rsidR="009B3918">
              <w:rPr>
                <w:rFonts w:ascii="Verdana Pro Light" w:eastAsia="Arial Unicode MS" w:hAnsi="Verdana Pro Light" w:cs="Arial Unicode MS"/>
                <w:sz w:val="18"/>
                <w:szCs w:val="18"/>
              </w:rPr>
              <w:t>es</w:t>
            </w:r>
            <w:r w:rsidR="009B3918" w:rsidRPr="009B3918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294AD12F" w14:textId="18268774" w:rsidR="002144A5" w:rsidRPr="001B353A" w:rsidRDefault="002144A5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22289" w:rsidRPr="00322289">
              <w:rPr>
                <w:rFonts w:ascii="Verdana Pro Light" w:eastAsia="Arial Unicode MS" w:hAnsi="Verdana Pro Light" w:cs="Arial Unicode MS"/>
                <w:sz w:val="18"/>
                <w:szCs w:val="18"/>
              </w:rPr>
              <w:t>Padroniza</w:t>
            </w:r>
            <w:r w:rsidR="00322289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322289" w:rsidRPr="0032228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formatos de apresentaçã</w:t>
            </w:r>
            <w:r w:rsidR="00322289">
              <w:rPr>
                <w:rFonts w:ascii="Verdana Pro Light" w:eastAsia="Arial Unicode MS" w:hAnsi="Verdana Pro Light" w:cs="Arial Unicode MS"/>
                <w:sz w:val="18"/>
                <w:szCs w:val="18"/>
              </w:rPr>
              <w:t>o</w:t>
            </w:r>
          </w:p>
        </w:tc>
      </w:tr>
      <w:tr w:rsidR="002144A5" w:rsidRPr="00136AD8" w14:paraId="6A1AA3A9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52E670" w14:textId="77777777" w:rsidR="002144A5" w:rsidRPr="001B353A" w:rsidRDefault="002144A5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5F52D8" w14:textId="77777777" w:rsidR="002144A5" w:rsidRPr="001B353A" w:rsidRDefault="002144A5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8FA018F" w14:textId="77777777" w:rsidR="002144A5" w:rsidRPr="001B353A" w:rsidRDefault="002144A5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144A5" w:rsidRPr="00136AD8" w14:paraId="695C1DFA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58CFF" w14:textId="77777777" w:rsidR="002144A5" w:rsidRPr="00C91F3E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91F3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Caracterização volumétrica e expressão gráfica</w:t>
            </w:r>
          </w:p>
          <w:p w14:paraId="3EFEDD1E" w14:textId="77777777" w:rsidR="002144A5" w:rsidRPr="00C91F3E" w:rsidRDefault="002144A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1F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Espessuras de linhas exprimindo profundidade</w:t>
            </w:r>
          </w:p>
          <w:p w14:paraId="52759081" w14:textId="77777777" w:rsidR="002144A5" w:rsidRPr="00C91F3E" w:rsidRDefault="002144A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1F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Demarcação de planos usando cor</w:t>
            </w:r>
          </w:p>
          <w:p w14:paraId="03357F15" w14:textId="77777777" w:rsidR="002144A5" w:rsidRPr="00C91F3E" w:rsidRDefault="002144A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1F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Caracterização de materiais usando cor</w:t>
            </w:r>
          </w:p>
          <w:p w14:paraId="3658F06B" w14:textId="77777777" w:rsidR="002144A5" w:rsidRPr="00C91F3E" w:rsidRDefault="002144A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1F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Articulação de elementos mono e policromáticos</w:t>
            </w:r>
          </w:p>
          <w:p w14:paraId="0D0BFDA9" w14:textId="77777777" w:rsidR="002144A5" w:rsidRPr="00C91F3E" w:rsidRDefault="002144A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1F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Sombras e sombreados</w:t>
            </w:r>
          </w:p>
          <w:p w14:paraId="200EFD23" w14:textId="77777777" w:rsidR="002144A5" w:rsidRPr="00C91F3E" w:rsidRDefault="002144A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1F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Expressividade específica das escalas de representação</w:t>
            </w:r>
          </w:p>
          <w:p w14:paraId="7A11D8CA" w14:textId="77777777" w:rsidR="002144A5" w:rsidRPr="00C91F3E" w:rsidRDefault="002144A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1F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Articulação com elementos de texto, cotagem e legendagem</w:t>
            </w:r>
          </w:p>
          <w:p w14:paraId="19B6BC9D" w14:textId="77777777" w:rsidR="002144A5" w:rsidRPr="00C91F3E" w:rsidRDefault="002144A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1F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Coerência transversal da linguagem gráfica e expressividade</w:t>
            </w:r>
          </w:p>
          <w:p w14:paraId="126E9700" w14:textId="77777777" w:rsidR="002144A5" w:rsidRPr="00C91F3E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91F3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Aplicação do domínio expressivo</w:t>
            </w:r>
          </w:p>
          <w:p w14:paraId="37A384D0" w14:textId="77777777" w:rsidR="002144A5" w:rsidRPr="00C91F3E" w:rsidRDefault="002144A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1F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Projeção ortogonal (plantas, alçados e cortes)</w:t>
            </w:r>
          </w:p>
          <w:p w14:paraId="172AE0AE" w14:textId="77777777" w:rsidR="002144A5" w:rsidRPr="00C91F3E" w:rsidRDefault="002144A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1F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Perspetivas axonométricas</w:t>
            </w:r>
          </w:p>
          <w:p w14:paraId="62FA20C4" w14:textId="77777777" w:rsidR="002144A5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1A78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rograma funcional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0C7E9D4" w14:textId="77777777" w:rsidR="002144A5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1A78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esign estético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0622FB4" w14:textId="77777777" w:rsidR="002144A5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A78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onsiderações técnicas e requisitos regulamentares.</w:t>
            </w:r>
          </w:p>
          <w:p w14:paraId="51CCBD05" w14:textId="77777777" w:rsidR="002144A5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Software</w:t>
            </w:r>
            <w:r w:rsidRPr="001A78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desenho assistido por computador (CAD) e modela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  <w:r w:rsidRPr="001A78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3D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67C3E3D" w14:textId="77777777" w:rsidR="002144A5" w:rsidRPr="001B353A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C6EB8" w14:textId="77777777" w:rsidR="002144A5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C91F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rticular a visão conceitual do projeto, identificando os principais elementos que devem ser refletidos na linguagem gráfica.</w:t>
            </w:r>
          </w:p>
          <w:p w14:paraId="75E06A66" w14:textId="77777777" w:rsidR="002144A5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1A78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stabelecer padrões gráficos consistentes para símbolos, linhas, cores, fontes e outros elementos visuais ao longo de todo o conjunto de desenhos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D5EB7ED" w14:textId="77777777" w:rsidR="002144A5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1A78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anter uma coerência estilística em todos os desenhos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5C2D616" w14:textId="77777777" w:rsidR="002144A5" w:rsidRPr="00517AA8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1A78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efinir uma hierarquia visual clara,</w:t>
            </w:r>
          </w:p>
          <w:p w14:paraId="4E9C05C6" w14:textId="77777777" w:rsidR="002144A5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A78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a linguagem gráfica a diferentes escalas de desenhos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2965977" w14:textId="77777777" w:rsidR="002144A5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A78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Integra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1A78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elementos contextuais, como entorno urbano, paisagem e características geográfica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CF31095" w14:textId="77777777" w:rsidR="002144A5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1A78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tilizar software de desenho assistido por computador (CAD) e mode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lação</w:t>
            </w:r>
            <w:r w:rsidRPr="001A78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3D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3D0029D" w14:textId="6D7259C9" w:rsidR="002144A5" w:rsidRDefault="00036FF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0B49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e interpretar na sua globalidade o processo de desenho técnico nas vertentes técnica e artística</w:t>
            </w:r>
          </w:p>
          <w:p w14:paraId="54A35DA0" w14:textId="77777777" w:rsidR="00036FF1" w:rsidRDefault="00036FF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0B49">
              <w:rPr>
                <w:rFonts w:ascii="Verdana Pro Light" w:eastAsia="Arial Unicode MS" w:hAnsi="Verdana Pro Light" w:cs="Arial Unicode MS"/>
                <w:sz w:val="18"/>
                <w:szCs w:val="18"/>
              </w:rPr>
              <w:t>Adequar o nível de informação às características expressivas e gráficas de cada escala.</w:t>
            </w:r>
          </w:p>
          <w:p w14:paraId="1E011CD3" w14:textId="77961B54" w:rsidR="002144A5" w:rsidRPr="00057283" w:rsidRDefault="00036FF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0B49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Conjugar cor e valores lumíneos na representação gráfica de elementos de desenho técnico.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BB91B0" w14:textId="77777777" w:rsidR="002144A5" w:rsidRPr="00AE041A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 pelas suas ações.</w:t>
            </w:r>
          </w:p>
          <w:p w14:paraId="55D0C7E8" w14:textId="77777777" w:rsidR="002144A5" w:rsidRPr="00AE041A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no âmbito das suas funções.   </w:t>
            </w:r>
          </w:p>
          <w:p w14:paraId="4591E73F" w14:textId="77777777" w:rsidR="002144A5" w:rsidRPr="00AE041A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Empatia </w:t>
            </w:r>
          </w:p>
          <w:p w14:paraId="09613F2C" w14:textId="77777777" w:rsidR="002144A5" w:rsidRPr="00AE041A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72C121F2" w14:textId="77777777" w:rsidR="002144A5" w:rsidRPr="00AE041A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76402C22" w14:textId="77777777" w:rsidR="002144A5" w:rsidRPr="00AE041A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6EA11DC" w14:textId="77777777" w:rsidR="002144A5" w:rsidRPr="00AE041A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diferenças individuais.</w:t>
            </w:r>
          </w:p>
          <w:p w14:paraId="2CBBE1FD" w14:textId="77777777" w:rsidR="002144A5" w:rsidRPr="00AE041A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3ED9822C" w14:textId="77777777" w:rsidR="002144A5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3963B4F7" w14:textId="77777777" w:rsidR="002144A5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223F8C" w14:textId="77777777" w:rsidR="002144A5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9ECB334" w14:textId="77777777" w:rsidR="002144A5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A3A775" w14:textId="77777777" w:rsidR="002144A5" w:rsidRPr="00057283" w:rsidRDefault="002144A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DF6DDEF" w14:textId="77777777" w:rsidR="002144A5" w:rsidRDefault="002144A5" w:rsidP="002144A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2ACD2B2" w14:textId="40F604EC" w:rsidR="002144A5" w:rsidRDefault="002144A5" w:rsidP="002144A5">
      <w:pPr>
        <w:rPr>
          <w:rFonts w:ascii="Verdana Pro Light" w:hAnsi="Verdana Pro Light"/>
          <w:smallCaps/>
        </w:rPr>
      </w:pPr>
    </w:p>
    <w:p w14:paraId="4B1BCB55" w14:textId="77777777" w:rsidR="002144A5" w:rsidRPr="00F87025" w:rsidRDefault="002144A5" w:rsidP="002144A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4545F76" w14:textId="151E22CA" w:rsidR="002144A5" w:rsidRPr="00F20E6F" w:rsidRDefault="00053FBE" w:rsidP="002144A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Produzir </w:t>
      </w:r>
      <w:r w:rsidR="002144A5" w:rsidRPr="00247C83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a linguagem gráfica </w:t>
      </w:r>
      <w:r w:rsidR="00E025D5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d</w:t>
      </w:r>
      <w:r w:rsidR="002144A5" w:rsidRPr="00247C83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o projeto de arquitetura</w:t>
      </w:r>
      <w:r w:rsidR="002144A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3DEF4B4" w14:textId="77777777" w:rsidR="002144A5" w:rsidRPr="0064164C" w:rsidRDefault="002144A5" w:rsidP="002144A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</w:t>
      </w:r>
      <w:r w:rsidRPr="001A78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endo</w:t>
      </w:r>
      <w:r w:rsidRPr="001A78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consistência visual ao longo de todos os desenhos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B5E7822" w14:textId="77777777" w:rsidR="002144A5" w:rsidRPr="0064164C" w:rsidRDefault="002144A5" w:rsidP="002144A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1A78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A78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linguagem gráfica ao conceito global do projeto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233628E" w14:textId="77777777" w:rsidR="002144A5" w:rsidRPr="0064164C" w:rsidRDefault="002144A5" w:rsidP="002144A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Garantindo uniformidade</w:t>
      </w:r>
      <w:r w:rsidRPr="001A78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1A78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padronização de símbolos, linhas, cores e outros elementos gráficos utilizados nos desenhos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858AFE3" w14:textId="77777777" w:rsidR="002144A5" w:rsidRPr="0064164C" w:rsidRDefault="002144A5" w:rsidP="002144A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CF22C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CF22C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hierarquia visual clara, destacando elementos importantes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D606A30" w14:textId="77777777" w:rsidR="002144A5" w:rsidRPr="0064164C" w:rsidRDefault="002144A5" w:rsidP="002144A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CF22C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CF22C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clareza e a legibilidade da linguagem gráfica em diferentes escalas de desenhos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6D67B4B" w14:textId="77777777" w:rsidR="002144A5" w:rsidRPr="00136AD8" w:rsidRDefault="002144A5" w:rsidP="002144A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44CD81" w14:textId="77777777" w:rsidR="002144A5" w:rsidRPr="00F87025" w:rsidRDefault="002144A5" w:rsidP="002144A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38C9EDC" w14:textId="77777777" w:rsidR="002144A5" w:rsidRDefault="002144A5" w:rsidP="002144A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04B74554" w14:textId="77777777" w:rsidR="002144A5" w:rsidRDefault="002144A5" w:rsidP="002144A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05EB4E1C" w14:textId="77777777" w:rsidR="002144A5" w:rsidRPr="009227C5" w:rsidRDefault="002144A5" w:rsidP="002144A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2F202A31" w14:textId="77777777" w:rsidR="002144A5" w:rsidRPr="009227C5" w:rsidRDefault="002144A5" w:rsidP="002144A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FFF5F1B" w14:textId="77777777" w:rsidR="002144A5" w:rsidRPr="00051C79" w:rsidRDefault="002144A5" w:rsidP="002144A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F08FB0" w14:textId="77777777" w:rsidR="002144A5" w:rsidRPr="00F87025" w:rsidRDefault="002144A5" w:rsidP="002144A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1C51699" w14:textId="77777777" w:rsidR="002144A5" w:rsidRDefault="002144A5" w:rsidP="002144A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6100C63F" w14:textId="77777777" w:rsidR="002144A5" w:rsidRDefault="002144A5" w:rsidP="002144A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75C2477C" w14:textId="77777777" w:rsidR="002144A5" w:rsidRDefault="002144A5" w:rsidP="002144A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Modelação 3D.</w:t>
      </w:r>
    </w:p>
    <w:p w14:paraId="393D4FC4" w14:textId="77777777" w:rsidR="002144A5" w:rsidRDefault="002144A5" w:rsidP="002144A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Material para desenho técnico</w:t>
      </w:r>
    </w:p>
    <w:p w14:paraId="0029E574" w14:textId="77777777" w:rsidR="002144A5" w:rsidRPr="00501DC8" w:rsidRDefault="002144A5" w:rsidP="002144A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2543F0C" w14:textId="77777777" w:rsidR="002144A5" w:rsidRPr="00051C79" w:rsidRDefault="002144A5" w:rsidP="002144A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039A22" w14:textId="77777777" w:rsidR="002144A5" w:rsidRPr="00F87025" w:rsidRDefault="002144A5" w:rsidP="002144A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63CEC5D" w14:textId="77777777" w:rsidR="002144A5" w:rsidRPr="00051C79" w:rsidRDefault="002144A5" w:rsidP="002144A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A444F60" w14:textId="77777777" w:rsidR="002144A5" w:rsidRPr="00051C79" w:rsidRDefault="002144A5" w:rsidP="002144A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A5FA6D" w14:textId="77777777" w:rsidR="002144A5" w:rsidRPr="00051C79" w:rsidRDefault="002144A5" w:rsidP="002144A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00A183" w14:textId="4F851EA8" w:rsidR="002144A5" w:rsidRDefault="002144A5" w:rsidP="002144A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C7E380E" w14:textId="77777777" w:rsidR="000B4021" w:rsidRPr="00051C79" w:rsidRDefault="000B4021" w:rsidP="004A7B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84383" w:rsidRPr="00136AD8" w14:paraId="1460FB57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CAAD3F2" w14:textId="6D6A8654" w:rsidR="00384383" w:rsidRPr="00136AD8" w:rsidRDefault="00384383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2C2D94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521BB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5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2C2D9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091CC8D" w14:textId="77777777" w:rsidR="00384383" w:rsidRPr="009C256C" w:rsidRDefault="00384383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5160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peças desenhadas de planeamento urbano.</w:t>
            </w:r>
          </w:p>
        </w:tc>
      </w:tr>
      <w:tr w:rsidR="00384383" w:rsidRPr="00136AD8" w14:paraId="13FB43E4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7970255" w14:textId="11B91177" w:rsidR="00384383" w:rsidRPr="00136AD8" w:rsidRDefault="00384383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2A32AC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7416CE5" w14:textId="77777777" w:rsidR="00384383" w:rsidRPr="00136AD8" w:rsidRDefault="00384383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039A1">
              <w:rPr>
                <w:rFonts w:ascii="Verdana Pro Light" w:eastAsia="Arial Unicode MS" w:hAnsi="Verdana Pro Light" w:cs="Times New Roman"/>
                <w:sz w:val="18"/>
                <w:szCs w:val="18"/>
              </w:rPr>
              <w:t>Cidade e território</w:t>
            </w:r>
          </w:p>
        </w:tc>
      </w:tr>
    </w:tbl>
    <w:p w14:paraId="29684C3C" w14:textId="77777777" w:rsidR="00384383" w:rsidRPr="00136AD8" w:rsidRDefault="00384383" w:rsidP="0038438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1415B70" w14:textId="77777777" w:rsidR="00384383" w:rsidRPr="003200F2" w:rsidRDefault="00384383" w:rsidP="0038438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35D8FA8" w14:textId="77777777" w:rsidR="00384383" w:rsidRPr="00136AD8" w:rsidRDefault="00384383" w:rsidP="0038438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84383" w:rsidRPr="00136AD8" w14:paraId="68DBA44A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75D142C" w14:textId="77777777" w:rsidR="00384383" w:rsidRPr="001B353A" w:rsidRDefault="00384383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84383" w:rsidRPr="00136AD8" w14:paraId="453B153D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3A8F96" w14:textId="6F572B31" w:rsidR="00384383" w:rsidRPr="005039A1" w:rsidRDefault="00384383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D6B99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Recolh</w:t>
            </w:r>
            <w:r w:rsidR="002E024E">
              <w:rPr>
                <w:rFonts w:ascii="Verdana Pro Light" w:eastAsia="Arial Unicode MS" w:hAnsi="Verdana Pro Light" w:cs="Arial Unicode MS"/>
                <w:sz w:val="18"/>
                <w:szCs w:val="18"/>
              </w:rPr>
              <w:t>er e interpretar</w:t>
            </w:r>
            <w:r w:rsidR="00ED6B9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dados </w:t>
            </w:r>
            <w:r w:rsidR="00FF7210">
              <w:rPr>
                <w:rFonts w:ascii="Verdana Pro Light" w:eastAsia="Arial Unicode MS" w:hAnsi="Verdana Pro Light" w:cs="Arial Unicode MS"/>
                <w:sz w:val="18"/>
                <w:szCs w:val="18"/>
              </w:rPr>
              <w:t>g</w:t>
            </w:r>
            <w:r w:rsidR="00FF7210" w:rsidRPr="00FF7210">
              <w:rPr>
                <w:rFonts w:ascii="Verdana Pro Light" w:eastAsia="Arial Unicode MS" w:hAnsi="Verdana Pro Light" w:cs="Arial Unicode MS"/>
                <w:sz w:val="18"/>
                <w:szCs w:val="18"/>
              </w:rPr>
              <w:t>eográficos, topográficos e demográficos</w:t>
            </w:r>
            <w:r w:rsidR="00FF721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socioeconómicos e culturais </w:t>
            </w:r>
          </w:p>
          <w:p w14:paraId="48D3861F" w14:textId="765E53E5" w:rsidR="00926B77" w:rsidRDefault="00384383" w:rsidP="00926B7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25CBB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layouts da zona e plantas baixas conceptuais</w:t>
            </w:r>
          </w:p>
          <w:p w14:paraId="7EB6C89C" w14:textId="55982515" w:rsidR="00384383" w:rsidRPr="001E323A" w:rsidRDefault="00384383" w:rsidP="00926B7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5039A1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perfis</w:t>
            </w:r>
            <w:r w:rsidR="003F7DD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2 e 3 D</w:t>
            </w:r>
            <w:r w:rsidRPr="005039A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3F7DD8">
              <w:rPr>
                <w:rFonts w:ascii="Verdana Pro Light" w:eastAsia="Arial Unicode MS" w:hAnsi="Verdana Pro Light" w:cs="Arial Unicode MS"/>
                <w:sz w:val="18"/>
                <w:szCs w:val="18"/>
              </w:rPr>
              <w:t>d</w:t>
            </w:r>
            <w:r w:rsidR="001E323A">
              <w:rPr>
                <w:rFonts w:ascii="Verdana Pro Light" w:eastAsia="Arial Unicode MS" w:hAnsi="Verdana Pro Light" w:cs="Arial Unicode MS"/>
                <w:sz w:val="18"/>
                <w:szCs w:val="18"/>
              </w:rPr>
              <w:t>o</w:t>
            </w:r>
            <w:r w:rsidRPr="005039A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terreno com declives, integrando situações de edificado, de vias, elementos vegetais/arborização e bacias hídricas.</w:t>
            </w:r>
          </w:p>
        </w:tc>
      </w:tr>
      <w:tr w:rsidR="00384383" w:rsidRPr="00136AD8" w14:paraId="37C37D75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AA95B6" w14:textId="77777777" w:rsidR="00384383" w:rsidRPr="001B353A" w:rsidRDefault="00384383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3E24B5" w14:textId="77777777" w:rsidR="00384383" w:rsidRPr="001B353A" w:rsidRDefault="00384383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013196F" w14:textId="77777777" w:rsidR="00384383" w:rsidRPr="001B353A" w:rsidRDefault="00384383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84383" w:rsidRPr="00136AD8" w14:paraId="5FD8DCFC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0CBF1" w14:textId="77777777" w:rsidR="00384383" w:rsidRPr="00C5352A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5352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Cidade e território - Recolha de informação</w:t>
            </w:r>
          </w:p>
          <w:p w14:paraId="568CBF9B" w14:textId="77777777" w:rsidR="00384383" w:rsidRPr="00C5352A" w:rsidRDefault="0038438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535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Recolha de informação cartográfica</w:t>
            </w:r>
          </w:p>
          <w:p w14:paraId="709F7C17" w14:textId="77777777" w:rsidR="00384383" w:rsidRPr="00C5352A" w:rsidRDefault="0038438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535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do “uso do solo” com consulta da “carta de uso de solos” do PDM em questão, e consulta da legislação em vigor que rege o ordenamento do território</w:t>
            </w:r>
          </w:p>
          <w:p w14:paraId="316875F1" w14:textId="77777777" w:rsidR="00384383" w:rsidRPr="00C5352A" w:rsidRDefault="0038438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535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de levantamentos topográficos</w:t>
            </w:r>
          </w:p>
          <w:p w14:paraId="0F81747F" w14:textId="77777777" w:rsidR="00384383" w:rsidRPr="00C5352A" w:rsidRDefault="0038438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535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Levantamento fotográfico</w:t>
            </w:r>
          </w:p>
          <w:p w14:paraId="745EECB9" w14:textId="77777777" w:rsidR="00384383" w:rsidRPr="00C5352A" w:rsidRDefault="0038438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535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Levantamento do edificado existente: usos, nº de pisos e estado de conservação</w:t>
            </w:r>
          </w:p>
          <w:p w14:paraId="78AC6512" w14:textId="77777777" w:rsidR="00384383" w:rsidRPr="00C5352A" w:rsidRDefault="0038438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535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Levantamento métrico</w:t>
            </w:r>
          </w:p>
          <w:p w14:paraId="08AE6B17" w14:textId="77777777" w:rsidR="00384383" w:rsidRPr="00C5352A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5352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Desenho de elementos urbanos</w:t>
            </w:r>
          </w:p>
          <w:p w14:paraId="264EF519" w14:textId="77777777" w:rsidR="00384383" w:rsidRPr="00C5352A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5352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Elementos de arquitetura paisagista</w:t>
            </w:r>
          </w:p>
          <w:p w14:paraId="3E1D8C36" w14:textId="77777777" w:rsidR="00384383" w:rsidRPr="00C5352A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5352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Urbanismo e planeamento urbano</w:t>
            </w:r>
          </w:p>
          <w:p w14:paraId="0E98BC14" w14:textId="77777777" w:rsidR="00384383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473F12F" w14:textId="77777777" w:rsidR="00384383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F8481B" w14:textId="77777777" w:rsidR="00384383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F2F7D8" w14:textId="77777777" w:rsidR="00384383" w:rsidRPr="001B353A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AF09C" w14:textId="77777777" w:rsidR="00384383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C535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desenhos técnicos claros e precisos, incluindo plantas baixas, cortes, elevações e mapas urbanos.</w:t>
            </w:r>
          </w:p>
          <w:p w14:paraId="32C8E21A" w14:textId="77777777" w:rsidR="000B4A69" w:rsidRDefault="000B4A6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039A1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peças de planeamento urbano com recurso à representação bidimensional, tridimensional numa perspetiva da criação de cenários virtuais.</w:t>
            </w:r>
          </w:p>
          <w:p w14:paraId="558D7407" w14:textId="008CC0B0" w:rsidR="00384383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C535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C535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software de desenho assistido por computador (CAD)</w:t>
            </w:r>
          </w:p>
          <w:p w14:paraId="2EA904D7" w14:textId="77777777" w:rsidR="00384383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C535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epresentar topografia em desenhos,</w:t>
            </w:r>
          </w:p>
          <w:p w14:paraId="252B6CD8" w14:textId="77777777" w:rsidR="00384383" w:rsidRPr="00517AA8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C535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representações tridimensionais do planeamento urbano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DFB71EA" w14:textId="77777777" w:rsidR="00384383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C535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análises espaciais e avaliar o impacto das propostas de planeamento urbano</w:t>
            </w:r>
          </w:p>
          <w:p w14:paraId="024DD083" w14:textId="77777777" w:rsidR="00384383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C535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erar soluções criativas e inovadoras</w:t>
            </w:r>
          </w:p>
          <w:p w14:paraId="7E44F565" w14:textId="77777777" w:rsidR="00384383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8732A8" w14:textId="77777777" w:rsidR="00384383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AF3776" w14:textId="77777777" w:rsidR="00384383" w:rsidRPr="00057283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FA14E" w14:textId="77777777" w:rsidR="00384383" w:rsidRPr="00AE041A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030BF57F" w14:textId="77777777" w:rsidR="00384383" w:rsidRPr="00AE041A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no âmbito das suas funções.   </w:t>
            </w:r>
          </w:p>
          <w:p w14:paraId="7CD5B989" w14:textId="77777777" w:rsidR="00384383" w:rsidRPr="00AE041A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Empatia </w:t>
            </w:r>
          </w:p>
          <w:p w14:paraId="2E3BCA03" w14:textId="77777777" w:rsidR="00384383" w:rsidRPr="00AE041A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46C1AEA1" w14:textId="77777777" w:rsidR="00384383" w:rsidRPr="00AE041A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0F5532A7" w14:textId="77777777" w:rsidR="00384383" w:rsidRPr="00AE041A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284F42D" w14:textId="77777777" w:rsidR="00384383" w:rsidRPr="00AE041A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diferenças individuais.</w:t>
            </w:r>
          </w:p>
          <w:p w14:paraId="51985570" w14:textId="77777777" w:rsidR="00384383" w:rsidRPr="00AE041A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C128386" w14:textId="77777777" w:rsidR="00384383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4D4CA3B7" w14:textId="77777777" w:rsidR="00384383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0317CE0" w14:textId="77777777" w:rsidR="00384383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90453C" w14:textId="77777777" w:rsidR="00384383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BD00EA" w14:textId="77777777" w:rsidR="00384383" w:rsidRPr="00057283" w:rsidRDefault="0038438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DA2906E" w14:textId="77777777" w:rsidR="00384383" w:rsidRDefault="00384383" w:rsidP="0038438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08BA07C" w14:textId="77777777" w:rsidR="00384383" w:rsidRDefault="00384383" w:rsidP="0038438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7986455" w14:textId="77777777" w:rsidR="00384383" w:rsidRPr="00F87025" w:rsidRDefault="00384383" w:rsidP="0038438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C4DB597" w14:textId="77777777" w:rsidR="00384383" w:rsidRPr="00F20E6F" w:rsidRDefault="00384383" w:rsidP="00384383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5352A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Executar peças desenhadas de planeamento urbano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C3C6DB5" w14:textId="77777777" w:rsidR="00384383" w:rsidRPr="0064164C" w:rsidRDefault="00384383" w:rsidP="003843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</w:t>
      </w:r>
      <w:r w:rsidRPr="00BD27F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arantindo que as representações estejam de acordo com as especificações e normas urbanas.</w:t>
      </w:r>
    </w:p>
    <w:p w14:paraId="4549A720" w14:textId="77777777" w:rsidR="00384383" w:rsidRPr="0064164C" w:rsidRDefault="00384383" w:rsidP="003843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8A2E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A2E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desenhos que sejam claros e legíveis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59D3F75" w14:textId="77777777" w:rsidR="00384383" w:rsidRPr="0064164C" w:rsidRDefault="00384383" w:rsidP="003843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8A2E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A2E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precisão dados topográficos nos desenhos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C983442" w14:textId="77777777" w:rsidR="00384383" w:rsidRPr="0064164C" w:rsidRDefault="00384383" w:rsidP="003843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</w:t>
      </w:r>
      <w:r w:rsidRPr="008A2E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A2E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os desenhos estão em conformidade com as regulamentações e leis urbanas locais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619B021" w14:textId="77777777" w:rsidR="00384383" w:rsidRPr="0064164C" w:rsidRDefault="00384383" w:rsidP="0038438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8A2E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nclu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indo</w:t>
      </w:r>
      <w:r w:rsidRPr="008A2E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elementos sustentáveis nos desenhos, demonstrando práticas e soluções </w:t>
      </w:r>
      <w:proofErr w:type="spellStart"/>
      <w:r w:rsidRPr="008A2E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eco-friendly</w:t>
      </w:r>
      <w:proofErr w:type="spellEnd"/>
      <w:r w:rsidRPr="008A2E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286A80C" w14:textId="77777777" w:rsidR="00384383" w:rsidRPr="00136AD8" w:rsidRDefault="00384383" w:rsidP="0038438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E9A7D4" w14:textId="77777777" w:rsidR="00384383" w:rsidRPr="00F87025" w:rsidRDefault="00384383" w:rsidP="0038438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8D85732" w14:textId="77777777" w:rsidR="00384383" w:rsidRDefault="00384383" w:rsidP="00384383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3E95D136" w14:textId="77777777" w:rsidR="00384383" w:rsidRDefault="00384383" w:rsidP="00384383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1487D95D" w14:textId="77777777" w:rsidR="00384383" w:rsidRPr="009227C5" w:rsidRDefault="00384383" w:rsidP="00384383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3AAA88F8" w14:textId="77777777" w:rsidR="00384383" w:rsidRPr="009227C5" w:rsidRDefault="00384383" w:rsidP="00384383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B55772C" w14:textId="77777777" w:rsidR="00384383" w:rsidRPr="00051C79" w:rsidRDefault="00384383" w:rsidP="0038438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C9AE19" w14:textId="77777777" w:rsidR="00384383" w:rsidRPr="00F87025" w:rsidRDefault="00384383" w:rsidP="0038438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C28CA20" w14:textId="77777777" w:rsidR="00384383" w:rsidRDefault="00384383" w:rsidP="0038438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53DF0DAF" w14:textId="77777777" w:rsidR="00384383" w:rsidRDefault="00384383" w:rsidP="0038438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2F1CC72B" w14:textId="77777777" w:rsidR="00384383" w:rsidRDefault="00384383" w:rsidP="0038438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Material para desenho técnico</w:t>
      </w:r>
    </w:p>
    <w:p w14:paraId="7E11993B" w14:textId="77777777" w:rsidR="00384383" w:rsidRPr="00051C79" w:rsidRDefault="00384383" w:rsidP="0038438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3059C2" w14:textId="77777777" w:rsidR="00384383" w:rsidRPr="00F87025" w:rsidRDefault="00384383" w:rsidP="0038438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DF01B8D" w14:textId="77777777" w:rsidR="00384383" w:rsidRPr="00051C79" w:rsidRDefault="00384383" w:rsidP="0038438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5DD348" w14:textId="77777777" w:rsidR="00384383" w:rsidRPr="00051C79" w:rsidRDefault="00384383" w:rsidP="0038438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D7F2994" w14:textId="77777777" w:rsidR="00384383" w:rsidRPr="00051C79" w:rsidRDefault="00384383" w:rsidP="0038438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636543" w14:textId="3A8FDAB9" w:rsidR="00441FBC" w:rsidRDefault="00384383" w:rsidP="00AE1E0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41FBC" w:rsidRPr="00136AD8" w14:paraId="3D3B54DE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2309495" w14:textId="4269A7A5" w:rsidR="00441FBC" w:rsidRPr="00136AD8" w:rsidRDefault="00441FBC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AC5CD4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521BB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6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CC0D86A" w14:textId="4EE9A5EA" w:rsidR="00441FBC" w:rsidRPr="009C256C" w:rsidRDefault="00441FBC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4" w:name="_Hlk158576431"/>
            <w:r w:rsidRPr="00BD0DB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Construir cenários virtuais </w:t>
            </w:r>
            <w:r w:rsidR="00F644C4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em </w:t>
            </w:r>
            <w:r w:rsidRPr="00BD0DB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projetos 2D ou de modelação 3D.</w:t>
            </w:r>
            <w:bookmarkEnd w:id="4"/>
          </w:p>
        </w:tc>
      </w:tr>
      <w:tr w:rsidR="00441FBC" w:rsidRPr="00136AD8" w14:paraId="203C2B3B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83393F4" w14:textId="0E5D538A" w:rsidR="00441FBC" w:rsidRPr="00136AD8" w:rsidRDefault="00441FBC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BE0D8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5DBFC02B" w14:textId="77777777" w:rsidR="00441FBC" w:rsidRPr="00136AD8" w:rsidRDefault="00441FBC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54A31">
              <w:rPr>
                <w:rFonts w:ascii="Verdana Pro Light" w:eastAsia="Arial Unicode MS" w:hAnsi="Verdana Pro Light" w:cs="Times New Roman"/>
                <w:sz w:val="18"/>
                <w:szCs w:val="18"/>
              </w:rPr>
              <w:t>Composição - pintura digital</w:t>
            </w:r>
          </w:p>
        </w:tc>
      </w:tr>
    </w:tbl>
    <w:p w14:paraId="3F5348B5" w14:textId="77777777" w:rsidR="00441FBC" w:rsidRPr="00136AD8" w:rsidRDefault="00441FBC" w:rsidP="00441FB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9190C29" w14:textId="77777777" w:rsidR="00441FBC" w:rsidRPr="003200F2" w:rsidRDefault="00441FBC" w:rsidP="00441FB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0F47AE1" w14:textId="77777777" w:rsidR="00441FBC" w:rsidRPr="00136AD8" w:rsidRDefault="00441FBC" w:rsidP="00441FB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41FBC" w:rsidRPr="00136AD8" w14:paraId="76F00993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1AD87D" w14:textId="77777777" w:rsidR="00441FBC" w:rsidRPr="001B353A" w:rsidRDefault="00441FBC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41FBC" w:rsidRPr="00136AD8" w14:paraId="1F85FD43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C4842" w14:textId="172E1FEC" w:rsidR="00441FBC" w:rsidRPr="00E54A31" w:rsidRDefault="00441FBC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A3E2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Definir o tem</w:t>
            </w:r>
            <w:r w:rsidR="00F27A3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a, </w:t>
            </w:r>
            <w:r w:rsidR="00110FF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estilo, </w:t>
            </w:r>
            <w:r w:rsidR="00F27A3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fazer esboços e rascunhos para explorar composições e ideias </w:t>
            </w:r>
          </w:p>
          <w:p w14:paraId="795CEF8E" w14:textId="2BA15B5B" w:rsidR="00441FBC" w:rsidRPr="00E54A31" w:rsidRDefault="00441FBC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84D9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Compor o esboço básico </w:t>
            </w:r>
            <w:r w:rsidR="008E697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da composição, estabelecendo a estrutura geral da pintura </w:t>
            </w:r>
          </w:p>
          <w:p w14:paraId="4891DEF7" w14:textId="53CA1593" w:rsidR="008F280B" w:rsidRDefault="00441FBC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DC0516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F280B" w:rsidRPr="008F280B">
              <w:rPr>
                <w:rFonts w:ascii="Verdana Pro Light" w:eastAsia="Arial Unicode MS" w:hAnsi="Verdana Pro Light" w:cs="Arial Unicode MS"/>
                <w:sz w:val="18"/>
                <w:szCs w:val="18"/>
              </w:rPr>
              <w:t>Adicione detalhes e refinamentos ao esboço, focando na composição, proporções e movimento visual.</w:t>
            </w:r>
          </w:p>
          <w:p w14:paraId="7D5F03DB" w14:textId="50973870" w:rsidR="00441FBC" w:rsidRPr="001B353A" w:rsidRDefault="008F280B" w:rsidP="008F280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C0516"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="00DC0516" w:rsidRPr="002E0B37">
              <w:rPr>
                <w:rFonts w:ascii="Verdana Pro Light" w:eastAsia="Arial Unicode MS" w:hAnsi="Verdana Pro Light" w:cs="Arial Unicode MS"/>
                <w:sz w:val="18"/>
                <w:szCs w:val="18"/>
              </w:rPr>
              <w:t>riar e manipular modelos 3D usando técnicas de modelagem poligonal ou NURBS</w:t>
            </w:r>
            <w:r w:rsidR="00DC0516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1AD604E1" w14:textId="41009D8B" w:rsidR="00441FBC" w:rsidRPr="001B353A" w:rsidRDefault="006E1A4A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E343FF"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Pintar, texturizar, rever e finalizar</w:t>
            </w: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 xml:space="preserve"> </w:t>
            </w:r>
          </w:p>
        </w:tc>
      </w:tr>
      <w:tr w:rsidR="00441FBC" w:rsidRPr="00136AD8" w14:paraId="45C5C64F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51BECA" w14:textId="77777777" w:rsidR="00441FBC" w:rsidRPr="001B353A" w:rsidRDefault="00441FBC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114837" w14:textId="77777777" w:rsidR="00441FBC" w:rsidRPr="001B353A" w:rsidRDefault="00441FBC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30C3122" w14:textId="77777777" w:rsidR="00441FBC" w:rsidRPr="001B353A" w:rsidRDefault="00441FBC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41FBC" w:rsidRPr="00136AD8" w14:paraId="0E16D782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5A030" w14:textId="77777777" w:rsidR="00441FBC" w:rsidRPr="00FA4C99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A4C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de modelação orgânica</w:t>
            </w:r>
          </w:p>
          <w:p w14:paraId="22EF22F6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Modelação por </w:t>
            </w:r>
            <w:proofErr w:type="spellStart"/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splines</w:t>
            </w:r>
            <w:proofErr w:type="spellEnd"/>
          </w:p>
          <w:p w14:paraId="4B1D02D2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Malhas e polígonos.</w:t>
            </w:r>
          </w:p>
          <w:p w14:paraId="330208C2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por subobjecto</w:t>
            </w:r>
          </w:p>
          <w:p w14:paraId="7016C57A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Patch</w:t>
            </w:r>
            <w:proofErr w:type="spellEnd"/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modeling</w:t>
            </w:r>
            <w:proofErr w:type="spellEnd"/>
          </w:p>
          <w:p w14:paraId="34A2D2B5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de baixo número de polígonos</w:t>
            </w:r>
          </w:p>
          <w:p w14:paraId="657A271E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de superfícies não uniformes NURBS</w:t>
            </w:r>
          </w:p>
          <w:p w14:paraId="1A3BA109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por secção e subdivisão</w:t>
            </w:r>
          </w:p>
          <w:p w14:paraId="7C9DA8C3" w14:textId="77777777" w:rsidR="00441FBC" w:rsidRPr="00FA4C99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A4C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Estruturas de ligação</w:t>
            </w:r>
          </w:p>
          <w:p w14:paraId="47604084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Relação </w:t>
            </w:r>
            <w:proofErr w:type="spellStart"/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child</w:t>
            </w:r>
            <w:proofErr w:type="spellEnd"/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proofErr w:type="spellStart"/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parent</w:t>
            </w:r>
            <w:proofErr w:type="spellEnd"/>
          </w:p>
          <w:p w14:paraId="5297F593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articuladas</w:t>
            </w:r>
          </w:p>
          <w:p w14:paraId="2AB4D847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Restrições de articulações</w:t>
            </w:r>
          </w:p>
          <w:p w14:paraId="76D9E765" w14:textId="77777777" w:rsidR="00441FBC" w:rsidRPr="00D1477B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Forward kinematics e inverse kinematics.</w:t>
            </w:r>
          </w:p>
          <w:p w14:paraId="208EF219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articulações complexas</w:t>
            </w:r>
          </w:p>
          <w:p w14:paraId="26EA6BD8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estruturas de esqueleto</w:t>
            </w:r>
          </w:p>
          <w:p w14:paraId="0A38113E" w14:textId="77777777" w:rsidR="00441FBC" w:rsidRPr="00FA4C99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A4C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Aplicação de materiais</w:t>
            </w:r>
          </w:p>
          <w:p w14:paraId="23FA2DD9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editor de materiais</w:t>
            </w:r>
          </w:p>
          <w:p w14:paraId="4FBDABC2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e edição de bibliotecas de materiais</w:t>
            </w:r>
          </w:p>
          <w:p w14:paraId="3A7307B8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- tipos e definições</w:t>
            </w:r>
          </w:p>
          <w:p w14:paraId="69FBFA4E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Importância do brilho especular</w:t>
            </w:r>
          </w:p>
          <w:p w14:paraId="02BE61B9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Canais </w:t>
            </w:r>
            <w:proofErr w:type="spellStart"/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bump</w:t>
            </w:r>
            <w:proofErr w:type="spellEnd"/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opacity</w:t>
            </w:r>
            <w:proofErr w:type="spellEnd"/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displacement</w:t>
            </w:r>
            <w:proofErr w:type="spellEnd"/>
          </w:p>
          <w:p w14:paraId="5CB7B273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Coordenadas de materiais</w:t>
            </w:r>
          </w:p>
          <w:p w14:paraId="0E45C11F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texturas em superfícies subdivididas</w:t>
            </w:r>
          </w:p>
          <w:p w14:paraId="250E767D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Exportação de coordenadas de texturas – articulação com outras aplicações</w:t>
            </w:r>
          </w:p>
          <w:p w14:paraId="36E4640A" w14:textId="77777777" w:rsidR="00441FBC" w:rsidRPr="00FA4C99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A4C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Iluminação</w:t>
            </w:r>
          </w:p>
          <w:p w14:paraId="72DEAA2C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Teoria da luz – iluminação por três pontos.</w:t>
            </w:r>
          </w:p>
          <w:p w14:paraId="63335251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luzes e sombras</w:t>
            </w:r>
          </w:p>
          <w:p w14:paraId="42E9E2D7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Relação da geometria dos objetos com a reflexão da luz</w:t>
            </w:r>
          </w:p>
          <w:p w14:paraId="21B01DC9" w14:textId="77777777" w:rsidR="00441FBC" w:rsidRPr="004708DF" w:rsidRDefault="00441FBC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08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Simulação de luz refletida e iluminação global</w:t>
            </w:r>
          </w:p>
          <w:p w14:paraId="7C736D06" w14:textId="77777777" w:rsidR="00441FBC" w:rsidRPr="001B353A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38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Importância da iluminação na caracterização dos materiais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6CAFD" w14:textId="77777777" w:rsidR="006A3E2C" w:rsidRDefault="006A3E2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Selecionar</w:t>
            </w:r>
            <w:r w:rsidRPr="00E54A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princípios de composição da pintura digital.</w:t>
            </w:r>
          </w:p>
          <w:p w14:paraId="1C2C9D8C" w14:textId="77777777" w:rsidR="00155197" w:rsidRDefault="0015519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A31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e aplicar as técnicas de pintura digital</w:t>
            </w:r>
          </w:p>
          <w:p w14:paraId="732A8A8B" w14:textId="72C8CB4F" w:rsidR="00441FBC" w:rsidRDefault="00155197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441F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441FBC" w:rsidRPr="003F5F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composições visuais</w:t>
            </w:r>
            <w:r w:rsidR="00441F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211F101" w14:textId="77777777" w:rsidR="00441FBC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3F5F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quilibra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3F5F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elementos no cenário para guiar o olhar do espectador.</w:t>
            </w:r>
          </w:p>
          <w:p w14:paraId="45578C9A" w14:textId="77777777" w:rsidR="00441FBC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2752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2752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cores para transmitir atmosfera, luz e sombra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AB9D699" w14:textId="77777777" w:rsidR="00441FBC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2752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dicionar detalhes e texturas realistas para o cenário.</w:t>
            </w:r>
          </w:p>
          <w:p w14:paraId="566A7F93" w14:textId="77777777" w:rsidR="00441FBC" w:rsidRPr="00517AA8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2752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a perspetiva correta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EAD1BFE" w14:textId="77777777" w:rsidR="00441FBC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2E0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cenários tridimensionais</w:t>
            </w:r>
          </w:p>
          <w:p w14:paraId="6217C732" w14:textId="77777777" w:rsidR="00441FBC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Interagir</w:t>
            </w:r>
            <w:r w:rsidRPr="002E0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luz com objetos e superfícies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541C6E5" w14:textId="77777777" w:rsidR="00441FBC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2E0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 vida ao cenário, adicionando movimento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7781118" w14:textId="77777777" w:rsidR="00441FBC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2E0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texturas de maneira eficiente e realizar o mapeamento UV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 w:rsidRPr="002E0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434674A" w14:textId="77777777" w:rsidR="00441FBC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2E0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o estilo artístico do cenário de acordo com as necessidades do projeto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96B43C0" w14:textId="77777777" w:rsidR="00441FBC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2E0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esenvolver ideias criativas para cenários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312C343" w14:textId="77777777" w:rsidR="00441FBC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D9C91E" w14:textId="77777777" w:rsidR="00441FBC" w:rsidRPr="00057283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054D68" w14:textId="77777777" w:rsidR="00441FBC" w:rsidRDefault="00441FBC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65774986" w14:textId="77777777" w:rsidR="00441FBC" w:rsidRPr="00AE041A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2C4C831B" w14:textId="77777777" w:rsidR="00441FBC" w:rsidRPr="00564406" w:rsidRDefault="00441FBC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0E4E6C18" w14:textId="77777777" w:rsidR="00441FBC" w:rsidRPr="00564406" w:rsidRDefault="00441FBC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71957A8E" w14:textId="77777777" w:rsidR="00441FBC" w:rsidRPr="00564406" w:rsidRDefault="00441FBC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0E8B8F60" w14:textId="77777777" w:rsidR="00441FBC" w:rsidRPr="00564406" w:rsidRDefault="00441FBC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1B081E09" w14:textId="77777777" w:rsidR="00441FBC" w:rsidRPr="00564406" w:rsidRDefault="00441FBC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2174EFAD" w14:textId="77777777" w:rsidR="00441FBC" w:rsidRDefault="00441FBC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1E1B805D" w14:textId="77777777" w:rsidR="00441FBC" w:rsidRDefault="00441FBC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20183253" w14:textId="77777777" w:rsidR="00441FBC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4F5904" w14:textId="77777777" w:rsidR="00441FBC" w:rsidRPr="00057283" w:rsidRDefault="00441FBC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D563CAB" w14:textId="77777777" w:rsidR="00441FBC" w:rsidRDefault="00441FBC" w:rsidP="00441FB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0622692" w14:textId="77777777" w:rsidR="00441FBC" w:rsidRDefault="00441FBC" w:rsidP="00441FB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06E563B" w14:textId="77777777" w:rsidR="00441FBC" w:rsidRPr="00F87025" w:rsidRDefault="00441FBC" w:rsidP="00441FB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3EEC8D6" w14:textId="5135EB07" w:rsidR="00441FBC" w:rsidRPr="00F20E6F" w:rsidRDefault="00441FBC" w:rsidP="00441FB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E1E0F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Construir cenários virtuais </w:t>
      </w:r>
      <w:r w:rsidR="00F644C4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em</w:t>
      </w:r>
      <w:r w:rsidRPr="00AE1E0F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projetos 2D ou de modelação 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A9B8472" w14:textId="77777777" w:rsidR="00441FBC" w:rsidRPr="0064164C" w:rsidRDefault="00441FBC" w:rsidP="00441FB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</w:t>
      </w:r>
      <w:r w:rsidRPr="003E50C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arantindo que os elementos no cenário estejam em conformidade com as leis da perspetiva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B34E6EC" w14:textId="77777777" w:rsidR="00441FBC" w:rsidRPr="0064164C" w:rsidRDefault="00441FBC" w:rsidP="00441FB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</w:t>
      </w:r>
      <w:r w:rsidRPr="003E50C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anten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</w:t>
      </w:r>
      <w:r w:rsidRPr="003E50C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coerência estilística com o projeto global, seja ele 2D ou 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78BDFF3" w14:textId="77777777" w:rsidR="00441FBC" w:rsidRPr="0064164C" w:rsidRDefault="00441FBC" w:rsidP="00441FB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3E50C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3E50C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quantidade apropriada de detalh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</w:t>
      </w:r>
      <w:r w:rsidRPr="003E50C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para atender ao estilo desejado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C1B3CA1" w14:textId="77777777" w:rsidR="00441FBC" w:rsidRPr="0064164C" w:rsidRDefault="00441FBC" w:rsidP="00441FB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3E50C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3E50C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qualidade da iluminação e do sombrea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</w:t>
      </w:r>
      <w:r w:rsidRPr="003E50C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assegurando que estão alinhados com a fonte de luz no cenário.</w:t>
      </w:r>
    </w:p>
    <w:p w14:paraId="0BF1ADAE" w14:textId="77777777" w:rsidR="00441FBC" w:rsidRPr="0064164C" w:rsidRDefault="00441FBC" w:rsidP="00441FB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3E50C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3E50C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texturas e o mapeamento UV nos modelos 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1A0A0BC" w14:textId="77777777" w:rsidR="00441FBC" w:rsidRPr="00136AD8" w:rsidRDefault="00441FBC" w:rsidP="00441FB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4332CD" w14:textId="77777777" w:rsidR="00441FBC" w:rsidRPr="00F87025" w:rsidRDefault="00441FBC" w:rsidP="00441FB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F00A888" w14:textId="77777777" w:rsidR="00441FBC" w:rsidRPr="00984B30" w:rsidRDefault="00441FBC" w:rsidP="00441FB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74E3CE0" w14:textId="77777777" w:rsidR="00441FBC" w:rsidRPr="00984B30" w:rsidRDefault="00441FBC" w:rsidP="00441FB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audiovisuais.</w:t>
      </w:r>
    </w:p>
    <w:p w14:paraId="138CB3B6" w14:textId="77777777" w:rsidR="00441FBC" w:rsidRPr="00051C79" w:rsidRDefault="00441FBC" w:rsidP="00441FB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D70278" w14:textId="77777777" w:rsidR="00441FBC" w:rsidRPr="00F87025" w:rsidRDefault="00441FBC" w:rsidP="00441FB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E8675A9" w14:textId="77777777" w:rsidR="00441FBC" w:rsidRPr="00564406" w:rsidRDefault="00441FBC" w:rsidP="00441FB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 e software de edição de imagem</w:t>
      </w:r>
    </w:p>
    <w:p w14:paraId="775C937B" w14:textId="77777777" w:rsidR="00441FBC" w:rsidRDefault="00441FBC" w:rsidP="00441FB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3592D3A4" w14:textId="77777777" w:rsidR="00441FBC" w:rsidRDefault="00441FBC" w:rsidP="00441FB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produção de storyboards</w:t>
      </w:r>
    </w:p>
    <w:p w14:paraId="5CCDFB17" w14:textId="77777777" w:rsidR="00441FBC" w:rsidRPr="00501DC8" w:rsidRDefault="00441FBC" w:rsidP="00441FB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criação de animações.</w:t>
      </w:r>
    </w:p>
    <w:p w14:paraId="65268A41" w14:textId="77777777" w:rsidR="00441FBC" w:rsidRPr="00051C79" w:rsidRDefault="00441FBC" w:rsidP="00441FB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92C4D8" w14:textId="77777777" w:rsidR="00441FBC" w:rsidRPr="00F87025" w:rsidRDefault="00441FBC" w:rsidP="00441FB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3965528" w14:textId="77777777" w:rsidR="00441FBC" w:rsidRPr="00051C79" w:rsidRDefault="00441FBC" w:rsidP="00441FB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4DAC55" w14:textId="77777777" w:rsidR="00441FBC" w:rsidRPr="00051C79" w:rsidRDefault="00441FBC" w:rsidP="00441FB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D919B0" w14:textId="77777777" w:rsidR="00441FBC" w:rsidRPr="00051C79" w:rsidRDefault="00441FBC" w:rsidP="00441FB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CFDBAA" w14:textId="21A7B8A5" w:rsidR="00AE1E0F" w:rsidRDefault="00AE1E0F" w:rsidP="00AE1E0F">
      <w:pPr>
        <w:rPr>
          <w:rFonts w:ascii="Verdana Pro Light" w:hAnsi="Verdana Pro Light"/>
          <w:smallCaps/>
        </w:rPr>
      </w:pPr>
    </w:p>
    <w:p w14:paraId="4CF28F2C" w14:textId="77777777" w:rsidR="00441FBC" w:rsidRDefault="00441FBC" w:rsidP="00AE1E0F">
      <w:pPr>
        <w:rPr>
          <w:rFonts w:ascii="Verdana Pro Light" w:hAnsi="Verdana Pro Light"/>
          <w:smallCaps/>
        </w:rPr>
      </w:pPr>
    </w:p>
    <w:p w14:paraId="64F6C31F" w14:textId="77777777" w:rsidR="009E64E7" w:rsidRDefault="009E64E7" w:rsidP="00AE1E0F">
      <w:pPr>
        <w:rPr>
          <w:rFonts w:ascii="Verdana Pro Light" w:hAnsi="Verdana Pro Light"/>
          <w:smallCaps/>
        </w:rPr>
      </w:pPr>
    </w:p>
    <w:p w14:paraId="7A55111B" w14:textId="77777777" w:rsidR="009E64E7" w:rsidRDefault="009E64E7" w:rsidP="00AE1E0F">
      <w:pPr>
        <w:rPr>
          <w:rFonts w:ascii="Verdana Pro Light" w:hAnsi="Verdana Pro Light"/>
          <w:smallCaps/>
        </w:rPr>
      </w:pPr>
    </w:p>
    <w:p w14:paraId="7F66F064" w14:textId="77777777" w:rsidR="009E64E7" w:rsidRDefault="009E64E7" w:rsidP="00AE1E0F">
      <w:pPr>
        <w:rPr>
          <w:rFonts w:ascii="Verdana Pro Light" w:hAnsi="Verdana Pro Light"/>
          <w:smallCaps/>
        </w:rPr>
      </w:pPr>
    </w:p>
    <w:p w14:paraId="317CDD53" w14:textId="77777777" w:rsidR="009E64E7" w:rsidRDefault="009E64E7" w:rsidP="00AE1E0F">
      <w:pPr>
        <w:rPr>
          <w:rFonts w:ascii="Verdana Pro Light" w:hAnsi="Verdana Pro Light"/>
          <w:smallCaps/>
        </w:rPr>
      </w:pPr>
    </w:p>
    <w:p w14:paraId="21C407F0" w14:textId="77777777" w:rsidR="009E64E7" w:rsidRDefault="009E64E7" w:rsidP="00AE1E0F">
      <w:pPr>
        <w:rPr>
          <w:rFonts w:ascii="Verdana Pro Light" w:hAnsi="Verdana Pro Light"/>
          <w:smallCaps/>
        </w:rPr>
      </w:pPr>
    </w:p>
    <w:p w14:paraId="2DED40D9" w14:textId="77777777" w:rsidR="009E64E7" w:rsidRDefault="009E64E7" w:rsidP="00AE1E0F">
      <w:pPr>
        <w:rPr>
          <w:rFonts w:ascii="Verdana Pro Light" w:hAnsi="Verdana Pro Light"/>
          <w:smallCaps/>
        </w:rPr>
      </w:pPr>
    </w:p>
    <w:p w14:paraId="2CE68C20" w14:textId="77777777" w:rsidR="009E64E7" w:rsidRDefault="009E64E7" w:rsidP="00AE1E0F">
      <w:pPr>
        <w:rPr>
          <w:rFonts w:ascii="Verdana Pro Light" w:hAnsi="Verdana Pro Light"/>
          <w:smallCaps/>
        </w:rPr>
      </w:pPr>
    </w:p>
    <w:p w14:paraId="7709F610" w14:textId="77777777" w:rsidR="009E64E7" w:rsidRDefault="009E64E7" w:rsidP="00AE1E0F">
      <w:pPr>
        <w:rPr>
          <w:rFonts w:ascii="Verdana Pro Light" w:hAnsi="Verdana Pro Light"/>
          <w:smallCaps/>
        </w:rPr>
      </w:pPr>
    </w:p>
    <w:p w14:paraId="1042ECEE" w14:textId="77777777" w:rsidR="009E64E7" w:rsidRDefault="009E64E7" w:rsidP="00AE1E0F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137BB" w:rsidRPr="00136AD8" w14:paraId="7695A196" w14:textId="77777777" w:rsidTr="000A7D7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D2AD110" w14:textId="0B2668A2" w:rsidR="002137BB" w:rsidRPr="00136AD8" w:rsidRDefault="002137BB" w:rsidP="000A7D7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583B6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635E8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7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583B6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EA33785" w14:textId="3A73CD8B" w:rsidR="002137BB" w:rsidRPr="009C256C" w:rsidRDefault="00C85B15" w:rsidP="000A7D7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85B15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Transformar desenhos 2D em modelos 3D</w:t>
            </w:r>
          </w:p>
        </w:tc>
      </w:tr>
      <w:tr w:rsidR="002137BB" w:rsidRPr="00136AD8" w14:paraId="1C02B049" w14:textId="77777777" w:rsidTr="000A7D7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564E124" w14:textId="79DA4B79" w:rsidR="002137BB" w:rsidRPr="00136AD8" w:rsidRDefault="002137BB" w:rsidP="000A7D7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583B6B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6A1E0069" w14:textId="77777777" w:rsidR="002137BB" w:rsidRPr="00136AD8" w:rsidRDefault="002137BB" w:rsidP="000A7D7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17441">
              <w:rPr>
                <w:rFonts w:ascii="Verdana Pro Light" w:eastAsia="Arial Unicode MS" w:hAnsi="Verdana Pro Light" w:cs="Times New Roman"/>
                <w:sz w:val="18"/>
                <w:szCs w:val="18"/>
              </w:rPr>
              <w:t>Representação tridimensional</w:t>
            </w:r>
          </w:p>
        </w:tc>
      </w:tr>
    </w:tbl>
    <w:p w14:paraId="2E31A8D4" w14:textId="77777777" w:rsidR="002137BB" w:rsidRPr="00136AD8" w:rsidRDefault="002137BB" w:rsidP="002137B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2268B5B" w14:textId="058829F5" w:rsidR="002137BB" w:rsidRPr="003200F2" w:rsidRDefault="002137BB" w:rsidP="002137B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C45F10">
        <w:rPr>
          <w:rFonts w:ascii="Verdana Pro Light" w:eastAsia="Arial Unicode MS" w:hAnsi="Verdana Pro Light" w:cs="Times New Roman"/>
          <w:smallCaps/>
          <w:sz w:val="20"/>
        </w:rPr>
        <w:t>4.5</w:t>
      </w:r>
    </w:p>
    <w:p w14:paraId="5BBD00B1" w14:textId="77777777" w:rsidR="002137BB" w:rsidRPr="00136AD8" w:rsidRDefault="002137BB" w:rsidP="002137B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137BB" w:rsidRPr="00136AD8" w14:paraId="63639B76" w14:textId="77777777" w:rsidTr="000A7D7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D06FF2" w14:textId="77777777" w:rsidR="002137BB" w:rsidRPr="001B353A" w:rsidRDefault="002137BB" w:rsidP="000A7D7B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137BB" w:rsidRPr="00136AD8" w14:paraId="6104F60A" w14:textId="77777777" w:rsidTr="000A7D7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4FE424" w14:textId="498B3E80" w:rsidR="002137BB" w:rsidRPr="00E17441" w:rsidRDefault="002137BB" w:rsidP="000A7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B0A52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o desenho bidimensional</w:t>
            </w:r>
            <w:r w:rsidR="00672E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definindo as </w:t>
            </w:r>
            <w:r w:rsidR="00672E79" w:rsidRPr="00672E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partes e características do objeto </w:t>
            </w:r>
            <w:r w:rsidR="00672E79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672E79" w:rsidRPr="00672E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representa</w:t>
            </w:r>
            <w:r w:rsidR="00672E79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672E79" w:rsidRPr="00672E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em 3D.</w:t>
            </w:r>
          </w:p>
          <w:p w14:paraId="6F6A2CDE" w14:textId="11C6B2CC" w:rsidR="001A4D72" w:rsidRPr="00E17441" w:rsidRDefault="002137BB" w:rsidP="001A4D7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B3116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</w:t>
            </w:r>
            <w:r w:rsidR="001A4D72" w:rsidRPr="007158D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1A4D72">
              <w:rPr>
                <w:rFonts w:ascii="Verdana Pro Light" w:eastAsia="Arial Unicode MS" w:hAnsi="Verdana Pro Light" w:cs="Arial Unicode MS"/>
                <w:sz w:val="18"/>
                <w:szCs w:val="18"/>
              </w:rPr>
              <w:t>em software de modelagem 3D</w:t>
            </w:r>
            <w:r w:rsidR="001A4D72" w:rsidRPr="007158D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1A4D72">
              <w:rPr>
                <w:rFonts w:ascii="Verdana Pro Light" w:eastAsia="Arial Unicode MS" w:hAnsi="Verdana Pro Light" w:cs="Arial Unicode MS"/>
                <w:sz w:val="18"/>
                <w:szCs w:val="18"/>
              </w:rPr>
              <w:t>o modelo básico do objeto</w:t>
            </w:r>
            <w:r w:rsidR="009C53EA">
              <w:rPr>
                <w:rFonts w:ascii="Verdana Pro Light" w:eastAsia="Arial Unicode MS" w:hAnsi="Verdana Pro Light" w:cs="Arial Unicode MS"/>
                <w:sz w:val="18"/>
                <w:szCs w:val="18"/>
              </w:rPr>
              <w:t>,</w:t>
            </w:r>
            <w:r w:rsidR="001A4D7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com </w:t>
            </w:r>
            <w:r w:rsidR="001A4D72" w:rsidRPr="007158D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medidas e proporções fornecidas pelo desenho bidimensional </w:t>
            </w:r>
          </w:p>
          <w:p w14:paraId="387934D7" w14:textId="52AA92FA" w:rsidR="002137BB" w:rsidRPr="00E17441" w:rsidRDefault="002137BB" w:rsidP="000A7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C53E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Adicionar detalhes e refinar o modelo </w:t>
            </w:r>
          </w:p>
          <w:p w14:paraId="1CECDBCC" w14:textId="50408E44" w:rsidR="002137BB" w:rsidRDefault="002137BB" w:rsidP="000A7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D0721" w:rsidRPr="006D0721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</w:t>
            </w:r>
            <w:r w:rsidR="006D0721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</w:t>
            </w:r>
            <w:r w:rsidR="006D0721" w:rsidRPr="006D072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texturas</w:t>
            </w:r>
            <w:r w:rsidR="006D072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r w:rsidR="006D0721" w:rsidRPr="006D0721"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de mapeamento UV</w:t>
            </w:r>
          </w:p>
          <w:p w14:paraId="45B8E3B8" w14:textId="610653C0" w:rsidR="002137BB" w:rsidRPr="00076C47" w:rsidRDefault="00076C47" w:rsidP="00076C4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Comparar o modelo 2D com o modelo 3D e ajustar </w:t>
            </w:r>
          </w:p>
        </w:tc>
      </w:tr>
      <w:tr w:rsidR="002137BB" w:rsidRPr="00136AD8" w14:paraId="5A3BB70C" w14:textId="77777777" w:rsidTr="000A7D7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5FC290" w14:textId="77777777" w:rsidR="002137BB" w:rsidRPr="001B353A" w:rsidRDefault="002137BB" w:rsidP="000A7D7B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B7DB7C" w14:textId="77777777" w:rsidR="002137BB" w:rsidRPr="001B353A" w:rsidRDefault="002137BB" w:rsidP="000A7D7B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26C27B3" w14:textId="77777777" w:rsidR="002137BB" w:rsidRPr="001B353A" w:rsidRDefault="002137BB" w:rsidP="000A7D7B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137BB" w:rsidRPr="00136AD8" w14:paraId="77654629" w14:textId="77777777" w:rsidTr="000A7D7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A29F7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de representação em desenho linear - o desenho de construção</w:t>
            </w:r>
          </w:p>
          <w:p w14:paraId="1558C412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</w:t>
            </w:r>
          </w:p>
          <w:p w14:paraId="0966AA21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Linhas reguladoras principais</w:t>
            </w:r>
          </w:p>
          <w:p w14:paraId="42996152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Simplificação geométrica de objetos com recurso a formas básicas</w:t>
            </w:r>
          </w:p>
          <w:p w14:paraId="11375C83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Representação de formas geométricas</w:t>
            </w:r>
          </w:p>
          <w:p w14:paraId="13E4B947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Representação de formas orgânicas</w:t>
            </w:r>
          </w:p>
          <w:p w14:paraId="48A4884C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Representação da figura humana</w:t>
            </w:r>
          </w:p>
          <w:p w14:paraId="6B0DAB97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nu - proporções e construção</w:t>
            </w:r>
          </w:p>
          <w:p w14:paraId="067CB3D9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em ação - gesto, movimento</w:t>
            </w:r>
          </w:p>
          <w:p w14:paraId="790C4633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2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vestido</w:t>
            </w:r>
          </w:p>
          <w:p w14:paraId="66EDFF79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Representação dos volumes e superfícies</w:t>
            </w:r>
          </w:p>
          <w:p w14:paraId="536EA2FE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Valor </w:t>
            </w:r>
            <w:proofErr w:type="spellStart"/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lumínico</w:t>
            </w:r>
            <w:proofErr w:type="spellEnd"/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volume</w:t>
            </w:r>
          </w:p>
          <w:p w14:paraId="566FC28A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Comportamento da luz nas formas</w:t>
            </w:r>
          </w:p>
          <w:p w14:paraId="188700ED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Sombra (própria e projetada)</w:t>
            </w:r>
          </w:p>
          <w:p w14:paraId="0E3B40F1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Reflexão, brilho e transparência</w:t>
            </w:r>
          </w:p>
          <w:p w14:paraId="123723E9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Textura e massa (textura efetiva, textura simulada, textura inventada)</w:t>
            </w:r>
          </w:p>
          <w:p w14:paraId="68696A9F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Interação linha-estrutura-textura, representação de formas</w:t>
            </w:r>
          </w:p>
          <w:p w14:paraId="2F2C52D2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Representação mental de objetos</w:t>
            </w:r>
          </w:p>
          <w:p w14:paraId="5271FBD5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Vistas múltiplas</w:t>
            </w:r>
          </w:p>
          <w:p w14:paraId="79D70765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tridimensional de objetos espaços a partir de representações bidimensionais</w:t>
            </w:r>
          </w:p>
          <w:p w14:paraId="4943B8E8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de memória</w:t>
            </w:r>
          </w:p>
          <w:p w14:paraId="46198901" w14:textId="77777777" w:rsidR="002137BB" w:rsidRPr="004F2B4F" w:rsidRDefault="002137BB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de imaginação</w:t>
            </w:r>
          </w:p>
          <w:p w14:paraId="6CC580B4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Ambiente de trabalho tridimensional</w:t>
            </w:r>
          </w:p>
          <w:p w14:paraId="6FE769EE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Coordenadas tridimensionais.</w:t>
            </w:r>
          </w:p>
          <w:p w14:paraId="1BD7C912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 auxiliares de desenho e modelação 3D</w:t>
            </w:r>
          </w:p>
          <w:p w14:paraId="404989E3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entidades simples</w:t>
            </w:r>
          </w:p>
          <w:p w14:paraId="603B94D7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Comandos de visualização tridimensional</w:t>
            </w:r>
          </w:p>
          <w:p w14:paraId="68C9F1F7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Alteração do ponto de vista</w:t>
            </w:r>
          </w:p>
          <w:p w14:paraId="26548638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e gestão de vistas do modelo</w:t>
            </w:r>
          </w:p>
          <w:p w14:paraId="13ADE4FE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Janelas de visualização</w:t>
            </w:r>
          </w:p>
          <w:p w14:paraId="1136A52A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Estilos de visualização</w:t>
            </w:r>
          </w:p>
          <w:p w14:paraId="786AFB45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Visualização em perspetiva cónica</w:t>
            </w:r>
          </w:p>
          <w:p w14:paraId="3B367D0E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Visualização dinâmica</w:t>
            </w:r>
          </w:p>
          <w:p w14:paraId="346846A5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coordenadas definidos pelo utilizador</w:t>
            </w:r>
          </w:p>
          <w:p w14:paraId="1F6B0980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superfícies</w:t>
            </w:r>
          </w:p>
          <w:p w14:paraId="68583A01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sólidos</w:t>
            </w:r>
          </w:p>
          <w:p w14:paraId="1BB635A5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Comandos de edição de objetos tridimensionais</w:t>
            </w:r>
          </w:p>
          <w:p w14:paraId="3834C964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 de elementos bidimensionais (plantas, cortes, alçados)</w:t>
            </w:r>
          </w:p>
          <w:p w14:paraId="5C1EE1FC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 de elementos 3D a partir de peças 2D.</w:t>
            </w:r>
          </w:p>
          <w:p w14:paraId="27D06687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de sólidos: Operações booleanas</w:t>
            </w:r>
          </w:p>
          <w:p w14:paraId="00FA04B1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Extrusão e revolução</w:t>
            </w:r>
          </w:p>
          <w:p w14:paraId="12929DE5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Passagem de modelos 3D a desenhos 2D: Vistas e cortes dinâmicos.</w:t>
            </w:r>
          </w:p>
          <w:p w14:paraId="1DC01863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tridimensional Intermédio</w:t>
            </w:r>
          </w:p>
          <w:p w14:paraId="6D7443CC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materiais</w:t>
            </w:r>
          </w:p>
          <w:p w14:paraId="2059E9A7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luze</w:t>
            </w:r>
          </w:p>
          <w:p w14:paraId="34656331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Simulação de luz solar e de pontos de luz.</w:t>
            </w:r>
          </w:p>
          <w:p w14:paraId="309B1922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Obtenção de sombras</w:t>
            </w:r>
          </w:p>
          <w:p w14:paraId="491FE805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Visualização </w:t>
            </w:r>
            <w:proofErr w:type="gramStart"/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realista Render</w:t>
            </w:r>
            <w:proofErr w:type="gramEnd"/>
          </w:p>
          <w:p w14:paraId="6814EA45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Câmaras e animação elementar</w:t>
            </w:r>
          </w:p>
          <w:p w14:paraId="056C4CD6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de vistas ortogonais e perspetivas para impressão.</w:t>
            </w:r>
          </w:p>
          <w:p w14:paraId="26CC5335" w14:textId="77777777" w:rsidR="00656C40" w:rsidRPr="00656C40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Princípios básicos de iluminação e </w:t>
            </w:r>
            <w:proofErr w:type="spellStart"/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CA9B458" w14:textId="07A0EB34" w:rsidR="002137BB" w:rsidRDefault="00656C40" w:rsidP="00656C4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0" w:hanging="28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Princípios de animação, </w:t>
            </w:r>
            <w:proofErr w:type="spellStart"/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rigging</w:t>
            </w:r>
            <w:proofErr w:type="spellEnd"/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skinning</w:t>
            </w:r>
            <w:proofErr w:type="spellEnd"/>
            <w:r w:rsidRPr="00656C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5786AA8" w14:textId="77777777" w:rsidR="002137BB" w:rsidRPr="001B353A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3FC1E" w14:textId="77777777" w:rsidR="004717BF" w:rsidRDefault="004717BF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17441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Aplicar técnicas de observação e representação dos objetos tridimensionais de carácter geométrico</w:t>
            </w:r>
          </w:p>
          <w:p w14:paraId="05F73D47" w14:textId="77777777" w:rsidR="004717BF" w:rsidRDefault="004717BF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17441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os procedimentos gráficos e técnicos da representação de objetos orgânicos.</w:t>
            </w:r>
          </w:p>
          <w:p w14:paraId="4C091474" w14:textId="77777777" w:rsidR="004717BF" w:rsidRDefault="004717BF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17441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transposição do desenho estrutural à representação de objetos e da figura humana.</w:t>
            </w:r>
          </w:p>
          <w:p w14:paraId="6928F382" w14:textId="77777777" w:rsidR="004717BF" w:rsidRDefault="004717BF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17441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em registos de técnicas diversificadas as gradações na identificação da superfície das formas e dos valores de claro-escuro.</w:t>
            </w:r>
          </w:p>
          <w:p w14:paraId="27A0B54E" w14:textId="66C686A9" w:rsidR="002137BB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os princípios da perspetiva, incluindo a perspetiva linear e atmosférica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5837FE" w14:textId="77777777" w:rsidR="002137BB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epresentar a tridimensionalidade em desenhos bidimensionais.</w:t>
            </w:r>
          </w:p>
          <w:p w14:paraId="6268F020" w14:textId="77777777" w:rsidR="002137BB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epresentar proporções realistas de objetos e formas tridimensionais em desenhos bidimensionais.</w:t>
            </w:r>
          </w:p>
          <w:p w14:paraId="6ED0E832" w14:textId="77777777" w:rsidR="002137BB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4F2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bservar a interação entre luz e sombra, destacando a forma e profundidade dos objetos.</w:t>
            </w:r>
          </w:p>
          <w:p w14:paraId="5F68A792" w14:textId="77777777" w:rsidR="002137BB" w:rsidRPr="00517AA8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6A3B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tilizar linhas de contorno de maneira eficaz, destacando a </w:t>
            </w:r>
            <w:r w:rsidRPr="006A3B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forma e contorno dos objetos tridimensionais.</w:t>
            </w:r>
          </w:p>
          <w:p w14:paraId="4CF16AF9" w14:textId="77777777" w:rsidR="002137BB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6A3B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valores tonais para criar a sensação de profundidade e destacar características específicas dos objetos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4A1B19D" w14:textId="77777777" w:rsidR="002137BB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6A3B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epresentar texturas e detalhes superficiais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A27C81A" w14:textId="77777777" w:rsidR="002137BB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</w:t>
            </w:r>
            <w:r w:rsidRPr="006A3B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objetos tridimensionais em perspetiva isométrica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3344EC8" w14:textId="77777777" w:rsidR="002137BB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6A3B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6A3B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técnicas de </w:t>
            </w:r>
            <w:proofErr w:type="spellStart"/>
            <w:r w:rsidRPr="006A3B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hachura</w:t>
            </w:r>
            <w:proofErr w:type="spellEnd"/>
            <w:r w:rsidRPr="006A3B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indicar diferentes plano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8BF377C" w14:textId="77777777" w:rsidR="002137BB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6A3B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isualizar objetos tridimensionais mentalmente e transferir essa representação para o papel.</w:t>
            </w:r>
          </w:p>
          <w:p w14:paraId="53925706" w14:textId="77777777" w:rsidR="008D2B92" w:rsidRDefault="002137BB" w:rsidP="008D2B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6A3B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valiar criticamente desenhos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31C913F" w14:textId="77777777" w:rsidR="008D2B92" w:rsidRDefault="008D2B92" w:rsidP="008D2B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D2B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 ambiente de trabalho e o espaço tridimensional digital.</w:t>
            </w:r>
          </w:p>
          <w:p w14:paraId="234EB9E7" w14:textId="77777777" w:rsidR="008D2B92" w:rsidRDefault="008D2B92" w:rsidP="008D2B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D2B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procedimentos de visualização 3D.</w:t>
            </w:r>
          </w:p>
          <w:p w14:paraId="74C11E50" w14:textId="77777777" w:rsidR="008D2B92" w:rsidRDefault="008D2B92" w:rsidP="008D2B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D2B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procedimentos de desenho e modelação 3D.</w:t>
            </w:r>
          </w:p>
          <w:p w14:paraId="1D77C85D" w14:textId="77777777" w:rsidR="008D2B92" w:rsidRDefault="008D2B92" w:rsidP="008D2B9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D2B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vistas e cortes a partir do desenho tridimensional.</w:t>
            </w:r>
          </w:p>
          <w:p w14:paraId="5B48EF00" w14:textId="77777777" w:rsidR="00811371" w:rsidRDefault="008D2B92" w:rsidP="008113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D2B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procedimentos de preparação e impressão de desenhos tridimensionais.</w:t>
            </w:r>
          </w:p>
          <w:p w14:paraId="217ECDC3" w14:textId="77777777" w:rsidR="00811371" w:rsidRDefault="00811371" w:rsidP="008113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113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 ambiente de trabalho e o espaço tridimensional digital.</w:t>
            </w:r>
          </w:p>
          <w:p w14:paraId="1F1DF150" w14:textId="77777777" w:rsidR="00811371" w:rsidRDefault="00811371" w:rsidP="008113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113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procedimentos de visualização 3D.</w:t>
            </w:r>
          </w:p>
          <w:p w14:paraId="77BC1DA6" w14:textId="77777777" w:rsidR="00811371" w:rsidRDefault="00811371" w:rsidP="008113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113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procedimentos de desenho e modelação 3D.</w:t>
            </w:r>
          </w:p>
          <w:p w14:paraId="62F8C911" w14:textId="77777777" w:rsidR="00811371" w:rsidRDefault="00811371" w:rsidP="008113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8113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fetuar vistas e cortes a partir do desenho tridimensional.</w:t>
            </w:r>
          </w:p>
          <w:p w14:paraId="75C25387" w14:textId="77777777" w:rsidR="00811371" w:rsidRDefault="00811371" w:rsidP="008113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113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procedimentos de preparação e impressão de desenhos tridimensionais.</w:t>
            </w:r>
          </w:p>
          <w:p w14:paraId="75EAE7E3" w14:textId="77777777" w:rsidR="00811371" w:rsidRDefault="008D2B92" w:rsidP="008113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113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Escalando os objetos mantendo a fidelidade às dimensões reais.</w:t>
            </w:r>
          </w:p>
          <w:p w14:paraId="03E9F8AC" w14:textId="77777777" w:rsidR="00811371" w:rsidRDefault="008D2B92" w:rsidP="008113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113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Usando linhas de contorno de forma eficaz para comunicar a forma tridimensional dos objetos.</w:t>
            </w:r>
          </w:p>
          <w:p w14:paraId="158D6F27" w14:textId="77777777" w:rsidR="00811371" w:rsidRDefault="008D2B92" w:rsidP="008113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113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Representando efeitos de luz e sombra, contribuindo para a tridimensionalidade dos objetos</w:t>
            </w:r>
          </w:p>
          <w:p w14:paraId="30F05D53" w14:textId="77777777" w:rsidR="00811371" w:rsidRDefault="008D2B92" w:rsidP="008113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113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Compondo texturas de maneira realista, contribuindo para a perceção tridimensional.</w:t>
            </w:r>
          </w:p>
          <w:p w14:paraId="11D7E6B6" w14:textId="5A881090" w:rsidR="002137BB" w:rsidRPr="00811371" w:rsidRDefault="008D2B92" w:rsidP="008113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113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Verificando a consistência estilística na representação tridimensional, mantendo uma identidade visual coesa.</w:t>
            </w:r>
          </w:p>
          <w:p w14:paraId="22BA990E" w14:textId="77777777" w:rsidR="002137BB" w:rsidRPr="00057283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E65C1" w14:textId="77777777" w:rsidR="002137BB" w:rsidRDefault="002137BB" w:rsidP="000A7D7B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50E29BBE" w14:textId="77777777" w:rsidR="002137BB" w:rsidRPr="00AE041A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207DA0F7" w14:textId="77777777" w:rsidR="002137BB" w:rsidRPr="00564406" w:rsidRDefault="002137BB" w:rsidP="000A7D7B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0E94EE83" w14:textId="77777777" w:rsidR="002137BB" w:rsidRPr="00564406" w:rsidRDefault="002137BB" w:rsidP="000A7D7B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028ED5B6" w14:textId="77777777" w:rsidR="002137BB" w:rsidRPr="00564406" w:rsidRDefault="002137BB" w:rsidP="000A7D7B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3CA94A7C" w14:textId="77777777" w:rsidR="002137BB" w:rsidRPr="00564406" w:rsidRDefault="002137BB" w:rsidP="000A7D7B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459B46B3" w14:textId="77777777" w:rsidR="002137BB" w:rsidRPr="00564406" w:rsidRDefault="002137BB" w:rsidP="000A7D7B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70F40EBA" w14:textId="77777777" w:rsidR="002137BB" w:rsidRDefault="002137BB" w:rsidP="000A7D7B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5DE5DD45" w14:textId="77777777" w:rsidR="002137BB" w:rsidRDefault="002137BB" w:rsidP="000A7D7B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566688E4" w14:textId="77777777" w:rsidR="002137BB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9E7117" w14:textId="77777777" w:rsidR="002137BB" w:rsidRPr="00057283" w:rsidRDefault="002137BB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34185B0" w14:textId="77777777" w:rsidR="002137BB" w:rsidRDefault="002137BB" w:rsidP="002137B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3B26EE8" w14:textId="77777777" w:rsidR="002137BB" w:rsidRDefault="002137BB" w:rsidP="002137B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F557613" w14:textId="77777777" w:rsidR="002137BB" w:rsidRPr="00F87025" w:rsidRDefault="002137BB" w:rsidP="002137B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C9FA5CA" w14:textId="0955DC8D" w:rsidR="002137BB" w:rsidRPr="00F20E6F" w:rsidRDefault="008B2769" w:rsidP="002137BB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B276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Transformar desenhos 2D em modelos 3D</w:t>
      </w:r>
      <w:r w:rsidR="002137B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3A7FA7E" w14:textId="77777777" w:rsidR="002137BB" w:rsidRPr="0064164C" w:rsidRDefault="002137BB" w:rsidP="002137B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6A3B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6A3B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 princípios da perspetiva para garantir que os objetos sejam representados tridimensionalmente de maneira realista.</w:t>
      </w:r>
    </w:p>
    <w:p w14:paraId="6E4191E2" w14:textId="77777777" w:rsidR="002137BB" w:rsidRPr="0064164C" w:rsidRDefault="002137BB" w:rsidP="002137B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</w:t>
      </w:r>
      <w:r w:rsidRPr="006A3B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scala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A3B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objetos mantendo a fidelidade às dimensões reais.</w:t>
      </w:r>
    </w:p>
    <w:p w14:paraId="64866A55" w14:textId="77777777" w:rsidR="002137BB" w:rsidRPr="0064164C" w:rsidRDefault="002137BB" w:rsidP="002137B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</w:t>
      </w:r>
      <w:r w:rsidRPr="006A3B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A3B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linhas de contorno de forma eficaz para comunicar a forma tridimensional dos objetos.</w:t>
      </w:r>
    </w:p>
    <w:p w14:paraId="13AA39FD" w14:textId="77777777" w:rsidR="002137BB" w:rsidRPr="0064164C" w:rsidRDefault="002137BB" w:rsidP="002137B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</w:t>
      </w:r>
      <w:r w:rsidRPr="006A3B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epresenta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A3B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efeitos de luz e sombra, contribuindo para a tridimensionalidade dos objetos.</w:t>
      </w:r>
    </w:p>
    <w:p w14:paraId="047F6319" w14:textId="77777777" w:rsidR="002137BB" w:rsidRDefault="002137BB" w:rsidP="002137B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Compondo </w:t>
      </w:r>
      <w:r w:rsidRPr="00717DE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texturas de maneira realista, contribuindo para a perceção tridimensional.</w:t>
      </w:r>
    </w:p>
    <w:p w14:paraId="260974CD" w14:textId="77777777" w:rsidR="002137BB" w:rsidRPr="0064164C" w:rsidRDefault="002137BB" w:rsidP="002137B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717DE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a</w:t>
      </w:r>
      <w:r w:rsidRPr="00717DE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consistência estilística na representação tridimensional, mantendo uma identidade visual coesa.</w:t>
      </w:r>
    </w:p>
    <w:p w14:paraId="53D29139" w14:textId="77777777" w:rsidR="002137BB" w:rsidRPr="00136AD8" w:rsidRDefault="002137BB" w:rsidP="002137B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01A0CC0" w14:textId="77777777" w:rsidR="002137BB" w:rsidRPr="00F87025" w:rsidRDefault="002137BB" w:rsidP="002137B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26801D0" w14:textId="77777777" w:rsidR="002137BB" w:rsidRDefault="002137BB" w:rsidP="002137BB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3B1A36CB" w14:textId="77777777" w:rsidR="002137BB" w:rsidRDefault="002137BB" w:rsidP="002137BB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77B4E65B" w14:textId="77777777" w:rsidR="002137BB" w:rsidRPr="009227C5" w:rsidRDefault="002137BB" w:rsidP="002137BB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71F61E60" w14:textId="77777777" w:rsidR="002137BB" w:rsidRPr="009227C5" w:rsidRDefault="002137BB" w:rsidP="002137BB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9F849AE" w14:textId="77777777" w:rsidR="002137BB" w:rsidRPr="00051C79" w:rsidRDefault="002137BB" w:rsidP="002137B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2F54FB" w14:textId="77777777" w:rsidR="002137BB" w:rsidRPr="00F87025" w:rsidRDefault="002137BB" w:rsidP="002137B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3DBE092" w14:textId="77777777" w:rsidR="002137BB" w:rsidRDefault="002137BB" w:rsidP="002137B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35433481" w14:textId="77777777" w:rsidR="002137BB" w:rsidRDefault="002137BB" w:rsidP="002137B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 w:rsidRPr="00E256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iversos materiais, como lápis, tintas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501B815" w14:textId="77777777" w:rsidR="007377A2" w:rsidRDefault="002137BB" w:rsidP="007377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Diferentes tipos de suporte.</w:t>
      </w:r>
    </w:p>
    <w:p w14:paraId="7F3BB721" w14:textId="77777777" w:rsidR="007377A2" w:rsidRDefault="007377A2" w:rsidP="007377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377A2"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509AF7BD" w14:textId="32FE298C" w:rsidR="007377A2" w:rsidRPr="007377A2" w:rsidRDefault="007377A2" w:rsidP="007377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377A2">
        <w:rPr>
          <w:rFonts w:ascii="Verdana Pro Light" w:eastAsia="Arial Unicode MS" w:hAnsi="Verdana Pro Light" w:cs="Arial Unicode MS"/>
          <w:sz w:val="18"/>
          <w:szCs w:val="18"/>
        </w:rPr>
        <w:t>Aplicação de Modelação 3D.</w:t>
      </w:r>
    </w:p>
    <w:p w14:paraId="774D3B23" w14:textId="77777777" w:rsidR="002137BB" w:rsidRPr="00051C79" w:rsidRDefault="002137BB" w:rsidP="002137B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E2AF6A" w14:textId="77777777" w:rsidR="002137BB" w:rsidRPr="00F87025" w:rsidRDefault="002137BB" w:rsidP="002137B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705F88" w14:textId="77777777" w:rsidR="002137BB" w:rsidRPr="00051C79" w:rsidRDefault="002137BB" w:rsidP="002137B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0DBF13" w14:textId="77777777" w:rsidR="002137BB" w:rsidRPr="00051C79" w:rsidRDefault="002137BB" w:rsidP="002137B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67E724" w14:textId="77777777" w:rsidR="002137BB" w:rsidRPr="00051C79" w:rsidRDefault="002137BB" w:rsidP="002137B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1AFC23" w14:textId="77777777" w:rsidR="002137BB" w:rsidRDefault="002137BB" w:rsidP="002137B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885A0FE" w14:textId="77777777" w:rsidR="00D93123" w:rsidRDefault="00D93123" w:rsidP="00D93123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93123" w:rsidRPr="00136AD8" w14:paraId="03C5C98A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97E0EFC" w14:textId="76A37DE4" w:rsidR="00D93123" w:rsidRPr="00136AD8" w:rsidRDefault="00D93123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635E8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18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25060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411A3CE" w14:textId="28D066C7" w:rsidR="00D93123" w:rsidRPr="009C256C" w:rsidRDefault="00A31D34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Imprimir</w:t>
            </w:r>
            <w:r w:rsidR="00D93123" w:rsidRPr="00342160">
              <w:t xml:space="preserve"> desenhos bidimensionais</w:t>
            </w:r>
            <w:r w:rsidR="00746BAD">
              <w:t xml:space="preserve"> e objetos tridimensionais </w:t>
            </w:r>
          </w:p>
        </w:tc>
      </w:tr>
      <w:tr w:rsidR="00D93123" w:rsidRPr="00136AD8" w14:paraId="25259AC6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5D17358" w14:textId="7BB03BEF" w:rsidR="00D93123" w:rsidRPr="00136AD8" w:rsidRDefault="00D93123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25060C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F42EA5B" w14:textId="77777777" w:rsidR="00D93123" w:rsidRPr="00136AD8" w:rsidRDefault="00D93123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D4D33">
              <w:rPr>
                <w:rFonts w:ascii="Verdana Pro Light" w:eastAsia="Arial Unicode MS" w:hAnsi="Verdana Pro Light" w:cs="Times New Roman"/>
                <w:sz w:val="18"/>
                <w:szCs w:val="18"/>
              </w:rPr>
              <w:t>Laboratório de impressão</w:t>
            </w:r>
          </w:p>
        </w:tc>
      </w:tr>
    </w:tbl>
    <w:p w14:paraId="2EAF5F1E" w14:textId="77777777" w:rsidR="00D93123" w:rsidRPr="00136AD8" w:rsidRDefault="00D93123" w:rsidP="00D9312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8E0DCCA" w14:textId="77777777" w:rsidR="00D93123" w:rsidRPr="003200F2" w:rsidRDefault="00D93123" w:rsidP="00D9312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582F186" w14:textId="77777777" w:rsidR="00D93123" w:rsidRPr="00136AD8" w:rsidRDefault="00D93123" w:rsidP="00D9312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93123" w:rsidRPr="00136AD8" w14:paraId="25309122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7867BE" w14:textId="77777777" w:rsidR="00D93123" w:rsidRPr="001B353A" w:rsidRDefault="00D93123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93123" w:rsidRPr="00136AD8" w14:paraId="3978B071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3C862A" w14:textId="45174F31" w:rsidR="00D93123" w:rsidRPr="00AF12BE" w:rsidRDefault="00D93123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36FC2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Preparação do arquivo</w:t>
            </w:r>
            <w:r w:rsidR="002E6EC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verificação das dimensões e resolução do arquivo para </w:t>
            </w:r>
            <w:r w:rsidR="00774A90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2E6EC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juste à impressão </w:t>
            </w:r>
          </w:p>
          <w:p w14:paraId="53F3D7AB" w14:textId="0F4AC702" w:rsidR="00D93123" w:rsidRPr="00AF12BE" w:rsidRDefault="00D93123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10503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Configuração</w:t>
            </w:r>
            <w:r w:rsidR="00EA000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da impressora</w:t>
            </w:r>
            <w:r w:rsidR="00797F4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(2 ou 3D)</w:t>
            </w:r>
            <w:r w:rsidR="00EA000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do software de impressão </w:t>
            </w:r>
          </w:p>
          <w:p w14:paraId="4CA58FDD" w14:textId="1AF61D1A" w:rsidR="00D93123" w:rsidRPr="00AF12BE" w:rsidRDefault="00D93123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97F4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Carregamento do </w:t>
            </w:r>
            <w:r w:rsidR="00A1682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arquivo ou </w:t>
            </w:r>
            <w:r w:rsidR="00797F4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modelo </w:t>
            </w:r>
          </w:p>
          <w:p w14:paraId="2046069E" w14:textId="466CF549" w:rsidR="00D93123" w:rsidRPr="00815B06" w:rsidRDefault="00D93123" w:rsidP="00815B0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15B06" w:rsidRPr="00815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Pós-processamento e Acabamento (Impressão 3D)</w:t>
            </w:r>
          </w:p>
        </w:tc>
      </w:tr>
      <w:tr w:rsidR="00D93123" w:rsidRPr="00136AD8" w14:paraId="72B5F8E1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15BF1B" w14:textId="77777777" w:rsidR="00D93123" w:rsidRPr="001B353A" w:rsidRDefault="00D93123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5169C3" w14:textId="77777777" w:rsidR="00D93123" w:rsidRPr="001B353A" w:rsidRDefault="00D93123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D5360D1" w14:textId="77777777" w:rsidR="00D93123" w:rsidRPr="001B353A" w:rsidRDefault="00D93123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93123" w:rsidRPr="00136AD8" w14:paraId="13F9928E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9D077" w14:textId="77777777" w:rsidR="00D93123" w:rsidRPr="00F0428E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042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Princípios de organização e gestão do processo de desenho</w:t>
            </w:r>
          </w:p>
          <w:p w14:paraId="5B5F4177" w14:textId="77777777" w:rsidR="00D93123" w:rsidRPr="00AD1332" w:rsidRDefault="00D9312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3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 de composição e espaço de modelação</w:t>
            </w:r>
          </w:p>
          <w:p w14:paraId="705F6312" w14:textId="77777777" w:rsidR="00D93123" w:rsidRPr="00AD1332" w:rsidRDefault="00D9312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3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layouts</w:t>
            </w:r>
          </w:p>
          <w:p w14:paraId="16689883" w14:textId="77777777" w:rsidR="00D93123" w:rsidRPr="00AD1332" w:rsidRDefault="00D9312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3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Inserção de esquadrias e legendas</w:t>
            </w:r>
          </w:p>
          <w:p w14:paraId="45AF8D84" w14:textId="77777777" w:rsidR="00D93123" w:rsidRPr="00AD1332" w:rsidRDefault="00D9312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3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janelas de impressão</w:t>
            </w:r>
          </w:p>
          <w:p w14:paraId="7AD4D612" w14:textId="77777777" w:rsidR="00D93123" w:rsidRPr="00F0428E" w:rsidRDefault="00D9312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3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de estilos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escalas de </w:t>
            </w:r>
            <w:r w:rsidRPr="00AD13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2255791" w14:textId="18B755C0" w:rsidR="00D93123" w:rsidRPr="00F0428E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042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Impressão</w:t>
            </w:r>
            <w:r w:rsidR="00592FA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2D</w:t>
            </w:r>
          </w:p>
          <w:p w14:paraId="7D9D2638" w14:textId="77777777" w:rsidR="00D93123" w:rsidRPr="00AD1332" w:rsidRDefault="00D9312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3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das impressoras</w:t>
            </w:r>
          </w:p>
          <w:p w14:paraId="10D03CAA" w14:textId="77777777" w:rsidR="00D93123" w:rsidRPr="00AD1332" w:rsidRDefault="00D9312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3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Configuração e otimização das impressoras</w:t>
            </w:r>
          </w:p>
          <w:p w14:paraId="1FB40539" w14:textId="77777777" w:rsidR="00D93123" w:rsidRPr="00AD1332" w:rsidRDefault="00D9312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3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papel e economia de consumíveis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8392FC7" w14:textId="77777777" w:rsidR="00D93123" w:rsidRPr="00AD1332" w:rsidRDefault="00D9312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3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de processos</w:t>
            </w:r>
          </w:p>
          <w:p w14:paraId="24EAB77E" w14:textId="77777777" w:rsidR="00D93123" w:rsidRPr="00AD1332" w:rsidRDefault="00D9312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3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Otimização da impressão</w:t>
            </w:r>
          </w:p>
          <w:p w14:paraId="5B8E1A37" w14:textId="77777777" w:rsidR="00D93123" w:rsidRPr="00AD1332" w:rsidRDefault="00D9312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3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para impressão de aferição</w:t>
            </w:r>
          </w:p>
          <w:p w14:paraId="759087B8" w14:textId="77777777" w:rsidR="00D93123" w:rsidRPr="00AD1332" w:rsidRDefault="00D9312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3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Configuração da aplicação gráfica para impressão</w:t>
            </w:r>
          </w:p>
          <w:p w14:paraId="44B39295" w14:textId="77777777" w:rsidR="00D93123" w:rsidRPr="00AD1332" w:rsidRDefault="00D9312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3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e gestão de referências externas</w:t>
            </w:r>
          </w:p>
          <w:p w14:paraId="380B37F8" w14:textId="77777777" w:rsidR="00D93123" w:rsidRPr="00AD1332" w:rsidRDefault="00D9312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3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Inserção e gestão de imagens</w:t>
            </w:r>
          </w:p>
          <w:p w14:paraId="6A68A27D" w14:textId="77777777" w:rsidR="00D93123" w:rsidRDefault="00D9312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3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Importação e gestão de ficheiros</w:t>
            </w:r>
          </w:p>
          <w:p w14:paraId="3D53E00A" w14:textId="28E25FA9" w:rsidR="00592FA2" w:rsidRPr="00592FA2" w:rsidRDefault="00592FA2" w:rsidP="00592FA2">
            <w:pPr>
              <w:spacing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. </w:t>
            </w:r>
            <w:r w:rsidRPr="00592FA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Impressão </w:t>
            </w:r>
            <w:r w:rsidR="00E65BC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3</w:t>
            </w:r>
            <w:r w:rsidRPr="00592FA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</w:t>
            </w:r>
          </w:p>
          <w:p w14:paraId="4C01F11F" w14:textId="77777777" w:rsidR="00592FA2" w:rsidRDefault="00E65BC4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592FA2" w:rsidRPr="00592F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básicos de modelagem 3D</w:t>
            </w:r>
          </w:p>
          <w:p w14:paraId="0ECF279F" w14:textId="77777777" w:rsidR="00E65BC4" w:rsidRDefault="00E65BC4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Software </w:t>
            </w:r>
            <w:r w:rsidR="00157D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modelagem 3D</w:t>
            </w:r>
          </w:p>
          <w:p w14:paraId="54682780" w14:textId="77777777" w:rsidR="00157DB8" w:rsidRDefault="00157DB8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Software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fatiamento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7360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</w:t>
            </w:r>
            <w:proofErr w:type="spellStart"/>
            <w:r w:rsidR="007360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slicer</w:t>
            </w:r>
            <w:proofErr w:type="spellEnd"/>
            <w:r w:rsidR="007360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) - </w:t>
            </w:r>
            <w:r w:rsidR="007360A3" w:rsidRPr="007360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configuração de </w:t>
            </w:r>
            <w:r w:rsidR="007360A3" w:rsidRPr="007360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parâmetros como resolução, densidade de preenchimento e suportes</w:t>
            </w:r>
          </w:p>
          <w:p w14:paraId="35F7CE2B" w14:textId="078D9F6B" w:rsidR="00DD4DF8" w:rsidRDefault="00DD4DF8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DD4D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ateriais e filamentos para impressão 3D,</w:t>
            </w:r>
            <w:r w:rsidR="001E464B">
              <w:t xml:space="preserve"> </w:t>
            </w:r>
            <w:r w:rsidR="001E464B" w:rsidRPr="001E46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propriedades e características de impressão</w:t>
            </w:r>
          </w:p>
          <w:p w14:paraId="1C92186F" w14:textId="77777777" w:rsidR="007360A3" w:rsidRDefault="001227D3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227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Operação da Impressora 3D:</w:t>
            </w:r>
            <w:r>
              <w:t xml:space="preserve"> </w:t>
            </w:r>
            <w:r w:rsidRPr="001227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configur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ação</w:t>
            </w:r>
            <w:r w:rsidRPr="001227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1227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impressora, carrega</w:t>
            </w:r>
            <w:r w:rsidR="001B66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mento de</w:t>
            </w:r>
            <w:r w:rsidRPr="001227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filamento</w:t>
            </w:r>
            <w:r w:rsidR="001B66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1227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calibra</w:t>
            </w:r>
            <w:r w:rsidR="001B66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  <w:r w:rsidRPr="001227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1B66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1227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mesa de impressão</w:t>
            </w:r>
          </w:p>
          <w:p w14:paraId="216EF6C5" w14:textId="15DD1725" w:rsidR="00C95778" w:rsidRPr="001B353A" w:rsidRDefault="003F316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de segurança na operação com impressoras 3D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8AC13" w14:textId="77777777" w:rsidR="00746BAD" w:rsidRDefault="00746BAD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12BE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Reconhecer princípios de organização e gestão do desenho digital para impressão.</w:t>
            </w:r>
          </w:p>
          <w:p w14:paraId="38FD9698" w14:textId="14352C7E" w:rsidR="00D93123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5126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justar a resolução, o tipo de papel, as configurações de cor e outros parâmetros relevantes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3871371" w14:textId="77777777" w:rsidR="00D93123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5126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manutenção básica nas impressoras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001C82B" w14:textId="77777777" w:rsidR="00D93123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Pr="005126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colher o material adequado para cada trabalho específico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F68E5AB" w14:textId="77777777" w:rsidR="00D93123" w:rsidRPr="00517AA8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26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rir </w:t>
            </w:r>
            <w:r w:rsidRPr="005126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cores para garantir que as cores nos desenhos bidimensionais sejam reproduzidas de maneira precisa na impressão.</w:t>
            </w:r>
          </w:p>
          <w:p w14:paraId="763FDF55" w14:textId="77777777" w:rsidR="00D93123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5126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iagnosticar e resolver problemas comuns de 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DD16A78" w14:textId="77777777" w:rsidR="00746BAD" w:rsidRDefault="00746BAD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12BE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processos de otimização e economia de recursos de impressão.</w:t>
            </w:r>
          </w:p>
          <w:p w14:paraId="31AC73CB" w14:textId="4F736D46" w:rsidR="00D93123" w:rsidRDefault="00C9577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C957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ompreender as considerações específicas para design destinado à impressão 3D, como a otimização de geometrias para evitar suportes excessivos e maximizar a resistência da peça</w:t>
            </w:r>
          </w:p>
          <w:p w14:paraId="3FE2F4C2" w14:textId="60298527" w:rsidR="00D93123" w:rsidRDefault="00C95778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57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manipulação segura de filamentos e resinas, o uso adequado de equipamentos de proteção individual e a prevenção de incêndios</w:t>
            </w:r>
          </w:p>
          <w:p w14:paraId="00D4914B" w14:textId="77777777" w:rsidR="00D93123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D6A36A" w14:textId="77777777" w:rsidR="00D93123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480A0D" w14:textId="77777777" w:rsidR="00D93123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B6735B" w14:textId="77777777" w:rsidR="00D93123" w:rsidRPr="00057283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453B4" w14:textId="77777777" w:rsidR="00D93123" w:rsidRPr="00AE041A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 pelas suas ações.</w:t>
            </w:r>
          </w:p>
          <w:p w14:paraId="67BC24F0" w14:textId="77777777" w:rsidR="00D93123" w:rsidRPr="00AE041A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no âmbito das suas funções.   </w:t>
            </w:r>
          </w:p>
          <w:p w14:paraId="37E1F177" w14:textId="77777777" w:rsidR="00D93123" w:rsidRPr="00AE041A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Empatia </w:t>
            </w:r>
          </w:p>
          <w:p w14:paraId="71F939BE" w14:textId="77777777" w:rsidR="00D93123" w:rsidRPr="00AE041A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01293439" w14:textId="77777777" w:rsidR="00D93123" w:rsidRPr="00AE041A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24C52E79" w14:textId="77777777" w:rsidR="00D93123" w:rsidRPr="00AE041A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3B94A18A" w14:textId="77777777" w:rsidR="00D93123" w:rsidRPr="00AE041A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diferenças individuais.</w:t>
            </w:r>
          </w:p>
          <w:p w14:paraId="5005F859" w14:textId="77777777" w:rsidR="00D93123" w:rsidRPr="00AE041A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10153BF6" w14:textId="77777777" w:rsidR="00D93123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19AA06BD" w14:textId="77777777" w:rsidR="00D93123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AD1473F" w14:textId="77777777" w:rsidR="00D93123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A6F369" w14:textId="77777777" w:rsidR="00D93123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D4CD79" w14:textId="77777777" w:rsidR="00D93123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2DB7BFE" w14:textId="77777777" w:rsidR="00D93123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307B5E" w14:textId="77777777" w:rsidR="00D93123" w:rsidRPr="00057283" w:rsidRDefault="00D9312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8780E0D" w14:textId="77777777" w:rsidR="00D93123" w:rsidRDefault="00D93123" w:rsidP="00D9312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0BFF8F7" w14:textId="77777777" w:rsidR="00D93123" w:rsidRDefault="00D93123" w:rsidP="00D93123">
      <w:pPr>
        <w:rPr>
          <w:rFonts w:ascii="Verdana Pro Light" w:hAnsi="Verdana Pro Light"/>
          <w:smallCaps/>
        </w:rPr>
      </w:pPr>
    </w:p>
    <w:p w14:paraId="3FBEF951" w14:textId="77777777" w:rsidR="00D93123" w:rsidRPr="00F87025" w:rsidRDefault="00D93123" w:rsidP="00D9312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C6F6D3F" w14:textId="5D644444" w:rsidR="00D93123" w:rsidRPr="00F20E6F" w:rsidRDefault="003F3162" w:rsidP="00D93123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F3162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Imprimir desenhos bidimensionais e objetos tridimensionais</w:t>
      </w:r>
      <w:r w:rsidR="00D9312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9BED509" w14:textId="77777777" w:rsidR="00D93123" w:rsidRPr="0064164C" w:rsidRDefault="00D93123" w:rsidP="00D9312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1260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1260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nitidez, precisão de cores e detalhes da impressão em relação ao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ficheiro</w:t>
      </w:r>
      <w:r w:rsidRPr="0051260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original.</w:t>
      </w:r>
    </w:p>
    <w:p w14:paraId="28FFC197" w14:textId="77777777" w:rsidR="00D93123" w:rsidRPr="0064164C" w:rsidRDefault="00D93123" w:rsidP="00D9312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1260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1260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configurações da impressora (resolução, tipo de papel, configurações de cor)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</w:t>
      </w:r>
      <w:r w:rsidRPr="0051260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ajusta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1260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para atender aos requisitos do trabalho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6B2997D" w14:textId="77777777" w:rsidR="00D93123" w:rsidRPr="0064164C" w:rsidRDefault="00D93123" w:rsidP="00D9312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E833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alibra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E833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 </w:t>
      </w:r>
      <w:r w:rsidRPr="00E833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para evitar desalinhamentos ou distorções nas impressões.</w:t>
      </w:r>
    </w:p>
    <w:p w14:paraId="3CB7563C" w14:textId="77777777" w:rsidR="00D93123" w:rsidRPr="0064164C" w:rsidRDefault="00D93123" w:rsidP="00D9312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E833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833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qualidade da impressão seja consistente em diferentes cópias do mesmo desenho ou entre diferentes trabalhos.</w:t>
      </w:r>
    </w:p>
    <w:p w14:paraId="6073FF28" w14:textId="77777777" w:rsidR="00D93123" w:rsidRDefault="00D93123" w:rsidP="00D9312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</w:t>
      </w:r>
      <w:r w:rsidRPr="00E833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esolve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833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problemas técnicos durante o processo de impressão, minimizando o tempo de inatividade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D1086AF" w14:textId="77777777" w:rsidR="00D93123" w:rsidRDefault="00D93123" w:rsidP="00D9312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E833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onfigura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833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impressora para lidar com diferentes tamanhos e tipos de papel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E0BC9A7" w14:textId="77777777" w:rsidR="00D93123" w:rsidRPr="0064164C" w:rsidRDefault="00D93123" w:rsidP="00D9312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CD7.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E833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Cumpri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833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práticas de segurança ao manusear equipamentos de impressão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54402F5" w14:textId="77777777" w:rsidR="00D93123" w:rsidRPr="00136AD8" w:rsidRDefault="00D93123" w:rsidP="00D9312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D322B13" w14:textId="77777777" w:rsidR="00D93123" w:rsidRPr="00F87025" w:rsidRDefault="00D93123" w:rsidP="00D9312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8AB48FA" w14:textId="77777777" w:rsidR="00D93123" w:rsidRDefault="00D93123" w:rsidP="00D93123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4E1B66D3" w14:textId="77777777" w:rsidR="00D93123" w:rsidRDefault="00D93123" w:rsidP="00D93123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0C449BD9" w14:textId="77777777" w:rsidR="00D93123" w:rsidRPr="009227C5" w:rsidRDefault="00D93123" w:rsidP="00D93123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3F1B9C96" w14:textId="77777777" w:rsidR="00D93123" w:rsidRPr="009227C5" w:rsidRDefault="00D93123" w:rsidP="00D93123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1530EA5" w14:textId="77777777" w:rsidR="00D93123" w:rsidRPr="00051C79" w:rsidRDefault="00D93123" w:rsidP="00D9312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A6595DA" w14:textId="77777777" w:rsidR="00D93123" w:rsidRPr="00F87025" w:rsidRDefault="00D93123" w:rsidP="00D9312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63291BA" w14:textId="77777777" w:rsidR="00D93123" w:rsidRDefault="00D93123" w:rsidP="00D9312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0D0D7BFE" w14:textId="77777777" w:rsidR="00D93123" w:rsidRDefault="00D93123" w:rsidP="00D9312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595A76A5" w14:textId="77777777" w:rsidR="00D93123" w:rsidRDefault="00D93123" w:rsidP="00D9312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Modelação 3D.</w:t>
      </w:r>
    </w:p>
    <w:p w14:paraId="7E867AB2" w14:textId="77777777" w:rsidR="00D93123" w:rsidRDefault="00D93123" w:rsidP="00D9312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desenho técnico e vetorial.</w:t>
      </w:r>
    </w:p>
    <w:p w14:paraId="2AFEE025" w14:textId="32867EE2" w:rsidR="00B91571" w:rsidRPr="00501DC8" w:rsidRDefault="00B91571" w:rsidP="00D9312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Impressoras 2D e 3D</w:t>
      </w:r>
    </w:p>
    <w:p w14:paraId="081DE7F1" w14:textId="77777777" w:rsidR="00D93123" w:rsidRPr="00051C79" w:rsidRDefault="00D93123" w:rsidP="00D9312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57C3F7" w14:textId="77777777" w:rsidR="00D93123" w:rsidRPr="00F87025" w:rsidRDefault="00D93123" w:rsidP="00D9312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D4C05C2" w14:textId="7D94CE86" w:rsidR="00D93123" w:rsidRDefault="00D93123" w:rsidP="00D9312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2978147" w14:textId="77777777" w:rsidR="008F7B91" w:rsidRDefault="008F7B91" w:rsidP="008F7B91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F7B91" w:rsidRPr="00136AD8" w14:paraId="6A06575D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9478425" w14:textId="790E34DF" w:rsidR="008F7B91" w:rsidRPr="00136AD8" w:rsidRDefault="008F7B91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5" w:name="_Hlk155279551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635E8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19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0F0E3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7A542F5" w14:textId="77777777" w:rsidR="008F7B91" w:rsidRPr="009C256C" w:rsidRDefault="008F7B91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1176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desenhos em software CAD</w:t>
            </w:r>
            <w:r w:rsidRPr="0005160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.</w:t>
            </w:r>
          </w:p>
        </w:tc>
      </w:tr>
      <w:bookmarkEnd w:id="5"/>
      <w:tr w:rsidR="008F7B91" w:rsidRPr="00136AD8" w14:paraId="3B037685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0528AFE" w14:textId="0DB210FC" w:rsidR="008F7B91" w:rsidRPr="00136AD8" w:rsidRDefault="008F7B91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0F0E3B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9AADD95" w14:textId="77777777" w:rsidR="008F7B91" w:rsidRPr="00136AD8" w:rsidRDefault="008F7B91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80B49">
              <w:rPr>
                <w:rFonts w:ascii="Verdana Pro Light" w:eastAsia="Arial Unicode MS" w:hAnsi="Verdana Pro Light" w:cs="Times New Roman"/>
                <w:sz w:val="18"/>
                <w:szCs w:val="18"/>
              </w:rPr>
              <w:t>Introdução ao CAD - Construção Civil</w:t>
            </w:r>
          </w:p>
        </w:tc>
      </w:tr>
    </w:tbl>
    <w:p w14:paraId="0EE69A8B" w14:textId="77777777" w:rsidR="008F7B91" w:rsidRPr="00136AD8" w:rsidRDefault="008F7B91" w:rsidP="008F7B9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FC39240" w14:textId="77777777" w:rsidR="008F7B91" w:rsidRPr="003200F2" w:rsidRDefault="008F7B91" w:rsidP="008F7B9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CCE6D3A" w14:textId="77777777" w:rsidR="008F7B91" w:rsidRPr="00136AD8" w:rsidRDefault="008F7B91" w:rsidP="008F7B9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F7B91" w:rsidRPr="00136AD8" w14:paraId="2D19A729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412AF4" w14:textId="77777777" w:rsidR="008F7B91" w:rsidRPr="001B353A" w:rsidRDefault="008F7B91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F7B91" w:rsidRPr="00136AD8" w14:paraId="5B086884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2EA58A" w14:textId="5D3E4D3C" w:rsidR="008F7B91" w:rsidRPr="001B353A" w:rsidRDefault="008F7B91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="00EA0AE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Definir </w:t>
            </w:r>
            <w:proofErr w:type="spellStart"/>
            <w:r w:rsidR="00EA0AEF">
              <w:rPr>
                <w:rFonts w:ascii="Verdana Pro Light" w:eastAsia="Arial Unicode MS" w:hAnsi="Verdana Pro Light" w:cs="Arial Unicode MS"/>
                <w:sz w:val="18"/>
                <w:szCs w:val="18"/>
              </w:rPr>
              <w:t>template</w:t>
            </w:r>
            <w:proofErr w:type="spellEnd"/>
            <w:r w:rsidR="00EA0AE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projeto e desenhar esboço </w:t>
            </w:r>
            <w:r w:rsidR="007B5075" w:rsidRPr="007B5075">
              <w:rPr>
                <w:rFonts w:ascii="Verdana Pro Light" w:eastAsia="Arial Unicode MS" w:hAnsi="Verdana Pro Light" w:cs="Arial Unicode MS"/>
                <w:sz w:val="18"/>
                <w:szCs w:val="18"/>
              </w:rPr>
              <w:t>dos componentes ou objetos</w:t>
            </w:r>
          </w:p>
          <w:p w14:paraId="34916A36" w14:textId="0501DD82" w:rsidR="008F7B91" w:rsidRPr="001B353A" w:rsidRDefault="008F7B91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31DA5">
              <w:rPr>
                <w:rFonts w:ascii="Verdana Pro Light" w:eastAsia="Arial Unicode MS" w:hAnsi="Verdana Pro Light" w:cs="Arial Unicode MS"/>
                <w:sz w:val="18"/>
                <w:szCs w:val="18"/>
              </w:rPr>
              <w:t>Modelar 3D dos esboços</w:t>
            </w:r>
          </w:p>
          <w:p w14:paraId="49A4739B" w14:textId="60EFF7AB" w:rsidR="008F7B91" w:rsidRPr="001B353A" w:rsidRDefault="008F7B91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759B6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requisitos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9E762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aplicar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estilos de cotagem</w:t>
            </w:r>
          </w:p>
          <w:p w14:paraId="44F3E0EB" w14:textId="496250E9" w:rsidR="008F7B91" w:rsidRPr="001B353A" w:rsidRDefault="008F7B91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7492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Organizar </w:t>
            </w:r>
            <w:r w:rsidR="00813C1F">
              <w:rPr>
                <w:rFonts w:ascii="Verdana Pro Light" w:eastAsia="Arial Unicode MS" w:hAnsi="Verdana Pro Light" w:cs="Arial Unicode MS"/>
                <w:sz w:val="18"/>
                <w:szCs w:val="18"/>
              </w:rPr>
              <w:t>os estilos de cotagem e padronizar</w:t>
            </w:r>
          </w:p>
        </w:tc>
      </w:tr>
      <w:tr w:rsidR="008F7B91" w:rsidRPr="00136AD8" w14:paraId="28A6BEDA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9E854A" w14:textId="77777777" w:rsidR="008F7B91" w:rsidRPr="001B353A" w:rsidRDefault="008F7B91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6C52F5" w14:textId="77777777" w:rsidR="008F7B91" w:rsidRPr="001B353A" w:rsidRDefault="008F7B91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EB74A36" w14:textId="77777777" w:rsidR="008F7B91" w:rsidRPr="001B353A" w:rsidRDefault="008F7B91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F7B91" w:rsidRPr="00136AD8" w14:paraId="1C3B8619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F484BE" w14:textId="77777777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N</w:t>
            </w:r>
            <w:r w:rsidRPr="00824ED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ormas e convenções de desenho para a construção civil</w:t>
            </w:r>
          </w:p>
          <w:p w14:paraId="029534CF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 de CAD</w:t>
            </w:r>
          </w:p>
          <w:p w14:paraId="31179D20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gerais sobre hardware e software requerido</w:t>
            </w:r>
          </w:p>
          <w:p w14:paraId="71F3A9BE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Windows; operações fundamentais de suporte ao CAD</w:t>
            </w:r>
          </w:p>
          <w:p w14:paraId="2BC3DC0E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Área gráfica. Apresentação das diversas regiões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3DDCCA5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 da folha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F009B53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Noções básicas do desenho em CAD</w:t>
            </w:r>
          </w:p>
          <w:p w14:paraId="1553A0A3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Manipulação de comandos</w:t>
            </w:r>
          </w:p>
          <w:p w14:paraId="44464CC1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de seleção de entidades</w:t>
            </w:r>
          </w:p>
          <w:p w14:paraId="57FB6326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Visualização do desenho</w:t>
            </w:r>
          </w:p>
          <w:p w14:paraId="62179D3E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Comandos de desenho</w:t>
            </w:r>
          </w:p>
          <w:p w14:paraId="3EF837B4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Linhas auxiliares de construção – </w:t>
            </w:r>
            <w:proofErr w:type="spellStart"/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Xline</w:t>
            </w:r>
            <w:proofErr w:type="spellEnd"/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Ray</w:t>
            </w:r>
            <w:proofErr w:type="spellEnd"/>
          </w:p>
          <w:p w14:paraId="537DC89C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Comandos auxiliares de desenho</w:t>
            </w:r>
          </w:p>
          <w:p w14:paraId="1B85E8CF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Comandos de edição de entidades</w:t>
            </w:r>
          </w:p>
          <w:p w14:paraId="7B410265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Níveis de trabalho, </w:t>
            </w:r>
            <w:proofErr w:type="spellStart"/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</w:p>
          <w:p w14:paraId="0805DB8C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Alteração de propriedades das entidades</w:t>
            </w:r>
          </w:p>
          <w:p w14:paraId="63C45144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Comandos de auxílio e averiguação</w:t>
            </w:r>
          </w:p>
          <w:p w14:paraId="7D6E7B83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Padrões regulares de enchimento de áreas</w:t>
            </w:r>
          </w:p>
          <w:p w14:paraId="12853A51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Comandos de texto</w:t>
            </w:r>
          </w:p>
          <w:p w14:paraId="1C1AF44B" w14:textId="77777777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Execução de estilos de texto</w:t>
            </w:r>
          </w:p>
          <w:p w14:paraId="511AA3EE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Criação de estilos de cotagem</w:t>
            </w:r>
          </w:p>
          <w:p w14:paraId="060FD4A1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cotas</w:t>
            </w:r>
          </w:p>
          <w:p w14:paraId="285CDEEF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Blocos</w:t>
            </w:r>
          </w:p>
          <w:p w14:paraId="0DE14461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blocos</w:t>
            </w:r>
          </w:p>
          <w:p w14:paraId="1608F0A4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Inserção de blocos</w:t>
            </w:r>
          </w:p>
          <w:p w14:paraId="70048E47" w14:textId="77777777" w:rsidR="008F7B91" w:rsidRPr="00431E08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Wblock</w:t>
            </w:r>
            <w:proofErr w:type="spellEnd"/>
          </w:p>
          <w:p w14:paraId="79D33DAA" w14:textId="77777777" w:rsidR="008F7B91" w:rsidRPr="00AF1C59" w:rsidRDefault="008F7B91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1E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bibliotecas</w:t>
            </w:r>
          </w:p>
          <w:p w14:paraId="37F196F9" w14:textId="77777777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A399DCE" w14:textId="77777777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67CF64" w14:textId="77777777" w:rsidR="008F7B91" w:rsidRPr="001B353A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4992A" w14:textId="4A54B2D4" w:rsidR="00D5508E" w:rsidRDefault="00D5508E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0B49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Especificar o âmbito de aplicação do CAD em desenho de construção civil.</w:t>
            </w:r>
          </w:p>
          <w:p w14:paraId="6C8BE3DA" w14:textId="300F0CA3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AF1C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tilizar novos softwares de CAD específicos para a construção civil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DB108B2" w14:textId="77777777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1C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AF1C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interpreta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F1C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desenhos técnicos, incluindo plantas baixas, cortes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BA78116" w14:textId="77777777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AF1C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rabalhar com geometria, escalas e proporções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40FFC77" w14:textId="77777777" w:rsidR="008F7B91" w:rsidRPr="00517AA8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F1C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desenhos em duas dimensões (2D)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AF1C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três dimensões (3D)</w:t>
            </w:r>
          </w:p>
          <w:p w14:paraId="7455220A" w14:textId="77777777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AF1C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aranti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F1C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precisão nos desenhos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107DE69" w14:textId="77777777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AF1C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rganizar desenhos em camadas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5EC1087" w14:textId="77777777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824E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nserir e editar blocos para reutilização eficiente de elementos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C42CF3A" w14:textId="77777777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824E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odificar e editar desenhos incluindo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escalar</w:t>
            </w:r>
            <w:r w:rsidRPr="00824E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rodar</w:t>
            </w:r>
            <w:r w:rsidRPr="00824E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outras operações de edição.</w:t>
            </w:r>
          </w:p>
          <w:p w14:paraId="5A14D4A6" w14:textId="77777777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824E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onfigurar e gerir escalas de 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C2ECE2D" w14:textId="77777777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A88770" w14:textId="77777777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60AD88" w14:textId="77777777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EDE5B7" w14:textId="77777777" w:rsidR="008F7B91" w:rsidRPr="00057283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276DF" w14:textId="77777777" w:rsidR="008F7B91" w:rsidRPr="00AE041A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7FE7173C" w14:textId="77777777" w:rsidR="008F7B91" w:rsidRPr="00AE041A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no âmbito das suas funções.   </w:t>
            </w:r>
          </w:p>
          <w:p w14:paraId="5F734AE9" w14:textId="77777777" w:rsidR="008F7B91" w:rsidRPr="00AE041A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Empatia </w:t>
            </w:r>
          </w:p>
          <w:p w14:paraId="650DBF0F" w14:textId="77777777" w:rsidR="008F7B91" w:rsidRPr="00AE041A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5B678A4C" w14:textId="77777777" w:rsidR="008F7B91" w:rsidRPr="00AE041A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2E317C5F" w14:textId="77777777" w:rsidR="008F7B91" w:rsidRPr="00AE041A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3B7D1E88" w14:textId="77777777" w:rsidR="008F7B91" w:rsidRPr="00AE041A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diferenças individuais.</w:t>
            </w:r>
          </w:p>
          <w:p w14:paraId="4A090EF6" w14:textId="77777777" w:rsidR="008F7B91" w:rsidRPr="00AE041A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88FDF1D" w14:textId="77777777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226F3D05" w14:textId="77777777" w:rsidR="008F7B91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84A85C" w14:textId="77777777" w:rsidR="008F7B91" w:rsidRPr="00057283" w:rsidRDefault="008F7B91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2943B29" w14:textId="77777777" w:rsidR="008F7B91" w:rsidRDefault="008F7B91" w:rsidP="008F7B9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BAE51B5" w14:textId="77777777" w:rsidR="008F7B91" w:rsidRDefault="008F7B91" w:rsidP="008F7B9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9818756" w14:textId="77777777" w:rsidR="008F7B91" w:rsidRPr="00F87025" w:rsidRDefault="008F7B91" w:rsidP="008F7B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931CE60" w14:textId="77777777" w:rsidR="008F7B91" w:rsidRPr="00F20E6F" w:rsidRDefault="008F7B91" w:rsidP="008F7B91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1176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desenhos em software CAD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6C7146F" w14:textId="77777777" w:rsidR="008F7B91" w:rsidRPr="0064164C" w:rsidRDefault="008F7B91" w:rsidP="008F7B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N</w:t>
      </w:r>
      <w:r w:rsidRPr="00824E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avega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824E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eficientemente pela interface do software de CAD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E67E52D" w14:textId="77777777" w:rsidR="008F7B91" w:rsidRPr="0064164C" w:rsidRDefault="008F7B91" w:rsidP="008F7B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F50C3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F50C3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precisão ao executar comandos básicos do CAD, como desenhar linhas, criar polígonos, círculos, entre outros.</w:t>
      </w:r>
    </w:p>
    <w:p w14:paraId="02CFDD1F" w14:textId="77777777" w:rsidR="008F7B91" w:rsidRPr="0064164C" w:rsidRDefault="008F7B91" w:rsidP="008F7B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F50C3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plicando corretamente as informações presentes nos projetos.</w:t>
      </w:r>
    </w:p>
    <w:p w14:paraId="7B62A5B5" w14:textId="77777777" w:rsidR="008F7B91" w:rsidRPr="0064164C" w:rsidRDefault="008F7B91" w:rsidP="008F7B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F50C3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plicando as ferramentas de cada ambiente conforme necessário</w:t>
      </w:r>
      <w:r w:rsidRPr="00CB07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Pr="00F50C3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transita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F50C3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entre o modo 2D e 3D.</w:t>
      </w:r>
    </w:p>
    <w:p w14:paraId="127BFA7C" w14:textId="77777777" w:rsidR="008F7B91" w:rsidRPr="0064164C" w:rsidRDefault="008F7B91" w:rsidP="008F7B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O</w:t>
      </w:r>
      <w:r w:rsidRPr="002D1D5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rganizar elementos do desenho em camadas, facilitando a manipulação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945167A" w14:textId="77777777" w:rsidR="008F7B91" w:rsidRPr="00136AD8" w:rsidRDefault="008F7B91" w:rsidP="008F7B9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7C1F56" w14:textId="77777777" w:rsidR="008F7B91" w:rsidRPr="00F87025" w:rsidRDefault="008F7B91" w:rsidP="008F7B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6CAF7FC" w14:textId="77777777" w:rsidR="008F7B91" w:rsidRDefault="008F7B91" w:rsidP="008F7B91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63988544" w14:textId="77777777" w:rsidR="008F7B91" w:rsidRDefault="008F7B91" w:rsidP="008F7B91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6D3D7251" w14:textId="77777777" w:rsidR="008F7B91" w:rsidRPr="009227C5" w:rsidRDefault="008F7B91" w:rsidP="008F7B91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69578DDA" w14:textId="77777777" w:rsidR="008F7B91" w:rsidRPr="009227C5" w:rsidRDefault="008F7B91" w:rsidP="008F7B91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EE9CAEC" w14:textId="77777777" w:rsidR="008F7B91" w:rsidRPr="00051C79" w:rsidRDefault="008F7B91" w:rsidP="008F7B9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1A9AB2" w14:textId="77777777" w:rsidR="008F7B91" w:rsidRPr="00F87025" w:rsidRDefault="008F7B91" w:rsidP="008F7B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9AD8C22" w14:textId="77777777" w:rsidR="008F7B91" w:rsidRDefault="008F7B91" w:rsidP="008F7B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11E5DCA8" w14:textId="77777777" w:rsidR="008F7B91" w:rsidRDefault="008F7B91" w:rsidP="008F7B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3A4EC683" w14:textId="77777777" w:rsidR="008F7B91" w:rsidRDefault="008F7B91" w:rsidP="008F7B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Modelação 3D.</w:t>
      </w:r>
    </w:p>
    <w:p w14:paraId="7B22733E" w14:textId="77777777" w:rsidR="008F7B91" w:rsidRDefault="008F7B91" w:rsidP="008F7B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3AC01B0" w14:textId="77777777" w:rsidR="008F7B91" w:rsidRPr="00F87025" w:rsidRDefault="008F7B91" w:rsidP="008F7B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8C9B9FF" w14:textId="77777777" w:rsidR="008F7B91" w:rsidRPr="00051C79" w:rsidRDefault="008F7B91" w:rsidP="008F7B9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F12541" w14:textId="77777777" w:rsidR="008F7B91" w:rsidRPr="00051C79" w:rsidRDefault="008F7B91" w:rsidP="008F7B9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2F229B" w14:textId="77777777" w:rsidR="008F7B91" w:rsidRPr="00051C79" w:rsidRDefault="008F7B91" w:rsidP="008F7B9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4F4EAE" w14:textId="77777777" w:rsidR="008F7B91" w:rsidRDefault="008F7B91" w:rsidP="008F7B9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C3B20B1" w14:textId="77777777" w:rsidR="00825E79" w:rsidRDefault="00825E79" w:rsidP="008F7B91">
      <w:pPr>
        <w:rPr>
          <w:rFonts w:ascii="Verdana Pro Light" w:hAnsi="Verdana Pro Light"/>
          <w:smallCaps/>
        </w:rPr>
      </w:pPr>
    </w:p>
    <w:p w14:paraId="620CFCB8" w14:textId="77777777" w:rsidR="00825E79" w:rsidRDefault="00825E79" w:rsidP="00825E79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25E79" w:rsidRPr="00136AD8" w14:paraId="76A1C142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747FCCE" w14:textId="2FE96A90" w:rsidR="00825E79" w:rsidRPr="00136AD8" w:rsidRDefault="00825E79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21427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  <w:r w:rsidR="00635E8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/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  <w:r w:rsidR="0021427E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FBA3C23" w14:textId="5EBA435E" w:rsidR="00825E79" w:rsidRPr="009C256C" w:rsidRDefault="00EB3874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EB3874">
              <w:t>Usar sistemas de projeção axonométrica para representar objetos com seccionamento.</w:t>
            </w:r>
          </w:p>
        </w:tc>
      </w:tr>
      <w:tr w:rsidR="00825E79" w:rsidRPr="00136AD8" w14:paraId="198AF2BE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6800A2C" w14:textId="5F24C777" w:rsidR="00825E79" w:rsidRPr="00136AD8" w:rsidRDefault="00825E79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9B7BD4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91303F0" w14:textId="77777777" w:rsidR="00825E79" w:rsidRPr="00136AD8" w:rsidRDefault="00825E79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Desenho técnico – cortes e secções</w:t>
            </w:r>
          </w:p>
        </w:tc>
      </w:tr>
    </w:tbl>
    <w:p w14:paraId="028F33BA" w14:textId="77777777" w:rsidR="00825E79" w:rsidRPr="00136AD8" w:rsidRDefault="00825E79" w:rsidP="00825E7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AC00BBC" w14:textId="77777777" w:rsidR="00825E79" w:rsidRPr="003200F2" w:rsidRDefault="00825E79" w:rsidP="00825E7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48F08BC" w14:textId="77777777" w:rsidR="00825E79" w:rsidRPr="00136AD8" w:rsidRDefault="00825E79" w:rsidP="00825E7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25E79" w:rsidRPr="00136AD8" w14:paraId="75ADBF66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E4EF22F" w14:textId="77777777" w:rsidR="00825E79" w:rsidRPr="001B353A" w:rsidRDefault="00825E79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25E79" w:rsidRPr="00136AD8" w14:paraId="5A55D47E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94B374" w14:textId="08CAA731" w:rsidR="00825E79" w:rsidRDefault="00825E79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84BD4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</w:t>
            </w:r>
            <w:r w:rsidR="00547D7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detalhar</w:t>
            </w:r>
            <w:r w:rsidR="00784BD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</w:t>
            </w:r>
            <w:r w:rsidR="00784BD4" w:rsidRPr="00784BD4">
              <w:rPr>
                <w:rFonts w:ascii="Verdana Pro Light" w:eastAsia="Arial Unicode MS" w:hAnsi="Verdana Pro Light" w:cs="Arial Unicode MS"/>
                <w:sz w:val="18"/>
                <w:szCs w:val="18"/>
              </w:rPr>
              <w:t>modelo tridimensional</w:t>
            </w:r>
            <w:r w:rsidR="00547D7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identificar as áreas a </w:t>
            </w:r>
            <w:r w:rsidR="00E13C3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seccionar </w:t>
            </w:r>
          </w:p>
          <w:p w14:paraId="54B5254F" w14:textId="38977046" w:rsidR="00825E79" w:rsidRPr="001B353A" w:rsidRDefault="00825E79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13C32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</w:t>
            </w:r>
            <w:r w:rsidR="00BF3EA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inir a localização e angulo de corte de cada secção </w:t>
            </w:r>
          </w:p>
          <w:p w14:paraId="44651C12" w14:textId="355DEBFB" w:rsidR="00825E79" w:rsidRPr="001B353A" w:rsidRDefault="00825E79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F3EA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Utilizar as ferramentas de </w:t>
            </w:r>
            <w:r w:rsidR="00600534" w:rsidRPr="00600534">
              <w:rPr>
                <w:rFonts w:ascii="Verdana Pro Light" w:eastAsia="Arial Unicode MS" w:hAnsi="Verdana Pro Light" w:cs="Arial Unicode MS"/>
                <w:sz w:val="18"/>
                <w:szCs w:val="18"/>
              </w:rPr>
              <w:t>modelagem do software para aplicar o seccionamento ao modelo tridimensional.</w:t>
            </w:r>
          </w:p>
          <w:p w14:paraId="75F2A63E" w14:textId="52C843DC" w:rsidR="00825E79" w:rsidRDefault="00825E79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0053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Selecionar o </w:t>
            </w:r>
            <w:r w:rsidR="00600534" w:rsidRPr="00600534">
              <w:rPr>
                <w:rFonts w:ascii="Verdana Pro Light" w:eastAsia="Arial Unicode MS" w:hAnsi="Verdana Pro Light" w:cs="Arial Unicode MS"/>
                <w:sz w:val="18"/>
                <w:szCs w:val="18"/>
              </w:rPr>
              <w:t>tipo de projeção axonométrica</w:t>
            </w:r>
            <w:r w:rsidR="005A42BB">
              <w:rPr>
                <w:rFonts w:ascii="Verdana Pro Light" w:eastAsia="Arial Unicode MS" w:hAnsi="Verdana Pro Light" w:cs="Arial Unicode MS"/>
                <w:sz w:val="18"/>
                <w:szCs w:val="18"/>
              </w:rPr>
              <w:t>, a</w:t>
            </w:r>
            <w:r w:rsidR="005A42BB" w:rsidRPr="005A42BB">
              <w:rPr>
                <w:rFonts w:ascii="Verdana Pro Light" w:eastAsia="Arial Unicode MS" w:hAnsi="Verdana Pro Light" w:cs="Arial Unicode MS"/>
                <w:sz w:val="18"/>
                <w:szCs w:val="18"/>
              </w:rPr>
              <w:t>just</w:t>
            </w:r>
            <w:r w:rsidR="005A42BB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5A42BB" w:rsidRPr="005A42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parâmetros de projeção, como os ângulos de visão e a escala</w:t>
            </w:r>
          </w:p>
          <w:p w14:paraId="78E09234" w14:textId="67FDB170" w:rsidR="00825E79" w:rsidRPr="00EC0505" w:rsidRDefault="005A42BB" w:rsidP="00EC050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r w:rsidR="00EC050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documentação das </w:t>
            </w:r>
            <w:r w:rsidR="00EC0505" w:rsidRPr="00EC0505">
              <w:rPr>
                <w:rFonts w:ascii="Verdana Pro Light" w:eastAsia="Arial Unicode MS" w:hAnsi="Verdana Pro Light" w:cs="Arial Unicode MS"/>
                <w:sz w:val="18"/>
                <w:szCs w:val="18"/>
              </w:rPr>
              <w:t>diferentes vistas do objeto com seccionamento, fornecendo legendas e notas explicativas</w:t>
            </w:r>
          </w:p>
        </w:tc>
      </w:tr>
      <w:tr w:rsidR="00825E79" w:rsidRPr="00136AD8" w14:paraId="2669848B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9C5CC80" w14:textId="77777777" w:rsidR="00825E79" w:rsidRPr="001B353A" w:rsidRDefault="00825E79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432577" w14:textId="77777777" w:rsidR="00825E79" w:rsidRPr="001B353A" w:rsidRDefault="00825E79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F010D56" w14:textId="77777777" w:rsidR="00825E79" w:rsidRPr="001B353A" w:rsidRDefault="00825E79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25E79" w:rsidRPr="00136AD8" w14:paraId="251A1AF2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E9C57" w14:textId="77777777" w:rsidR="00825E79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C439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básicos do desenho técnico, incluindo a importância da clareza, precisão e normas específicas.</w:t>
            </w:r>
          </w:p>
          <w:p w14:paraId="00909944" w14:textId="77777777" w:rsidR="00825E79" w:rsidRPr="007A571C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A571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Desenho técnico</w:t>
            </w:r>
          </w:p>
          <w:p w14:paraId="46546925" w14:textId="77777777" w:rsidR="00825E79" w:rsidRPr="007A571C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3" w:hanging="60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A57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Caracterização do campo de aplicação</w:t>
            </w:r>
          </w:p>
          <w:p w14:paraId="2F528710" w14:textId="77777777" w:rsidR="00825E79" w:rsidRPr="007A571C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3" w:hanging="60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A57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Material de desenho e sua utilização</w:t>
            </w:r>
          </w:p>
          <w:p w14:paraId="0C142EDB" w14:textId="77777777" w:rsidR="00825E79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3" w:hanging="60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A57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metodológicos básicos</w:t>
            </w:r>
          </w:p>
          <w:p w14:paraId="7D564A51" w14:textId="77777777" w:rsidR="00825E79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D54C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ipos de projeções axonométricas, como isométrica, dimétrica e trimétrica.</w:t>
            </w:r>
          </w:p>
          <w:p w14:paraId="726DFF8E" w14:textId="77777777" w:rsidR="00825E79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D54C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lanos de corte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3B2B7AC" w14:textId="2CECF505" w:rsidR="006B3B82" w:rsidRDefault="006B3B82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Parâmetros de projeção </w:t>
            </w:r>
          </w:p>
          <w:p w14:paraId="00F1EDCA" w14:textId="77777777" w:rsidR="00825E79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D54C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 de adição de sombras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C3C13F5" w14:textId="77777777" w:rsidR="00825E79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</w:t>
            </w:r>
            <w:r w:rsidRPr="00D54C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ormas técnicas relevantes para o setor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7D672FA" w14:textId="77777777" w:rsidR="00825E79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059F03" w14:textId="77777777" w:rsidR="00825E79" w:rsidRPr="001B353A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78C415" w14:textId="77777777" w:rsidR="00AD5803" w:rsidRDefault="00AD5803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principais convenções gráficas e normas para a prática do desenho técnico.</w:t>
            </w:r>
          </w:p>
          <w:p w14:paraId="77B206C9" w14:textId="15587477" w:rsidR="00825E79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D54C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dentificar e escolher os planos de corte </w:t>
            </w:r>
          </w:p>
          <w:p w14:paraId="03BB3EEA" w14:textId="77777777" w:rsidR="00825E79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D54C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epresenta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D54C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linhas e contornos do objeto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1694E15" w14:textId="77777777" w:rsidR="00825E79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D54C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tramas</w:t>
            </w:r>
            <w:r w:rsidRPr="00D54C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indicar áreas cortadas e superfícies internas.</w:t>
            </w:r>
          </w:p>
          <w:p w14:paraId="7FE54282" w14:textId="77777777" w:rsidR="00825E79" w:rsidRPr="00517AA8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D54C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epresentar detalhes internos, como seções cortadas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9356EFD" w14:textId="77777777" w:rsidR="00825E79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D54C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dicionar texto explicativo e dimensões</w:t>
            </w:r>
          </w:p>
          <w:p w14:paraId="31EF99D5" w14:textId="77777777" w:rsidR="00825E79" w:rsidRPr="00057283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D4384" w14:textId="77777777" w:rsidR="00825E79" w:rsidRPr="00F057ED" w:rsidRDefault="00825E79" w:rsidP="00AD02F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Responsabilidade pelas suas ações.</w:t>
            </w:r>
          </w:p>
          <w:p w14:paraId="5C43EF33" w14:textId="77777777" w:rsidR="00825E79" w:rsidRPr="00F057ED" w:rsidRDefault="00825E79" w:rsidP="00AD02F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353C65F9" w14:textId="77777777" w:rsidR="00825E79" w:rsidRPr="00F057ED" w:rsidRDefault="00825E79" w:rsidP="00AD02F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6920D141" w14:textId="77777777" w:rsidR="00825E79" w:rsidRPr="00F057ED" w:rsidRDefault="00825E79" w:rsidP="00AD02F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2B08959D" w14:textId="77777777" w:rsidR="00825E79" w:rsidRPr="00F057ED" w:rsidRDefault="00825E79" w:rsidP="00AD02F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03606A33" w14:textId="77777777" w:rsidR="00825E79" w:rsidRPr="00F057ED" w:rsidRDefault="00825E79" w:rsidP="00AD02F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24D6E8EA" w14:textId="77777777" w:rsidR="00825E79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  <w:p w14:paraId="63B2304C" w14:textId="77777777" w:rsidR="00825E79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F3C4E7" w14:textId="77777777" w:rsidR="00825E79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D59DF9" w14:textId="77777777" w:rsidR="00825E79" w:rsidRPr="00057283" w:rsidRDefault="00825E79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588864F" w14:textId="77777777" w:rsidR="00825E79" w:rsidRDefault="00825E79" w:rsidP="00825E7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1958115" w14:textId="77777777" w:rsidR="00825E79" w:rsidRDefault="00825E79" w:rsidP="00825E7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F85CA30" w14:textId="77777777" w:rsidR="00825E79" w:rsidRPr="00F87025" w:rsidRDefault="00825E79" w:rsidP="00825E7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AAA58D2" w14:textId="62F02C91" w:rsidR="00825E79" w:rsidRPr="004E69FF" w:rsidRDefault="004E69FF" w:rsidP="00825E79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4E69F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Usar sistemas de projeção axonométrica para representar objetos com seccionamento.</w:t>
      </w:r>
    </w:p>
    <w:p w14:paraId="341E51C6" w14:textId="77777777" w:rsidR="00825E79" w:rsidRPr="0064164C" w:rsidRDefault="00825E79" w:rsidP="00825E7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</w:t>
      </w:r>
      <w:r w:rsidRPr="00A30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esenha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A30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 com precisão, seguindo as dimensões e proporções corretas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A33D879" w14:textId="77777777" w:rsidR="00825E79" w:rsidRPr="0064164C" w:rsidRDefault="00825E79" w:rsidP="00825E7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</w:t>
      </w:r>
      <w:r w:rsidRPr="00A30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epresenta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30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 forma</w:t>
      </w:r>
      <w:r w:rsidRPr="00A30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clara e compreensível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2044EA3" w14:textId="77777777" w:rsidR="00825E79" w:rsidRPr="0064164C" w:rsidRDefault="00825E79" w:rsidP="00825E7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A30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dentifica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A30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 e representa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A30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elementos de</w:t>
      </w:r>
      <w:r w:rsidRPr="00A30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maneira precisa.</w:t>
      </w:r>
    </w:p>
    <w:p w14:paraId="7A496AEC" w14:textId="77777777" w:rsidR="00825E79" w:rsidRPr="0064164C" w:rsidRDefault="00825E79" w:rsidP="00825E7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A30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Manten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</w:t>
      </w:r>
      <w:r w:rsidRPr="00A30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consistência gráfica em todo o desenho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D97EA47" w14:textId="77777777" w:rsidR="00825E79" w:rsidRPr="0064164C" w:rsidRDefault="00825E79" w:rsidP="00825E7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A30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Certifi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cando</w:t>
      </w:r>
      <w:r w:rsidRPr="00A30C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-se que o desenho esteja em conformidade com as normas técnicas relevantes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8039103" w14:textId="77777777" w:rsidR="00825E79" w:rsidRPr="00136AD8" w:rsidRDefault="00825E79" w:rsidP="00825E7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DF1D98" w14:textId="77777777" w:rsidR="00825E79" w:rsidRPr="00F87025" w:rsidRDefault="00825E79" w:rsidP="00825E7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97F33A5" w14:textId="77777777" w:rsidR="00825E79" w:rsidRDefault="00825E79" w:rsidP="00825E79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1FED4292" w14:textId="77777777" w:rsidR="00825E79" w:rsidRDefault="00825E79" w:rsidP="00825E79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6C1F97CE" w14:textId="77777777" w:rsidR="00825E79" w:rsidRPr="009227C5" w:rsidRDefault="00825E79" w:rsidP="00825E79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130F9F97" w14:textId="77777777" w:rsidR="00825E79" w:rsidRPr="009227C5" w:rsidRDefault="00825E79" w:rsidP="00825E79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96A311B" w14:textId="77777777" w:rsidR="00825E79" w:rsidRPr="00051C79" w:rsidRDefault="00825E79" w:rsidP="00825E7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EABD10" w14:textId="77777777" w:rsidR="00825E79" w:rsidRPr="00F87025" w:rsidRDefault="00825E79" w:rsidP="00825E7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D63EA01" w14:textId="77777777" w:rsidR="00825E79" w:rsidRDefault="00825E79" w:rsidP="00825E79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acesso à internet</w:t>
      </w:r>
    </w:p>
    <w:p w14:paraId="1D14DE04" w14:textId="77777777" w:rsidR="00825E79" w:rsidRDefault="00825E79" w:rsidP="00825E79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Material de desenho técnico.</w:t>
      </w:r>
    </w:p>
    <w:p w14:paraId="4495F507" w14:textId="77777777" w:rsidR="00825E79" w:rsidRPr="00A30C28" w:rsidRDefault="00825E79" w:rsidP="00825E79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7E5E283" w14:textId="77777777" w:rsidR="00825E79" w:rsidRPr="00F87025" w:rsidRDefault="00825E79" w:rsidP="00825E7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92F94AE" w14:textId="77777777" w:rsidR="00825E79" w:rsidRPr="00051C79" w:rsidRDefault="00825E79" w:rsidP="00825E7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67AFEE" w14:textId="77777777" w:rsidR="00825E79" w:rsidRPr="00051C79" w:rsidRDefault="00825E79" w:rsidP="00825E7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D4F355" w14:textId="77777777" w:rsidR="00825E79" w:rsidRPr="00051C79" w:rsidRDefault="00825E79" w:rsidP="00825E7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DCF76E" w14:textId="7187F4B8" w:rsidR="00825E79" w:rsidRDefault="00825E79" w:rsidP="00825E7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ED863C6" w14:textId="77777777" w:rsidR="003E74C5" w:rsidRDefault="003E74C5" w:rsidP="003E74C5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3E74C5" w:rsidRPr="00136AD8" w14:paraId="37D7BDFA" w14:textId="77777777" w:rsidTr="00E93DF1">
        <w:trPr>
          <w:trHeight w:val="258"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6E786F81" w14:textId="1627AB1E" w:rsidR="003E74C5" w:rsidRPr="00136AD8" w:rsidRDefault="003E74C5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28028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  <w:r w:rsidR="00635E8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28028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654" w:type="dxa"/>
            <w:shd w:val="clear" w:color="auto" w:fill="D0CECE" w:themeFill="background2" w:themeFillShade="E6"/>
            <w:vAlign w:val="center"/>
          </w:tcPr>
          <w:p w14:paraId="1D5A9A22" w14:textId="05975D2E" w:rsidR="003E74C5" w:rsidRPr="009C256C" w:rsidRDefault="00E93DF1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 xml:space="preserve">Pós-produzir </w:t>
            </w:r>
            <w:r w:rsidR="00D40BC7">
              <w:t>e realizar apresentações de produtos visuais</w:t>
            </w:r>
          </w:p>
        </w:tc>
      </w:tr>
      <w:tr w:rsidR="003E74C5" w:rsidRPr="00136AD8" w14:paraId="66063125" w14:textId="77777777" w:rsidTr="00E93DF1">
        <w:trPr>
          <w:trHeight w:val="268"/>
        </w:trPr>
        <w:tc>
          <w:tcPr>
            <w:tcW w:w="2127" w:type="dxa"/>
            <w:shd w:val="clear" w:color="auto" w:fill="E7E6E6" w:themeFill="background2"/>
          </w:tcPr>
          <w:p w14:paraId="6A9FFF6D" w14:textId="4700AA20" w:rsidR="003E74C5" w:rsidRPr="00136AD8" w:rsidRDefault="003E74C5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28028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654" w:type="dxa"/>
            <w:shd w:val="clear" w:color="auto" w:fill="E7E6E6" w:themeFill="background2"/>
          </w:tcPr>
          <w:p w14:paraId="1716F01C" w14:textId="77777777" w:rsidR="003E74C5" w:rsidRPr="00136AD8" w:rsidRDefault="003E74C5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A220C">
              <w:rPr>
                <w:rFonts w:ascii="Verdana Pro Light" w:eastAsia="Arial Unicode MS" w:hAnsi="Verdana Pro Light" w:cs="Times New Roman"/>
                <w:sz w:val="18"/>
                <w:szCs w:val="18"/>
              </w:rPr>
              <w:t>Pós-produção, efeitos visuais e apresentação de produto</w:t>
            </w:r>
          </w:p>
        </w:tc>
      </w:tr>
    </w:tbl>
    <w:p w14:paraId="16984384" w14:textId="77777777" w:rsidR="003E74C5" w:rsidRPr="00136AD8" w:rsidRDefault="003E74C5" w:rsidP="003E74C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A62E815" w14:textId="77777777" w:rsidR="003E74C5" w:rsidRPr="003200F2" w:rsidRDefault="003E74C5" w:rsidP="003E74C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F6E5241" w14:textId="77777777" w:rsidR="003E74C5" w:rsidRPr="00136AD8" w:rsidRDefault="003E74C5" w:rsidP="003E74C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E74C5" w:rsidRPr="00136AD8" w14:paraId="7051D27F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5685A4" w14:textId="77777777" w:rsidR="003E74C5" w:rsidRPr="001B353A" w:rsidRDefault="003E74C5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E74C5" w:rsidRPr="00136AD8" w14:paraId="06F77B5B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B0EAC2" w14:textId="556875B0" w:rsidR="00F75531" w:rsidRDefault="003E74C5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91CC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</w:t>
            </w:r>
            <w:r w:rsidR="00ED4D9A">
              <w:rPr>
                <w:rFonts w:ascii="Verdana Pro Light" w:eastAsia="Arial Unicode MS" w:hAnsi="Verdana Pro Light" w:cs="Arial Unicode MS"/>
                <w:sz w:val="18"/>
                <w:szCs w:val="18"/>
              </w:rPr>
              <w:t>ferramentas</w:t>
            </w:r>
            <w:r w:rsidR="00FA42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(softwares)</w:t>
            </w:r>
            <w:r w:rsidR="00ED4D9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A2519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 pós-produção e apresentação </w:t>
            </w:r>
          </w:p>
          <w:p w14:paraId="0E053DF6" w14:textId="72D9C6EA" w:rsidR="003E74C5" w:rsidRPr="00BA220C" w:rsidRDefault="003E74C5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BA220C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edição vídeo e áudio.</w:t>
            </w:r>
          </w:p>
          <w:p w14:paraId="7A26C887" w14:textId="77777777" w:rsidR="003E74C5" w:rsidRPr="00BA220C" w:rsidRDefault="003E74C5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BA220C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e contextualizar o papel dos efeitos especiais visuais na produção.</w:t>
            </w:r>
          </w:p>
          <w:p w14:paraId="3CE7CBCB" w14:textId="77777777" w:rsidR="003E74C5" w:rsidRPr="00BA220C" w:rsidRDefault="003E74C5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BA220C">
              <w:rPr>
                <w:rFonts w:ascii="Verdana Pro Light" w:eastAsia="Arial Unicode MS" w:hAnsi="Verdana Pro Light" w:cs="Arial Unicode MS"/>
                <w:sz w:val="18"/>
                <w:szCs w:val="18"/>
              </w:rPr>
              <w:t>Animar e ajustar as propriedades da câmara.</w:t>
            </w:r>
          </w:p>
          <w:p w14:paraId="23820231" w14:textId="77777777" w:rsidR="003E74C5" w:rsidRPr="00BA220C" w:rsidRDefault="003E74C5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BA220C">
              <w:rPr>
                <w:rFonts w:ascii="Verdana Pro Light" w:eastAsia="Arial Unicode MS" w:hAnsi="Verdana Pro Light" w:cs="Arial Unicode MS"/>
                <w:sz w:val="18"/>
                <w:szCs w:val="18"/>
              </w:rPr>
              <w:t>Explorar a composição visual bidimensional e tridimensional.</w:t>
            </w:r>
          </w:p>
          <w:p w14:paraId="4D9AC44D" w14:textId="77777777" w:rsidR="003E74C5" w:rsidRPr="00BA220C" w:rsidRDefault="003E74C5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BA220C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Produzir dossiers de apresentação de desenho digital incluindo elementos impressos, animados e interativos.</w:t>
            </w:r>
          </w:p>
          <w:p w14:paraId="4569A825" w14:textId="77777777" w:rsidR="003E74C5" w:rsidRPr="001B353A" w:rsidRDefault="003E74C5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BA220C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expressivas de comunicação de informação e apresentação de produtos de desenho digitais, de ideias, de problemas e de soluções.</w:t>
            </w:r>
          </w:p>
          <w:p w14:paraId="01647C0C" w14:textId="77777777" w:rsidR="003E74C5" w:rsidRPr="001B353A" w:rsidRDefault="003E74C5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3E74C5" w:rsidRPr="00136AD8" w14:paraId="4C716B62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43FEDE" w14:textId="77777777" w:rsidR="003E74C5" w:rsidRPr="001B353A" w:rsidRDefault="003E74C5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956174" w14:textId="77777777" w:rsidR="003E74C5" w:rsidRPr="001B353A" w:rsidRDefault="003E74C5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3C8765B" w14:textId="77777777" w:rsidR="003E74C5" w:rsidRPr="001B353A" w:rsidRDefault="003E74C5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E74C5" w:rsidRPr="00136AD8" w14:paraId="78D7ABC5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15EC7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digital avançada</w:t>
            </w:r>
          </w:p>
          <w:p w14:paraId="1F0DB968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Processos, metodologias e elementos técnicos</w:t>
            </w:r>
          </w:p>
          <w:p w14:paraId="6C8E9EB3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Apresentação do ambiente de trabalho</w:t>
            </w:r>
          </w:p>
          <w:p w14:paraId="366B23A7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Animação de propriedades de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</w:t>
            </w:r>
            <w:proofErr w:type="spellEnd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keyframing</w:t>
            </w:r>
            <w:proofErr w:type="spellEnd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Manipulação e propriedades elementares de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</w:p>
          <w:p w14:paraId="4743836D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Relações de parentesco entre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</w:p>
          <w:p w14:paraId="0415CA90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Animação de propriedades de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</w:t>
            </w:r>
            <w:proofErr w:type="spellEnd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posição, rotação, pivot e opacidade. Desenho com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motion</w:t>
            </w:r>
            <w:proofErr w:type="spellEnd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sketch</w:t>
            </w:r>
          </w:p>
          <w:p w14:paraId="5308A13F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Aplicação de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motion</w:t>
            </w:r>
            <w:proofErr w:type="spellEnd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blur</w:t>
            </w:r>
            <w:proofErr w:type="spellEnd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imagens estáticas para maior realismo.</w:t>
            </w:r>
          </w:p>
          <w:p w14:paraId="0D1ECACD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Operações e ambiente 3D</w:t>
            </w:r>
          </w:p>
          <w:p w14:paraId="7156D6F0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Ambiente de trabalho tridimensional</w:t>
            </w:r>
          </w:p>
          <w:p w14:paraId="2B80A56F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Posicionamento e orientação 3D</w:t>
            </w:r>
          </w:p>
          <w:p w14:paraId="01574AB3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Visualização e movimentação de um objeto ao longo de um eixo</w:t>
            </w:r>
          </w:p>
          <w:p w14:paraId="0CD9716C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 de coordenadas 3D.</w:t>
            </w:r>
          </w:p>
          <w:p w14:paraId="0CE0FF26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Controlo de câmara - profundidade de campo, </w:t>
            </w: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focagem, distância focal. Animação de câmara</w:t>
            </w:r>
          </w:p>
          <w:p w14:paraId="2EA91BA7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Transições entre câmaras</w:t>
            </w:r>
          </w:p>
          <w:p w14:paraId="28969266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objetos 3D complexos</w:t>
            </w:r>
          </w:p>
          <w:p w14:paraId="337B2225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Opções e efeitos de iluminação; animação de luzes</w:t>
            </w:r>
          </w:p>
          <w:p w14:paraId="15D9A16D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Utilização de luzes múltiplas e interação com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</w:p>
          <w:p w14:paraId="5912825D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Projeção de sombras</w:t>
            </w:r>
          </w:p>
          <w:p w14:paraId="36200EFA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Iluminação realista; iluminação diurna e noturna</w:t>
            </w:r>
          </w:p>
          <w:p w14:paraId="06EB5F3F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Materiais; características e ajuste de propriedades</w:t>
            </w:r>
          </w:p>
          <w:p w14:paraId="0EB19FDF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Objetos sólidos volumétricos</w:t>
            </w:r>
          </w:p>
          <w:p w14:paraId="4F4EF964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542E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Expressões e 3D</w:t>
            </w:r>
          </w:p>
          <w:p w14:paraId="23C240D4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Definições gerais de expressões</w:t>
            </w:r>
          </w:p>
          <w:p w14:paraId="6E3DD423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Simplificação de expressões</w:t>
            </w:r>
          </w:p>
          <w:p w14:paraId="55003BB9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Rotação de um objeto através de expressões. Aplicação de expressões a efeitos</w:t>
            </w:r>
          </w:p>
          <w:p w14:paraId="05000F89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Inverse</w:t>
            </w:r>
            <w:proofErr w:type="spellEnd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kinematics</w:t>
            </w:r>
            <w:proofErr w:type="spellEnd"/>
          </w:p>
          <w:p w14:paraId="6E60C0C0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Forward</w:t>
            </w:r>
            <w:proofErr w:type="spellEnd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kinematics</w:t>
            </w:r>
            <w:proofErr w:type="spellEnd"/>
          </w:p>
          <w:p w14:paraId="10CF789E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Fumo com efeito 3D</w:t>
            </w:r>
          </w:p>
          <w:p w14:paraId="02530A69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efeito de movimento em câmara sem tripé</w:t>
            </w:r>
          </w:p>
          <w:p w14:paraId="46C31CC9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542E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Rotoscopia</w:t>
            </w:r>
            <w:proofErr w:type="spellEnd"/>
          </w:p>
          <w:p w14:paraId="46341F2B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de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rotoscopia</w:t>
            </w:r>
            <w:proofErr w:type="spellEnd"/>
          </w:p>
          <w:p w14:paraId="589C7E6D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Rotoscopia</w:t>
            </w:r>
            <w:proofErr w:type="spellEnd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utilização de uma única máscara</w:t>
            </w:r>
          </w:p>
          <w:p w14:paraId="06AAF238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Rotoscopia</w:t>
            </w:r>
            <w:proofErr w:type="spellEnd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máscaras múltiplas</w:t>
            </w:r>
          </w:p>
          <w:p w14:paraId="671B00EB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Animação de opacidade de máscaras</w:t>
            </w:r>
          </w:p>
          <w:p w14:paraId="11FF2884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Rotoscopia</w:t>
            </w:r>
            <w:proofErr w:type="spellEnd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elementos múltiplos</w:t>
            </w:r>
          </w:p>
          <w:p w14:paraId="04C20E13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Movimentação em profundidade e rotação tridimensional de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3D</w:t>
            </w:r>
          </w:p>
          <w:p w14:paraId="23A29245" w14:textId="77777777" w:rsidR="003E74C5" w:rsidRPr="00F542E4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542E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Deslocamento ajustado; </w:t>
            </w:r>
            <w:proofErr w:type="spellStart"/>
            <w:r w:rsidRPr="00F542E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motion</w:t>
            </w:r>
            <w:proofErr w:type="spellEnd"/>
            <w:r w:rsidRPr="00F542E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542E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tracking</w:t>
            </w:r>
            <w:proofErr w:type="spellEnd"/>
          </w:p>
          <w:p w14:paraId="2ED230B7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Aplicação e processos de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motion</w:t>
            </w:r>
            <w:proofErr w:type="spellEnd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tracking</w:t>
            </w:r>
            <w:proofErr w:type="spellEnd"/>
          </w:p>
          <w:p w14:paraId="50A3B98A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Controlos especiais</w:t>
            </w:r>
          </w:p>
          <w:p w14:paraId="3411D3E7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Deslocamento ajustado a um objeto usando um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</w:t>
            </w:r>
            <w:proofErr w:type="spellEnd"/>
          </w:p>
          <w:p w14:paraId="2AFB068F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Processos avançados de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motion</w:t>
            </w:r>
            <w:proofErr w:type="spellEnd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tracking</w:t>
            </w:r>
            <w:proofErr w:type="spellEnd"/>
          </w:p>
          <w:p w14:paraId="7B3753EB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Métodos de estabilização de movimento. Controlo e ajuste de áudio</w:t>
            </w:r>
          </w:p>
          <w:p w14:paraId="149B5283" w14:textId="77777777" w:rsidR="003E74C5" w:rsidRPr="00F542E4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542E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Processos de apresentação</w:t>
            </w:r>
          </w:p>
          <w:p w14:paraId="25B9340C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Formatos - standard e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widescreen</w:t>
            </w:r>
            <w:proofErr w:type="spellEnd"/>
          </w:p>
          <w:p w14:paraId="4D0E7CA3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Integração com as aplicações de edição e pós-produção</w:t>
            </w:r>
          </w:p>
          <w:p w14:paraId="3FD04F9C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Importação de ficheiros</w:t>
            </w:r>
          </w:p>
          <w:p w14:paraId="358AD7B5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compressão vídeo - Mpeg-2</w:t>
            </w:r>
          </w:p>
          <w:p w14:paraId="2A8211E6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Criação de menus standard e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motion</w:t>
            </w:r>
            <w:proofErr w:type="spellEnd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menus</w:t>
            </w:r>
          </w:p>
          <w:p w14:paraId="5AF5618C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Animação de menus e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</w:p>
          <w:p w14:paraId="12AC0C28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Inserção de legendas</w:t>
            </w:r>
          </w:p>
          <w:p w14:paraId="6D5B1B44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Conceito de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multi-regiões</w:t>
            </w:r>
            <w:proofErr w:type="spellEnd"/>
          </w:p>
          <w:p w14:paraId="5B31FD82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Mudança interativa de vídeo; vídeo </w:t>
            </w:r>
            <w:proofErr w:type="spellStart"/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angle</w:t>
            </w:r>
            <w:proofErr w:type="spellEnd"/>
          </w:p>
          <w:p w14:paraId="27D73D2B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em diversos suportes e materiais</w:t>
            </w:r>
          </w:p>
          <w:p w14:paraId="07526567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Registo do projeto em suporte adequado</w:t>
            </w:r>
          </w:p>
          <w:p w14:paraId="7F08DE88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Elaboração de portefólio, composição e impressão</w:t>
            </w:r>
          </w:p>
          <w:p w14:paraId="124DF781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Elaboração de painéis de apresentação, composição e impressão</w:t>
            </w:r>
          </w:p>
          <w:p w14:paraId="541CB926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 e registo em suporte final de elementos animados e interativos</w:t>
            </w:r>
          </w:p>
          <w:p w14:paraId="6CF7C3DD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e registo em suporte final do portefólio individual do aluno</w:t>
            </w:r>
          </w:p>
          <w:p w14:paraId="7821E60D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exposição e apresentação</w:t>
            </w:r>
          </w:p>
          <w:p w14:paraId="478368CC" w14:textId="77777777" w:rsidR="003E74C5" w:rsidRPr="004466BC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6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Exploração e articulação de todos os processos de desenho digital e modelação tridimensional</w:t>
            </w:r>
          </w:p>
          <w:p w14:paraId="17583F7D" w14:textId="77777777" w:rsidR="003E74C5" w:rsidRPr="001B353A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86F09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U</w:t>
            </w:r>
            <w:r w:rsidRPr="009905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9905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software de desenho digital, como Adobe Photoshop, </w:t>
            </w:r>
            <w:proofErr w:type="spellStart"/>
            <w:r w:rsidRPr="009905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Illustrator</w:t>
            </w:r>
            <w:proofErr w:type="spellEnd"/>
            <w:r w:rsidRPr="009905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9905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Procreate</w:t>
            </w:r>
            <w:proofErr w:type="spellEnd"/>
            <w:r w:rsidRPr="009905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9905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SketchUp</w:t>
            </w:r>
            <w:proofErr w:type="spellEnd"/>
            <w:r w:rsidRPr="009905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ou ferramentas similares.</w:t>
            </w:r>
          </w:p>
          <w:p w14:paraId="201870D5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9905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ilustrações digitais atraentes que comuniquem efetivamente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ideias do projeto.</w:t>
            </w:r>
          </w:p>
          <w:p w14:paraId="64AD5692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Produzir </w:t>
            </w:r>
            <w:r w:rsidRPr="009905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  <w:r w:rsidRPr="009905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3D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8DF0BE8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905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o estilo, o nível de detalhe e a abordagem visual de acordo com as expectativas do espectador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FD8C090" w14:textId="77777777" w:rsidR="003E74C5" w:rsidRPr="00517AA8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220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possibilidades criativas e expressivas da edição digital avançada.</w:t>
            </w:r>
          </w:p>
          <w:p w14:paraId="496022C3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9905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ransmitir informações complexas de forma clara e concisa por meio de elementos visuais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8227380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7D171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layouts atraentes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CB5B51E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7D171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rganizar elementos visualmente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1F1FB8A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7D171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arantir uma apresentação esteticamente agradável.</w:t>
            </w:r>
          </w:p>
          <w:p w14:paraId="4B4BCD73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E</w:t>
            </w:r>
            <w:r w:rsidRPr="007D171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scolher paletas de cores apropriadas, considerando a mensagem do projeto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6159955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7D171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anipular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5A82293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7D171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fotomontagens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E43534B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7D171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ntegrar elementos do projeto em contextos reais</w:t>
            </w:r>
          </w:p>
          <w:p w14:paraId="07DF41AF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220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o conceito de </w:t>
            </w:r>
            <w:proofErr w:type="spellStart"/>
            <w:r w:rsidRPr="00BA220C">
              <w:rPr>
                <w:rFonts w:ascii="Verdana Pro Light" w:eastAsia="Arial Unicode MS" w:hAnsi="Verdana Pro Light" w:cs="Arial Unicode MS"/>
                <w:sz w:val="18"/>
                <w:szCs w:val="18"/>
              </w:rPr>
              <w:t>rotoscopia</w:t>
            </w:r>
            <w:proofErr w:type="spellEnd"/>
            <w:r w:rsidRPr="00BA220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as sua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BA220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múltiplas aplicações.</w:t>
            </w:r>
          </w:p>
          <w:p w14:paraId="1AE79D75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9064E6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7BABC3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793A5E" w14:textId="77777777" w:rsidR="003E74C5" w:rsidRPr="00057283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122E1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3063FFF6" w14:textId="77777777" w:rsidR="003E74C5" w:rsidRPr="00AE041A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075F3B57" w14:textId="77777777" w:rsidR="003E74C5" w:rsidRPr="00564406" w:rsidRDefault="003E74C5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6B742A35" w14:textId="77777777" w:rsidR="003E74C5" w:rsidRPr="00564406" w:rsidRDefault="003E74C5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62841688" w14:textId="77777777" w:rsidR="003E74C5" w:rsidRPr="00564406" w:rsidRDefault="003E74C5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0061532D" w14:textId="77777777" w:rsidR="003E74C5" w:rsidRPr="00564406" w:rsidRDefault="003E74C5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30C08AD0" w14:textId="77777777" w:rsidR="003E74C5" w:rsidRPr="00564406" w:rsidRDefault="003E74C5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659A2082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64DE065F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34A760F9" w14:textId="77777777" w:rsidR="003E74C5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44010F8" w14:textId="77777777" w:rsidR="003E74C5" w:rsidRPr="00057283" w:rsidRDefault="003E74C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4E58ED2" w14:textId="77777777" w:rsidR="003E74C5" w:rsidRDefault="003E74C5" w:rsidP="003E74C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5A4B147" w14:textId="77777777" w:rsidR="003E74C5" w:rsidRDefault="003E74C5" w:rsidP="003E74C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A31EA54" w14:textId="77777777" w:rsidR="003E74C5" w:rsidRPr="00F87025" w:rsidRDefault="003E74C5" w:rsidP="003E74C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7F763F7" w14:textId="10F1D39B" w:rsidR="003E74C5" w:rsidRPr="00F20E6F" w:rsidRDefault="004F3C38" w:rsidP="003E74C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F3C3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Pós-produzir e realizar apresentações de produtos visuais</w:t>
      </w:r>
      <w:r w:rsidR="003E74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8C2F78F" w14:textId="77777777" w:rsidR="003E74C5" w:rsidRPr="0064164C" w:rsidRDefault="003E74C5" w:rsidP="003E74C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7D17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7D17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clareza e a legibilidade dos elementos visuais na apresentação, garantindo que as informações sejam compreensíveis para o público.</w:t>
      </w:r>
    </w:p>
    <w:p w14:paraId="1AA01A78" w14:textId="77777777" w:rsidR="003E74C5" w:rsidRPr="0064164C" w:rsidRDefault="003E74C5" w:rsidP="003E74C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Adotando um</w:t>
      </w:r>
      <w:r w:rsidRPr="007D17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estilo visual na apresentação consistente, mantendo uma aparência coesa em todos os elementos gráficos.</w:t>
      </w:r>
    </w:p>
    <w:p w14:paraId="0B242831" w14:textId="77777777" w:rsidR="003E74C5" w:rsidRPr="0064164C" w:rsidRDefault="003E74C5" w:rsidP="003E74C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7D17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tende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as</w:t>
      </w:r>
      <w:r w:rsidRPr="007D17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expectativas e interesses do público-alvo, adaptando o estilo e o conteúdo de acordo.</w:t>
      </w:r>
    </w:p>
    <w:p w14:paraId="052694EE" w14:textId="77777777" w:rsidR="003E74C5" w:rsidRPr="0064164C" w:rsidRDefault="003E74C5" w:rsidP="003E74C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7D17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a integração</w:t>
      </w:r>
      <w:r w:rsidRPr="007D17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 w:rsidRPr="007D17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 materiais gráficos, como ilustrações, gráficos e imagens, para reforçar os pontos-chave da apresentação.</w:t>
      </w:r>
    </w:p>
    <w:p w14:paraId="342C199F" w14:textId="77777777" w:rsidR="003E74C5" w:rsidRPr="0064164C" w:rsidRDefault="003E74C5" w:rsidP="003E74C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Proporcionando um</w:t>
      </w:r>
      <w:r w:rsidRPr="007D17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nível de originalidade e criatividade na abordagem visual.</w:t>
      </w:r>
    </w:p>
    <w:p w14:paraId="1ADFB438" w14:textId="77777777" w:rsidR="003E74C5" w:rsidRPr="00136AD8" w:rsidRDefault="003E74C5" w:rsidP="003E74C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117873" w14:textId="77777777" w:rsidR="003E74C5" w:rsidRPr="00F87025" w:rsidRDefault="003E74C5" w:rsidP="003E74C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0469EC8" w14:textId="77777777" w:rsidR="003E74C5" w:rsidRDefault="003E74C5" w:rsidP="003E74C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504631AD" w14:textId="77777777" w:rsidR="003E74C5" w:rsidRDefault="003E74C5" w:rsidP="003E74C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2FEC9D94" w14:textId="77777777" w:rsidR="003E74C5" w:rsidRPr="009227C5" w:rsidRDefault="003E74C5" w:rsidP="003E74C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2366078A" w14:textId="77777777" w:rsidR="003E74C5" w:rsidRDefault="003E74C5" w:rsidP="003E74C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4A68287" w14:textId="77777777" w:rsidR="00344D87" w:rsidRPr="009227C5" w:rsidRDefault="00344D87" w:rsidP="003E74C5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C3C0BA2" w14:textId="77777777" w:rsidR="003E74C5" w:rsidRPr="00051C79" w:rsidRDefault="003E74C5" w:rsidP="003E74C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96F8CD" w14:textId="77777777" w:rsidR="003E74C5" w:rsidRPr="00F87025" w:rsidRDefault="003E74C5" w:rsidP="003E74C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8D3BE18" w14:textId="77777777" w:rsidR="003E74C5" w:rsidRDefault="003E74C5" w:rsidP="003E74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5E306E97" w14:textId="77777777" w:rsidR="003E74C5" w:rsidRDefault="003E74C5" w:rsidP="003E74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 de edição de imagem.</w:t>
      </w:r>
    </w:p>
    <w:p w14:paraId="030F88D3" w14:textId="77777777" w:rsidR="003E74C5" w:rsidRDefault="003E74C5" w:rsidP="003E74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 de edição 3D.</w:t>
      </w:r>
    </w:p>
    <w:p w14:paraId="0600C4B2" w14:textId="77777777" w:rsidR="003E74C5" w:rsidRDefault="003E74C5" w:rsidP="003E74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686A36D" w14:textId="77777777" w:rsidR="003E74C5" w:rsidRPr="00501DC8" w:rsidRDefault="003E74C5" w:rsidP="003E74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638775C" w14:textId="77777777" w:rsidR="003E74C5" w:rsidRPr="00501DC8" w:rsidRDefault="003E74C5" w:rsidP="003E74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F47EF1F" w14:textId="77777777" w:rsidR="003E74C5" w:rsidRPr="00051C79" w:rsidRDefault="003E74C5" w:rsidP="003E74C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AD44EB" w14:textId="77777777" w:rsidR="003E74C5" w:rsidRPr="00F87025" w:rsidRDefault="003E74C5" w:rsidP="003E74C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33997E1" w14:textId="77777777" w:rsidR="003E74C5" w:rsidRPr="00051C79" w:rsidRDefault="003E74C5" w:rsidP="003E74C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846888" w14:textId="77777777" w:rsidR="003E74C5" w:rsidRPr="00051C79" w:rsidRDefault="003E74C5" w:rsidP="003E74C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AB026C" w14:textId="77777777" w:rsidR="003E74C5" w:rsidRPr="00051C79" w:rsidRDefault="003E74C5" w:rsidP="003E74C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C95541" w14:textId="4088BAFB" w:rsidR="003E74C5" w:rsidRDefault="003E74C5" w:rsidP="003E74C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125975E" w14:textId="77777777" w:rsidR="006C4648" w:rsidRDefault="006C4648" w:rsidP="004F1072">
      <w:pPr>
        <w:rPr>
          <w:rFonts w:ascii="Verdana Pro Light" w:hAnsi="Verdana Pro Light"/>
          <w:smallCaps/>
        </w:rPr>
      </w:pPr>
    </w:p>
    <w:p w14:paraId="61A9E82B" w14:textId="77777777" w:rsidR="006C4648" w:rsidRDefault="006C4648" w:rsidP="004F1072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F1072" w:rsidRPr="00136AD8" w14:paraId="3C1E5AEA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91EA11E" w14:textId="6010CA11" w:rsidR="004F1072" w:rsidRPr="00136AD8" w:rsidRDefault="004F1072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6" w:name="_Hlk155263867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AE5B64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  <w:r w:rsidR="007A46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AE5B6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717EE51" w14:textId="2F032F76" w:rsidR="004F1072" w:rsidRPr="009C256C" w:rsidRDefault="009B6F6F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9B6F6F">
              <w:t>Aplicar iluminação e texturização em modelos 3D</w:t>
            </w:r>
          </w:p>
        </w:tc>
      </w:tr>
      <w:bookmarkEnd w:id="6"/>
      <w:tr w:rsidR="004F1072" w:rsidRPr="00136AD8" w14:paraId="4DFCCA07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3929367" w14:textId="64E8F2C7" w:rsidR="004F1072" w:rsidRPr="00136AD8" w:rsidRDefault="004F1072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67000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92DD2CC" w14:textId="77777777" w:rsidR="004F1072" w:rsidRPr="00136AD8" w:rsidRDefault="004F1072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E0130">
              <w:rPr>
                <w:rFonts w:ascii="Verdana Pro Light" w:eastAsia="Arial Unicode MS" w:hAnsi="Verdana Pro Light" w:cs="Times New Roman"/>
                <w:sz w:val="18"/>
                <w:szCs w:val="18"/>
              </w:rPr>
              <w:t>Animação digital 3D - iluminação e texturização</w:t>
            </w:r>
          </w:p>
        </w:tc>
      </w:tr>
    </w:tbl>
    <w:p w14:paraId="75DF5A49" w14:textId="77777777" w:rsidR="004F1072" w:rsidRPr="00136AD8" w:rsidRDefault="004F1072" w:rsidP="004F107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497AA5E" w14:textId="77777777" w:rsidR="004F1072" w:rsidRPr="003200F2" w:rsidRDefault="004F1072" w:rsidP="004F107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96F97C4" w14:textId="77777777" w:rsidR="004F1072" w:rsidRPr="00136AD8" w:rsidRDefault="004F1072" w:rsidP="004F107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F1072" w:rsidRPr="00136AD8" w14:paraId="3D6D4FC9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1DF5D8" w14:textId="77777777" w:rsidR="004F1072" w:rsidRPr="001B353A" w:rsidRDefault="004F1072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F1072" w:rsidRPr="00136AD8" w14:paraId="6069FF4C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5AF61A" w14:textId="18036AFA" w:rsidR="004F1072" w:rsidRPr="005A2747" w:rsidRDefault="004F1072" w:rsidP="00B23B4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2459C8">
              <w:rPr>
                <w:rFonts w:ascii="Verdana Pro Light" w:eastAsia="Arial Unicode MS" w:hAnsi="Verdana Pro Light" w:cs="Arial Unicode MS"/>
                <w:sz w:val="18"/>
                <w:szCs w:val="18"/>
              </w:rPr>
              <w:t>1. Selecionar</w:t>
            </w:r>
            <w:r w:rsidRPr="005A27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2459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 </w:t>
            </w:r>
            <w:r w:rsidRPr="005A27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técnicas de iluminação e de texturização </w:t>
            </w:r>
            <w:r w:rsidR="002459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para o produto</w:t>
            </w:r>
            <w:r w:rsidRPr="005A27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3D.</w:t>
            </w:r>
          </w:p>
          <w:p w14:paraId="2BA00EF9" w14:textId="7CA906CE" w:rsidR="004F1072" w:rsidRDefault="004F1072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459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Escolher</w:t>
            </w:r>
            <w:r w:rsidRPr="005A27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1441DD">
              <w:rPr>
                <w:rFonts w:ascii="Verdana Pro Light" w:eastAsia="Arial Unicode MS" w:hAnsi="Verdana Pro Light" w:cs="Arial Unicode MS"/>
                <w:sz w:val="18"/>
                <w:szCs w:val="18"/>
              </w:rPr>
              <w:t>e posicionar o</w:t>
            </w:r>
            <w:r w:rsidR="001441DD" w:rsidRPr="001441D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tipo de iluminação</w:t>
            </w:r>
            <w:r w:rsidR="001441D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(l</w:t>
            </w:r>
            <w:r w:rsidR="001441DD" w:rsidRPr="001441DD">
              <w:rPr>
                <w:rFonts w:ascii="Verdana Pro Light" w:eastAsia="Arial Unicode MS" w:hAnsi="Verdana Pro Light" w:cs="Arial Unicode MS"/>
                <w:sz w:val="18"/>
                <w:szCs w:val="18"/>
              </w:rPr>
              <w:t>uzes direcionais, pontos de luz, luz ambiente</w:t>
            </w:r>
            <w:r w:rsidR="001441DD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366B43E5" w14:textId="398F3847" w:rsidR="004F1072" w:rsidRDefault="004F1072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95B4C" w:rsidRPr="00E95B4C">
              <w:rPr>
                <w:rFonts w:ascii="Verdana Pro Light" w:eastAsia="Arial Unicode MS" w:hAnsi="Verdana Pro Light" w:cs="Arial Unicode MS"/>
                <w:sz w:val="18"/>
                <w:szCs w:val="18"/>
              </w:rPr>
              <w:t>Refin</w:t>
            </w:r>
            <w:r w:rsidR="00E95B4C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E95B4C" w:rsidRPr="00E95B4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configurações de material para cada textura aplicada, ajustando parâmetros como brilho, reflexão, transparência</w:t>
            </w:r>
          </w:p>
          <w:p w14:paraId="30DFECE1" w14:textId="642801B7" w:rsidR="004B475E" w:rsidRPr="001B353A" w:rsidRDefault="004B475E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proofErr w:type="spellStart"/>
            <w:r w:rsidRPr="004B47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ação</w:t>
            </w:r>
            <w:proofErr w:type="spellEnd"/>
            <w:r w:rsidRPr="004B475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</w:t>
            </w:r>
            <w:r w:rsidRPr="004B475E">
              <w:rPr>
                <w:rFonts w:ascii="Verdana Pro Light" w:eastAsia="Arial Unicode MS" w:hAnsi="Verdana Pro Light" w:cs="Arial Unicode MS"/>
                <w:sz w:val="18"/>
                <w:szCs w:val="18"/>
              </w:rPr>
              <w:t>o modelo com as texturas e iluminação aplicadas</w:t>
            </w:r>
            <w:r w:rsidR="00E04D5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ajuste final</w:t>
            </w:r>
          </w:p>
          <w:p w14:paraId="4C186F13" w14:textId="77777777" w:rsidR="004F1072" w:rsidRPr="001B353A" w:rsidRDefault="004F1072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4F1072" w:rsidRPr="00136AD8" w14:paraId="2BEA1715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73E6D1" w14:textId="77777777" w:rsidR="004F1072" w:rsidRPr="001B353A" w:rsidRDefault="004F1072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6AC275" w14:textId="77777777" w:rsidR="004F1072" w:rsidRPr="001B353A" w:rsidRDefault="004F1072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4B2D6E0" w14:textId="77777777" w:rsidR="004F1072" w:rsidRPr="001B353A" w:rsidRDefault="004F1072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F1072" w:rsidRPr="00136AD8" w14:paraId="3B120BC4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453F3" w14:textId="77777777" w:rsidR="004F1072" w:rsidRPr="00A10391" w:rsidRDefault="004F1072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1039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Iluminação em computação gráfica</w:t>
            </w:r>
          </w:p>
          <w:p w14:paraId="45956A84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Comportamento da luz e suas caraterísticas</w:t>
            </w:r>
          </w:p>
          <w:p w14:paraId="1024309C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luzes em 3D</w:t>
            </w:r>
          </w:p>
          <w:p w14:paraId="57697E4D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Point</w:t>
            </w:r>
            <w:proofErr w:type="spellEnd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Area</w:t>
            </w:r>
            <w:proofErr w:type="spellEnd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Spot,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Direct</w:t>
            </w:r>
            <w:proofErr w:type="spellEnd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</w:p>
          <w:p w14:paraId="051F4191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Sombras</w:t>
            </w:r>
          </w:p>
          <w:p w14:paraId="1B23193E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iluminação</w:t>
            </w:r>
          </w:p>
          <w:p w14:paraId="2C8C1087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Três pontos</w:t>
            </w:r>
          </w:p>
          <w:p w14:paraId="1462DCF1" w14:textId="77777777" w:rsidR="004F1072" w:rsidRPr="00A10391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Key</w:t>
            </w:r>
            <w:proofErr w:type="spellEnd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Fill</w:t>
            </w:r>
            <w:proofErr w:type="spellEnd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Backlight</w:t>
            </w:r>
            <w:proofErr w:type="spellEnd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Skylight</w:t>
            </w:r>
            <w:proofErr w:type="spellEnd"/>
          </w:p>
          <w:p w14:paraId="2FC2D17C" w14:textId="77777777" w:rsidR="004F1072" w:rsidRPr="00D1477B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HDRI (High Dynamic Range Imaging)</w:t>
            </w:r>
          </w:p>
          <w:p w14:paraId="5FEB43E8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Global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Ilumination</w:t>
            </w:r>
            <w:proofErr w:type="spellEnd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Raytracing</w:t>
            </w:r>
            <w:proofErr w:type="spellEnd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Radiosity</w:t>
            </w:r>
            <w:proofErr w:type="spellEnd"/>
          </w:p>
          <w:p w14:paraId="5F990E85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Índice de refração</w:t>
            </w:r>
          </w:p>
          <w:p w14:paraId="0DCEEC18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 da iluminação nos materiais</w:t>
            </w:r>
          </w:p>
          <w:p w14:paraId="56441E26" w14:textId="77777777" w:rsidR="004F1072" w:rsidRPr="00A10391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proofErr w:type="gram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Specular</w:t>
            </w:r>
            <w:proofErr w:type="spellEnd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,</w:t>
            </w:r>
            <w:proofErr w:type="gramEnd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Gloss</w:t>
            </w:r>
            <w:proofErr w:type="spellEnd"/>
          </w:p>
          <w:p w14:paraId="0E4571F2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de iluminação em produtos 3D</w:t>
            </w:r>
          </w:p>
          <w:p w14:paraId="19311819" w14:textId="77777777" w:rsidR="004F1072" w:rsidRPr="00A10391" w:rsidRDefault="004F1072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1039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Texturização em objetos tridimensionais</w:t>
            </w:r>
          </w:p>
          <w:p w14:paraId="0B763FFE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Conceito de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UVs</w:t>
            </w:r>
            <w:proofErr w:type="spellEnd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sua importância</w:t>
            </w:r>
          </w:p>
          <w:p w14:paraId="52819CA2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Projeções e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sub-projeções</w:t>
            </w:r>
            <w:proofErr w:type="spellEnd"/>
          </w:p>
          <w:p w14:paraId="5162D6E1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Processos de UV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mapping</w:t>
            </w:r>
            <w:proofErr w:type="spellEnd"/>
          </w:p>
          <w:p w14:paraId="57DA6262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Operações de relax, separação e união de ilhas</w:t>
            </w:r>
          </w:p>
          <w:p w14:paraId="6FFD31F9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texturas nos canais de materiais</w:t>
            </w:r>
          </w:p>
          <w:p w14:paraId="5F731EA2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texturas</w:t>
            </w:r>
          </w:p>
          <w:p w14:paraId="5E6B0C62" w14:textId="77777777" w:rsidR="004F1072" w:rsidRPr="00A10391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Diffuse</w:t>
            </w:r>
            <w:proofErr w:type="spellEnd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Normal, </w:t>
            </w: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Specular</w:t>
            </w:r>
            <w:proofErr w:type="spellEnd"/>
          </w:p>
          <w:p w14:paraId="4BC6FC25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Ambient</w:t>
            </w:r>
            <w:proofErr w:type="spellEnd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occlusion</w:t>
            </w:r>
            <w:proofErr w:type="spellEnd"/>
          </w:p>
          <w:p w14:paraId="2BC3EA8A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Alpha</w:t>
            </w:r>
            <w:proofErr w:type="spellEnd"/>
          </w:p>
          <w:p w14:paraId="16097478" w14:textId="77777777" w:rsidR="004F1072" w:rsidRPr="005D2B32" w:rsidRDefault="004F1072" w:rsidP="00AD02F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desenvolvimento de texturas</w:t>
            </w:r>
          </w:p>
          <w:p w14:paraId="5B04FFC2" w14:textId="41BF3098" w:rsidR="004F1072" w:rsidRPr="00E04D5F" w:rsidRDefault="004F1072" w:rsidP="00E04D5F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de texturização em produtos 3D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4D47F" w14:textId="77777777" w:rsidR="00B23B45" w:rsidRDefault="00B23B45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2747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Reconhecer os fundamentos teóricos sobre iluminação em computação gráfica e texturização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9D48B44" w14:textId="56DDEAC8" w:rsidR="004F1072" w:rsidRDefault="004F1072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modelos 3D usando software de modela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ção.</w:t>
            </w:r>
          </w:p>
          <w:p w14:paraId="19EFAF15" w14:textId="77777777" w:rsidR="004F1072" w:rsidRDefault="004F1072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texturas de maneira eficaz nos modelos 3D, incluindo o mapeamento UV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B1C8A61" w14:textId="77777777" w:rsidR="004F1072" w:rsidRDefault="004F1072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Usar </w:t>
            </w: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shaders</w:t>
            </w:r>
            <w:proofErr w:type="spellEnd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manipular a aparência visual dos objetos, proporcionando efeitos como reflexão especular, refração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0F5653C" w14:textId="77777777" w:rsidR="004F1072" w:rsidRPr="00517AA8" w:rsidRDefault="004F1072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onfigurar corretamente o processo de </w:t>
            </w: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13978E6" w14:textId="77777777" w:rsidR="004F1072" w:rsidRDefault="004F1072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tilizar mapas normais e </w:t>
            </w: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displacement</w:t>
            </w:r>
            <w:proofErr w:type="spellEnd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adicionar detalhes geométricos aos modelos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4E0020C" w14:textId="77777777" w:rsidR="004F1072" w:rsidRDefault="004F1072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texturas e materiais que se alinhem com o estilo artístico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0BB4ED1" w14:textId="77777777" w:rsidR="004F1072" w:rsidRDefault="004F1072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materiais que respondam realisticamente à luz.</w:t>
            </w:r>
          </w:p>
          <w:p w14:paraId="6CCB7433" w14:textId="77777777" w:rsidR="004F1072" w:rsidRDefault="004F1072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748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texturização e a iluminação para diferentes estilos artísticos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435C548" w14:textId="77777777" w:rsidR="004F1072" w:rsidRDefault="004F1072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2748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timizar texturas e </w:t>
            </w:r>
            <w:proofErr w:type="spellStart"/>
            <w:r w:rsidRPr="002748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shaders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DDE45A1" w14:textId="77777777" w:rsidR="004F1072" w:rsidRDefault="004F1072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</w:t>
            </w:r>
            <w:r w:rsidRPr="002748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a iluminação e textur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</w:t>
            </w:r>
            <w:r w:rsidRPr="002748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maneira que destaque características importantes.</w:t>
            </w:r>
          </w:p>
          <w:p w14:paraId="53460998" w14:textId="304AD766" w:rsidR="004F1072" w:rsidRPr="00E04D5F" w:rsidRDefault="004F1072" w:rsidP="00E04D5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2748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e resolver problemas relacionados à iluminação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AEFCC" w14:textId="77777777" w:rsidR="004F1072" w:rsidRDefault="004F1072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0FFE4E50" w14:textId="77777777" w:rsidR="004F1072" w:rsidRPr="00AE041A" w:rsidRDefault="004F1072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2A0F0770" w14:textId="77777777" w:rsidR="004F1072" w:rsidRPr="00564406" w:rsidRDefault="004F1072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1D9D2C41" w14:textId="77777777" w:rsidR="004F1072" w:rsidRPr="00564406" w:rsidRDefault="004F1072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31B787EA" w14:textId="77777777" w:rsidR="004F1072" w:rsidRPr="00564406" w:rsidRDefault="004F1072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68E5EEBA" w14:textId="77777777" w:rsidR="004F1072" w:rsidRPr="00564406" w:rsidRDefault="004F1072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580443CA" w14:textId="77777777" w:rsidR="004F1072" w:rsidRPr="00564406" w:rsidRDefault="004F1072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36A97DA4" w14:textId="77777777" w:rsidR="004F1072" w:rsidRDefault="004F1072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1F45CD94" w14:textId="77777777" w:rsidR="004F1072" w:rsidRDefault="004F1072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53EC67CD" w14:textId="77777777" w:rsidR="004F1072" w:rsidRDefault="004F1072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5716CA" w14:textId="77777777" w:rsidR="004F1072" w:rsidRPr="00057283" w:rsidRDefault="004F1072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E5A2383" w14:textId="77777777" w:rsidR="004F1072" w:rsidRDefault="004F1072" w:rsidP="004F107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311331B" w14:textId="77777777" w:rsidR="004F1072" w:rsidRDefault="004F1072" w:rsidP="004F107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5E25678" w14:textId="77777777" w:rsidR="004F1072" w:rsidRPr="00F87025" w:rsidRDefault="004F1072" w:rsidP="004F107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71C1442" w14:textId="4B8DB795" w:rsidR="004F1072" w:rsidRPr="00F20E6F" w:rsidRDefault="009B6F6F" w:rsidP="004F1072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B6F6F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Aplicar iluminação e texturização em modelos 3D</w:t>
      </w:r>
      <w:r w:rsidR="004F107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B41F993" w14:textId="77777777" w:rsidR="004F1072" w:rsidRPr="0064164C" w:rsidRDefault="004F1072" w:rsidP="004F107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</w:t>
      </w:r>
      <w:r w:rsidRPr="0027487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arantindo um resultado esteticamente agradável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verificando a</w:t>
      </w:r>
      <w:r w:rsidRPr="0027487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qualidade visual do produto 3D, incluindo a aparência geral, detalhes texturizados e a iluminação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D104ED3" w14:textId="77777777" w:rsidR="004F1072" w:rsidRPr="0064164C" w:rsidRDefault="004F1072" w:rsidP="004F107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Criando</w:t>
      </w:r>
      <w:r w:rsidRPr="0027487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iluminação e texturização alinhada com o design conceitual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5ACC700" w14:textId="77777777" w:rsidR="004F1072" w:rsidRPr="0064164C" w:rsidRDefault="004F1072" w:rsidP="004F107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O</w:t>
      </w:r>
      <w:r w:rsidRPr="0027487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timizando o desempenho sem comprometer significativamente a qualidade visual.</w:t>
      </w:r>
    </w:p>
    <w:p w14:paraId="405B1661" w14:textId="77777777" w:rsidR="004F1072" w:rsidRPr="0064164C" w:rsidRDefault="004F1072" w:rsidP="004F107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27487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lumina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27487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maneira realista, considerando sombras apropriadas e destacando os elementos relevantes no produto.</w:t>
      </w:r>
    </w:p>
    <w:p w14:paraId="017656BE" w14:textId="77777777" w:rsidR="004F1072" w:rsidRPr="0064164C" w:rsidRDefault="004F1072" w:rsidP="004F107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3E14E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dapta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3E14E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iluminação e texturização ao contexto do produto, realçando características importantes e contribuindo para a narrativa visual.</w:t>
      </w:r>
    </w:p>
    <w:p w14:paraId="33EA5FC9" w14:textId="77777777" w:rsidR="004F1072" w:rsidRPr="00136AD8" w:rsidRDefault="004F1072" w:rsidP="004F107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6974AB" w14:textId="77777777" w:rsidR="004F1072" w:rsidRPr="00F87025" w:rsidRDefault="004F1072" w:rsidP="004F107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5AD9084" w14:textId="77777777" w:rsidR="004F1072" w:rsidRPr="00984B30" w:rsidRDefault="004F1072" w:rsidP="004F10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E8DBF37" w14:textId="77777777" w:rsidR="004F1072" w:rsidRPr="00984B30" w:rsidRDefault="004F1072" w:rsidP="004F10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audiovisuais.</w:t>
      </w:r>
    </w:p>
    <w:p w14:paraId="08961024" w14:textId="77777777" w:rsidR="004F1072" w:rsidRPr="00984B30" w:rsidRDefault="004F1072" w:rsidP="004F10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FF5F391" w14:textId="77777777" w:rsidR="004F1072" w:rsidRPr="00051C79" w:rsidRDefault="004F1072" w:rsidP="004F107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8DEE40" w14:textId="77777777" w:rsidR="004F1072" w:rsidRPr="00F87025" w:rsidRDefault="004F1072" w:rsidP="004F107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4F9C85E" w14:textId="77777777" w:rsidR="004F1072" w:rsidRPr="00564406" w:rsidRDefault="004F1072" w:rsidP="004F10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 e software de edição de imagem</w:t>
      </w:r>
    </w:p>
    <w:p w14:paraId="2D88A40D" w14:textId="77777777" w:rsidR="004F1072" w:rsidRDefault="004F1072" w:rsidP="004F10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6E0A61C2" w14:textId="77777777" w:rsidR="004F1072" w:rsidRDefault="004F1072" w:rsidP="004F10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3D.</w:t>
      </w:r>
    </w:p>
    <w:p w14:paraId="1F5543EB" w14:textId="77777777" w:rsidR="004F1072" w:rsidRPr="00501DC8" w:rsidRDefault="004F1072" w:rsidP="004F10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criação de animações.</w:t>
      </w:r>
    </w:p>
    <w:p w14:paraId="251B4C57" w14:textId="77777777" w:rsidR="004F1072" w:rsidRPr="00051C79" w:rsidRDefault="004F1072" w:rsidP="004F107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4C6166" w14:textId="77777777" w:rsidR="004F1072" w:rsidRPr="00F87025" w:rsidRDefault="004F1072" w:rsidP="004F107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4415DF2" w14:textId="77777777" w:rsidR="004F1072" w:rsidRPr="00051C79" w:rsidRDefault="004F1072" w:rsidP="004F107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BDE93A" w14:textId="77777777" w:rsidR="004F1072" w:rsidRPr="00051C79" w:rsidRDefault="004F1072" w:rsidP="004F107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A92785" w14:textId="77777777" w:rsidR="004F1072" w:rsidRPr="00051C79" w:rsidRDefault="004F1072" w:rsidP="004F107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5DDDCD" w14:textId="77777777" w:rsidR="004F1072" w:rsidRDefault="004F1072" w:rsidP="004F107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F1102" w:rsidRPr="00136AD8" w14:paraId="3B5572E3" w14:textId="77777777" w:rsidTr="005A04A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F615090" w14:textId="41BB0BE2" w:rsidR="004F1102" w:rsidRPr="00136AD8" w:rsidRDefault="004F1102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7" w:name="_Hlk154520308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DF032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DF032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7A46E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35C69D8" w14:textId="77777777" w:rsidR="004F1102" w:rsidRPr="00AA7B53" w:rsidRDefault="004F1102" w:rsidP="005A04AD">
            <w:pPr>
              <w:spacing w:after="0"/>
            </w:pPr>
            <w:r>
              <w:t>Elaborar storyboards</w:t>
            </w:r>
          </w:p>
        </w:tc>
      </w:tr>
      <w:bookmarkEnd w:id="7"/>
      <w:tr w:rsidR="004F1102" w:rsidRPr="00136AD8" w14:paraId="6FFB6A6E" w14:textId="77777777" w:rsidTr="005A04A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8254C33" w14:textId="623B78F4" w:rsidR="004F1102" w:rsidRPr="00136AD8" w:rsidRDefault="004F1102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DF0327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29E92349" w14:textId="77777777" w:rsidR="004F1102" w:rsidRPr="00136AD8" w:rsidRDefault="004F1102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Storyboard</w:t>
            </w:r>
          </w:p>
        </w:tc>
      </w:tr>
    </w:tbl>
    <w:p w14:paraId="1B2EDFAC" w14:textId="77777777" w:rsidR="004F1102" w:rsidRPr="00136AD8" w:rsidRDefault="004F1102" w:rsidP="004F110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0477790" w14:textId="77777777" w:rsidR="004F1102" w:rsidRPr="003200F2" w:rsidRDefault="004F1102" w:rsidP="004F110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0C2C45B" w14:textId="77777777" w:rsidR="004F1102" w:rsidRPr="00136AD8" w:rsidRDefault="004F1102" w:rsidP="004F110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F1102" w:rsidRPr="00136AD8" w14:paraId="7A840D8B" w14:textId="77777777" w:rsidTr="005A04A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F3800B" w14:textId="77777777" w:rsidR="004F1102" w:rsidRPr="001B353A" w:rsidRDefault="004F1102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F1102" w:rsidRPr="00136AD8" w14:paraId="30B821DD" w14:textId="77777777" w:rsidTr="005A04A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089A36" w14:textId="77777777" w:rsidR="004F1102" w:rsidRPr="001B353A" w:rsidRDefault="004F1102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Planear o roteiro visual</w:t>
            </w:r>
          </w:p>
          <w:p w14:paraId="6010E840" w14:textId="77777777" w:rsidR="004F1102" w:rsidRPr="001B353A" w:rsidRDefault="004F1102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Dividir o roteiro em cenas e secções e criar representações visuais</w:t>
            </w:r>
            <w:r w:rsidRPr="00CC45C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03AAC8E7" w14:textId="77777777" w:rsidR="004F1102" w:rsidRDefault="004F1102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Incluir vídeos, áudios, animações ou interatividade </w:t>
            </w:r>
          </w:p>
          <w:p w14:paraId="49E9FDBD" w14:textId="77777777" w:rsidR="004F1102" w:rsidRPr="009F4B7F" w:rsidRDefault="004F1102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Rever, finalizar e apresentar</w:t>
            </w:r>
          </w:p>
        </w:tc>
      </w:tr>
      <w:tr w:rsidR="004F1102" w:rsidRPr="00136AD8" w14:paraId="2CEF2C15" w14:textId="77777777" w:rsidTr="005A04A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F7EBD6" w14:textId="77777777" w:rsidR="004F1102" w:rsidRPr="001B353A" w:rsidRDefault="004F1102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1F2E56" w14:textId="77777777" w:rsidR="004F1102" w:rsidRPr="001B353A" w:rsidRDefault="004F1102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341588E" w14:textId="77777777" w:rsidR="004F1102" w:rsidRPr="001B353A" w:rsidRDefault="004F1102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F1102" w:rsidRPr="00136AD8" w14:paraId="578F44F5" w14:textId="77777777" w:rsidTr="005A04A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AFC11" w14:textId="77777777" w:rsidR="004F1102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041D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básicos da narrativa visual, incluindo composição, enquadramento, perspetiva e uso de cores para transmitir emoções e informações</w:t>
            </w:r>
          </w:p>
          <w:p w14:paraId="7F24FB3A" w14:textId="77777777" w:rsidR="004F1102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criação, como lápis, canetas, tablets gráficos ou software de storyboard.</w:t>
            </w:r>
          </w:p>
          <w:p w14:paraId="48C6E55E" w14:textId="77777777" w:rsidR="004F1102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dos diferentes tipos de planos de câmara e como contar uma história visualmente.</w:t>
            </w:r>
          </w:p>
          <w:p w14:paraId="115A2663" w14:textId="77777777" w:rsidR="004F1102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Compreensão das necessidades visuais e da direção de cena específica para a produção.</w:t>
            </w:r>
          </w:p>
          <w:p w14:paraId="4A7F5245" w14:textId="77777777" w:rsidR="004F1102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ompreensão narrativa e colaboração efetiva</w:t>
            </w:r>
          </w:p>
          <w:p w14:paraId="118404A6" w14:textId="77777777" w:rsidR="004F1102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0B31725" w14:textId="77777777" w:rsidR="004F1102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8B9AD1" w14:textId="77777777" w:rsidR="004F1102" w:rsidRPr="001B353A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F1C7E" w14:textId="77777777" w:rsidR="004F1102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desenhos simples e claros.</w:t>
            </w:r>
          </w:p>
          <w:p w14:paraId="75B4DC12" w14:textId="77777777" w:rsidR="004F1102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ransmitir emoções e ações por meio de expressões faciais e gestos</w:t>
            </w:r>
          </w:p>
          <w:p w14:paraId="366B97A0" w14:textId="77777777" w:rsidR="004F1102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ompor cenas de forma atraente e informativa</w:t>
            </w:r>
          </w:p>
          <w:p w14:paraId="58A49CFB" w14:textId="77777777" w:rsidR="004F1102" w:rsidRPr="00517AA8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rganizar as cenas de forma lógica e coesa</w:t>
            </w:r>
          </w:p>
          <w:p w14:paraId="3E272A71" w14:textId="77777777" w:rsidR="004F1102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transições visuais suaves entre as cenas.</w:t>
            </w:r>
          </w:p>
          <w:p w14:paraId="7F94020B" w14:textId="77777777" w:rsidR="004F1102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e traduzir as informações do roteiro em imagens.</w:t>
            </w:r>
          </w:p>
          <w:p w14:paraId="6C1F6DC2" w14:textId="77777777" w:rsidR="004F1102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software para criação de storyboard</w:t>
            </w:r>
          </w:p>
          <w:p w14:paraId="0CC29ECB" w14:textId="77777777" w:rsidR="004F1102" w:rsidRPr="00057283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29A34" w14:textId="77777777" w:rsidR="004F1102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78F2892A" w14:textId="77777777" w:rsidR="004F1102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B850D04" w14:textId="77777777" w:rsidR="004F1102" w:rsidRDefault="004F1102" w:rsidP="004F110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0A511691" w14:textId="77777777" w:rsidR="004F1102" w:rsidRPr="00AB5AF8" w:rsidRDefault="004F1102" w:rsidP="004F110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3DB706C" w14:textId="77777777" w:rsidR="004F1102" w:rsidRPr="00AB5AF8" w:rsidRDefault="004F1102" w:rsidP="004F110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474BE77" w14:textId="77777777" w:rsidR="004F1102" w:rsidRPr="00AB5AF8" w:rsidRDefault="004F1102" w:rsidP="004F110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3DBBD643" w14:textId="77777777" w:rsidR="004F1102" w:rsidRPr="00AB5AF8" w:rsidRDefault="004F1102" w:rsidP="004F110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6A17AC11" w14:textId="77777777" w:rsidR="004F1102" w:rsidRPr="00A128FE" w:rsidRDefault="004F1102" w:rsidP="004F110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2930FF50" w14:textId="77777777" w:rsidR="004F1102" w:rsidRPr="00AB5AF8" w:rsidRDefault="004F1102" w:rsidP="004F110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57BF728F" w14:textId="77777777" w:rsidR="004F1102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Trabalho em equipa </w:t>
            </w:r>
          </w:p>
          <w:p w14:paraId="669AB143" w14:textId="77777777" w:rsidR="004F1102" w:rsidRPr="00057283" w:rsidRDefault="004F1102" w:rsidP="004F11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Adaptabilidade tecnológica </w:t>
            </w:r>
          </w:p>
        </w:tc>
      </w:tr>
    </w:tbl>
    <w:p w14:paraId="2E55613E" w14:textId="77777777" w:rsidR="004F1102" w:rsidRDefault="004F1102" w:rsidP="004F110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C805321" w14:textId="77777777" w:rsidR="004F1102" w:rsidRDefault="004F1102" w:rsidP="004F110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201D708" w14:textId="77777777" w:rsidR="004F1102" w:rsidRPr="00F87025" w:rsidRDefault="004F1102" w:rsidP="004F110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BA310AB" w14:textId="77777777" w:rsidR="004F1102" w:rsidRPr="00F20E6F" w:rsidRDefault="004F1102" w:rsidP="004F1102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44A8A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storyboards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9C343E4" w14:textId="16D5ED13" w:rsidR="004F1102" w:rsidRPr="0064164C" w:rsidRDefault="004F1102" w:rsidP="004F110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omunica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claramente a progressão da narrativa</w:t>
      </w:r>
    </w:p>
    <w:p w14:paraId="33107585" w14:textId="77777777" w:rsidR="004F1102" w:rsidRPr="0064164C" w:rsidRDefault="004F1102" w:rsidP="004F110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presenta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uma composição visual equilibrada e atraente</w:t>
      </w:r>
    </w:p>
    <w:p w14:paraId="1979342E" w14:textId="77777777" w:rsidR="004F1102" w:rsidRPr="0064164C" w:rsidRDefault="004F1102" w:rsidP="004F110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daptados para atender aos requisitos específicos da </w:t>
      </w:r>
      <w:proofErr w:type="spellStart"/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mídia</w:t>
      </w:r>
      <w:proofErr w:type="spellEnd"/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final, seja cinema, televisão, animação, etc.?</w:t>
      </w:r>
    </w:p>
    <w:p w14:paraId="59D3796A" w14:textId="77777777" w:rsidR="004F1102" w:rsidRPr="0064164C" w:rsidRDefault="004F1102" w:rsidP="004F110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Mantendo a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aparência visual dos personagens e cenários é consistente ao longo do storyboard</w:t>
      </w:r>
    </w:p>
    <w:p w14:paraId="20E5B3E6" w14:textId="77777777" w:rsidR="004F1102" w:rsidRPr="00136AD8" w:rsidRDefault="004F1102" w:rsidP="004F110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33309C" w14:textId="77777777" w:rsidR="004F1102" w:rsidRPr="00F87025" w:rsidRDefault="004F1102" w:rsidP="004F110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1DC9108" w14:textId="77777777" w:rsidR="004F1102" w:rsidRPr="00984B30" w:rsidRDefault="004F1102" w:rsidP="004F110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35B4E13C" w14:textId="77777777" w:rsidR="004F1102" w:rsidRPr="00984B30" w:rsidRDefault="004F1102" w:rsidP="004F110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731820D" w14:textId="77777777" w:rsidR="004F1102" w:rsidRPr="00051C79" w:rsidRDefault="004F1102" w:rsidP="004F110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5722F6" w14:textId="77777777" w:rsidR="004F1102" w:rsidRPr="00F87025" w:rsidRDefault="004F1102" w:rsidP="004F110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6E5031F" w14:textId="77777777" w:rsidR="004F1102" w:rsidRPr="009F3A3C" w:rsidRDefault="004F1102" w:rsidP="004F110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5AB5883D" w14:textId="77777777" w:rsidR="004F1102" w:rsidRDefault="004F1102" w:rsidP="004F110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 para criação de Storyboards</w:t>
      </w:r>
    </w:p>
    <w:p w14:paraId="01386D0C" w14:textId="77777777" w:rsidR="004F1102" w:rsidRPr="00501DC8" w:rsidRDefault="004F1102" w:rsidP="004F110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desenho</w:t>
      </w:r>
    </w:p>
    <w:p w14:paraId="6CBC1383" w14:textId="77777777" w:rsidR="004F1102" w:rsidRDefault="004F1102" w:rsidP="004F110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645849A" w14:textId="77777777" w:rsidR="004F1102" w:rsidRPr="00051C79" w:rsidRDefault="004F1102" w:rsidP="004F110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3FCB846" w14:textId="77777777" w:rsidR="004F1102" w:rsidRPr="00F87025" w:rsidRDefault="004F1102" w:rsidP="004F110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1363558" w14:textId="77777777" w:rsidR="004F1102" w:rsidRPr="00051C79" w:rsidRDefault="004F1102" w:rsidP="004F110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A91144" w14:textId="49E034E4" w:rsidR="004F1102" w:rsidRPr="00051C79" w:rsidRDefault="00DF0327" w:rsidP="004F110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Técnico Multimédia </w:t>
      </w:r>
    </w:p>
    <w:p w14:paraId="4C081C32" w14:textId="77777777" w:rsidR="004F1102" w:rsidRPr="00051C79" w:rsidRDefault="004F1102" w:rsidP="004F110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2E7BDF" w14:textId="77777777" w:rsidR="004F1102" w:rsidRDefault="004F1102" w:rsidP="004F110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08530A1C" w14:textId="77777777" w:rsidR="004F1102" w:rsidRDefault="004F1102" w:rsidP="004F110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8152B" w:rsidRPr="00136AD8" w14:paraId="4FE6E96A" w14:textId="77777777" w:rsidTr="005A04A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B647501" w14:textId="2F5282B0" w:rsidR="0078152B" w:rsidRPr="00136AD8" w:rsidRDefault="0078152B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BC57D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  <w:r w:rsidR="00A00B4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9F7C7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7E9657A" w14:textId="77777777" w:rsidR="0078152B" w:rsidRPr="00AA7B53" w:rsidRDefault="0078152B" w:rsidP="005A04AD">
            <w:pPr>
              <w:spacing w:before="120" w:after="120" w:line="240" w:lineRule="auto"/>
            </w:pPr>
            <w:r w:rsidRPr="007757E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Editar sequências de vídeo a partir de guião</w:t>
            </w:r>
          </w:p>
        </w:tc>
      </w:tr>
      <w:tr w:rsidR="0078152B" w:rsidRPr="00136AD8" w14:paraId="04FB6FA0" w14:textId="77777777" w:rsidTr="005A04A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8955728" w14:textId="77777777" w:rsidR="0078152B" w:rsidRPr="00136AD8" w:rsidRDefault="0078152B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CA7FF4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</w:t>
            </w:r>
            <w:r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43D7698" w14:textId="77777777" w:rsidR="0078152B" w:rsidRPr="00136AD8" w:rsidRDefault="0078152B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Vídeo Digital</w:t>
            </w:r>
          </w:p>
        </w:tc>
      </w:tr>
    </w:tbl>
    <w:p w14:paraId="3CF60EC3" w14:textId="77777777" w:rsidR="0078152B" w:rsidRPr="00136AD8" w:rsidRDefault="0078152B" w:rsidP="0078152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6A12D2D" w14:textId="77777777" w:rsidR="0078152B" w:rsidRPr="003200F2" w:rsidRDefault="0078152B" w:rsidP="0078152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8" w:name="_Hlk157973262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04EE520" w14:textId="77777777" w:rsidR="0078152B" w:rsidRPr="00136AD8" w:rsidRDefault="0078152B" w:rsidP="0078152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8152B" w:rsidRPr="00136AD8" w14:paraId="1467C32B" w14:textId="77777777" w:rsidTr="005A04A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B8C4EE" w14:textId="77777777" w:rsidR="0078152B" w:rsidRPr="001B353A" w:rsidRDefault="0078152B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8152B" w:rsidRPr="00136AD8" w14:paraId="490D0E91" w14:textId="77777777" w:rsidTr="005A04A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B700E4" w14:textId="77777777" w:rsidR="0078152B" w:rsidRPr="0038426E" w:rsidRDefault="0078152B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Organizar o material vídeo disponível</w:t>
            </w:r>
          </w:p>
          <w:p w14:paraId="66AA147A" w14:textId="77777777" w:rsidR="0078152B" w:rsidRPr="0038426E" w:rsidRDefault="0078152B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Escolher takes e selecionar clipes</w:t>
            </w:r>
          </w:p>
          <w:p w14:paraId="25E06AA8" w14:textId="77777777" w:rsidR="0078152B" w:rsidRPr="0038426E" w:rsidRDefault="0078152B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Organizar a sequência lógica da informação visual</w:t>
            </w:r>
          </w:p>
          <w:p w14:paraId="2D687CCF" w14:textId="77777777" w:rsidR="0078152B" w:rsidRPr="0038426E" w:rsidRDefault="0078152B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Corrigir a cor e a imagem </w:t>
            </w:r>
          </w:p>
          <w:p w14:paraId="1C88D982" w14:textId="77777777" w:rsidR="0078152B" w:rsidRPr="00DE0F96" w:rsidRDefault="0078152B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e</w:t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xportar as sequências de vídeo</w:t>
            </w:r>
          </w:p>
        </w:tc>
      </w:tr>
      <w:tr w:rsidR="0078152B" w:rsidRPr="00136AD8" w14:paraId="720BBD27" w14:textId="77777777" w:rsidTr="005A04A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4F4AF50" w14:textId="77777777" w:rsidR="0078152B" w:rsidRPr="001B353A" w:rsidRDefault="0078152B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F6535A" w14:textId="77777777" w:rsidR="0078152B" w:rsidRPr="001B353A" w:rsidRDefault="0078152B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9E85B84" w14:textId="77777777" w:rsidR="0078152B" w:rsidRPr="001B353A" w:rsidRDefault="0078152B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8152B" w:rsidRPr="00136AD8" w14:paraId="7AF4A040" w14:textId="77777777" w:rsidTr="005A04A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47814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de captação de vídeo.</w:t>
            </w:r>
          </w:p>
          <w:p w14:paraId="745F7B4B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Familiaridade com pelo menos um software de edição de vídeo popular.</w:t>
            </w:r>
          </w:p>
          <w:p w14:paraId="0E09D8E5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onceitos fundamentais de vídeo.</w:t>
            </w:r>
          </w:p>
          <w:p w14:paraId="2AD28B5B" w14:textId="77777777" w:rsidR="0078152B" w:rsidRPr="00427855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Anatomia e fisiologia do olho humano e a câmara</w:t>
            </w:r>
          </w:p>
          <w:p w14:paraId="6A38E471" w14:textId="77777777" w:rsidR="0078152B" w:rsidRPr="0037664B" w:rsidRDefault="0078152B" w:rsidP="005A04A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CCD - o olho da câmara</w:t>
            </w:r>
          </w:p>
          <w:p w14:paraId="23A0C0B5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ormatos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ficheiros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vídeo (MP4, MOV, AVI).</w:t>
            </w:r>
          </w:p>
          <w:p w14:paraId="690DAAAE" w14:textId="77777777" w:rsidR="0078152B" w:rsidRPr="00427855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Sinal de vídeo</w:t>
            </w:r>
          </w:p>
          <w:p w14:paraId="4C59C7A0" w14:textId="77777777" w:rsidR="0078152B" w:rsidRPr="00427855" w:rsidRDefault="0078152B" w:rsidP="005A04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Sinal analógico </w:t>
            </w:r>
            <w:proofErr w:type="spellStart"/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Vs</w:t>
            </w:r>
            <w:proofErr w:type="spellEnd"/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sinal digital - características</w:t>
            </w:r>
          </w:p>
          <w:p w14:paraId="2B4C2CFA" w14:textId="77777777" w:rsidR="0078152B" w:rsidRPr="00427855" w:rsidRDefault="0078152B" w:rsidP="005A04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Linhas, campos e quadros</w:t>
            </w:r>
          </w:p>
          <w:p w14:paraId="24664338" w14:textId="77777777" w:rsidR="0078152B" w:rsidRPr="00427855" w:rsidRDefault="0078152B" w:rsidP="005A04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Pixels e seus aspetos</w:t>
            </w:r>
          </w:p>
          <w:p w14:paraId="022D915E" w14:textId="77777777" w:rsidR="0078152B" w:rsidRPr="00427855" w:rsidRDefault="0078152B" w:rsidP="005A04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Medidores eletrónicos do sinal de vídeo e os seus ajustes</w:t>
            </w:r>
          </w:p>
          <w:p w14:paraId="292E6458" w14:textId="77777777" w:rsidR="0078152B" w:rsidRPr="007455E0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7455E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Progressive</w:t>
            </w:r>
            <w:proofErr w:type="spellEnd"/>
            <w:r w:rsidRPr="007455E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scan</w:t>
            </w:r>
          </w:p>
          <w:p w14:paraId="73CC495A" w14:textId="77777777" w:rsidR="0078152B" w:rsidRPr="00427855" w:rsidRDefault="0078152B" w:rsidP="005A04A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filme ao vídeo</w:t>
            </w:r>
          </w:p>
          <w:p w14:paraId="7F26FA2D" w14:textId="77777777" w:rsidR="0078152B" w:rsidRPr="007455E0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455E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Suportes de câmara</w:t>
            </w:r>
          </w:p>
          <w:p w14:paraId="1558938D" w14:textId="77777777" w:rsidR="0078152B" w:rsidRPr="007455E0" w:rsidRDefault="0078152B" w:rsidP="005A04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455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Tripé, Grua</w:t>
            </w:r>
          </w:p>
          <w:p w14:paraId="02213DCD" w14:textId="77777777" w:rsidR="0078152B" w:rsidRPr="00427855" w:rsidRDefault="0078152B" w:rsidP="005A04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Pedestal</w:t>
            </w:r>
          </w:p>
          <w:p w14:paraId="504C9014" w14:textId="77777777" w:rsidR="0078152B" w:rsidRPr="007455E0" w:rsidRDefault="0078152B" w:rsidP="005A04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455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Dolly</w:t>
            </w:r>
            <w:proofErr w:type="spellEnd"/>
            <w:r w:rsidRPr="007455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7455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Steadycam</w:t>
            </w:r>
            <w:proofErr w:type="spellEnd"/>
          </w:p>
          <w:p w14:paraId="2440285C" w14:textId="77777777" w:rsidR="0078152B" w:rsidRPr="007455E0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7455E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Camcorder</w:t>
            </w:r>
            <w:proofErr w:type="spellEnd"/>
          </w:p>
          <w:p w14:paraId="4C591AC7" w14:textId="77777777" w:rsidR="0078152B" w:rsidRPr="00427855" w:rsidRDefault="0078152B" w:rsidP="005A04A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321" w:hanging="59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partes constituintes</w:t>
            </w:r>
          </w:p>
          <w:p w14:paraId="11651777" w14:textId="77777777" w:rsidR="0078152B" w:rsidRPr="00427855" w:rsidRDefault="0078152B" w:rsidP="005A04A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321" w:hanging="59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Controles básicos da câmara</w:t>
            </w:r>
          </w:p>
          <w:p w14:paraId="6E41FB88" w14:textId="77777777" w:rsidR="0078152B" w:rsidRPr="00427855" w:rsidRDefault="0078152B" w:rsidP="005A04A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321" w:hanging="59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Uso das baterias</w:t>
            </w:r>
          </w:p>
          <w:p w14:paraId="745B7F4C" w14:textId="77777777" w:rsidR="0078152B" w:rsidRPr="00427855" w:rsidRDefault="0078152B" w:rsidP="005A04A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321" w:hanging="59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Material de transporte de equipamento</w:t>
            </w:r>
          </w:p>
          <w:p w14:paraId="752F8037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Montagem e desmontagem de uma </w:t>
            </w:r>
            <w:proofErr w:type="spellStart"/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camcorder</w:t>
            </w:r>
            <w:proofErr w:type="spellEnd"/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profissional sobre um tripé</w:t>
            </w:r>
          </w:p>
          <w:p w14:paraId="3A56B6B1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Correção de Cor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BAB6FC1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 Visuais.</w:t>
            </w:r>
          </w:p>
          <w:p w14:paraId="6AEB1594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Enquadramentos e planos de cena.</w:t>
            </w:r>
          </w:p>
          <w:p w14:paraId="57A7C022" w14:textId="77777777" w:rsidR="0078152B" w:rsidRPr="007035B1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Exportação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2AB72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Utilizar hardware de aquisição de vídeo</w:t>
            </w:r>
          </w:p>
          <w:p w14:paraId="04F81F1E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</w:t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especificidades técnicas de um vídeo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DCE6830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Operar um software de edição</w:t>
            </w:r>
          </w:p>
          <w:p w14:paraId="327FCC4F" w14:textId="77777777" w:rsidR="0078152B" w:rsidRPr="00517AA8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operações básicas de edição na linha do tempo.</w:t>
            </w:r>
          </w:p>
          <w:p w14:paraId="6BCDC87D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transições e efeitos para melhorar a narrativa visual</w:t>
            </w:r>
          </w:p>
          <w:p w14:paraId="509162CA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incroniza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trilhas de áudio e vídeo.</w:t>
            </w:r>
          </w:p>
          <w:p w14:paraId="7487B120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estilo visual consistente ao vídeo</w:t>
            </w:r>
          </w:p>
          <w:p w14:paraId="14A31F59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Exportar sequências de vídeo dependendo do suporte final</w:t>
            </w:r>
          </w:p>
          <w:p w14:paraId="50F66396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7574B8F" w14:textId="77777777" w:rsidR="0078152B" w:rsidRPr="00057283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A6D2B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443AB149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1AB00CDF" w14:textId="77777777" w:rsidR="0078152B" w:rsidRDefault="0078152B" w:rsidP="005A04A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EEA8832" w14:textId="77777777" w:rsidR="0078152B" w:rsidRPr="00AB5AF8" w:rsidRDefault="0078152B" w:rsidP="005A04A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3677E76B" w14:textId="77777777" w:rsidR="0078152B" w:rsidRPr="00AB5AF8" w:rsidRDefault="0078152B" w:rsidP="005A04A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30F5B416" w14:textId="77777777" w:rsidR="0078152B" w:rsidRPr="00AB5AF8" w:rsidRDefault="0078152B" w:rsidP="005A04A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5D0A7D04" w14:textId="77777777" w:rsidR="0078152B" w:rsidRPr="00AB5AF8" w:rsidRDefault="0078152B" w:rsidP="005A04A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66AF82A" w14:textId="77777777" w:rsidR="0078152B" w:rsidRPr="00A128FE" w:rsidRDefault="0078152B" w:rsidP="005A04A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0BF4AD0" w14:textId="77777777" w:rsidR="0078152B" w:rsidRPr="00AB5AF8" w:rsidRDefault="0078152B" w:rsidP="005A04A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45A5C23D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3196C3E" w14:textId="77777777" w:rsidR="0078152B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5A2972" w14:textId="77777777" w:rsidR="0078152B" w:rsidRPr="00057283" w:rsidRDefault="0078152B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5B4C40A" w14:textId="77777777" w:rsidR="0078152B" w:rsidRDefault="0078152B" w:rsidP="0078152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2D15F9D" w14:textId="77777777" w:rsidR="0078152B" w:rsidRDefault="0078152B" w:rsidP="0078152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54DFBC7" w14:textId="77777777" w:rsidR="0078152B" w:rsidRPr="00F87025" w:rsidRDefault="0078152B" w:rsidP="0078152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C0D0CA" w14:textId="77777777" w:rsidR="0078152B" w:rsidRPr="00F20E6F" w:rsidRDefault="0078152B" w:rsidP="0078152B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7035B1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Editar sequências de vídeo a partir de guião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F16CAE0" w14:textId="77777777" w:rsidR="0078152B" w:rsidRPr="0064164C" w:rsidRDefault="0078152B" w:rsidP="0078152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endo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narrativa visual coesa e compreensível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8719FA8" w14:textId="77777777" w:rsidR="0078152B" w:rsidRPr="0064164C" w:rsidRDefault="0078152B" w:rsidP="0078152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Eliminando os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corte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transições abruptas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, para manter 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linha do tempo precisa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A06D748" w14:textId="77777777" w:rsidR="0078152B" w:rsidRPr="0064164C" w:rsidRDefault="0078152B" w:rsidP="0078152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Sincronizando áudio e vídeo.</w:t>
      </w:r>
    </w:p>
    <w:p w14:paraId="337DCAAF" w14:textId="77777777" w:rsidR="0078152B" w:rsidRPr="0064164C" w:rsidRDefault="0078152B" w:rsidP="0078152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Aplicando correção de cor.</w:t>
      </w:r>
    </w:p>
    <w:p w14:paraId="7BD57A21" w14:textId="77777777" w:rsidR="0078152B" w:rsidRPr="0064164C" w:rsidRDefault="0078152B" w:rsidP="0078152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Adaptando a sequência de vídeo ao suporte desejado.</w:t>
      </w:r>
    </w:p>
    <w:p w14:paraId="47BB4D08" w14:textId="77777777" w:rsidR="0078152B" w:rsidRPr="00136AD8" w:rsidRDefault="0078152B" w:rsidP="0078152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7870E49" w14:textId="77777777" w:rsidR="0078152B" w:rsidRPr="00F87025" w:rsidRDefault="0078152B" w:rsidP="0078152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33BF352" w14:textId="77777777" w:rsidR="0078152B" w:rsidRPr="00984B30" w:rsidRDefault="0078152B" w:rsidP="0078152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DF23A5F" w14:textId="77777777" w:rsidR="0078152B" w:rsidRPr="00984B30" w:rsidRDefault="0078152B" w:rsidP="0078152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audiovisuais.</w:t>
      </w:r>
    </w:p>
    <w:p w14:paraId="7BDFC0D8" w14:textId="77777777" w:rsidR="0078152B" w:rsidRPr="00984B30" w:rsidRDefault="0078152B" w:rsidP="0078152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1F615E7" w14:textId="77777777" w:rsidR="0078152B" w:rsidRPr="00051C79" w:rsidRDefault="0078152B" w:rsidP="0078152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B32D6F" w14:textId="77777777" w:rsidR="0078152B" w:rsidRPr="00F87025" w:rsidRDefault="0078152B" w:rsidP="0078152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CE2F874" w14:textId="77777777" w:rsidR="0078152B" w:rsidRDefault="0078152B" w:rsidP="0078152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 de aquisição de vídeo</w:t>
      </w:r>
    </w:p>
    <w:p w14:paraId="6A626104" w14:textId="77777777" w:rsidR="0078152B" w:rsidRPr="005E2D82" w:rsidRDefault="0078152B" w:rsidP="0078152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5B30BF5A" w14:textId="77777777" w:rsidR="0078152B" w:rsidRDefault="0078152B" w:rsidP="0078152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7829C4EC" w14:textId="77777777" w:rsidR="0078152B" w:rsidRPr="00501DC8" w:rsidRDefault="0078152B" w:rsidP="0078152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5747AC8" w14:textId="77777777" w:rsidR="0078152B" w:rsidRPr="00051C79" w:rsidRDefault="0078152B" w:rsidP="0078152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973DF9" w14:textId="77777777" w:rsidR="0078152B" w:rsidRPr="00F87025" w:rsidRDefault="0078152B" w:rsidP="0078152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bookmarkEnd w:id="8"/>
    <w:p w14:paraId="25E401B0" w14:textId="47A37C5A" w:rsidR="007B03FC" w:rsidRPr="00134F05" w:rsidRDefault="007B03FC" w:rsidP="00134F05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37219547" w14:textId="3B84101D" w:rsidR="007B03FC" w:rsidRPr="00051C79" w:rsidRDefault="00134F05" w:rsidP="007B03F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Técnico</w:t>
      </w:r>
      <w:r w:rsidR="007B03FC">
        <w:rPr>
          <w:rFonts w:ascii="Verdana Pro Light" w:hAnsi="Verdana Pro Light"/>
          <w:smallCaps/>
        </w:rPr>
        <w:t xml:space="preserve"> Multimédia</w:t>
      </w:r>
    </w:p>
    <w:p w14:paraId="1315EA7B" w14:textId="77777777" w:rsidR="007B03FC" w:rsidRDefault="007B03FC" w:rsidP="004F1072">
      <w:pPr>
        <w:rPr>
          <w:rFonts w:ascii="Verdana Pro Light" w:hAnsi="Verdana Pro Light"/>
          <w:smallCaps/>
        </w:rPr>
      </w:pPr>
    </w:p>
    <w:p w14:paraId="61F32500" w14:textId="77777777" w:rsidR="0052132B" w:rsidRDefault="0052132B" w:rsidP="004F1072">
      <w:pPr>
        <w:rPr>
          <w:rFonts w:ascii="Verdana Pro Light" w:hAnsi="Verdana Pro Light"/>
          <w:smallCaps/>
        </w:rPr>
      </w:pPr>
    </w:p>
    <w:p w14:paraId="5D57FF7D" w14:textId="77777777" w:rsidR="0052132B" w:rsidRDefault="0052132B" w:rsidP="004F1072">
      <w:pPr>
        <w:rPr>
          <w:rFonts w:ascii="Verdana Pro Light" w:hAnsi="Verdana Pro Light"/>
          <w:smallCaps/>
        </w:rPr>
      </w:pPr>
    </w:p>
    <w:p w14:paraId="2C886D10" w14:textId="77777777" w:rsidR="0052132B" w:rsidRDefault="0052132B" w:rsidP="004F1072">
      <w:pPr>
        <w:rPr>
          <w:rFonts w:ascii="Verdana Pro Light" w:hAnsi="Verdana Pro Light"/>
          <w:smallCaps/>
        </w:rPr>
      </w:pPr>
    </w:p>
    <w:p w14:paraId="351EF629" w14:textId="77777777" w:rsidR="0052132B" w:rsidRDefault="0052132B" w:rsidP="004F1072">
      <w:pPr>
        <w:rPr>
          <w:rFonts w:ascii="Verdana Pro Light" w:hAnsi="Verdana Pro Light"/>
          <w:smallCaps/>
        </w:rPr>
      </w:pPr>
    </w:p>
    <w:p w14:paraId="5CAAD5BC" w14:textId="77777777" w:rsidR="0052132B" w:rsidRDefault="0052132B" w:rsidP="004F1072">
      <w:pPr>
        <w:rPr>
          <w:rFonts w:ascii="Verdana Pro Light" w:hAnsi="Verdana Pro Light"/>
          <w:smallCaps/>
        </w:rPr>
      </w:pPr>
    </w:p>
    <w:p w14:paraId="60A648B0" w14:textId="77777777" w:rsidR="0052132B" w:rsidRDefault="0052132B" w:rsidP="004F1072">
      <w:pPr>
        <w:rPr>
          <w:rFonts w:ascii="Verdana Pro Light" w:hAnsi="Verdana Pro Light"/>
          <w:smallCaps/>
        </w:rPr>
      </w:pPr>
    </w:p>
    <w:p w14:paraId="2DA466C5" w14:textId="77777777" w:rsidR="0052132B" w:rsidRDefault="0052132B" w:rsidP="004F1072">
      <w:pPr>
        <w:rPr>
          <w:rFonts w:ascii="Verdana Pro Light" w:hAnsi="Verdana Pro Light"/>
          <w:smallCaps/>
        </w:rPr>
      </w:pPr>
    </w:p>
    <w:p w14:paraId="10F797BC" w14:textId="77777777" w:rsidR="0052132B" w:rsidRDefault="0052132B" w:rsidP="004F1072">
      <w:pPr>
        <w:rPr>
          <w:rFonts w:ascii="Verdana Pro Light" w:hAnsi="Verdana Pro Light"/>
          <w:smallCaps/>
        </w:rPr>
      </w:pPr>
    </w:p>
    <w:p w14:paraId="56FEDC0B" w14:textId="77777777" w:rsidR="00251AD1" w:rsidRDefault="00251AD1" w:rsidP="003E74C5">
      <w:pPr>
        <w:rPr>
          <w:rFonts w:ascii="Verdana Pro Light" w:hAnsi="Verdana Pro Light"/>
          <w:smallCaps/>
        </w:rPr>
      </w:pPr>
    </w:p>
    <w:p w14:paraId="257E0E9F" w14:textId="77777777" w:rsidR="00134F05" w:rsidRDefault="00134F05" w:rsidP="003E74C5">
      <w:pPr>
        <w:rPr>
          <w:rFonts w:ascii="Verdana Pro Light" w:hAnsi="Verdana Pro Light"/>
          <w:smallCaps/>
        </w:rPr>
      </w:pPr>
    </w:p>
    <w:p w14:paraId="1EDD3B94" w14:textId="397FDA2C" w:rsidR="00A40F63" w:rsidRDefault="00A40F63" w:rsidP="00A40F63">
      <w:pPr>
        <w:rPr>
          <w:rFonts w:ascii="Verdana Pro Light" w:hAnsi="Verdana Pro Light"/>
          <w:smallCaps/>
        </w:rPr>
      </w:pPr>
    </w:p>
    <w:p w14:paraId="0A05E1B7" w14:textId="77777777" w:rsidR="00FC30C4" w:rsidRDefault="00FC30C4" w:rsidP="00A40F63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C30C4" w:rsidRPr="00136AD8" w14:paraId="2B07C67D" w14:textId="77777777" w:rsidTr="005A04A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45E0D24" w14:textId="5B09E64F" w:rsidR="00FC30C4" w:rsidRPr="00136AD8" w:rsidRDefault="00FC30C4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FB592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9F7C7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72B166A" w14:textId="77777777" w:rsidR="00FC30C4" w:rsidRPr="009C256C" w:rsidRDefault="00FC30C4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9" w:name="_Hlk155263788"/>
            <w:r w:rsidRPr="00BD0DB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conteúdos para jogos.</w:t>
            </w:r>
            <w:bookmarkEnd w:id="9"/>
          </w:p>
        </w:tc>
      </w:tr>
      <w:tr w:rsidR="00FC30C4" w:rsidRPr="00136AD8" w14:paraId="108F2831" w14:textId="77777777" w:rsidTr="005A04A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456650D" w14:textId="23E6E453" w:rsidR="00FC30C4" w:rsidRPr="00136AD8" w:rsidRDefault="00FC30C4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FB592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616F940A" w14:textId="77777777" w:rsidR="00FC30C4" w:rsidRPr="00136AD8" w:rsidRDefault="00FC30C4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Game Design</w:t>
            </w:r>
          </w:p>
        </w:tc>
      </w:tr>
    </w:tbl>
    <w:p w14:paraId="5F058A22" w14:textId="77777777" w:rsidR="00FC30C4" w:rsidRPr="00136AD8" w:rsidRDefault="00FC30C4" w:rsidP="00FC30C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2912C3D" w14:textId="77777777" w:rsidR="00FC30C4" w:rsidRPr="003200F2" w:rsidRDefault="00FC30C4" w:rsidP="00FC30C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65B23F5" w14:textId="77777777" w:rsidR="00FC30C4" w:rsidRPr="00136AD8" w:rsidRDefault="00FC30C4" w:rsidP="00FC30C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C30C4" w:rsidRPr="00136AD8" w14:paraId="7DDF5983" w14:textId="77777777" w:rsidTr="005A04A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7F5B53" w14:textId="77777777" w:rsidR="00FC30C4" w:rsidRPr="001B353A" w:rsidRDefault="00FC30C4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C30C4" w:rsidRPr="00136AD8" w14:paraId="68ABEB97" w14:textId="77777777" w:rsidTr="005A04A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79F909" w14:textId="2BBF033E" w:rsidR="00FC30C4" w:rsidRPr="00EE0130" w:rsidRDefault="00FC30C4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94D2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o </w:t>
            </w:r>
            <w:r w:rsidR="00D94D2E" w:rsidRPr="00D94D2E">
              <w:rPr>
                <w:rFonts w:ascii="Verdana Pro Light" w:eastAsia="Arial Unicode MS" w:hAnsi="Verdana Pro Light" w:cs="Arial Unicode MS"/>
                <w:sz w:val="18"/>
                <w:szCs w:val="18"/>
              </w:rPr>
              <w:t>documento de design do jogo</w:t>
            </w:r>
            <w:r w:rsidR="00D94D2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detalhando os vários </w:t>
            </w:r>
            <w:r w:rsidR="00D94D2E" w:rsidRPr="00D94D2E">
              <w:rPr>
                <w:rFonts w:ascii="Verdana Pro Light" w:eastAsia="Arial Unicode MS" w:hAnsi="Verdana Pro Light" w:cs="Arial Unicode MS"/>
                <w:sz w:val="18"/>
                <w:szCs w:val="18"/>
              </w:rPr>
              <w:t>aspetos do jogo, desde a jogabilidade até a estética visual</w:t>
            </w:r>
            <w:r w:rsidR="00D94D2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</w:t>
            </w:r>
            <w:r w:rsidR="008B189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conceito do jogo, </w:t>
            </w:r>
            <w:r w:rsidR="00D94D2E">
              <w:rPr>
                <w:rFonts w:ascii="Verdana Pro Light" w:eastAsia="Arial Unicode MS" w:hAnsi="Verdana Pro Light" w:cs="Arial Unicode MS"/>
                <w:sz w:val="18"/>
                <w:szCs w:val="18"/>
              </w:rPr>
              <w:t>in</w:t>
            </w:r>
            <w:r w:rsidR="008B189C" w:rsidRPr="008B189C">
              <w:rPr>
                <w:rFonts w:ascii="Verdana Pro Light" w:eastAsia="Arial Unicode MS" w:hAnsi="Verdana Pro Light" w:cs="Arial Unicode MS"/>
                <w:sz w:val="18"/>
                <w:szCs w:val="18"/>
              </w:rPr>
              <w:t>cluindo a história, mecânicas de jogo, personagens e ambiente</w:t>
            </w:r>
            <w:r w:rsidR="00D94D2E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6E53D79C" w14:textId="77777777" w:rsidR="00FC30C4" w:rsidRPr="00EE0130" w:rsidRDefault="00FC30C4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Editar objetos em</w:t>
            </w:r>
            <w:r w:rsidRPr="00EE013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motores gráficos em tempo real.</w:t>
            </w:r>
          </w:p>
          <w:p w14:paraId="218379EE" w14:textId="77777777" w:rsidR="00FC30C4" w:rsidRPr="00EE0130" w:rsidRDefault="00FC30C4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EE0130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interface e protótipo funcional de jogo.</w:t>
            </w:r>
          </w:p>
          <w:p w14:paraId="4BE9557C" w14:textId="77777777" w:rsidR="00FC30C4" w:rsidRPr="001B353A" w:rsidRDefault="00FC30C4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EE013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Importar e editar conteúdos no game </w:t>
            </w:r>
            <w:proofErr w:type="spellStart"/>
            <w:r w:rsidRPr="00EE0130">
              <w:rPr>
                <w:rFonts w:ascii="Verdana Pro Light" w:eastAsia="Arial Unicode MS" w:hAnsi="Verdana Pro Light" w:cs="Arial Unicode MS"/>
                <w:sz w:val="18"/>
                <w:szCs w:val="18"/>
              </w:rPr>
              <w:t>engine</w:t>
            </w:r>
            <w:proofErr w:type="spellEnd"/>
            <w:r w:rsidRPr="00EE0130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1814E76" w14:textId="77777777" w:rsidR="00FC30C4" w:rsidRPr="001B353A" w:rsidRDefault="00FC30C4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FC30C4" w:rsidRPr="00136AD8" w14:paraId="5870A6EF" w14:textId="77777777" w:rsidTr="005A04A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7A012F" w14:textId="77777777" w:rsidR="00FC30C4" w:rsidRPr="001B353A" w:rsidRDefault="00FC30C4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8C2F2F" w14:textId="77777777" w:rsidR="00FC30C4" w:rsidRPr="001B353A" w:rsidRDefault="00FC30C4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9FAE002" w14:textId="77777777" w:rsidR="00FC30C4" w:rsidRPr="001B353A" w:rsidRDefault="00FC30C4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C30C4" w:rsidRPr="00136AD8" w14:paraId="184EC7A6" w14:textId="77777777" w:rsidTr="005A04A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1027A" w14:textId="77777777" w:rsidR="00FC30C4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561C7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rincípios fundamentais de design de jogo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.</w:t>
            </w:r>
          </w:p>
          <w:p w14:paraId="2B88F27D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10C6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Fundamentos de game design e elementos de videojogo</w:t>
            </w:r>
          </w:p>
          <w:p w14:paraId="3FCB7C1A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C64D15A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Plataformas de publicação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2C056B7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Géneros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7CB8F68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 de jogador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7497C53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Mercados alvo e caraterísticas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9333314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Conceitos sobre a conceção de regras e mecânicas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C3B3F36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Interação em videojogos e a relação com o dispositivo de publicação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7F4D640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10C6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Motores gráficos a tempo-real e plataformas de desenvolvimento</w:t>
            </w:r>
          </w:p>
          <w:p w14:paraId="06CC5B13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plataformas – introdução e demonstração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8CEAB43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 de visualização e diferenças entre jogos 2D e 3D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8D0E7E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Interfaces e construção de níveis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D71D9DB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Protótipo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3BF777C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10C6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Conteúdos para jogos de vídeo</w:t>
            </w:r>
          </w:p>
          <w:p w14:paraId="03578A1F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Sprites</w:t>
            </w:r>
            <w:proofErr w:type="spellEnd"/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ilustrações vetoriais e animações para jogos 2D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05A71F8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Geometria e </w:t>
            </w:r>
            <w:proofErr w:type="spellStart"/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maps</w:t>
            </w:r>
            <w:proofErr w:type="spellEnd"/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jogos 3D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8D32577" w14:textId="77777777" w:rsidR="00FC30C4" w:rsidRPr="00010C6A" w:rsidRDefault="00FC30C4" w:rsidP="00FC30C4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Game </w:t>
            </w:r>
            <w:proofErr w:type="spellStart"/>
            <w:r w:rsidRPr="00010C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engine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7510F10" w14:textId="77777777" w:rsidR="00FC30C4" w:rsidRPr="001B353A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5643A" w14:textId="77777777" w:rsidR="008A1A96" w:rsidRDefault="008A1A96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</w:t>
            </w:r>
            <w:r w:rsidRPr="00EE013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princípios gerais de desenho e mecânica em jogos</w:t>
            </w:r>
          </w:p>
          <w:p w14:paraId="1BBBA192" w14:textId="2D2B8B22" w:rsidR="00FC30C4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561C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modelos </w:t>
            </w:r>
            <w:r w:rsidRPr="00C90C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3D</w:t>
            </w:r>
            <w:r w:rsidRPr="00561C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animações para personagens, objetos e ambientes no contexto do jogo.</w:t>
            </w:r>
          </w:p>
          <w:p w14:paraId="08321FD4" w14:textId="77777777" w:rsidR="00FC30C4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569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arte digital de alta qualidade, incluindo conceitos de personagens, cenários, itens e outros elementos visuais necessários para o jogo.</w:t>
            </w:r>
          </w:p>
          <w:p w14:paraId="05FBCDED" w14:textId="77777777" w:rsidR="00FC30C4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4569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rojetar níveis de jogo que proporcionem desafios adequados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817C2A2" w14:textId="77777777" w:rsidR="00FC30C4" w:rsidRPr="00517AA8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569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interatividade e uma experiência envolvente para o jogador.</w:t>
            </w:r>
          </w:p>
          <w:p w14:paraId="329289E8" w14:textId="674A7D74" w:rsidR="00FC30C4" w:rsidRDefault="008D37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Avaliar a</w:t>
            </w:r>
            <w:r w:rsidR="00FC30C4" w:rsidRPr="004569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jogabilidade</w:t>
            </w:r>
          </w:p>
          <w:p w14:paraId="3AC166F1" w14:textId="77777777" w:rsidR="00FC30C4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Importar conteúdos para o Game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Engine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8970757" w14:textId="77777777" w:rsidR="00FC30C4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015BA3" w14:textId="77777777" w:rsidR="00FC30C4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0255D8C" w14:textId="77777777" w:rsidR="00FC30C4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4829BD4" w14:textId="77777777" w:rsidR="00FC30C4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1A0D0EE" w14:textId="77777777" w:rsidR="00FC30C4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7C2E27" w14:textId="77777777" w:rsidR="00FC30C4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035307" w14:textId="77777777" w:rsidR="00FC30C4" w:rsidRPr="00057283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50A9D" w14:textId="77777777" w:rsidR="00FC30C4" w:rsidRDefault="00FC30C4" w:rsidP="00FC30C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56C4DF0F" w14:textId="77777777" w:rsidR="00FC30C4" w:rsidRPr="00AE041A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59AE1ADD" w14:textId="77777777" w:rsidR="00FC30C4" w:rsidRPr="00564406" w:rsidRDefault="00FC30C4" w:rsidP="00FC30C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07497704" w14:textId="77777777" w:rsidR="00FC30C4" w:rsidRPr="00564406" w:rsidRDefault="00FC30C4" w:rsidP="00FC30C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2867890E" w14:textId="77777777" w:rsidR="00FC30C4" w:rsidRPr="00564406" w:rsidRDefault="00FC30C4" w:rsidP="00FC30C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2701A532" w14:textId="77777777" w:rsidR="00FC30C4" w:rsidRPr="00564406" w:rsidRDefault="00FC30C4" w:rsidP="00FC30C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052B311B" w14:textId="77777777" w:rsidR="00FC30C4" w:rsidRPr="00564406" w:rsidRDefault="00FC30C4" w:rsidP="00FC30C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6507864A" w14:textId="77777777" w:rsidR="00FC30C4" w:rsidRDefault="00FC30C4" w:rsidP="00FC30C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6CB7A889" w14:textId="77777777" w:rsidR="00FC30C4" w:rsidRDefault="00FC30C4" w:rsidP="00FC30C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5CC97FF0" w14:textId="77777777" w:rsidR="00FC30C4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3DF0E1" w14:textId="77777777" w:rsidR="00FC30C4" w:rsidRPr="00057283" w:rsidRDefault="00FC30C4" w:rsidP="00FC30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14DF1F7" w14:textId="77777777" w:rsidR="00FC30C4" w:rsidRDefault="00FC30C4" w:rsidP="00FC30C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6484F38" w14:textId="77777777" w:rsidR="00FC30C4" w:rsidRDefault="00FC30C4" w:rsidP="00FC30C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F1403EA" w14:textId="77777777" w:rsidR="00FC30C4" w:rsidRPr="00F87025" w:rsidRDefault="00FC30C4" w:rsidP="00FC30C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DE7096B" w14:textId="77777777" w:rsidR="00FC30C4" w:rsidRPr="00F20E6F" w:rsidRDefault="00FC30C4" w:rsidP="00FC30C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E0130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conteúdos para jogos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3610671" w14:textId="77777777" w:rsidR="00FC30C4" w:rsidRDefault="00FC30C4" w:rsidP="00FC30C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4569B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4569B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conteúdo que se integre harmoniosamente ao design geral do jogo,</w:t>
      </w:r>
    </w:p>
    <w:p w14:paraId="38894486" w14:textId="2AED2E99" w:rsidR="00311FA0" w:rsidRPr="0064164C" w:rsidRDefault="00311FA0" w:rsidP="00FC30C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Garantindo a jogabilidade </w:t>
      </w:r>
    </w:p>
    <w:p w14:paraId="64187151" w14:textId="77777777" w:rsidR="00FC30C4" w:rsidRPr="0064164C" w:rsidRDefault="00FC30C4" w:rsidP="00FC30C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Adequando o conteúdo </w:t>
      </w:r>
      <w:r w:rsidRPr="003A2E5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às expectativas e preferências do público-alvo, considerando o gênero do jogo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8C01834" w14:textId="77777777" w:rsidR="00FC30C4" w:rsidRPr="0064164C" w:rsidRDefault="00FC30C4" w:rsidP="00FC30C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3A2E5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o conteúdo</w:t>
      </w:r>
      <w:r w:rsidRPr="003A2E5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à narrativa do jogo.</w:t>
      </w:r>
    </w:p>
    <w:p w14:paraId="1C6D4C53" w14:textId="77777777" w:rsidR="00FC30C4" w:rsidRPr="0064164C" w:rsidRDefault="00FC30C4" w:rsidP="00FC30C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3A2E5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3A2E5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qualidade visual do conteúdo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Pr="003A2E5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garantindo uma experiência visual atraente.</w:t>
      </w:r>
    </w:p>
    <w:p w14:paraId="2815BFEE" w14:textId="77777777" w:rsidR="00FC30C4" w:rsidRPr="00136AD8" w:rsidRDefault="00FC30C4" w:rsidP="00FC30C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570D4A4" w14:textId="77777777" w:rsidR="00FC30C4" w:rsidRPr="00F87025" w:rsidRDefault="00FC30C4" w:rsidP="00FC30C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49A86D9" w14:textId="77777777" w:rsidR="00FC30C4" w:rsidRPr="00984B30" w:rsidRDefault="00FC30C4" w:rsidP="00FC30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734028F" w14:textId="77777777" w:rsidR="00FC30C4" w:rsidRPr="00984B30" w:rsidRDefault="00FC30C4" w:rsidP="00FC30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audiovisuais.</w:t>
      </w:r>
    </w:p>
    <w:p w14:paraId="1152E59E" w14:textId="77777777" w:rsidR="00FC30C4" w:rsidRPr="00984B30" w:rsidRDefault="00FC30C4" w:rsidP="00FC30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Freelance e Trabalho Aut</w:t>
      </w:r>
      <w:r>
        <w:rPr>
          <w:rFonts w:ascii="Verdana Pro Light" w:eastAsia="Arial Unicode MS" w:hAnsi="Verdana Pro Light" w:cs="Arial Unicode MS"/>
          <w:sz w:val="18"/>
          <w:szCs w:val="18"/>
        </w:rPr>
        <w:t>ó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nomo</w:t>
      </w:r>
    </w:p>
    <w:p w14:paraId="343FA4AF" w14:textId="77777777" w:rsidR="00FC30C4" w:rsidRPr="00984B30" w:rsidRDefault="00FC30C4" w:rsidP="00FC30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89D8F97" w14:textId="77777777" w:rsidR="00FC30C4" w:rsidRPr="00051C79" w:rsidRDefault="00FC30C4" w:rsidP="00FC30C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F9A484F" w14:textId="77777777" w:rsidR="00FC30C4" w:rsidRPr="00F87025" w:rsidRDefault="00FC30C4" w:rsidP="00FC30C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CD4B7DE" w14:textId="77777777" w:rsidR="00FC30C4" w:rsidRPr="00564406" w:rsidRDefault="00FC30C4" w:rsidP="00FC30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 e software de edição de imagem</w:t>
      </w:r>
    </w:p>
    <w:p w14:paraId="079EB032" w14:textId="77777777" w:rsidR="00FC30C4" w:rsidRDefault="00FC30C4" w:rsidP="00FC30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6DDA1B0B" w14:textId="77777777" w:rsidR="00FC30C4" w:rsidRDefault="00FC30C4" w:rsidP="00FC30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produção de storyboards</w:t>
      </w:r>
    </w:p>
    <w:p w14:paraId="634C6DA1" w14:textId="77777777" w:rsidR="00FC30C4" w:rsidRPr="00501DC8" w:rsidRDefault="00FC30C4" w:rsidP="00FC30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criação de animações.</w:t>
      </w:r>
    </w:p>
    <w:p w14:paraId="0616A46A" w14:textId="77777777" w:rsidR="00FC30C4" w:rsidRPr="00FA33D7" w:rsidRDefault="00FC30C4" w:rsidP="00FC30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Motor de Jogo - Edição</w:t>
      </w:r>
    </w:p>
    <w:p w14:paraId="2DAE31B4" w14:textId="77777777" w:rsidR="00FC30C4" w:rsidRPr="00051C79" w:rsidRDefault="00FC30C4" w:rsidP="00FC30C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B58CE7" w14:textId="77777777" w:rsidR="00FC30C4" w:rsidRPr="00F87025" w:rsidRDefault="00FC30C4" w:rsidP="00FC30C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5EB2A78" w14:textId="77777777" w:rsidR="00FC30C4" w:rsidRPr="00051C79" w:rsidRDefault="00FC30C4" w:rsidP="00FC30C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C93269" w14:textId="77777777" w:rsidR="00FC30C4" w:rsidRPr="00051C79" w:rsidRDefault="00FC30C4" w:rsidP="00FC30C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69FA071" w14:textId="77777777" w:rsidR="00FC30C4" w:rsidRPr="00051C79" w:rsidRDefault="00FC30C4" w:rsidP="00FC30C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DACEAA" w14:textId="77777777" w:rsidR="00FC30C4" w:rsidRDefault="00FC30C4" w:rsidP="00FC30C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2363363" w14:textId="77777777" w:rsidR="00FC30C4" w:rsidRDefault="00FC30C4" w:rsidP="00A40F63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40F63" w:rsidRPr="00136AD8" w14:paraId="7022DCD6" w14:textId="77777777" w:rsidTr="000A7D7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8435796" w14:textId="017F3DCA" w:rsidR="00A40F63" w:rsidRPr="00136AD8" w:rsidRDefault="00A40F63" w:rsidP="000A7D7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72485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  <w:r w:rsidR="009F7C7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6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51220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A83DF86" w14:textId="16564F10" w:rsidR="00A40F63" w:rsidRPr="009C256C" w:rsidRDefault="00A40F63" w:rsidP="000A7D7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5160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Produzir dossiers de apresentação </w:t>
            </w:r>
            <w:r w:rsidR="001F6C9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de projeto arquitetónico </w:t>
            </w:r>
          </w:p>
        </w:tc>
      </w:tr>
      <w:tr w:rsidR="00A40F63" w:rsidRPr="00136AD8" w14:paraId="11EA22FB" w14:textId="77777777" w:rsidTr="000A7D7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47EF0B0" w14:textId="47A96CF4" w:rsidR="00A40F63" w:rsidRPr="00136AD8" w:rsidRDefault="00A40F63" w:rsidP="000A7D7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512200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4E435A1" w14:textId="77777777" w:rsidR="00A40F63" w:rsidRPr="00136AD8" w:rsidRDefault="00A40F63" w:rsidP="000A7D7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80B49">
              <w:rPr>
                <w:rFonts w:ascii="Verdana Pro Light" w:eastAsia="Arial Unicode MS" w:hAnsi="Verdana Pro Light" w:cs="Times New Roman"/>
                <w:sz w:val="18"/>
                <w:szCs w:val="18"/>
              </w:rPr>
              <w:t>Introdução ao laboratório de projeto arquitetónico</w:t>
            </w:r>
          </w:p>
        </w:tc>
      </w:tr>
    </w:tbl>
    <w:p w14:paraId="5E4CA138" w14:textId="77777777" w:rsidR="00A40F63" w:rsidRPr="00136AD8" w:rsidRDefault="00A40F63" w:rsidP="00A40F6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CD1B75D" w14:textId="77777777" w:rsidR="00A40F63" w:rsidRPr="003200F2" w:rsidRDefault="00A40F63" w:rsidP="00A40F6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4743257" w14:textId="77777777" w:rsidR="00A40F63" w:rsidRPr="00136AD8" w:rsidRDefault="00A40F63" w:rsidP="00A40F6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40F63" w:rsidRPr="00136AD8" w14:paraId="340BA12E" w14:textId="77777777" w:rsidTr="000A7D7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BC1F5B" w14:textId="77777777" w:rsidR="00A40F63" w:rsidRPr="001B353A" w:rsidRDefault="00A40F63" w:rsidP="000A7D7B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40F63" w:rsidRPr="00136AD8" w14:paraId="0DBC1D0A" w14:textId="77777777" w:rsidTr="000A7D7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332140" w14:textId="5F457D7E" w:rsidR="00A40F63" w:rsidRPr="00B80B49" w:rsidRDefault="00A40F63" w:rsidP="000A7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134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Definir </w:t>
            </w:r>
            <w:r w:rsidR="004D404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objetivos </w:t>
            </w:r>
            <w:r w:rsidR="004D404E" w:rsidRPr="0037299C">
              <w:rPr>
                <w:rFonts w:ascii="Verdana Pro Light" w:eastAsia="Arial Unicode MS" w:hAnsi="Verdana Pro Light" w:cs="Arial Unicode MS"/>
                <w:sz w:val="18"/>
                <w:szCs w:val="18"/>
              </w:rPr>
              <w:t>de apresentação</w:t>
            </w:r>
            <w:r w:rsidR="004D404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r w:rsidR="00E423A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conteúdos </w:t>
            </w:r>
            <w:r w:rsidR="004D404E">
              <w:rPr>
                <w:rFonts w:ascii="Verdana Pro Light" w:eastAsia="Arial Unicode MS" w:hAnsi="Verdana Pro Light" w:cs="Arial Unicode MS"/>
                <w:sz w:val="18"/>
                <w:szCs w:val="18"/>
              </w:rPr>
              <w:t>do dossier</w:t>
            </w:r>
            <w:r w:rsidR="0037299C" w:rsidRPr="0037299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37299C">
              <w:rPr>
                <w:rFonts w:ascii="Verdana Pro Light" w:eastAsia="Arial Unicode MS" w:hAnsi="Verdana Pro Light" w:cs="Arial Unicode MS"/>
                <w:sz w:val="18"/>
                <w:szCs w:val="18"/>
              </w:rPr>
              <w:t>(</w:t>
            </w:r>
            <w:r w:rsidR="0037299C" w:rsidRPr="0037299C">
              <w:rPr>
                <w:rFonts w:ascii="Verdana Pro Light" w:eastAsia="Arial Unicode MS" w:hAnsi="Verdana Pro Light" w:cs="Arial Unicode MS"/>
                <w:sz w:val="18"/>
                <w:szCs w:val="18"/>
              </w:rPr>
              <w:t>informações sobre o projeto, conceitos-chave, propostas de design</w:t>
            </w:r>
            <w:r w:rsidR="0037299C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6D8F6F49" w14:textId="2304E5E0" w:rsidR="00A40F63" w:rsidRPr="00B80B49" w:rsidRDefault="00A40F63" w:rsidP="000A7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53C0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Reunir e organizar </w:t>
            </w:r>
            <w:r w:rsidR="007303DB">
              <w:rPr>
                <w:rFonts w:ascii="Verdana Pro Light" w:eastAsia="Arial Unicode MS" w:hAnsi="Verdana Pro Light" w:cs="Arial Unicode MS"/>
                <w:sz w:val="18"/>
                <w:szCs w:val="18"/>
              </w:rPr>
              <w:t>m</w:t>
            </w:r>
            <w:r w:rsidR="00D45E75" w:rsidRPr="00D45E7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ateriais e informações necessárias para incluir no dossier, como esboços, desenhos técnicos, </w:t>
            </w:r>
            <w:proofErr w:type="spellStart"/>
            <w:r w:rsidR="00D45E75" w:rsidRPr="00D45E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renderizações</w:t>
            </w:r>
            <w:proofErr w:type="spellEnd"/>
            <w:r w:rsidR="00D45E75" w:rsidRPr="00D45E75">
              <w:rPr>
                <w:rFonts w:ascii="Verdana Pro Light" w:eastAsia="Arial Unicode MS" w:hAnsi="Verdana Pro Light" w:cs="Arial Unicode MS"/>
                <w:sz w:val="18"/>
                <w:szCs w:val="18"/>
              </w:rPr>
              <w:t>, fotografias, textos descritivos e especificações técnicas</w:t>
            </w:r>
          </w:p>
          <w:p w14:paraId="32AD37F6" w14:textId="7D218022" w:rsidR="00A40F63" w:rsidRPr="001B353A" w:rsidRDefault="00A40F63" w:rsidP="000A7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20B7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Organizar</w:t>
            </w:r>
            <w:r w:rsidR="003E765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numerar os elementos sequencialmente </w:t>
            </w:r>
            <w:r w:rsidR="00B04CE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preparar painéis de síntese </w:t>
            </w:r>
          </w:p>
          <w:p w14:paraId="3A489655" w14:textId="32B48B01" w:rsidR="00A40F63" w:rsidRPr="001B353A" w:rsidRDefault="00A40F63" w:rsidP="000A7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20B71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a linguagem gráfica</w:t>
            </w:r>
          </w:p>
        </w:tc>
      </w:tr>
      <w:tr w:rsidR="00A40F63" w:rsidRPr="00136AD8" w14:paraId="15F4A2E1" w14:textId="77777777" w:rsidTr="000A7D7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B2BA2A" w14:textId="77777777" w:rsidR="00A40F63" w:rsidRPr="001B353A" w:rsidRDefault="00A40F63" w:rsidP="000A7D7B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9C9334" w14:textId="77777777" w:rsidR="00A40F63" w:rsidRPr="001B353A" w:rsidRDefault="00A40F63" w:rsidP="000A7D7B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CC829B4" w14:textId="77777777" w:rsidR="00A40F63" w:rsidRPr="001B353A" w:rsidRDefault="00A40F63" w:rsidP="000A7D7B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40F63" w:rsidRPr="00136AD8" w14:paraId="70B1C915" w14:textId="77777777" w:rsidTr="000A7D7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945F6" w14:textId="77777777" w:rsidR="00A40F63" w:rsidRPr="00ED707E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D707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Desenvolvimento de projeto</w:t>
            </w:r>
          </w:p>
          <w:p w14:paraId="159DDF5D" w14:textId="77777777" w:rsidR="00A40F63" w:rsidRPr="00ED707E" w:rsidRDefault="00A40F63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D70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Peças desenhadas (plantas, cortes, alçados, elementos perspéticos)</w:t>
            </w:r>
          </w:p>
          <w:p w14:paraId="648EA2F6" w14:textId="77777777" w:rsidR="00A40F63" w:rsidRPr="00ED707E" w:rsidRDefault="00A40F63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D70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Peças escritas</w:t>
            </w:r>
          </w:p>
          <w:p w14:paraId="4F0EAFB4" w14:textId="77777777" w:rsidR="00A40F63" w:rsidRPr="00ED707E" w:rsidRDefault="00A40F63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D70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 de painéis de síntese</w:t>
            </w:r>
          </w:p>
          <w:p w14:paraId="01775B4B" w14:textId="77777777" w:rsidR="00A40F63" w:rsidRPr="00ED707E" w:rsidRDefault="00A40F63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D70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de maquetes</w:t>
            </w:r>
          </w:p>
          <w:p w14:paraId="5AF609FC" w14:textId="77777777" w:rsidR="00A40F63" w:rsidRPr="00ED707E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D707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Sistemas de gestão da informação</w:t>
            </w:r>
          </w:p>
          <w:p w14:paraId="2BE9FC2A" w14:textId="77777777" w:rsidR="00A40F63" w:rsidRPr="00ED707E" w:rsidRDefault="00A40F63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Pr="00ED70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ase de dados da informação</w:t>
            </w:r>
          </w:p>
          <w:p w14:paraId="4A7BA09D" w14:textId="77777777" w:rsidR="00A40F63" w:rsidRPr="00ED707E" w:rsidRDefault="00A40F63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D70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de organização das peças desenhadas do projeto</w:t>
            </w:r>
          </w:p>
          <w:p w14:paraId="03CD7A36" w14:textId="77777777" w:rsidR="00A40F63" w:rsidRPr="00ED707E" w:rsidRDefault="00A40F63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D70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 dos desenhos</w:t>
            </w:r>
          </w:p>
          <w:p w14:paraId="7CD60E8E" w14:textId="77777777" w:rsidR="00A40F63" w:rsidRPr="00ED707E" w:rsidRDefault="00A40F63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D70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Sistematização gráfica (coerência e uniformidade dos desenhos)</w:t>
            </w:r>
          </w:p>
          <w:p w14:paraId="3AF94C7B" w14:textId="77777777" w:rsidR="00A40F63" w:rsidRPr="00ED707E" w:rsidRDefault="00A40F63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D70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Sistematização das peças escritas</w:t>
            </w:r>
          </w:p>
          <w:p w14:paraId="08F7DDEF" w14:textId="77777777" w:rsidR="00A40F6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ED70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oftwares de design gráfico, como Adobe </w:t>
            </w:r>
            <w:proofErr w:type="spellStart"/>
            <w:r w:rsidRPr="00ED70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Illustrator</w:t>
            </w:r>
            <w:proofErr w:type="spellEnd"/>
            <w:r w:rsidRPr="00ED70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ED70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InDesign</w:t>
            </w:r>
            <w:proofErr w:type="spellEnd"/>
            <w:r w:rsidRPr="00ED70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Photoshop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809C5BC" w14:textId="77777777" w:rsidR="00A40F6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073C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écnicas de </w:t>
            </w:r>
            <w:proofErr w:type="spellStart"/>
            <w:r w:rsidRPr="00073C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maquetaria</w:t>
            </w:r>
            <w:proofErr w:type="spellEnd"/>
            <w:r w:rsidRPr="00073C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produzir maquetes físicas</w:t>
            </w:r>
          </w:p>
          <w:p w14:paraId="19F381B6" w14:textId="77777777" w:rsidR="00A40F63" w:rsidRPr="001B353A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E00AAF" w14:textId="77777777" w:rsidR="003E7651" w:rsidRDefault="00D134F6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0B49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a complexidade e abrangência disciplinar de um projeto de arquitetura e do carácter científico das várias disciplinas intervenientes.</w:t>
            </w:r>
          </w:p>
          <w:p w14:paraId="2DC3D060" w14:textId="38EBF9EF" w:rsidR="00A40F6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4636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layouts visualmente atraentes e organizados, garantindo uma apresentação clara e impactante.</w:t>
            </w:r>
          </w:p>
          <w:p w14:paraId="4C1DC1A0" w14:textId="77777777" w:rsidR="00A40F6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073C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roduzir desenhos técnicos claros e precisos</w:t>
            </w:r>
          </w:p>
          <w:p w14:paraId="2C99ED4B" w14:textId="77777777" w:rsidR="00A40F6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Modelar objetos 3D para c</w:t>
            </w:r>
            <w:r w:rsidRPr="00073C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representações visuais realistas de projetos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8312BBE" w14:textId="77777777" w:rsidR="00A40F63" w:rsidRPr="00517AA8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073C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intetizar informações complexas em elementos visuais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167D52B" w14:textId="77777777" w:rsidR="00A40F6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073C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ntegrar elementos multimédia, como vídeos, animações ou interações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7698E7E" w14:textId="77777777" w:rsidR="00A40F6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073C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arantir precisão e qualidade em todos os elementos da apresentação.</w:t>
            </w:r>
          </w:p>
          <w:p w14:paraId="778C3044" w14:textId="77777777" w:rsidR="00A40F6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073C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uma apresentação que guie visualmente os espectadores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824AAC2" w14:textId="77777777" w:rsidR="00A40F6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1B7B510" w14:textId="77777777" w:rsidR="00A40F6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A9DF75" w14:textId="77777777" w:rsidR="00A40F6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EE71A2" w14:textId="77777777" w:rsidR="00A40F63" w:rsidRPr="0005728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8A1D6E" w14:textId="77777777" w:rsidR="00A40F63" w:rsidRPr="00AE041A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5D97ED09" w14:textId="77777777" w:rsidR="00A40F63" w:rsidRPr="00AE041A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no âmbito das suas funções.   </w:t>
            </w:r>
          </w:p>
          <w:p w14:paraId="286D5793" w14:textId="77777777" w:rsidR="00A40F63" w:rsidRPr="00AE041A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Empatia </w:t>
            </w:r>
          </w:p>
          <w:p w14:paraId="05C56C10" w14:textId="77777777" w:rsidR="00A40F63" w:rsidRPr="00AE041A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01CF4422" w14:textId="77777777" w:rsidR="00A40F63" w:rsidRPr="00AE041A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0775872D" w14:textId="77777777" w:rsidR="00A40F63" w:rsidRPr="00AE041A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2CF6D04" w14:textId="77777777" w:rsidR="00A40F63" w:rsidRPr="00AE041A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diferenças individuais.</w:t>
            </w:r>
          </w:p>
          <w:p w14:paraId="2A960E9B" w14:textId="77777777" w:rsidR="00A40F63" w:rsidRPr="00AE041A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9BB2AE5" w14:textId="77777777" w:rsidR="00A40F6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7C69842E" w14:textId="77777777" w:rsidR="00A40F6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00D59D" w14:textId="77777777" w:rsidR="00A40F6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0FE071" w14:textId="77777777" w:rsidR="00A40F6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224B5B" w14:textId="77777777" w:rsidR="00A40F63" w:rsidRPr="00057283" w:rsidRDefault="00A40F63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81CAF5F" w14:textId="0823DC8D" w:rsidR="00A40F63" w:rsidRDefault="00A40F63" w:rsidP="00A40F63">
      <w:pPr>
        <w:rPr>
          <w:rFonts w:ascii="Verdana Pro Light" w:hAnsi="Verdana Pro Light"/>
          <w:smallCaps/>
        </w:rPr>
      </w:pPr>
    </w:p>
    <w:p w14:paraId="4F807A98" w14:textId="77777777" w:rsidR="00A40F63" w:rsidRPr="00F87025" w:rsidRDefault="00A40F63" w:rsidP="00A40F6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EEC0412" w14:textId="043ED4DD" w:rsidR="00A40F63" w:rsidRPr="00F20E6F" w:rsidRDefault="001F6C9C" w:rsidP="00A40F63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F6C9C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Produzir dossiers de apresentação de projeto arquitetónico</w:t>
      </w:r>
      <w:r w:rsidR="00A40F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F64DAC4" w14:textId="77777777" w:rsidR="00A40F63" w:rsidRPr="0064164C" w:rsidRDefault="00A40F63" w:rsidP="00A40F6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</w:t>
      </w:r>
      <w:r w:rsidRPr="00073CD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arantindo que desenhos, painéis e maquetes tenham uma apresentação esteticamente atraente e profissional.</w:t>
      </w:r>
    </w:p>
    <w:p w14:paraId="2B295BD5" w14:textId="77777777" w:rsidR="00A40F63" w:rsidRPr="0064164C" w:rsidRDefault="00A40F63" w:rsidP="00A40F6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D2A5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D2A5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consistência visual entre os diferentes elementos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CB4D0EB" w14:textId="77777777" w:rsidR="00A40F63" w:rsidRPr="0064164C" w:rsidRDefault="00A40F63" w:rsidP="00A40F6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D2A5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D2A5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precisão técnica dos desenhos, garantindo que representem de forma fiel 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projeto.</w:t>
      </w:r>
    </w:p>
    <w:p w14:paraId="6FBFBFB4" w14:textId="77777777" w:rsidR="00A40F63" w:rsidRPr="0064164C" w:rsidRDefault="00A40F63" w:rsidP="00A40F6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6D2A5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ncorpora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D2A5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elementos multimédia, como vídeos ou animações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A2A51CE" w14:textId="77777777" w:rsidR="00A40F63" w:rsidRPr="0064164C" w:rsidRDefault="00A40F63" w:rsidP="00A40F6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512C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justando o nível de detalhe e a linguagem visual conforme necessário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4911797" w14:textId="77777777" w:rsidR="00A40F63" w:rsidRPr="00136AD8" w:rsidRDefault="00A40F63" w:rsidP="00A40F6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42C7D5" w14:textId="77777777" w:rsidR="00A40F63" w:rsidRPr="00F87025" w:rsidRDefault="00A40F63" w:rsidP="00A40F6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5F91743" w14:textId="77777777" w:rsidR="00A40F63" w:rsidRDefault="00A40F63" w:rsidP="00A40F63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7FFE39DB" w14:textId="77777777" w:rsidR="00A40F63" w:rsidRDefault="00A40F63" w:rsidP="00A40F63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56FE8290" w14:textId="77777777" w:rsidR="00A40F63" w:rsidRPr="009227C5" w:rsidRDefault="00A40F63" w:rsidP="00A40F63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7CE3BFD3" w14:textId="77777777" w:rsidR="00A40F63" w:rsidRPr="009227C5" w:rsidRDefault="00A40F63" w:rsidP="00A40F63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84308F9" w14:textId="77777777" w:rsidR="00A40F63" w:rsidRPr="00051C79" w:rsidRDefault="00A40F63" w:rsidP="00A40F6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BC1418" w14:textId="77777777" w:rsidR="00A40F63" w:rsidRPr="00F87025" w:rsidRDefault="00A40F63" w:rsidP="00A40F6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05BBC2E" w14:textId="77777777" w:rsidR="00A40F63" w:rsidRDefault="00A40F63" w:rsidP="00A40F6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7A4EF3EB" w14:textId="77777777" w:rsidR="00A40F63" w:rsidRDefault="00A40F63" w:rsidP="00A40F6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41F07BF3" w14:textId="77777777" w:rsidR="00A40F63" w:rsidRDefault="00A40F63" w:rsidP="00A40F6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Desenho Técnico.</w:t>
      </w:r>
    </w:p>
    <w:p w14:paraId="41D0039A" w14:textId="77777777" w:rsidR="00A40F63" w:rsidRDefault="00A40F63" w:rsidP="00A40F6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Modelação 3D.</w:t>
      </w:r>
    </w:p>
    <w:p w14:paraId="6426FB1E" w14:textId="77777777" w:rsidR="00A40F63" w:rsidRDefault="00A40F63" w:rsidP="00A40F6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Material para desenho técnico</w:t>
      </w:r>
    </w:p>
    <w:p w14:paraId="467C9560" w14:textId="77777777" w:rsidR="00A40F63" w:rsidRPr="00501DC8" w:rsidRDefault="00A40F63" w:rsidP="00A40F6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47B57CC" w14:textId="77777777" w:rsidR="00A40F63" w:rsidRPr="00051C79" w:rsidRDefault="00A40F63" w:rsidP="00A40F6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E3F15E" w14:textId="77777777" w:rsidR="00A40F63" w:rsidRPr="00F87025" w:rsidRDefault="00A40F63" w:rsidP="00A40F6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5AF8F33" w14:textId="77777777" w:rsidR="00A40F63" w:rsidRPr="00051C79" w:rsidRDefault="00A40F63" w:rsidP="00A40F6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B15484F" w14:textId="77777777" w:rsidR="00A40F63" w:rsidRPr="00051C79" w:rsidRDefault="00A40F63" w:rsidP="00A40F6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83BBB1" w14:textId="77777777" w:rsidR="00A40F63" w:rsidRPr="00051C79" w:rsidRDefault="00A40F63" w:rsidP="00A40F6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8D1FB3" w14:textId="3764AC7E" w:rsidR="00454185" w:rsidRDefault="00454185" w:rsidP="0045418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905DB2F" w14:textId="77777777" w:rsidR="00224CF3" w:rsidRDefault="00224CF3" w:rsidP="00224CF3">
      <w:pPr>
        <w:rPr>
          <w:rFonts w:ascii="Verdana Pro Light" w:hAnsi="Verdana Pro Light"/>
          <w:smallCaps/>
        </w:rPr>
      </w:pPr>
    </w:p>
    <w:p w14:paraId="70B68D03" w14:textId="77777777" w:rsidR="00696AEC" w:rsidRDefault="00696AEC" w:rsidP="00224CF3">
      <w:pPr>
        <w:rPr>
          <w:rFonts w:ascii="Verdana Pro Light" w:hAnsi="Verdana Pro Light"/>
          <w:smallCaps/>
        </w:rPr>
      </w:pPr>
    </w:p>
    <w:p w14:paraId="264C9E82" w14:textId="77777777" w:rsidR="008C76A8" w:rsidRDefault="008C76A8" w:rsidP="008C76A8">
      <w:pPr>
        <w:rPr>
          <w:rFonts w:ascii="Verdana Pro Light" w:hAnsi="Verdana Pro Light"/>
          <w:smallCaps/>
        </w:rPr>
      </w:pPr>
    </w:p>
    <w:p w14:paraId="6469A2C9" w14:textId="77777777" w:rsidR="006F276D" w:rsidRDefault="006F276D" w:rsidP="006F276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 xml:space="preserve"> Opcionais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F4F58" w:rsidRPr="00136AD8" w14:paraId="34D0A93D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396F6C0" w14:textId="282F6129" w:rsidR="00FF4F58" w:rsidRPr="00136AD8" w:rsidRDefault="00FF4F5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C428B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01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C428BE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184F5A6" w14:textId="6FD26B25" w:rsidR="00FF4F58" w:rsidRPr="009C256C" w:rsidRDefault="000956B2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</w:t>
            </w:r>
            <w:r w:rsidR="005C4B7C" w:rsidRPr="005C4B7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modelação orgânica.</w:t>
            </w:r>
          </w:p>
        </w:tc>
      </w:tr>
      <w:tr w:rsidR="00FF4F58" w:rsidRPr="00136AD8" w14:paraId="57B5EADC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3F94B06" w14:textId="77777777" w:rsidR="00FF4F58" w:rsidRPr="00136AD8" w:rsidRDefault="00FF4F5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4E52B9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E7E6E6" w:themeFill="background2"/>
          </w:tcPr>
          <w:p w14:paraId="4DBFF20E" w14:textId="77777777" w:rsidR="00FF4F58" w:rsidRPr="00136AD8" w:rsidRDefault="00FF48D5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F48D5">
              <w:rPr>
                <w:rFonts w:ascii="Verdana Pro Light" w:eastAsia="Arial Unicode MS" w:hAnsi="Verdana Pro Light" w:cs="Times New Roman"/>
                <w:sz w:val="18"/>
                <w:szCs w:val="18"/>
              </w:rPr>
              <w:t>Animação digital 3D - modelação orgânica</w:t>
            </w:r>
          </w:p>
        </w:tc>
      </w:tr>
    </w:tbl>
    <w:p w14:paraId="78FFE9B6" w14:textId="77777777" w:rsidR="00FF4F58" w:rsidRPr="00136AD8" w:rsidRDefault="00FF4F58" w:rsidP="00FF4F5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CB5EB9F" w14:textId="77777777" w:rsidR="00FF4F58" w:rsidRPr="003200F2" w:rsidRDefault="00FF4F58" w:rsidP="00FF4F5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A1CFA05" w14:textId="77777777" w:rsidR="00FF4F58" w:rsidRPr="00136AD8" w:rsidRDefault="00FF4F58" w:rsidP="00FF4F5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F4F58" w:rsidRPr="00136AD8" w14:paraId="7DA08EE6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B061B2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F4F58" w:rsidRPr="00136AD8" w14:paraId="5506371C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971853" w14:textId="6CB9C1C0" w:rsidR="004E52B9" w:rsidRPr="004E52B9" w:rsidRDefault="00FF4F58" w:rsidP="004E52B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213ED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1213ED" w:rsidRPr="001213ED">
              <w:rPr>
                <w:rFonts w:ascii="Verdana Pro Light" w:eastAsia="Arial Unicode MS" w:hAnsi="Verdana Pro Light" w:cs="Arial Unicode MS"/>
                <w:sz w:val="18"/>
                <w:szCs w:val="18"/>
              </w:rPr>
              <w:t>eunir referências visuais</w:t>
            </w:r>
          </w:p>
          <w:p w14:paraId="268CEAEA" w14:textId="377A2F59" w:rsidR="004E52B9" w:rsidRPr="004E52B9" w:rsidRDefault="004E52B9" w:rsidP="004E52B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F778F">
              <w:rPr>
                <w:rFonts w:ascii="Verdana Pro Light" w:eastAsia="Arial Unicode MS" w:hAnsi="Verdana Pro Light" w:cs="Arial Unicode MS"/>
                <w:sz w:val="18"/>
                <w:szCs w:val="18"/>
              </w:rPr>
              <w:t>M</w:t>
            </w:r>
            <w:r w:rsidR="001F778F" w:rsidRPr="001F778F">
              <w:rPr>
                <w:rFonts w:ascii="Verdana Pro Light" w:eastAsia="Arial Unicode MS" w:hAnsi="Verdana Pro Light" w:cs="Arial Unicode MS"/>
                <w:sz w:val="18"/>
                <w:szCs w:val="18"/>
              </w:rPr>
              <w:t>odelar no software 3D</w:t>
            </w:r>
            <w:r w:rsidR="00BF23BB" w:rsidRPr="00BF23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BF23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</w:t>
            </w:r>
            <w:r w:rsidR="00BF23BB" w:rsidRPr="00BF23BB">
              <w:rPr>
                <w:rFonts w:ascii="Verdana Pro Light" w:eastAsia="Arial Unicode MS" w:hAnsi="Verdana Pro Light" w:cs="Arial Unicode MS"/>
                <w:sz w:val="18"/>
                <w:szCs w:val="18"/>
              </w:rPr>
              <w:t>forma geral do objeto</w:t>
            </w:r>
            <w:r w:rsidR="00BF23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</w:t>
            </w:r>
            <w:r w:rsidR="00BF23BB" w:rsidRPr="00BF23BB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proporções e a silhueta básic</w:t>
            </w:r>
            <w:r w:rsidR="00BF23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a). </w:t>
            </w:r>
          </w:p>
          <w:p w14:paraId="071CE6C8" w14:textId="69F52F36" w:rsidR="00FF4F58" w:rsidRDefault="004E52B9" w:rsidP="004E52B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67EF8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6125B7">
              <w:rPr>
                <w:rFonts w:ascii="Verdana Pro Light" w:eastAsia="Arial Unicode MS" w:hAnsi="Verdana Pro Light" w:cs="Arial Unicode MS"/>
                <w:sz w:val="18"/>
                <w:szCs w:val="18"/>
              </w:rPr>
              <w:t>juste de proporção e esc</w:t>
            </w:r>
            <w:r w:rsidR="00867EF8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6125B7">
              <w:rPr>
                <w:rFonts w:ascii="Verdana Pro Light" w:eastAsia="Arial Unicode MS" w:hAnsi="Verdana Pro Light" w:cs="Arial Unicode MS"/>
                <w:sz w:val="18"/>
                <w:szCs w:val="18"/>
              </w:rPr>
              <w:t>la</w:t>
            </w:r>
            <w:r w:rsidR="00867E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refinamento</w:t>
            </w:r>
            <w:r w:rsidR="006125B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7ACE3CFA" w14:textId="35106CE5" w:rsidR="00FF4F58" w:rsidRPr="006125B7" w:rsidRDefault="006125B7" w:rsidP="006125B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143243">
              <w:rPr>
                <w:rFonts w:ascii="Verdana Pro Light" w:eastAsia="Arial Unicode MS" w:hAnsi="Verdana Pro Light" w:cs="Arial Unicode MS"/>
                <w:sz w:val="18"/>
                <w:szCs w:val="18"/>
              </w:rPr>
              <w:t>Pintura, texturização</w:t>
            </w:r>
            <w:r w:rsidR="000C7D3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ajustes finais e </w:t>
            </w:r>
            <w:proofErr w:type="spellStart"/>
            <w:r w:rsidR="000C7D30"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renderização</w:t>
            </w:r>
            <w:proofErr w:type="spellEnd"/>
            <w:r w:rsidR="000C7D3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</w:tc>
      </w:tr>
      <w:tr w:rsidR="00FF4F58" w:rsidRPr="00136AD8" w14:paraId="6542ACED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7D0369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8F8D5F8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D356A7A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542E4" w:rsidRPr="00136AD8" w14:paraId="5B037CF6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0DB6F" w14:textId="77777777" w:rsidR="00E03A9F" w:rsidRDefault="00E03A9F" w:rsidP="00D147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</w:t>
            </w:r>
            <w:r w:rsidRPr="00E03A9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oftwares de modelação 3D</w:t>
            </w:r>
          </w:p>
          <w:p w14:paraId="381F1B46" w14:textId="77777777" w:rsidR="00D1477B" w:rsidRPr="00D1477B" w:rsidRDefault="00E03A9F" w:rsidP="00D147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03A9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r w:rsidR="00D1477B" w:rsidRPr="00D1477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de modelação orgânica</w:t>
            </w:r>
          </w:p>
          <w:p w14:paraId="1C662021" w14:textId="77777777" w:rsidR="00D1477B" w:rsidRPr="00D1477B" w:rsidRDefault="00D1477B" w:rsidP="00D147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Modelação por </w:t>
            </w:r>
            <w:proofErr w:type="spellStart"/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splines</w:t>
            </w:r>
            <w:proofErr w:type="spellEnd"/>
          </w:p>
          <w:p w14:paraId="14EB4159" w14:textId="77777777" w:rsidR="00D1477B" w:rsidRPr="00D1477B" w:rsidRDefault="00D1477B" w:rsidP="00D147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Malhas e polígonos.</w:t>
            </w:r>
          </w:p>
          <w:p w14:paraId="20369F04" w14:textId="77777777" w:rsidR="00D1477B" w:rsidRPr="00D1477B" w:rsidRDefault="00D1477B" w:rsidP="00D147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por subobjecto</w:t>
            </w:r>
          </w:p>
          <w:p w14:paraId="6A7F3252" w14:textId="77777777" w:rsidR="00D1477B" w:rsidRPr="00D1477B" w:rsidRDefault="00D1477B" w:rsidP="00D147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Patch</w:t>
            </w:r>
            <w:proofErr w:type="spellEnd"/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modeling</w:t>
            </w:r>
            <w:proofErr w:type="spellEnd"/>
          </w:p>
          <w:p w14:paraId="2CBA53C6" w14:textId="77777777" w:rsidR="00D1477B" w:rsidRPr="00D1477B" w:rsidRDefault="00D1477B" w:rsidP="00D147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de baixo número de polígonos</w:t>
            </w:r>
          </w:p>
          <w:p w14:paraId="032CA08F" w14:textId="77777777" w:rsidR="00D1477B" w:rsidRPr="00D1477B" w:rsidRDefault="00D1477B" w:rsidP="00D147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de superfícies não uniformes NURBS</w:t>
            </w:r>
          </w:p>
          <w:p w14:paraId="62184851" w14:textId="77777777" w:rsidR="00D1477B" w:rsidRPr="00D1477B" w:rsidRDefault="00D1477B" w:rsidP="00D147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por secção e subdivisão</w:t>
            </w:r>
          </w:p>
          <w:p w14:paraId="589B385F" w14:textId="77777777" w:rsidR="00D1477B" w:rsidRPr="00D1477B" w:rsidRDefault="00D1477B" w:rsidP="00D147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Estruturas de ligação</w:t>
            </w:r>
          </w:p>
          <w:p w14:paraId="55CE8966" w14:textId="77777777" w:rsidR="00D1477B" w:rsidRPr="00D1477B" w:rsidRDefault="00D1477B" w:rsidP="00D147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Relação </w:t>
            </w:r>
            <w:proofErr w:type="spellStart"/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child</w:t>
            </w:r>
            <w:proofErr w:type="spellEnd"/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proofErr w:type="spellStart"/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parent</w:t>
            </w:r>
            <w:proofErr w:type="spellEnd"/>
          </w:p>
          <w:p w14:paraId="6F79F5AE" w14:textId="77777777" w:rsidR="00D1477B" w:rsidRPr="00D1477B" w:rsidRDefault="00D1477B" w:rsidP="00D147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articuladas simples</w:t>
            </w:r>
          </w:p>
          <w:p w14:paraId="34D2F611" w14:textId="77777777" w:rsidR="00D1477B" w:rsidRPr="00D1477B" w:rsidRDefault="00D1477B" w:rsidP="00D147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Restrições de articulações</w:t>
            </w:r>
          </w:p>
          <w:p w14:paraId="1C36CCB6" w14:textId="77777777" w:rsidR="00D1477B" w:rsidRPr="00D1477B" w:rsidRDefault="00D1477B" w:rsidP="00D147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Forward kinematics e inverse kinematics.</w:t>
            </w:r>
          </w:p>
          <w:p w14:paraId="7D58101F" w14:textId="77777777" w:rsidR="00D1477B" w:rsidRPr="00D1477B" w:rsidRDefault="00D1477B" w:rsidP="00D147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articulações complexas</w:t>
            </w:r>
          </w:p>
          <w:p w14:paraId="366F6355" w14:textId="77777777" w:rsidR="00D1477B" w:rsidRPr="00D1477B" w:rsidRDefault="00D1477B" w:rsidP="00D147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estruturas de esqueleto</w:t>
            </w:r>
          </w:p>
          <w:p w14:paraId="6A428746" w14:textId="77777777" w:rsidR="00D1477B" w:rsidRPr="00D1477B" w:rsidRDefault="00D1477B" w:rsidP="00D147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Aplicação de materiais</w:t>
            </w:r>
          </w:p>
          <w:p w14:paraId="154C68A4" w14:textId="77777777" w:rsidR="00D1477B" w:rsidRPr="00D1477B" w:rsidRDefault="00D1477B" w:rsidP="006F24E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editor de materiais</w:t>
            </w:r>
          </w:p>
          <w:p w14:paraId="2F5717BF" w14:textId="77777777" w:rsidR="00D1477B" w:rsidRPr="00D1477B" w:rsidRDefault="00D1477B" w:rsidP="006F24E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e edição de bibliotecas de materiais</w:t>
            </w:r>
          </w:p>
          <w:p w14:paraId="3B36CEC2" w14:textId="77777777" w:rsidR="00D1477B" w:rsidRPr="00D1477B" w:rsidRDefault="00D1477B" w:rsidP="006F24E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- tipos e definições</w:t>
            </w:r>
          </w:p>
          <w:p w14:paraId="40A6B02F" w14:textId="77777777" w:rsidR="00D1477B" w:rsidRPr="00D1477B" w:rsidRDefault="00D1477B" w:rsidP="006F24E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Importância do brilho especular</w:t>
            </w:r>
          </w:p>
          <w:p w14:paraId="55C1CE65" w14:textId="77777777" w:rsidR="00D1477B" w:rsidRPr="00D1477B" w:rsidRDefault="00D1477B" w:rsidP="006F24E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Canais </w:t>
            </w:r>
            <w:proofErr w:type="spellStart"/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bump</w:t>
            </w:r>
            <w:proofErr w:type="spellEnd"/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opacity</w:t>
            </w:r>
            <w:proofErr w:type="spellEnd"/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displacement</w:t>
            </w:r>
            <w:proofErr w:type="spellEnd"/>
          </w:p>
          <w:p w14:paraId="0717D1EF" w14:textId="77777777" w:rsidR="00D1477B" w:rsidRPr="00D1477B" w:rsidRDefault="00D1477B" w:rsidP="006F24E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Coordenadas de materiais</w:t>
            </w:r>
          </w:p>
          <w:p w14:paraId="37DD7E1D" w14:textId="77777777" w:rsidR="00D1477B" w:rsidRPr="00D1477B" w:rsidRDefault="00D1477B" w:rsidP="006F24E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texturas em superfícies subdivididas</w:t>
            </w:r>
          </w:p>
          <w:p w14:paraId="473BF288" w14:textId="77777777" w:rsidR="00D1477B" w:rsidRPr="00D1477B" w:rsidRDefault="00D1477B" w:rsidP="006F24E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Exportação de coordenadas de texturas – articulação com outras aplicações</w:t>
            </w:r>
          </w:p>
          <w:p w14:paraId="61D416A2" w14:textId="77777777" w:rsidR="00D1477B" w:rsidRPr="006F24EB" w:rsidRDefault="00D1477B" w:rsidP="00D147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F24E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Iluminação</w:t>
            </w:r>
          </w:p>
          <w:p w14:paraId="20752CC8" w14:textId="77777777" w:rsidR="00D1477B" w:rsidRPr="00D1477B" w:rsidRDefault="00D1477B" w:rsidP="006F24E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Teoria da luz – iluminação por três pontos.</w:t>
            </w:r>
          </w:p>
          <w:p w14:paraId="4A43A5A9" w14:textId="77777777" w:rsidR="00D1477B" w:rsidRPr="00D1477B" w:rsidRDefault="00D1477B" w:rsidP="006F24E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luzes e sombras</w:t>
            </w:r>
          </w:p>
          <w:p w14:paraId="2037164B" w14:textId="77777777" w:rsidR="00D1477B" w:rsidRPr="00D1477B" w:rsidRDefault="00D1477B" w:rsidP="006F24E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Relação da geometria dos objetos com a reflexão da luz</w:t>
            </w:r>
          </w:p>
          <w:p w14:paraId="7C5F032D" w14:textId="77777777" w:rsidR="00D1477B" w:rsidRPr="00D1477B" w:rsidRDefault="00D1477B" w:rsidP="006F24E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Simulação de luz refletida e iluminação global</w:t>
            </w:r>
          </w:p>
          <w:p w14:paraId="6409BD92" w14:textId="77777777" w:rsidR="00F542E4" w:rsidRDefault="00D1477B" w:rsidP="006F24E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Importância da iluminação na caracterização dos materiais</w:t>
            </w:r>
          </w:p>
          <w:p w14:paraId="64BA7D5A" w14:textId="77777777" w:rsidR="00F542E4" w:rsidRPr="001B353A" w:rsidRDefault="00F542E4" w:rsidP="006F24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ADD72" w14:textId="77777777" w:rsidR="001213ED" w:rsidRDefault="0020588D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E52B9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Reconhecer os conceitos básicos da modelação orgânica.</w:t>
            </w:r>
          </w:p>
          <w:p w14:paraId="6167D470" w14:textId="16B9B5A9" w:rsidR="00F542E4" w:rsidRDefault="00E03A9F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 w:rsidRPr="00E03A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específicas para modelação.</w:t>
            </w:r>
          </w:p>
          <w:p w14:paraId="674DB85B" w14:textId="77777777" w:rsidR="00F542E4" w:rsidRDefault="00E03A9F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E03A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eproduzir proporções realistas em modelos orgânicos.</w:t>
            </w:r>
          </w:p>
          <w:p w14:paraId="2BA67BF0" w14:textId="77777777" w:rsidR="00F542E4" w:rsidRDefault="00E03A9F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E03A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modelos detalhados e orgânicos.</w:t>
            </w:r>
          </w:p>
          <w:p w14:paraId="2CED69D9" w14:textId="77777777" w:rsidR="00F542E4" w:rsidRPr="00517AA8" w:rsidRDefault="00E03A9F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</w:t>
            </w:r>
            <w:r w:rsidRPr="00E03A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topologia eficiente para modelos 3D animados, considerando a deformação adequada durante a animação.</w:t>
            </w:r>
          </w:p>
          <w:p w14:paraId="2B02847F" w14:textId="77777777" w:rsidR="00F542E4" w:rsidRDefault="00E03A9F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E03A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 vida a personagens e criaturas através de movimentos naturais e expressivos</w:t>
            </w:r>
          </w:p>
          <w:p w14:paraId="1AA1CDBC" w14:textId="77777777" w:rsidR="00F542E4" w:rsidRDefault="00E03A9F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3A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E03A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estud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E03A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movimento humano e animal para criar animações mais autênticas e expressivas.</w:t>
            </w:r>
          </w:p>
          <w:p w14:paraId="4C5E77B8" w14:textId="77777777" w:rsidR="00F542E4" w:rsidRDefault="00E03A9F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E03A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novas tecnologias e tendências na indústria de animação 3D</w:t>
            </w:r>
          </w:p>
          <w:p w14:paraId="5F23A030" w14:textId="036E34B0" w:rsidR="00F542E4" w:rsidRDefault="0054511D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Avaliar</w:t>
            </w:r>
            <w:r w:rsidRPr="004E52B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processos de aplicação adequada de texturas a modelos orgânicos.</w:t>
            </w:r>
          </w:p>
          <w:p w14:paraId="74C5432D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EAF0B36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4DE5D1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765C8A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C8FD44" w14:textId="77777777" w:rsidR="00F542E4" w:rsidRPr="00057283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8D917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3B9D3AD2" w14:textId="77777777" w:rsidR="00F542E4" w:rsidRPr="00AE041A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19E660AF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3617DD9C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4C9D80D0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51638EEB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736EA1AA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763CDDDB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1818185E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6F6B80B9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A362A5A" w14:textId="77777777" w:rsidR="00F542E4" w:rsidRPr="00057283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FDDC109" w14:textId="77777777" w:rsidR="00FF4F58" w:rsidRDefault="00FF4F58" w:rsidP="00FF4F5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9433DAD" w14:textId="77777777" w:rsidR="00FF4F58" w:rsidRDefault="00FF4F58" w:rsidP="00FF4F5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3A1F3A8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70D5DC2" w14:textId="731C2700" w:rsidR="00FF4F58" w:rsidRPr="00F20E6F" w:rsidRDefault="00EE670B" w:rsidP="00FF4F5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E670B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Executar modelação orgânica</w:t>
      </w:r>
      <w:r w:rsidR="00FF4F5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6D29A45" w14:textId="77777777" w:rsidR="00FF4F58" w:rsidRPr="0064164C" w:rsidRDefault="00FF4F58" w:rsidP="00FF4F5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03A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</w:t>
      </w:r>
      <w:r w:rsidR="00E03A9F" w:rsidRPr="00E03A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ria</w:t>
      </w:r>
      <w:r w:rsid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E03A9F" w:rsidRPr="00E03A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modelos orgânicos que atendam aos requisitos de realismo desejados.</w:t>
      </w:r>
    </w:p>
    <w:p w14:paraId="787504C8" w14:textId="77777777" w:rsidR="00FF4F58" w:rsidRPr="0064164C" w:rsidRDefault="00FF4F58" w:rsidP="00FF4F5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Produzindo</w:t>
      </w:r>
      <w:r w:rsidR="00374525" w:rsidRP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topologia de malha que permita deformações naturais durante a animação, especialmente em áreas como rosto e articulações.</w:t>
      </w:r>
    </w:p>
    <w:p w14:paraId="3C4563F1" w14:textId="77777777" w:rsidR="00FF4F58" w:rsidRPr="0064164C" w:rsidRDefault="00FF4F58" w:rsidP="00FF4F5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74525" w:rsidRP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Adi</w:t>
      </w:r>
      <w:r w:rsid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cionando</w:t>
      </w:r>
      <w:r w:rsidR="00374525" w:rsidRP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detalhes realistas aos modelos por meio de texturas e pintura digital</w:t>
      </w:r>
      <w:r w:rsid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D17F4FC" w14:textId="77777777" w:rsidR="00FF4F58" w:rsidRPr="0064164C" w:rsidRDefault="00FF4F58" w:rsidP="00FF4F5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="00374525" w:rsidRP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nima</w:t>
      </w:r>
      <w:r w:rsid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374525" w:rsidRP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modelos orgânicos de forma natural e expressiva</w:t>
      </w:r>
      <w:r w:rsid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B1E389F" w14:textId="77777777" w:rsidR="00FF4F58" w:rsidRPr="0064164C" w:rsidRDefault="00FF4F58" w:rsidP="00FF4F5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</w:t>
      </w:r>
      <w:r w:rsidR="00374525" w:rsidRP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dentifica</w:t>
      </w:r>
      <w:r w:rsid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374525" w:rsidRP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resolve</w:t>
      </w:r>
      <w:r w:rsid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374525" w:rsidRPr="003745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problemas relacionados à modelação, texturização e animação de forma eficiente.</w:t>
      </w:r>
    </w:p>
    <w:p w14:paraId="416EF3C5" w14:textId="77777777" w:rsidR="00FF4F58" w:rsidRPr="00136AD8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8A9565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79232CF" w14:textId="77777777" w:rsidR="00ED6C9E" w:rsidRPr="00984B30" w:rsidRDefault="00ED6C9E" w:rsidP="00ED6C9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1EB4175A" w14:textId="77777777" w:rsidR="00403386" w:rsidRPr="00051C79" w:rsidRDefault="00403386" w:rsidP="004033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F09D9A" w14:textId="77777777" w:rsidR="00403386" w:rsidRPr="00F87025" w:rsidRDefault="00403386" w:rsidP="004033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2DB08D8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77EF0F85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29336557" w14:textId="77777777" w:rsidR="00ED6C9E" w:rsidRDefault="00ED6C9E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Modelação 3D</w:t>
      </w:r>
    </w:p>
    <w:p w14:paraId="33C3968B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1732776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BDD951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346F795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94CBF9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B61D5D1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547BE9" w14:textId="77777777" w:rsidR="00FF4F58" w:rsidRDefault="00FF4F58" w:rsidP="00FF4F5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77DBAA0" w14:textId="77777777" w:rsidR="00932AA4" w:rsidRDefault="00932AA4" w:rsidP="00FF4F5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32D94" w:rsidRPr="00136AD8" w14:paraId="3C1F1E27" w14:textId="77777777" w:rsidTr="005A04A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A7E6EE1" w14:textId="79D4DBCC" w:rsidR="00532D94" w:rsidRPr="00136AD8" w:rsidRDefault="00532D94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5A164D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5A164D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F708EB3" w14:textId="77777777" w:rsidR="00532D94" w:rsidRPr="00AA7B53" w:rsidRDefault="00532D94" w:rsidP="005A04AD">
            <w:pPr>
              <w:spacing w:after="0"/>
            </w:pPr>
            <w:r>
              <w:t>Executar e publicar animações para diferentes médias e suportes</w:t>
            </w:r>
          </w:p>
        </w:tc>
      </w:tr>
      <w:tr w:rsidR="00532D94" w:rsidRPr="00136AD8" w14:paraId="23EF7695" w14:textId="77777777" w:rsidTr="005A04A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0D48FB1" w14:textId="77777777" w:rsidR="00532D94" w:rsidRPr="00136AD8" w:rsidRDefault="00532D94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04</w:t>
            </w:r>
          </w:p>
        </w:tc>
        <w:tc>
          <w:tcPr>
            <w:tcW w:w="7324" w:type="dxa"/>
            <w:shd w:val="clear" w:color="auto" w:fill="E7E6E6" w:themeFill="background2"/>
          </w:tcPr>
          <w:p w14:paraId="459944C1" w14:textId="77777777" w:rsidR="00532D94" w:rsidRPr="00136AD8" w:rsidRDefault="00532D94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Animação Interativa</w:t>
            </w:r>
          </w:p>
        </w:tc>
      </w:tr>
    </w:tbl>
    <w:p w14:paraId="34A4FD22" w14:textId="77777777" w:rsidR="00532D94" w:rsidRPr="00136AD8" w:rsidRDefault="00532D94" w:rsidP="00532D9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88FD45F" w14:textId="77777777" w:rsidR="00532D94" w:rsidRPr="003200F2" w:rsidRDefault="00532D94" w:rsidP="00532D9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0D3243F" w14:textId="77777777" w:rsidR="00532D94" w:rsidRPr="00136AD8" w:rsidRDefault="00532D94" w:rsidP="00532D9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32D94" w:rsidRPr="00136AD8" w14:paraId="1D7D491C" w14:textId="77777777" w:rsidTr="005A04A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222F4C" w14:textId="77777777" w:rsidR="00532D94" w:rsidRPr="001B353A" w:rsidRDefault="00532D94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32D94" w:rsidRPr="00136AD8" w14:paraId="5198FE18" w14:textId="77777777" w:rsidTr="005A04A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6A7596" w14:textId="77777777" w:rsidR="00532D94" w:rsidRPr="0007693B" w:rsidRDefault="00532D94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Analisar o roteiro e storyboard </w:t>
            </w:r>
          </w:p>
          <w:p w14:paraId="112DE119" w14:textId="77777777" w:rsidR="00532D94" w:rsidRPr="0007693B" w:rsidRDefault="00532D94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Modelar os objetos da animação</w:t>
            </w:r>
          </w:p>
          <w:p w14:paraId="28213B40" w14:textId="77777777" w:rsidR="00532D94" w:rsidRPr="001B353A" w:rsidRDefault="00532D94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Texturizar e iluminar o ambiente de cena</w:t>
            </w:r>
          </w:p>
          <w:p w14:paraId="1DEABE73" w14:textId="77777777" w:rsidR="00532D94" w:rsidRPr="001B353A" w:rsidRDefault="00532D94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pós-produzir efeitos adicionais </w:t>
            </w:r>
          </w:p>
        </w:tc>
      </w:tr>
      <w:tr w:rsidR="00532D94" w:rsidRPr="00136AD8" w14:paraId="37A7D52D" w14:textId="77777777" w:rsidTr="005A04A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58C106" w14:textId="77777777" w:rsidR="00532D94" w:rsidRPr="001B353A" w:rsidRDefault="00532D94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F1E901" w14:textId="77777777" w:rsidR="00532D94" w:rsidRPr="001B353A" w:rsidRDefault="00532D94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384C5E0" w14:textId="77777777" w:rsidR="00532D94" w:rsidRPr="001B353A" w:rsidRDefault="00532D94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32D94" w:rsidRPr="00136AD8" w14:paraId="31E0D74F" w14:textId="77777777" w:rsidTr="005A04A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9FF08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A976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de animação em duas e três dimensões.</w:t>
            </w:r>
          </w:p>
          <w:p w14:paraId="60A9AE05" w14:textId="77777777" w:rsidR="00532D94" w:rsidRPr="0060534B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</w:pPr>
            <w:proofErr w:type="spellStart"/>
            <w:r w:rsidRPr="0060534B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>Princípios</w:t>
            </w:r>
            <w:proofErr w:type="spellEnd"/>
            <w:r w:rsidRPr="0060534B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 xml:space="preserve"> </w:t>
            </w:r>
            <w:proofErr w:type="spellStart"/>
            <w:r w:rsidRPr="0060534B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>fundamentais</w:t>
            </w:r>
            <w:proofErr w:type="spellEnd"/>
            <w:r w:rsidRPr="0060534B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 xml:space="preserve"> </w:t>
            </w:r>
            <w:proofErr w:type="spellStart"/>
            <w:r w:rsidRPr="0060534B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>como</w:t>
            </w:r>
            <w:proofErr w:type="spellEnd"/>
            <w:r w:rsidRPr="0060534B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 xml:space="preserve"> </w:t>
            </w:r>
            <w:r w:rsidRPr="0060534B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val="en-GB" w:eastAsia="pt-PT"/>
              </w:rPr>
              <w:t>squash and stretch, anticipation, staging, timing.</w:t>
            </w:r>
          </w:p>
          <w:p w14:paraId="6885E708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oftwares de animação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3FD095A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Sequência 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narrativ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animação fluida.</w:t>
            </w:r>
          </w:p>
          <w:p w14:paraId="4D5CADAB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Consistência dos es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visua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77F4937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de edição para aprimorar a animação e integrar elementos adicionais</w:t>
            </w:r>
          </w:p>
          <w:p w14:paraId="6928C9D9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ormatos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codecs</w:t>
            </w:r>
            <w:proofErr w:type="spellEnd"/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adequados para diferentes plataformas e 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dias.</w:t>
            </w:r>
          </w:p>
          <w:p w14:paraId="5CD4883C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8918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dição de áudio para aprimorar a qualidade sonora.</w:t>
            </w:r>
          </w:p>
          <w:p w14:paraId="607B500B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ormatos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codecs</w:t>
            </w:r>
            <w:proofErr w:type="spellEnd"/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adequados para diferentes plataformas e 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dias.</w:t>
            </w:r>
          </w:p>
          <w:p w14:paraId="75BAA590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8918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dição de áudio para aprimorar a qualidade sonora.</w:t>
            </w:r>
          </w:p>
          <w:p w14:paraId="146E70EA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19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Unity3D ou </w:t>
            </w:r>
            <w:proofErr w:type="spellStart"/>
            <w:r w:rsidRPr="004419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Unreal</w:t>
            </w:r>
            <w:proofErr w:type="spellEnd"/>
            <w:r w:rsidRPr="004419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419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Engine</w:t>
            </w:r>
            <w:proofErr w:type="spellEnd"/>
          </w:p>
          <w:p w14:paraId="6BEE6E30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Pr="004419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iblioteca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4419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criar animações web interativas.</w:t>
            </w:r>
          </w:p>
          <w:p w14:paraId="35061595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4419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nimações em ambientes de realidade virtual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realidade aumentada</w:t>
            </w:r>
            <w:r w:rsidRPr="004419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576CF91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A05D0BA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C2574B8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FB8824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A2A9FD" w14:textId="77777777" w:rsidR="00532D94" w:rsidRPr="001B353A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031BE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693B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Utilizar a nomenclatura referente à animação</w:t>
            </w:r>
          </w:p>
          <w:p w14:paraId="7F610FF9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693B">
              <w:rPr>
                <w:rFonts w:ascii="Verdana Pro Light" w:eastAsia="Arial Unicode MS" w:hAnsi="Verdana Pro Light" w:cs="Arial Unicode MS"/>
                <w:sz w:val="18"/>
                <w:szCs w:val="18"/>
              </w:rPr>
              <w:t>Operar com ferramentas de animação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49AECE60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o 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storyboard como guia visual para a animação.</w:t>
            </w:r>
          </w:p>
          <w:p w14:paraId="523009B9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elementos gráficos atraentes e eficazes</w:t>
            </w:r>
          </w:p>
          <w:p w14:paraId="17F1D7AD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timizar o tamanho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sem comprometer a qualidade.</w:t>
            </w:r>
          </w:p>
          <w:p w14:paraId="33EBB6AE" w14:textId="77777777" w:rsidR="00532D94" w:rsidRPr="00517AA8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xportar animações em diferentes resoluções para atender às necessidades de diferentes plataformas</w:t>
            </w:r>
          </w:p>
          <w:p w14:paraId="74CBF8D7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01642D2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0E4FBB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155974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158A89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070957A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A235A77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52457F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40F0CD" w14:textId="77777777" w:rsidR="00532D94" w:rsidRPr="00057283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2D63E" w14:textId="77777777" w:rsidR="00532D94" w:rsidRPr="0020338E" w:rsidRDefault="00532D94" w:rsidP="005A04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1CC1E656" w14:textId="77777777" w:rsidR="00532D94" w:rsidRPr="0020338E" w:rsidRDefault="00532D94" w:rsidP="005A04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55AE349A" w14:textId="77777777" w:rsidR="00532D94" w:rsidRPr="0020338E" w:rsidRDefault="00532D94" w:rsidP="005A04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1724DD1A" w14:textId="77777777" w:rsidR="00532D94" w:rsidRPr="0020338E" w:rsidRDefault="00532D94" w:rsidP="005A04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7C42EA29" w14:textId="77777777" w:rsidR="00532D94" w:rsidRPr="0020338E" w:rsidRDefault="00532D94" w:rsidP="005A04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2E1E1E2F" w14:textId="77777777" w:rsidR="00532D94" w:rsidRPr="0020338E" w:rsidRDefault="00532D94" w:rsidP="005A04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5478AB25" w14:textId="77777777" w:rsidR="00532D94" w:rsidRPr="0020338E" w:rsidRDefault="00532D94" w:rsidP="005A04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344A7B84" w14:textId="77777777" w:rsidR="00532D94" w:rsidRPr="0020338E" w:rsidRDefault="00532D94" w:rsidP="005A04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28713EF6" w14:textId="77777777" w:rsidR="00532D94" w:rsidRPr="0020338E" w:rsidRDefault="00532D94" w:rsidP="005A04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1B892C33" w14:textId="77777777" w:rsidR="00532D94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716948" w14:textId="77777777" w:rsidR="00532D94" w:rsidRPr="00057283" w:rsidRDefault="00532D94" w:rsidP="005A04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9B0B7C3" w14:textId="77777777" w:rsidR="00532D94" w:rsidRDefault="00532D94" w:rsidP="00532D9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B8660F3" w14:textId="77777777" w:rsidR="00532D94" w:rsidRDefault="00532D94" w:rsidP="00532D9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D420B17" w14:textId="77777777" w:rsidR="00532D94" w:rsidRPr="00F87025" w:rsidRDefault="00532D94" w:rsidP="00532D9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9B04FC4" w14:textId="77777777" w:rsidR="00532D94" w:rsidRPr="00F20E6F" w:rsidRDefault="00532D94" w:rsidP="00532D9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887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Executar e publicar animações para diferentes médias e suportes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BF0E6F3" w14:textId="77777777" w:rsidR="00532D94" w:rsidRPr="0064164C" w:rsidRDefault="00532D94" w:rsidP="00532D9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presenta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movimentos naturais</w:t>
      </w:r>
    </w:p>
    <w:p w14:paraId="33D8BC77" w14:textId="77777777" w:rsidR="00532D94" w:rsidRPr="0064164C" w:rsidRDefault="00532D94" w:rsidP="00532D9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incroniza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animação e o áudio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CC2DFF3" w14:textId="77777777" w:rsidR="00532D94" w:rsidRPr="0064164C" w:rsidRDefault="00532D94" w:rsidP="00532D9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tende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aos requisitos de formato e resolução da plataforma de publicação</w:t>
      </w:r>
    </w:p>
    <w:p w14:paraId="7B162206" w14:textId="77777777" w:rsidR="00532D94" w:rsidRPr="0064164C" w:rsidRDefault="00532D94" w:rsidP="00532D9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Sendo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visualmente atraente e cativante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B243B97" w14:textId="77777777" w:rsidR="00532D94" w:rsidRDefault="00532D94" w:rsidP="00532D9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ncentiva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utilizadores 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realizar ações específicas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80EC9A0" w14:textId="77777777" w:rsidR="00532D94" w:rsidRPr="0064164C" w:rsidRDefault="00532D94" w:rsidP="00532D9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O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timiza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para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artilha em redes sociais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A59DAB0" w14:textId="77777777" w:rsidR="00532D94" w:rsidRPr="00136AD8" w:rsidRDefault="00532D94" w:rsidP="00532D9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276A6D" w14:textId="77777777" w:rsidR="00532D94" w:rsidRPr="00F87025" w:rsidRDefault="00532D94" w:rsidP="00532D9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72AC54B" w14:textId="77777777" w:rsidR="00532D94" w:rsidRPr="00984B30" w:rsidRDefault="00532D94" w:rsidP="00532D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2EDFA517" w14:textId="77777777" w:rsidR="00532D94" w:rsidRPr="00984B30" w:rsidRDefault="00532D94" w:rsidP="00532D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4CD2AD6" w14:textId="77777777" w:rsidR="00532D94" w:rsidRPr="00984B30" w:rsidRDefault="00532D94" w:rsidP="00532D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DF13885" w14:textId="77777777" w:rsidR="00532D94" w:rsidRPr="00984B30" w:rsidRDefault="00532D94" w:rsidP="00532D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A122BEC" w14:textId="77777777" w:rsidR="00532D94" w:rsidRPr="00051C79" w:rsidRDefault="00532D94" w:rsidP="00532D9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2BBBE5" w14:textId="77777777" w:rsidR="00532D94" w:rsidRPr="00F87025" w:rsidRDefault="00532D94" w:rsidP="00532D9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6D4451E" w14:textId="77777777" w:rsidR="00532D94" w:rsidRPr="00340BFE" w:rsidRDefault="00532D94" w:rsidP="00532D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86C4C5E" w14:textId="77777777" w:rsidR="00532D94" w:rsidRPr="00340BFE" w:rsidRDefault="00532D94" w:rsidP="00532D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imagem estática</w:t>
      </w:r>
    </w:p>
    <w:p w14:paraId="0DBA7C08" w14:textId="77777777" w:rsidR="00532D94" w:rsidRPr="00340BFE" w:rsidRDefault="00532D94" w:rsidP="00532D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</w:t>
      </w:r>
    </w:p>
    <w:p w14:paraId="4634F621" w14:textId="77777777" w:rsidR="00532D94" w:rsidRPr="00340BFE" w:rsidRDefault="00532D94" w:rsidP="00532D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para a produção de animações.</w:t>
      </w:r>
    </w:p>
    <w:p w14:paraId="78D324CE" w14:textId="77777777" w:rsidR="00532D94" w:rsidRPr="00501DC8" w:rsidRDefault="00532D94" w:rsidP="00532D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737E45A" w14:textId="77777777" w:rsidR="00532D94" w:rsidRPr="00051C79" w:rsidRDefault="00532D94" w:rsidP="00532D9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4031BB" w14:textId="77777777" w:rsidR="00532D94" w:rsidRPr="00F87025" w:rsidRDefault="00532D94" w:rsidP="00532D9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7C08F07" w14:textId="77777777" w:rsidR="00532D94" w:rsidRPr="00051C79" w:rsidRDefault="00532D94" w:rsidP="00532D9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3BCCF1" w14:textId="77777777" w:rsidR="00532D94" w:rsidRPr="00051C79" w:rsidRDefault="00532D94" w:rsidP="00532D9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322BBE" w14:textId="77777777" w:rsidR="00532D94" w:rsidRPr="00051C79" w:rsidRDefault="00532D94" w:rsidP="00532D9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7CC99B" w14:textId="77777777" w:rsidR="00EE670B" w:rsidRDefault="00EE670B" w:rsidP="00FF4F58">
      <w:pPr>
        <w:rPr>
          <w:rFonts w:ascii="Verdana Pro Light" w:hAnsi="Verdana Pro Light"/>
          <w:smallCaps/>
        </w:rPr>
      </w:pPr>
    </w:p>
    <w:p w14:paraId="54DC5161" w14:textId="77777777" w:rsidR="00532D94" w:rsidRDefault="00532D94" w:rsidP="00FF4F58">
      <w:pPr>
        <w:rPr>
          <w:rFonts w:ascii="Verdana Pro Light" w:hAnsi="Verdana Pro Light"/>
          <w:smallCaps/>
        </w:rPr>
      </w:pPr>
    </w:p>
    <w:p w14:paraId="3FD5FA66" w14:textId="77777777" w:rsidR="00532D94" w:rsidRDefault="00532D94" w:rsidP="00FF4F58">
      <w:pPr>
        <w:rPr>
          <w:rFonts w:ascii="Verdana Pro Light" w:hAnsi="Verdana Pro Light"/>
          <w:smallCaps/>
        </w:rPr>
      </w:pPr>
    </w:p>
    <w:p w14:paraId="3FE4486A" w14:textId="77777777" w:rsidR="00532D94" w:rsidRDefault="00532D94" w:rsidP="00FF4F58">
      <w:pPr>
        <w:rPr>
          <w:rFonts w:ascii="Verdana Pro Light" w:hAnsi="Verdana Pro Light"/>
          <w:smallCaps/>
        </w:rPr>
      </w:pPr>
    </w:p>
    <w:p w14:paraId="256F29A4" w14:textId="77777777" w:rsidR="00532D94" w:rsidRDefault="00532D94" w:rsidP="00FF4F58">
      <w:pPr>
        <w:rPr>
          <w:rFonts w:ascii="Verdana Pro Light" w:hAnsi="Verdana Pro Light"/>
          <w:smallCaps/>
        </w:rPr>
      </w:pPr>
    </w:p>
    <w:p w14:paraId="10E8B622" w14:textId="77777777" w:rsidR="00532D94" w:rsidRDefault="00532D94" w:rsidP="00FF4F58">
      <w:pPr>
        <w:rPr>
          <w:rFonts w:ascii="Verdana Pro Light" w:hAnsi="Verdana Pro Light"/>
          <w:smallCaps/>
        </w:rPr>
      </w:pPr>
    </w:p>
    <w:p w14:paraId="5834479B" w14:textId="77777777" w:rsidR="00EE670B" w:rsidRDefault="00EE670B" w:rsidP="00FF4F58">
      <w:pPr>
        <w:rPr>
          <w:rFonts w:ascii="Verdana Pro Light" w:hAnsi="Verdana Pro Light"/>
          <w:smallCaps/>
        </w:rPr>
      </w:pPr>
    </w:p>
    <w:p w14:paraId="290283C7" w14:textId="77777777" w:rsidR="00C859AF" w:rsidRDefault="00C859AF" w:rsidP="00FF4F58">
      <w:pPr>
        <w:rPr>
          <w:rFonts w:ascii="Verdana Pro Light" w:hAnsi="Verdana Pro Light"/>
          <w:smallCaps/>
        </w:rPr>
      </w:pPr>
    </w:p>
    <w:p w14:paraId="27CFC19F" w14:textId="77777777" w:rsidR="00EE670B" w:rsidRDefault="00EE670B" w:rsidP="00FF4F5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32AA4" w:rsidRPr="00136AD8" w14:paraId="78E121D9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1BC0D0D" w14:textId="4DCBD0EB" w:rsidR="00932AA4" w:rsidRPr="00136AD8" w:rsidRDefault="00932AA4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5F2D6E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64D91D9" w14:textId="77777777" w:rsidR="00932AA4" w:rsidRPr="009C256C" w:rsidRDefault="00932AA4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10" w:name="_Hlk155279864"/>
            <w:r w:rsidRPr="00D8241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Aplicar técnicas de modelação adequadas à impressão 3D.</w:t>
            </w:r>
            <w:bookmarkEnd w:id="10"/>
          </w:p>
        </w:tc>
      </w:tr>
      <w:tr w:rsidR="00932AA4" w:rsidRPr="00136AD8" w14:paraId="02B751CC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FDC70E0" w14:textId="411EA142" w:rsidR="00932AA4" w:rsidRPr="00136AD8" w:rsidRDefault="00932AA4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4A7119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6E322B4" w14:textId="77777777" w:rsidR="00932AA4" w:rsidRPr="00136AD8" w:rsidRDefault="00932AA4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712E6">
              <w:rPr>
                <w:rFonts w:ascii="Verdana Pro Light" w:eastAsia="Arial Unicode MS" w:hAnsi="Verdana Pro Light" w:cs="Times New Roman"/>
                <w:sz w:val="18"/>
                <w:szCs w:val="18"/>
              </w:rPr>
              <w:t>Modelação e impressão 3D</w:t>
            </w:r>
          </w:p>
        </w:tc>
      </w:tr>
    </w:tbl>
    <w:p w14:paraId="4DC9C312" w14:textId="77777777" w:rsidR="00932AA4" w:rsidRPr="00136AD8" w:rsidRDefault="00932AA4" w:rsidP="00932AA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04D59B7" w14:textId="77777777" w:rsidR="00932AA4" w:rsidRPr="003200F2" w:rsidRDefault="00932AA4" w:rsidP="00932AA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2779999" w14:textId="77777777" w:rsidR="00932AA4" w:rsidRPr="00136AD8" w:rsidRDefault="00932AA4" w:rsidP="00932AA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32AA4" w:rsidRPr="00136AD8" w14:paraId="674386C5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14C4D71" w14:textId="77777777" w:rsidR="00932AA4" w:rsidRPr="001B353A" w:rsidRDefault="00932AA4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32AA4" w:rsidRPr="00136AD8" w14:paraId="599AB51A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961F8B" w14:textId="1A683AD0" w:rsidR="00932AA4" w:rsidRPr="00D712E6" w:rsidRDefault="00932AA4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529A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Definir a </w:t>
            </w:r>
            <w:r w:rsidR="00740395" w:rsidRPr="00740395">
              <w:rPr>
                <w:rFonts w:ascii="Verdana Pro Light" w:eastAsia="Arial Unicode MS" w:hAnsi="Verdana Pro Light" w:cs="Arial Unicode MS"/>
                <w:sz w:val="18"/>
                <w:szCs w:val="18"/>
              </w:rPr>
              <w:t>orientação e o posicionamento do modelo em relação à plataforma de impressão</w:t>
            </w:r>
          </w:p>
          <w:p w14:paraId="2E44CC9F" w14:textId="45ED6CC1" w:rsidR="00932AA4" w:rsidRPr="00D712E6" w:rsidRDefault="00932AA4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40395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740395" w:rsidRPr="00740395">
              <w:rPr>
                <w:rFonts w:ascii="Verdana Pro Light" w:eastAsia="Arial Unicode MS" w:hAnsi="Verdana Pro Light" w:cs="Arial Unicode MS"/>
                <w:sz w:val="18"/>
                <w:szCs w:val="18"/>
              </w:rPr>
              <w:t>dicionar estruturas de suporte onde necessário para evitar deformações durante a impressão</w:t>
            </w:r>
          </w:p>
          <w:p w14:paraId="206AC149" w14:textId="242890FD" w:rsidR="00932AA4" w:rsidRPr="00D712E6" w:rsidRDefault="00932AA4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C1396">
              <w:rPr>
                <w:rFonts w:ascii="Verdana Pro Light" w:eastAsia="Arial Unicode MS" w:hAnsi="Verdana Pro Light" w:cs="Arial Unicode MS"/>
                <w:sz w:val="18"/>
                <w:szCs w:val="18"/>
              </w:rPr>
              <w:t>U</w:t>
            </w:r>
            <w:r w:rsidR="00BC1396" w:rsidRPr="00BC1396">
              <w:rPr>
                <w:rFonts w:ascii="Verdana Pro Light" w:eastAsia="Arial Unicode MS" w:hAnsi="Verdana Pro Light" w:cs="Arial Unicode MS"/>
                <w:sz w:val="18"/>
                <w:szCs w:val="18"/>
              </w:rPr>
              <w:t>tiliz</w:t>
            </w:r>
            <w:r w:rsidR="00BC1396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BC1396" w:rsidRPr="00BC139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ferramentas de verificação de integridade para identificar e corrigir problemas potenciais, como falhas de malha, interseções de geometria ou áreas finas</w:t>
            </w:r>
          </w:p>
          <w:p w14:paraId="3BE19EED" w14:textId="0C2415DA" w:rsidR="00932AA4" w:rsidRPr="007603E5" w:rsidRDefault="00932AA4" w:rsidP="007603E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D7BDA">
              <w:rPr>
                <w:rFonts w:ascii="Verdana Pro Light" w:eastAsia="Arial Unicode MS" w:hAnsi="Verdana Pro Light" w:cs="Arial Unicode MS"/>
                <w:sz w:val="18"/>
                <w:szCs w:val="18"/>
              </w:rPr>
              <w:t>Exportar o modelo</w:t>
            </w:r>
            <w:r w:rsidR="00DD7BDA" w:rsidRPr="00DD7BD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no formato adequado</w:t>
            </w:r>
            <w:r w:rsidR="00DD7BD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="00DD7BDA" w:rsidRPr="00DD7BDA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configura</w:t>
            </w:r>
            <w:r w:rsidR="00DD7BD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 </w:t>
            </w:r>
            <w:r w:rsidR="00DD7BDA" w:rsidRPr="00DD7BD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parâmetros adicionais, como resolução de camadas, densidade de preenchimento e configurações de suporte, no software de </w:t>
            </w:r>
            <w:proofErr w:type="spellStart"/>
            <w:r w:rsidR="00DD7BDA" w:rsidRPr="00DD7BDA">
              <w:rPr>
                <w:rFonts w:ascii="Verdana Pro Light" w:eastAsia="Arial Unicode MS" w:hAnsi="Verdana Pro Light" w:cs="Arial Unicode MS"/>
                <w:sz w:val="18"/>
                <w:szCs w:val="18"/>
              </w:rPr>
              <w:t>fatiamento</w:t>
            </w:r>
            <w:proofErr w:type="spellEnd"/>
            <w:r w:rsidR="00DD7BDA" w:rsidRPr="00DD7BD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932AA4" w:rsidRPr="00136AD8" w14:paraId="621D4293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227978" w14:textId="77777777" w:rsidR="00932AA4" w:rsidRPr="001B353A" w:rsidRDefault="00932AA4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9AADF7" w14:textId="77777777" w:rsidR="00932AA4" w:rsidRPr="001B353A" w:rsidRDefault="00932AA4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1108724" w14:textId="77777777" w:rsidR="00932AA4" w:rsidRPr="001B353A" w:rsidRDefault="00932AA4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32AA4" w:rsidRPr="00136AD8" w14:paraId="79D6A6E6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FDAB8" w14:textId="77777777" w:rsidR="00932AA4" w:rsidRPr="009C7701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Desenvolvimento de projetos 2D/3D</w:t>
            </w:r>
          </w:p>
          <w:p w14:paraId="04C68C1B" w14:textId="77777777" w:rsidR="00932AA4" w:rsidRPr="009C7701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3D orientada para impressão</w:t>
            </w:r>
          </w:p>
          <w:p w14:paraId="4FF99151" w14:textId="77777777" w:rsidR="00932AA4" w:rsidRPr="009C7701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Dimensão dos modelos para impressão</w:t>
            </w:r>
          </w:p>
          <w:p w14:paraId="3448C265" w14:textId="77777777" w:rsidR="00932AA4" w:rsidRPr="009C7701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com precisão</w:t>
            </w:r>
          </w:p>
          <w:p w14:paraId="66565ABB" w14:textId="77777777" w:rsidR="00932AA4" w:rsidRPr="009C7701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Adequação da espessura</w:t>
            </w:r>
          </w:p>
          <w:p w14:paraId="19E3A110" w14:textId="77777777" w:rsidR="00932AA4" w:rsidRPr="009C7701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do detalhe do modelo 3D em função da escala de impressão</w:t>
            </w:r>
          </w:p>
          <w:p w14:paraId="4CA69038" w14:textId="77777777" w:rsidR="00932AA4" w:rsidRPr="009C7701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otimização para impressão</w:t>
            </w:r>
          </w:p>
          <w:p w14:paraId="2CF79108" w14:textId="77777777" w:rsidR="00932AA4" w:rsidRPr="009C7701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Funcionamento da impressão 3D</w:t>
            </w:r>
          </w:p>
          <w:p w14:paraId="3083ADD5" w14:textId="77777777" w:rsidR="00932AA4" w:rsidRPr="009C7701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Material da impressão por camada</w:t>
            </w:r>
          </w:p>
          <w:p w14:paraId="46B09A9F" w14:textId="77777777" w:rsidR="00932AA4" w:rsidRPr="009C7701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Melhores práticas de impressão 3D</w:t>
            </w:r>
          </w:p>
          <w:p w14:paraId="0028A23A" w14:textId="77777777" w:rsidR="00932AA4" w:rsidRPr="009C7701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impressão</w:t>
            </w:r>
          </w:p>
          <w:p w14:paraId="31E44418" w14:textId="77777777" w:rsidR="00932AA4" w:rsidRPr="009C7701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acabamento</w:t>
            </w:r>
          </w:p>
          <w:p w14:paraId="1D1508F7" w14:textId="77777777" w:rsidR="00932AA4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Parâmetros de qualidade de uma impressão 3D</w:t>
            </w:r>
          </w:p>
          <w:p w14:paraId="4B05AF17" w14:textId="77777777" w:rsidR="00932AA4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1AEA82" w14:textId="77777777" w:rsidR="00932AA4" w:rsidRPr="001B353A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35F50" w14:textId="77777777" w:rsidR="00932AA4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C04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modelação adequadas à impressão 3D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18C2AA0" w14:textId="77777777" w:rsidR="00932AA4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Utilização de </w:t>
            </w:r>
            <w:r w:rsidRPr="00BC04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software de modelação 3D</w:t>
            </w:r>
          </w:p>
          <w:p w14:paraId="194BF632" w14:textId="77777777" w:rsidR="00932AA4" w:rsidRPr="00517AA8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2C23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erir tolerâncias e folgas adequadas, considerando o material de impressão e as capacidades da impressora.</w:t>
            </w:r>
          </w:p>
          <w:p w14:paraId="1230AD3D" w14:textId="77777777" w:rsidR="00932AA4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2C23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e corrigir problemas potenciais no modelo que possam afetar a qualidade da impressão, como áreas sobrepostas complexas.</w:t>
            </w:r>
          </w:p>
          <w:p w14:paraId="7072C52A" w14:textId="77777777" w:rsidR="00932AA4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2C23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timizar estruturas do modelo visando economia de material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E02CB73" w14:textId="77777777" w:rsidR="00932AA4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2C23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cionar</w:t>
            </w:r>
            <w:r w:rsidRPr="002C23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apropriada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mente materiais</w:t>
            </w:r>
            <w:r w:rsidRPr="002C23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atender aos requisitos de resistência, flexibilidade e outras características.</w:t>
            </w:r>
          </w:p>
          <w:p w14:paraId="4C43E9E5" w14:textId="77777777" w:rsidR="00932AA4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2C23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reparar modelos para impressão usando software específico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470DE6A" w14:textId="77777777" w:rsidR="00932AA4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</w:t>
            </w:r>
            <w:r w:rsidRPr="002C23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rir e otimizar a colocação de suportes no modelo, minimizando o desperdício de material e facilitando a remoção após a impressão.</w:t>
            </w:r>
          </w:p>
          <w:p w14:paraId="59117BBF" w14:textId="77777777" w:rsidR="00932AA4" w:rsidRPr="00057283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2C23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erir a escala e resolução do modelo de forma a otimizar a qualidade da impressão.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5362A" w14:textId="77777777" w:rsidR="00932AA4" w:rsidRDefault="00932AA4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3EBBB2B0" w14:textId="77777777" w:rsidR="00932AA4" w:rsidRPr="00AE041A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41C2E414" w14:textId="77777777" w:rsidR="00932AA4" w:rsidRPr="00564406" w:rsidRDefault="00932AA4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6CB49A72" w14:textId="77777777" w:rsidR="00932AA4" w:rsidRPr="00564406" w:rsidRDefault="00932AA4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6795F6AE" w14:textId="77777777" w:rsidR="00932AA4" w:rsidRPr="00564406" w:rsidRDefault="00932AA4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7F25675F" w14:textId="77777777" w:rsidR="00932AA4" w:rsidRPr="00564406" w:rsidRDefault="00932AA4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58FB9282" w14:textId="77777777" w:rsidR="00932AA4" w:rsidRPr="00564406" w:rsidRDefault="00932AA4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46306DC0" w14:textId="77777777" w:rsidR="00932AA4" w:rsidRDefault="00932AA4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4AEF4780" w14:textId="77777777" w:rsidR="00932AA4" w:rsidRDefault="00932AA4" w:rsidP="00AD02F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5896D0CA" w14:textId="77777777" w:rsidR="00932AA4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D4C6AD" w14:textId="77777777" w:rsidR="00932AA4" w:rsidRPr="00057283" w:rsidRDefault="00932AA4" w:rsidP="00AD02F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ACDAD68" w14:textId="77777777" w:rsidR="00932AA4" w:rsidRDefault="00932AA4" w:rsidP="00932AA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F823F53" w14:textId="5F670810" w:rsidR="00932AA4" w:rsidRDefault="00932AA4" w:rsidP="00932AA4">
      <w:pPr>
        <w:rPr>
          <w:rFonts w:ascii="Verdana Pro Light" w:hAnsi="Verdana Pro Light"/>
          <w:smallCaps/>
        </w:rPr>
      </w:pPr>
    </w:p>
    <w:p w14:paraId="42C45D78" w14:textId="77777777" w:rsidR="00932AA4" w:rsidRPr="00F87025" w:rsidRDefault="00932AA4" w:rsidP="00932AA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242AA6D" w14:textId="77777777" w:rsidR="00932AA4" w:rsidRPr="00F20E6F" w:rsidRDefault="00932AA4" w:rsidP="00932AA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712E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Aplicar técnicas de modelação adequadas à impressão 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290C54E" w14:textId="77777777" w:rsidR="00932AA4" w:rsidRPr="0064164C" w:rsidRDefault="00932AA4" w:rsidP="00932AA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F25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F25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técnicas de modelação adequadas à impressão 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6EE138A" w14:textId="77777777" w:rsidR="00932AA4" w:rsidRPr="0064164C" w:rsidRDefault="00932AA4" w:rsidP="00932AA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Explicando as </w:t>
      </w:r>
      <w:r w:rsidRPr="00BF25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especificidades da impressão 3D, incluindo limitações de geometria, suportes, e resolução de camadas.</w:t>
      </w:r>
    </w:p>
    <w:p w14:paraId="46704337" w14:textId="77777777" w:rsidR="00932AA4" w:rsidRPr="0064164C" w:rsidRDefault="00932AA4" w:rsidP="00932AA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O</w:t>
      </w:r>
      <w:r w:rsidRPr="00BF25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timiza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BF25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 design </w:t>
      </w:r>
      <w:r w:rsidRPr="00BF25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para impressão 3D, como minimizar volumes de suporte e evitar ângulos de inclinação excessivos.</w:t>
      </w:r>
    </w:p>
    <w:p w14:paraId="5BCF63A7" w14:textId="77777777" w:rsidR="00932AA4" w:rsidRPr="0064164C" w:rsidRDefault="00932AA4" w:rsidP="00932AA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</w:t>
      </w:r>
      <w:r w:rsidRPr="00BF25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eri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F25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tolerâncias e folgas adequadas, considerando o material de impressão e as capacidades da impressora.</w:t>
      </w:r>
    </w:p>
    <w:p w14:paraId="3E2EF33B" w14:textId="77777777" w:rsidR="00932AA4" w:rsidRPr="0064164C" w:rsidRDefault="00932AA4" w:rsidP="00932AA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F25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identifica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F25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corrigi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F25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problemas potenciais no modelo que possam afetar a qualidade da impressão, como áreas sobrepostas ou geometrias complexas.</w:t>
      </w:r>
    </w:p>
    <w:p w14:paraId="2A35F80D" w14:textId="77777777" w:rsidR="00932AA4" w:rsidRPr="00136AD8" w:rsidRDefault="00932AA4" w:rsidP="00932AA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79C77D" w14:textId="77777777" w:rsidR="00932AA4" w:rsidRPr="00F87025" w:rsidRDefault="00932AA4" w:rsidP="00932AA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1E6EC2A" w14:textId="77777777" w:rsidR="00932AA4" w:rsidRDefault="00932AA4" w:rsidP="00932AA4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32FED483" w14:textId="77777777" w:rsidR="00932AA4" w:rsidRDefault="00932AA4" w:rsidP="00932AA4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752B637A" w14:textId="77777777" w:rsidR="00932AA4" w:rsidRPr="009227C5" w:rsidRDefault="00932AA4" w:rsidP="00932AA4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1C9440E0" w14:textId="77777777" w:rsidR="00932AA4" w:rsidRPr="009227C5" w:rsidRDefault="00932AA4" w:rsidP="00932AA4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E898718" w14:textId="77777777" w:rsidR="00932AA4" w:rsidRPr="00051C79" w:rsidRDefault="00932AA4" w:rsidP="00932AA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10ACFC" w14:textId="77777777" w:rsidR="00932AA4" w:rsidRPr="00F87025" w:rsidRDefault="00932AA4" w:rsidP="00932AA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3C936C3" w14:textId="77777777" w:rsidR="00932AA4" w:rsidRDefault="00932AA4" w:rsidP="00932AA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59468A04" w14:textId="77777777" w:rsidR="00932AA4" w:rsidRDefault="00932AA4" w:rsidP="00932AA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0229979E" w14:textId="77777777" w:rsidR="00932AA4" w:rsidRDefault="00932AA4" w:rsidP="00932AA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imagem</w:t>
      </w:r>
    </w:p>
    <w:p w14:paraId="10AA4BE9" w14:textId="77777777" w:rsidR="00932AA4" w:rsidRDefault="00932AA4" w:rsidP="00932AA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Modelação 3D</w:t>
      </w:r>
    </w:p>
    <w:p w14:paraId="702EF65F" w14:textId="77777777" w:rsidR="00932AA4" w:rsidRPr="00382A2A" w:rsidRDefault="00932AA4" w:rsidP="00932AA4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4AE8B5A" w14:textId="77777777" w:rsidR="00932AA4" w:rsidRPr="00051C79" w:rsidRDefault="00932AA4" w:rsidP="00932AA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24EAD0" w14:textId="77777777" w:rsidR="00932AA4" w:rsidRPr="00F87025" w:rsidRDefault="00932AA4" w:rsidP="00932AA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E5115B6" w14:textId="77777777" w:rsidR="00932AA4" w:rsidRPr="00051C79" w:rsidRDefault="00932AA4" w:rsidP="00932AA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BAD364" w14:textId="77777777" w:rsidR="00932AA4" w:rsidRPr="00051C79" w:rsidRDefault="00932AA4" w:rsidP="00932AA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4C68F0" w14:textId="77777777" w:rsidR="00932AA4" w:rsidRPr="00051C79" w:rsidRDefault="00932AA4" w:rsidP="00932AA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2BDADA8" w14:textId="2F628F36" w:rsidR="00932AA4" w:rsidRDefault="00932AA4" w:rsidP="00932AA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44A6F" w:rsidRPr="00136AD8" w14:paraId="0261743C" w14:textId="77777777" w:rsidTr="00AD02F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AACA68F" w14:textId="315D3EF8" w:rsidR="00844A6F" w:rsidRPr="00136AD8" w:rsidRDefault="00844A6F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4A711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C7EAA8B" w14:textId="77777777" w:rsidR="00844A6F" w:rsidRPr="009C256C" w:rsidRDefault="00844A6F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Conceber</w:t>
            </w:r>
            <w:r w:rsidRPr="00F27BE4">
              <w:t xml:space="preserve"> narrativa</w:t>
            </w:r>
            <w:r>
              <w:t>s</w:t>
            </w:r>
            <w:r w:rsidRPr="00F27BE4">
              <w:t xml:space="preserve"> audiovisua</w:t>
            </w:r>
            <w:r>
              <w:t>is</w:t>
            </w:r>
            <w:r w:rsidRPr="00F27BE4">
              <w:t>.</w:t>
            </w:r>
          </w:p>
        </w:tc>
      </w:tr>
      <w:tr w:rsidR="00844A6F" w:rsidRPr="00136AD8" w14:paraId="4C39FED4" w14:textId="77777777" w:rsidTr="00AD02F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FB4DE30" w14:textId="472B9016" w:rsidR="00844A6F" w:rsidRPr="00136AD8" w:rsidRDefault="00844A6F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06559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08BCC0B8" w14:textId="77777777" w:rsidR="00844A6F" w:rsidRPr="00136AD8" w:rsidRDefault="00844A6F" w:rsidP="00AD02F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Linguagem Audiovisual.</w:t>
            </w:r>
          </w:p>
        </w:tc>
      </w:tr>
    </w:tbl>
    <w:p w14:paraId="67F1D664" w14:textId="77777777" w:rsidR="00844A6F" w:rsidRPr="00136AD8" w:rsidRDefault="00844A6F" w:rsidP="00844A6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3BAB031" w14:textId="77777777" w:rsidR="00844A6F" w:rsidRDefault="00844A6F" w:rsidP="00844A6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C0616EC" w14:textId="77777777" w:rsidR="00844A6F" w:rsidRDefault="00844A6F" w:rsidP="00844A6F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40AA54BE" w14:textId="77777777" w:rsidR="00844A6F" w:rsidRPr="00136AD8" w:rsidRDefault="00844A6F" w:rsidP="00844A6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44A6F" w:rsidRPr="00136AD8" w14:paraId="4F2216AE" w14:textId="77777777" w:rsidTr="00AD02F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81E459" w14:textId="77777777" w:rsidR="00844A6F" w:rsidRPr="009B0242" w:rsidRDefault="00844A6F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Cs/>
                <w:smallCaps/>
                <w:sz w:val="18"/>
                <w:szCs w:val="18"/>
              </w:rPr>
            </w:pPr>
            <w:r w:rsidRPr="009B0242">
              <w:rPr>
                <w:rFonts w:ascii="Verdana Pro Light" w:eastAsia="Arial Unicode MS" w:hAnsi="Verdana Pro Light" w:cs="Arial Unicode MS"/>
                <w:bCs/>
                <w:smallCaps/>
                <w:sz w:val="18"/>
                <w:szCs w:val="18"/>
              </w:rPr>
              <w:t>Realizações</w:t>
            </w:r>
          </w:p>
        </w:tc>
      </w:tr>
      <w:tr w:rsidR="00844A6F" w:rsidRPr="00136AD8" w14:paraId="6870414C" w14:textId="77777777" w:rsidTr="00AD02F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CCDDB6" w14:textId="77777777" w:rsidR="00844A6F" w:rsidRPr="00C218FF" w:rsidRDefault="00844A6F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</w:pP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R1. </w:t>
            </w:r>
            <w:r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Escolher</w:t>
            </w: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 a relação de escala de plano de imagem/som.</w:t>
            </w:r>
          </w:p>
          <w:p w14:paraId="73627A69" w14:textId="77777777" w:rsidR="00844A6F" w:rsidRPr="00C218FF" w:rsidRDefault="00844A6F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</w:pP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R2.</w:t>
            </w: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Realizar</w:t>
            </w: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a </w:t>
            </w: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continuidade de som e imagem</w:t>
            </w:r>
            <w:r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 ou efeito </w:t>
            </w:r>
            <w:proofErr w:type="spellStart"/>
            <w:r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raccord</w:t>
            </w:r>
            <w:proofErr w:type="spellEnd"/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.</w:t>
            </w:r>
          </w:p>
          <w:p w14:paraId="23FF128B" w14:textId="77777777" w:rsidR="00844A6F" w:rsidRPr="00C218FF" w:rsidRDefault="00844A6F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</w:pP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R3.</w:t>
            </w: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Criar narrativas explorando</w:t>
            </w: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 várias teorias da linguagem audiovisual.</w:t>
            </w:r>
          </w:p>
          <w:p w14:paraId="0B7736D7" w14:textId="77777777" w:rsidR="00844A6F" w:rsidRDefault="00844A6F" w:rsidP="00AD02F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</w:pP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R4.</w:t>
            </w: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Selecionar o</w:t>
            </w: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 géner</w:t>
            </w:r>
            <w:r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o</w:t>
            </w: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 cinematográfic</w:t>
            </w:r>
            <w:r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o para a narrativa</w:t>
            </w: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.</w:t>
            </w:r>
          </w:p>
          <w:p w14:paraId="73B10095" w14:textId="216126D3" w:rsidR="00844A6F" w:rsidRPr="006F4855" w:rsidRDefault="00844A6F" w:rsidP="006F485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ab/>
              <w:t>Produzir um</w:t>
            </w:r>
            <w:r w:rsidR="006F4855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 guião</w:t>
            </w:r>
          </w:p>
        </w:tc>
      </w:tr>
      <w:tr w:rsidR="00844A6F" w:rsidRPr="00136AD8" w14:paraId="32CDFBA5" w14:textId="77777777" w:rsidTr="00AD02F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85F37A" w14:textId="77777777" w:rsidR="00844A6F" w:rsidRPr="001B353A" w:rsidRDefault="00844A6F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DA5440" w14:textId="77777777" w:rsidR="00844A6F" w:rsidRPr="001B353A" w:rsidRDefault="00844A6F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8DF1FA6" w14:textId="77777777" w:rsidR="00844A6F" w:rsidRPr="001B353A" w:rsidRDefault="00844A6F" w:rsidP="00AD02F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44A6F" w:rsidRPr="00136AD8" w14:paraId="4E576115" w14:textId="77777777" w:rsidTr="00AD02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BC8B4" w14:textId="77777777" w:rsidR="00844A6F" w:rsidRPr="00D64B22" w:rsidRDefault="00844A6F" w:rsidP="00844A6F">
            <w:pPr>
              <w:pStyle w:val="PargrafodaLista"/>
              <w:numPr>
                <w:ilvl w:val="0"/>
                <w:numId w:val="4"/>
              </w:numPr>
              <w:tabs>
                <w:tab w:val="left" w:pos="432"/>
              </w:tabs>
              <w:spacing w:before="120" w:after="0" w:line="276" w:lineRule="auto"/>
              <w:ind w:left="0" w:firstLine="88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64B2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Origem histórica do audiovisual</w:t>
            </w:r>
          </w:p>
          <w:p w14:paraId="478F5A1C" w14:textId="77777777" w:rsidR="00844A6F" w:rsidRPr="00D64B22" w:rsidRDefault="00844A6F" w:rsidP="00844A6F">
            <w:pPr>
              <w:pStyle w:val="PargrafodaLista"/>
              <w:numPr>
                <w:ilvl w:val="0"/>
                <w:numId w:val="4"/>
              </w:numPr>
              <w:tabs>
                <w:tab w:val="left" w:pos="432"/>
              </w:tabs>
              <w:spacing w:after="0" w:line="276" w:lineRule="auto"/>
              <w:ind w:left="46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4B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audiovisual</w:t>
            </w:r>
          </w:p>
          <w:p w14:paraId="6180D144" w14:textId="77777777" w:rsidR="00844A6F" w:rsidRPr="00D64B22" w:rsidRDefault="00844A6F" w:rsidP="00844A6F">
            <w:pPr>
              <w:pStyle w:val="PargrafodaLista"/>
              <w:numPr>
                <w:ilvl w:val="0"/>
                <w:numId w:val="4"/>
              </w:numPr>
              <w:tabs>
                <w:tab w:val="left" w:pos="432"/>
              </w:tabs>
              <w:spacing w:after="0" w:line="276" w:lineRule="auto"/>
              <w:ind w:left="46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4B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Fatores sociais e culturais</w:t>
            </w:r>
          </w:p>
          <w:p w14:paraId="25E90987" w14:textId="77777777" w:rsidR="00844A6F" w:rsidRPr="00D64B22" w:rsidRDefault="00844A6F" w:rsidP="00844A6F">
            <w:pPr>
              <w:pStyle w:val="PargrafodaLista"/>
              <w:numPr>
                <w:ilvl w:val="0"/>
                <w:numId w:val="4"/>
              </w:numPr>
              <w:tabs>
                <w:tab w:val="left" w:pos="432"/>
              </w:tabs>
              <w:spacing w:after="0" w:line="276" w:lineRule="auto"/>
              <w:ind w:left="46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4B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Perspetivas do espaço visual</w:t>
            </w:r>
          </w:p>
          <w:p w14:paraId="781F4220" w14:textId="77777777" w:rsidR="00844A6F" w:rsidRPr="00AF4966" w:rsidRDefault="00844A6F" w:rsidP="00844A6F">
            <w:pPr>
              <w:pStyle w:val="PargrafodaLista"/>
              <w:numPr>
                <w:ilvl w:val="0"/>
                <w:numId w:val="4"/>
              </w:numPr>
              <w:tabs>
                <w:tab w:val="left" w:pos="432"/>
              </w:tabs>
              <w:spacing w:before="120" w:after="0" w:line="276" w:lineRule="auto"/>
              <w:ind w:left="0" w:firstLine="88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64B2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Evolução histórica dos principais meios audiovisuais</w:t>
            </w:r>
          </w:p>
          <w:p w14:paraId="6238CDC5" w14:textId="77777777" w:rsidR="00844A6F" w:rsidRPr="00D64B22" w:rsidRDefault="00844A6F" w:rsidP="00844A6F">
            <w:pPr>
              <w:pStyle w:val="PargrafodaLista"/>
              <w:numPr>
                <w:ilvl w:val="0"/>
                <w:numId w:val="4"/>
              </w:numPr>
              <w:tabs>
                <w:tab w:val="left" w:pos="432"/>
              </w:tabs>
              <w:spacing w:before="120" w:after="0" w:line="276" w:lineRule="auto"/>
              <w:ind w:left="0" w:firstLine="88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64B2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Início da era do espaço virtual</w:t>
            </w:r>
          </w:p>
          <w:p w14:paraId="383ADA0E" w14:textId="77777777" w:rsidR="00844A6F" w:rsidRPr="00D64B22" w:rsidRDefault="00844A6F" w:rsidP="00844A6F">
            <w:pPr>
              <w:pStyle w:val="PargrafodaLista"/>
              <w:numPr>
                <w:ilvl w:val="0"/>
                <w:numId w:val="4"/>
              </w:numPr>
              <w:tabs>
                <w:tab w:val="left" w:pos="432"/>
              </w:tabs>
              <w:spacing w:before="120" w:after="0" w:line="276" w:lineRule="auto"/>
              <w:ind w:left="0" w:firstLine="88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64B2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Espaço virtual como fator difusor do audiovisual</w:t>
            </w:r>
          </w:p>
          <w:p w14:paraId="44CC1C9C" w14:textId="77777777" w:rsidR="00844A6F" w:rsidRPr="00226C26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64B2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Julgamento estético e social do audiovisual</w:t>
            </w:r>
          </w:p>
          <w:p w14:paraId="6572581F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  <w:t>Imagem</w:t>
            </w:r>
          </w:p>
          <w:p w14:paraId="6EAB9A17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Espaço, tempo e ação</w:t>
            </w:r>
          </w:p>
          <w:p w14:paraId="484355B9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 pintura como referência</w:t>
            </w:r>
          </w:p>
          <w:p w14:paraId="5A3C6D4D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Enquadramento e composição</w:t>
            </w:r>
          </w:p>
          <w:p w14:paraId="5B3A0DAB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Escala de planos</w:t>
            </w:r>
          </w:p>
          <w:p w14:paraId="5D2B4C22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Movimentos de câmara e profundidade de campo</w:t>
            </w:r>
          </w:p>
          <w:p w14:paraId="6114AD95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</w:t>
            </w:r>
          </w:p>
          <w:p w14:paraId="71542948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Ângulos de câmara</w:t>
            </w:r>
          </w:p>
          <w:p w14:paraId="44C0AE89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Tipos de Lentes</w:t>
            </w:r>
          </w:p>
          <w:p w14:paraId="2EF48F85" w14:textId="77777777" w:rsidR="00844A6F" w:rsidRPr="00D734C3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734C3"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  <w:t>Som</w:t>
            </w:r>
          </w:p>
          <w:p w14:paraId="77329B4F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Música</w:t>
            </w:r>
          </w:p>
          <w:p w14:paraId="6B7D162A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Voz</w:t>
            </w:r>
          </w:p>
          <w:p w14:paraId="38C83BD3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Ambiente e silêncio</w:t>
            </w:r>
          </w:p>
          <w:p w14:paraId="74ABDD26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Contraponto sonoro</w:t>
            </w:r>
          </w:p>
          <w:p w14:paraId="004FF04C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Perspetiva sonora</w:t>
            </w:r>
          </w:p>
          <w:p w14:paraId="15C23FE5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Leitmotiv e voz </w:t>
            </w:r>
            <w:proofErr w:type="spellStart"/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off</w:t>
            </w:r>
            <w:proofErr w:type="spellEnd"/>
          </w:p>
          <w:p w14:paraId="5819F514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Som direto</w:t>
            </w:r>
          </w:p>
          <w:p w14:paraId="76DBF402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Efeitos sonoros</w:t>
            </w:r>
          </w:p>
          <w:p w14:paraId="6F2CEAC8" w14:textId="77777777" w:rsidR="00844A6F" w:rsidRPr="00D734C3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734C3"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Montagem</w:t>
            </w:r>
          </w:p>
          <w:p w14:paraId="2937F6D0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plano como unidade base do filme</w:t>
            </w:r>
          </w:p>
          <w:p w14:paraId="630462A7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Narrativa, rítmica e intelectual</w:t>
            </w:r>
          </w:p>
          <w:p w14:paraId="3A497962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Narrativa linear, paralela, alternada e invertida</w:t>
            </w:r>
          </w:p>
          <w:p w14:paraId="2FC280D7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Raccord</w:t>
            </w:r>
            <w:proofErr w:type="spellEnd"/>
          </w:p>
          <w:p w14:paraId="53D58295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Pontuação</w:t>
            </w:r>
          </w:p>
          <w:p w14:paraId="40FF7D19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Figuras de estilo</w:t>
            </w:r>
          </w:p>
          <w:p w14:paraId="246F024C" w14:textId="77777777" w:rsidR="00844A6F" w:rsidRPr="00D734C3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734C3"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  <w:t>Cenário</w:t>
            </w:r>
          </w:p>
          <w:p w14:paraId="51B7EBC2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Luz e cor</w:t>
            </w:r>
          </w:p>
          <w:p w14:paraId="17DC5CA0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Interior ou exterior</w:t>
            </w:r>
          </w:p>
          <w:p w14:paraId="7BDA3638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Natural </w:t>
            </w:r>
            <w:proofErr w:type="spellStart"/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vs</w:t>
            </w:r>
            <w:proofErr w:type="spellEnd"/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artificial</w:t>
            </w:r>
          </w:p>
          <w:p w14:paraId="7D5F0936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valor psicológico e dramático do cenário e da luz</w:t>
            </w:r>
          </w:p>
          <w:p w14:paraId="41F15B05" w14:textId="77777777" w:rsidR="00844A6F" w:rsidRPr="00325332" w:rsidRDefault="00844A6F" w:rsidP="00844A6F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Arquitetura dos espaços</w:t>
            </w:r>
          </w:p>
          <w:p w14:paraId="633DB923" w14:textId="77777777" w:rsidR="00844A6F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734C3"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  <w:t>Realização e atores</w:t>
            </w:r>
          </w:p>
          <w:p w14:paraId="51F46A40" w14:textId="77777777" w:rsidR="00844A6F" w:rsidRPr="00AF4966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E559D"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  <w:t>Escrita. Argumento, tema e sinopse</w:t>
            </w:r>
          </w:p>
          <w:p w14:paraId="289D00BA" w14:textId="77777777" w:rsidR="00844A6F" w:rsidRPr="0054390B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4390B"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  <w:t>Estruturas narrativas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1B37E" w14:textId="77777777" w:rsidR="00844A6F" w:rsidRDefault="00844A6F" w:rsidP="00844A6F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6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Entender </w:t>
            </w:r>
            <w:r w:rsidRPr="00484F4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cronologia geral da história da média e da comunicação.</w:t>
            </w:r>
          </w:p>
          <w:p w14:paraId="4FBFAD08" w14:textId="77777777" w:rsidR="00844A6F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4F67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nalisar como os meios audiovisuais refletem e influenciam a sociedade e a cultura ao longo do tempo.</w:t>
            </w:r>
          </w:p>
          <w:p w14:paraId="075DF7F5" w14:textId="77777777" w:rsidR="00844A6F" w:rsidRDefault="00844A6F" w:rsidP="00844A6F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F67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pesquisa histórica, consultando fontes primárias e secundárias para obter informações sobre o desenvolvimento dos meios audiovisuais.</w:t>
            </w:r>
          </w:p>
          <w:p w14:paraId="3AFE22A2" w14:textId="77777777" w:rsidR="00844A6F" w:rsidRDefault="00844A6F" w:rsidP="00844A6F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1C2D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os diferentes 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1C2D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neros narrativos, como drama, comédia, suspense, ficção científica, documentário, entre outros.</w:t>
            </w:r>
          </w:p>
          <w:p w14:paraId="42837645" w14:textId="77777777" w:rsidR="00844A6F" w:rsidRDefault="00844A6F" w:rsidP="00844A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1C2D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econhecer as estruturas narrativas comuns, incluindo o desenvolvimento de personagens, conflito, clímax e resolução, em diferentes formas de narrativas audiovisuais.</w:t>
            </w:r>
          </w:p>
          <w:p w14:paraId="485D119A" w14:textId="77777777" w:rsidR="00844A6F" w:rsidRDefault="00844A6F" w:rsidP="00844A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1C2D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estilos de direção influenciam a forma como a história é contada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579274C" w14:textId="77777777" w:rsidR="00844A6F" w:rsidRDefault="00844A6F" w:rsidP="00844A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064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econhecer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</w:t>
            </w:r>
            <w:r w:rsidRPr="008064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guionismo</w:t>
            </w:r>
            <w:proofErr w:type="spellEnd"/>
            <w:r w:rsidRPr="008064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como flashbacks, narração não linear, diálogos, monólogos, e outras ferramentas utilizadas para construir narrativas envolventes.</w:t>
            </w:r>
          </w:p>
          <w:p w14:paraId="03E56D19" w14:textId="77777777" w:rsidR="00844A6F" w:rsidRDefault="00844A6F" w:rsidP="00844A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</w:t>
            </w:r>
            <w:r w:rsidRPr="008064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como elementos visuais, como cenários, figurinos, cinematografia, e elementos sonoros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8064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contribuem para a narrativa.</w:t>
            </w:r>
          </w:p>
          <w:p w14:paraId="13970D6F" w14:textId="77777777" w:rsidR="00844A6F" w:rsidRDefault="00844A6F" w:rsidP="00844A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8064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iferenciar entre narrativas seriadas e episódicas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4EB1B64" w14:textId="77777777" w:rsidR="00844A6F" w:rsidRDefault="00844A6F" w:rsidP="00844A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064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uma análise crítica das escolhas narrativas.</w:t>
            </w:r>
          </w:p>
          <w:p w14:paraId="6A868A6A" w14:textId="77777777" w:rsidR="00844A6F" w:rsidRPr="00057283" w:rsidRDefault="00844A6F" w:rsidP="00844A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790276" w14:textId="77777777" w:rsidR="00844A6F" w:rsidRPr="0020338E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2B604FAC" w14:textId="77777777" w:rsidR="00844A6F" w:rsidRPr="0020338E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28DD350E" w14:textId="77777777" w:rsidR="00844A6F" w:rsidRPr="0020338E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49491D12" w14:textId="77777777" w:rsidR="00844A6F" w:rsidRPr="0020338E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14ED2438" w14:textId="77777777" w:rsidR="00844A6F" w:rsidRPr="0020338E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6893224D" w14:textId="77777777" w:rsidR="00844A6F" w:rsidRPr="0020338E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6F97D962" w14:textId="77777777" w:rsidR="00844A6F" w:rsidRPr="0020338E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2F7B76A5" w14:textId="77777777" w:rsidR="00844A6F" w:rsidRPr="0020338E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2E835D1A" w14:textId="77777777" w:rsidR="00844A6F" w:rsidRPr="0020338E" w:rsidRDefault="00844A6F" w:rsidP="00844A6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00977B07" w14:textId="77777777" w:rsidR="00844A6F" w:rsidRPr="00057283" w:rsidRDefault="00844A6F" w:rsidP="00844A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8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9343C8C" w14:textId="77777777" w:rsidR="00844A6F" w:rsidRDefault="00844A6F" w:rsidP="00844A6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403849A" w14:textId="77777777" w:rsidR="00844A6F" w:rsidRPr="00F87025" w:rsidRDefault="00844A6F" w:rsidP="00844A6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smallCaps/>
        </w:rPr>
        <w:br w:type="page"/>
      </w: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602D533" w14:textId="77777777" w:rsidR="00844A6F" w:rsidRPr="00F20E6F" w:rsidRDefault="00844A6F" w:rsidP="00844A6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Conceber</w:t>
      </w:r>
      <w:r w:rsidRPr="007111F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narrativa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s</w:t>
      </w:r>
      <w:r w:rsidRPr="007111F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audiovisua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5B9C36B" w14:textId="77777777" w:rsidR="00844A6F" w:rsidRPr="00564406" w:rsidRDefault="00844A6F" w:rsidP="00844A6F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1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entendimento das estruturas narrativas, incluindo a introdução de personagens, desenvolvimento do enredo, clímax e resolução.</w:t>
      </w:r>
    </w:p>
    <w:p w14:paraId="328ABB0F" w14:textId="77777777" w:rsidR="00844A6F" w:rsidRDefault="00844A6F" w:rsidP="00844A6F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D2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dentifica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os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estilos de direção específicos e compreender como esses estilos impactam a narrativa e a experiência do espectador.</w:t>
      </w:r>
    </w:p>
    <w:p w14:paraId="0F370A77" w14:textId="77777777" w:rsidR="00844A6F" w:rsidRDefault="00844A6F" w:rsidP="00844A6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3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nalisa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as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narrativas em 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é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dias interativas, considerando as escolhas do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utilizador 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 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seu impacto na progressão da história.</w:t>
      </w:r>
    </w:p>
    <w:p w14:paraId="4D992CCE" w14:textId="77777777" w:rsidR="00844A6F" w:rsidRDefault="00844A6F" w:rsidP="00844A6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58AFCF" w14:textId="77777777" w:rsidR="00844A6F" w:rsidRPr="00136AD8" w:rsidRDefault="00844A6F" w:rsidP="00844A6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5D4AED" w14:textId="77777777" w:rsidR="00844A6F" w:rsidRPr="00F87025" w:rsidRDefault="00844A6F" w:rsidP="00844A6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F103ED1" w14:textId="77777777" w:rsidR="00844A6F" w:rsidRPr="00984B30" w:rsidRDefault="00844A6F" w:rsidP="00844A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7D468DCC" w14:textId="77777777" w:rsidR="00844A6F" w:rsidRPr="00984B30" w:rsidRDefault="00844A6F" w:rsidP="00844A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6BABBF4" w14:textId="77777777" w:rsidR="00844A6F" w:rsidRPr="00984B30" w:rsidRDefault="00844A6F" w:rsidP="00844A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4C94866" w14:textId="77777777" w:rsidR="00844A6F" w:rsidRPr="00984B30" w:rsidRDefault="00844A6F" w:rsidP="00844A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8EB32D8" w14:textId="77777777" w:rsidR="00844A6F" w:rsidRPr="00051C79" w:rsidRDefault="00844A6F" w:rsidP="00844A6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0A4E61" w14:textId="77777777" w:rsidR="00844A6F" w:rsidRPr="00F87025" w:rsidRDefault="00844A6F" w:rsidP="00844A6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06DA4C6" w14:textId="77777777" w:rsidR="00844A6F" w:rsidRPr="00564406" w:rsidRDefault="00844A6F" w:rsidP="00844A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ligado à internet.</w:t>
      </w:r>
    </w:p>
    <w:p w14:paraId="295708FD" w14:textId="77777777" w:rsidR="00844A6F" w:rsidRPr="00564406" w:rsidRDefault="00844A6F" w:rsidP="00844A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B008936" w14:textId="77777777" w:rsidR="00844A6F" w:rsidRPr="00501DC8" w:rsidRDefault="00844A6F" w:rsidP="00844A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E9C920B" w14:textId="77777777" w:rsidR="00844A6F" w:rsidRDefault="00844A6F" w:rsidP="00844A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79B7707" w14:textId="77777777" w:rsidR="00844A6F" w:rsidRDefault="00844A6F" w:rsidP="00844A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23228E0" w14:textId="77777777" w:rsidR="00844A6F" w:rsidRPr="00501DC8" w:rsidRDefault="00844A6F" w:rsidP="00844A6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956F157" w14:textId="77777777" w:rsidR="00844A6F" w:rsidRPr="00051C79" w:rsidRDefault="00844A6F" w:rsidP="00844A6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7579E3" w14:textId="77777777" w:rsidR="00844A6F" w:rsidRPr="00F87025" w:rsidRDefault="00844A6F" w:rsidP="00844A6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0D1C6CA" w14:textId="77777777" w:rsidR="00844A6F" w:rsidRPr="00051C79" w:rsidRDefault="00844A6F" w:rsidP="00844A6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AC41E9A" w14:textId="77777777" w:rsidR="00844A6F" w:rsidRPr="00051C79" w:rsidRDefault="00844A6F" w:rsidP="00844A6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0D6F761" w14:textId="77777777" w:rsidR="00844A6F" w:rsidRPr="00051C79" w:rsidRDefault="00844A6F" w:rsidP="00844A6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67385D" w14:textId="60FB02D6" w:rsidR="00FF4F58" w:rsidRPr="00051C79" w:rsidRDefault="00FF4F58" w:rsidP="0013724B">
      <w:pPr>
        <w:rPr>
          <w:rFonts w:ascii="Verdana Pro Light" w:hAnsi="Verdana Pro Light"/>
          <w:smallCaps/>
        </w:rPr>
      </w:pPr>
    </w:p>
    <w:p w14:paraId="03E9FF63" w14:textId="77777777" w:rsidR="00FF4F58" w:rsidRDefault="00FF4F58" w:rsidP="00FF4F5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C4B7C" w:rsidRPr="00136AD8" w14:paraId="27A9B710" w14:textId="77777777" w:rsidTr="005874B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2F723E6" w14:textId="514E2F91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06559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5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E290B78" w14:textId="4F1563B6" w:rsidR="005C4B7C" w:rsidRPr="009C256C" w:rsidRDefault="00F37CA4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11" w:name="_Hlk155277058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</w:t>
            </w:r>
            <w:r w:rsidR="005C4B7C" w:rsidRPr="005C4B7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desenho de produto</w:t>
            </w:r>
            <w:bookmarkEnd w:id="11"/>
          </w:p>
        </w:tc>
      </w:tr>
      <w:tr w:rsidR="005C4B7C" w:rsidRPr="00136AD8" w14:paraId="09174A4A" w14:textId="77777777" w:rsidTr="005874B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4E0AAB1" w14:textId="039B2243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F4739E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2A0125E3" w14:textId="77777777" w:rsidR="005C4B7C" w:rsidRPr="00136AD8" w:rsidRDefault="004E52B9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Desenho de produto</w:t>
            </w:r>
          </w:p>
        </w:tc>
      </w:tr>
    </w:tbl>
    <w:p w14:paraId="5D899DAC" w14:textId="77777777" w:rsidR="005C4B7C" w:rsidRPr="00136AD8" w:rsidRDefault="005C4B7C" w:rsidP="005C4B7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372B072" w14:textId="77777777" w:rsidR="005C4B7C" w:rsidRPr="003200F2" w:rsidRDefault="005C4B7C" w:rsidP="005C4B7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1E7BA89" w14:textId="77777777" w:rsidR="005C4B7C" w:rsidRPr="00136AD8" w:rsidRDefault="005C4B7C" w:rsidP="005C4B7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C4B7C" w:rsidRPr="00136AD8" w14:paraId="286E257C" w14:textId="77777777" w:rsidTr="005874B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EC11A8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C4B7C" w:rsidRPr="00136AD8" w14:paraId="7600F85A" w14:textId="77777777" w:rsidTr="005874B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A0DC84" w14:textId="5574D595" w:rsidR="004E52B9" w:rsidRPr="004E52B9" w:rsidRDefault="005C4B7C" w:rsidP="004E52B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83C31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uma pesquisa de mercado, definir</w:t>
            </w:r>
            <w:r w:rsidR="00C3728B" w:rsidRPr="00C3728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objetivos do projeto, especificações do produto, público-alvo e os requisitos de desempenho</w:t>
            </w:r>
          </w:p>
          <w:p w14:paraId="4A387EF5" w14:textId="09EB8176" w:rsidR="004E52B9" w:rsidRPr="004E52B9" w:rsidRDefault="004E52B9" w:rsidP="004E52B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E52B9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4E52B9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3728B" w:rsidRPr="00C3728B">
              <w:rPr>
                <w:rFonts w:ascii="Verdana Pro Light" w:eastAsia="Arial Unicode MS" w:hAnsi="Verdana Pro Light" w:cs="Arial Unicode MS"/>
                <w:sz w:val="18"/>
                <w:szCs w:val="18"/>
              </w:rPr>
              <w:t>Experiment</w:t>
            </w:r>
            <w:r w:rsidR="00C3728B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C3728B" w:rsidRPr="00C3728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diferentes abordagens para resolver os desafios do design e gerar conceitos inovadores</w:t>
            </w:r>
          </w:p>
          <w:p w14:paraId="746B5006" w14:textId="67CCBFB4" w:rsidR="004E52B9" w:rsidRPr="004E52B9" w:rsidRDefault="004E52B9" w:rsidP="004E52B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E52B9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4E52B9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67C51">
              <w:rPr>
                <w:rFonts w:ascii="Verdana Pro Light" w:eastAsia="Arial Unicode MS" w:hAnsi="Verdana Pro Light" w:cs="Arial Unicode MS"/>
                <w:sz w:val="18"/>
                <w:szCs w:val="18"/>
              </w:rPr>
              <w:t>Tr</w:t>
            </w:r>
            <w:r w:rsidR="00767C51" w:rsidRPr="00767C51">
              <w:rPr>
                <w:rFonts w:ascii="Verdana Pro Light" w:eastAsia="Arial Unicode MS" w:hAnsi="Verdana Pro Light" w:cs="Arial Unicode MS"/>
                <w:sz w:val="18"/>
                <w:szCs w:val="18"/>
              </w:rPr>
              <w:t>ansform</w:t>
            </w:r>
            <w:r w:rsidR="00767C51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767C51" w:rsidRPr="00767C5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conceitos selecionados em protótipos tangíveis.</w:t>
            </w:r>
          </w:p>
          <w:p w14:paraId="00090B3E" w14:textId="121452A0" w:rsidR="005C4B7C" w:rsidRPr="00F4739E" w:rsidRDefault="004E52B9" w:rsidP="00F473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E52B9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4E52B9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67C51">
              <w:rPr>
                <w:rFonts w:ascii="Verdana Pro Light" w:eastAsia="Arial Unicode MS" w:hAnsi="Verdana Pro Light" w:cs="Arial Unicode MS"/>
                <w:sz w:val="18"/>
                <w:szCs w:val="18"/>
              </w:rPr>
              <w:t>D</w:t>
            </w:r>
            <w:r w:rsidR="00767C51" w:rsidRPr="00767C51">
              <w:rPr>
                <w:rFonts w:ascii="Verdana Pro Light" w:eastAsia="Arial Unicode MS" w:hAnsi="Verdana Pro Light" w:cs="Arial Unicode MS"/>
                <w:sz w:val="18"/>
                <w:szCs w:val="18"/>
              </w:rPr>
              <w:t>esenvolv</w:t>
            </w:r>
            <w:r w:rsidR="00767C51">
              <w:rPr>
                <w:rFonts w:ascii="Verdana Pro Light" w:eastAsia="Arial Unicode MS" w:hAnsi="Verdana Pro Light" w:cs="Arial Unicode MS"/>
                <w:sz w:val="18"/>
                <w:szCs w:val="18"/>
              </w:rPr>
              <w:t>er</w:t>
            </w:r>
            <w:r w:rsidR="00767C51" w:rsidRPr="00767C5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design final do produto, incluindo todos os detalhes de engenharia, especificações de materiais, tolerâncias e acabamentos.</w:t>
            </w:r>
          </w:p>
        </w:tc>
      </w:tr>
      <w:tr w:rsidR="005C4B7C" w:rsidRPr="00136AD8" w14:paraId="2495CEB4" w14:textId="77777777" w:rsidTr="005874B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4482B2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569A71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66FA83C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542E4" w:rsidRPr="00136AD8" w14:paraId="3F960A20" w14:textId="77777777" w:rsidTr="005874B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79F1E" w14:textId="77777777" w:rsidR="00637CEC" w:rsidRPr="00FB5DA8" w:rsidRDefault="00637CEC" w:rsidP="00637C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B5DA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Design, criatividade e inovação</w:t>
            </w:r>
          </w:p>
          <w:p w14:paraId="650FFF90" w14:textId="77777777" w:rsidR="00637CEC" w:rsidRPr="00637CEC" w:rsidRDefault="00637CEC" w:rsidP="00FB5D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Design como uma dimensão da oferta económica e valor acrescentado para a empresa</w:t>
            </w:r>
          </w:p>
          <w:p w14:paraId="31CC23F6" w14:textId="77777777" w:rsidR="00637CEC" w:rsidRPr="00637CEC" w:rsidRDefault="00637CEC" w:rsidP="00FB5D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Expectativas do consumidor, do produto ao serviço</w:t>
            </w:r>
          </w:p>
          <w:p w14:paraId="7F8C5660" w14:textId="77777777" w:rsidR="00637CEC" w:rsidRPr="00637CEC" w:rsidRDefault="00637CEC" w:rsidP="00FB5D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Aspetos e ferramentas de posicionamento de produto, matrizes e outras ferramentas de síntese e análise de mercado</w:t>
            </w:r>
          </w:p>
          <w:p w14:paraId="45DAA20D" w14:textId="77777777" w:rsidR="00637CEC" w:rsidRPr="00FB5DA8" w:rsidRDefault="00637CEC" w:rsidP="00637C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B5DA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Design e desenvolvimento</w:t>
            </w:r>
          </w:p>
          <w:p w14:paraId="6F87AC41" w14:textId="77777777" w:rsidR="00637CEC" w:rsidRPr="00637CEC" w:rsidRDefault="00637CEC" w:rsidP="00FB5D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Papel do design como ferramenta de progresso para o primeiro, segundo, terceiro e quarto mundos</w:t>
            </w:r>
          </w:p>
          <w:p w14:paraId="42E82A28" w14:textId="77777777" w:rsidR="00637CEC" w:rsidRPr="00637CEC" w:rsidRDefault="00637CEC" w:rsidP="00FB5D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Economias transnacionais, potencialidades e oportunidades de mercado em países em vias de desenvolvimento</w:t>
            </w:r>
          </w:p>
          <w:p w14:paraId="5FA613C6" w14:textId="77777777" w:rsidR="00637CEC" w:rsidRPr="00637CEC" w:rsidRDefault="00637CEC" w:rsidP="00FB5D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de estratégias empresariais com resultados comprovados, de acordo com as particularidades destes mercados</w:t>
            </w:r>
          </w:p>
          <w:p w14:paraId="01518B92" w14:textId="77777777" w:rsidR="00637CEC" w:rsidRPr="00FB5DA8" w:rsidRDefault="00637CEC" w:rsidP="00637C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B5DA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Tendências demográficas, Sustentabilidade e design do futuro</w:t>
            </w:r>
          </w:p>
          <w:p w14:paraId="3063FE16" w14:textId="77777777" w:rsidR="00637CEC" w:rsidRPr="00637CEC" w:rsidRDefault="00637CEC" w:rsidP="00FB5D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Design </w:t>
            </w:r>
            <w:proofErr w:type="spellStart"/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assistivo</w:t>
            </w:r>
            <w:proofErr w:type="spellEnd"/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vs</w:t>
            </w:r>
            <w:proofErr w:type="spellEnd"/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design inclusivo</w:t>
            </w:r>
          </w:p>
          <w:p w14:paraId="0717659E" w14:textId="77777777" w:rsidR="00637CEC" w:rsidRPr="00637CEC" w:rsidRDefault="00637CEC" w:rsidP="00FB5D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Restrições de recursos naturais e estilos de vida mais sustentáveis: ciclo de </w:t>
            </w:r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vida e estratégias de design para as distintas fases do ciclo de vida</w:t>
            </w:r>
          </w:p>
          <w:p w14:paraId="27A2124A" w14:textId="77777777" w:rsidR="00637CEC" w:rsidRPr="00FB5DA8" w:rsidRDefault="00637CEC" w:rsidP="00FB5D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de estudos de caso</w:t>
            </w:r>
          </w:p>
          <w:p w14:paraId="0FA45F57" w14:textId="77777777" w:rsidR="00637CEC" w:rsidRPr="00FB5DA8" w:rsidRDefault="00637CEC" w:rsidP="00637C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B5DA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Design como incorporação crescente de novos desempenhos</w:t>
            </w:r>
          </w:p>
          <w:p w14:paraId="2FEA3C26" w14:textId="77777777" w:rsidR="00637CEC" w:rsidRPr="00637CEC" w:rsidRDefault="00637CEC" w:rsidP="00FB5D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Design e nanotecnologia: novas formas para novas funcionalidades</w:t>
            </w:r>
          </w:p>
          <w:p w14:paraId="48124E17" w14:textId="77777777" w:rsidR="00637CEC" w:rsidRPr="00637CEC" w:rsidRDefault="00637CEC" w:rsidP="00FB5D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inteligentes: design de produto como design do material</w:t>
            </w:r>
          </w:p>
          <w:p w14:paraId="014AA71B" w14:textId="77777777" w:rsidR="00637CEC" w:rsidRPr="00637CEC" w:rsidRDefault="00637CEC" w:rsidP="00FB5D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Novos materiais, da </w:t>
            </w:r>
            <w:proofErr w:type="spellStart"/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biomimética</w:t>
            </w:r>
            <w:proofErr w:type="spellEnd"/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Biodesign</w:t>
            </w:r>
          </w:p>
          <w:p w14:paraId="27F97168" w14:textId="77777777" w:rsidR="00637CEC" w:rsidRPr="002F3FB0" w:rsidRDefault="00637CEC" w:rsidP="00637C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Do artesanato tecnológico à customização de massa baseada em </w:t>
            </w:r>
            <w:proofErr w:type="spellStart"/>
            <w:r w:rsidRPr="002F3FB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FMS’s</w:t>
            </w:r>
            <w:proofErr w:type="spellEnd"/>
            <w:r w:rsidRPr="002F3FB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(</w:t>
            </w:r>
            <w:proofErr w:type="spellStart"/>
            <w:r w:rsidRPr="002F3FB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Flexible</w:t>
            </w:r>
            <w:proofErr w:type="spellEnd"/>
            <w:r w:rsidRPr="002F3FB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F3FB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Manufacturing</w:t>
            </w:r>
            <w:proofErr w:type="spellEnd"/>
            <w:r w:rsidRPr="002F3FB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F3FB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Systems</w:t>
            </w:r>
            <w:proofErr w:type="spellEnd"/>
            <w:r w:rsidRPr="002F3FB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)</w:t>
            </w:r>
          </w:p>
          <w:p w14:paraId="278057E9" w14:textId="77777777" w:rsidR="00637CEC" w:rsidRPr="00637CEC" w:rsidRDefault="00637CEC" w:rsidP="002F3FB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Design no contexto das possibilidades técnicas trazidas por </w:t>
            </w:r>
            <w:proofErr w:type="spellStart"/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FMS’s</w:t>
            </w:r>
            <w:proofErr w:type="spellEnd"/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CNC’s</w:t>
            </w:r>
            <w:proofErr w:type="spellEnd"/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Impressão 3D</w:t>
            </w:r>
          </w:p>
          <w:p w14:paraId="01B93C4F" w14:textId="77777777" w:rsidR="00637CEC" w:rsidRPr="00637CEC" w:rsidRDefault="00637CEC" w:rsidP="002F3FB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Opções personalizadas que aproximam a indústria ao artesanato feito à medida do cliente</w:t>
            </w:r>
          </w:p>
          <w:p w14:paraId="3A4B5670" w14:textId="77777777" w:rsidR="00F542E4" w:rsidRDefault="00637CEC" w:rsidP="002F3FB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7C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de estudos de caso</w:t>
            </w:r>
          </w:p>
          <w:p w14:paraId="773FDD91" w14:textId="77777777" w:rsidR="00F542E4" w:rsidRPr="001B353A" w:rsidRDefault="00F542E4" w:rsidP="00637C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65460" w14:textId="77777777" w:rsidR="003458D6" w:rsidRDefault="003458D6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E52B9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Reconhecer o design de produto enquanto dimensão da oferta económica e valor acrescentado para as empresas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D59FAF0" w14:textId="77777777" w:rsidR="003458D6" w:rsidRDefault="003458D6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Integrar as</w:t>
            </w:r>
            <w:r w:rsidRPr="004E52B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expectativas dos consumidores no desenho de produtos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823F8C9" w14:textId="544F9D7F" w:rsidR="00F542E4" w:rsidRDefault="00DA090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A09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desenhos técnicos detalhados, incluindo vistas ortogonais, cortes, e detalhes específicos.</w:t>
            </w:r>
          </w:p>
          <w:p w14:paraId="470C33A0" w14:textId="77777777" w:rsidR="00F542E4" w:rsidRDefault="00DA090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 w:rsidRPr="00DA09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software de CAD para modelagem 2D e 3D, permitindo a criação de protótipos virtuais e visualizações realistas.</w:t>
            </w:r>
          </w:p>
          <w:p w14:paraId="3A255D96" w14:textId="77777777" w:rsidR="00F542E4" w:rsidRDefault="00DA090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</w:t>
            </w:r>
            <w:r w:rsidRPr="00DA09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uma variedade de materiais (metais, plásticos, madeira, etc.) e processos de fabricação para escolher as opções mais adequadas ao projeto.</w:t>
            </w:r>
          </w:p>
          <w:p w14:paraId="468422E0" w14:textId="77777777" w:rsidR="00F542E4" w:rsidRPr="00517AA8" w:rsidRDefault="00DA090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DA09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ensar de maneira criativa e inovadora, desenvolvendo soluções únicas e atraentes para os desafios de design.</w:t>
            </w:r>
          </w:p>
          <w:p w14:paraId="563ACDFB" w14:textId="77777777" w:rsidR="00F542E4" w:rsidRDefault="00DA090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A09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protótipos físicos ou digitais rapidamente para testar conceitos e validar ideias antes da produção final.</w:t>
            </w:r>
          </w:p>
          <w:p w14:paraId="28FCF186" w14:textId="77777777" w:rsidR="00F542E4" w:rsidRDefault="00DA090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Conceber</w:t>
            </w:r>
            <w:r w:rsidRPr="00DA09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práticas de design sustentável, incluindo a escolha de materiais </w:t>
            </w:r>
            <w:proofErr w:type="spellStart"/>
            <w:r w:rsidRPr="00DA09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eco-friendly</w:t>
            </w:r>
            <w:proofErr w:type="spellEnd"/>
            <w:r w:rsidRPr="00DA09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 w:rsidRPr="00DA09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processos de produção de baixo impacto ambiental.</w:t>
            </w:r>
          </w:p>
          <w:p w14:paraId="0ACA6545" w14:textId="77777777" w:rsidR="00F542E4" w:rsidRDefault="0081499D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8149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omunicar eficazmente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</w:t>
            </w:r>
            <w:r w:rsidRPr="008149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suas ideias através de desenhos, esboços, </w:t>
            </w:r>
            <w:proofErr w:type="spellStart"/>
            <w:r w:rsidRPr="008149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renderizações</w:t>
            </w:r>
            <w:proofErr w:type="spellEnd"/>
            <w:r w:rsidRPr="008149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outros meios visuais.</w:t>
            </w:r>
          </w:p>
          <w:p w14:paraId="119BB567" w14:textId="77777777" w:rsidR="00F542E4" w:rsidRDefault="0081499D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8149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e resolver problemas de design, levando em consideração restrições e requisitos específicos.</w:t>
            </w:r>
          </w:p>
          <w:p w14:paraId="1D8ADFC6" w14:textId="77777777" w:rsidR="00F542E4" w:rsidRDefault="0081499D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149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149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pesquisas para compreender as necessidades e preferências do público-alvo, adaptando o design de acordo.</w:t>
            </w:r>
          </w:p>
          <w:p w14:paraId="73B780F9" w14:textId="77777777" w:rsidR="00F542E4" w:rsidRDefault="0081499D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8149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ncorporar novas tecnologias e metodologias de design à prática.</w:t>
            </w:r>
          </w:p>
          <w:p w14:paraId="61DBCCB0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8485C12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B00FA1B" w14:textId="77777777" w:rsidR="00F542E4" w:rsidRPr="00057283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78FF0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5EA9B185" w14:textId="77777777" w:rsidR="00F542E4" w:rsidRPr="00AE041A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2F0C1229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7D21765F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07C725A8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7DFC5D58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5595E577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7290E0AB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3B07E32D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38A31448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34DED50" w14:textId="77777777" w:rsidR="00F542E4" w:rsidRPr="00057283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A0F5553" w14:textId="77777777" w:rsidR="005C4B7C" w:rsidRDefault="005C4B7C" w:rsidP="005C4B7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94939FA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9420A28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58C6E50" w14:textId="46001467" w:rsidR="005C4B7C" w:rsidRPr="00F20E6F" w:rsidRDefault="00304FE7" w:rsidP="005C4B7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Realizar</w:t>
      </w:r>
      <w:r w:rsidR="004E52B9" w:rsidRPr="004E52B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desenho de produto</w:t>
      </w:r>
      <w:r w:rsidR="005C4B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7709501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="0081499D" w:rsidRP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presenta</w:t>
      </w:r>
      <w:r w:rsid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81499D" w:rsidRP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soluções originais e inovadoras para os desafios de design</w:t>
      </w:r>
      <w:r w:rsid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5112C11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1499D" w:rsidRP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Analisa</w:t>
      </w:r>
      <w:r w:rsid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81499D" w:rsidRP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se o produto atende às necessidades e expectativas dos </w:t>
      </w:r>
      <w:r w:rsid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utilizadores</w:t>
      </w:r>
      <w:r w:rsidR="0081499D" w:rsidRP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finais, garantindo funcionalidade e utilidade práticas.</w:t>
      </w:r>
    </w:p>
    <w:p w14:paraId="6ED466CF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1499D" w:rsidRP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81499D" w:rsidRP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aspeto estético do produto, considerando a atratividade visual e sua capacidade de cativar o público-alvo.</w:t>
      </w:r>
    </w:p>
    <w:p w14:paraId="6578FCD9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1499D" w:rsidRP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 w:rsid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81499D" w:rsidRP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se o produto foi projetado levando em conta princípios de ergonomia, garantindo uma experiência de uso confortável e eficiente.</w:t>
      </w:r>
    </w:p>
    <w:p w14:paraId="6D88EF2A" w14:textId="77777777" w:rsidR="005C4B7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</w:t>
      </w:r>
      <w:r w:rsidR="0081499D" w:rsidRP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scolh</w:t>
      </w:r>
      <w:r w:rsid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endo a qua</w:t>
      </w:r>
      <w:r w:rsidR="0081499D" w:rsidRP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lidade dos materiais utilizados no produto, bem como a robustez da construção para garantir durabilidade.</w:t>
      </w:r>
    </w:p>
    <w:p w14:paraId="394C1266" w14:textId="77777777" w:rsidR="0081499D" w:rsidRPr="0064164C" w:rsidRDefault="0081499D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Adaptando o </w:t>
      </w:r>
      <w:r w:rsidRP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design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às</w:t>
      </w:r>
      <w:r w:rsidRP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tendências 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Pr="008149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mercado, mantendo a relevância ao longo do tempo.</w:t>
      </w:r>
    </w:p>
    <w:p w14:paraId="366A9B83" w14:textId="77777777" w:rsidR="005C4B7C" w:rsidRPr="00136AD8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DCBCDE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946670A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7CEBD507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7E586B0B" w14:textId="77777777" w:rsidR="00403386" w:rsidRPr="009227C5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210F8ECB" w14:textId="77777777" w:rsidR="00403386" w:rsidRPr="009227C5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CE5B6B8" w14:textId="77777777" w:rsidR="00403386" w:rsidRPr="00051C79" w:rsidRDefault="00403386" w:rsidP="004033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9F9ACB" w14:textId="77777777" w:rsidR="00403386" w:rsidRPr="00F87025" w:rsidRDefault="00403386" w:rsidP="004033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D023197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38355183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7084D864" w14:textId="77777777" w:rsidR="00403386" w:rsidRDefault="00382A2A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Modelação 3D</w:t>
      </w:r>
    </w:p>
    <w:p w14:paraId="336E714F" w14:textId="77777777" w:rsidR="005C4B7C" w:rsidRDefault="005C4B7C" w:rsidP="005C4B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EFDBCA4" w14:textId="77777777" w:rsidR="005C4B7C" w:rsidRDefault="005C4B7C" w:rsidP="005C4B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73AAA5B" w14:textId="77777777" w:rsidR="005C4B7C" w:rsidRPr="00501DC8" w:rsidRDefault="005C4B7C" w:rsidP="005C4B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0A6498B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65FFCDE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B7479F0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76AE62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0CB704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D5C245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1186D" w:rsidRPr="00136AD8" w14:paraId="23F320AF" w14:textId="77777777" w:rsidTr="005A04A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968C148" w14:textId="77777777" w:rsidR="00A1186D" w:rsidRPr="00136AD8" w:rsidRDefault="00A1186D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0026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2CBEA95" w14:textId="246A258E" w:rsidR="00A1186D" w:rsidRPr="00AA7B53" w:rsidRDefault="00A1186D" w:rsidP="005A04AD">
            <w:pPr>
              <w:spacing w:after="0"/>
            </w:pPr>
            <w:r>
              <w:t>Gerir um projeto de desenho 3D</w:t>
            </w:r>
          </w:p>
        </w:tc>
      </w:tr>
      <w:tr w:rsidR="00A1186D" w:rsidRPr="00136AD8" w14:paraId="0FFF0215" w14:textId="77777777" w:rsidTr="005A04A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139A926" w14:textId="77777777" w:rsidR="00A1186D" w:rsidRPr="00136AD8" w:rsidRDefault="00A1186D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C1AECE5" w14:textId="77777777" w:rsidR="00A1186D" w:rsidRPr="00136AD8" w:rsidRDefault="00A1186D" w:rsidP="005A04A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Gestão de projetos </w:t>
            </w:r>
          </w:p>
        </w:tc>
      </w:tr>
    </w:tbl>
    <w:p w14:paraId="44FFA0E4" w14:textId="77777777" w:rsidR="00A1186D" w:rsidRPr="00136AD8" w:rsidRDefault="00A1186D" w:rsidP="00A1186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DCC2CB0" w14:textId="77777777" w:rsidR="00A1186D" w:rsidRPr="003200F2" w:rsidRDefault="00A1186D" w:rsidP="00A1186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CDB17F5" w14:textId="77777777" w:rsidR="00A1186D" w:rsidRPr="00136AD8" w:rsidRDefault="00A1186D" w:rsidP="00A1186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1186D" w:rsidRPr="00136AD8" w14:paraId="05A610A4" w14:textId="77777777" w:rsidTr="005A04A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32D870" w14:textId="77777777" w:rsidR="00A1186D" w:rsidRPr="001B353A" w:rsidRDefault="00A1186D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1186D" w:rsidRPr="00136AD8" w14:paraId="0DA52857" w14:textId="77777777" w:rsidTr="005A04A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D90FC9" w14:textId="77777777" w:rsidR="00A1186D" w:rsidRDefault="00A1186D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t xml:space="preserve"> </w:t>
            </w:r>
            <w:r w:rsidRPr="000D477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Interpretar o briefing e 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orientações do projeto a realizar </w:t>
            </w:r>
          </w:p>
          <w:p w14:paraId="783F724D" w14:textId="77777777" w:rsidR="00A1186D" w:rsidRPr="00B642E1" w:rsidRDefault="00A1186D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B642E1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Diagnosticar e organizar os recursos necessários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</w:t>
            </w:r>
            <w:r w:rsidRPr="00B642E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disponíveis </w:t>
            </w:r>
          </w:p>
          <w:p w14:paraId="3510DD79" w14:textId="77777777" w:rsidR="00A1186D" w:rsidRPr="00667958" w:rsidRDefault="00A1186D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6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66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Pr="0066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Fasear as etapas necessárias.</w:t>
            </w:r>
          </w:p>
          <w:p w14:paraId="630D3B34" w14:textId="77777777" w:rsidR="00A1186D" w:rsidRPr="003547CD" w:rsidRDefault="00A1186D" w:rsidP="005A04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6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66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Apresentar o planeamento do projeto e as etapas da sua concretização </w:t>
            </w:r>
          </w:p>
        </w:tc>
      </w:tr>
      <w:tr w:rsidR="00A1186D" w:rsidRPr="00136AD8" w14:paraId="2AB101D7" w14:textId="77777777" w:rsidTr="005A04A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4093B0B" w14:textId="77777777" w:rsidR="00A1186D" w:rsidRPr="001B353A" w:rsidRDefault="00A1186D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12AD9A1" w14:textId="77777777" w:rsidR="00A1186D" w:rsidRPr="001B353A" w:rsidRDefault="00A1186D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3EBDE04" w14:textId="77777777" w:rsidR="00A1186D" w:rsidRPr="001B353A" w:rsidRDefault="00A1186D" w:rsidP="005A04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1186D" w:rsidRPr="00136AD8" w14:paraId="5842CB2C" w14:textId="77777777" w:rsidTr="005A04A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06C65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Planeamento de projeto</w:t>
            </w:r>
          </w:p>
          <w:p w14:paraId="1C6B4FFC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Conceitos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gestão de projetos</w:t>
            </w:r>
          </w:p>
          <w:p w14:paraId="5BE84299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Etapas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desenvolvimento de um projet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multimédia </w:t>
            </w:r>
          </w:p>
          <w:p w14:paraId="784FCF6E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gestor de projeto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multimédia: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Gestão de equipas de projeto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Desenvolvimento de equipas de projeto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Conflitos e gestão de conflitos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Liderança de equipas de projeto</w:t>
            </w:r>
          </w:p>
          <w:p w14:paraId="28D5A5B9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informáticas de apoio à gestão e planeamento de projetos</w:t>
            </w:r>
          </w:p>
          <w:p w14:paraId="2743804D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comunicação no projeto</w:t>
            </w:r>
          </w:p>
          <w:p w14:paraId="639DD87F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Documentação no projeto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multimédia </w:t>
            </w:r>
          </w:p>
          <w:p w14:paraId="398767C3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 de informação e técnicas de referenciação de fontes</w:t>
            </w:r>
          </w:p>
          <w:p w14:paraId="1AA485B3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apresentação de relatórios de projeto</w:t>
            </w:r>
          </w:p>
          <w:p w14:paraId="34A9E00C" w14:textId="77777777" w:rsidR="00A1186D" w:rsidRPr="001B353A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4F2CA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</w:t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diferentes fases que compõem o processo de conceção e produção multimédia</w:t>
            </w:r>
          </w:p>
          <w:p w14:paraId="7CE325B1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a “concorrência” e o perfil do utilizador</w:t>
            </w:r>
          </w:p>
          <w:p w14:paraId="3129F050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as necessidades tendo em vista a elaboração da proposta (estrutural e financeira).</w:t>
            </w:r>
          </w:p>
          <w:p w14:paraId="30F4EE07" w14:textId="77777777" w:rsidR="00A1186D" w:rsidRPr="00443189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3189">
              <w:rPr>
                <w:rFonts w:ascii="Verdana Pro Light" w:eastAsia="Arial Unicode MS" w:hAnsi="Verdana Pro Light" w:cs="Arial Unicode MS"/>
                <w:sz w:val="18"/>
                <w:szCs w:val="18"/>
              </w:rPr>
              <w:t>Avaliar o produto final e assegurar a sua manutenção e atualização.</w:t>
            </w:r>
          </w:p>
          <w:p w14:paraId="3F5C4887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</w:t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estrutura de produção necessária ao desenvolvimento de projetos</w:t>
            </w:r>
          </w:p>
          <w:p w14:paraId="52572F8B" w14:textId="524666CC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Usar ferramentas de </w:t>
            </w:r>
            <w:r w:rsidRPr="00322C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apresentação, design gráfico, edição de vídeo e outras ferramentas </w:t>
            </w:r>
          </w:p>
          <w:p w14:paraId="75C7D2CA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322C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apresentações visualmente atraentes e organizadas. </w:t>
            </w:r>
          </w:p>
          <w:p w14:paraId="0DEE93C9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de forma clara e concisa.</w:t>
            </w:r>
          </w:p>
          <w:p w14:paraId="14A83800" w14:textId="77777777" w:rsidR="00A1186D" w:rsidRPr="00057283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74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rticular argumentos sólidos e justificar escolhas de design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91166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039D2EC8" w14:textId="77777777" w:rsidR="00A1186D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40184F07" w14:textId="77777777" w:rsidR="00A1186D" w:rsidRDefault="00A1186D" w:rsidP="00A118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7F9C84FF" w14:textId="77777777" w:rsidR="00A1186D" w:rsidRPr="00AB5AF8" w:rsidRDefault="00A1186D" w:rsidP="00A118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32A73974" w14:textId="77777777" w:rsidR="00A1186D" w:rsidRPr="00AB5AF8" w:rsidRDefault="00A1186D" w:rsidP="00A118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453D2B5" w14:textId="77777777" w:rsidR="00A1186D" w:rsidRPr="00AB5AF8" w:rsidRDefault="00A1186D" w:rsidP="00A118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2EC7531B" w14:textId="77777777" w:rsidR="00A1186D" w:rsidRPr="00AB5AF8" w:rsidRDefault="00A1186D" w:rsidP="00A118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2FCBF51F" w14:textId="77777777" w:rsidR="00A1186D" w:rsidRPr="00A128FE" w:rsidRDefault="00A1186D" w:rsidP="00A118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3E877696" w14:textId="77777777" w:rsidR="00A1186D" w:rsidRPr="00AB5AF8" w:rsidRDefault="00A1186D" w:rsidP="00A1186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6DDD278A" w14:textId="77777777" w:rsidR="00A1186D" w:rsidRPr="00057283" w:rsidRDefault="00A1186D" w:rsidP="00A118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5794282" w14:textId="77777777" w:rsidR="00A1186D" w:rsidRDefault="00A1186D" w:rsidP="00A1186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7F941CD" w14:textId="77777777" w:rsidR="00A1186D" w:rsidRDefault="00A1186D" w:rsidP="00A1186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05E47BD" w14:textId="77777777" w:rsidR="00A1186D" w:rsidRPr="00F87025" w:rsidRDefault="00A1186D" w:rsidP="00A1186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BF2F794" w14:textId="62768E06" w:rsidR="00A1186D" w:rsidRPr="00F20E6F" w:rsidRDefault="00A1186D" w:rsidP="00A1186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12" w:name="_Hlk155181695"/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Gerir um projeto</w:t>
      </w:r>
      <w:r w:rsidRPr="00174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de desenho 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3109B0B" w14:textId="77777777" w:rsidR="00A1186D" w:rsidRPr="0064164C" w:rsidRDefault="00A1186D" w:rsidP="00A1186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Estabelec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endo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objetivos específicos, mensuráveis, alcançáveis, relevantes e com prazo definido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F18CA44" w14:textId="77777777" w:rsidR="00A1186D" w:rsidRPr="0064164C" w:rsidRDefault="00A1186D" w:rsidP="00A1186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dentifica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o público-alvo adapta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conteúdo de acordo com suas necessidades e preferências.</w:t>
      </w:r>
    </w:p>
    <w:p w14:paraId="3514614E" w14:textId="77777777" w:rsidR="00A1186D" w:rsidRPr="0064164C" w:rsidRDefault="00A1186D" w:rsidP="00A1186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Desenvolv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endo 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uma narrativa sólida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, 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coerente e envolvente.</w:t>
      </w:r>
    </w:p>
    <w:p w14:paraId="69E5B591" w14:textId="77777777" w:rsidR="00A1186D" w:rsidRDefault="00A1186D" w:rsidP="00A1186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Criando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 cronograma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nclu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indo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fases do projeto, desde a conceção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até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à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implementação.</w:t>
      </w:r>
    </w:p>
    <w:p w14:paraId="2C73596A" w14:textId="77777777" w:rsidR="00A1186D" w:rsidRPr="0064164C" w:rsidRDefault="00A1186D" w:rsidP="00A1186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Apresentando-o de forma clara, sucinta e ajustada ao publico alvo</w:t>
      </w:r>
    </w:p>
    <w:p w14:paraId="6039F3E6" w14:textId="77777777" w:rsidR="00A1186D" w:rsidRPr="00F87025" w:rsidRDefault="00A1186D" w:rsidP="00A1186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A4EA7D5" w14:textId="77777777" w:rsidR="00A1186D" w:rsidRPr="00D17C44" w:rsidRDefault="00A1186D" w:rsidP="00A118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268951B9" w14:textId="77777777" w:rsidR="00A1186D" w:rsidRPr="00051C79" w:rsidRDefault="00A1186D" w:rsidP="00A1186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10FAA6" w14:textId="77777777" w:rsidR="00A1186D" w:rsidRPr="00F87025" w:rsidRDefault="00A1186D" w:rsidP="00A1186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F6CA759" w14:textId="77777777" w:rsidR="00A1186D" w:rsidRPr="00564406" w:rsidRDefault="00A1186D" w:rsidP="00A118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565CAA51" w14:textId="77777777" w:rsidR="00A1186D" w:rsidRPr="00564406" w:rsidRDefault="00A1186D" w:rsidP="00A118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564406">
        <w:rPr>
          <w:rFonts w:ascii="Verdana Pro Light" w:eastAsia="Arial Unicode MS" w:hAnsi="Verdana Pro Light" w:cs="Arial Unicode MS"/>
          <w:sz w:val="18"/>
          <w:szCs w:val="18"/>
        </w:rPr>
        <w:t>oftware de edição de imagem</w:t>
      </w:r>
      <w:r>
        <w:rPr>
          <w:rFonts w:ascii="Verdana Pro Light" w:eastAsia="Arial Unicode MS" w:hAnsi="Verdana Pro Light" w:cs="Arial Unicode MS"/>
          <w:sz w:val="18"/>
          <w:szCs w:val="18"/>
        </w:rPr>
        <w:t>, vídeo e áudio.</w:t>
      </w:r>
    </w:p>
    <w:p w14:paraId="3BFECCFA" w14:textId="77777777" w:rsidR="00A1186D" w:rsidRPr="00501DC8" w:rsidRDefault="00A1186D" w:rsidP="00A118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90A6DB6" w14:textId="77777777" w:rsidR="00A1186D" w:rsidRDefault="00A1186D" w:rsidP="00A118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bookmarkEnd w:id="12"/>
    <w:p w14:paraId="601F9F41" w14:textId="77777777" w:rsidR="00A1186D" w:rsidRPr="00051C79" w:rsidRDefault="00A1186D" w:rsidP="00A1186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2D6D09" w14:textId="77777777" w:rsidR="00A1186D" w:rsidRPr="00F87025" w:rsidRDefault="00A1186D" w:rsidP="00A1186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1BCC5BD" w14:textId="77777777" w:rsidR="00A1186D" w:rsidRPr="00051C79" w:rsidRDefault="00A1186D" w:rsidP="00A1186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45C80D6" w14:textId="3A8166FB" w:rsidR="005C4B7C" w:rsidRPr="00A75D4E" w:rsidRDefault="005C4B7C" w:rsidP="00A75D4E">
      <w:pPr>
        <w:spacing w:after="240" w:line="276" w:lineRule="auto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C4B7C" w:rsidRPr="00136AD8" w14:paraId="2F5DE788" w14:textId="77777777" w:rsidTr="005874B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BC7831B" w14:textId="776562D5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9A7E8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7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9A7E8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FFD9C32" w14:textId="77777777" w:rsidR="005C4B7C" w:rsidRPr="009C256C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C4B7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e interpretar desenhos nas diversas especialidades de um projeto de construção civil.</w:t>
            </w:r>
          </w:p>
        </w:tc>
      </w:tr>
      <w:tr w:rsidR="005C4B7C" w:rsidRPr="00136AD8" w14:paraId="29B00A92" w14:textId="77777777" w:rsidTr="005874B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0881D2E" w14:textId="5A6A40F6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9A7E8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40D44035" w14:textId="77777777" w:rsidR="005C4B7C" w:rsidRPr="00136AD8" w:rsidRDefault="00B805D7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805D7">
              <w:rPr>
                <w:rFonts w:ascii="Verdana Pro Light" w:eastAsia="Arial Unicode MS" w:hAnsi="Verdana Pro Light" w:cs="Times New Roman"/>
                <w:sz w:val="18"/>
                <w:szCs w:val="18"/>
              </w:rPr>
              <w:t>Projeto de especialidades</w:t>
            </w:r>
          </w:p>
        </w:tc>
      </w:tr>
    </w:tbl>
    <w:p w14:paraId="61924A4B" w14:textId="77777777" w:rsidR="005C4B7C" w:rsidRPr="00136AD8" w:rsidRDefault="005C4B7C" w:rsidP="005C4B7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439157C" w14:textId="77777777" w:rsidR="005C4B7C" w:rsidRPr="003200F2" w:rsidRDefault="005C4B7C" w:rsidP="005C4B7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CFA01A6" w14:textId="77777777" w:rsidR="005C4B7C" w:rsidRPr="00136AD8" w:rsidRDefault="005C4B7C" w:rsidP="005C4B7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C4B7C" w:rsidRPr="00136AD8" w14:paraId="650005E0" w14:textId="77777777" w:rsidTr="005874B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1E21B5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C4B7C" w:rsidRPr="00136AD8" w14:paraId="3BFBB858" w14:textId="77777777" w:rsidTr="005874B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EE5C95" w14:textId="26995F3A" w:rsidR="005C4B7C" w:rsidRPr="00BC7844" w:rsidRDefault="005C4B7C" w:rsidP="005874B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C784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Interpretar desenhos estruturais </w:t>
            </w:r>
          </w:p>
          <w:p w14:paraId="6F62A3C8" w14:textId="49EFD9F5" w:rsidR="00B805D7" w:rsidRDefault="005C4B7C" w:rsidP="00B805D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2718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</w:t>
            </w:r>
            <w:r w:rsidR="00247281">
              <w:rPr>
                <w:rFonts w:ascii="Verdana Pro Light" w:eastAsia="Arial Unicode MS" w:hAnsi="Verdana Pro Light" w:cs="Arial Unicode MS"/>
                <w:sz w:val="18"/>
                <w:szCs w:val="18"/>
              </w:rPr>
              <w:t>o</w:t>
            </w:r>
            <w:r w:rsidR="00E2718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 desenhos das </w:t>
            </w:r>
            <w:r w:rsidR="00746F52">
              <w:rPr>
                <w:rFonts w:ascii="Verdana Pro Light" w:eastAsia="Arial Unicode MS" w:hAnsi="Verdana Pro Light" w:cs="Arial Unicode MS"/>
                <w:sz w:val="18"/>
                <w:szCs w:val="18"/>
              </w:rPr>
              <w:t>instalações</w:t>
            </w:r>
            <w:r w:rsidR="00E2718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elétricas, hidráulicas </w:t>
            </w:r>
            <w:r w:rsidR="00746F5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</w:t>
            </w:r>
            <w:r w:rsidR="00B42F7D">
              <w:rPr>
                <w:rFonts w:ascii="Verdana Pro Light" w:eastAsia="Arial Unicode MS" w:hAnsi="Verdana Pro Light" w:cs="Arial Unicode MS"/>
                <w:sz w:val="18"/>
                <w:szCs w:val="18"/>
              </w:rPr>
              <w:t>de</w:t>
            </w:r>
            <w:r w:rsidR="00746F5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HVAC</w:t>
            </w:r>
            <w:r w:rsidR="00B805D7" w:rsidRPr="00B805D7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2F307E9E" w14:textId="0FCB8055" w:rsidR="00BE6CFA" w:rsidRDefault="00BE6CFA" w:rsidP="00B805D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B42F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Assegurar </w:t>
            </w:r>
            <w:r w:rsidR="00B42F7D" w:rsidRPr="00B42F7D">
              <w:rPr>
                <w:rFonts w:ascii="Verdana Pro Light" w:eastAsia="Arial Unicode MS" w:hAnsi="Verdana Pro Light" w:cs="Arial Unicode MS"/>
                <w:sz w:val="18"/>
                <w:szCs w:val="18"/>
              </w:rPr>
              <w:t>a conformidade dos desenhos com as normativas locais</w:t>
            </w:r>
          </w:p>
          <w:p w14:paraId="36321FD3" w14:textId="5C854E6C" w:rsidR="005C4B7C" w:rsidRPr="00543123" w:rsidRDefault="00B42F7D" w:rsidP="0054312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Comunicar </w:t>
            </w:r>
            <w:r w:rsidR="0054312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com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equipa de construção</w:t>
            </w:r>
            <w:r w:rsidR="0054312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esclarecendo </w:t>
            </w:r>
            <w:r w:rsidR="00543123" w:rsidRPr="00543123">
              <w:rPr>
                <w:rFonts w:ascii="Verdana Pro Light" w:eastAsia="Arial Unicode MS" w:hAnsi="Verdana Pro Light" w:cs="Arial Unicode MS"/>
                <w:sz w:val="18"/>
                <w:szCs w:val="18"/>
              </w:rPr>
              <w:t>dúvidas, discuti</w:t>
            </w:r>
            <w:r w:rsidR="00543123">
              <w:rPr>
                <w:rFonts w:ascii="Verdana Pro Light" w:eastAsia="Arial Unicode MS" w:hAnsi="Verdana Pro Light" w:cs="Arial Unicode MS"/>
                <w:sz w:val="18"/>
                <w:szCs w:val="18"/>
              </w:rPr>
              <w:t>ndo</w:t>
            </w:r>
            <w:r w:rsidR="00543123" w:rsidRPr="0054312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alterações e garanti</w:t>
            </w:r>
            <w:r w:rsidR="0054312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ndo </w:t>
            </w:r>
            <w:r w:rsidR="00543123" w:rsidRPr="0054312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que o projeto </w:t>
            </w:r>
            <w:r w:rsidR="00543123">
              <w:rPr>
                <w:rFonts w:ascii="Verdana Pro Light" w:eastAsia="Arial Unicode MS" w:hAnsi="Verdana Pro Light" w:cs="Arial Unicode MS"/>
                <w:sz w:val="18"/>
                <w:szCs w:val="18"/>
              </w:rPr>
              <w:t>é</w:t>
            </w:r>
            <w:r w:rsidR="00543123" w:rsidRPr="0054312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executado conforme projetado.</w:t>
            </w:r>
          </w:p>
        </w:tc>
      </w:tr>
      <w:tr w:rsidR="005C4B7C" w:rsidRPr="00136AD8" w14:paraId="49A4BD11" w14:textId="77777777" w:rsidTr="005874B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DBE7E1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5B6966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2E72C8C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542E4" w:rsidRPr="00136AD8" w14:paraId="38A95296" w14:textId="77777777" w:rsidTr="005874B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61695" w14:textId="77777777" w:rsidR="002F3FB0" w:rsidRPr="002F3FB0" w:rsidRDefault="002F3FB0" w:rsidP="002F3FB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 de estruturas</w:t>
            </w:r>
          </w:p>
          <w:p w14:paraId="2ECD3110" w14:textId="77777777" w:rsidR="002F3FB0" w:rsidRPr="002F3FB0" w:rsidRDefault="002F3FB0" w:rsidP="002F3FB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 de abastecimento de água</w:t>
            </w:r>
          </w:p>
          <w:p w14:paraId="10E011FA" w14:textId="77777777" w:rsidR="002F3FB0" w:rsidRPr="002F3FB0" w:rsidRDefault="002F3FB0" w:rsidP="002F3FB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 de águas residuais</w:t>
            </w:r>
          </w:p>
          <w:p w14:paraId="7F1E4B27" w14:textId="77777777" w:rsidR="002F3FB0" w:rsidRPr="002F3FB0" w:rsidRDefault="002F3FB0" w:rsidP="002F3FB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 de saneamento</w:t>
            </w:r>
          </w:p>
          <w:p w14:paraId="4836253B" w14:textId="77777777" w:rsidR="002F3FB0" w:rsidRPr="002F3FB0" w:rsidRDefault="002F3FB0" w:rsidP="002F3FB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 de águas pluviais</w:t>
            </w:r>
          </w:p>
          <w:p w14:paraId="603F3142" w14:textId="77777777" w:rsidR="002F3FB0" w:rsidRPr="002F3FB0" w:rsidRDefault="002F3FB0" w:rsidP="002F3FB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 de gás</w:t>
            </w:r>
          </w:p>
          <w:p w14:paraId="73518F3C" w14:textId="77777777" w:rsidR="002F3FB0" w:rsidRPr="002F3FB0" w:rsidRDefault="002F3FB0" w:rsidP="002F3FB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Redes elétricas</w:t>
            </w:r>
          </w:p>
          <w:p w14:paraId="1AF0DDF8" w14:textId="77777777" w:rsidR="002F3FB0" w:rsidRPr="002F3FB0" w:rsidRDefault="002F3FB0" w:rsidP="002F3FB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Redes de telefone</w:t>
            </w:r>
          </w:p>
          <w:p w14:paraId="25803F99" w14:textId="77777777" w:rsidR="00F542E4" w:rsidRDefault="002F3FB0" w:rsidP="002F3FB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Implantar estas especialidades no projeto de arquitetura</w:t>
            </w:r>
          </w:p>
          <w:p w14:paraId="44149584" w14:textId="77777777" w:rsidR="00F542E4" w:rsidRDefault="00F542E4" w:rsidP="002F3FB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B8C6FC" w14:textId="77777777" w:rsidR="00F542E4" w:rsidRPr="001B353A" w:rsidRDefault="00F542E4" w:rsidP="002F3FB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6B02E" w14:textId="77777777" w:rsidR="00F542E4" w:rsidRDefault="003445ED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3445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ompreender plantas arquitetónicas, estruturais, elétricas, hidráulicas, entre outras, interpretando símbolos e convenções.</w:t>
            </w:r>
          </w:p>
          <w:p w14:paraId="3E918723" w14:textId="77777777" w:rsidR="00F542E4" w:rsidRDefault="003445ED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3445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aranti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3445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conformidade dos desenhos com as normativas locais</w:t>
            </w:r>
          </w:p>
          <w:p w14:paraId="6FFA2CEB" w14:textId="77777777" w:rsidR="00F542E4" w:rsidRDefault="003445ED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3445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isualizar desenhos técnicos de forma eficiente.</w:t>
            </w:r>
          </w:p>
          <w:p w14:paraId="6B9A2017" w14:textId="77777777" w:rsidR="00F542E4" w:rsidRPr="00517AA8" w:rsidRDefault="003445ED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3445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editar desenhos técnicos.</w:t>
            </w:r>
          </w:p>
          <w:p w14:paraId="12CE01C7" w14:textId="77777777" w:rsidR="00F542E4" w:rsidRDefault="003445ED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3445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especificações técnicas nos desenhos, garantindo a qualidade e segurança do projeto.</w:t>
            </w:r>
          </w:p>
          <w:p w14:paraId="0426E6AB" w14:textId="77777777" w:rsidR="00F542E4" w:rsidRDefault="003445ED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3445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nclui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3445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curvas de nível, perfis de terreno e outros elementos relevantes.</w:t>
            </w:r>
          </w:p>
          <w:p w14:paraId="636BEA83" w14:textId="77777777" w:rsidR="00F542E4" w:rsidRDefault="003445ED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3445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desenhos elétricos, incluindo layout de instalações, circuitos e especificações de equipamentos.</w:t>
            </w:r>
          </w:p>
          <w:p w14:paraId="3E108CDD" w14:textId="77777777" w:rsidR="00F542E4" w:rsidRDefault="003445ED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3445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ntegrar desenhos de diferentes disciplinas, assegurando que todas as especialidades se complementem.</w:t>
            </w:r>
          </w:p>
          <w:p w14:paraId="1BF8DBFF" w14:textId="77777777" w:rsidR="00F542E4" w:rsidRPr="00057283" w:rsidRDefault="003445ED" w:rsidP="003445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3445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epresentar detalhes construtivos nos desenhos, considerando tolerâncias e materiais específicos.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C73B8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1F902885" w14:textId="77777777" w:rsidR="00F542E4" w:rsidRPr="00AE041A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786F4583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5FCAB291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7E3147CD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439C8F97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683D611B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15C32D11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7BA499FF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74B4CE02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502507" w14:textId="77777777" w:rsidR="00F542E4" w:rsidRPr="00057283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2D2248D" w14:textId="77777777" w:rsidR="005C4B7C" w:rsidRDefault="005C4B7C" w:rsidP="005C4B7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2D109D1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872738A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9C73C17" w14:textId="77777777" w:rsidR="005C4B7C" w:rsidRPr="00F20E6F" w:rsidRDefault="00B805D7" w:rsidP="005C4B7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805D7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Executar e interpretar desenhos nas diversas especialidades de um projeto de construção civil.</w:t>
      </w:r>
      <w:r w:rsidR="005C4B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B5918B8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445ED" w:rsidRPr="003445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3445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3445ED" w:rsidRPr="003445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precisão na execução e interpretação de desenhos, garantindo que todas as dimensões, proporções e detalhes estejam corretos.</w:t>
      </w:r>
    </w:p>
    <w:p w14:paraId="041626EF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445ED" w:rsidRPr="003445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 w:rsidR="003445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3445ED" w:rsidRPr="003445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se os desenhos estão em conformidade com as normas e regulamentos específicos do setor de construção civil aplicáveis à região.</w:t>
      </w:r>
    </w:p>
    <w:p w14:paraId="60E05B5D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445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</w:t>
      </w:r>
      <w:r w:rsidR="003445ED" w:rsidRPr="003445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oordena</w:t>
      </w:r>
      <w:r w:rsidR="003445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="003445ED" w:rsidRPr="003445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desenhos de diversas especialidades (arquitetura, estrutural, elétrica, hidráulica, etc.) para evitar conflitos e garantir uma integração eficiente.</w:t>
      </w:r>
    </w:p>
    <w:p w14:paraId="1A1DF600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445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</w:t>
      </w:r>
      <w:r w:rsidR="003445ED" w:rsidRPr="003445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nterpreta</w:t>
      </w:r>
      <w:r w:rsidR="00A27CF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3445ED" w:rsidRPr="003445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símbolos e convenções padrão utilizados </w:t>
      </w:r>
      <w:r w:rsidR="00A27CF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nos</w:t>
      </w:r>
      <w:r w:rsidR="003445ED" w:rsidRPr="003445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desenhos técnicos.</w:t>
      </w:r>
    </w:p>
    <w:p w14:paraId="0A73111B" w14:textId="77777777" w:rsidR="005C4B7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27CF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</w:t>
      </w:r>
      <w:r w:rsidR="00A27CF4" w:rsidRPr="00A27CF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tiliza</w:t>
      </w:r>
      <w:r w:rsidR="00A27CF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eficientemente</w:t>
      </w:r>
      <w:r w:rsidR="00A27CF4" w:rsidRPr="00A27CF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software de CAD, garantindo uma produção rápida e precisa dos desenhos.</w:t>
      </w:r>
    </w:p>
    <w:p w14:paraId="7B63E7A3" w14:textId="77777777" w:rsidR="00A27CF4" w:rsidRPr="0064164C" w:rsidRDefault="00A27CF4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A27CF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27CF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corretamente as especificações técnicas nos desenhos.</w:t>
      </w:r>
    </w:p>
    <w:p w14:paraId="42BA4636" w14:textId="77777777" w:rsidR="005C4B7C" w:rsidRPr="00136AD8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F2451F7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F697475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7BA56C90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1442DC22" w14:textId="77777777" w:rsidR="00403386" w:rsidRPr="009227C5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6403B5BA" w14:textId="77777777" w:rsidR="00403386" w:rsidRPr="009227C5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D5F954E" w14:textId="77777777" w:rsidR="00403386" w:rsidRPr="00051C79" w:rsidRDefault="00403386" w:rsidP="004033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EFD163" w14:textId="77777777" w:rsidR="00403386" w:rsidRPr="00F87025" w:rsidRDefault="00403386" w:rsidP="004033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940AD23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513F0050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78FBECC7" w14:textId="77777777" w:rsidR="00403386" w:rsidRDefault="00382A2A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Exemplos de projetos</w:t>
      </w:r>
    </w:p>
    <w:p w14:paraId="73B787D3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E29B77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A732123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DCB0DB0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D8E7D7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42E0D9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C4B7C" w:rsidRPr="00136AD8" w14:paraId="18C5C04B" w14:textId="77777777" w:rsidTr="005874B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5B8B216" w14:textId="156FF315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7413A4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8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BD44D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994B3E2" w14:textId="34D946EC" w:rsidR="005C4B7C" w:rsidRPr="009C256C" w:rsidRDefault="003016B5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Elaborar desenho </w:t>
            </w:r>
            <w:r w:rsidR="00D81D94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de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síntese </w:t>
            </w:r>
          </w:p>
        </w:tc>
      </w:tr>
      <w:tr w:rsidR="005C4B7C" w:rsidRPr="00136AD8" w14:paraId="3736E208" w14:textId="77777777" w:rsidTr="005874B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56EB2E4" w14:textId="63A9FA0E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BD44D9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32D1D721" w14:textId="77777777" w:rsidR="005C4B7C" w:rsidRPr="00136AD8" w:rsidRDefault="00B805D7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805D7">
              <w:rPr>
                <w:rFonts w:ascii="Verdana Pro Light" w:eastAsia="Arial Unicode MS" w:hAnsi="Verdana Pro Light" w:cs="Times New Roman"/>
                <w:sz w:val="18"/>
                <w:szCs w:val="18"/>
              </w:rPr>
              <w:t>Desenho síntese</w:t>
            </w:r>
          </w:p>
        </w:tc>
      </w:tr>
    </w:tbl>
    <w:p w14:paraId="4F8A2CF7" w14:textId="77777777" w:rsidR="005C4B7C" w:rsidRPr="00136AD8" w:rsidRDefault="005C4B7C" w:rsidP="005C4B7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2EBD454" w14:textId="77777777" w:rsidR="005C4B7C" w:rsidRPr="003200F2" w:rsidRDefault="005C4B7C" w:rsidP="005C4B7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C3D50C4" w14:textId="77777777" w:rsidR="005C4B7C" w:rsidRPr="00136AD8" w:rsidRDefault="005C4B7C" w:rsidP="005C4B7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C4B7C" w:rsidRPr="00136AD8" w14:paraId="6B3AB442" w14:textId="77777777" w:rsidTr="005874B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50362A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C4B7C" w:rsidRPr="00136AD8" w14:paraId="7904C71A" w14:textId="77777777" w:rsidTr="005874B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22415C" w14:textId="6941C7D4" w:rsidR="00B805D7" w:rsidRPr="00B805D7" w:rsidRDefault="005C4B7C" w:rsidP="00B805D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871E5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Identificação do conceito-chave</w:t>
            </w:r>
          </w:p>
          <w:p w14:paraId="2B324A27" w14:textId="77167D06" w:rsidR="00B805D7" w:rsidRPr="00B805D7" w:rsidRDefault="00B805D7" w:rsidP="00B805D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65D62">
              <w:rPr>
                <w:rFonts w:ascii="Verdana Pro Light" w:eastAsia="Arial Unicode MS" w:hAnsi="Verdana Pro Light" w:cs="Arial Unicode MS"/>
                <w:sz w:val="18"/>
                <w:szCs w:val="18"/>
              </w:rPr>
              <w:t>Simplificação e abstração numa representação visual</w:t>
            </w:r>
          </w:p>
          <w:p w14:paraId="43538AF1" w14:textId="244D33A3" w:rsidR="005C4B7C" w:rsidRPr="001B353A" w:rsidRDefault="00B805D7" w:rsidP="00B805D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65D6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Seleção de elementos visuais </w:t>
            </w:r>
          </w:p>
          <w:p w14:paraId="7706120B" w14:textId="1CB56F5C" w:rsidR="00B805D7" w:rsidRDefault="005C4B7C" w:rsidP="00B805D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B805D7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B805D7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E3EE4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Composição e layout</w:t>
            </w:r>
          </w:p>
          <w:p w14:paraId="3EEF2FAD" w14:textId="624E37A9" w:rsidR="005C4B7C" w:rsidRPr="002E3EE4" w:rsidRDefault="002E3EE4" w:rsidP="002E3EE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Refinamento e revisão </w:t>
            </w:r>
          </w:p>
        </w:tc>
      </w:tr>
      <w:tr w:rsidR="005C4B7C" w:rsidRPr="00136AD8" w14:paraId="5F9C07CE" w14:textId="77777777" w:rsidTr="005874B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5726AF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73D353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77F097D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542E4" w:rsidRPr="00136AD8" w14:paraId="5C0830C7" w14:textId="77777777" w:rsidTr="005874B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44C5D" w14:textId="77777777" w:rsidR="002F3FB0" w:rsidRPr="00133DC1" w:rsidRDefault="002F3FB0" w:rsidP="002F3FB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33DC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Desenho expressivo</w:t>
            </w:r>
          </w:p>
          <w:p w14:paraId="74528684" w14:textId="77777777" w:rsidR="002F3FB0" w:rsidRPr="002F3FB0" w:rsidRDefault="002F3FB0" w:rsidP="002F3FB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Expressão gráfica</w:t>
            </w:r>
          </w:p>
          <w:p w14:paraId="1CFF642D" w14:textId="77777777" w:rsidR="002F3FB0" w:rsidRPr="002F3FB0" w:rsidRDefault="002F3FB0" w:rsidP="002F3FB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Atitudes e modos de desenho</w:t>
            </w:r>
          </w:p>
          <w:p w14:paraId="0CB2CD52" w14:textId="77777777" w:rsidR="002F3FB0" w:rsidRPr="002F3FB0" w:rsidRDefault="002F3FB0" w:rsidP="002F3FB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como sistema aberto e como espaço de experimentação</w:t>
            </w:r>
          </w:p>
          <w:p w14:paraId="427B7464" w14:textId="77777777" w:rsidR="002F3FB0" w:rsidRPr="002F3FB0" w:rsidRDefault="002F3FB0" w:rsidP="002F3FB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 e meio; linguagem e código</w:t>
            </w:r>
          </w:p>
          <w:p w14:paraId="152D039C" w14:textId="77777777" w:rsidR="002F3FB0" w:rsidRPr="002F3FB0" w:rsidRDefault="002F3FB0" w:rsidP="002F3FB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Desenho de síntese</w:t>
            </w:r>
          </w:p>
          <w:p w14:paraId="7AF044FF" w14:textId="77777777" w:rsidR="002F3FB0" w:rsidRPr="002F3FB0" w:rsidRDefault="002F3FB0" w:rsidP="006127D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de apresentação</w:t>
            </w:r>
          </w:p>
          <w:p w14:paraId="6E93D5DB" w14:textId="77777777" w:rsidR="002F3FB0" w:rsidRPr="002F3FB0" w:rsidRDefault="002F3FB0" w:rsidP="006127D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descritivo e de ilustração</w:t>
            </w:r>
          </w:p>
          <w:p w14:paraId="38803010" w14:textId="77777777" w:rsidR="002F3FB0" w:rsidRPr="002F3FB0" w:rsidRDefault="002F3FB0" w:rsidP="006127D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Valores cromático (cor própria, cor projetada, perspetiva atmosférica)</w:t>
            </w:r>
          </w:p>
          <w:p w14:paraId="28C0B93E" w14:textId="77777777" w:rsidR="002F3FB0" w:rsidRPr="002F3FB0" w:rsidRDefault="002F3FB0" w:rsidP="006127D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Qualidades expressivas relacionadas com as características do tema</w:t>
            </w:r>
          </w:p>
          <w:p w14:paraId="048F5ACA" w14:textId="77777777" w:rsidR="002F3FB0" w:rsidRPr="002F3FB0" w:rsidRDefault="002F3FB0" w:rsidP="006127D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Identidade gráfica e estética</w:t>
            </w:r>
          </w:p>
          <w:p w14:paraId="0A9AB401" w14:textId="77777777" w:rsidR="00F542E4" w:rsidRDefault="002F3FB0" w:rsidP="006127D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F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Desenvolvimento de exercícios que, da representação do espaço ao desenho de comunicação promovam a descoberta dos processos subjetivos, artísticos e conceptuais do desenho</w:t>
            </w:r>
          </w:p>
          <w:p w14:paraId="6BF83BD0" w14:textId="77777777" w:rsidR="00F542E4" w:rsidRDefault="00F542E4" w:rsidP="002F3FB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1B9645" w14:textId="77777777" w:rsidR="00F542E4" w:rsidRPr="001B353A" w:rsidRDefault="00F542E4" w:rsidP="002F3FB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04EAC" w14:textId="77777777" w:rsidR="00A027EE" w:rsidRDefault="00A027EE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05D7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os procedimentos tecnológicos e as metodologias adequadas às diferentes propostas de desenho síntese.</w:t>
            </w:r>
          </w:p>
          <w:p w14:paraId="479F8BD4" w14:textId="77777777" w:rsidR="00A027EE" w:rsidRDefault="00A027EE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05D7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criticamente os vários métodos de representação segundo as suas propriedades</w:t>
            </w:r>
          </w:p>
          <w:p w14:paraId="788C7CF3" w14:textId="77777777" w:rsidR="00A027EE" w:rsidRDefault="00A027EE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05D7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elementos estruturais da representaçã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1511448" w14:textId="77777777" w:rsidR="00A027EE" w:rsidRDefault="00A027EE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</w:t>
            </w:r>
            <w:r w:rsidRPr="00B805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anipular elementos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da</w:t>
            </w:r>
            <w:r w:rsidRPr="00B805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comunicação.</w:t>
            </w:r>
          </w:p>
          <w:p w14:paraId="1660AAB6" w14:textId="60A2D1A2" w:rsidR="00F542E4" w:rsidRDefault="00133DC1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133DC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ensar de forma original e gerar ideias inovadoras para representar conceitos de forma visual.</w:t>
            </w:r>
          </w:p>
          <w:p w14:paraId="1581D333" w14:textId="77777777" w:rsidR="00F542E4" w:rsidRDefault="00133DC1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133DC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bservar detalhes do mundo e traduzi-los em representações visuais expressivas.</w:t>
            </w:r>
          </w:p>
          <w:p w14:paraId="308FFF27" w14:textId="77777777" w:rsidR="00133DC1" w:rsidRDefault="00133DC1" w:rsidP="005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133DC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esenvolver conceitos abstratos por meio de desenhos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F3C5AC7" w14:textId="77777777" w:rsidR="00F542E4" w:rsidRPr="00133DC1" w:rsidRDefault="00133DC1" w:rsidP="005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33DC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omunicar transmitindo ideias e mensagens.</w:t>
            </w:r>
          </w:p>
          <w:p w14:paraId="69735570" w14:textId="77777777" w:rsidR="00F542E4" w:rsidRDefault="00133DC1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133DC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implificar informações complexas em representações visuais claras e concisas.</w:t>
            </w:r>
          </w:p>
          <w:p w14:paraId="08A19F07" w14:textId="77777777" w:rsidR="00F542E4" w:rsidRDefault="00133DC1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133DC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roduzir desenhos de forma rápida e eficiente, especialmente durante as fases iniciais do processo criativo.</w:t>
            </w:r>
          </w:p>
          <w:p w14:paraId="3B5E9441" w14:textId="77777777" w:rsidR="00F542E4" w:rsidRDefault="00133DC1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33DC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daptar o estilo de desenho conforme necessário para se </w:t>
            </w:r>
            <w:r w:rsidRPr="00133DC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adequar ao contexto e às preferências do público-alvo.</w:t>
            </w:r>
          </w:p>
          <w:p w14:paraId="366A4ABF" w14:textId="77777777" w:rsidR="00F542E4" w:rsidRDefault="00133DC1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33DC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omunicar ideias complexas por meio de desenhos, tornando informações acessíveis e compreensíveis.</w:t>
            </w:r>
          </w:p>
          <w:p w14:paraId="26C23FA7" w14:textId="77777777" w:rsidR="00F542E4" w:rsidRPr="00057283" w:rsidRDefault="00133DC1" w:rsidP="00133DC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33DC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Representar objetos e espaços tridimensionais de forma convincente em superfícies bidimensionais.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10C157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6ED5C7A5" w14:textId="77777777" w:rsidR="00F542E4" w:rsidRPr="00AE041A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1A59091E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64BF8742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22B4D422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0E3AD813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027FFB77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02DEBE4E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3637610C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0592E85E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FE91644" w14:textId="77777777" w:rsidR="00F542E4" w:rsidRPr="00057283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14428B8" w14:textId="77777777" w:rsidR="005C4B7C" w:rsidRDefault="005C4B7C" w:rsidP="005C4B7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EDB004B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2A73B33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496FA67" w14:textId="162493E3" w:rsidR="005C4B7C" w:rsidRPr="00F20E6F" w:rsidRDefault="007A3870" w:rsidP="005C4B7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Elaborar desenho de </w:t>
      </w:r>
      <w:proofErr w:type="gramStart"/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síntese </w:t>
      </w:r>
      <w:r w:rsidR="005C4B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proofErr w:type="gramEnd"/>
    </w:p>
    <w:p w14:paraId="6F112A51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</w:t>
      </w:r>
      <w:r w:rsidR="00133DC1" w:rsidRP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omunica</w:t>
      </w:r>
      <w:r w:rsid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133DC1" w:rsidRP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forma clara e compreensível os conceitos ou mensagens pretendidas.</w:t>
      </w:r>
    </w:p>
    <w:p w14:paraId="00914AA8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  <w:r w:rsidR="00133DC1" w:rsidRP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intetiza</w:t>
      </w:r>
      <w:r w:rsid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133DC1" w:rsidRP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informações complexas em representações visuais simples, mas impactantes.</w:t>
      </w:r>
    </w:p>
    <w:p w14:paraId="60E9D1CA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33DC1" w:rsidRP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133DC1" w:rsidRP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se o estilo e a mensagem do desenho são adequados ao público-alvo.</w:t>
      </w:r>
    </w:p>
    <w:p w14:paraId="05222C85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33DC1" w:rsidRP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Analisa</w:t>
      </w:r>
      <w:r w:rsid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133DC1" w:rsidRP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expressividade e a capacidade de transmitir emoções ou conceitos abstratos por meio do desenho.</w:t>
      </w:r>
    </w:p>
    <w:p w14:paraId="0B12AC1B" w14:textId="77777777" w:rsidR="005C4B7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</w:t>
      </w:r>
      <w:r w:rsidR="00133DC1" w:rsidRP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ant</w:t>
      </w:r>
      <w:r w:rsid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endo</w:t>
      </w:r>
      <w:r w:rsidR="00133DC1" w:rsidRP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coerência estilística que se alinh</w:t>
      </w:r>
      <w:r w:rsid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</w:t>
      </w:r>
      <w:r w:rsidR="00133DC1" w:rsidRP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ao propósito e à identidade visual desejada.</w:t>
      </w:r>
    </w:p>
    <w:p w14:paraId="66614DB7" w14:textId="77777777" w:rsidR="00133DC1" w:rsidRPr="0064164C" w:rsidRDefault="00133DC1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752D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  <w:r w:rsidRP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egu</w:t>
      </w:r>
      <w:r w:rsidR="008752D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indo</w:t>
      </w:r>
      <w:r w:rsidRPr="00133D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princípios fundamentais de design, como equilíbrio, contraste e alinhamento.</w:t>
      </w:r>
    </w:p>
    <w:p w14:paraId="3DEF5161" w14:textId="77777777" w:rsidR="005C4B7C" w:rsidRPr="00136AD8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111BF4C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0E47DE8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18BF0912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73CBBE91" w14:textId="77777777" w:rsidR="00403386" w:rsidRPr="009227C5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6A5AC85E" w14:textId="77777777" w:rsidR="00403386" w:rsidRPr="009227C5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7C5BC8E" w14:textId="77777777" w:rsidR="00403386" w:rsidRPr="00051C79" w:rsidRDefault="00403386" w:rsidP="004033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DF5779" w14:textId="77777777" w:rsidR="00403386" w:rsidRPr="00F87025" w:rsidRDefault="00403386" w:rsidP="004033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E2B862A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36C6BE7E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0186BB53" w14:textId="77777777" w:rsidR="00382A2A" w:rsidRDefault="00382A2A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imagem</w:t>
      </w:r>
    </w:p>
    <w:p w14:paraId="28CD0092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9BBB54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06E6624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511BFE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AB997F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2C6149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C4B7C" w:rsidRPr="00136AD8" w14:paraId="0B402BC9" w14:textId="77777777" w:rsidTr="005874B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B9CFBEF" w14:textId="11BB0660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3F3F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9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3F3F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079C9D0" w14:textId="76D3585F" w:rsidR="005C4B7C" w:rsidRPr="009C256C" w:rsidRDefault="00D838E7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Aplicar técnicas de desenho avançadas </w:t>
            </w:r>
          </w:p>
        </w:tc>
      </w:tr>
      <w:tr w:rsidR="005C4B7C" w:rsidRPr="00136AD8" w14:paraId="202A18C8" w14:textId="77777777" w:rsidTr="005874B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7DC7997" w14:textId="74218F5A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3F3FC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203158D8" w14:textId="77777777" w:rsidR="005C4B7C" w:rsidRPr="00136AD8" w:rsidRDefault="00B805D7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805D7">
              <w:rPr>
                <w:rFonts w:ascii="Verdana Pro Light" w:eastAsia="Arial Unicode MS" w:hAnsi="Verdana Pro Light" w:cs="Times New Roman"/>
                <w:sz w:val="18"/>
                <w:szCs w:val="18"/>
              </w:rPr>
              <w:t>Técnicas de desenho - avançado</w:t>
            </w:r>
          </w:p>
        </w:tc>
      </w:tr>
    </w:tbl>
    <w:p w14:paraId="0A0580FC" w14:textId="77777777" w:rsidR="005C4B7C" w:rsidRPr="00136AD8" w:rsidRDefault="005C4B7C" w:rsidP="005C4B7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031EC3C" w14:textId="77777777" w:rsidR="005C4B7C" w:rsidRPr="003200F2" w:rsidRDefault="005C4B7C" w:rsidP="005C4B7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6408579" w14:textId="77777777" w:rsidR="005C4B7C" w:rsidRPr="00136AD8" w:rsidRDefault="005C4B7C" w:rsidP="005C4B7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C4B7C" w:rsidRPr="00136AD8" w14:paraId="3728A185" w14:textId="77777777" w:rsidTr="005874B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4D5E54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C4B7C" w:rsidRPr="00136AD8" w14:paraId="574A3D69" w14:textId="77777777" w:rsidTr="005874B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C93F76" w14:textId="54A21CCF" w:rsidR="00B805D7" w:rsidRPr="00B805D7" w:rsidRDefault="005C4B7C" w:rsidP="00B805D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</w:t>
            </w: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B4F86">
              <w:rPr>
                <w:rFonts w:ascii="Verdana Pro Light" w:eastAsia="Arial Unicode MS" w:hAnsi="Verdana Pro Light" w:cs="Arial Unicode MS"/>
                <w:sz w:val="18"/>
                <w:szCs w:val="18"/>
              </w:rPr>
              <w:t>Explora</w:t>
            </w:r>
            <w:r w:rsidR="00BE38A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 </w:t>
            </w:r>
            <w:r w:rsidR="00DB4F8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 estilos e técnicas </w:t>
            </w:r>
            <w:r w:rsidR="00BE38A7">
              <w:rPr>
                <w:rFonts w:ascii="Verdana Pro Light" w:eastAsia="Arial Unicode MS" w:hAnsi="Verdana Pro Light" w:cs="Arial Unicode MS"/>
                <w:sz w:val="18"/>
                <w:szCs w:val="18"/>
              </w:rPr>
              <w:t>de desenho</w:t>
            </w:r>
          </w:p>
          <w:p w14:paraId="3F946B08" w14:textId="4BD256BB" w:rsidR="00B805D7" w:rsidRPr="00B805D7" w:rsidRDefault="00B805D7" w:rsidP="00B805D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E38A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</w:t>
            </w:r>
            <w:r w:rsidR="00600D19">
              <w:rPr>
                <w:rFonts w:ascii="Verdana Pro Light" w:eastAsia="Arial Unicode MS" w:hAnsi="Verdana Pro Light" w:cs="Arial Unicode MS"/>
                <w:sz w:val="18"/>
                <w:szCs w:val="18"/>
              </w:rPr>
              <w:t>as</w:t>
            </w:r>
            <w:r w:rsidR="00600D19" w:rsidRPr="00600D1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características principais do objeto, cena ou figura</w:t>
            </w:r>
          </w:p>
          <w:p w14:paraId="3BDAF197" w14:textId="6D08F1C8" w:rsidR="00B805D7" w:rsidRPr="00B805D7" w:rsidRDefault="00B805D7" w:rsidP="00B805D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00D1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Incorporar </w:t>
            </w:r>
            <w:r w:rsidR="00600D19" w:rsidRPr="00600D19">
              <w:rPr>
                <w:rFonts w:ascii="Verdana Pro Light" w:eastAsia="Arial Unicode MS" w:hAnsi="Verdana Pro Light" w:cs="Arial Unicode MS"/>
                <w:sz w:val="18"/>
                <w:szCs w:val="18"/>
              </w:rPr>
              <w:t>cores e texturas para adicionar profundidade e interesse visual ao desenho</w:t>
            </w:r>
          </w:p>
          <w:p w14:paraId="4D4E7E25" w14:textId="439DE456" w:rsidR="005C4B7C" w:rsidRPr="001549DB" w:rsidRDefault="00B805D7" w:rsidP="001549D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9721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</w:t>
            </w:r>
            <w:r w:rsidR="00160028" w:rsidRPr="00160028"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expressiva</w:t>
            </w:r>
            <w:r w:rsidR="0016002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</w:t>
            </w:r>
            <w:r w:rsidR="00160028" w:rsidRPr="00160028">
              <w:rPr>
                <w:rFonts w:ascii="Verdana Pro Light" w:eastAsia="Arial Unicode MS" w:hAnsi="Verdana Pro Light" w:cs="Arial Unicode MS"/>
                <w:sz w:val="18"/>
                <w:szCs w:val="18"/>
              </w:rPr>
              <w:t>linhas gestuais</w:t>
            </w:r>
            <w:r w:rsidR="001549DB">
              <w:rPr>
                <w:rFonts w:ascii="Verdana Pro Light" w:eastAsia="Arial Unicode MS" w:hAnsi="Verdana Pro Light" w:cs="Arial Unicode MS"/>
                <w:sz w:val="18"/>
                <w:szCs w:val="18"/>
              </w:rPr>
              <w:t>, sombreamento dramático e técnicas de iluminação)</w:t>
            </w:r>
          </w:p>
        </w:tc>
      </w:tr>
      <w:tr w:rsidR="005C4B7C" w:rsidRPr="00136AD8" w14:paraId="4C5733C7" w14:textId="77777777" w:rsidTr="005874B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22DB88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4CC9F3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6EC2514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542E4" w:rsidRPr="00136AD8" w14:paraId="0AE41B73" w14:textId="77777777" w:rsidTr="005874B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A2605" w14:textId="77777777" w:rsidR="006127D7" w:rsidRPr="00170D65" w:rsidRDefault="006127D7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Sombreamento</w:t>
            </w:r>
          </w:p>
          <w:p w14:paraId="2B4167A8" w14:textId="77777777" w:rsidR="006127D7" w:rsidRPr="006127D7" w:rsidRDefault="006127D7" w:rsidP="00170D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Sombreamento esfumado</w:t>
            </w:r>
          </w:p>
          <w:p w14:paraId="073269B5" w14:textId="77777777" w:rsidR="006127D7" w:rsidRPr="006127D7" w:rsidRDefault="006127D7" w:rsidP="00170D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Sombreamento em </w:t>
            </w:r>
            <w:proofErr w:type="spellStart"/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Hachuras</w:t>
            </w:r>
            <w:proofErr w:type="spellEnd"/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(traços equidistantes paralelos)</w:t>
            </w:r>
          </w:p>
          <w:p w14:paraId="340DF7C8" w14:textId="77777777" w:rsidR="006127D7" w:rsidRPr="006127D7" w:rsidRDefault="006127D7" w:rsidP="00170D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Sombreamento em ziguezague</w:t>
            </w:r>
          </w:p>
          <w:p w14:paraId="16E781E2" w14:textId="77777777" w:rsidR="006127D7" w:rsidRPr="00170D65" w:rsidRDefault="006127D7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Escalas de cinza, contraste e reflexo na composição</w:t>
            </w:r>
          </w:p>
          <w:p w14:paraId="4A6E86DB" w14:textId="77777777" w:rsidR="006127D7" w:rsidRPr="00170D65" w:rsidRDefault="006127D7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secas</w:t>
            </w:r>
          </w:p>
          <w:p w14:paraId="0D384B8A" w14:textId="77777777" w:rsidR="006127D7" w:rsidRPr="006127D7" w:rsidRDefault="006127D7" w:rsidP="00170D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da sombra convencional</w:t>
            </w:r>
          </w:p>
          <w:p w14:paraId="43B6A7A7" w14:textId="77777777" w:rsidR="006127D7" w:rsidRPr="006127D7" w:rsidRDefault="006127D7" w:rsidP="00170D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lápis adequados</w:t>
            </w:r>
          </w:p>
          <w:p w14:paraId="514A8630" w14:textId="77777777" w:rsidR="006127D7" w:rsidRPr="00170D65" w:rsidRDefault="006127D7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molhadas</w:t>
            </w:r>
          </w:p>
          <w:p w14:paraId="330AB515" w14:textId="77777777" w:rsidR="006127D7" w:rsidRPr="006127D7" w:rsidRDefault="006127D7" w:rsidP="00170D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 de água</w:t>
            </w:r>
          </w:p>
          <w:p w14:paraId="3CD1B1B5" w14:textId="77777777" w:rsidR="006127D7" w:rsidRPr="006127D7" w:rsidRDefault="006127D7" w:rsidP="00170D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</w:t>
            </w:r>
          </w:p>
          <w:p w14:paraId="539B46BE" w14:textId="77777777" w:rsidR="006127D7" w:rsidRPr="006127D7" w:rsidRDefault="006127D7" w:rsidP="00170D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Pincel</w:t>
            </w:r>
          </w:p>
          <w:p w14:paraId="06F5C6A3" w14:textId="77777777" w:rsidR="006127D7" w:rsidRPr="006127D7" w:rsidRDefault="006127D7" w:rsidP="00170D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Lápis de grafite</w:t>
            </w:r>
          </w:p>
          <w:p w14:paraId="1DD20600" w14:textId="77777777" w:rsidR="006127D7" w:rsidRPr="006127D7" w:rsidRDefault="006127D7" w:rsidP="00170D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Caneta Nanquim</w:t>
            </w:r>
          </w:p>
          <w:p w14:paraId="1D3CFCFA" w14:textId="77777777" w:rsidR="006127D7" w:rsidRPr="006127D7" w:rsidRDefault="006127D7" w:rsidP="00170D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Papel humedecido</w:t>
            </w:r>
          </w:p>
          <w:p w14:paraId="47C1C788" w14:textId="77777777" w:rsidR="006127D7" w:rsidRPr="00170D65" w:rsidRDefault="006127D7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de iluminação: A luz como elemento de expressividade</w:t>
            </w:r>
          </w:p>
          <w:p w14:paraId="70107589" w14:textId="77777777" w:rsidR="006127D7" w:rsidRPr="006127D7" w:rsidRDefault="006127D7" w:rsidP="00170D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direta</w:t>
            </w:r>
          </w:p>
          <w:p w14:paraId="4279ED66" w14:textId="77777777" w:rsidR="006127D7" w:rsidRPr="006127D7" w:rsidRDefault="006127D7" w:rsidP="00170D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lateral</w:t>
            </w:r>
          </w:p>
          <w:p w14:paraId="5A9539CB" w14:textId="77777777" w:rsidR="006127D7" w:rsidRPr="006127D7" w:rsidRDefault="006127D7" w:rsidP="00170D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Contraluz</w:t>
            </w:r>
          </w:p>
          <w:p w14:paraId="29D7157C" w14:textId="77777777" w:rsidR="006127D7" w:rsidRPr="006127D7" w:rsidRDefault="006127D7" w:rsidP="00170D6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27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Múltiplas fontes de luz</w:t>
            </w:r>
          </w:p>
          <w:p w14:paraId="3B600FBD" w14:textId="77777777" w:rsidR="00F542E4" w:rsidRPr="00170D65" w:rsidRDefault="006127D7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Prática de desenho</w:t>
            </w:r>
          </w:p>
          <w:p w14:paraId="6F488965" w14:textId="77777777" w:rsidR="00F542E4" w:rsidRPr="001B353A" w:rsidRDefault="00F542E4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BC953" w14:textId="77777777" w:rsidR="00F542E4" w:rsidRDefault="008752D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</w:t>
            </w:r>
            <w:r w:rsidRPr="00875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técnicas básicas e avançadas de desenho, incluindo linhas, sombras, texturas e perspetiva.</w:t>
            </w:r>
          </w:p>
          <w:p w14:paraId="4A03A5F6" w14:textId="77777777" w:rsidR="00600D19" w:rsidRDefault="00600D19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05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técnicas de sombreamento </w:t>
            </w:r>
          </w:p>
          <w:p w14:paraId="1BE2B7E4" w14:textId="77777777" w:rsidR="0029721E" w:rsidRDefault="0029721E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05D7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desenho secas e molhadas</w:t>
            </w:r>
          </w:p>
          <w:p w14:paraId="24D87042" w14:textId="661DAF80" w:rsidR="00BE38A7" w:rsidRDefault="0029721E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05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BE38A7" w:rsidRPr="00B805D7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a importância das escalas de cinza, contraste e reflexo no desenho.</w:t>
            </w:r>
          </w:p>
          <w:p w14:paraId="40F742B4" w14:textId="7ACCFB7A" w:rsidR="00F542E4" w:rsidRDefault="008752D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75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epresentar formas humana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875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anima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 de</w:t>
            </w:r>
            <w:r w:rsidRPr="00875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maneira realista e expressiva.</w:t>
            </w:r>
          </w:p>
          <w:p w14:paraId="68C6CD27" w14:textId="77777777" w:rsidR="00F542E4" w:rsidRDefault="008752D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5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linhas e traços para criar diferentes efeitos visuais e transmitir emoções.</w:t>
            </w:r>
          </w:p>
          <w:p w14:paraId="2DB9423C" w14:textId="77777777" w:rsidR="00F542E4" w:rsidRPr="00517AA8" w:rsidRDefault="008752D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875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cores de forma criativa para enfatizar elementos.</w:t>
            </w:r>
          </w:p>
          <w:p w14:paraId="372ED54F" w14:textId="77777777" w:rsidR="00F542E4" w:rsidRDefault="008752D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875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texturas visuais e representar diferentes materiais de maneira autêntica.</w:t>
            </w:r>
          </w:p>
          <w:p w14:paraId="1ABA058D" w14:textId="77777777" w:rsidR="00F542E4" w:rsidRDefault="008752D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875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nterag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 luz</w:t>
            </w:r>
            <w:r w:rsidRPr="00875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objetos para criar sombras e destacar detalhes.</w:t>
            </w:r>
          </w:p>
          <w:p w14:paraId="6D73C17F" w14:textId="77777777" w:rsidR="00F542E4" w:rsidRDefault="008752D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875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ncorporar uma variedade de estilos artísticos para encontrar uma abordagem que transmita a expressividade desejada.</w:t>
            </w:r>
          </w:p>
          <w:p w14:paraId="0CD305B9" w14:textId="77777777" w:rsidR="00F542E4" w:rsidRDefault="008752D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875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implificar elementos complexos, destacando características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68F42EE" w14:textId="77777777" w:rsidR="00F542E4" w:rsidRPr="00057283" w:rsidRDefault="008752D5" w:rsidP="008752D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</w:t>
            </w:r>
            <w:r w:rsidRPr="008752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as técnicas de expressividade estética a uma variedade de temas e contextos.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76B32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64A8229F" w14:textId="77777777" w:rsidR="00F542E4" w:rsidRPr="00AE041A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21451637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7271F765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192CDF78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6985C925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4C828661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466A0D55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6D8E4467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05E30B0C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2B86ED" w14:textId="77777777" w:rsidR="00F542E4" w:rsidRPr="00057283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BFDCD3D" w14:textId="77777777" w:rsidR="005C4B7C" w:rsidRDefault="005C4B7C" w:rsidP="005C4B7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2B77B6D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406A531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DFC232B" w14:textId="7BA7CD29" w:rsidR="005C4B7C" w:rsidRPr="00F20E6F" w:rsidRDefault="009E2D79" w:rsidP="005C4B7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E2D7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Aplicar técnicas de desenho avançadas</w:t>
      </w:r>
      <w:r w:rsidR="00B805D7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:</w:t>
      </w:r>
    </w:p>
    <w:p w14:paraId="6CDDF558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752D5" w:rsidRPr="008752D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8752D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8752D5" w:rsidRPr="008752D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originalidade das escolhas artísticas e a capacidade de inovar ao aplicar técnicas que contribuam para a expressividade estética.</w:t>
      </w:r>
    </w:p>
    <w:p w14:paraId="1A1A312C" w14:textId="77777777" w:rsidR="00C80605" w:rsidRDefault="005C4B7C" w:rsidP="00C806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</w:t>
      </w:r>
      <w:r w:rsidR="00C80605" w:rsidRP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nterpreta</w:t>
      </w:r>
      <w:r w:rsid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C80605" w:rsidRP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tema proposto de maneira única e expressiva</w:t>
      </w:r>
      <w:r w:rsid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9DD36BA" w14:textId="77777777" w:rsidR="005C4B7C" w:rsidRPr="0064164C" w:rsidRDefault="005C4B7C" w:rsidP="00C8060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C80605" w:rsidRP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Analisa</w:t>
      </w:r>
      <w:r w:rsid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C80605" w:rsidRP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diversidade e flexibilidade na aplicação de diferentes estilos artísticos para atender às demandas do projeto.</w:t>
      </w:r>
    </w:p>
    <w:p w14:paraId="3689844B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C80605" w:rsidRP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C80605" w:rsidRP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precisão e expressividade do controle de linhas e traços, considerando como esses elementos contribuem para a estética global.</w:t>
      </w:r>
    </w:p>
    <w:p w14:paraId="54A4FB80" w14:textId="77777777" w:rsidR="00C80605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 w:rsid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C80605" w:rsidRP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 w:rsid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C80605" w:rsidRP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eficácia na escolha e aplicação de cores para criar atmosfera, destaca</w:t>
      </w:r>
      <w:r w:rsid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C80605" w:rsidRP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elementos-chave e transmiti</w:t>
      </w:r>
      <w:r w:rsid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C80605" w:rsidRP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emoções específicas.</w:t>
      </w:r>
    </w:p>
    <w:p w14:paraId="58513790" w14:textId="77777777" w:rsidR="005C4B7C" w:rsidRPr="0064164C" w:rsidRDefault="00C80605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</w:t>
      </w:r>
      <w:r w:rsidRP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C806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texturas e materiais para enriquecer a expressividade e a autenticidade visual do desenho.</w:t>
      </w:r>
      <w:r w:rsidR="005C4B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ECD75E4" w14:textId="77777777" w:rsidR="005C4B7C" w:rsidRPr="00136AD8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3078DA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D9938E8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3A2903E8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5287BD23" w14:textId="77777777" w:rsidR="00403386" w:rsidRPr="009227C5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3C6FCA19" w14:textId="77777777" w:rsidR="00403386" w:rsidRPr="009227C5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7A8E784" w14:textId="77777777" w:rsidR="00403386" w:rsidRPr="00051C79" w:rsidRDefault="00403386" w:rsidP="004033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C682E8" w14:textId="77777777" w:rsidR="00403386" w:rsidRPr="00F87025" w:rsidRDefault="00403386" w:rsidP="004033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B98AA7C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2AD15DB2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3D0438E0" w14:textId="77777777" w:rsidR="00382A2A" w:rsidRDefault="00382A2A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imagem</w:t>
      </w:r>
    </w:p>
    <w:p w14:paraId="6606C097" w14:textId="77777777" w:rsidR="00382A2A" w:rsidRDefault="00382A2A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Modelação 3D</w:t>
      </w:r>
    </w:p>
    <w:p w14:paraId="2C174B2E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4ABF3E3" w14:textId="77777777" w:rsidR="005C4B7C" w:rsidRDefault="005C4B7C" w:rsidP="005C4B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3B80C94" w14:textId="77777777" w:rsidR="005C4B7C" w:rsidRPr="00501DC8" w:rsidRDefault="005C4B7C" w:rsidP="005C4B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6C75DAF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61ED33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CD58337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17859B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F6D8716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E459E5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C4B7C" w:rsidRPr="00136AD8" w14:paraId="1CF9B0EB" w14:textId="77777777" w:rsidTr="005874B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E596640" w14:textId="344D860C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96789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96789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6B4B111" w14:textId="3D646F5D" w:rsidR="005C4B7C" w:rsidRPr="009C256C" w:rsidRDefault="005C1634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Executar </w:t>
            </w:r>
            <w:r w:rsidR="005C4B7C" w:rsidRPr="005C4B7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modelação paramétrica.</w:t>
            </w:r>
          </w:p>
        </w:tc>
      </w:tr>
      <w:tr w:rsidR="005C4B7C" w:rsidRPr="00136AD8" w14:paraId="5ADC1500" w14:textId="77777777" w:rsidTr="005874B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204F5BF" w14:textId="77777777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36002B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E7E6E6" w:themeFill="background2"/>
          </w:tcPr>
          <w:p w14:paraId="03547A14" w14:textId="77777777" w:rsidR="005C4B7C" w:rsidRPr="00136AD8" w:rsidRDefault="0036002B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6002B">
              <w:rPr>
                <w:rFonts w:ascii="Verdana Pro Light" w:eastAsia="Arial Unicode MS" w:hAnsi="Verdana Pro Light" w:cs="Times New Roman"/>
                <w:sz w:val="18"/>
                <w:szCs w:val="18"/>
              </w:rPr>
              <w:t>Modelação paramétrica para arquitetura - introdução</w:t>
            </w:r>
          </w:p>
        </w:tc>
      </w:tr>
    </w:tbl>
    <w:p w14:paraId="481E82A2" w14:textId="77777777" w:rsidR="005C4B7C" w:rsidRPr="00136AD8" w:rsidRDefault="005C4B7C" w:rsidP="005C4B7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5866554" w14:textId="77777777" w:rsidR="005C4B7C" w:rsidRPr="003200F2" w:rsidRDefault="005C4B7C" w:rsidP="005C4B7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FEA379C" w14:textId="77777777" w:rsidR="005C4B7C" w:rsidRPr="00136AD8" w:rsidRDefault="005C4B7C" w:rsidP="005C4B7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C4B7C" w:rsidRPr="00136AD8" w14:paraId="58DEC5D9" w14:textId="77777777" w:rsidTr="005874B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7642B51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C4B7C" w:rsidRPr="00136AD8" w14:paraId="0C65C89A" w14:textId="77777777" w:rsidTr="005874B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5906BF" w14:textId="26C19539" w:rsidR="006C5C6E" w:rsidRPr="006C5C6E" w:rsidRDefault="005C4B7C" w:rsidP="006C5C6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8573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Definir </w:t>
            </w:r>
            <w:r w:rsidR="00911F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elementos a controlar por parâmetros </w:t>
            </w:r>
          </w:p>
          <w:p w14:paraId="7364C352" w14:textId="7090B866" w:rsidR="006C5C6E" w:rsidRPr="006C5C6E" w:rsidRDefault="006C5C6E" w:rsidP="006C5C6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11F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Desenvolver a lógica paramétrica </w:t>
            </w:r>
            <w:r w:rsidR="0065643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partir de software adequado, </w:t>
            </w:r>
            <w:r w:rsidR="00656439" w:rsidRPr="00656439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</w:t>
            </w:r>
            <w:r w:rsidR="00656439">
              <w:rPr>
                <w:rFonts w:ascii="Verdana Pro Light" w:eastAsia="Arial Unicode MS" w:hAnsi="Verdana Pro Light" w:cs="Arial Unicode MS"/>
                <w:sz w:val="18"/>
                <w:szCs w:val="18"/>
              </w:rPr>
              <w:t>ndo</w:t>
            </w:r>
            <w:r w:rsidR="00656439" w:rsidRPr="0065643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algoritmos e relações entre os parâmetros</w:t>
            </w:r>
          </w:p>
          <w:p w14:paraId="7BA61D64" w14:textId="76203793" w:rsidR="006C5C6E" w:rsidRPr="006C5C6E" w:rsidRDefault="006C5C6E" w:rsidP="006C5C6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331D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Implementar relações paramétricas </w:t>
            </w:r>
            <w:r w:rsidR="002331DD" w:rsidRPr="002331DD">
              <w:rPr>
                <w:rFonts w:ascii="Verdana Pro Light" w:eastAsia="Arial Unicode MS" w:hAnsi="Verdana Pro Light" w:cs="Arial Unicode MS"/>
                <w:sz w:val="18"/>
                <w:szCs w:val="18"/>
              </w:rPr>
              <w:t>entre os elementos do modelo.</w:t>
            </w:r>
          </w:p>
          <w:p w14:paraId="73869096" w14:textId="0B322D59" w:rsidR="005C4B7C" w:rsidRPr="00D71E1C" w:rsidRDefault="006C5C6E" w:rsidP="00D71E1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71E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Testar e validar </w:t>
            </w:r>
          </w:p>
        </w:tc>
      </w:tr>
      <w:tr w:rsidR="005C4B7C" w:rsidRPr="00136AD8" w14:paraId="5CF129E3" w14:textId="77777777" w:rsidTr="005874B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CD6408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836790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528E54B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542E4" w:rsidRPr="00136AD8" w14:paraId="098CC410" w14:textId="77777777" w:rsidTr="005874B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0D9C9" w14:textId="77777777" w:rsidR="00170D65" w:rsidRPr="00170D65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Configurações, Norte de projeto e verdadeiro</w:t>
            </w:r>
          </w:p>
          <w:p w14:paraId="0F0FB237" w14:textId="77777777" w:rsidR="00170D65" w:rsidRPr="00170D65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espessuras e padrões de linhas</w:t>
            </w:r>
          </w:p>
          <w:p w14:paraId="68349250" w14:textId="77777777" w:rsidR="00170D65" w:rsidRPr="00170D65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Parametrização de padrões de preenchimento</w:t>
            </w:r>
          </w:p>
          <w:p w14:paraId="43DDF8F4" w14:textId="77777777" w:rsidR="00170D65" w:rsidRPr="00170D65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elementos gráficos</w:t>
            </w:r>
          </w:p>
          <w:p w14:paraId="35A48614" w14:textId="77777777" w:rsidR="00170D65" w:rsidRPr="00170D65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estilos de cotagem</w:t>
            </w:r>
          </w:p>
          <w:p w14:paraId="03B87427" w14:textId="77777777" w:rsidR="00170D65" w:rsidRPr="00170D65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materiais</w:t>
            </w:r>
          </w:p>
          <w:p w14:paraId="564CA933" w14:textId="77777777" w:rsidR="00170D65" w:rsidRPr="00170D65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Estudos Solares, localização do projeto e sombras</w:t>
            </w:r>
          </w:p>
          <w:p w14:paraId="5603E9BC" w14:textId="77777777" w:rsidR="00170D65" w:rsidRPr="00170D65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Visualização e parâmetros de </w:t>
            </w:r>
            <w:proofErr w:type="spellStart"/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</w:p>
          <w:p w14:paraId="6F2AB3D3" w14:textId="77777777" w:rsidR="00170D65" w:rsidRPr="00170D65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vistas, aplicação de iluminação e materiais</w:t>
            </w:r>
          </w:p>
          <w:p w14:paraId="5441A062" w14:textId="77777777" w:rsidR="00170D65" w:rsidRPr="00170D65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Exportação de imagens </w:t>
            </w:r>
            <w:proofErr w:type="spellStart"/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fotorealistas</w:t>
            </w:r>
            <w:proofErr w:type="spellEnd"/>
          </w:p>
          <w:p w14:paraId="74B2BDD1" w14:textId="77777777" w:rsidR="00170D65" w:rsidRPr="00170D65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famílias</w:t>
            </w:r>
          </w:p>
          <w:p w14:paraId="0829028D" w14:textId="77777777" w:rsidR="00170D65" w:rsidRPr="00170D65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Representação gráfica de objetos, visibilidade estilo e grafismo de objetos</w:t>
            </w:r>
          </w:p>
          <w:p w14:paraId="28538602" w14:textId="77777777" w:rsidR="00170D65" w:rsidRPr="00170D65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elementos de massa</w:t>
            </w:r>
          </w:p>
          <w:p w14:paraId="2748C9B4" w14:textId="77777777" w:rsidR="00F542E4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um modelo a partir a partir do estudo de massa</w:t>
            </w:r>
          </w:p>
          <w:p w14:paraId="2E6EC31A" w14:textId="77777777" w:rsidR="00F542E4" w:rsidRPr="001B353A" w:rsidRDefault="00F542E4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CF80E" w14:textId="77777777" w:rsidR="0078573B" w:rsidRDefault="0078573B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</w:t>
            </w:r>
            <w:r w:rsidRPr="006C5C6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sistema de modelação paramétrica.</w:t>
            </w:r>
          </w:p>
          <w:p w14:paraId="4F50A018" w14:textId="77777777" w:rsidR="00656439" w:rsidRDefault="00656439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C5C6E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tabelas de quantidades.</w:t>
            </w:r>
          </w:p>
          <w:p w14:paraId="2A0A3A82" w14:textId="77777777" w:rsidR="00656439" w:rsidRDefault="00656439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C5C6E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folhas de impressão</w:t>
            </w:r>
          </w:p>
          <w:p w14:paraId="583EEC2F" w14:textId="77777777" w:rsidR="00656439" w:rsidRDefault="00656439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C5C6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os processos técnicos adequados para obtenção de imagens </w:t>
            </w:r>
            <w:proofErr w:type="spellStart"/>
            <w:r w:rsidRPr="006C5C6E">
              <w:rPr>
                <w:rFonts w:ascii="Verdana Pro Light" w:eastAsia="Arial Unicode MS" w:hAnsi="Verdana Pro Light" w:cs="Arial Unicode MS"/>
                <w:sz w:val="18"/>
                <w:szCs w:val="18"/>
              </w:rPr>
              <w:t>fotorealistas</w:t>
            </w:r>
            <w:proofErr w:type="spellEnd"/>
          </w:p>
          <w:p w14:paraId="4ED3B3BF" w14:textId="00F79B13" w:rsidR="00911F47" w:rsidRDefault="00911F47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o fluxo de trabalho de um sistema de modelação paramétrica</w:t>
            </w:r>
            <w:r w:rsidRPr="006C5C6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6A3F8593" w14:textId="35245B6A" w:rsidR="00F542E4" w:rsidRDefault="0072230E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7223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conceitos de programação visual para criar algoritmos paramétricos eficientes e lógicos.</w:t>
            </w:r>
          </w:p>
          <w:p w14:paraId="21F43D08" w14:textId="77777777" w:rsidR="00F542E4" w:rsidRDefault="0013623F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72230E" w:rsidRPr="007223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ensar de forma algorítmica para decompor problemas complexos em passos lógicos e instruções para o sistema paramétrico.</w:t>
            </w:r>
          </w:p>
          <w:p w14:paraId="31D63393" w14:textId="77777777" w:rsidR="00F542E4" w:rsidRDefault="0013623F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1362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oportunidades de automação e eficiência no processo de design usando modelação paramétrica.</w:t>
            </w:r>
          </w:p>
          <w:p w14:paraId="018555D0" w14:textId="77777777" w:rsidR="00F542E4" w:rsidRPr="00517AA8" w:rsidRDefault="0013623F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1362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erir dados paramétricos de forma eficaz, garantindo consistência e rastreabilidade nas mudanças de design.</w:t>
            </w:r>
          </w:p>
          <w:p w14:paraId="7339C402" w14:textId="77777777" w:rsidR="00F542E4" w:rsidRDefault="0013623F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1362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ntegrar sistemas paramétricos com outras ferramentas e softwares, possibilitando uma abordagem interdisciplinar no design.</w:t>
            </w:r>
          </w:p>
          <w:p w14:paraId="0A216A75" w14:textId="77777777" w:rsidR="00F542E4" w:rsidRDefault="0013623F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1362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timiza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1362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desempenho de algoritmos paramétricos, </w:t>
            </w:r>
            <w:r w:rsidRPr="001362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especialmente em projetos complexos.</w:t>
            </w:r>
          </w:p>
          <w:p w14:paraId="3EFDAE8B" w14:textId="77777777" w:rsidR="00F542E4" w:rsidRPr="00057283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DF280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08ECD07A" w14:textId="77777777" w:rsidR="00F542E4" w:rsidRPr="00AE041A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00067FBD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145F179B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1F1953A7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29AAF399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1E4FF240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7C0D4788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247E14C9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13F0178C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C415FF" w14:textId="77777777" w:rsidR="00F542E4" w:rsidRPr="00057283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84A46FE" w14:textId="77777777" w:rsidR="005C4B7C" w:rsidRDefault="005C4B7C" w:rsidP="005C4B7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4926C6B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0561F50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2FBFCC1" w14:textId="496820B5" w:rsidR="005C4B7C" w:rsidRPr="00F20E6F" w:rsidRDefault="00D71E1C" w:rsidP="005C4B7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Executar </w:t>
      </w:r>
      <w:r w:rsidR="006C5C6E" w:rsidRPr="006C5C6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modelação paramétrica.</w:t>
      </w:r>
      <w:r w:rsidR="005C4B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81C56E6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3623F" w:rsidRP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13623F" w:rsidRP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eficiência do fluxo de trabalho na criação de designs paramétricos complexos, considerando a rapidez na geração e adaptação de modelos.</w:t>
      </w:r>
    </w:p>
    <w:p w14:paraId="623E86C6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3623F" w:rsidRP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 w:rsid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13623F" w:rsidRP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organização e clareza dos algoritmos paramétricos, garantindo uma estrutura lógica e compreensível para facilitar a manutenção e colaboração.</w:t>
      </w:r>
    </w:p>
    <w:p w14:paraId="13C5563D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="0013623F" w:rsidRP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just</w:t>
      </w:r>
      <w:r w:rsid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="0013623F" w:rsidRP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</w:t>
      </w:r>
      <w:r w:rsidR="0013623F" w:rsidRP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alterações no design paramétrico em resposta a feedback ou mudanças de requisitos.</w:t>
      </w:r>
    </w:p>
    <w:p w14:paraId="148A22C0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</w:t>
      </w:r>
      <w:r w:rsidR="0013623F" w:rsidRP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</w:t>
      </w:r>
      <w:r w:rsid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rindo os</w:t>
      </w:r>
      <w:r w:rsidR="0013623F" w:rsidRP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parâmetros, garantindo que sejam facilmente ajustáveis e controláveis para explorar diferentes variações de design.</w:t>
      </w:r>
    </w:p>
    <w:p w14:paraId="1263E942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</w:t>
      </w:r>
      <w:r w:rsidR="0013623F" w:rsidRP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roduz</w:t>
      </w:r>
      <w:r w:rsid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indo</w:t>
      </w:r>
      <w:r w:rsidR="0013623F" w:rsidRPr="001362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resultados consistentes e reproduzíveis, evitando flutuações não desejadas nas iterações do design.</w:t>
      </w:r>
    </w:p>
    <w:p w14:paraId="1DF843B9" w14:textId="77777777" w:rsidR="005C4B7C" w:rsidRPr="00136AD8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4AD344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997C759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5EC76D88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23C1F032" w14:textId="77777777" w:rsidR="00403386" w:rsidRPr="009227C5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62287651" w14:textId="77777777" w:rsidR="00403386" w:rsidRPr="009227C5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54FFE8E" w14:textId="77777777" w:rsidR="00403386" w:rsidRPr="00051C79" w:rsidRDefault="00403386" w:rsidP="004033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8E57477" w14:textId="77777777" w:rsidR="00403386" w:rsidRPr="00F87025" w:rsidRDefault="00403386" w:rsidP="004033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5B1BBC5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0E7D336F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742AEC02" w14:textId="77777777" w:rsidR="00382A2A" w:rsidRDefault="00382A2A" w:rsidP="00382A2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imagem</w:t>
      </w:r>
    </w:p>
    <w:p w14:paraId="2DACFBE5" w14:textId="77777777" w:rsidR="00382A2A" w:rsidRDefault="00382A2A" w:rsidP="00382A2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Modelação 3D</w:t>
      </w:r>
    </w:p>
    <w:p w14:paraId="60483AB5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012CA3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E1A3EDC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EA48FF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FF5EFE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EBEF98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6089A4E" w14:textId="3BA70F03" w:rsidR="005C4B7C" w:rsidRDefault="005C4B7C" w:rsidP="005C4B7C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C4B7C" w:rsidRPr="00136AD8" w14:paraId="12E6DD25" w14:textId="77777777" w:rsidTr="005874B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31457DF" w14:textId="22B44996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13" w:name="_Hlk155278429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21211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11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21211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E7BEAAE" w14:textId="77777777" w:rsidR="005C4B7C" w:rsidRPr="009C256C" w:rsidRDefault="00823B5F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</w:t>
            </w:r>
            <w:r w:rsidR="005C4B7C" w:rsidRPr="005C4B7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riar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a</w:t>
            </w:r>
            <w:r w:rsidR="005C4B7C" w:rsidRPr="005C4B7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mbiente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s</w:t>
            </w:r>
            <w:r w:rsidR="005C4B7C" w:rsidRPr="005C4B7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tridimensiona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is</w:t>
            </w:r>
            <w:r w:rsidR="005C4B7C" w:rsidRPr="005C4B7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interativo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s para jogos</w:t>
            </w:r>
            <w:r w:rsidR="005C4B7C" w:rsidRPr="005C4B7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.</w:t>
            </w:r>
          </w:p>
        </w:tc>
      </w:tr>
      <w:bookmarkEnd w:id="13"/>
      <w:tr w:rsidR="005C4B7C" w:rsidRPr="00136AD8" w14:paraId="2EEA2E65" w14:textId="77777777" w:rsidTr="005874B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DBE964E" w14:textId="7783483C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804FE6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5398FB36" w14:textId="77777777" w:rsidR="005C4B7C" w:rsidRPr="00136AD8" w:rsidRDefault="006C5C6E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C5C6E">
              <w:rPr>
                <w:rFonts w:ascii="Verdana Pro Light" w:eastAsia="Arial Unicode MS" w:hAnsi="Verdana Pro Light" w:cs="Times New Roman"/>
                <w:sz w:val="18"/>
                <w:szCs w:val="18"/>
              </w:rPr>
              <w:t>Motor de jogos 3D</w:t>
            </w:r>
          </w:p>
        </w:tc>
      </w:tr>
    </w:tbl>
    <w:p w14:paraId="6902A21E" w14:textId="77777777" w:rsidR="005C4B7C" w:rsidRPr="00136AD8" w:rsidRDefault="005C4B7C" w:rsidP="005C4B7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5125967" w14:textId="77777777" w:rsidR="005C4B7C" w:rsidRPr="003200F2" w:rsidRDefault="005C4B7C" w:rsidP="005C4B7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BFC8B99" w14:textId="77777777" w:rsidR="005C4B7C" w:rsidRPr="00136AD8" w:rsidRDefault="005C4B7C" w:rsidP="005C4B7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C4B7C" w:rsidRPr="00136AD8" w14:paraId="1AC489EC" w14:textId="77777777" w:rsidTr="005874B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845BDA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C4B7C" w:rsidRPr="00136AD8" w14:paraId="153537B3" w14:textId="77777777" w:rsidTr="005874B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EBE068" w14:textId="7DD6240D" w:rsidR="00D712E6" w:rsidRPr="00D712E6" w:rsidRDefault="005C4B7C" w:rsidP="00D712E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45CE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</w:t>
            </w:r>
            <w:r w:rsidR="00245CE3" w:rsidRPr="00245CE3">
              <w:rPr>
                <w:rFonts w:ascii="Verdana Pro Light" w:eastAsia="Arial Unicode MS" w:hAnsi="Verdana Pro Light" w:cs="Arial Unicode MS"/>
                <w:sz w:val="18"/>
                <w:szCs w:val="18"/>
              </w:rPr>
              <w:t>requisitos técnicos, como o desempenho do jogo e as limitações de hardware.</w:t>
            </w:r>
          </w:p>
          <w:p w14:paraId="740C95B3" w14:textId="1D21B641" w:rsidR="00D712E6" w:rsidRPr="00D712E6" w:rsidRDefault="00D712E6" w:rsidP="00D712E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92A06">
              <w:rPr>
                <w:rFonts w:ascii="Verdana Pro Light" w:eastAsia="Arial Unicode MS" w:hAnsi="Verdana Pro Light" w:cs="Arial Unicode MS"/>
                <w:sz w:val="18"/>
                <w:szCs w:val="18"/>
              </w:rPr>
              <w:t>D</w:t>
            </w:r>
            <w:r w:rsidR="00492A06" w:rsidRPr="00492A06">
              <w:rPr>
                <w:rFonts w:ascii="Verdana Pro Light" w:eastAsia="Arial Unicode MS" w:hAnsi="Verdana Pro Light" w:cs="Arial Unicode MS"/>
                <w:sz w:val="18"/>
                <w:szCs w:val="18"/>
              </w:rPr>
              <w:t>efin</w:t>
            </w:r>
            <w:r w:rsidR="00492A0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ir </w:t>
            </w:r>
            <w:r w:rsidR="00492A06" w:rsidRPr="00492A06">
              <w:rPr>
                <w:rFonts w:ascii="Verdana Pro Light" w:eastAsia="Arial Unicode MS" w:hAnsi="Verdana Pro Light" w:cs="Arial Unicode MS"/>
                <w:sz w:val="18"/>
                <w:szCs w:val="18"/>
              </w:rPr>
              <w:t>a visão geral do ambiente do jogo.</w:t>
            </w:r>
          </w:p>
          <w:p w14:paraId="7A95003B" w14:textId="67F2AFFA" w:rsidR="005C4B7C" w:rsidRDefault="00D712E6" w:rsidP="002545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67041"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="00AD0E2A">
              <w:rPr>
                <w:rFonts w:ascii="Verdana Pro Light" w:eastAsia="Arial Unicode MS" w:hAnsi="Verdana Pro Light" w:cs="Arial Unicode MS"/>
                <w:sz w:val="18"/>
                <w:szCs w:val="18"/>
              </w:rPr>
              <w:t>ri</w:t>
            </w:r>
            <w:r w:rsidR="00AD0E2A" w:rsidRPr="00AD0E2A">
              <w:rPr>
                <w:rFonts w:ascii="Verdana Pro Light" w:eastAsia="Arial Unicode MS" w:hAnsi="Verdana Pro Light" w:cs="Arial Unicode MS"/>
                <w:sz w:val="18"/>
                <w:szCs w:val="18"/>
              </w:rPr>
              <w:t>ar os objetos e elementos do ambiente</w:t>
            </w:r>
            <w:r w:rsidR="00AD0E2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com recurso a </w:t>
            </w:r>
            <w:r w:rsidR="00AD0E2A" w:rsidRPr="00AD0E2A">
              <w:rPr>
                <w:rFonts w:ascii="Verdana Pro Light" w:eastAsia="Arial Unicode MS" w:hAnsi="Verdana Pro Light" w:cs="Arial Unicode MS"/>
                <w:sz w:val="18"/>
                <w:szCs w:val="18"/>
              </w:rPr>
              <w:t>software de modelagem 3D</w:t>
            </w:r>
            <w:r w:rsidR="00F21B09">
              <w:rPr>
                <w:rFonts w:ascii="Verdana Pro Light" w:eastAsia="Arial Unicode MS" w:hAnsi="Verdana Pro Light" w:cs="Arial Unicode MS"/>
                <w:sz w:val="18"/>
                <w:szCs w:val="18"/>
              </w:rPr>
              <w:t>. Aplicar</w:t>
            </w:r>
            <w:r w:rsidR="00F21B09" w:rsidRPr="00A6704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fontes de luz, cores e intensidades</w:t>
            </w:r>
          </w:p>
          <w:p w14:paraId="1D40900B" w14:textId="23A0B839" w:rsidR="00AD0E2A" w:rsidRDefault="00AD0E2A" w:rsidP="002545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</w:t>
            </w:r>
            <w:r w:rsidR="00A6704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91045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o </w:t>
            </w:r>
            <w:proofErr w:type="spellStart"/>
            <w:r w:rsidR="00910450" w:rsidRPr="00910450">
              <w:rPr>
                <w:rFonts w:ascii="Verdana Pro Light" w:eastAsia="Arial Unicode MS" w:hAnsi="Verdana Pro Light" w:cs="Arial Unicode MS"/>
                <w:sz w:val="18"/>
                <w:szCs w:val="18"/>
              </w:rPr>
              <w:t>scripting</w:t>
            </w:r>
            <w:proofErr w:type="spellEnd"/>
            <w:r w:rsidR="00910450" w:rsidRPr="0091045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para comportamentos de </w:t>
            </w:r>
            <w:proofErr w:type="spellStart"/>
            <w:r w:rsidR="00910450" w:rsidRPr="00910450">
              <w:rPr>
                <w:rFonts w:ascii="Verdana Pro Light" w:eastAsia="Arial Unicode MS" w:hAnsi="Verdana Pro Light" w:cs="Arial Unicode MS"/>
                <w:sz w:val="18"/>
                <w:szCs w:val="18"/>
              </w:rPr>
              <w:t>NPCs</w:t>
            </w:r>
            <w:proofErr w:type="spellEnd"/>
            <w:r w:rsidR="00910450" w:rsidRPr="0091045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(personagens não jogáveis), eventos de gatilho, sistemas de física para interações com objetos</w:t>
            </w:r>
          </w:p>
          <w:p w14:paraId="72AA9579" w14:textId="07E5D351" w:rsidR="00910450" w:rsidRPr="00D712E6" w:rsidRDefault="00910450" w:rsidP="002545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Testar e polir </w:t>
            </w:r>
          </w:p>
        </w:tc>
      </w:tr>
      <w:tr w:rsidR="005C4B7C" w:rsidRPr="00136AD8" w14:paraId="40ED8B1F" w14:textId="77777777" w:rsidTr="005874B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A68181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C30389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76B782A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542E4" w:rsidRPr="00136AD8" w14:paraId="02361701" w14:textId="77777777" w:rsidTr="005874B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EF003" w14:textId="77777777" w:rsidR="00170D65" w:rsidRPr="00170D65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Modelação 3D</w:t>
            </w:r>
          </w:p>
          <w:p w14:paraId="164A956F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conceitos de contagem e controlo de polígonos</w:t>
            </w:r>
          </w:p>
          <w:p w14:paraId="46537DFE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manutenção de regularidade e continuidade das malhas poligonais</w:t>
            </w:r>
          </w:p>
          <w:p w14:paraId="0C155BBC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orgânica - aplicação de técnicas, modelação digital de terrenos</w:t>
            </w:r>
          </w:p>
          <w:p w14:paraId="2A6CE256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Espaços interiores e exteriores; espaços e elementos de transição</w:t>
            </w:r>
          </w:p>
          <w:p w14:paraId="2E33C912" w14:textId="77777777" w:rsidR="00170D65" w:rsidRPr="009C7701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Animação</w:t>
            </w:r>
          </w:p>
          <w:p w14:paraId="13B58A7D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de animação de personagens; aplicação de conceitos</w:t>
            </w:r>
          </w:p>
          <w:p w14:paraId="368E93CF" w14:textId="77777777" w:rsidR="00170D65" w:rsidRPr="009C7701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Metodologia de desenho de texturas</w:t>
            </w:r>
          </w:p>
          <w:p w14:paraId="16C94119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simulação da forma bidimensional</w:t>
            </w:r>
          </w:p>
          <w:p w14:paraId="41D307D7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simulação do volume</w:t>
            </w:r>
          </w:p>
          <w:p w14:paraId="57E09FF1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Caracterização visual e táctil</w:t>
            </w:r>
          </w:p>
          <w:p w14:paraId="5F64BC69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domínio da cor e o nível de detalhe</w:t>
            </w:r>
          </w:p>
          <w:p w14:paraId="369CFC82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iluminação -auto iluminação e o processo de </w:t>
            </w:r>
            <w:proofErr w:type="spellStart"/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textura. Frisos, elementos de continuidade vertical e horizontal.</w:t>
            </w:r>
          </w:p>
          <w:p w14:paraId="3F8FE470" w14:textId="77777777" w:rsidR="00170D65" w:rsidRPr="009C7701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Pavimentos e paramentos</w:t>
            </w:r>
          </w:p>
          <w:p w14:paraId="0E3B7508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Detalhes mecânicos</w:t>
            </w:r>
          </w:p>
          <w:p w14:paraId="1A056D4E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Texturas orgânicas e irregularidades</w:t>
            </w:r>
          </w:p>
          <w:p w14:paraId="5D3F020E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simulação do desgaste de superfícies</w:t>
            </w:r>
          </w:p>
          <w:p w14:paraId="553EC02E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 de mapas de transparência</w:t>
            </w:r>
          </w:p>
          <w:p w14:paraId="635F9088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Montagem de mapas de texturas múltiplas</w:t>
            </w:r>
          </w:p>
          <w:p w14:paraId="643899DB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texturas múltiplas a modelos poligonais de estrutura subdividida</w:t>
            </w:r>
          </w:p>
          <w:p w14:paraId="179C3012" w14:textId="77777777" w:rsidR="009C382E" w:rsidRDefault="009C382E" w:rsidP="009C38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6C66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Scripting</w:t>
            </w:r>
            <w:proofErr w:type="spellEnd"/>
            <w:r w:rsidRPr="006C66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5DECE67F" w14:textId="77777777" w:rsidR="009C382E" w:rsidRDefault="009C382E" w:rsidP="009C382E">
            <w:pPr>
              <w:pStyle w:val="PargrafodaLista"/>
              <w:numPr>
                <w:ilvl w:val="0"/>
                <w:numId w:val="4"/>
              </w:numPr>
              <w:ind w:left="604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Motores de jogo</w:t>
            </w:r>
          </w:p>
          <w:p w14:paraId="64538CAC" w14:textId="77777777" w:rsidR="009C382E" w:rsidRDefault="009C382E" w:rsidP="009C382E">
            <w:pPr>
              <w:pStyle w:val="PargrafodaLista"/>
              <w:numPr>
                <w:ilvl w:val="0"/>
                <w:numId w:val="4"/>
              </w:numPr>
              <w:ind w:left="604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Linguagem de programação</w:t>
            </w:r>
          </w:p>
          <w:p w14:paraId="744889F5" w14:textId="77777777" w:rsidR="009C382E" w:rsidRPr="00E067B4" w:rsidRDefault="009C382E" w:rsidP="009C382E">
            <w:pPr>
              <w:pStyle w:val="PargrafodaLista"/>
              <w:numPr>
                <w:ilvl w:val="0"/>
                <w:numId w:val="4"/>
              </w:numPr>
              <w:ind w:left="604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 APIS</w:t>
            </w:r>
          </w:p>
          <w:p w14:paraId="6A734856" w14:textId="77777777" w:rsidR="00170D65" w:rsidRPr="009C7701" w:rsidRDefault="00170D65" w:rsidP="00170D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Editor de jogos 3D</w:t>
            </w:r>
          </w:p>
          <w:p w14:paraId="63AB0D04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Importação de modelos 3D; texturas e áudio</w:t>
            </w:r>
          </w:p>
          <w:p w14:paraId="341F435F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e ajuste de texturas e iluminação</w:t>
            </w:r>
          </w:p>
          <w:p w14:paraId="2E686316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Animação de objetos, elementos e definição de sistemas de partículas</w:t>
            </w:r>
          </w:p>
          <w:p w14:paraId="75AE1915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ações e sincronismo de eventos</w:t>
            </w:r>
          </w:p>
          <w:p w14:paraId="33052F85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interruptores e ações automáticas</w:t>
            </w:r>
          </w:p>
          <w:p w14:paraId="68FCC294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Transição entre áreas de modelos; estrutura de níveis</w:t>
            </w:r>
          </w:p>
          <w:p w14:paraId="43C1899F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limites de deslocamento; desenho de envolvente</w:t>
            </w:r>
          </w:p>
          <w:p w14:paraId="72C97B24" w14:textId="77777777" w:rsidR="00170D65" w:rsidRPr="00170D65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 de estruturas de deteção de colisões e sistemas físicos</w:t>
            </w:r>
          </w:p>
          <w:p w14:paraId="368600E0" w14:textId="77777777" w:rsidR="00F542E4" w:rsidRDefault="00170D65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extração de cenas animadas a partir do modelo interativo</w:t>
            </w:r>
          </w:p>
          <w:p w14:paraId="4DDC6153" w14:textId="4AE567F4" w:rsidR="00E067B4" w:rsidRPr="006C66AC" w:rsidRDefault="00E067B4" w:rsidP="009C382E">
            <w:pPr>
              <w:pStyle w:val="PargrafodaLista"/>
              <w:numPr>
                <w:ilvl w:val="0"/>
                <w:numId w:val="4"/>
              </w:numPr>
              <w:ind w:left="604" w:hanging="28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E7FBA" w14:textId="77777777" w:rsidR="00F542E4" w:rsidRDefault="006D73D2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73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Utilizar um editor de jogos 3D</w:t>
            </w:r>
            <w:r w:rsid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B33CF23" w14:textId="77777777" w:rsidR="006850E6" w:rsidRDefault="006850E6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712E6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os conceitos básicos da criação de ambientes virtuais interativos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FCC8A49" w14:textId="77777777" w:rsidR="006850E6" w:rsidRDefault="006850E6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712E6">
              <w:rPr>
                <w:rFonts w:ascii="Verdana Pro Light" w:eastAsia="Arial Unicode MS" w:hAnsi="Verdana Pro Light" w:cs="Arial Unicode MS"/>
                <w:sz w:val="18"/>
                <w:szCs w:val="18"/>
              </w:rPr>
              <w:t>Articular as aplicações informáticas que colaboram na criação de modelos interativos</w:t>
            </w:r>
          </w:p>
          <w:p w14:paraId="4E271ADB" w14:textId="77777777" w:rsidR="006850E6" w:rsidRDefault="006850E6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712E6">
              <w:rPr>
                <w:rFonts w:ascii="Verdana Pro Light" w:eastAsia="Arial Unicode MS" w:hAnsi="Verdana Pro Light" w:cs="Arial Unicode MS"/>
                <w:sz w:val="18"/>
                <w:szCs w:val="18"/>
              </w:rPr>
              <w:t>Simular o nível de detalhe de modelos interativos através da aplicação de texturas.</w:t>
            </w:r>
          </w:p>
          <w:p w14:paraId="67C6BC7D" w14:textId="2168D7AF" w:rsidR="00F542E4" w:rsidRDefault="00993B9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modelos 3D usando software de modela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ou importar modelos prontos e otimizá-los para uso no ambiente do jogo.</w:t>
            </w:r>
          </w:p>
          <w:p w14:paraId="4E39F0E9" w14:textId="77777777" w:rsidR="00F542E4" w:rsidRDefault="00993B9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texturas aos modelos 3D e mapear coordenadas UV para garantir uma representação visual realista.</w:t>
            </w:r>
          </w:p>
          <w:p w14:paraId="1FDBEAE5" w14:textId="77777777" w:rsidR="00F542E4" w:rsidRPr="00517AA8" w:rsidRDefault="00993B9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onfigurar fontes de luz, sombras e efeitos de iluminação para criar atmosferas visualmente impressionantes no ambiente do jogo.</w:t>
            </w:r>
          </w:p>
          <w:p w14:paraId="52CF1B46" w14:textId="77777777" w:rsidR="00F542E4" w:rsidRDefault="00993B9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animações para personagens, objetos e ambientes, proporcionando movimento e vida ao jogo.</w:t>
            </w:r>
          </w:p>
          <w:p w14:paraId="6E561C3A" w14:textId="77777777" w:rsidR="00F542E4" w:rsidRDefault="00993B9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G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arantir comportamentos realistas de objetos e personagens dentro do ambiente tridimensional.</w:t>
            </w:r>
          </w:p>
          <w:p w14:paraId="7885C811" w14:textId="77777777" w:rsidR="00F542E4" w:rsidRDefault="00993B9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layouts de níveis envolventes, considerando a progressão do jogador e desafios a serem superados.</w:t>
            </w:r>
          </w:p>
          <w:p w14:paraId="3F591CB3" w14:textId="77777777" w:rsidR="00F542E4" w:rsidRDefault="00993B9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timiza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jogo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garantindo que 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seja executado suavemente, mesmo em hardware menos potente.</w:t>
            </w:r>
          </w:p>
          <w:p w14:paraId="58AEE7DA" w14:textId="77777777" w:rsidR="00F542E4" w:rsidRDefault="00993B95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esenvolv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 em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ambientes de VR ou AR, explorando interações imersivas.</w:t>
            </w:r>
          </w:p>
          <w:p w14:paraId="49017474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DD734F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59D907D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BCEFBD" w14:textId="77777777" w:rsidR="00F542E4" w:rsidRPr="00057283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607D1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20A6B4D2" w14:textId="77777777" w:rsidR="00F542E4" w:rsidRPr="00AE041A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3673923D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0ABDFF9C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3603C828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4A22811F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28C04CE4" w14:textId="77777777" w:rsidR="00F542E4" w:rsidRPr="00564406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74529D5E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206C177C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6DCDBF18" w14:textId="77777777" w:rsidR="00F542E4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928EDC3" w14:textId="77777777" w:rsidR="00F542E4" w:rsidRPr="00057283" w:rsidRDefault="00F542E4" w:rsidP="00F542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01D2793" w14:textId="77777777" w:rsidR="005C4B7C" w:rsidRDefault="005C4B7C" w:rsidP="005C4B7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98424AC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D7FA50A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4EB4035" w14:textId="77777777" w:rsidR="005C4B7C" w:rsidRPr="00F20E6F" w:rsidRDefault="00823B5F" w:rsidP="005C4B7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</w:t>
      </w:r>
      <w:r w:rsidR="006C5C6E" w:rsidRPr="006C5C6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riar ambiente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s</w:t>
      </w:r>
      <w:r w:rsidR="006C5C6E" w:rsidRPr="006C5C6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tridimensiona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is</w:t>
      </w:r>
      <w:r w:rsidR="006C5C6E" w:rsidRPr="006C5C6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interativo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s para jogos</w:t>
      </w:r>
      <w:r w:rsidR="005C4B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00B0759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93B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</w:t>
      </w:r>
      <w:r w:rsidR="00993B95" w:rsidRPr="00993B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ncluindo gráficos, texturas, iluminação e efeitos visuais, para garantir uma experiência atraente.</w:t>
      </w:r>
    </w:p>
    <w:p w14:paraId="0225AFDC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93B95" w:rsidRPr="00993B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 w:rsidR="00993B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993B95" w:rsidRPr="00993B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se o jogo mantém uma taxa de quadros (FPS) consistente e suave, mesmo em hardware de especificações médias, garantindo uma experiência jogável.</w:t>
      </w:r>
    </w:p>
    <w:p w14:paraId="7AD84C2E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93B95" w:rsidRPr="00993B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993B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993B95" w:rsidRPr="00993B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interatividade do ambiente e a resposta imediata às ações do jogador, garantindo uma experiência envolvente e livre de atrasos </w:t>
      </w:r>
      <w:r w:rsidR="00DA4579" w:rsidRPr="00993B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percetíveis</w:t>
      </w:r>
      <w:r w:rsidR="00993B95" w:rsidRPr="00993B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6EF88EF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A45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</w:t>
      </w:r>
      <w:r w:rsidR="00DA4579" w:rsidRPr="00DA45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arantindo que os controles sejam intuitivos e responsivos.</w:t>
      </w:r>
    </w:p>
    <w:p w14:paraId="3E650BEC" w14:textId="77777777" w:rsidR="005C4B7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A4579" w:rsidRPr="00DA45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 w:rsidR="00DA45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DA4579" w:rsidRPr="00DA45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 jogo seja compatível com as plataformas alvo, seja em PC, consoles, dispositivos móveis ou outras plataformas específicas.</w:t>
      </w:r>
    </w:p>
    <w:p w14:paraId="45872112" w14:textId="77777777" w:rsidR="00DA4579" w:rsidRPr="0064164C" w:rsidRDefault="00DA4579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A45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DA45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tempo de carregamento do jogo e dos níveis, garantindo uma transição rápida entre cenas para manter a fluidez da experiência.</w:t>
      </w:r>
    </w:p>
    <w:p w14:paraId="6C0C7C30" w14:textId="77777777" w:rsidR="005C4B7C" w:rsidRPr="00136AD8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0536AC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10F3A6E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40414E8D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246F40BB" w14:textId="77777777" w:rsidR="00403386" w:rsidRPr="009227C5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5B130C24" w14:textId="77777777" w:rsidR="00403386" w:rsidRPr="009227C5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4C5A27D" w14:textId="77777777" w:rsidR="00403386" w:rsidRPr="00051C79" w:rsidRDefault="00403386" w:rsidP="004033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F74DFC" w14:textId="77777777" w:rsidR="00403386" w:rsidRPr="00F87025" w:rsidRDefault="00403386" w:rsidP="004033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6777558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4FDD7EAB" w14:textId="77777777" w:rsidR="00382A2A" w:rsidRDefault="00382A2A" w:rsidP="00382A2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imagem</w:t>
      </w:r>
    </w:p>
    <w:p w14:paraId="7F514DD1" w14:textId="77777777" w:rsidR="00382A2A" w:rsidRDefault="00382A2A" w:rsidP="00382A2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Modelação 3D</w:t>
      </w:r>
    </w:p>
    <w:p w14:paraId="6D235A1C" w14:textId="77777777" w:rsidR="00382A2A" w:rsidRDefault="00382A2A" w:rsidP="00382A2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Motor de Jogo</w:t>
      </w:r>
    </w:p>
    <w:p w14:paraId="0044E8E0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EA680DC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AA6D91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939F5EC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9C1295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81D2A6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F01C728" w14:textId="148A14BF" w:rsidR="005C4B7C" w:rsidRPr="00051C79" w:rsidRDefault="005C4B7C" w:rsidP="00F15F7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242003B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0E4923" w14:textId="77777777" w:rsidR="009C756D" w:rsidRDefault="009C756D" w:rsidP="009C756D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C756D" w:rsidRPr="00136AD8" w14:paraId="3797C3B9" w14:textId="77777777" w:rsidTr="00F1774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F187431" w14:textId="36BBDF29" w:rsidR="009C756D" w:rsidRPr="00136AD8" w:rsidRDefault="009C756D" w:rsidP="00F1774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6311D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C22D7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82E69A5" w14:textId="77777777" w:rsidR="009C756D" w:rsidRPr="009C256C" w:rsidRDefault="009C756D" w:rsidP="00F1774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sistemas interativos</w:t>
            </w:r>
          </w:p>
        </w:tc>
      </w:tr>
      <w:tr w:rsidR="009C756D" w:rsidRPr="00136AD8" w14:paraId="02DDD51D" w14:textId="77777777" w:rsidTr="00F1774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43C4F72" w14:textId="77777777" w:rsidR="009C756D" w:rsidRPr="00136AD8" w:rsidRDefault="009C756D" w:rsidP="00F1774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8C0ADF2" w14:textId="77777777" w:rsidR="009C756D" w:rsidRPr="00136AD8" w:rsidRDefault="009C756D" w:rsidP="00F1774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1115C0">
              <w:rPr>
                <w:rFonts w:ascii="Verdana Pro Light" w:eastAsia="Arial Unicode MS" w:hAnsi="Verdana Pro Light" w:cs="Times New Roman"/>
                <w:sz w:val="18"/>
                <w:szCs w:val="18"/>
              </w:rPr>
              <w:t>Design de interação e usabilidade</w:t>
            </w:r>
          </w:p>
        </w:tc>
      </w:tr>
    </w:tbl>
    <w:p w14:paraId="134575DB" w14:textId="77777777" w:rsidR="009C756D" w:rsidRPr="00136AD8" w:rsidRDefault="009C756D" w:rsidP="009C756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AC70E80" w14:textId="77777777" w:rsidR="009C756D" w:rsidRPr="003200F2" w:rsidRDefault="009C756D" w:rsidP="009C756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1844154" w14:textId="77777777" w:rsidR="009C756D" w:rsidRPr="00136AD8" w:rsidRDefault="009C756D" w:rsidP="009C756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C756D" w:rsidRPr="00136AD8" w14:paraId="015884F1" w14:textId="77777777" w:rsidTr="00F1774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CB2507" w14:textId="77777777" w:rsidR="009C756D" w:rsidRPr="001B353A" w:rsidRDefault="009C756D" w:rsidP="00F1774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C756D" w:rsidRPr="00136AD8" w14:paraId="24A7C0A8" w14:textId="77777777" w:rsidTr="00F1774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F0CDB8" w14:textId="77777777" w:rsidR="009C756D" w:rsidRPr="001115C0" w:rsidRDefault="009C756D" w:rsidP="00F1774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Identificar as necessidades e comportamentos dos utilizadores </w:t>
            </w:r>
          </w:p>
          <w:p w14:paraId="2010E037" w14:textId="77777777" w:rsidR="009C756D" w:rsidRPr="001115C0" w:rsidRDefault="009C756D" w:rsidP="00F1774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 xml:space="preserve"> </w:t>
            </w:r>
            <w:r w:rsidRPr="00C738B5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</w:t>
            </w:r>
            <w:r w:rsidRPr="00753DF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Pr="00753DF5">
              <w:rPr>
                <w:rFonts w:ascii="Verdana Pro Light" w:eastAsia="Arial Unicode MS" w:hAnsi="Verdana Pro Light" w:cs="Arial Unicode MS"/>
                <w:sz w:val="18"/>
                <w:szCs w:val="18"/>
              </w:rPr>
              <w:t>wireframes</w:t>
            </w:r>
            <w:proofErr w:type="spellEnd"/>
            <w:r w:rsidRPr="00753DF5">
              <w:rPr>
                <w:rFonts w:ascii="Verdana Pro Light" w:eastAsia="Arial Unicode MS" w:hAnsi="Verdana Pro Light" w:cs="Arial Unicode MS"/>
                <w:sz w:val="18"/>
                <w:szCs w:val="18"/>
              </w:rPr>
              <w:t>, esboços de interface e fluxos</w:t>
            </w:r>
            <w:r w:rsidRPr="001115C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interação</w:t>
            </w:r>
          </w:p>
          <w:p w14:paraId="42767127" w14:textId="77777777" w:rsidR="009C756D" w:rsidRDefault="009C756D" w:rsidP="00F1774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Selecionar a ferramenta de</w:t>
            </w:r>
            <w:r w:rsidRPr="006D5FE8">
              <w:rPr>
                <w:rFonts w:ascii="Verdana Pro Light" w:hAnsi="Verdana Pro Light"/>
                <w:sz w:val="18"/>
              </w:rPr>
              <w:t xml:space="preserve"> prototipagem</w:t>
            </w:r>
            <w:r w:rsidRPr="001115C0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4DFB078" w14:textId="77777777" w:rsidR="009C756D" w:rsidRPr="001115C0" w:rsidRDefault="009C756D" w:rsidP="00F1774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Cri</w:t>
            </w:r>
            <w:r w:rsidRPr="00E60185">
              <w:rPr>
                <w:rFonts w:ascii="Verdana Pro Light" w:eastAsia="Arial Unicode MS" w:hAnsi="Verdana Pro Light" w:cs="Arial Unicode MS"/>
                <w:sz w:val="18"/>
                <w:szCs w:val="18"/>
              </w:rPr>
              <w:t>ação de telas de interface, elementos</w:t>
            </w:r>
            <w:r w:rsidRPr="006D5FE8">
              <w:rPr>
                <w:rFonts w:ascii="Verdana Pro Light" w:hAnsi="Verdana Pro Light"/>
                <w:sz w:val="18"/>
              </w:rPr>
              <w:t xml:space="preserve"> interativos</w:t>
            </w:r>
            <w:r w:rsidRPr="00E60185">
              <w:rPr>
                <w:rFonts w:ascii="Verdana Pro Light" w:eastAsia="Arial Unicode MS" w:hAnsi="Verdana Pro Light" w:cs="Arial Unicode MS"/>
                <w:sz w:val="18"/>
                <w:szCs w:val="18"/>
              </w:rPr>
              <w:t>, transições, animações e simulações de funcionalidades</w:t>
            </w:r>
          </w:p>
          <w:p w14:paraId="2481DA7D" w14:textId="77777777" w:rsidR="009C756D" w:rsidRPr="001B353A" w:rsidRDefault="009C756D" w:rsidP="00F1774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1115C0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Desenhar e executar testes de avaliação de sistemas.</w:t>
            </w:r>
          </w:p>
        </w:tc>
      </w:tr>
      <w:tr w:rsidR="009C756D" w:rsidRPr="00136AD8" w14:paraId="4F2EB17A" w14:textId="77777777" w:rsidTr="00F1774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96BF4D" w14:textId="77777777" w:rsidR="009C756D" w:rsidRPr="001B353A" w:rsidRDefault="009C756D" w:rsidP="00F1774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35D7BE" w14:textId="77777777" w:rsidR="009C756D" w:rsidRPr="001B353A" w:rsidRDefault="009C756D" w:rsidP="00F1774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8A28E02" w14:textId="77777777" w:rsidR="009C756D" w:rsidRPr="001B353A" w:rsidRDefault="009C756D" w:rsidP="00F1774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C756D" w:rsidRPr="00136AD8" w14:paraId="026D7280" w14:textId="77777777" w:rsidTr="00F1774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B6B7D" w14:textId="77777777" w:rsidR="009C756D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5370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fundamentais que orientam a criação de interfaces interativas eficazes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7376FE7" w14:textId="77777777" w:rsidR="009C756D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adrões de design de interface para garantir consistência e usabilidade</w:t>
            </w:r>
          </w:p>
          <w:p w14:paraId="34CCD46C" w14:textId="77777777" w:rsidR="009C756D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estes de usabilidade</w:t>
            </w:r>
          </w:p>
          <w:p w14:paraId="30FE1577" w14:textId="77777777" w:rsidR="009C756D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Prototipagem Rápida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E8A5518" w14:textId="77777777" w:rsidR="009C756D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para cria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 de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protótipos mais elaborados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</w:t>
            </w:r>
            <w:r>
              <w:rPr>
                <w:rFonts w:ascii="Verdana Pro Light" w:eastAsia="Arial Unicode MS" w:hAnsi="Verdana Pro Light" w:cs="Arial Unicode MS"/>
                <w:sz w:val="16"/>
                <w:szCs w:val="16"/>
                <w:lang w:eastAsia="pt-PT"/>
              </w:rPr>
              <w:t xml:space="preserve">e.g. </w:t>
            </w:r>
            <w:r w:rsidRPr="00967702">
              <w:rPr>
                <w:rFonts w:ascii="Verdana Pro Light" w:eastAsia="Arial Unicode MS" w:hAnsi="Verdana Pro Light" w:cs="Arial Unicode MS"/>
                <w:sz w:val="16"/>
                <w:szCs w:val="16"/>
                <w:lang w:eastAsia="pt-PT"/>
              </w:rPr>
              <w:t>Adobe XD</w:t>
            </w:r>
            <w:r>
              <w:rPr>
                <w:rFonts w:ascii="Verdana Pro Light" w:eastAsia="Arial Unicode MS" w:hAnsi="Verdana Pro Light" w:cs="Arial Unicode MS"/>
                <w:sz w:val="16"/>
                <w:szCs w:val="16"/>
                <w:lang w:eastAsia="pt-PT"/>
              </w:rPr>
              <w:t>)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BEF2B8C" w14:textId="77777777" w:rsidR="009C756D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heurísticos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avalia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usabilidade de interfaces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1666BAE" w14:textId="77777777" w:rsidR="009C756D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étricas relevantes para avaliar o desempenho do protótipo</w:t>
            </w:r>
          </w:p>
          <w:p w14:paraId="313DD98A" w14:textId="77777777" w:rsidR="009C756D" w:rsidRPr="001B353A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F491E" w14:textId="77777777" w:rsidR="009C756D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ealizar entrevistas e observações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recolher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informação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sobre as necessidades e comportamentos 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utilizadores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734D067" w14:textId="77777777" w:rsidR="009C756D" w:rsidRPr="00C738B5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</w:t>
            </w:r>
            <w:r w:rsidRPr="001115C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diferentes modelos conceptuais de interação homem-máquina</w:t>
            </w:r>
            <w:r w:rsidRPr="00C738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02BC45A" w14:textId="77777777" w:rsidR="009C756D" w:rsidRPr="00517AA8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protótipos para diferentes tamanhos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ecrã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dispositivos.</w:t>
            </w:r>
          </w:p>
          <w:p w14:paraId="1A188EBC" w14:textId="77777777" w:rsidR="009C756D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testes para comparar duas versões de uma interface e determinar a mais eficaz.</w:t>
            </w:r>
          </w:p>
          <w:p w14:paraId="3B287433" w14:textId="77777777" w:rsidR="009C756D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métodos quantitativos e qualitativos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recolhidos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durante os testes</w:t>
            </w:r>
          </w:p>
          <w:p w14:paraId="19FEA152" w14:textId="77777777" w:rsidR="009C756D" w:rsidRPr="00057283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F83A1" w14:textId="77777777" w:rsidR="009C756D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2EE9A436" w14:textId="77777777" w:rsidR="009C756D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44D7499" w14:textId="77777777" w:rsidR="009C756D" w:rsidRDefault="009C756D" w:rsidP="00F1774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3A7EE846" w14:textId="77777777" w:rsidR="009C756D" w:rsidRPr="00AB5AF8" w:rsidRDefault="009C756D" w:rsidP="00F1774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31A1A557" w14:textId="77777777" w:rsidR="009C756D" w:rsidRPr="00AB5AF8" w:rsidRDefault="009C756D" w:rsidP="00F1774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150C144" w14:textId="77777777" w:rsidR="009C756D" w:rsidRPr="00AB5AF8" w:rsidRDefault="009C756D" w:rsidP="00F1774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32130C32" w14:textId="77777777" w:rsidR="009C756D" w:rsidRPr="00AB5AF8" w:rsidRDefault="009C756D" w:rsidP="00F1774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FC7A060" w14:textId="77777777" w:rsidR="009C756D" w:rsidRPr="00A128FE" w:rsidRDefault="009C756D" w:rsidP="00F1774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48603DEB" w14:textId="77777777" w:rsidR="009C756D" w:rsidRPr="00AB5AF8" w:rsidRDefault="009C756D" w:rsidP="00F1774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2F343F4E" w14:textId="77777777" w:rsidR="009C756D" w:rsidRPr="00057283" w:rsidRDefault="009C756D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BCE3FD7" w14:textId="77777777" w:rsidR="009C756D" w:rsidRDefault="009C756D" w:rsidP="009C756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273DC71" w14:textId="77777777" w:rsidR="009C756D" w:rsidRDefault="009C756D" w:rsidP="009C756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1DCDAE0" w14:textId="77777777" w:rsidR="009C756D" w:rsidRPr="00F87025" w:rsidRDefault="009C756D" w:rsidP="009C756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0C5BF14" w14:textId="77777777" w:rsidR="009C756D" w:rsidRPr="00F20E6F" w:rsidRDefault="009C756D" w:rsidP="009C756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proofErr w:type="spellStart"/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Prototipar</w:t>
      </w:r>
      <w:proofErr w:type="spellEnd"/>
      <w:r w:rsidRPr="0097786B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sistemas interativos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:</w:t>
      </w:r>
    </w:p>
    <w:p w14:paraId="6D405E32" w14:textId="77777777" w:rsidR="009C756D" w:rsidRPr="0064164C" w:rsidRDefault="009C756D" w:rsidP="009C756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Garantindo a usabilidade do sistema e a satisfação do usuário </w:t>
      </w:r>
    </w:p>
    <w:p w14:paraId="596A8EC9" w14:textId="77777777" w:rsidR="009C756D" w:rsidRPr="0064164C" w:rsidRDefault="009C756D" w:rsidP="009C756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Assegurando a funcionalidade e cumprimento dos requisitos do sistema</w:t>
      </w:r>
      <w:r w:rsidRPr="0097786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7F4A124" w14:textId="77777777" w:rsidR="009C756D" w:rsidRPr="0064164C" w:rsidRDefault="009C756D" w:rsidP="009C756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Produzindo uma interface consistente em termos de design, layout e interação</w:t>
      </w:r>
      <w:r w:rsidRPr="0097786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ED6C00A" w14:textId="77777777" w:rsidR="009C756D" w:rsidRPr="0064164C" w:rsidRDefault="009C756D" w:rsidP="009C756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Garantindo a adaptabilidade (a diferentes dispositivos e tamanhos de tela) e a acessibilidade a todos os usuários</w:t>
      </w:r>
    </w:p>
    <w:p w14:paraId="7F9210ED" w14:textId="77777777" w:rsidR="009C756D" w:rsidRPr="0064164C" w:rsidRDefault="009C756D" w:rsidP="009C756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P</w:t>
      </w:r>
      <w:r w:rsidRPr="00CF67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ermiti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CF67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interação natural e realista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1A05760" w14:textId="77777777" w:rsidR="009C756D" w:rsidRPr="00136AD8" w:rsidRDefault="009C756D" w:rsidP="009C756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F44BA58" w14:textId="77777777" w:rsidR="009C756D" w:rsidRPr="00F87025" w:rsidRDefault="009C756D" w:rsidP="009C756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AAD8BDA" w14:textId="77777777" w:rsidR="009C756D" w:rsidRDefault="009C756D" w:rsidP="009C75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5EDAE16A" w14:textId="77777777" w:rsidR="009C756D" w:rsidRPr="00984B30" w:rsidRDefault="009C756D" w:rsidP="009C75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desenvolvimento de jogos.</w:t>
      </w:r>
    </w:p>
    <w:p w14:paraId="0E069AB1" w14:textId="77777777" w:rsidR="009C756D" w:rsidRPr="00080C67" w:rsidRDefault="009C756D" w:rsidP="009C75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2E694375" w14:textId="77777777" w:rsidR="009C756D" w:rsidRPr="00051C79" w:rsidRDefault="009C756D" w:rsidP="009C756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4D9A1A" w14:textId="77777777" w:rsidR="009C756D" w:rsidRPr="00F87025" w:rsidRDefault="009C756D" w:rsidP="009C756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71D8C93" w14:textId="77777777" w:rsidR="009C756D" w:rsidRPr="00564406" w:rsidRDefault="009C756D" w:rsidP="009C75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63A68E8F" w14:textId="77777777" w:rsidR="009C756D" w:rsidRPr="00564406" w:rsidRDefault="009C756D" w:rsidP="009C75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564406">
        <w:rPr>
          <w:rFonts w:ascii="Verdana Pro Light" w:eastAsia="Arial Unicode MS" w:hAnsi="Verdana Pro Light" w:cs="Arial Unicode MS"/>
          <w:sz w:val="18"/>
          <w:szCs w:val="18"/>
        </w:rPr>
        <w:t>oftware de edição de imagem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7B7F5C5" w14:textId="77777777" w:rsidR="009C756D" w:rsidRPr="00501DC8" w:rsidRDefault="009C756D" w:rsidP="009C75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75C36AC" w14:textId="77777777" w:rsidR="009C756D" w:rsidRDefault="009C756D" w:rsidP="009C75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de desenvolvimento de protótipos.</w:t>
      </w:r>
    </w:p>
    <w:p w14:paraId="67AA2F7C" w14:textId="77777777" w:rsidR="009C756D" w:rsidRDefault="009C756D" w:rsidP="009C75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IDE de desenvolvimento de aplicações.</w:t>
      </w:r>
    </w:p>
    <w:p w14:paraId="06ECA16F" w14:textId="77777777" w:rsidR="009C756D" w:rsidRDefault="009C756D" w:rsidP="009C75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prototipagem.</w:t>
      </w:r>
    </w:p>
    <w:p w14:paraId="3EF9DCB1" w14:textId="77777777" w:rsidR="009C756D" w:rsidRPr="00051C79" w:rsidRDefault="009C756D" w:rsidP="009C756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944314" w14:textId="77777777" w:rsidR="009C756D" w:rsidRPr="00F87025" w:rsidRDefault="009C756D" w:rsidP="009C756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CDE0266" w14:textId="77777777" w:rsidR="009C756D" w:rsidRPr="00051C79" w:rsidRDefault="009C756D" w:rsidP="009C756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90FCB4" w14:textId="77777777" w:rsidR="005C4B7C" w:rsidRPr="00051C79" w:rsidRDefault="00415416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UNIDADE DESENVOLVIDA EM MULTIMÉDIA</w:t>
      </w:r>
    </w:p>
    <w:p w14:paraId="253B4801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461432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C4B7C" w:rsidRPr="00136AD8" w14:paraId="6F3BDE58" w14:textId="77777777" w:rsidTr="005874B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181A718" w14:textId="4F8C3054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14" w:name="_Hlk155280594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79217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13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79217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5F410F9" w14:textId="0046299F" w:rsidR="005C4B7C" w:rsidRPr="009C256C" w:rsidRDefault="00031B20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Criar</w:t>
            </w:r>
            <w:r w:rsidR="00D8241D" w:rsidRPr="00486D50">
              <w:t xml:space="preserve"> </w:t>
            </w:r>
            <w:proofErr w:type="spellStart"/>
            <w:r w:rsidR="00D8241D" w:rsidRPr="00486D50">
              <w:t>Matte</w:t>
            </w:r>
            <w:proofErr w:type="spellEnd"/>
            <w:r w:rsidR="00D8241D" w:rsidRPr="00486D50">
              <w:t xml:space="preserve"> </w:t>
            </w:r>
            <w:proofErr w:type="spellStart"/>
            <w:r w:rsidR="00D8241D" w:rsidRPr="00486D50">
              <w:t>Painting</w:t>
            </w:r>
            <w:proofErr w:type="spellEnd"/>
            <w:r w:rsidR="00D8241D" w:rsidRPr="00486D50">
              <w:t xml:space="preserve"> </w:t>
            </w:r>
          </w:p>
        </w:tc>
      </w:tr>
      <w:bookmarkEnd w:id="14"/>
      <w:tr w:rsidR="005C4B7C" w:rsidRPr="00136AD8" w14:paraId="6C5A8352" w14:textId="77777777" w:rsidTr="005874B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6CDD785" w14:textId="167C8DA7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AB68FD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1D1E568" w14:textId="77777777" w:rsidR="005C4B7C" w:rsidRPr="00136AD8" w:rsidRDefault="00415416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415416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Cenografia virtual e </w:t>
            </w:r>
            <w:proofErr w:type="spellStart"/>
            <w:r w:rsidRPr="00415416">
              <w:rPr>
                <w:rFonts w:ascii="Verdana Pro Light" w:eastAsia="Arial Unicode MS" w:hAnsi="Verdana Pro Light" w:cs="Times New Roman"/>
                <w:sz w:val="18"/>
                <w:szCs w:val="18"/>
              </w:rPr>
              <w:t>Matte</w:t>
            </w:r>
            <w:proofErr w:type="spellEnd"/>
            <w:r w:rsidRPr="00415416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</w:t>
            </w:r>
            <w:proofErr w:type="spellStart"/>
            <w:r w:rsidRPr="00415416">
              <w:rPr>
                <w:rFonts w:ascii="Verdana Pro Light" w:eastAsia="Arial Unicode MS" w:hAnsi="Verdana Pro Light" w:cs="Times New Roman"/>
                <w:sz w:val="18"/>
                <w:szCs w:val="18"/>
              </w:rPr>
              <w:t>Painting</w:t>
            </w:r>
            <w:proofErr w:type="spellEnd"/>
            <w:r w:rsidRPr="00415416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para jogos / RA / media emergentes</w:t>
            </w:r>
          </w:p>
        </w:tc>
      </w:tr>
    </w:tbl>
    <w:p w14:paraId="676CD800" w14:textId="77777777" w:rsidR="005C4B7C" w:rsidRPr="00136AD8" w:rsidRDefault="005C4B7C" w:rsidP="005C4B7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5A76877" w14:textId="77777777" w:rsidR="005C4B7C" w:rsidRPr="003200F2" w:rsidRDefault="005C4B7C" w:rsidP="005C4B7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25F8FB9" w14:textId="77777777" w:rsidR="005C4B7C" w:rsidRPr="00136AD8" w:rsidRDefault="005C4B7C" w:rsidP="005C4B7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C4B7C" w:rsidRPr="00136AD8" w14:paraId="269D6A09" w14:textId="77777777" w:rsidTr="005874B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71974A9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C4B7C" w:rsidRPr="00136AD8" w14:paraId="0AB0E3CC" w14:textId="77777777" w:rsidTr="005874B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F9B1CF" w14:textId="4EFC91D7" w:rsidR="00415416" w:rsidRPr="00415416" w:rsidRDefault="005C4B7C" w:rsidP="0041541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03E33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referências</w:t>
            </w:r>
            <w:r w:rsidR="00003E33" w:rsidRPr="00003E3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visuais, desenvolv</w:t>
            </w:r>
            <w:r w:rsidR="00E515F2">
              <w:rPr>
                <w:rFonts w:ascii="Verdana Pro Light" w:eastAsia="Arial Unicode MS" w:hAnsi="Verdana Pro Light" w:cs="Arial Unicode MS"/>
                <w:sz w:val="18"/>
                <w:szCs w:val="18"/>
              </w:rPr>
              <w:t>er</w:t>
            </w:r>
            <w:r w:rsidR="00003E33" w:rsidRPr="00003E3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esboços e necessidades específicas do projeto.</w:t>
            </w:r>
          </w:p>
          <w:p w14:paraId="29274A89" w14:textId="278B7615" w:rsidR="00415416" w:rsidRPr="00415416" w:rsidRDefault="00415416" w:rsidP="0041541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515F2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 a cena base</w:t>
            </w:r>
            <w:r w:rsidRPr="00415416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11C8BA5C" w14:textId="40177EF9" w:rsidR="00176BFE" w:rsidRDefault="00415416" w:rsidP="0041541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76BFE">
              <w:rPr>
                <w:rFonts w:ascii="Verdana Pro Light" w:eastAsia="Arial Unicode MS" w:hAnsi="Verdana Pro Light" w:cs="Arial Unicode MS"/>
                <w:sz w:val="18"/>
                <w:szCs w:val="18"/>
              </w:rPr>
              <w:t>P</w:t>
            </w:r>
            <w:r w:rsidR="00176BFE" w:rsidRPr="00176BFE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intar os elementos adicionais do cenário</w:t>
            </w:r>
            <w:r w:rsidR="00176BF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partir de um software de edução de imagens </w:t>
            </w:r>
          </w:p>
          <w:p w14:paraId="70879BF7" w14:textId="5CA20994" w:rsidR="00415416" w:rsidRPr="00415416" w:rsidRDefault="00415416" w:rsidP="0041541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15416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 realidade aumentada para apresentação de projetos.</w:t>
            </w:r>
          </w:p>
          <w:p w14:paraId="1D773E1B" w14:textId="4D11F060" w:rsidR="00415416" w:rsidRPr="00415416" w:rsidRDefault="00415416" w:rsidP="0041541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B5474">
              <w:rPr>
                <w:rFonts w:ascii="Verdana Pro Light" w:eastAsia="Arial Unicode MS" w:hAnsi="Verdana Pro Light" w:cs="Arial Unicode MS"/>
                <w:sz w:val="18"/>
                <w:szCs w:val="18"/>
              </w:rPr>
              <w:t>Elbo9rar os detalhes e ajustes finos</w:t>
            </w:r>
          </w:p>
          <w:p w14:paraId="5B9BFFCB" w14:textId="29107DEB" w:rsidR="005C4B7C" w:rsidRPr="00415416" w:rsidRDefault="00415416" w:rsidP="00C9657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9657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Integração do </w:t>
            </w:r>
            <w:proofErr w:type="spellStart"/>
            <w:r w:rsidR="00C96574">
              <w:rPr>
                <w:rFonts w:ascii="Verdana Pro Light" w:eastAsia="Arial Unicode MS" w:hAnsi="Verdana Pro Light" w:cs="Arial Unicode MS"/>
                <w:sz w:val="18"/>
                <w:szCs w:val="18"/>
              </w:rPr>
              <w:t>matte</w:t>
            </w:r>
            <w:proofErr w:type="spellEnd"/>
            <w:r w:rsidR="00C9657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="00C96574">
              <w:rPr>
                <w:rFonts w:ascii="Verdana Pro Light" w:eastAsia="Arial Unicode MS" w:hAnsi="Verdana Pro Light" w:cs="Arial Unicode MS"/>
                <w:sz w:val="18"/>
                <w:szCs w:val="18"/>
              </w:rPr>
              <w:t>painting</w:t>
            </w:r>
            <w:proofErr w:type="spellEnd"/>
            <w:r w:rsidR="00C9657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na cena final</w:t>
            </w:r>
          </w:p>
        </w:tc>
      </w:tr>
      <w:tr w:rsidR="005C4B7C" w:rsidRPr="00136AD8" w14:paraId="4264E1CB" w14:textId="77777777" w:rsidTr="005874B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1FB372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E33E7F1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855E5FC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03386" w:rsidRPr="00136AD8" w14:paraId="3802358A" w14:textId="77777777" w:rsidTr="005874B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6FC24" w14:textId="77777777" w:rsidR="009C7701" w:rsidRPr="009C7701" w:rsidRDefault="009C7701" w:rsidP="009C77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Cenografia virtual</w:t>
            </w:r>
          </w:p>
          <w:p w14:paraId="5F73D149" w14:textId="77777777" w:rsidR="009C7701" w:rsidRPr="009C7701" w:rsidRDefault="009C7701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Conceitos de cenografia virtual</w:t>
            </w:r>
          </w:p>
          <w:p w14:paraId="7930C00C" w14:textId="77777777" w:rsidR="009C7701" w:rsidRPr="009C7701" w:rsidRDefault="009C7701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na área dos jogos</w:t>
            </w:r>
          </w:p>
          <w:p w14:paraId="5E448717" w14:textId="77777777" w:rsidR="009C7701" w:rsidRPr="009C7701" w:rsidRDefault="009C7701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Evolução da cenografia virtual no </w:t>
            </w:r>
            <w:proofErr w:type="spellStart"/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gaming</w:t>
            </w:r>
            <w:proofErr w:type="spellEnd"/>
          </w:p>
          <w:p w14:paraId="05FF6B94" w14:textId="77777777" w:rsidR="009C7701" w:rsidRPr="009C7701" w:rsidRDefault="009C7701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crítica dos elementos constituintes de uma cenografia virtual</w:t>
            </w:r>
          </w:p>
          <w:p w14:paraId="32CEC7A9" w14:textId="77777777" w:rsidR="009C7701" w:rsidRPr="009C7701" w:rsidRDefault="009C7701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 de uma proposta cenográfica e sua relação com a incorporação em jogos</w:t>
            </w:r>
          </w:p>
          <w:p w14:paraId="41CE6F64" w14:textId="77777777" w:rsidR="009C7701" w:rsidRPr="009C7701" w:rsidRDefault="009C7701" w:rsidP="009C7701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Inter-relação guião/cenário virtual</w:t>
            </w:r>
          </w:p>
          <w:p w14:paraId="279436BB" w14:textId="77777777" w:rsidR="009C7701" w:rsidRPr="009C7701" w:rsidRDefault="009C7701" w:rsidP="009C77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Matte</w:t>
            </w:r>
            <w:proofErr w:type="spellEnd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Painting</w:t>
            </w:r>
            <w:proofErr w:type="spellEnd"/>
          </w:p>
          <w:p w14:paraId="7C0470E2" w14:textId="77777777" w:rsidR="009C7701" w:rsidRPr="009C7701" w:rsidRDefault="009C7701" w:rsidP="009C77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Conceito de </w:t>
            </w:r>
            <w:proofErr w:type="spellStart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Matte</w:t>
            </w:r>
            <w:proofErr w:type="spellEnd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Painting</w:t>
            </w:r>
            <w:proofErr w:type="spellEnd"/>
          </w:p>
          <w:p w14:paraId="516B7CD8" w14:textId="77777777" w:rsidR="009C7701" w:rsidRPr="009C7701" w:rsidRDefault="009C7701" w:rsidP="009C77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Utilização do </w:t>
            </w:r>
            <w:proofErr w:type="spellStart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Matte</w:t>
            </w:r>
            <w:proofErr w:type="spellEnd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Painting</w:t>
            </w:r>
            <w:proofErr w:type="spellEnd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na </w:t>
            </w:r>
            <w:proofErr w:type="gramStart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industria</w:t>
            </w:r>
            <w:proofErr w:type="gramEnd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dos jogos</w:t>
            </w:r>
          </w:p>
          <w:p w14:paraId="23A1564B" w14:textId="77777777" w:rsidR="009C7701" w:rsidRPr="009C7701" w:rsidRDefault="009C7701" w:rsidP="009C77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Técnicas de </w:t>
            </w:r>
            <w:proofErr w:type="spellStart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Matte</w:t>
            </w:r>
            <w:proofErr w:type="spellEnd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Painting</w:t>
            </w:r>
            <w:proofErr w:type="spellEnd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principais percursores</w:t>
            </w:r>
          </w:p>
          <w:p w14:paraId="7F783D54" w14:textId="77777777" w:rsidR="00403386" w:rsidRPr="009C7701" w:rsidRDefault="009C7701" w:rsidP="009C77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Criação de um plano de fundo em </w:t>
            </w:r>
            <w:proofErr w:type="spellStart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Matte</w:t>
            </w:r>
            <w:proofErr w:type="spellEnd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Painting</w:t>
            </w:r>
            <w:proofErr w:type="spellEnd"/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para integração em jogos</w:t>
            </w:r>
          </w:p>
          <w:p w14:paraId="42D5C7A9" w14:textId="77777777" w:rsidR="00403386" w:rsidRDefault="00403386" w:rsidP="009C77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E5979E2" w14:textId="77777777" w:rsidR="00403386" w:rsidRPr="001B353A" w:rsidRDefault="00403386" w:rsidP="009C77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BF407" w14:textId="77777777" w:rsidR="00031B20" w:rsidRDefault="00031B20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Definir</w:t>
            </w:r>
            <w:r w:rsidRPr="0041541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aspetos relacionados com a cenografia virtual para aplicação em jogos.</w:t>
            </w:r>
          </w:p>
          <w:p w14:paraId="69A5A49F" w14:textId="74DC96EF" w:rsidR="00403386" w:rsidRDefault="00911A6A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 w:rsidRPr="00911A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software de pintura digital</w:t>
            </w:r>
            <w:r w:rsidR="00031B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911A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criar elementos visuais.</w:t>
            </w:r>
          </w:p>
          <w:p w14:paraId="12A95995" w14:textId="77777777" w:rsidR="00403386" w:rsidRDefault="007D2B4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7D2B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cenários e elementos visuais realistas, incorporando técnicas de pintura, texturização e iluminação.</w:t>
            </w:r>
          </w:p>
          <w:p w14:paraId="05DE593D" w14:textId="77777777" w:rsidR="00403386" w:rsidRDefault="007D2B4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7D2B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ntegrar os elementos pintados no ambiente do jogo, considerando iluminação, sombras e reflexos para uma harmonização adequada.</w:t>
            </w:r>
          </w:p>
          <w:p w14:paraId="3E121DCD" w14:textId="77777777" w:rsidR="00403386" w:rsidRPr="007D2B42" w:rsidRDefault="007D2B42" w:rsidP="005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B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Criar fundos ou elementos 3D pintados em </w:t>
            </w:r>
            <w:proofErr w:type="spellStart"/>
            <w:r w:rsidRPr="007D2B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Matte</w:t>
            </w:r>
            <w:proofErr w:type="spellEnd"/>
            <w:r w:rsidRPr="007D2B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D2B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Painting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80E147E" w14:textId="77777777" w:rsidR="00403386" w:rsidRDefault="007D2B4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7D2B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dicionar texturas e detalhes realistas aos elementos virtuais, garantindo que se alinhem com a estética geral do jogo.</w:t>
            </w:r>
          </w:p>
          <w:p w14:paraId="2F350981" w14:textId="77777777" w:rsidR="00403386" w:rsidRDefault="007D2B4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7D2B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daptar o estilo do </w:t>
            </w:r>
            <w:proofErr w:type="spellStart"/>
            <w:r w:rsidRPr="007D2B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Matte</w:t>
            </w:r>
            <w:proofErr w:type="spellEnd"/>
            <w:r w:rsidRPr="007D2B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D2B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Painting</w:t>
            </w:r>
            <w:proofErr w:type="spellEnd"/>
            <w:r w:rsidRPr="007D2B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acordo com o estilo visual específico do jogo, mantendo a coesão estética.</w:t>
            </w:r>
          </w:p>
          <w:p w14:paraId="20BA6AA3" w14:textId="77777777" w:rsidR="00403386" w:rsidRDefault="007D2B4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7D2B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arantir que os elementos criados se encaixem na narrativa</w:t>
            </w:r>
          </w:p>
          <w:p w14:paraId="2A99C1B6" w14:textId="77777777" w:rsidR="00403386" w:rsidRPr="00057283" w:rsidRDefault="007D2B42" w:rsidP="007D2B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B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Otimizar texturas e elementos visuais.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93C6E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62803594" w14:textId="77777777" w:rsidR="00403386" w:rsidRPr="00AE041A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6B946500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36F3A2F8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3BBFC236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468A5B59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44DF34FB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42005E3F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232C614B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789D3BE1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0F2B70" w14:textId="77777777" w:rsidR="00403386" w:rsidRPr="00057283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7CCBE68" w14:textId="77777777" w:rsidR="005C4B7C" w:rsidRDefault="005C4B7C" w:rsidP="005C4B7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4B17C5E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7FCDACB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A6283E0" w14:textId="05657964" w:rsidR="005C4B7C" w:rsidRPr="00F20E6F" w:rsidRDefault="003401EC" w:rsidP="005C4B7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</w:t>
      </w:r>
      <w:r w:rsidR="00415416" w:rsidRPr="0041541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</w:t>
      </w:r>
      <w:proofErr w:type="spellStart"/>
      <w:r w:rsidR="00415416" w:rsidRPr="0041541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Matte</w:t>
      </w:r>
      <w:proofErr w:type="spellEnd"/>
      <w:r w:rsidR="00415416" w:rsidRPr="0041541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</w:t>
      </w:r>
      <w:proofErr w:type="spellStart"/>
      <w:r w:rsidR="00415416" w:rsidRPr="0041541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Painting</w:t>
      </w:r>
      <w:proofErr w:type="spellEnd"/>
      <w:r w:rsidR="00415416" w:rsidRPr="0041541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.</w:t>
      </w:r>
      <w:r w:rsidR="005C4B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069F207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="007D2B42" w:rsidRPr="007D2B42">
        <w:t xml:space="preserve"> </w:t>
      </w:r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nível de realismo dos elementos virtuais e a sua coesão com o ambiente do jogo, assegurando uma integração suave.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B76E597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 w:rsid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qualidade artística do </w:t>
      </w:r>
      <w:proofErr w:type="spellStart"/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Matte</w:t>
      </w:r>
      <w:proofErr w:type="spellEnd"/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proofErr w:type="spellStart"/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Painting</w:t>
      </w:r>
      <w:proofErr w:type="spellEnd"/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incluindo a habilidade na pintura digital, texturização e detalhamento dos elementos.</w:t>
      </w:r>
    </w:p>
    <w:p w14:paraId="0B528CD4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</w:t>
      </w:r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ntegra</w:t>
      </w:r>
      <w:r w:rsid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 elementos virtuais com o restante do ambiente do jogo em termos de iluminação, sombras e perspetiva.</w:t>
      </w:r>
    </w:p>
    <w:p w14:paraId="78F1529D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dapta</w:t>
      </w:r>
      <w:r w:rsid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os elementos pintados </w:t>
      </w:r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ao estilo visual específico do jogo, mantendo a consistência estética.</w:t>
      </w:r>
    </w:p>
    <w:p w14:paraId="5CFB5AAD" w14:textId="50D87BEE" w:rsidR="005C4B7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resolução e detalh</w:t>
      </w:r>
      <w:r w:rsid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</w:t>
      </w:r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dos elementos </w:t>
      </w:r>
      <w:proofErr w:type="spellStart"/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virtua</w:t>
      </w:r>
      <w:r w:rsidR="00E543E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ee</w:t>
      </w:r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is</w:t>
      </w:r>
      <w:proofErr w:type="spellEnd"/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, garantindo que se mantenham nítidos e atraentes mesmo em diferentes dispositivos e resoluções de </w:t>
      </w:r>
      <w:r w:rsid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ecrã</w:t>
      </w:r>
      <w:r w:rsidR="007D2B42"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1D2929D" w14:textId="77777777" w:rsidR="007D2B42" w:rsidRPr="0064164C" w:rsidRDefault="007D2B42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O</w:t>
      </w:r>
      <w:r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timiza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elementos virtuais para que </w:t>
      </w:r>
      <w:r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não compromet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7D2B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 significativamente o desempenho do jogo, mantendo um equilíbrio entre qualidade visual e eficiência.</w:t>
      </w:r>
    </w:p>
    <w:p w14:paraId="764F5CDC" w14:textId="77777777" w:rsidR="005C4B7C" w:rsidRPr="00136AD8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AA5D3B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BC77D44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5F1D9BED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0DF3C79D" w14:textId="77777777" w:rsidR="00403386" w:rsidRPr="009227C5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5C3D96D1" w14:textId="77777777" w:rsidR="00403386" w:rsidRPr="009227C5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1CFC663" w14:textId="77777777" w:rsidR="00403386" w:rsidRPr="00051C79" w:rsidRDefault="00403386" w:rsidP="004033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AFAA479" w14:textId="77777777" w:rsidR="00403386" w:rsidRPr="00F87025" w:rsidRDefault="00403386" w:rsidP="004033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C848DFF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644859E2" w14:textId="77777777" w:rsidR="00AF41E3" w:rsidRDefault="00AF41E3" w:rsidP="00AF41E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imagem</w:t>
      </w:r>
    </w:p>
    <w:p w14:paraId="46AD22AB" w14:textId="77777777" w:rsidR="00AF41E3" w:rsidRDefault="00AF41E3" w:rsidP="00AF41E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Modelação 3D</w:t>
      </w:r>
    </w:p>
    <w:p w14:paraId="7B17E5B7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D49763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CC09F30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A7AF55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FE20E0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4018C6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68EFF04" w14:textId="25BFACAE" w:rsidR="005C4B7C" w:rsidRDefault="005C4B7C" w:rsidP="005C4B7C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C4B7C" w:rsidRPr="00136AD8" w14:paraId="46EF3BDC" w14:textId="77777777" w:rsidTr="005874B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6DA1F23" w14:textId="5FAD7A6E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2B36B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14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AB68FD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8E93DA9" w14:textId="395EFB34" w:rsidR="005C4B7C" w:rsidRPr="009C256C" w:rsidRDefault="0047032F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15" w:name="_Hlk155290348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</w:t>
            </w:r>
            <w:r w:rsidR="00D8241D" w:rsidRPr="00D8241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animaç</w:t>
            </w:r>
            <w:r w:rsidR="00301CC4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ões</w:t>
            </w:r>
            <w:r w:rsidR="00D8241D" w:rsidRPr="00D8241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utilizando tecnologia 3D</w:t>
            </w:r>
            <w:bookmarkEnd w:id="15"/>
            <w:r w:rsidR="00D8241D" w:rsidRPr="00D8241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.</w:t>
            </w:r>
          </w:p>
        </w:tc>
      </w:tr>
      <w:tr w:rsidR="005C4B7C" w:rsidRPr="00136AD8" w14:paraId="0EBE8367" w14:textId="77777777" w:rsidTr="005874B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2D83AFD" w14:textId="44CED272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AB68FD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C5BF479" w14:textId="77777777" w:rsidR="005C4B7C" w:rsidRPr="00136AD8" w:rsidRDefault="00567062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67062">
              <w:rPr>
                <w:rFonts w:ascii="Verdana Pro Light" w:eastAsia="Arial Unicode MS" w:hAnsi="Verdana Pro Light" w:cs="Times New Roman"/>
                <w:sz w:val="18"/>
                <w:szCs w:val="18"/>
              </w:rPr>
              <w:t>Produção 3D - animação</w:t>
            </w:r>
          </w:p>
        </w:tc>
      </w:tr>
    </w:tbl>
    <w:p w14:paraId="3DC3B7CC" w14:textId="77777777" w:rsidR="005C4B7C" w:rsidRPr="00136AD8" w:rsidRDefault="005C4B7C" w:rsidP="005C4B7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86EDB7D" w14:textId="77777777" w:rsidR="005C4B7C" w:rsidRPr="003200F2" w:rsidRDefault="005C4B7C" w:rsidP="005C4B7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FE6FDBC" w14:textId="77777777" w:rsidR="005C4B7C" w:rsidRPr="00136AD8" w:rsidRDefault="005C4B7C" w:rsidP="005C4B7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C4B7C" w:rsidRPr="00136AD8" w14:paraId="3A72A753" w14:textId="77777777" w:rsidTr="005874B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A0FF66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C4B7C" w:rsidRPr="00136AD8" w14:paraId="069CB42F" w14:textId="77777777" w:rsidTr="005874B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89E8A0" w14:textId="5D00830D" w:rsidR="00567062" w:rsidRPr="00567062" w:rsidRDefault="005C4B7C" w:rsidP="005670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76280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</w:t>
            </w:r>
            <w:r w:rsidR="00E76280" w:rsidRPr="00E7628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roteiros, storyboards e a definição de personagens, ambientes e enredo.</w:t>
            </w:r>
          </w:p>
          <w:p w14:paraId="24C6A5CD" w14:textId="35E4F936" w:rsidR="00900242" w:rsidRDefault="00567062" w:rsidP="005670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00242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</w:t>
            </w:r>
            <w:r w:rsidR="00900242" w:rsidRPr="0090024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modelos tridimensionais dos personagens, objetos e cenários </w:t>
            </w:r>
            <w:r w:rsidR="0090024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da </w:t>
            </w:r>
            <w:r w:rsidR="00900242" w:rsidRPr="00900242">
              <w:rPr>
                <w:rFonts w:ascii="Verdana Pro Light" w:eastAsia="Arial Unicode MS" w:hAnsi="Verdana Pro Light" w:cs="Arial Unicode MS"/>
                <w:sz w:val="18"/>
                <w:szCs w:val="18"/>
              </w:rPr>
              <w:t>animação</w:t>
            </w:r>
            <w:r w:rsidR="00E3280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E3280B" w:rsidRPr="00E3280B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utilizando software de modelagem</w:t>
            </w:r>
          </w:p>
          <w:p w14:paraId="322D7BE4" w14:textId="365DB505" w:rsidR="00E3280B" w:rsidRDefault="00E3280B" w:rsidP="005670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A</w:t>
            </w:r>
            <w:r w:rsidRPr="00E3280B">
              <w:rPr>
                <w:rFonts w:ascii="Verdana Pro Light" w:eastAsia="Arial Unicode MS" w:hAnsi="Verdana Pro Light" w:cs="Arial Unicode MS"/>
                <w:sz w:val="18"/>
                <w:szCs w:val="18"/>
              </w:rPr>
              <w:t>plicar texturas para adicionar detalhes visuais aos objetos.</w:t>
            </w:r>
          </w:p>
          <w:p w14:paraId="2F3B16B6" w14:textId="19F9A21E" w:rsidR="00120FEE" w:rsidRDefault="00120FEE" w:rsidP="005670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Animar os modelos 3D</w:t>
            </w:r>
          </w:p>
          <w:p w14:paraId="3B252E58" w14:textId="3804A4DF" w:rsidR="005C4B7C" w:rsidRPr="001B353A" w:rsidRDefault="00567062" w:rsidP="005670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F5774"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F577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Iluminar, </w:t>
            </w:r>
            <w:proofErr w:type="spellStart"/>
            <w:r w:rsidR="000F5774"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renderizar</w:t>
            </w:r>
            <w:proofErr w:type="spellEnd"/>
            <w:r w:rsidR="000F5774">
              <w:rPr>
                <w:rFonts w:ascii="Verdana Pro Light" w:eastAsia="Arial Unicode MS" w:hAnsi="Verdana Pro Light" w:cs="Arial Unicode MS"/>
                <w:sz w:val="18"/>
                <w:szCs w:val="18"/>
              </w:rPr>
              <w:t>, pós-produzir e editar</w:t>
            </w:r>
          </w:p>
          <w:p w14:paraId="1C6FC31B" w14:textId="77777777" w:rsidR="005C4B7C" w:rsidRPr="001B353A" w:rsidRDefault="005C4B7C" w:rsidP="005874B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5C4B7C" w:rsidRPr="00136AD8" w14:paraId="20F20B87" w14:textId="77777777" w:rsidTr="005874B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B92C97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F07B91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AC133EE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03386" w:rsidRPr="00136AD8" w14:paraId="4B7A60D1" w14:textId="77777777" w:rsidTr="005874B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0FA43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Conceitos avançados da animação 3D</w:t>
            </w:r>
          </w:p>
          <w:p w14:paraId="207D8301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Aplicação dos conceitos avançados de animação em 3D</w:t>
            </w:r>
          </w:p>
          <w:p w14:paraId="0A178CB8" w14:textId="77777777" w:rsidR="00D35BA0" w:rsidRPr="00110B86" w:rsidRDefault="00D35BA0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</w:pPr>
            <w:proofErr w:type="spellStart"/>
            <w:r w:rsidRPr="00110B8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Editores</w:t>
            </w:r>
            <w:proofErr w:type="spellEnd"/>
            <w:r w:rsidRPr="00110B8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 xml:space="preserve"> (Graph, Dope Sheet, Timeline, </w:t>
            </w:r>
            <w:proofErr w:type="spellStart"/>
            <w:r w:rsidRPr="00110B8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RangeSlider</w:t>
            </w:r>
            <w:proofErr w:type="spellEnd"/>
            <w:r w:rsidRPr="00110B8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)</w:t>
            </w:r>
          </w:p>
          <w:p w14:paraId="447E152B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Introdução às dinâmicas</w:t>
            </w:r>
          </w:p>
          <w:p w14:paraId="33FEFC29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Propriedades físicas</w:t>
            </w:r>
          </w:p>
          <w:p w14:paraId="581C717B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Parametrizações e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key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frames</w:t>
            </w:r>
            <w:proofErr w:type="spellEnd"/>
          </w:p>
          <w:p w14:paraId="563A6B8D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Animação de componentes de uma superfície (Clusters e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Blend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Shapes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)</w:t>
            </w:r>
          </w:p>
          <w:p w14:paraId="1A3CE155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Constrains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– restrições e encadeamento de movimentos</w:t>
            </w:r>
          </w:p>
          <w:p w14:paraId="2C9D3CF1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Partículas </w:t>
            </w:r>
          </w:p>
          <w:p w14:paraId="2737B2D5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Emissores e recetores</w:t>
            </w:r>
          </w:p>
          <w:p w14:paraId="1ED46195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Propriedades físicas</w:t>
            </w:r>
          </w:p>
          <w:p w14:paraId="54B0608D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Parametrizações e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key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frames</w:t>
            </w:r>
            <w:proofErr w:type="spellEnd"/>
          </w:p>
          <w:p w14:paraId="0D74EFBF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Animação de atributos físicos</w:t>
            </w:r>
          </w:p>
          <w:p w14:paraId="5A1E22CA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Character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Animation</w:t>
            </w:r>
            <w:proofErr w:type="spellEnd"/>
          </w:p>
          <w:p w14:paraId="51298642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Rigging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(Esqueletos e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Joints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Kinematics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IK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Handles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41107AE0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Skining</w:t>
            </w:r>
            <w:proofErr w:type="spellEnd"/>
          </w:p>
          <w:p w14:paraId="3046C89B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Binding</w:t>
            </w:r>
            <w:proofErr w:type="spellEnd"/>
          </w:p>
          <w:p w14:paraId="268AA4FF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de parametrização e conexões</w:t>
            </w:r>
          </w:p>
          <w:p w14:paraId="2FE89771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Deformadores e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Flexors</w:t>
            </w:r>
            <w:proofErr w:type="spellEnd"/>
          </w:p>
          <w:p w14:paraId="09068480" w14:textId="77777777" w:rsidR="00403386" w:rsidRDefault="00D35BA0" w:rsidP="00D35BA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SetMembership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Tool</w:t>
            </w:r>
            <w:proofErr w:type="spellEnd"/>
          </w:p>
          <w:p w14:paraId="5A15C9B0" w14:textId="77777777" w:rsidR="00403386" w:rsidRPr="001B353A" w:rsidRDefault="00403386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73EB4" w14:textId="31C32C2D" w:rsidR="00403386" w:rsidRDefault="00E76280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7062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Reconhecer conceitos avançados de animação e produção 3</w:t>
            </w:r>
            <w:proofErr w:type="gramStart"/>
            <w:r w:rsidRPr="00567062">
              <w:rPr>
                <w:rFonts w:ascii="Verdana Pro Light" w:eastAsia="Arial Unicode MS" w:hAnsi="Verdana Pro Light" w:cs="Arial Unicode MS"/>
                <w:sz w:val="18"/>
                <w:szCs w:val="18"/>
              </w:rPr>
              <w:t>D.</w:t>
            </w:r>
            <w:r w:rsidR="002242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</w:t>
            </w:r>
            <w:proofErr w:type="gramEnd"/>
            <w:r w:rsidR="002242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2242EC" w:rsidRPr="002242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software popular de animação 3D, como </w:t>
            </w:r>
            <w:proofErr w:type="spellStart"/>
            <w:r w:rsidR="002242EC" w:rsidRPr="002242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Autodesk</w:t>
            </w:r>
            <w:proofErr w:type="spellEnd"/>
            <w:r w:rsidR="002242EC" w:rsidRPr="002242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2242EC" w:rsidRPr="002242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Maya</w:t>
            </w:r>
            <w:proofErr w:type="spellEnd"/>
            <w:r w:rsidR="002242EC" w:rsidRPr="002242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Blender, Cinema 4D, 3ds Max, ou equivalentes.</w:t>
            </w:r>
          </w:p>
          <w:p w14:paraId="3E841826" w14:textId="7C30F310" w:rsidR="006D0AC9" w:rsidRPr="006D0AC9" w:rsidRDefault="006D0AC9" w:rsidP="006D0AC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0AC9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as principais técnicas para simular interação avançada entre vários objetos virtuais.</w:t>
            </w:r>
          </w:p>
          <w:p w14:paraId="1FF0583B" w14:textId="77777777" w:rsidR="00403386" w:rsidRDefault="00D60710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D6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reparar personagens ou objetos para animação, incluindo esqueletos e controles de deformação.</w:t>
            </w:r>
          </w:p>
          <w:p w14:paraId="62759D48" w14:textId="77777777" w:rsidR="00403386" w:rsidRPr="00517AA8" w:rsidRDefault="00D60710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D6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nimar objetos inorgânicos, como veículos, edifícios e outros elementos, conferindo-lhes movimentos realistas.</w:t>
            </w:r>
          </w:p>
          <w:p w14:paraId="551FC8CB" w14:textId="77777777" w:rsidR="00403386" w:rsidRDefault="00D60710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D6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epresentar movimentos e comportamentos realistas baseados na morfologia dos objetos ou personagens animados.</w:t>
            </w:r>
          </w:p>
          <w:p w14:paraId="3F66F454" w14:textId="77777777" w:rsidR="00403386" w:rsidRDefault="00D60710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D6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ditar e refinar animações, ajustando </w:t>
            </w:r>
            <w:proofErr w:type="spellStart"/>
            <w:r w:rsidRPr="00D6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keyframes</w:t>
            </w:r>
            <w:proofErr w:type="spellEnd"/>
            <w:r w:rsidRPr="00D6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curvas de interpolação e sincronização temporal.</w:t>
            </w:r>
          </w:p>
          <w:p w14:paraId="6BB81986" w14:textId="77777777" w:rsidR="00403386" w:rsidRDefault="00D60710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D6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nimar movimentos de câmara de forma aprimorar a narrativa visual e criar uma experiência envolvente.</w:t>
            </w:r>
          </w:p>
          <w:p w14:paraId="10B80FCF" w14:textId="77777777" w:rsidR="00403386" w:rsidRPr="00057283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341DC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2F42373E" w14:textId="77777777" w:rsidR="00403386" w:rsidRPr="00AE041A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1A4E0059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3D700862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0DFE7E55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7741377A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1BFA30CB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682E9DC1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5F66F64A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0C03546B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CA570C" w14:textId="77777777" w:rsidR="00403386" w:rsidRPr="00057283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0E11CB3" w14:textId="77777777" w:rsidR="005C4B7C" w:rsidRDefault="005C4B7C" w:rsidP="005C4B7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716D2A6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19BF90E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7AE6440" w14:textId="0AF75B1C" w:rsidR="005C4B7C" w:rsidRPr="002B36B9" w:rsidRDefault="002B36B9" w:rsidP="005C4B7C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2B36B9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Realizar animações utilizando tecnologia 3D</w:t>
      </w:r>
      <w:r w:rsidR="005C4B7C" w:rsidRPr="002B36B9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:</w:t>
      </w:r>
    </w:p>
    <w:p w14:paraId="2848E71C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="00D60710" w:rsidRPr="00D60710">
        <w:t xml:space="preserve"> </w:t>
      </w:r>
      <w:r w:rsidR="00D60710" w:rsidRPr="00D607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D607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D60710" w:rsidRPr="00D607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nível de realismo alcançado nas animações, garantindo que os movimentos, expressões e interações se assemelhem à realidade, quando apropriado.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FD6DA51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607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="00D60710" w:rsidRPr="00D607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presenta</w:t>
      </w:r>
      <w:r w:rsidR="00D607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animações com</w:t>
      </w:r>
      <w:r w:rsidR="00D60710" w:rsidRPr="00D607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transição suave e natural entre os movimentos, evitando movimentos bruscos ou não naturais.</w:t>
      </w:r>
    </w:p>
    <w:p w14:paraId="4082114B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60710" w:rsidRPr="00D607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 w:rsidR="00D607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D60710" w:rsidRPr="00D607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qualidade técnica da animação, incluindo a correta aplicação de </w:t>
      </w:r>
      <w:proofErr w:type="spellStart"/>
      <w:r w:rsidR="00D60710" w:rsidRPr="00D607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keyframes</w:t>
      </w:r>
      <w:proofErr w:type="spellEnd"/>
      <w:r w:rsidR="00D60710" w:rsidRPr="00D607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curvas de interpolação e manipulação de controladores</w:t>
      </w:r>
    </w:p>
    <w:p w14:paraId="58DE491B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47C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</w:t>
      </w:r>
      <w:r w:rsidR="00747CCC" w:rsidRPr="00747C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antendo uma estética consistente</w:t>
      </w:r>
      <w:r w:rsidR="00747C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, garantindo que as </w:t>
      </w:r>
      <w:r w:rsidR="00747CCC" w:rsidRPr="00747C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animações est</w:t>
      </w:r>
      <w:r w:rsidR="00747C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ejam</w:t>
      </w:r>
      <w:r w:rsidR="00747CCC" w:rsidRPr="00747C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 conformidade com o estilo artístico geral do projeto.</w:t>
      </w:r>
    </w:p>
    <w:p w14:paraId="62A768FF" w14:textId="77777777" w:rsidR="005C4B7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proofErr w:type="spellStart"/>
      <w:r w:rsidR="00747C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</w:t>
      </w:r>
      <w:r w:rsidR="00747CCC" w:rsidRPr="00747C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enderiza</w:t>
      </w:r>
      <w:r w:rsidR="00747C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proofErr w:type="spellEnd"/>
      <w:r w:rsidR="00747C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forma eficiente para </w:t>
      </w:r>
      <w:r w:rsidR="00747CCC" w:rsidRPr="00747C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que as animações possam ser </w:t>
      </w:r>
      <w:r w:rsidR="00747C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geradas</w:t>
      </w:r>
      <w:r w:rsidR="00747CCC" w:rsidRPr="00747C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dentro de prazos aceitáveis e sem comprometer a qualidade.</w:t>
      </w:r>
    </w:p>
    <w:p w14:paraId="4B73F6D2" w14:textId="77777777" w:rsidR="00747CCC" w:rsidRPr="0064164C" w:rsidRDefault="00747CC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747C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dapta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747C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 animações para diferentes plataformas, considerando requisitos específicos de hardware e software.</w:t>
      </w:r>
    </w:p>
    <w:p w14:paraId="3AD0BD9E" w14:textId="77777777" w:rsidR="005C4B7C" w:rsidRPr="00136AD8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071C61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CD8A81B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0EB5D8D2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714BAEED" w14:textId="77777777" w:rsidR="00403386" w:rsidRPr="009227C5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7F82B49A" w14:textId="77777777" w:rsidR="00403386" w:rsidRPr="009227C5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457778C" w14:textId="77777777" w:rsidR="00403386" w:rsidRPr="00051C79" w:rsidRDefault="00403386" w:rsidP="004033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921C96" w14:textId="77777777" w:rsidR="00403386" w:rsidRPr="00F87025" w:rsidRDefault="00403386" w:rsidP="004033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25F8175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74F62C9C" w14:textId="77777777" w:rsidR="00AF41E3" w:rsidRDefault="00AF41E3" w:rsidP="00AF41E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imagem</w:t>
      </w:r>
    </w:p>
    <w:p w14:paraId="231A44F9" w14:textId="77777777" w:rsidR="00AF41E3" w:rsidRDefault="00AF41E3" w:rsidP="00AF41E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Modelação 3D</w:t>
      </w:r>
    </w:p>
    <w:p w14:paraId="41D4D84D" w14:textId="77777777" w:rsidR="00AF41E3" w:rsidRDefault="00AF41E3" w:rsidP="00AF41E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D7AE5A1" w14:textId="77777777" w:rsidR="00403386" w:rsidRDefault="00403386" w:rsidP="004033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EC81B4C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CBE2DD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1CB113B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60A8D9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3A7151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19EACB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C2B8C" w:rsidRPr="00136AD8" w14:paraId="07B461DF" w14:textId="77777777" w:rsidTr="00F1774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41B6AB6" w14:textId="315E267E" w:rsidR="006C2B8C" w:rsidRPr="00136AD8" w:rsidRDefault="006C2B8C" w:rsidP="00F1774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EA2A5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AD9919E" w14:textId="77777777" w:rsidR="006C2B8C" w:rsidRPr="009C256C" w:rsidRDefault="006C2B8C" w:rsidP="00F1774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Desenvolver e preparar imagens para diferentes suportes e aplicações</w:t>
            </w:r>
          </w:p>
        </w:tc>
      </w:tr>
      <w:tr w:rsidR="006C2B8C" w:rsidRPr="00136AD8" w14:paraId="0853B448" w14:textId="77777777" w:rsidTr="00F1774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E1B6B13" w14:textId="3CA4DF1A" w:rsidR="006C2B8C" w:rsidRPr="00136AD8" w:rsidRDefault="006C2B8C" w:rsidP="00F1774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EA2A5A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6CE7812E" w14:textId="77777777" w:rsidR="006C2B8C" w:rsidRPr="00136AD8" w:rsidRDefault="006C2B8C" w:rsidP="00F1774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0167E">
              <w:rPr>
                <w:rFonts w:ascii="Verdana Pro Light" w:eastAsia="Arial Unicode MS" w:hAnsi="Verdana Pro Light" w:cs="Times New Roman"/>
                <w:sz w:val="18"/>
                <w:szCs w:val="18"/>
              </w:rPr>
              <w:t>Tratamento de imagem avançado</w:t>
            </w:r>
          </w:p>
        </w:tc>
      </w:tr>
    </w:tbl>
    <w:p w14:paraId="0E37D74C" w14:textId="77777777" w:rsidR="006C2B8C" w:rsidRPr="00136AD8" w:rsidRDefault="006C2B8C" w:rsidP="006C2B8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F4B2760" w14:textId="77777777" w:rsidR="006C2B8C" w:rsidRPr="003200F2" w:rsidRDefault="006C2B8C" w:rsidP="006C2B8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16" w:name="_Hlk155123207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1323A28" w14:textId="77777777" w:rsidR="006C2B8C" w:rsidRPr="00136AD8" w:rsidRDefault="006C2B8C" w:rsidP="006C2B8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C2B8C" w:rsidRPr="00136AD8" w14:paraId="5A479908" w14:textId="77777777" w:rsidTr="00F1774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EDF7C9" w14:textId="77777777" w:rsidR="006C2B8C" w:rsidRPr="001B353A" w:rsidRDefault="006C2B8C" w:rsidP="00F1774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C2B8C" w:rsidRPr="00136AD8" w14:paraId="3DCA755E" w14:textId="77777777" w:rsidTr="00F1774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C6BEE5" w14:textId="77777777" w:rsidR="006C2B8C" w:rsidRPr="0060167E" w:rsidRDefault="006C2B8C" w:rsidP="00F1774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Proceder à preparação e organização das imagens, importando para o software </w:t>
            </w:r>
          </w:p>
          <w:p w14:paraId="6E961BC0" w14:textId="77777777" w:rsidR="006C2B8C" w:rsidRPr="001B353A" w:rsidRDefault="006C2B8C" w:rsidP="00F1774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Realizar ajustes básicos de imagem (</w:t>
            </w:r>
            <w:r w:rsidRPr="003C5A0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correção de exposição, balanço de cores, contraste e nitidez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0FB3764F" w14:textId="77777777" w:rsidR="006C2B8C" w:rsidRPr="0060167E" w:rsidRDefault="006C2B8C" w:rsidP="00F1774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Utilizar </w:t>
            </w:r>
            <w:r w:rsidRPr="003C5A08">
              <w:rPr>
                <w:rFonts w:ascii="Verdana Pro Light" w:eastAsia="Arial Unicode MS" w:hAnsi="Verdana Pro Light" w:cs="Arial Unicode MS"/>
                <w:sz w:val="18"/>
                <w:szCs w:val="18"/>
              </w:rPr>
              <w:t>camadas, máscaras de ajuste e camadas de ajuste para realizar edições</w:t>
            </w:r>
          </w:p>
          <w:p w14:paraId="72CE7B5B" w14:textId="77777777" w:rsidR="006C2B8C" w:rsidRPr="0060167E" w:rsidRDefault="006C2B8C" w:rsidP="00F1774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 Utilizar </w:t>
            </w:r>
            <w:r w:rsidRPr="009051A7">
              <w:rPr>
                <w:rFonts w:ascii="Verdana Pro Light" w:eastAsia="Arial Unicode MS" w:hAnsi="Verdana Pro Light" w:cs="Arial Unicode MS"/>
                <w:sz w:val="18"/>
                <w:szCs w:val="18"/>
              </w:rPr>
              <w:t>ferramentas de clonagem, carimbo de borracha, ou técnicas avançadas de seleção e edição</w:t>
            </w:r>
          </w:p>
          <w:p w14:paraId="765F36E9" w14:textId="77777777" w:rsidR="006C2B8C" w:rsidRPr="00A17322" w:rsidRDefault="006C2B8C" w:rsidP="00F1774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M</w:t>
            </w:r>
            <w:r w:rsidRPr="009051A7">
              <w:rPr>
                <w:rFonts w:ascii="Verdana Pro Light" w:eastAsia="Arial Unicode MS" w:hAnsi="Verdana Pro Light" w:cs="Arial Unicode MS"/>
                <w:sz w:val="18"/>
                <w:szCs w:val="18"/>
              </w:rPr>
              <w:t>anipula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Pr="009051A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múltiplas imagens para criar composições complexas</w:t>
            </w:r>
          </w:p>
        </w:tc>
      </w:tr>
      <w:tr w:rsidR="006C2B8C" w:rsidRPr="00136AD8" w14:paraId="374EEB1F" w14:textId="77777777" w:rsidTr="00F1774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056035" w14:textId="77777777" w:rsidR="006C2B8C" w:rsidRPr="001B353A" w:rsidRDefault="006C2B8C" w:rsidP="00F1774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48888D" w14:textId="77777777" w:rsidR="006C2B8C" w:rsidRPr="001B353A" w:rsidRDefault="006C2B8C" w:rsidP="00F1774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1AB6502" w14:textId="77777777" w:rsidR="006C2B8C" w:rsidRPr="001B353A" w:rsidRDefault="006C2B8C" w:rsidP="00F1774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C2B8C" w:rsidRPr="00136AD8" w14:paraId="49C8377E" w14:textId="77777777" w:rsidTr="00F1774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EE597" w14:textId="77777777" w:rsidR="006C2B8C" w:rsidRPr="00FF139D" w:rsidRDefault="006C2B8C" w:rsidP="00F1774F">
            <w:pPr>
              <w:pStyle w:val="PargrafodaLista"/>
              <w:numPr>
                <w:ilvl w:val="0"/>
                <w:numId w:val="4"/>
              </w:numPr>
              <w:tabs>
                <w:tab w:val="left" w:pos="241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Arquitetura do programa e área de trabalho</w:t>
            </w:r>
          </w:p>
          <w:p w14:paraId="0FDAD030" w14:textId="77777777" w:rsidR="006C2B8C" w:rsidRPr="00FF139D" w:rsidRDefault="006C2B8C" w:rsidP="00F1774F">
            <w:pPr>
              <w:pStyle w:val="PargrafodaLista"/>
              <w:numPr>
                <w:ilvl w:val="0"/>
                <w:numId w:val="4"/>
              </w:numPr>
              <w:tabs>
                <w:tab w:val="left" w:pos="241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F251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avançadas de seleção, retoque, manipulação e composição de imagens.</w:t>
            </w:r>
          </w:p>
          <w:p w14:paraId="58717E5A" w14:textId="77777777" w:rsidR="006C2B8C" w:rsidRPr="00FF139D" w:rsidRDefault="006C2B8C" w:rsidP="00F1774F">
            <w:pPr>
              <w:pStyle w:val="PargrafodaLista"/>
              <w:numPr>
                <w:ilvl w:val="0"/>
                <w:numId w:val="4"/>
              </w:numPr>
              <w:tabs>
                <w:tab w:val="left" w:pos="241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Manipulação de camadas (</w:t>
            </w:r>
            <w:proofErr w:type="spellStart"/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– organização do processo de edição</w:t>
            </w:r>
          </w:p>
          <w:p w14:paraId="15093663" w14:textId="77777777" w:rsidR="006C2B8C" w:rsidRDefault="006C2B8C" w:rsidP="00F1774F">
            <w:pPr>
              <w:pStyle w:val="PargrafodaLista"/>
              <w:numPr>
                <w:ilvl w:val="0"/>
                <w:numId w:val="4"/>
              </w:numPr>
              <w:tabs>
                <w:tab w:val="left" w:pos="241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F251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eoria das cores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D7838D4" w14:textId="77777777" w:rsidR="006C2B8C" w:rsidRPr="00FF139D" w:rsidRDefault="006C2B8C" w:rsidP="00F1774F">
            <w:pPr>
              <w:pStyle w:val="PargrafodaLista"/>
              <w:numPr>
                <w:ilvl w:val="0"/>
                <w:numId w:val="4"/>
              </w:numPr>
              <w:tabs>
                <w:tab w:val="left" w:pos="241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e manipulação de texto</w:t>
            </w:r>
          </w:p>
          <w:p w14:paraId="2828CDB9" w14:textId="77777777" w:rsidR="006C2B8C" w:rsidRDefault="006C2B8C" w:rsidP="00F1774F">
            <w:pPr>
              <w:pStyle w:val="PargrafodaLista"/>
              <w:numPr>
                <w:ilvl w:val="0"/>
                <w:numId w:val="4"/>
              </w:numPr>
              <w:tabs>
                <w:tab w:val="left" w:pos="241"/>
              </w:tabs>
              <w:spacing w:before="120" w:after="0" w:line="276" w:lineRule="auto"/>
              <w:ind w:left="0" w:firstLine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Composição de imagem.</w:t>
            </w:r>
          </w:p>
          <w:p w14:paraId="4068E83B" w14:textId="77777777" w:rsidR="006C2B8C" w:rsidRDefault="006C2B8C" w:rsidP="00F1774F">
            <w:pPr>
              <w:pStyle w:val="PargrafodaLista"/>
              <w:numPr>
                <w:ilvl w:val="0"/>
                <w:numId w:val="4"/>
              </w:numPr>
              <w:tabs>
                <w:tab w:val="left" w:pos="241"/>
              </w:tabs>
              <w:spacing w:before="120" w:after="0" w:line="276" w:lineRule="auto"/>
              <w:ind w:left="0" w:firstLine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51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avançadas de fusão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imagens.</w:t>
            </w:r>
          </w:p>
          <w:p w14:paraId="13A1F7DA" w14:textId="77777777" w:rsidR="006C2B8C" w:rsidRDefault="006C2B8C" w:rsidP="00F1774F">
            <w:pPr>
              <w:pStyle w:val="PargrafodaLista"/>
              <w:numPr>
                <w:ilvl w:val="0"/>
                <w:numId w:val="4"/>
              </w:numPr>
              <w:tabs>
                <w:tab w:val="left" w:pos="241"/>
              </w:tabs>
              <w:spacing w:before="120" w:after="0" w:line="276" w:lineRule="auto"/>
              <w:ind w:left="0" w:firstLine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Documentos - características e formatos</w:t>
            </w:r>
          </w:p>
          <w:p w14:paraId="47AE268F" w14:textId="77777777" w:rsidR="006C2B8C" w:rsidRDefault="006C2B8C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51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Processamento em lote para lidar com grandes volumes de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F0A16E9" w14:textId="77777777" w:rsidR="006C2B8C" w:rsidRPr="001B353A" w:rsidRDefault="006C2B8C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DD61D" w14:textId="77777777" w:rsidR="006C2B8C" w:rsidRDefault="006C2B8C" w:rsidP="00F1774F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os recursos e técnicas avançadas para processamento e edição de imagens</w:t>
            </w:r>
          </w:p>
          <w:p w14:paraId="30ABFEE9" w14:textId="77777777" w:rsidR="006C2B8C" w:rsidRPr="00FF139D" w:rsidRDefault="006C2B8C" w:rsidP="00F1774F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Conhecer os</w:t>
            </w: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principais programas informáticos para a edição de imagens bitmap</w:t>
            </w:r>
          </w:p>
          <w:p w14:paraId="515F0B75" w14:textId="77777777" w:rsidR="006C2B8C" w:rsidRDefault="006C2B8C" w:rsidP="00F1774F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manipulações e tratamentos em imagens/fotografias complexas</w:t>
            </w:r>
          </w:p>
          <w:p w14:paraId="4647670A" w14:textId="77777777" w:rsidR="006C2B8C" w:rsidRPr="00FF139D" w:rsidRDefault="006C2B8C" w:rsidP="00F1774F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métodos e técnicas de tratamento e edição de imagens bitmap</w:t>
            </w:r>
          </w:p>
          <w:p w14:paraId="3C48B4D0" w14:textId="77777777" w:rsidR="006C2B8C" w:rsidRDefault="006C2B8C" w:rsidP="00F1774F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fotomontagens recorrendo a várias camadas.</w:t>
            </w:r>
          </w:p>
          <w:p w14:paraId="4C4D62A8" w14:textId="77777777" w:rsidR="006C2B8C" w:rsidRPr="00A17322" w:rsidRDefault="006C2B8C" w:rsidP="00F1774F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sistemas de cor</w:t>
            </w:r>
            <w:r w:rsidRPr="00A173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FCEB1BA" w14:textId="77777777" w:rsidR="006C2B8C" w:rsidRDefault="006C2B8C" w:rsidP="00F1774F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Adequar as resoluções das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7851F96" w14:textId="77777777" w:rsidR="006C2B8C" w:rsidRDefault="006C2B8C" w:rsidP="00F1774F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F251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e manipular camadas 3D para efeitos tridimensionais.</w:t>
            </w:r>
          </w:p>
          <w:p w14:paraId="5919905D" w14:textId="77777777" w:rsidR="006C2B8C" w:rsidRDefault="006C2B8C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51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F251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scripts e ações para automatizar tarefas repetitivas.</w:t>
            </w:r>
          </w:p>
          <w:p w14:paraId="44C41594" w14:textId="77777777" w:rsidR="006C2B8C" w:rsidRDefault="006C2B8C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F251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justar e otimizar a qualidade de imagens, especialmente para fotografia</w:t>
            </w:r>
          </w:p>
          <w:p w14:paraId="317CA7C8" w14:textId="77777777" w:rsidR="006C2B8C" w:rsidRDefault="006C2B8C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Automatizar funções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por lote</w:t>
            </w:r>
          </w:p>
          <w:p w14:paraId="163D7568" w14:textId="77777777" w:rsidR="006C2B8C" w:rsidRPr="00057283" w:rsidRDefault="006C2B8C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 imagens para diferentes tipos de suportes e/ou aplicações.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DD0C6" w14:textId="77777777" w:rsidR="006C2B8C" w:rsidRDefault="006C2B8C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48CF2C66" w14:textId="77777777" w:rsidR="006C2B8C" w:rsidRDefault="006C2B8C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4EE7112E" w14:textId="77777777" w:rsidR="006C2B8C" w:rsidRDefault="006C2B8C" w:rsidP="00F1774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118B0088" w14:textId="77777777" w:rsidR="006C2B8C" w:rsidRPr="00AB5AF8" w:rsidRDefault="006C2B8C" w:rsidP="00F1774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1CA02DB0" w14:textId="77777777" w:rsidR="006C2B8C" w:rsidRPr="00AB5AF8" w:rsidRDefault="006C2B8C" w:rsidP="00F1774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80568F7" w14:textId="77777777" w:rsidR="006C2B8C" w:rsidRPr="00AB5AF8" w:rsidRDefault="006C2B8C" w:rsidP="00F1774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298B622" w14:textId="77777777" w:rsidR="006C2B8C" w:rsidRPr="00AB5AF8" w:rsidRDefault="006C2B8C" w:rsidP="00F1774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078FE722" w14:textId="77777777" w:rsidR="006C2B8C" w:rsidRPr="00A128FE" w:rsidRDefault="006C2B8C" w:rsidP="00F1774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36A2C058" w14:textId="77777777" w:rsidR="006C2B8C" w:rsidRPr="00AB5AF8" w:rsidRDefault="006C2B8C" w:rsidP="00F1774F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1CB9C444" w14:textId="77777777" w:rsidR="006C2B8C" w:rsidRDefault="006C2B8C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AB2572" w14:textId="77777777" w:rsidR="006C2B8C" w:rsidRPr="00057283" w:rsidRDefault="006C2B8C" w:rsidP="00F177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105B5A4" w14:textId="77777777" w:rsidR="006C2B8C" w:rsidRDefault="006C2B8C" w:rsidP="006C2B8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3161863" w14:textId="77777777" w:rsidR="006C2B8C" w:rsidRDefault="006C2B8C" w:rsidP="006C2B8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1B27691" w14:textId="77777777" w:rsidR="006C2B8C" w:rsidRPr="00F87025" w:rsidRDefault="006C2B8C" w:rsidP="006C2B8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67B6208" w14:textId="77777777" w:rsidR="006C2B8C" w:rsidRPr="00F20E6F" w:rsidRDefault="006C2B8C" w:rsidP="006C2B8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741BA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Desenvolver e preparar imagens para diferentes suportes e aplicações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66CA013" w14:textId="77777777" w:rsidR="006C2B8C" w:rsidRPr="0064164C" w:rsidRDefault="006C2B8C" w:rsidP="006C2B8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CF27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CF27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resolução e o tamanho da imagem sejam apropriados para o suporte específic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o.</w:t>
      </w:r>
    </w:p>
    <w:p w14:paraId="7045EA91" w14:textId="77777777" w:rsidR="006C2B8C" w:rsidRDefault="006C2B8C" w:rsidP="006C2B8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CF27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CF27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as cores da imagem esteja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</w:t>
      </w:r>
      <w:r w:rsidRPr="00CF27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calibradas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544AB92" w14:textId="77777777" w:rsidR="006C2B8C" w:rsidRPr="0064164C" w:rsidRDefault="006C2B8C" w:rsidP="006C2B8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CF27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orrigi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CF27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problemas de foco para garantir nitidez.</w:t>
      </w:r>
    </w:p>
    <w:p w14:paraId="7676D348" w14:textId="77777777" w:rsidR="006C2B8C" w:rsidRPr="0064164C" w:rsidRDefault="006C2B8C" w:rsidP="006C2B8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83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83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técnicas de compressão de imagem para otimizar o tamanho do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ficheiro</w:t>
      </w:r>
      <w:r w:rsidRPr="00883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79469CA" w14:textId="77777777" w:rsidR="006C2B8C" w:rsidRPr="0064164C" w:rsidRDefault="006C2B8C" w:rsidP="006C2B8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83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83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aparência da imagem em diversas plataformas para garantir consistência.</w:t>
      </w:r>
    </w:p>
    <w:p w14:paraId="23AB554F" w14:textId="77777777" w:rsidR="006C2B8C" w:rsidRPr="00136AD8" w:rsidRDefault="006C2B8C" w:rsidP="006C2B8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F472E4" w14:textId="77777777" w:rsidR="006C2B8C" w:rsidRPr="00F87025" w:rsidRDefault="006C2B8C" w:rsidP="006C2B8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A1C1156" w14:textId="3BD7267B" w:rsidR="006C2B8C" w:rsidRPr="00FF139D" w:rsidRDefault="005D1FF0" w:rsidP="006C2B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Variados </w:t>
      </w:r>
    </w:p>
    <w:p w14:paraId="51D1ED87" w14:textId="77777777" w:rsidR="006C2B8C" w:rsidRPr="00051C79" w:rsidRDefault="006C2B8C" w:rsidP="006C2B8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923359" w14:textId="77777777" w:rsidR="006C2B8C" w:rsidRPr="00F87025" w:rsidRDefault="006C2B8C" w:rsidP="006C2B8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CC8DF55" w14:textId="77777777" w:rsidR="006C2B8C" w:rsidRDefault="006C2B8C" w:rsidP="006C2B8C">
      <w:pPr>
        <w:pStyle w:val="Default"/>
      </w:pPr>
    </w:p>
    <w:p w14:paraId="712C9F69" w14:textId="77777777" w:rsidR="006C2B8C" w:rsidRPr="004760DA" w:rsidRDefault="006C2B8C" w:rsidP="006C2B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760DA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internet. </w:t>
      </w:r>
    </w:p>
    <w:p w14:paraId="57EC6FC3" w14:textId="77777777" w:rsidR="006C2B8C" w:rsidRPr="004760DA" w:rsidRDefault="006C2B8C" w:rsidP="006C2B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760DA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imagens bitmap </w:t>
      </w:r>
    </w:p>
    <w:p w14:paraId="248865FB" w14:textId="77777777" w:rsidR="006C2B8C" w:rsidRPr="004760DA" w:rsidRDefault="006C2B8C" w:rsidP="006C2B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760DA">
        <w:rPr>
          <w:rFonts w:ascii="Verdana Pro Light" w:eastAsia="Arial Unicode MS" w:hAnsi="Verdana Pro Light" w:cs="Arial Unicode MS"/>
          <w:sz w:val="18"/>
          <w:szCs w:val="18"/>
        </w:rPr>
        <w:t xml:space="preserve">Referências sobre tutoriais de edição de imagens </w:t>
      </w:r>
    </w:p>
    <w:p w14:paraId="1FBD155E" w14:textId="77777777" w:rsidR="006C2B8C" w:rsidRPr="004760DA" w:rsidRDefault="006C2B8C" w:rsidP="006C2B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760DA">
        <w:rPr>
          <w:rFonts w:ascii="Verdana Pro Light" w:eastAsia="Arial Unicode MS" w:hAnsi="Verdana Pro Light" w:cs="Arial Unicode MS"/>
          <w:sz w:val="18"/>
          <w:szCs w:val="18"/>
        </w:rPr>
        <w:t xml:space="preserve">Imagens para editar </w:t>
      </w:r>
    </w:p>
    <w:p w14:paraId="33E9800E" w14:textId="77777777" w:rsidR="006C2B8C" w:rsidRPr="00501DC8" w:rsidRDefault="006C2B8C" w:rsidP="006C2B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FE268D0" w14:textId="77777777" w:rsidR="006C2B8C" w:rsidRPr="00051C79" w:rsidRDefault="006C2B8C" w:rsidP="006C2B8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DBB13A" w14:textId="77777777" w:rsidR="006C2B8C" w:rsidRPr="00F87025" w:rsidRDefault="006C2B8C" w:rsidP="006C2B8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62AEAB7" w14:textId="7E7516AE" w:rsidR="006C2B8C" w:rsidRPr="00051C79" w:rsidRDefault="005D1FF0" w:rsidP="006C2B8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Técnico multimédia </w:t>
      </w:r>
    </w:p>
    <w:p w14:paraId="777B56DA" w14:textId="77777777" w:rsidR="006C2B8C" w:rsidRPr="00051C79" w:rsidRDefault="006C2B8C" w:rsidP="006C2B8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BFEA5F" w14:textId="77777777" w:rsidR="006C2B8C" w:rsidRPr="00051C79" w:rsidRDefault="006C2B8C" w:rsidP="006C2B8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16"/>
    <w:p w14:paraId="726C673D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C18925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34F1A" w:rsidRPr="00136AD8" w14:paraId="24317DCF" w14:textId="77777777" w:rsidTr="00F1774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7DEAF3E" w14:textId="7E501FF3" w:rsidR="00334F1A" w:rsidRPr="00136AD8" w:rsidRDefault="00334F1A" w:rsidP="00F1774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6A62C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A62C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4F5C91F" w14:textId="77777777" w:rsidR="00334F1A" w:rsidRPr="009C256C" w:rsidRDefault="00334F1A" w:rsidP="00F1774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Conceber layouts para aplicações multimédia interativas avançadas </w:t>
            </w:r>
          </w:p>
        </w:tc>
      </w:tr>
      <w:tr w:rsidR="00334F1A" w:rsidRPr="00136AD8" w14:paraId="3EBCCF13" w14:textId="77777777" w:rsidTr="00F1774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9B435FC" w14:textId="77777777" w:rsidR="00334F1A" w:rsidRPr="00136AD8" w:rsidRDefault="00334F1A" w:rsidP="00F1774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187B879" w14:textId="77777777" w:rsidR="00334F1A" w:rsidRPr="00136AD8" w:rsidRDefault="00334F1A" w:rsidP="00F1774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777A00">
              <w:rPr>
                <w:rFonts w:ascii="Verdana Pro Light" w:eastAsia="Arial Unicode MS" w:hAnsi="Verdana Pro Light" w:cs="Times New Roman"/>
                <w:sz w:val="18"/>
                <w:szCs w:val="18"/>
              </w:rPr>
              <w:t>Design Multimédia</w:t>
            </w:r>
          </w:p>
        </w:tc>
      </w:tr>
    </w:tbl>
    <w:p w14:paraId="6C60F2ED" w14:textId="77777777" w:rsidR="00334F1A" w:rsidRPr="00136AD8" w:rsidRDefault="00334F1A" w:rsidP="00334F1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E5464EF" w14:textId="77777777" w:rsidR="00334F1A" w:rsidRPr="003200F2" w:rsidRDefault="00334F1A" w:rsidP="00334F1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6B101F5" w14:textId="77777777" w:rsidR="00334F1A" w:rsidRPr="00136AD8" w:rsidRDefault="00334F1A" w:rsidP="00334F1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34F1A" w:rsidRPr="00136AD8" w14:paraId="69C0358A" w14:textId="77777777" w:rsidTr="00F1774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A50BBE" w14:textId="77777777" w:rsidR="00334F1A" w:rsidRPr="001B353A" w:rsidRDefault="00334F1A" w:rsidP="00F1774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34F1A" w:rsidRPr="00136AD8" w14:paraId="64F322BF" w14:textId="77777777" w:rsidTr="00F1774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D2CDD8" w14:textId="77777777" w:rsidR="00334F1A" w:rsidRDefault="00334F1A" w:rsidP="00F1774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</w:t>
            </w:r>
            <w:r w:rsidRPr="002756E0">
              <w:rPr>
                <w:rFonts w:ascii="Verdana Pro Light" w:eastAsia="Arial Unicode MS" w:hAnsi="Verdana Pro Light" w:cs="Arial Unicode MS"/>
                <w:sz w:val="18"/>
                <w:szCs w:val="18"/>
              </w:rPr>
              <w:t>strutura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Pr="002756E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conteúdo</w:t>
            </w:r>
          </w:p>
          <w:p w14:paraId="6B2FA1B8" w14:textId="77777777" w:rsidR="00334F1A" w:rsidRDefault="00334F1A" w:rsidP="00F1774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Definir</w:t>
            </w:r>
            <w:r w:rsidRPr="002756E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fluxos de navegação</w:t>
            </w:r>
          </w:p>
          <w:p w14:paraId="1D5C1046" w14:textId="77777777" w:rsidR="00334F1A" w:rsidRPr="00777A00" w:rsidRDefault="00334F1A" w:rsidP="00F1774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Pr="002756E0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 o </w:t>
            </w:r>
            <w:r w:rsidRPr="002756E0">
              <w:rPr>
                <w:rFonts w:ascii="Verdana Pro Light" w:eastAsia="Arial Unicode MS" w:hAnsi="Verdana Pro Light" w:cs="Arial Unicode MS"/>
                <w:sz w:val="18"/>
                <w:szCs w:val="18"/>
              </w:rPr>
              <w:t>mapa do site ou diagrama de fluxo</w:t>
            </w:r>
          </w:p>
          <w:p w14:paraId="6FE90DCA" w14:textId="77777777" w:rsidR="00334F1A" w:rsidRDefault="00334F1A" w:rsidP="00F1774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Realizar 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wireframing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prototipagem</w:t>
            </w:r>
          </w:p>
          <w:p w14:paraId="5AC2FFB5" w14:textId="77777777" w:rsidR="00334F1A" w:rsidRDefault="00334F1A" w:rsidP="00F1774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Aplicar o design visual</w:t>
            </w:r>
          </w:p>
          <w:p w14:paraId="05D8B061" w14:textId="77777777" w:rsidR="00334F1A" w:rsidRPr="004A1AF7" w:rsidRDefault="00334F1A" w:rsidP="00F1774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R6. Testar e publicar </w:t>
            </w:r>
          </w:p>
        </w:tc>
      </w:tr>
      <w:tr w:rsidR="00334F1A" w:rsidRPr="00136AD8" w14:paraId="0AA98D07" w14:textId="77777777" w:rsidTr="00F1774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88EB5A" w14:textId="77777777" w:rsidR="00334F1A" w:rsidRPr="001B353A" w:rsidRDefault="00334F1A" w:rsidP="00F1774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B9C019" w14:textId="77777777" w:rsidR="00334F1A" w:rsidRPr="001B353A" w:rsidRDefault="00334F1A" w:rsidP="00F1774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20B6836" w14:textId="77777777" w:rsidR="00334F1A" w:rsidRPr="001B353A" w:rsidRDefault="00334F1A" w:rsidP="00F1774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34F1A" w:rsidRPr="00136AD8" w14:paraId="26DD25D2" w14:textId="77777777" w:rsidTr="00F1774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3FBDF" w14:textId="77777777" w:rsidR="00334F1A" w:rsidRPr="00340BFE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 de design – origem; significado; ação</w:t>
            </w:r>
          </w:p>
          <w:p w14:paraId="39325891" w14:textId="77777777" w:rsidR="00334F1A" w:rsidRPr="00340BFE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– princípios básicos</w:t>
            </w:r>
          </w:p>
          <w:p w14:paraId="5B7C96F7" w14:textId="77777777" w:rsidR="00334F1A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Compreensão dos princípios fundamentais de design, incluindo layout, tipografia, cor, contraste e equilíbrio</w:t>
            </w:r>
          </w:p>
          <w:p w14:paraId="55B8739F" w14:textId="77777777" w:rsidR="00334F1A" w:rsidRPr="00E91625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Elementos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da comunicação visual</w:t>
            </w:r>
          </w:p>
          <w:p w14:paraId="20387833" w14:textId="77777777" w:rsidR="00334F1A" w:rsidRPr="00340BFE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Leis da perceção visual (Leis da </w:t>
            </w:r>
            <w:proofErr w:type="spellStart"/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Gestalt</w:t>
            </w:r>
            <w:proofErr w:type="spellEnd"/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psicologia da forma)</w:t>
            </w:r>
          </w:p>
          <w:p w14:paraId="31680369" w14:textId="77777777" w:rsidR="00334F1A" w:rsidRPr="00340BFE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Metodologia </w:t>
            </w:r>
            <w:proofErr w:type="spellStart"/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multimédia</w:t>
            </w: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Design </w:t>
            </w:r>
            <w:proofErr w:type="spellStart"/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</w:p>
          <w:p w14:paraId="7E57A689" w14:textId="77777777" w:rsidR="00334F1A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e processo criativo</w:t>
            </w:r>
          </w:p>
          <w:p w14:paraId="039CDC58" w14:textId="77777777" w:rsidR="00334F1A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Compreensão dos princípios básicos de fotografia, incluindo composição, iluminação e enquadramento.</w:t>
            </w:r>
          </w:p>
          <w:p w14:paraId="33BDD823" w14:textId="77777777" w:rsidR="00334F1A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em técnicas de tratamento de áudio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5198B16" w14:textId="77777777" w:rsidR="00334F1A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em softwares de edição de vídeo.</w:t>
            </w:r>
          </w:p>
          <w:p w14:paraId="0FF992B4" w14:textId="77777777" w:rsidR="00334F1A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das leis de direitos autorais e ética no uso de média digital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47DB058" w14:textId="77777777" w:rsidR="00334F1A" w:rsidRPr="00E54A6D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de design de interface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(UI) e experiência do 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tilizador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(UX)</w:t>
            </w:r>
            <w:r w:rsidRPr="00E54A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4E31F93" w14:textId="77777777" w:rsidR="00334F1A" w:rsidRPr="00F96C59" w:rsidRDefault="00334F1A" w:rsidP="00F1774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F0AC3" w14:textId="77777777" w:rsidR="00334F1A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48C6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fatores históricos, sociais e culturais no fenómeno comunicativo</w:t>
            </w:r>
            <w:r w:rsidRPr="009F3A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58CDC2A" w14:textId="77777777" w:rsidR="00334F1A" w:rsidRPr="009F3A3C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Pr="009F3A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elementos da comunicação visual</w:t>
            </w:r>
          </w:p>
          <w:p w14:paraId="17E724BB" w14:textId="77777777" w:rsidR="00334F1A" w:rsidRPr="009F3A3C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9F3A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princípios da comunicação visual</w:t>
            </w:r>
          </w:p>
          <w:p w14:paraId="1978DBE0" w14:textId="77777777" w:rsidR="00334F1A" w:rsidRPr="009F3A3C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3A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leis da perceção visual</w:t>
            </w:r>
          </w:p>
          <w:p w14:paraId="4C97CDDB" w14:textId="77777777" w:rsidR="00334F1A" w:rsidRPr="009F3A3C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3A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etapas do Design </w:t>
            </w:r>
            <w:proofErr w:type="spellStart"/>
            <w:r w:rsidRPr="009F3A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</w:p>
          <w:p w14:paraId="76C12E36" w14:textId="77777777" w:rsidR="00334F1A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Escolher</w:t>
            </w:r>
            <w:r w:rsidRPr="009F3A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técnicas de processo criativo</w:t>
            </w:r>
          </w:p>
          <w:p w14:paraId="6C16BDC8" w14:textId="77777777" w:rsidR="00334F1A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ditar e retocar imagens usando ferramentas de edição de fotos</w:t>
            </w:r>
          </w:p>
          <w:p w14:paraId="3F7B9EB6" w14:textId="77777777" w:rsidR="00334F1A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composições de vídeo eficazes.</w:t>
            </w:r>
          </w:p>
          <w:p w14:paraId="04848C1B" w14:textId="77777777" w:rsidR="00334F1A" w:rsidRPr="00517AA8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animações e efeitos visuais</w:t>
            </w:r>
          </w:p>
          <w:p w14:paraId="6BFF8F12" w14:textId="77777777" w:rsidR="00334F1A" w:rsidRPr="00057283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Implementar interfaces gráficas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08645" w14:textId="77777777" w:rsidR="00334F1A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68CBF216" w14:textId="77777777" w:rsidR="00334F1A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3131AD8" w14:textId="77777777" w:rsidR="00334F1A" w:rsidRDefault="00334F1A" w:rsidP="00334F1A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3EF9BD0A" w14:textId="77777777" w:rsidR="00334F1A" w:rsidRPr="00AB5AF8" w:rsidRDefault="00334F1A" w:rsidP="00334F1A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0DD60A1E" w14:textId="77777777" w:rsidR="00334F1A" w:rsidRPr="00AB5AF8" w:rsidRDefault="00334F1A" w:rsidP="00334F1A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674EE070" w14:textId="77777777" w:rsidR="00334F1A" w:rsidRPr="00AB5AF8" w:rsidRDefault="00334F1A" w:rsidP="00334F1A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580503B9" w14:textId="77777777" w:rsidR="00334F1A" w:rsidRPr="00AB5AF8" w:rsidRDefault="00334F1A" w:rsidP="00334F1A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36CC4A5" w14:textId="77777777" w:rsidR="00334F1A" w:rsidRPr="00A128FE" w:rsidRDefault="00334F1A" w:rsidP="00334F1A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EC0D220" w14:textId="77777777" w:rsidR="00334F1A" w:rsidRPr="00AB5AF8" w:rsidRDefault="00334F1A" w:rsidP="00334F1A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1649C37C" w14:textId="77777777" w:rsidR="00334F1A" w:rsidRPr="00057283" w:rsidRDefault="00334F1A" w:rsidP="00334F1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D009E7E" w14:textId="77777777" w:rsidR="00334F1A" w:rsidRDefault="00334F1A" w:rsidP="00334F1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BCCF9E6" w14:textId="77777777" w:rsidR="00334F1A" w:rsidRDefault="00334F1A" w:rsidP="00334F1A">
      <w:pPr>
        <w:rPr>
          <w:rFonts w:ascii="Verdana Pro Light" w:hAnsi="Verdana Pro Light"/>
          <w:smallCaps/>
        </w:rPr>
      </w:pPr>
    </w:p>
    <w:p w14:paraId="319BDA40" w14:textId="77777777" w:rsidR="00334F1A" w:rsidRPr="00F87025" w:rsidRDefault="00334F1A" w:rsidP="00334F1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310A018" w14:textId="77777777" w:rsidR="00334F1A" w:rsidRPr="00F20E6F" w:rsidRDefault="00334F1A" w:rsidP="00334F1A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B745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Conceber layouts para aplicações multimédia interativas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avançadas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FDA8033" w14:textId="77777777" w:rsidR="00334F1A" w:rsidRPr="0064164C" w:rsidRDefault="00334F1A" w:rsidP="00334F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F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acilita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navegação pelos elementos multim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é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dia, garantindo uma experiência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utilizador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intuitiva.</w:t>
      </w:r>
    </w:p>
    <w:p w14:paraId="2C75094F" w14:textId="77777777" w:rsidR="00334F1A" w:rsidRPr="0064164C" w:rsidRDefault="00334F1A" w:rsidP="00334F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Reduz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indo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tamanho 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 ficheiros multimédia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sem comprometer significativamente a qualidade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0F2DB04" w14:textId="77777777" w:rsidR="00334F1A" w:rsidRPr="0064164C" w:rsidRDefault="00334F1A" w:rsidP="00334F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Manten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identidade visual consistente em todas as formas de 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é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FC8EE97" w14:textId="77777777" w:rsidR="00334F1A" w:rsidRPr="0064164C" w:rsidRDefault="00334F1A" w:rsidP="00334F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indo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 design multim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é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dia esteja protegido contra possíveis vulnerabilidades de segurança.</w:t>
      </w:r>
    </w:p>
    <w:p w14:paraId="7A75CAED" w14:textId="77777777" w:rsidR="00334F1A" w:rsidRDefault="00334F1A" w:rsidP="00334F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certificando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-se de que o design segue os padrões e normas web estabelecidos.</w:t>
      </w:r>
    </w:p>
    <w:p w14:paraId="13F6EF85" w14:textId="77777777" w:rsidR="00334F1A" w:rsidRPr="009F3A3C" w:rsidRDefault="00334F1A" w:rsidP="00334F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F3A3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Caracterizando os elementos da comunicação visual</w:t>
      </w:r>
    </w:p>
    <w:p w14:paraId="034F79E4" w14:textId="77777777" w:rsidR="00334F1A" w:rsidRPr="0064164C" w:rsidRDefault="00334F1A" w:rsidP="00334F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7</w:t>
      </w:r>
      <w:r w:rsidRPr="009F3A3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F3A3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Estruturando as etapas e ações de cada etapa da metodologia </w:t>
      </w:r>
      <w:proofErr w:type="spellStart"/>
      <w:r w:rsidRPr="009F3A3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projetual</w:t>
      </w:r>
      <w:proofErr w:type="spellEnd"/>
      <w:r w:rsidRPr="009F3A3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 design</w:t>
      </w:r>
    </w:p>
    <w:p w14:paraId="1B03D8A0" w14:textId="77777777" w:rsidR="00334F1A" w:rsidRPr="00136AD8" w:rsidRDefault="00334F1A" w:rsidP="00334F1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9A3FD3" w14:textId="77777777" w:rsidR="00334F1A" w:rsidRPr="00F87025" w:rsidRDefault="00334F1A" w:rsidP="00334F1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18F805C" w14:textId="77777777" w:rsidR="00334F1A" w:rsidRPr="00984B30" w:rsidRDefault="00334F1A" w:rsidP="00334F1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193C02E5" w14:textId="77777777" w:rsidR="00334F1A" w:rsidRPr="00984B30" w:rsidRDefault="00334F1A" w:rsidP="00334F1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E47CAE2" w14:textId="77777777" w:rsidR="00334F1A" w:rsidRPr="00984B30" w:rsidRDefault="00334F1A" w:rsidP="00334F1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33F02B7" w14:textId="77777777" w:rsidR="00334F1A" w:rsidRPr="00984B30" w:rsidRDefault="00334F1A" w:rsidP="00334F1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357EC50" w14:textId="77777777" w:rsidR="00334F1A" w:rsidRPr="00051C79" w:rsidRDefault="00334F1A" w:rsidP="00334F1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119DFF" w14:textId="77777777" w:rsidR="00334F1A" w:rsidRPr="00F87025" w:rsidRDefault="00334F1A" w:rsidP="00334F1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1E6E687" w14:textId="77777777" w:rsidR="00334F1A" w:rsidRPr="009F3A3C" w:rsidRDefault="00334F1A" w:rsidP="00334F1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022686F0" w14:textId="77777777" w:rsidR="00334F1A" w:rsidRDefault="00334F1A" w:rsidP="00334F1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desenho digital.</w:t>
      </w:r>
    </w:p>
    <w:p w14:paraId="1B135A04" w14:textId="77777777" w:rsidR="00334F1A" w:rsidRPr="00501DC8" w:rsidRDefault="00334F1A" w:rsidP="00334F1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desenhos de interface com criação de protótipos.</w:t>
      </w:r>
    </w:p>
    <w:p w14:paraId="5071011A" w14:textId="77777777" w:rsidR="00334F1A" w:rsidRPr="00051C79" w:rsidRDefault="00334F1A" w:rsidP="00334F1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443563" w14:textId="77777777" w:rsidR="00334F1A" w:rsidRPr="00F87025" w:rsidRDefault="00334F1A" w:rsidP="00334F1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5C0E2DE" w14:textId="77777777" w:rsidR="00334F1A" w:rsidRPr="00051C79" w:rsidRDefault="00334F1A" w:rsidP="00334F1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CC3891" w14:textId="77777777" w:rsidR="00334F1A" w:rsidRPr="00051C79" w:rsidRDefault="00334F1A" w:rsidP="00334F1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A2C4F5" w14:textId="77777777" w:rsidR="00334F1A" w:rsidRPr="00051C79" w:rsidRDefault="00334F1A" w:rsidP="00334F1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B6A99E9" w14:textId="77777777" w:rsidR="00334F1A" w:rsidRDefault="00334F1A" w:rsidP="00334F1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7DDD6A4" w14:textId="77777777" w:rsidR="00DB18D0" w:rsidRDefault="00DB18D0" w:rsidP="005C4B7C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C4B7C" w:rsidRPr="00136AD8" w14:paraId="54DEAFBC" w14:textId="77777777" w:rsidTr="005874B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2B71F30" w14:textId="2D8150F4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A7774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17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A7774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63470F7" w14:textId="5E04718A" w:rsidR="005C4B7C" w:rsidRPr="009C256C" w:rsidRDefault="009669FE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Cumprir </w:t>
            </w:r>
            <w:r w:rsidR="00E60B5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a</w:t>
            </w:r>
            <w:r w:rsidR="00D8241D" w:rsidRPr="00D8241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legislação e </w:t>
            </w:r>
            <w:r w:rsidR="006B686B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promover</w:t>
            </w:r>
            <w:r w:rsidR="00D8241D" w:rsidRPr="00D8241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eficiência energética.</w:t>
            </w:r>
          </w:p>
        </w:tc>
      </w:tr>
      <w:tr w:rsidR="005C4B7C" w:rsidRPr="00136AD8" w14:paraId="32AB55F4" w14:textId="77777777" w:rsidTr="005874B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E08B0CF" w14:textId="444D799B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A77742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E73FC85" w14:textId="77777777" w:rsidR="005C4B7C" w:rsidRPr="00136AD8" w:rsidRDefault="00567062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67062">
              <w:rPr>
                <w:rFonts w:ascii="Verdana Pro Light" w:eastAsia="Arial Unicode MS" w:hAnsi="Verdana Pro Light" w:cs="Times New Roman"/>
                <w:sz w:val="18"/>
                <w:szCs w:val="18"/>
              </w:rPr>
              <w:t>Eficiência energética e energias renováveis</w:t>
            </w:r>
          </w:p>
        </w:tc>
      </w:tr>
    </w:tbl>
    <w:p w14:paraId="720D5119" w14:textId="77777777" w:rsidR="005C4B7C" w:rsidRPr="00136AD8" w:rsidRDefault="005C4B7C" w:rsidP="005C4B7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3ED15A9" w14:textId="77777777" w:rsidR="005C4B7C" w:rsidRPr="003200F2" w:rsidRDefault="005C4B7C" w:rsidP="005C4B7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964A553" w14:textId="77777777" w:rsidR="005C4B7C" w:rsidRPr="00136AD8" w:rsidRDefault="005C4B7C" w:rsidP="005C4B7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C4B7C" w:rsidRPr="00136AD8" w14:paraId="2AD2EDAF" w14:textId="77777777" w:rsidTr="005874B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5272C14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C4B7C" w:rsidRPr="00136AD8" w14:paraId="0381B3F9" w14:textId="77777777" w:rsidTr="005874B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F5140F" w14:textId="49983A70" w:rsidR="00567062" w:rsidRPr="00567062" w:rsidRDefault="005C4B7C" w:rsidP="005670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7606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e conhecer os </w:t>
            </w:r>
            <w:r w:rsidR="00392B60" w:rsidRPr="00392B60">
              <w:rPr>
                <w:rFonts w:ascii="Verdana Pro Light" w:eastAsia="Arial Unicode MS" w:hAnsi="Verdana Pro Light" w:cs="Arial Unicode MS"/>
                <w:sz w:val="18"/>
                <w:szCs w:val="18"/>
              </w:rPr>
              <w:t>regulamentos aplicáveis à eficiência energética</w:t>
            </w:r>
            <w:r w:rsidR="00392B6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</w:t>
            </w:r>
            <w:r w:rsidR="00392B60" w:rsidRPr="00392B60">
              <w:rPr>
                <w:rFonts w:ascii="Verdana Pro Light" w:eastAsia="Arial Unicode MS" w:hAnsi="Verdana Pro Light" w:cs="Arial Unicode MS"/>
                <w:sz w:val="18"/>
                <w:szCs w:val="18"/>
              </w:rPr>
              <w:t>códigos de construção, normas de eficiência energética e regulamentos ambientais</w:t>
            </w:r>
            <w:r w:rsidR="00392B60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6D0F7A35" w14:textId="1F9BCDA0" w:rsidR="00567062" w:rsidRPr="00567062" w:rsidRDefault="00567062" w:rsidP="005670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92B6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Utilizar </w:t>
            </w:r>
            <w:r w:rsidR="004E31B8" w:rsidRPr="004E31B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ferramentas e software </w:t>
            </w:r>
            <w:r w:rsidR="004E31B8">
              <w:rPr>
                <w:rFonts w:ascii="Verdana Pro Light" w:eastAsia="Arial Unicode MS" w:hAnsi="Verdana Pro Light" w:cs="Arial Unicode MS"/>
                <w:sz w:val="18"/>
                <w:szCs w:val="18"/>
              </w:rPr>
              <w:t>que s</w:t>
            </w:r>
            <w:r w:rsidR="004E31B8" w:rsidRPr="004E31B8">
              <w:rPr>
                <w:rFonts w:ascii="Verdana Pro Light" w:eastAsia="Arial Unicode MS" w:hAnsi="Verdana Pro Light" w:cs="Arial Unicode MS"/>
                <w:sz w:val="18"/>
                <w:szCs w:val="18"/>
              </w:rPr>
              <w:t>imular o desempenho energético de edifícios e estruturas</w:t>
            </w:r>
            <w:r w:rsidR="0090259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</w:t>
            </w:r>
            <w:r w:rsidR="0090259F" w:rsidRPr="0090259F">
              <w:rPr>
                <w:rFonts w:ascii="Verdana Pro Light" w:eastAsia="Arial Unicode MS" w:hAnsi="Verdana Pro Light" w:cs="Arial Unicode MS"/>
                <w:sz w:val="18"/>
                <w:szCs w:val="18"/>
              </w:rPr>
              <w:t>m estágios iniciais do design</w:t>
            </w:r>
            <w:r w:rsidR="006B686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identificar áreas de melhoria</w:t>
            </w:r>
          </w:p>
          <w:p w14:paraId="05D03FB7" w14:textId="5CA3E40E" w:rsidR="00567062" w:rsidRPr="00567062" w:rsidRDefault="00567062" w:rsidP="005670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0259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9E51E1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e e</w:t>
            </w:r>
            <w:r w:rsidR="009E51E1" w:rsidRPr="009E51E1">
              <w:rPr>
                <w:rFonts w:ascii="Verdana Pro Light" w:eastAsia="Arial Unicode MS" w:hAnsi="Verdana Pro Light" w:cs="Arial Unicode MS"/>
                <w:sz w:val="18"/>
                <w:szCs w:val="18"/>
              </w:rPr>
              <w:t>scolh</w:t>
            </w:r>
            <w:r w:rsidR="009E51E1">
              <w:rPr>
                <w:rFonts w:ascii="Verdana Pro Light" w:eastAsia="Arial Unicode MS" w:hAnsi="Verdana Pro Light" w:cs="Arial Unicode MS"/>
                <w:sz w:val="18"/>
                <w:szCs w:val="18"/>
              </w:rPr>
              <w:t>er</w:t>
            </w:r>
            <w:r w:rsidR="009E51E1" w:rsidRPr="009E51E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materiais e técnicas de construção que promov</w:t>
            </w:r>
            <w:r w:rsidR="009E51E1">
              <w:rPr>
                <w:rFonts w:ascii="Verdana Pro Light" w:eastAsia="Arial Unicode MS" w:hAnsi="Verdana Pro Light" w:cs="Arial Unicode MS"/>
                <w:sz w:val="18"/>
                <w:szCs w:val="18"/>
              </w:rPr>
              <w:t>e</w:t>
            </w:r>
            <w:r w:rsidR="009E51E1" w:rsidRPr="009E51E1">
              <w:rPr>
                <w:rFonts w:ascii="Verdana Pro Light" w:eastAsia="Arial Unicode MS" w:hAnsi="Verdana Pro Light" w:cs="Arial Unicode MS"/>
                <w:sz w:val="18"/>
                <w:szCs w:val="18"/>
              </w:rPr>
              <w:t>m a eficiência energética.</w:t>
            </w:r>
          </w:p>
          <w:p w14:paraId="2128F7B8" w14:textId="7BEF00F1" w:rsidR="00567062" w:rsidRPr="00567062" w:rsidRDefault="00567062" w:rsidP="005670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95247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B95247" w:rsidRPr="00B95247">
              <w:rPr>
                <w:rFonts w:ascii="Verdana Pro Light" w:eastAsia="Arial Unicode MS" w:hAnsi="Verdana Pro Light" w:cs="Arial Unicode MS"/>
                <w:sz w:val="18"/>
                <w:szCs w:val="18"/>
              </w:rPr>
              <w:t>nalis</w:t>
            </w:r>
            <w:r w:rsidR="00B952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 </w:t>
            </w:r>
            <w:r w:rsidR="00B95247" w:rsidRPr="00B95247">
              <w:rPr>
                <w:rFonts w:ascii="Verdana Pro Light" w:eastAsia="Arial Unicode MS" w:hAnsi="Verdana Pro Light" w:cs="Arial Unicode MS"/>
                <w:sz w:val="18"/>
                <w:szCs w:val="18"/>
              </w:rPr>
              <w:t>detalhada</w:t>
            </w:r>
            <w:r w:rsidR="00B952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mente </w:t>
            </w:r>
            <w:r w:rsidR="00B95247" w:rsidRPr="00B95247">
              <w:rPr>
                <w:rFonts w:ascii="Verdana Pro Light" w:eastAsia="Arial Unicode MS" w:hAnsi="Verdana Pro Light" w:cs="Arial Unicode MS"/>
                <w:sz w:val="18"/>
                <w:szCs w:val="18"/>
              </w:rPr>
              <w:t>do desempenho energético do seu projeto ao longo do processo de design</w:t>
            </w:r>
            <w:r w:rsidR="003228C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</w:t>
            </w:r>
            <w:r w:rsidR="003228CD" w:rsidRPr="003228CD">
              <w:rPr>
                <w:rFonts w:ascii="Verdana Pro Light" w:eastAsia="Arial Unicode MS" w:hAnsi="Verdana Pro Light" w:cs="Arial Unicode MS"/>
                <w:sz w:val="18"/>
                <w:szCs w:val="18"/>
              </w:rPr>
              <w:t>simulações de consumo de energia, análises de conforto térmico e estudos de sombreamento</w:t>
            </w:r>
            <w:r w:rsidR="003228C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proofErr w:type="spellStart"/>
            <w:r w:rsidR="003228CD">
              <w:rPr>
                <w:rFonts w:ascii="Verdana Pro Light" w:eastAsia="Arial Unicode MS" w:hAnsi="Verdana Pro Light" w:cs="Arial Unicode MS"/>
                <w:sz w:val="18"/>
                <w:szCs w:val="18"/>
              </w:rPr>
              <w:t>etc</w:t>
            </w:r>
            <w:proofErr w:type="spellEnd"/>
            <w:r w:rsidR="003228CD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06BFB4A4" w14:textId="7C322BB9" w:rsidR="005C4B7C" w:rsidRPr="007208A5" w:rsidRDefault="00567062" w:rsidP="007208A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228CD">
              <w:rPr>
                <w:rFonts w:ascii="Verdana Pro Light" w:eastAsia="Arial Unicode MS" w:hAnsi="Verdana Pro Light" w:cs="Arial Unicode MS"/>
                <w:sz w:val="18"/>
                <w:szCs w:val="18"/>
              </w:rPr>
              <w:t>Documentar a conformidade</w:t>
            </w:r>
            <w:r w:rsidR="007208A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elaborando </w:t>
            </w:r>
            <w:r w:rsidR="007208A5" w:rsidRPr="007208A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relatórios de análise de desempenho energético, certificados de conformidade e documentação técnica</w:t>
            </w:r>
          </w:p>
        </w:tc>
      </w:tr>
      <w:tr w:rsidR="005C4B7C" w:rsidRPr="00136AD8" w14:paraId="7687B41C" w14:textId="77777777" w:rsidTr="005874B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E21A5F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1A69DA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25BCB00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03386" w:rsidRPr="00136AD8" w14:paraId="110BA81C" w14:textId="77777777" w:rsidTr="005874B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592B4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Eficiência Energética e Renováveis</w:t>
            </w:r>
          </w:p>
          <w:p w14:paraId="09A9D90A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 de sistemas renováveis de energia</w:t>
            </w:r>
          </w:p>
          <w:p w14:paraId="53F7F959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Eficiência energética e energias renováveis</w:t>
            </w:r>
          </w:p>
          <w:p w14:paraId="6B25A552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Conceitos de construção sustentável</w:t>
            </w:r>
          </w:p>
          <w:p w14:paraId="1E441A66" w14:textId="77777777" w:rsidR="00D35BA0" w:rsidRPr="00D35BA0" w:rsidRDefault="00D35BA0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Legislação aplicada à eficiência energética</w:t>
            </w:r>
          </w:p>
          <w:p w14:paraId="35B58C34" w14:textId="77777777" w:rsidR="00D35BA0" w:rsidRPr="00D35BA0" w:rsidRDefault="00D35BA0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Certificação energética de edifícios</w:t>
            </w:r>
          </w:p>
          <w:p w14:paraId="10D075DE" w14:textId="77777777" w:rsidR="00D35BA0" w:rsidRPr="00D35BA0" w:rsidRDefault="00D35BA0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Mercados de energia – conceito ESCO</w:t>
            </w:r>
          </w:p>
          <w:p w14:paraId="28468A5C" w14:textId="77777777" w:rsidR="00D35BA0" w:rsidRPr="00AF3B27" w:rsidRDefault="00D35BA0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Eficiência energética</w:t>
            </w:r>
          </w:p>
          <w:p w14:paraId="3536B48E" w14:textId="77777777" w:rsidR="00D35BA0" w:rsidRPr="00D35BA0" w:rsidRDefault="00D35BA0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de comportamento térmico</w:t>
            </w:r>
          </w:p>
          <w:p w14:paraId="0EB969DB" w14:textId="77777777" w:rsidR="00D35BA0" w:rsidRPr="00D35BA0" w:rsidRDefault="00D35BA0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Coeficiente de transmissão térmica</w:t>
            </w:r>
          </w:p>
          <w:p w14:paraId="7A1EA7DC" w14:textId="77777777" w:rsidR="00D35BA0" w:rsidRPr="00AF3B27" w:rsidRDefault="00D35BA0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Princípios fundamentais de tecnologias aplicadas a edifícios</w:t>
            </w:r>
          </w:p>
          <w:p w14:paraId="051A90B2" w14:textId="77777777" w:rsidR="00D35BA0" w:rsidRPr="00D35BA0" w:rsidRDefault="00D35BA0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e sistemas</w:t>
            </w:r>
          </w:p>
          <w:p w14:paraId="672DB42F" w14:textId="77777777" w:rsidR="00D35BA0" w:rsidRPr="00D35BA0" w:rsidRDefault="00D35BA0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Soluções passivas</w:t>
            </w:r>
          </w:p>
          <w:p w14:paraId="5F665FC4" w14:textId="77777777" w:rsidR="00D35BA0" w:rsidRPr="00D35BA0" w:rsidRDefault="00D35BA0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886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Forma, orientação e envolvente</w:t>
            </w:r>
          </w:p>
          <w:p w14:paraId="7574C33B" w14:textId="77777777" w:rsidR="00D35BA0" w:rsidRPr="00D35BA0" w:rsidRDefault="00D35BA0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886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Isolamento térmico e envidraçados</w:t>
            </w:r>
          </w:p>
          <w:p w14:paraId="1B72B741" w14:textId="77777777" w:rsidR="00D35BA0" w:rsidRPr="00D35BA0" w:rsidRDefault="00D35BA0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886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Iluminação natural e artificial</w:t>
            </w:r>
          </w:p>
          <w:p w14:paraId="1AED062B" w14:textId="77777777" w:rsidR="00D35BA0" w:rsidRPr="00D35BA0" w:rsidRDefault="00D35BA0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886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Necessidades térmicas (Aquecimento, Arrefecimento, Ventilação)</w:t>
            </w:r>
          </w:p>
          <w:p w14:paraId="12125306" w14:textId="77777777" w:rsidR="00D35BA0" w:rsidRPr="00D35BA0" w:rsidRDefault="00D35BA0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Soluções ativas</w:t>
            </w:r>
          </w:p>
          <w:p w14:paraId="6407D7E2" w14:textId="77777777" w:rsidR="00D35BA0" w:rsidRPr="00D35BA0" w:rsidRDefault="00D35BA0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886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Cargas térmicas e elétricas - regimes de consumos</w:t>
            </w:r>
          </w:p>
          <w:p w14:paraId="1BF1D69D" w14:textId="77777777" w:rsidR="00D35BA0" w:rsidRPr="00D35BA0" w:rsidRDefault="00D35BA0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886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 da energia térmica</w:t>
            </w:r>
          </w:p>
          <w:p w14:paraId="27C312E3" w14:textId="77777777" w:rsidR="00D35BA0" w:rsidRPr="00D35BA0" w:rsidRDefault="00D35BA0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886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 da energia elétrica</w:t>
            </w:r>
          </w:p>
          <w:p w14:paraId="01B85DBE" w14:textId="77777777" w:rsidR="00D35BA0" w:rsidRPr="00D35BA0" w:rsidRDefault="00D35BA0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886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Integração de sistemas de energias renováveis</w:t>
            </w:r>
          </w:p>
          <w:p w14:paraId="18F0FC3F" w14:textId="77777777" w:rsidR="00403386" w:rsidRDefault="00D35BA0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886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 de controlo e monitorização de energia</w:t>
            </w:r>
          </w:p>
          <w:p w14:paraId="7009B588" w14:textId="77777777" w:rsidR="00403386" w:rsidRDefault="00403386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F861F89" w14:textId="77777777" w:rsidR="00403386" w:rsidRDefault="00403386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774B1CC" w14:textId="77777777" w:rsidR="00403386" w:rsidRPr="001B353A" w:rsidRDefault="00403386" w:rsidP="00D35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E1077" w14:textId="77777777" w:rsidR="00276062" w:rsidRDefault="0027606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7062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 xml:space="preserve">Reconhecer os conceitos e equipamentos utilizados no âmbito de </w:t>
            </w:r>
            <w:proofErr w:type="gramStart"/>
            <w:r w:rsidRPr="00567062">
              <w:rPr>
                <w:rFonts w:ascii="Verdana Pro Light" w:eastAsia="Arial Unicode MS" w:hAnsi="Verdana Pro Light" w:cs="Arial Unicode MS"/>
                <w:sz w:val="18"/>
                <w:szCs w:val="18"/>
              </w:rPr>
              <w:t>energia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694A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="00694A0E" w:rsidRPr="00694A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e aplicar</w:t>
            </w:r>
            <w:proofErr w:type="gramEnd"/>
            <w:r w:rsidR="00694A0E" w:rsidRPr="00694A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891C422" w14:textId="77777777" w:rsidR="0090259F" w:rsidRDefault="0090259F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</w:t>
            </w:r>
            <w:r w:rsidRPr="0056706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tecnologias associadas à captação de energia.</w:t>
            </w:r>
          </w:p>
          <w:p w14:paraId="72D5AF94" w14:textId="46AE5222" w:rsidR="00403386" w:rsidRDefault="00694A0E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A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técnicas específicas relacionadas à eficiência energética, como normas ISO, EN, ABNT, entre outras.</w:t>
            </w:r>
          </w:p>
          <w:p w14:paraId="0ABDC41E" w14:textId="77777777" w:rsidR="00403386" w:rsidRDefault="00694A0E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694A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nalisar criticamente a legislação e normas, identificando requisitos específicos, metas e diretrizes.</w:t>
            </w:r>
          </w:p>
          <w:p w14:paraId="2D197669" w14:textId="77777777" w:rsidR="00403386" w:rsidRDefault="00694A0E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694A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documentos técnicos complexos, como relatórios de eficiência energética e auditorias, para extrair informações relevantes.</w:t>
            </w:r>
          </w:p>
          <w:p w14:paraId="44E066DF" w14:textId="77777777" w:rsidR="00403386" w:rsidRPr="00517AA8" w:rsidRDefault="00694A0E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c</w:t>
            </w:r>
            <w:r w:rsidRPr="00694A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ertificação energética e rótulos de eficiência, como o certificado energético de edifícios.</w:t>
            </w:r>
          </w:p>
          <w:p w14:paraId="09C2C718" w14:textId="77777777" w:rsidR="003228CD" w:rsidRDefault="003228CD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7062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os princípios fundamentais das soluções passivas aplicadas a edifícios.</w:t>
            </w:r>
          </w:p>
          <w:p w14:paraId="6FD752D9" w14:textId="2842123F" w:rsidR="00403386" w:rsidRDefault="00694A0E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694A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nterpretar indicadores de desempenho energético e avaliar </w:t>
            </w:r>
            <w:r w:rsidRPr="00694A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o impacto das práticas e tecnologias propostas</w:t>
            </w:r>
          </w:p>
          <w:p w14:paraId="329246DE" w14:textId="77777777" w:rsidR="00403386" w:rsidRDefault="00694A0E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694A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articipar de auditorias energéticas, compreendendo os requisitos e as diretrizes aplicáveis.</w:t>
            </w:r>
          </w:p>
          <w:p w14:paraId="30B58C30" w14:textId="77777777" w:rsidR="00403386" w:rsidRDefault="00694A0E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694A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rganizar a documentação relacionada à eficiência energética, mantendo </w:t>
            </w:r>
            <w:proofErr w:type="gramStart"/>
            <w:r w:rsidRPr="00694A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registros</w:t>
            </w:r>
            <w:proofErr w:type="gramEnd"/>
            <w:r w:rsidRPr="00694A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claros e atualizados.</w:t>
            </w:r>
          </w:p>
          <w:p w14:paraId="3FCFE99A" w14:textId="77777777" w:rsidR="00403386" w:rsidRDefault="00694A0E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694A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omunicar de forma eficaz as implicações da legislação e normas aos </w:t>
            </w:r>
            <w:proofErr w:type="spellStart"/>
            <w:r w:rsidRPr="00694A0E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stakeholders</w:t>
            </w:r>
            <w:proofErr w:type="spellEnd"/>
            <w:r w:rsidRPr="00694A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6417C75" w14:textId="77777777" w:rsidR="00403386" w:rsidRDefault="00694A0E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694A0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valiar os custos e benefícios associados à implementação de medidas de eficiência energética, considerando as exigências normativas.</w:t>
            </w:r>
          </w:p>
          <w:p w14:paraId="3950613B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AEEE45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0F7C51A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514FD6" w14:textId="77777777" w:rsidR="00403386" w:rsidRPr="00057283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092F7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57C2FFD8" w14:textId="77777777" w:rsidR="00403386" w:rsidRPr="00AE041A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6EDDF3E2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53E20CF4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2217BD31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03C1BE65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3AB1E802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561E5ADC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6590845C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7432A079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43471B" w14:textId="77777777" w:rsidR="00403386" w:rsidRPr="00057283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73CF0B9" w14:textId="77777777" w:rsidR="005C4B7C" w:rsidRDefault="005C4B7C" w:rsidP="005C4B7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7EBA5AD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63FA7BA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3126828" w14:textId="2DE683B6" w:rsidR="005C4B7C" w:rsidRPr="00F20E6F" w:rsidRDefault="005E4E14" w:rsidP="005C4B7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E4E14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Cumprir a legislação e promover eficiência energética</w:t>
      </w:r>
      <w:r w:rsidR="005C4B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4329B5A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</w:t>
      </w:r>
      <w:r w:rsidR="00E72601" w:rsidRP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nterpreta</w:t>
      </w:r>
      <w:r w:rsid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E72601" w:rsidRP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forma precisa e detalhada os requisitos específicos da legislação e normas relacionadas à eficiência energética.</w:t>
      </w:r>
    </w:p>
    <w:p w14:paraId="147E96DA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72601" w:rsidRP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 w:rsid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E72601" w:rsidRP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as interpretações estejam alinhadas com as versões mais recentes da legislação e normas, demonstrando um compromisso com a atualização contínua.</w:t>
      </w:r>
    </w:p>
    <w:p w14:paraId="576DE3CA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72601" w:rsidRP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Certifica</w:t>
      </w:r>
      <w:r w:rsid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ndo-se</w:t>
      </w:r>
      <w:r w:rsidR="00E72601" w:rsidRP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que todos os requisitos aplicáveis da legislação foram identificados e compreendidos corretamente.</w:t>
      </w:r>
    </w:p>
    <w:p w14:paraId="2DC897DF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72601" w:rsidRP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E72601" w:rsidRP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impacto das normas e legislação na operação e gestão de sistemas ou edifícios, incluindo análises de custo-benefício.</w:t>
      </w:r>
    </w:p>
    <w:p w14:paraId="0377178A" w14:textId="77777777" w:rsidR="005C4B7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72601" w:rsidRP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 w:rsid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E72601" w:rsidRP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interpretação da legislação seja aplicada de maneira apropriada ao contexto específico da indústria, setor ou projeto.</w:t>
      </w:r>
    </w:p>
    <w:p w14:paraId="0ACEAE3A" w14:textId="77777777" w:rsidR="00E72601" w:rsidRPr="0064164C" w:rsidRDefault="00E72601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Documenta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E726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claramente como as interpretações foram aplicadas, fornecendo evidências de conformidade com os requisitos legais.</w:t>
      </w:r>
    </w:p>
    <w:p w14:paraId="35FE972D" w14:textId="77777777" w:rsidR="005C4B7C" w:rsidRPr="00136AD8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FA645B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AE8A3B7" w14:textId="77777777" w:rsidR="0099058A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29DD8737" w14:textId="77777777" w:rsidR="0099058A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32990A65" w14:textId="77777777" w:rsidR="0099058A" w:rsidRPr="009227C5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34308E1F" w14:textId="77777777" w:rsidR="0099058A" w:rsidRPr="009227C5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5C91567" w14:textId="77777777" w:rsidR="0099058A" w:rsidRPr="00051C79" w:rsidRDefault="0099058A" w:rsidP="0099058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46D799" w14:textId="77777777" w:rsidR="0099058A" w:rsidRPr="00F87025" w:rsidRDefault="0099058A" w:rsidP="0099058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EC9F7DB" w14:textId="77777777" w:rsidR="0099058A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753635EB" w14:textId="77777777" w:rsidR="0099058A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3BBF5C67" w14:textId="77777777" w:rsidR="0099058A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748A1C7" w14:textId="77777777" w:rsidR="005C4B7C" w:rsidRPr="00501DC8" w:rsidRDefault="005C4B7C" w:rsidP="005C4B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8731845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2770C1E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C18E13E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85FB96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119131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FBEDA0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C4B7C" w:rsidRPr="00136AD8" w14:paraId="1DD35D5C" w14:textId="77777777" w:rsidTr="005874B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3D7F162" w14:textId="30F19581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F258C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18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F258C5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E5429C6" w14:textId="01088CEF" w:rsidR="005C4B7C" w:rsidRPr="009C256C" w:rsidRDefault="00C35965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Medir e orçamentar um projeto</w:t>
            </w:r>
          </w:p>
        </w:tc>
      </w:tr>
      <w:tr w:rsidR="005C4B7C" w:rsidRPr="00136AD8" w14:paraId="04BB2528" w14:textId="77777777" w:rsidTr="005874B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0B15063" w14:textId="24D1917B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F258C5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D65C81F" w14:textId="77777777" w:rsidR="005C4B7C" w:rsidRPr="00136AD8" w:rsidRDefault="00567062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67062">
              <w:rPr>
                <w:rFonts w:ascii="Verdana Pro Light" w:eastAsia="Arial Unicode MS" w:hAnsi="Verdana Pro Light" w:cs="Times New Roman"/>
                <w:sz w:val="18"/>
                <w:szCs w:val="18"/>
              </w:rPr>
              <w:t>Noções básicas de medições e orçamentos</w:t>
            </w:r>
          </w:p>
        </w:tc>
      </w:tr>
    </w:tbl>
    <w:p w14:paraId="1A8D257B" w14:textId="77777777" w:rsidR="005C4B7C" w:rsidRPr="00136AD8" w:rsidRDefault="005C4B7C" w:rsidP="005C4B7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3E3B122" w14:textId="77777777" w:rsidR="005C4B7C" w:rsidRPr="003200F2" w:rsidRDefault="005C4B7C" w:rsidP="005C4B7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410F29D6" w14:textId="77777777" w:rsidR="005C4B7C" w:rsidRPr="00136AD8" w:rsidRDefault="005C4B7C" w:rsidP="005C4B7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C4B7C" w:rsidRPr="00136AD8" w14:paraId="029F7483" w14:textId="77777777" w:rsidTr="005874B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C4D154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C4B7C" w:rsidRPr="00136AD8" w14:paraId="7214341B" w14:textId="77777777" w:rsidTr="005874B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4575C5" w14:textId="3E16F43C" w:rsidR="00E77925" w:rsidRPr="00E77925" w:rsidRDefault="005C4B7C" w:rsidP="00E7792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35965">
              <w:rPr>
                <w:rFonts w:ascii="Verdana Pro Light" w:eastAsia="Arial Unicode MS" w:hAnsi="Verdana Pro Light" w:cs="Arial Unicode MS"/>
                <w:sz w:val="18"/>
                <w:szCs w:val="18"/>
              </w:rPr>
              <w:t>M</w:t>
            </w:r>
            <w:r w:rsidR="00C35965" w:rsidRPr="00C35965">
              <w:rPr>
                <w:rFonts w:ascii="Verdana Pro Light" w:eastAsia="Arial Unicode MS" w:hAnsi="Verdana Pro Light" w:cs="Arial Unicode MS"/>
                <w:sz w:val="18"/>
                <w:szCs w:val="18"/>
              </w:rPr>
              <w:t>edi</w:t>
            </w:r>
            <w:r w:rsidR="00C3596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 </w:t>
            </w:r>
            <w:r w:rsidR="00C35965" w:rsidRPr="00C3596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 áreas, volumes, comprimentos e quantidades de materiais necessários para </w:t>
            </w:r>
            <w:r w:rsidR="00A732F6">
              <w:rPr>
                <w:rFonts w:ascii="Verdana Pro Light" w:eastAsia="Arial Unicode MS" w:hAnsi="Verdana Pro Light" w:cs="Arial Unicode MS"/>
                <w:sz w:val="18"/>
                <w:szCs w:val="18"/>
              </w:rPr>
              <w:t>o projeto</w:t>
            </w:r>
            <w:r w:rsidR="00C35965" w:rsidRPr="00C35965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15C3D88B" w14:textId="23032D4A" w:rsidR="00E77925" w:rsidRPr="00E77925" w:rsidRDefault="00E77925" w:rsidP="00E7792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9660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Realizar levantamento de preços e estimar </w:t>
            </w:r>
            <w:r w:rsidR="003F3D1E">
              <w:rPr>
                <w:rFonts w:ascii="Verdana Pro Light" w:eastAsia="Arial Unicode MS" w:hAnsi="Verdana Pro Light" w:cs="Arial Unicode MS"/>
                <w:sz w:val="18"/>
                <w:szCs w:val="18"/>
              </w:rPr>
              <w:t>os custos dos materiais e mão de obra</w:t>
            </w:r>
          </w:p>
          <w:p w14:paraId="15570C0A" w14:textId="58A51677" w:rsidR="00E77925" w:rsidRPr="00E77925" w:rsidRDefault="00E77925" w:rsidP="00E7792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D140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Calcular os custos indiretos e as contingências </w:t>
            </w:r>
          </w:p>
          <w:p w14:paraId="042DF4C7" w14:textId="73350770" w:rsidR="005C4B7C" w:rsidRPr="00000F4A" w:rsidRDefault="00E77925" w:rsidP="00000F4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844BF"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o orçamento</w:t>
            </w:r>
            <w:r w:rsidR="00000F4A">
              <w:rPr>
                <w:rFonts w:ascii="Verdana Pro Light" w:eastAsia="Arial Unicode MS" w:hAnsi="Verdana Pro Light" w:cs="Arial Unicode MS"/>
                <w:sz w:val="18"/>
                <w:szCs w:val="18"/>
              </w:rPr>
              <w:t>, incluindo todas as categorias de despesa</w:t>
            </w:r>
          </w:p>
        </w:tc>
      </w:tr>
      <w:tr w:rsidR="005C4B7C" w:rsidRPr="00136AD8" w14:paraId="056CC475" w14:textId="77777777" w:rsidTr="005874B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C1FEA65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6FDE76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1B6306E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03386" w:rsidRPr="00136AD8" w14:paraId="73B3723B" w14:textId="77777777" w:rsidTr="005874B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95D79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Medições</w:t>
            </w:r>
          </w:p>
          <w:p w14:paraId="3A43C1CD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das medições</w:t>
            </w:r>
          </w:p>
          <w:p w14:paraId="546E9CF4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de um processo completo de medições</w:t>
            </w:r>
          </w:p>
          <w:p w14:paraId="3288216C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de medição</w:t>
            </w:r>
          </w:p>
          <w:p w14:paraId="2B76EB7A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gerais de medição</w:t>
            </w:r>
          </w:p>
          <w:p w14:paraId="0C34667D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Trabalhos preparatórios</w:t>
            </w:r>
          </w:p>
          <w:p w14:paraId="514C819B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Demolições</w:t>
            </w:r>
          </w:p>
          <w:p w14:paraId="7F14F9FC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Movimento de terras</w:t>
            </w:r>
          </w:p>
          <w:p w14:paraId="62C74137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Fundações</w:t>
            </w:r>
          </w:p>
          <w:p w14:paraId="111DC0D0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Betão armado em elementos primários</w:t>
            </w:r>
          </w:p>
          <w:p w14:paraId="3D7A9945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metálicas</w:t>
            </w:r>
          </w:p>
          <w:p w14:paraId="2356BE44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Alvenarias</w:t>
            </w:r>
          </w:p>
          <w:p w14:paraId="51CDF425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Cantarias</w:t>
            </w:r>
          </w:p>
          <w:p w14:paraId="651C072E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Carpintarias</w:t>
            </w:r>
          </w:p>
          <w:p w14:paraId="7F4C6472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Serralharias</w:t>
            </w:r>
          </w:p>
          <w:p w14:paraId="30B66978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Isolamentos e impermeabilizações</w:t>
            </w:r>
          </w:p>
          <w:p w14:paraId="60F8E467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Revestimentos de paredes, pisos, tetos e escadas</w:t>
            </w:r>
          </w:p>
          <w:p w14:paraId="475F2C05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Revestimentos de coberturas inclinadas</w:t>
            </w:r>
          </w:p>
          <w:p w14:paraId="2928852C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Vidros e espelhos</w:t>
            </w:r>
          </w:p>
          <w:p w14:paraId="1289BC28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Pinturas</w:t>
            </w:r>
          </w:p>
          <w:p w14:paraId="490415D5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Acabamentos</w:t>
            </w:r>
          </w:p>
          <w:p w14:paraId="3CC67B46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Instalações de canalização</w:t>
            </w:r>
          </w:p>
          <w:p w14:paraId="2573FFAD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 fixo e móvel de mercado</w:t>
            </w:r>
          </w:p>
          <w:p w14:paraId="6E24621E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Instalações de aquecimento por água ou vapor</w:t>
            </w:r>
          </w:p>
          <w:p w14:paraId="04D503AD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Instalações de ar condicionado</w:t>
            </w:r>
          </w:p>
          <w:p w14:paraId="7AFAB12D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Instalações elétricas</w:t>
            </w:r>
          </w:p>
          <w:p w14:paraId="7E6C076D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Pavimentos e drenagens exteriores</w:t>
            </w:r>
          </w:p>
          <w:p w14:paraId="1165D903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Estaleiro</w:t>
            </w:r>
          </w:p>
          <w:p w14:paraId="0B42F7AC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Orçamentos</w:t>
            </w:r>
          </w:p>
          <w:p w14:paraId="23244213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Objetivos da orçamentação</w:t>
            </w:r>
          </w:p>
          <w:p w14:paraId="41079C68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Custos diretos</w:t>
            </w:r>
          </w:p>
          <w:p w14:paraId="5C0822E3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Custos de estaleiro</w:t>
            </w:r>
          </w:p>
          <w:p w14:paraId="3F2F47E4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Custos indiretos</w:t>
            </w:r>
          </w:p>
          <w:p w14:paraId="13E5BF1C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Preço de venda de uma obra</w:t>
            </w:r>
          </w:p>
          <w:p w14:paraId="6FE1615F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Elaboração de autos de medição</w:t>
            </w:r>
          </w:p>
          <w:p w14:paraId="6F86B9C1" w14:textId="6873D058" w:rsidR="00403386" w:rsidRPr="00BB629C" w:rsidRDefault="00AF3B27" w:rsidP="00BB629C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à revisão de preços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107FE" w14:textId="77777777" w:rsidR="00403386" w:rsidRDefault="00E72601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</w:t>
            </w:r>
            <w:r w:rsidRPr="00E726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análises financeiras detalhadas, examinando balanços, demonstrações de resultados e fluxos de caixa para identificar diferentes elementos de custo.</w:t>
            </w:r>
          </w:p>
          <w:p w14:paraId="2651AF8A" w14:textId="77777777" w:rsidR="00403386" w:rsidRPr="00517AA8" w:rsidRDefault="00E72601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E726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</w:t>
            </w:r>
            <w:r w:rsidRPr="00E726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sistemas de informação financeira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aceder</w:t>
            </w:r>
            <w:r w:rsidRPr="00E726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analisar dados relevantes sobre os custos da organização.</w:t>
            </w:r>
          </w:p>
          <w:p w14:paraId="26C80E50" w14:textId="77777777" w:rsidR="00403386" w:rsidRDefault="00E72601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E726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istinguir entre custos variáveis e fixos, compreendendo como cada um contribui para a estrutura de custos total.</w:t>
            </w:r>
          </w:p>
          <w:p w14:paraId="63D9C9FC" w14:textId="77777777" w:rsidR="00403386" w:rsidRDefault="00AE629D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AE62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valiar a relação custo-benefício de diferentes elementos de custo em relação aos resultados esperados.</w:t>
            </w:r>
          </w:p>
          <w:p w14:paraId="3526A7DB" w14:textId="77777777" w:rsidR="00403386" w:rsidRDefault="00AE629D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AE62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nalisar as tendências de custos ao longo do tempo, identificando padrões e variações que possam exigir atenção</w:t>
            </w:r>
          </w:p>
          <w:p w14:paraId="27025833" w14:textId="77777777" w:rsidR="00403386" w:rsidRDefault="00AE629D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</w:t>
            </w:r>
            <w:r w:rsidRPr="00AE62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egociar contratos e acordos visando otimizar os custos, incluindo a identificação de oportunidades para redução de custos.</w:t>
            </w:r>
          </w:p>
          <w:p w14:paraId="1FFE55A0" w14:textId="77777777" w:rsidR="00403386" w:rsidRPr="00057283" w:rsidRDefault="00AE629D" w:rsidP="00AE629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E62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rever e estimar custos futuros com base em mudanças no ambiente de negócios e em decisões estratégicas planeadas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279E55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39F22076" w14:textId="77777777" w:rsidR="00403386" w:rsidRPr="00AE041A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18D412D4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1AE31F31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16305BEB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5842F3ED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1B94B5B9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330C3FE4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77FBE4D1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158621B6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C7F94A" w14:textId="77777777" w:rsidR="00403386" w:rsidRPr="00057283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6324648" w14:textId="77777777" w:rsidR="005C4B7C" w:rsidRDefault="005C4B7C" w:rsidP="005C4B7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1BF13F2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A6CF1F2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08AB23E" w14:textId="55D77401" w:rsidR="005C4B7C" w:rsidRPr="00F20E6F" w:rsidRDefault="00BB629C" w:rsidP="005C4B7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B629C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Medir e orçamentar um projeto</w:t>
      </w:r>
      <w:r w:rsidR="005C4B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3E4F2DB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E629D" w:rsidRP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 w:rsid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AE629D" w:rsidRP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todos os constituintes de custos relevantes sejam identificados, incluindo custos diretos e indiretos, fixos e variáveis</w:t>
      </w:r>
      <w:r w:rsid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14578A0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E629D" w:rsidRP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Classifica</w:t>
      </w:r>
      <w:r w:rsid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AE629D" w:rsidRP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corretamente cada componente de custo de acordo com as categorias apropriadas (por exemplo, custos operacionais, custos de produção, custos administrativos).</w:t>
      </w:r>
    </w:p>
    <w:p w14:paraId="71316D63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E629D" w:rsidRP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 w:rsid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AE629D" w:rsidRP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identificação dos constituintes de custos esteja em conformidade</w:t>
      </w:r>
      <w:r w:rsid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03E51F3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E629D" w:rsidRP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Relaciona</w:t>
      </w:r>
      <w:r w:rsid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AE629D" w:rsidRP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cada componente de custo com atividades e processos específicos da organização, facilitando uma análise mais detalhada.</w:t>
      </w:r>
    </w:p>
    <w:p w14:paraId="41DA88CE" w14:textId="77777777" w:rsidR="005C4B7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E629D" w:rsidRP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Atribui</w:t>
      </w:r>
      <w:r w:rsid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AE629D" w:rsidRP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custos indiretos de maneira precisa, utilizando métodos adequados de alocação que refletem o verdadeiro impacto de cada área na estrutura de custos.</w:t>
      </w:r>
    </w:p>
    <w:p w14:paraId="77BF2325" w14:textId="77777777" w:rsidR="00AE629D" w:rsidRPr="0064164C" w:rsidRDefault="00AE629D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Identifica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documenta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E629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custos ocultos que podem não estar inicialmente evidentes, mas que têm impacto significativo na estrutura de custos.</w:t>
      </w:r>
    </w:p>
    <w:p w14:paraId="7AB43A40" w14:textId="77777777" w:rsidR="005C4B7C" w:rsidRPr="00136AD8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2B942C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5E03D9D" w14:textId="77777777" w:rsidR="0099058A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36A8A3F3" w14:textId="77777777" w:rsidR="0099058A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7EA67B1D" w14:textId="77777777" w:rsidR="0099058A" w:rsidRPr="009227C5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53CDFF92" w14:textId="77777777" w:rsidR="0099058A" w:rsidRPr="009227C5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0D25D95" w14:textId="77777777" w:rsidR="0099058A" w:rsidRPr="00051C79" w:rsidRDefault="0099058A" w:rsidP="0099058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5CD2ED" w14:textId="77777777" w:rsidR="0099058A" w:rsidRPr="00F87025" w:rsidRDefault="0099058A" w:rsidP="0099058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114B7F9" w14:textId="77777777" w:rsidR="0099058A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32E2982F" w14:textId="77777777" w:rsidR="0099058A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39F51CEA" w14:textId="77777777" w:rsidR="0099058A" w:rsidRDefault="00AF41E3" w:rsidP="0099058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Folha de cálculo</w:t>
      </w:r>
    </w:p>
    <w:p w14:paraId="0B630EAF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2370299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36B9C2C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530FBD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8F91A4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D2FB18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C4B7C" w:rsidRPr="00136AD8" w14:paraId="0B8662F0" w14:textId="77777777" w:rsidTr="005874B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DF7C29A" w14:textId="003EBF37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E35E0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19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CA3E0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4F16397" w14:textId="5D02BDFA" w:rsidR="005C4B7C" w:rsidRPr="009C256C" w:rsidRDefault="00FE24FA" w:rsidP="00FE24F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17" w:name="_Hlk155291110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Interpretar e </w:t>
            </w:r>
            <w:bookmarkEnd w:id="17"/>
            <w:r w:rsidRPr="00FE24FA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desenhar esquemas técnicos de edifício</w:t>
            </w:r>
          </w:p>
        </w:tc>
      </w:tr>
      <w:tr w:rsidR="005C4B7C" w:rsidRPr="00136AD8" w14:paraId="1C9CCC22" w14:textId="77777777" w:rsidTr="005874B7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D8E44D0" w14:textId="37C44294" w:rsidR="005C4B7C" w:rsidRPr="00136AD8" w:rsidRDefault="005C4B7C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CA3E0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5F2BF2D" w14:textId="77777777" w:rsidR="005C4B7C" w:rsidRPr="00136AD8" w:rsidRDefault="00E77925" w:rsidP="005874B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77925">
              <w:rPr>
                <w:rFonts w:ascii="Verdana Pro Light" w:eastAsia="Arial Unicode MS" w:hAnsi="Verdana Pro Light" w:cs="Times New Roman"/>
                <w:sz w:val="18"/>
                <w:szCs w:val="18"/>
              </w:rPr>
              <w:t>Elementos de construção infraestrutural</w:t>
            </w:r>
          </w:p>
        </w:tc>
      </w:tr>
    </w:tbl>
    <w:p w14:paraId="46500353" w14:textId="77777777" w:rsidR="005C4B7C" w:rsidRPr="00136AD8" w:rsidRDefault="005C4B7C" w:rsidP="005C4B7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69C723B" w14:textId="77777777" w:rsidR="005C4B7C" w:rsidRPr="003200F2" w:rsidRDefault="005C4B7C" w:rsidP="005C4B7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AD6E433" w14:textId="77777777" w:rsidR="005C4B7C" w:rsidRPr="00136AD8" w:rsidRDefault="005C4B7C" w:rsidP="005C4B7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C4B7C" w:rsidRPr="00136AD8" w14:paraId="72EB9F32" w14:textId="77777777" w:rsidTr="005874B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FD5D28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C4B7C" w:rsidRPr="00136AD8" w14:paraId="2C306756" w14:textId="77777777" w:rsidTr="005874B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472EEF" w14:textId="38E19011" w:rsidR="00E77925" w:rsidRPr="00E77925" w:rsidRDefault="005C4B7C" w:rsidP="00E7792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E182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Recolher e analisar </w:t>
            </w:r>
            <w:r w:rsidR="004E1822" w:rsidRPr="004E182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documentação do projeto </w:t>
            </w:r>
            <w:r w:rsidR="00DA71A9">
              <w:rPr>
                <w:rFonts w:ascii="Verdana Pro Light" w:eastAsia="Arial Unicode MS" w:hAnsi="Verdana Pro Light" w:cs="Arial Unicode MS"/>
                <w:sz w:val="18"/>
                <w:szCs w:val="18"/>
              </w:rPr>
              <w:t>(</w:t>
            </w:r>
            <w:r w:rsidR="004E1822" w:rsidRPr="004E182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plantas </w:t>
            </w:r>
            <w:r w:rsidR="00DA71A9" w:rsidRPr="004E182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arquitetónicas</w:t>
            </w:r>
            <w:r w:rsidR="004E1822" w:rsidRPr="004E1822">
              <w:rPr>
                <w:rFonts w:ascii="Verdana Pro Light" w:eastAsia="Arial Unicode MS" w:hAnsi="Verdana Pro Light" w:cs="Arial Unicode MS"/>
                <w:sz w:val="18"/>
                <w:szCs w:val="18"/>
              </w:rPr>
              <w:t>, desenhos estruturais, especificações técnicas</w:t>
            </w:r>
            <w:r w:rsidR="00DA71A9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49E064B6" w14:textId="58A6A400" w:rsidR="00E77925" w:rsidRPr="00E77925" w:rsidRDefault="00E77925" w:rsidP="00E7792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233B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os </w:t>
            </w:r>
            <w:r w:rsidR="00D21ED4" w:rsidRPr="00D21ED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códigos de construção, regulamentos e normas </w:t>
            </w:r>
            <w:r w:rsidR="009233B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à </w:t>
            </w:r>
            <w:r w:rsidR="00D21ED4" w:rsidRPr="00D21ED4">
              <w:rPr>
                <w:rFonts w:ascii="Verdana Pro Light" w:eastAsia="Arial Unicode MS" w:hAnsi="Verdana Pro Light" w:cs="Arial Unicode MS"/>
                <w:sz w:val="18"/>
                <w:szCs w:val="18"/>
              </w:rPr>
              <w:t>infraestrutura técnica do edifício</w:t>
            </w:r>
          </w:p>
          <w:p w14:paraId="40846472" w14:textId="06896826" w:rsidR="00E77925" w:rsidRPr="00E77925" w:rsidRDefault="00E77925" w:rsidP="00E7792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5609D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os s</w:t>
            </w:r>
            <w:r w:rsidR="00B5609D" w:rsidRPr="00B5609D">
              <w:rPr>
                <w:rFonts w:ascii="Verdana Pro Light" w:eastAsia="Arial Unicode MS" w:hAnsi="Verdana Pro Light" w:cs="Arial Unicode MS"/>
                <w:sz w:val="18"/>
                <w:szCs w:val="18"/>
              </w:rPr>
              <w:t>ímbolos e convenções usados em desenhos de engenharia, dimensionamento de elementos, identificação de materiais e localização de componentes dos sistemas técnicos</w:t>
            </w:r>
            <w:r w:rsidR="00B560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existentes no desenho técnico</w:t>
            </w:r>
          </w:p>
          <w:p w14:paraId="694AD9DE" w14:textId="48A7D9AF" w:rsidR="005C4B7C" w:rsidRPr="001B353A" w:rsidRDefault="00E77925" w:rsidP="007D2FF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9659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Utilizar </w:t>
            </w:r>
            <w:r w:rsidR="009B4C5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</w:t>
            </w:r>
            <w:r w:rsidR="009B4C52" w:rsidRPr="009B4C52">
              <w:rPr>
                <w:rFonts w:ascii="Verdana Pro Light" w:eastAsia="Arial Unicode MS" w:hAnsi="Verdana Pro Light" w:cs="Arial Unicode MS"/>
                <w:sz w:val="18"/>
                <w:szCs w:val="18"/>
              </w:rPr>
              <w:t>software de desenho assistido por computador (CAD)</w:t>
            </w:r>
            <w:r w:rsidR="006814D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9B4C52">
              <w:rPr>
                <w:rFonts w:ascii="Verdana Pro Light" w:eastAsia="Arial Unicode MS" w:hAnsi="Verdana Pro Light" w:cs="Arial Unicode MS"/>
                <w:sz w:val="18"/>
                <w:szCs w:val="18"/>
              </w:rPr>
              <w:t>para realizar</w:t>
            </w:r>
            <w:r w:rsidR="0029659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296596" w:rsidRPr="00296596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desenhos de layout de tubulações, diagramas de distribuição elétrica, esquemas de ventilação,</w:t>
            </w:r>
          </w:p>
          <w:p w14:paraId="77950D69" w14:textId="77777777" w:rsidR="005C4B7C" w:rsidRPr="001B353A" w:rsidRDefault="005C4B7C" w:rsidP="005874B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5C4B7C" w:rsidRPr="00136AD8" w14:paraId="0B3D995C" w14:textId="77777777" w:rsidTr="005874B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F92130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7B0B34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A69786D" w14:textId="77777777" w:rsidR="005C4B7C" w:rsidRPr="001B353A" w:rsidRDefault="005C4B7C" w:rsidP="005874B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03386" w:rsidRPr="00136AD8" w14:paraId="4B00B220" w14:textId="77777777" w:rsidTr="005874B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114E5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Desenhos de estrutura</w:t>
            </w:r>
          </w:p>
          <w:p w14:paraId="56FB710D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Generalidades</w:t>
            </w:r>
          </w:p>
          <w:p w14:paraId="072CF417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Desenhos de dimensionamento</w:t>
            </w:r>
          </w:p>
          <w:p w14:paraId="629CCD34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Fundações</w:t>
            </w:r>
          </w:p>
          <w:p w14:paraId="34791C3B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Quadro de pilares</w:t>
            </w:r>
          </w:p>
          <w:p w14:paraId="253CE332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Muros, paredes e núcleos</w:t>
            </w:r>
          </w:p>
          <w:p w14:paraId="2BE4ADE3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Vigas, transversais e longitudinais de todos os pisos</w:t>
            </w:r>
          </w:p>
          <w:p w14:paraId="7EEFA432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Lajes</w:t>
            </w:r>
          </w:p>
          <w:p w14:paraId="4A7AFDFC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Lanço de escadas</w:t>
            </w:r>
          </w:p>
          <w:p w14:paraId="6B6E9512" w14:textId="77777777" w:rsidR="00AF3B27" w:rsidRPr="00AF3B27" w:rsidRDefault="00AF3B27" w:rsidP="00AF3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Redes de abastecimento de água</w:t>
            </w:r>
          </w:p>
          <w:p w14:paraId="0C59BC4B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escoamento</w:t>
            </w:r>
          </w:p>
          <w:p w14:paraId="69993A52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Noção de pressão, caudal, velocidade e perda de carga</w:t>
            </w:r>
          </w:p>
          <w:p w14:paraId="365F5B05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Terminologia</w:t>
            </w:r>
          </w:p>
          <w:p w14:paraId="033392A1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público de distribuição</w:t>
            </w:r>
          </w:p>
          <w:p w14:paraId="6C8CECB9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predial de distribuição</w:t>
            </w:r>
          </w:p>
          <w:p w14:paraId="756264ED" w14:textId="77777777" w:rsidR="00AF3B27" w:rsidRPr="00FD2682" w:rsidRDefault="00AF3B27" w:rsidP="00AF3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D26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Redes de drenagem de águas residuais e pluviais</w:t>
            </w:r>
          </w:p>
          <w:p w14:paraId="5AC6C245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Terminologia</w:t>
            </w:r>
          </w:p>
          <w:p w14:paraId="1617B9BE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unitário e separativo</w:t>
            </w:r>
          </w:p>
          <w:p w14:paraId="273D7E59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Redes prediais de águas residuais</w:t>
            </w:r>
          </w:p>
          <w:p w14:paraId="7D24EB61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Redes prediais de águas pluviais</w:t>
            </w:r>
          </w:p>
          <w:p w14:paraId="0C66DA48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Redes públicas de águas pluviais</w:t>
            </w:r>
          </w:p>
          <w:p w14:paraId="60D0C150" w14:textId="77777777" w:rsidR="00AF3B27" w:rsidRPr="00FD2682" w:rsidRDefault="00AF3B27" w:rsidP="00AF3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D26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Redes de abastecimento de gás</w:t>
            </w:r>
          </w:p>
          <w:p w14:paraId="43950D01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gás</w:t>
            </w:r>
          </w:p>
          <w:p w14:paraId="4820AB44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Traçado de redes prediais</w:t>
            </w:r>
          </w:p>
          <w:p w14:paraId="2857299E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e equipamentos correntes</w:t>
            </w:r>
          </w:p>
          <w:p w14:paraId="32E46B0A" w14:textId="77777777" w:rsidR="00AF3B27" w:rsidRPr="00FD2682" w:rsidRDefault="00AF3B27" w:rsidP="00AF3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D26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Instalação elétrica</w:t>
            </w:r>
          </w:p>
          <w:p w14:paraId="7FEB33E6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Noção de tensão, intensidade, resistência e potência</w:t>
            </w:r>
          </w:p>
          <w:p w14:paraId="7D32F384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distribuição de energia elétrica</w:t>
            </w:r>
          </w:p>
          <w:p w14:paraId="26B4FDA0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Distribuição elétrica predial</w:t>
            </w:r>
          </w:p>
          <w:p w14:paraId="0872A18B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Traçado dos circuitos</w:t>
            </w:r>
          </w:p>
          <w:p w14:paraId="30AC10BD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e equipamentos correntes</w:t>
            </w:r>
          </w:p>
          <w:p w14:paraId="540AE1D3" w14:textId="77777777" w:rsidR="00AF3B27" w:rsidRPr="00FD2682" w:rsidRDefault="00AF3B27" w:rsidP="00AF3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D26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Instalação de comunicações</w:t>
            </w:r>
          </w:p>
          <w:p w14:paraId="40863A36" w14:textId="77777777" w:rsidR="00AF3B27" w:rsidRPr="00AF3B27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Redes de telefones</w:t>
            </w:r>
          </w:p>
          <w:p w14:paraId="78740C4B" w14:textId="77777777" w:rsidR="00403386" w:rsidRDefault="00AF3B27" w:rsidP="00FD268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3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Outras redes</w:t>
            </w:r>
          </w:p>
          <w:p w14:paraId="1708A1EB" w14:textId="77777777" w:rsidR="00403386" w:rsidRPr="001B353A" w:rsidRDefault="00403386" w:rsidP="00FD26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873D6" w14:textId="77777777" w:rsidR="00403386" w:rsidRDefault="008F052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</w:t>
            </w:r>
            <w:r w:rsidRPr="008F05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ompreender documentos técnicos, como desenhos de arquitetura, plantas baixas, esquemas elétricos e hidráulicos.</w:t>
            </w:r>
          </w:p>
          <w:p w14:paraId="2DC0ACD0" w14:textId="77777777" w:rsidR="00403386" w:rsidRDefault="008F052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8F05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símbolos e ícones utilizados em desenhos técnicos para identificar elementos específicos, como tubulações, fiações e equipamentos.</w:t>
            </w:r>
          </w:p>
          <w:p w14:paraId="53B279C2" w14:textId="77777777" w:rsidR="00403386" w:rsidRDefault="008F052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8F05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representações visuais precisas dos sistemas MEP, utilizando software como </w:t>
            </w:r>
            <w:proofErr w:type="spellStart"/>
            <w:r w:rsidRPr="008F05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AutoCAD</w:t>
            </w:r>
            <w:proofErr w:type="spellEnd"/>
            <w:r w:rsidRPr="008F05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</w:t>
            </w:r>
            <w:proofErr w:type="spellStart"/>
            <w:r w:rsidRPr="008F05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Revit</w:t>
            </w:r>
            <w:proofErr w:type="spellEnd"/>
            <w:r w:rsidRPr="008F05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0F5EB49" w14:textId="77777777" w:rsidR="00403386" w:rsidRPr="00517AA8" w:rsidRDefault="008F052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8F05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oordenar desenhos de diferentes disciplinas (arquitetura, estrutura, MEP) para garantir a integração adequada das infraestruturas técnicas.</w:t>
            </w:r>
          </w:p>
          <w:p w14:paraId="755000E5" w14:textId="77777777" w:rsidR="00403386" w:rsidRDefault="008F052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8F05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nalisar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8F05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ompreender as especificações técnicas associadas aos projetos de infraestruturas técnicas.</w:t>
            </w:r>
          </w:p>
          <w:p w14:paraId="193F45EF" w14:textId="77777777" w:rsidR="00403386" w:rsidRDefault="008F052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F05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cálculos básicos relacionados aos sistemas MEP, como carga térmica, dimensionamento de tubulações e cálculos elétricos simples.</w:t>
            </w:r>
          </w:p>
          <w:p w14:paraId="2B6AA0B1" w14:textId="77777777" w:rsidR="00403386" w:rsidRDefault="008F052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8F05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tilizar eficientemente ferramentas digitais para </w:t>
            </w:r>
            <w:r w:rsidRPr="008F05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desenho e modelagem tridimensional, quando aplicável.</w:t>
            </w:r>
          </w:p>
          <w:p w14:paraId="34A368FD" w14:textId="77777777" w:rsidR="00403386" w:rsidRDefault="008F052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8F05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e resolver problemas relacionados aos desenhos e projetos de infraestruturas técnicas.</w:t>
            </w:r>
          </w:p>
          <w:p w14:paraId="7BFF7EB5" w14:textId="17677E64" w:rsidR="00403386" w:rsidRDefault="008F0BD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</w:t>
            </w:r>
            <w:r w:rsidRPr="00E7792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desenhar peças constituintes de um projeto de estruturas.</w:t>
            </w:r>
          </w:p>
          <w:p w14:paraId="13ACECED" w14:textId="76820EEA" w:rsidR="00403386" w:rsidRDefault="008F0BD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7925">
              <w:rPr>
                <w:rFonts w:ascii="Verdana Pro Light" w:eastAsia="Arial Unicode MS" w:hAnsi="Verdana Pro Light" w:cs="Arial Unicode MS"/>
                <w:sz w:val="18"/>
                <w:szCs w:val="18"/>
              </w:rPr>
              <w:t>Ler, interpretar e desenhar o projeto de redes de abastecimento de águas.</w:t>
            </w:r>
          </w:p>
          <w:p w14:paraId="6C0A0DA5" w14:textId="17B26162" w:rsidR="00403386" w:rsidRDefault="008F0BD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7925">
              <w:rPr>
                <w:rFonts w:ascii="Verdana Pro Light" w:eastAsia="Arial Unicode MS" w:hAnsi="Verdana Pro Light" w:cs="Arial Unicode MS"/>
                <w:sz w:val="18"/>
                <w:szCs w:val="18"/>
              </w:rPr>
              <w:t>Ler, interpretar e desenhar o projeto de redes de drenagem de águas residuais e pluviais.</w:t>
            </w:r>
          </w:p>
          <w:p w14:paraId="58BA7311" w14:textId="2876C58B" w:rsidR="00403386" w:rsidRDefault="008F0BD2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F0B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Ler e interpretar os projetos de redes prediais de gás, instalação elétrica e comunicações.</w:t>
            </w:r>
          </w:p>
          <w:p w14:paraId="03DD4465" w14:textId="77777777" w:rsidR="00403386" w:rsidRPr="00057283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59BC6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3885E6E7" w14:textId="77777777" w:rsidR="00403386" w:rsidRPr="00AE041A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03F7FBF2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5B892617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37871C85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555DDDD3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0D13DABF" w14:textId="77777777" w:rsidR="00403386" w:rsidRPr="0056440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4DBB84DD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2DE4E3F5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410A0765" w14:textId="77777777" w:rsidR="00403386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CA7BEB" w14:textId="77777777" w:rsidR="00403386" w:rsidRPr="00057283" w:rsidRDefault="00403386" w:rsidP="004033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4BE4199" w14:textId="77777777" w:rsidR="005C4B7C" w:rsidRDefault="005C4B7C" w:rsidP="005C4B7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1E791D4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BD2469B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CEBAB48" w14:textId="4925C5D8" w:rsidR="005C4B7C" w:rsidRPr="00F20E6F" w:rsidRDefault="006814D1" w:rsidP="005C4B7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814D1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Interpretar e desenhar esquemas técnicos de edifício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s</w:t>
      </w:r>
      <w:r w:rsidR="005C4B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816D679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F0522" w:rsidRPr="008F05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 w:rsidR="008F05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="008F0522" w:rsidRPr="008F05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que a interpretação dos projetos seja precisa, identificando corretamente todos os elementos de infraestrutura técnica.</w:t>
      </w:r>
    </w:p>
    <w:p w14:paraId="1F2EE0C3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F0522" w:rsidRPr="008F05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 w:rsidR="008F05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8F0522" w:rsidRPr="008F05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os desenhos e interpretações estejam em conformidade com as normas e regulamentos aplicáveis à infraestrutura técnica de edifícios.</w:t>
      </w:r>
    </w:p>
    <w:p w14:paraId="6471559B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F0522" w:rsidRPr="008F05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Coordena</w:t>
      </w:r>
      <w:r w:rsidR="008F05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8F0522" w:rsidRPr="008F05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outras disciplinas (arquitetura, estrutura, etc.) para garantir a integração perfeita dos sistemas de infraestrutura técnica.</w:t>
      </w:r>
    </w:p>
    <w:p w14:paraId="6AEE010F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F0522" w:rsidRPr="008F05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 w:rsidR="008F05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8F0522" w:rsidRPr="008F05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símbolos e convenções gráficas de maneira adequada e consistente para representar elementos específicos nos desenhos.</w:t>
      </w:r>
    </w:p>
    <w:p w14:paraId="47AB8FEA" w14:textId="77777777" w:rsidR="005C4B7C" w:rsidRPr="0064164C" w:rsidRDefault="005C4B7C" w:rsidP="005C4B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F0522" w:rsidRPr="008F05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</w:t>
      </w:r>
      <w:r w:rsidR="008F05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8F0522" w:rsidRPr="008F052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desenhos técnicos precisos que possam ser compreendidos e executados pelos profissionais envolvidos na construção e manutenção dos sistemas.</w:t>
      </w:r>
    </w:p>
    <w:p w14:paraId="1BBCDA67" w14:textId="77777777" w:rsidR="005C4B7C" w:rsidRPr="00136AD8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136574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E27EA47" w14:textId="77777777" w:rsidR="0099058A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5C53AF83" w14:textId="77777777" w:rsidR="0099058A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1181090A" w14:textId="77777777" w:rsidR="0099058A" w:rsidRPr="009227C5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1E446CF2" w14:textId="77777777" w:rsidR="0099058A" w:rsidRPr="009227C5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2144F1D" w14:textId="77777777" w:rsidR="0099058A" w:rsidRPr="00051C79" w:rsidRDefault="0099058A" w:rsidP="0099058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2BE527" w14:textId="77777777" w:rsidR="0099058A" w:rsidRPr="00F87025" w:rsidRDefault="0099058A" w:rsidP="0099058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F02C5EF" w14:textId="77777777" w:rsidR="0099058A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38704794" w14:textId="77777777" w:rsidR="0099058A" w:rsidRDefault="0099058A" w:rsidP="0099058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Desenho Assistido por Computador.</w:t>
      </w:r>
    </w:p>
    <w:p w14:paraId="4676C5DE" w14:textId="77777777" w:rsidR="0099058A" w:rsidRDefault="00AF41E3" w:rsidP="0099058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Exemplos de Projetos</w:t>
      </w:r>
    </w:p>
    <w:p w14:paraId="5591ABF7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07F0629" w14:textId="77777777" w:rsidR="005C4B7C" w:rsidRPr="00F87025" w:rsidRDefault="005C4B7C" w:rsidP="005C4B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41C2E29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239783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785468" w14:textId="77777777" w:rsidR="005C4B7C" w:rsidRPr="00051C79" w:rsidRDefault="005C4B7C" w:rsidP="005C4B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4AEF20" w14:textId="77777777" w:rsidR="005C4B7C" w:rsidRDefault="005C4B7C" w:rsidP="005C4B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30C70" w:rsidRPr="00136AD8" w14:paraId="5722698A" w14:textId="77777777" w:rsidTr="000A7D7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4C47432" w14:textId="6CD51B6D" w:rsidR="00330C70" w:rsidRPr="00136AD8" w:rsidRDefault="00330C70" w:rsidP="000A7D7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AF33B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FC278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FAA6646" w14:textId="77777777" w:rsidR="00330C70" w:rsidRPr="001B207A" w:rsidRDefault="00330C70" w:rsidP="000A7D7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B207A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maquetes de edifícios, terrenos com relevo e objetos</w:t>
            </w:r>
          </w:p>
        </w:tc>
      </w:tr>
      <w:tr w:rsidR="00330C70" w:rsidRPr="00136AD8" w14:paraId="58D3F981" w14:textId="77777777" w:rsidTr="000A7D7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E37B25D" w14:textId="117DA1D5" w:rsidR="00330C70" w:rsidRPr="00136AD8" w:rsidRDefault="00330C70" w:rsidP="000A7D7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FC278B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9C294D2" w14:textId="77777777" w:rsidR="00330C70" w:rsidRPr="00136AD8" w:rsidRDefault="00330C70" w:rsidP="000A7D7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24AD9">
              <w:rPr>
                <w:rFonts w:ascii="Verdana Pro Light" w:eastAsia="Arial Unicode MS" w:hAnsi="Verdana Pro Light" w:cs="Times New Roman"/>
                <w:sz w:val="18"/>
                <w:szCs w:val="18"/>
              </w:rPr>
              <w:t>Laboratório de maquetagem</w:t>
            </w:r>
          </w:p>
        </w:tc>
      </w:tr>
    </w:tbl>
    <w:p w14:paraId="5717B310" w14:textId="77777777" w:rsidR="00330C70" w:rsidRPr="00136AD8" w:rsidRDefault="00330C70" w:rsidP="00330C7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33D478D" w14:textId="77777777" w:rsidR="00330C70" w:rsidRPr="003200F2" w:rsidRDefault="00330C70" w:rsidP="00330C7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0EEC4CA" w14:textId="77777777" w:rsidR="00330C70" w:rsidRPr="00136AD8" w:rsidRDefault="00330C70" w:rsidP="00330C7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30C70" w:rsidRPr="00136AD8" w14:paraId="3CCAD74C" w14:textId="77777777" w:rsidTr="000A7D7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0047B0" w14:textId="77777777" w:rsidR="00330C70" w:rsidRPr="001B353A" w:rsidRDefault="00330C70" w:rsidP="000A7D7B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30C70" w:rsidRPr="00136AD8" w14:paraId="180832B0" w14:textId="77777777" w:rsidTr="000A7D7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B24678" w14:textId="77777777" w:rsidR="00330C70" w:rsidRPr="00491914" w:rsidRDefault="00330C70" w:rsidP="000A7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Escolher </w:t>
            </w:r>
            <w:r w:rsidRPr="00491914">
              <w:rPr>
                <w:rFonts w:ascii="Verdana Pro Light" w:eastAsia="Arial Unicode MS" w:hAnsi="Verdana Pro Light" w:cs="Arial Unicode MS"/>
                <w:sz w:val="18"/>
                <w:szCs w:val="18"/>
              </w:rPr>
              <w:t>as escalas de trabalho.</w:t>
            </w:r>
          </w:p>
          <w:p w14:paraId="6E463B7D" w14:textId="49BDF328" w:rsidR="00330C70" w:rsidRPr="00491914" w:rsidRDefault="00330C70" w:rsidP="000A7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C5AA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materiais e ferramentas </w:t>
            </w:r>
            <w:r w:rsidR="00735494">
              <w:rPr>
                <w:rFonts w:ascii="Verdana Pro Light" w:eastAsia="Arial Unicode MS" w:hAnsi="Verdana Pro Light" w:cs="Arial Unicode MS"/>
                <w:sz w:val="18"/>
                <w:szCs w:val="18"/>
              </w:rPr>
              <w:t>para construir a maquete</w:t>
            </w:r>
          </w:p>
          <w:p w14:paraId="1C71999E" w14:textId="67642942" w:rsidR="00330C70" w:rsidRPr="00491914" w:rsidRDefault="00330C70" w:rsidP="000A7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207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516D49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1B207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Pr="001B207A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16D4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Cortar, colar, montar </w:t>
            </w:r>
            <w:r w:rsidR="002356EE">
              <w:rPr>
                <w:rFonts w:ascii="Verdana Pro Light" w:eastAsia="Arial Unicode MS" w:hAnsi="Verdana Pro Light" w:cs="Arial Unicode MS"/>
                <w:sz w:val="18"/>
                <w:szCs w:val="18"/>
              </w:rPr>
              <w:t>de forma a reproduzir o desenho</w:t>
            </w:r>
          </w:p>
          <w:p w14:paraId="3B99D835" w14:textId="6D2292CF" w:rsidR="00330C70" w:rsidRPr="002356EE" w:rsidRDefault="00330C70" w:rsidP="002356E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91914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modelos de representação de vegetação e simulação de água.</w:t>
            </w:r>
          </w:p>
        </w:tc>
      </w:tr>
      <w:tr w:rsidR="00330C70" w:rsidRPr="00136AD8" w14:paraId="15797F8F" w14:textId="77777777" w:rsidTr="000A7D7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8D3DB7" w14:textId="77777777" w:rsidR="00330C70" w:rsidRPr="001B353A" w:rsidRDefault="00330C70" w:rsidP="000A7D7B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855CA9" w14:textId="77777777" w:rsidR="00330C70" w:rsidRPr="001B353A" w:rsidRDefault="00330C70" w:rsidP="000A7D7B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D40AEA9" w14:textId="77777777" w:rsidR="00330C70" w:rsidRPr="001B353A" w:rsidRDefault="00330C70" w:rsidP="000A7D7B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30C70" w:rsidRPr="00136AD8" w14:paraId="0DB6568D" w14:textId="77777777" w:rsidTr="000A7D7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F5595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1B20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básicos da arquitetura e design de edifícios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A231DA7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8C75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de arquitetura e engenharia para garantir a precisão nas representações físicas. </w:t>
            </w:r>
          </w:p>
          <w:p w14:paraId="1035787F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8C75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écnicas de construção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modelação.</w:t>
            </w:r>
          </w:p>
          <w:p w14:paraId="6E5C5808" w14:textId="6A2AFFD5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8C75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ateriais de construção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as </w:t>
            </w:r>
            <w:r w:rsidRPr="008C75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suas características</w:t>
            </w:r>
            <w:r w:rsidR="00E75B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="00E75BBD" w:rsidRPr="00E75B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materiais como papelão, </w:t>
            </w:r>
            <w:proofErr w:type="spellStart"/>
            <w:r w:rsidR="00E75BBD" w:rsidRPr="00E75B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isopor</w:t>
            </w:r>
            <w:proofErr w:type="spellEnd"/>
            <w:r w:rsidR="00E75BBD" w:rsidRPr="00E75B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argila, madeira, papel,</w:t>
            </w:r>
          </w:p>
          <w:p w14:paraId="67AA1813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8C75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erramentas como estiletes, serras, colas, e outras ferramentas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modelação.</w:t>
            </w:r>
          </w:p>
          <w:p w14:paraId="036A83C5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710F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ráticas de segurança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</w:t>
            </w:r>
            <w:r w:rsidRPr="00710F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</w:t>
            </w:r>
            <w:r w:rsidRPr="00710F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ferramentas e materiais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84DE181" w14:textId="77777777" w:rsidR="00330C70" w:rsidRPr="007A571C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A571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Conceitos básicos sobre maquetes</w:t>
            </w:r>
          </w:p>
          <w:p w14:paraId="4ED0C989" w14:textId="77777777" w:rsidR="00330C70" w:rsidRPr="007A571C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A57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da conceção de um objeto tridimensional à escala reduzida</w:t>
            </w:r>
          </w:p>
          <w:p w14:paraId="3AD06509" w14:textId="77777777" w:rsidR="00330C70" w:rsidRPr="007A571C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A57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Maquetes de objetos, de arquitetura, urbanas, de pormenor, etc.</w:t>
            </w:r>
          </w:p>
          <w:p w14:paraId="67C0E30F" w14:textId="77777777" w:rsidR="00330C70" w:rsidRPr="007A571C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A57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Maquetes topográficas</w:t>
            </w:r>
          </w:p>
          <w:p w14:paraId="6DD399A7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A57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Maquetes de trabalho e de apresentação</w:t>
            </w:r>
          </w:p>
          <w:p w14:paraId="69BA8863" w14:textId="77777777" w:rsidR="00330C70" w:rsidRPr="001B353A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F2D62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8C75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plantas arquitetónicas e projetos de engenharia.</w:t>
            </w:r>
          </w:p>
          <w:p w14:paraId="454CE643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C75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epresentar terrenos com relevo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22A7421" w14:textId="77777777" w:rsidR="00330C70" w:rsidRPr="00517AA8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8C75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plicar 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correções</w:t>
            </w:r>
            <w:r w:rsidRPr="008C75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técnicas de escala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1B5DD06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8C75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ortar, colar, pintar e montar elementos da maquete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8ECEA26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Pintar</w:t>
            </w:r>
            <w:r w:rsidRPr="008C75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adicionar detalhes realistas à maquete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3DF8BC6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710F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ncorporar iluminação e outros efeitos visuais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201E7DA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E07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Organizar elementos na maquete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E283D29" w14:textId="77777777" w:rsidR="00330C70" w:rsidRPr="00EE0766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E07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Representar detalhes e texturas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8BF12C2" w14:textId="56E59C12" w:rsidR="00330C70" w:rsidRPr="00057283" w:rsidRDefault="008C5AAE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91914">
              <w:rPr>
                <w:rFonts w:ascii="Verdana Pro Light" w:eastAsia="Arial Unicode MS" w:hAnsi="Verdana Pro Light" w:cs="Arial Unicode MS"/>
                <w:sz w:val="18"/>
                <w:szCs w:val="18"/>
              </w:rPr>
              <w:t>Gerir e planificar o trabalho no processo da conceção de maquetes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F642F" w14:textId="77777777" w:rsidR="00330C70" w:rsidRPr="00F057ED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Responsabilidade pelas suas ações.</w:t>
            </w:r>
          </w:p>
          <w:p w14:paraId="0BF33266" w14:textId="77777777" w:rsidR="00330C70" w:rsidRPr="00F057ED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0BE125EF" w14:textId="77777777" w:rsidR="00330C70" w:rsidRPr="00F057ED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5779021D" w14:textId="77777777" w:rsidR="00330C70" w:rsidRPr="00F057ED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5852E687" w14:textId="77777777" w:rsidR="00330C70" w:rsidRPr="00F057ED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7F62BAA1" w14:textId="77777777" w:rsidR="00330C70" w:rsidRPr="00F057ED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099EC0C8" w14:textId="77777777" w:rsidR="00330C70" w:rsidRPr="00F057ED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2A5669BC" w14:textId="77777777" w:rsidR="00330C70" w:rsidRPr="00F057ED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diferenças individuais.</w:t>
            </w:r>
          </w:p>
          <w:p w14:paraId="50232A29" w14:textId="77777777" w:rsidR="00330C70" w:rsidRPr="00F057ED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70155111" w14:textId="77777777" w:rsidR="00330C70" w:rsidRPr="00AE041A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  <w:p w14:paraId="7CD3E1C6" w14:textId="77777777" w:rsidR="00330C70" w:rsidRPr="00AE041A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  <w:p w14:paraId="678958A5" w14:textId="77777777" w:rsidR="00330C70" w:rsidRPr="00AE041A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  <w:p w14:paraId="1B1AAB8D" w14:textId="77777777" w:rsidR="00330C70" w:rsidRPr="00AE041A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  <w:p w14:paraId="6934127E" w14:textId="77777777" w:rsidR="00330C70" w:rsidRPr="00AE041A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</w:tc>
      </w:tr>
    </w:tbl>
    <w:p w14:paraId="27230C7B" w14:textId="77777777" w:rsidR="00330C70" w:rsidRDefault="00330C70" w:rsidP="00330C7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6A29970" w14:textId="77777777" w:rsidR="00330C70" w:rsidRDefault="00330C70" w:rsidP="00330C7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6E50D7E" w14:textId="77777777" w:rsidR="00330C70" w:rsidRDefault="00330C70" w:rsidP="00330C70">
      <w:pPr>
        <w:rPr>
          <w:rFonts w:ascii="Verdana Pro Light" w:hAnsi="Verdana Pro Light"/>
          <w:smallCaps/>
        </w:rPr>
      </w:pPr>
    </w:p>
    <w:p w14:paraId="3C437044" w14:textId="77777777" w:rsidR="00330C70" w:rsidRPr="00F87025" w:rsidRDefault="00330C70" w:rsidP="00330C7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236C436" w14:textId="77777777" w:rsidR="00330C70" w:rsidRPr="00F20E6F" w:rsidRDefault="00330C70" w:rsidP="00330C7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91914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Executar maquetes de edifícios, terrenos com relevo e objetos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A12077D" w14:textId="77777777" w:rsidR="00330C70" w:rsidRPr="0064164C" w:rsidRDefault="00330C70" w:rsidP="00330C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</w:t>
      </w:r>
      <w:r w:rsidRPr="007A57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epresenta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7A57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precisão os detalhes do edifício, terreno ou objeto.</w:t>
      </w:r>
    </w:p>
    <w:p w14:paraId="70B5FEE8" w14:textId="77777777" w:rsidR="00330C70" w:rsidRPr="0064164C" w:rsidRDefault="00330C70" w:rsidP="00330C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Mantendo a escala</w:t>
      </w:r>
      <w:r w:rsidRPr="00195306">
        <w:t xml:space="preserve"> </w:t>
      </w:r>
      <w:r w:rsidRPr="001953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consistente e precisa em relação ao projeto original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100F978" w14:textId="77777777" w:rsidR="00330C70" w:rsidRPr="0064164C" w:rsidRDefault="00330C70" w:rsidP="00330C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Reproduzindo com precisão os </w:t>
      </w:r>
      <w:r w:rsidRPr="001953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elementos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arquitetónicos </w:t>
      </w:r>
      <w:r w:rsidRPr="001953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importantes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D6F2A36" w14:textId="77777777" w:rsidR="00330C70" w:rsidRPr="0064164C" w:rsidRDefault="00330C70" w:rsidP="00330C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Garantindo que os elementos móveis funcionem corretamente.</w:t>
      </w:r>
    </w:p>
    <w:p w14:paraId="5CB34D9B" w14:textId="77777777" w:rsidR="00330C70" w:rsidRPr="0064164C" w:rsidRDefault="00330C70" w:rsidP="00330C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Construindo de</w:t>
      </w:r>
      <w:r w:rsidRPr="001953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maneira durável para resistir ao manuseio frequente.</w:t>
      </w:r>
    </w:p>
    <w:p w14:paraId="65B5140A" w14:textId="77777777" w:rsidR="00330C70" w:rsidRPr="00136AD8" w:rsidRDefault="00330C70" w:rsidP="00330C7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CEB093" w14:textId="77777777" w:rsidR="00330C70" w:rsidRPr="00F87025" w:rsidRDefault="00330C70" w:rsidP="00330C7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A58FBA8" w14:textId="77777777" w:rsidR="00330C70" w:rsidRDefault="00330C70" w:rsidP="00330C70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12BB0013" w14:textId="77777777" w:rsidR="00330C70" w:rsidRDefault="00330C70" w:rsidP="00330C70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2AFE9A8B" w14:textId="77777777" w:rsidR="00330C70" w:rsidRPr="009227C5" w:rsidRDefault="00330C70" w:rsidP="00330C70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047B7E79" w14:textId="77777777" w:rsidR="00330C70" w:rsidRPr="009227C5" w:rsidRDefault="00330C70" w:rsidP="00330C70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Projetistas</w:t>
      </w:r>
      <w:r w:rsidRPr="009227C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0AF8F5F" w14:textId="77777777" w:rsidR="00330C70" w:rsidRPr="00051C79" w:rsidRDefault="00330C70" w:rsidP="00330C7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1BF7D1" w14:textId="77777777" w:rsidR="00330C70" w:rsidRPr="00F87025" w:rsidRDefault="00330C70" w:rsidP="00330C7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DFEF1A1" w14:textId="77777777" w:rsidR="00330C70" w:rsidRDefault="00330C70" w:rsidP="00330C70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acesso à internet</w:t>
      </w:r>
    </w:p>
    <w:p w14:paraId="18888C20" w14:textId="77777777" w:rsidR="00330C70" w:rsidRDefault="00330C70" w:rsidP="00330C70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para elaboração de maquetes (cartão maquete, cola, x-ato, materiais diversos)</w:t>
      </w:r>
    </w:p>
    <w:p w14:paraId="49746AE9" w14:textId="77777777" w:rsidR="00330C70" w:rsidRDefault="00330C70" w:rsidP="00330C70">
      <w:pPr>
        <w:pStyle w:val="PargrafodaLista"/>
        <w:spacing w:before="120" w:after="0" w:line="276" w:lineRule="auto"/>
        <w:ind w:left="579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2364AD5" w14:textId="77777777" w:rsidR="00330C70" w:rsidRPr="00051C79" w:rsidRDefault="00330C70" w:rsidP="00330C7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E18D38" w14:textId="77777777" w:rsidR="00330C70" w:rsidRPr="00F87025" w:rsidRDefault="00330C70" w:rsidP="00330C7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2F36DE5" w14:textId="77777777" w:rsidR="00330C70" w:rsidRPr="00051C79" w:rsidRDefault="00330C70" w:rsidP="00330C7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CBA7C8" w14:textId="77777777" w:rsidR="00330C70" w:rsidRPr="00051C79" w:rsidRDefault="00330C70" w:rsidP="00330C7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F08957" w14:textId="77777777" w:rsidR="00330C70" w:rsidRPr="00051C79" w:rsidRDefault="00330C70" w:rsidP="00330C7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D16E60" w14:textId="77777777" w:rsidR="00330C70" w:rsidRDefault="00330C70" w:rsidP="00330C7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50A91" w:rsidRPr="00136AD8" w14:paraId="1AB968C5" w14:textId="77777777" w:rsidTr="003F2F9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2C1EB45" w14:textId="38BC8661" w:rsidR="00150A91" w:rsidRPr="00136AD8" w:rsidRDefault="00150A91" w:rsidP="003F2F9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2031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46B7D79" w14:textId="77777777" w:rsidR="00150A91" w:rsidRPr="009C256C" w:rsidRDefault="00150A91" w:rsidP="003F2F9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18" w:name="_Hlk155900521"/>
            <w:r w:rsidRPr="00F27BE4">
              <w:t>Efetuar fotografia digital em ambientes exteriores e interiores.</w:t>
            </w:r>
            <w:bookmarkEnd w:id="18"/>
          </w:p>
        </w:tc>
      </w:tr>
      <w:tr w:rsidR="00150A91" w:rsidRPr="00136AD8" w14:paraId="057C2E56" w14:textId="77777777" w:rsidTr="003F2F9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5F510ED" w14:textId="77777777" w:rsidR="00150A91" w:rsidRPr="00136AD8" w:rsidRDefault="00150A91" w:rsidP="003F2F9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11</w:t>
            </w:r>
          </w:p>
        </w:tc>
        <w:tc>
          <w:tcPr>
            <w:tcW w:w="7324" w:type="dxa"/>
            <w:shd w:val="clear" w:color="auto" w:fill="E7E6E6" w:themeFill="background2"/>
          </w:tcPr>
          <w:p w14:paraId="35973940" w14:textId="77777777" w:rsidR="00150A91" w:rsidRPr="00136AD8" w:rsidRDefault="00150A91" w:rsidP="003F2F9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427855">
              <w:rPr>
                <w:rFonts w:ascii="Verdana Pro Light" w:eastAsia="Arial Unicode MS" w:hAnsi="Verdana Pro Light" w:cs="Times New Roman"/>
                <w:sz w:val="18"/>
                <w:szCs w:val="18"/>
              </w:rPr>
              <w:t>Fotografia digital</w:t>
            </w:r>
          </w:p>
        </w:tc>
      </w:tr>
    </w:tbl>
    <w:p w14:paraId="080A43CE" w14:textId="77777777" w:rsidR="00150A91" w:rsidRPr="00136AD8" w:rsidRDefault="00150A91" w:rsidP="00150A9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CD7EFE9" w14:textId="77777777" w:rsidR="00150A91" w:rsidRDefault="00150A91" w:rsidP="00150A9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31B685A" w14:textId="77777777" w:rsidR="00150A91" w:rsidRDefault="00150A91" w:rsidP="00150A91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5D7F3310" w14:textId="77777777" w:rsidR="00150A91" w:rsidRPr="00136AD8" w:rsidRDefault="00150A91" w:rsidP="00150A9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50A91" w:rsidRPr="00136AD8" w14:paraId="14C3017C" w14:textId="77777777" w:rsidTr="003F2F9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D6DC01" w14:textId="77777777" w:rsidR="00150A91" w:rsidRPr="001B353A" w:rsidRDefault="00150A91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50A91" w:rsidRPr="00136AD8" w14:paraId="0D35C819" w14:textId="77777777" w:rsidTr="003F2F9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1CB3E9" w14:textId="77777777" w:rsidR="00150A91" w:rsidRPr="00050DCD" w:rsidRDefault="00150A91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Avaliar as condições e planear a sessão fotográfica </w:t>
            </w:r>
          </w:p>
          <w:p w14:paraId="202EBE86" w14:textId="77777777" w:rsidR="00150A91" w:rsidRPr="00050DCD" w:rsidRDefault="00150A91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Escolher os ângulos, os elementos </w:t>
            </w:r>
            <w:r w:rsidRPr="00582120">
              <w:rPr>
                <w:rFonts w:ascii="Verdana Pro Light" w:eastAsia="Arial Unicode MS" w:hAnsi="Verdana Pro Light" w:cs="Arial Unicode MS"/>
                <w:sz w:val="18"/>
                <w:szCs w:val="18"/>
              </w:rPr>
              <w:t>mais interessantes do ambiente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aplicar a regra dos terços </w:t>
            </w:r>
          </w:p>
          <w:p w14:paraId="3C4FDC18" w14:textId="77777777" w:rsidR="00150A91" w:rsidRPr="00050DCD" w:rsidRDefault="00150A91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8D7054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Configur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Pr="008D705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ajustes da câmara de acordo com as condições de iluminação e o efeito desejado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: ajustar</w:t>
            </w:r>
            <w:r w:rsidRPr="008D705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abertura do diafragma, velocidade do obturador, ISO e balanço de branco.</w:t>
            </w:r>
          </w:p>
          <w:p w14:paraId="5EBB4E26" w14:textId="77777777" w:rsidR="00150A91" w:rsidRPr="00050DCD" w:rsidRDefault="00150A91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Capturar a imagem</w:t>
            </w:r>
          </w:p>
          <w:p w14:paraId="52B1E1F1" w14:textId="77777777" w:rsidR="00150A91" w:rsidRPr="00C877D7" w:rsidRDefault="00150A91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</w:t>
            </w:r>
            <w:r w:rsidRPr="00662F59">
              <w:rPr>
                <w:rFonts w:ascii="Verdana Pro Light" w:eastAsia="Arial Unicode MS" w:hAnsi="Verdana Pro Light" w:cs="Arial Unicode MS"/>
                <w:sz w:val="18"/>
                <w:szCs w:val="18"/>
              </w:rPr>
              <w:t>just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Pr="00662F5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Pr="00662F5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exposição, contraste, saturação de cores, nitidez e corr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igir </w:t>
            </w:r>
            <w:r w:rsidRPr="00662F59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distorções.</w:t>
            </w:r>
          </w:p>
        </w:tc>
      </w:tr>
      <w:tr w:rsidR="00150A91" w:rsidRPr="00136AD8" w14:paraId="727E1262" w14:textId="77777777" w:rsidTr="003F2F9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4A2FFC" w14:textId="77777777" w:rsidR="00150A91" w:rsidRPr="001B353A" w:rsidRDefault="00150A91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1FCCA3" w14:textId="77777777" w:rsidR="00150A91" w:rsidRPr="001B353A" w:rsidRDefault="00150A91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EFA46E1" w14:textId="77777777" w:rsidR="00150A91" w:rsidRPr="001B353A" w:rsidRDefault="00150A91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50A91" w:rsidRPr="00EF611B" w14:paraId="42B0C34C" w14:textId="77777777" w:rsidTr="003F2F9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421F9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Princípios básicos da produção fotográfica e o uso dos equipamentos fotográficos digitais</w:t>
            </w:r>
          </w:p>
          <w:p w14:paraId="72E84EB5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Valores expressivos da imagem – estética e sentido crítico</w:t>
            </w:r>
          </w:p>
          <w:p w14:paraId="55205C41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Fotografia digital</w:t>
            </w:r>
          </w:p>
          <w:p w14:paraId="55801609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Breve história da fotografia</w:t>
            </w:r>
          </w:p>
          <w:p w14:paraId="2DDA2ABE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 digital – o passado e o futuro</w:t>
            </w:r>
          </w:p>
          <w:p w14:paraId="25A67BD7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Terminologia</w:t>
            </w:r>
          </w:p>
          <w:p w14:paraId="7EE99F26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Câmaras e imagens digitais</w:t>
            </w:r>
          </w:p>
          <w:p w14:paraId="638B6FE9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digitais</w:t>
            </w:r>
          </w:p>
          <w:p w14:paraId="77512844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Controlos da câmara</w:t>
            </w:r>
          </w:p>
          <w:p w14:paraId="7F82A4BF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Enquadramento de Imagens</w:t>
            </w:r>
          </w:p>
          <w:p w14:paraId="51F730E4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Captação de Imagens</w:t>
            </w:r>
          </w:p>
          <w:p w14:paraId="131B7E43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 contínua</w:t>
            </w:r>
          </w:p>
          <w:p w14:paraId="20C7853E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 de reprodução</w:t>
            </w:r>
          </w:p>
          <w:p w14:paraId="214F5825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Sensores de Imagem - introdução</w:t>
            </w:r>
          </w:p>
          <w:p w14:paraId="7BF534E4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Exposição e controlo</w:t>
            </w:r>
          </w:p>
          <w:p w14:paraId="08FB0A8A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Controlos de exposição – o obturador e a abertura</w:t>
            </w:r>
          </w:p>
          <w:p w14:paraId="21CFFF6A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de exposição</w:t>
            </w:r>
          </w:p>
          <w:p w14:paraId="43865096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de cena</w:t>
            </w:r>
          </w:p>
          <w:p w14:paraId="12CE647C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Velocidade do obturador e abertura</w:t>
            </w:r>
          </w:p>
          <w:p w14:paraId="12F1A24C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 de exposição</w:t>
            </w:r>
          </w:p>
          <w:p w14:paraId="5AEBE864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Fotómetro</w:t>
            </w:r>
          </w:p>
          <w:p w14:paraId="273F39AB" w14:textId="77777777" w:rsidR="00150A91" w:rsidRPr="00EF611B" w:rsidRDefault="00150A91" w:rsidP="003F2F99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F9419D5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Nitidez</w:t>
            </w:r>
          </w:p>
          <w:p w14:paraId="2FAFC983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Estabilização de imagem</w:t>
            </w:r>
          </w:p>
          <w:p w14:paraId="05D264DC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(ISO</w:t>
            </w:r>
          </w:p>
          <w:p w14:paraId="7373FD39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Focagem</w:t>
            </w:r>
          </w:p>
          <w:p w14:paraId="43C6617A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Profundidade de campo</w:t>
            </w:r>
          </w:p>
          <w:p w14:paraId="2C966335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Captar a expressão do movimento</w:t>
            </w:r>
          </w:p>
          <w:p w14:paraId="2068B296" w14:textId="77777777" w:rsidR="00150A91" w:rsidRPr="00427855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Dispositivos de armazenamento da câmara</w:t>
            </w:r>
          </w:p>
          <w:p w14:paraId="6B97DF29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Armazenamento das imagens na câmara e no computador</w:t>
            </w:r>
          </w:p>
          <w:p w14:paraId="3C590A5A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de imagem</w:t>
            </w:r>
          </w:p>
          <w:p w14:paraId="3EEEEC3F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Transferência de imagens</w:t>
            </w:r>
          </w:p>
          <w:p w14:paraId="6EEA06A6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dos ficheiros de imagem</w:t>
            </w:r>
          </w:p>
          <w:p w14:paraId="230DFF60" w14:textId="77777777" w:rsidR="00150A91" w:rsidRPr="00427855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</w:t>
            </w:r>
          </w:p>
          <w:p w14:paraId="6B0ABD18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Balanço de brancos</w:t>
            </w:r>
          </w:p>
          <w:p w14:paraId="16053CE7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cor</w:t>
            </w:r>
          </w:p>
          <w:p w14:paraId="61FE3512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Reenquadramento</w:t>
            </w:r>
          </w:p>
          <w:p w14:paraId="7046D47E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e correção de cor</w:t>
            </w:r>
          </w:p>
          <w:p w14:paraId="6852E79F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correção localizada</w:t>
            </w:r>
          </w:p>
          <w:p w14:paraId="4F8CB6B9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</w:t>
            </w:r>
          </w:p>
          <w:p w14:paraId="644AA9A0" w14:textId="77777777" w:rsidR="00150A91" w:rsidRPr="001B353A" w:rsidRDefault="00150A91" w:rsidP="003F2F99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Filtros de gradação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A57D6" w14:textId="77777777" w:rsidR="00150A91" w:rsidRPr="002C18A9" w:rsidRDefault="00150A91" w:rsidP="003F2F99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Interpretar as instruções de funcionamento dos equipamentos de captura de imagem</w:t>
            </w:r>
          </w:p>
          <w:p w14:paraId="67E8781E" w14:textId="77777777" w:rsidR="00150A91" w:rsidRPr="002C18A9" w:rsidRDefault="00150A91" w:rsidP="003F2F99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as funções dos dispositivos de captura de imagem</w:t>
            </w:r>
          </w:p>
          <w:p w14:paraId="5C550CC2" w14:textId="77777777" w:rsidR="00150A91" w:rsidRPr="002C18A9" w:rsidRDefault="00150A91" w:rsidP="003F2F99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e utilizar as funcionalidades do software de edição de imagens</w:t>
            </w:r>
          </w:p>
          <w:p w14:paraId="45D763F7" w14:textId="77777777" w:rsidR="00150A91" w:rsidRPr="002C18A9" w:rsidRDefault="00150A91" w:rsidP="003F2F99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procedimentos de captação de imagem</w:t>
            </w:r>
          </w:p>
          <w:p w14:paraId="7322CD60" w14:textId="77777777" w:rsidR="00150A91" w:rsidRPr="002C18A9" w:rsidRDefault="00150A91" w:rsidP="003F2F99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procedimentos de tratamento de imagem</w:t>
            </w:r>
          </w:p>
          <w:p w14:paraId="192DC321" w14:textId="77777777" w:rsidR="00150A91" w:rsidRDefault="00150A91" w:rsidP="003F2F99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enquadramento</w:t>
            </w:r>
          </w:p>
          <w:p w14:paraId="001704F9" w14:textId="77777777" w:rsidR="005C100F" w:rsidRDefault="005C100F" w:rsidP="005C10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C4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plicar a regra dos terços, dividindo a imagem em </w:t>
            </w:r>
            <w:proofErr w:type="gramStart"/>
            <w:r w:rsidRPr="00C4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terços horizontal</w:t>
            </w:r>
            <w:proofErr w:type="gramEnd"/>
            <w:r w:rsidRPr="00C4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verticalmente para posicionar elementos chave e criar composições visualmente atraentes.</w:t>
            </w:r>
          </w:p>
          <w:p w14:paraId="3DD3C41B" w14:textId="678A07F0" w:rsidR="005C100F" w:rsidRPr="0015271B" w:rsidRDefault="005C100F" w:rsidP="001527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4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scolher o enquadramento adequado para destacar o objeto principal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BA38828" w14:textId="77777777" w:rsidR="00150A91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</w:t>
            </w:r>
            <w:r w:rsidRPr="00050DC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valores expressivos da imagem através da estética e sentido crítico.</w:t>
            </w:r>
          </w:p>
          <w:p w14:paraId="1BAB1EBB" w14:textId="77777777" w:rsidR="00150A91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DCD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 terminologia adequada ao domínio da fotografia digital.</w:t>
            </w:r>
          </w:p>
          <w:p w14:paraId="0EC6A841" w14:textId="77777777" w:rsidR="00150A91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Escolher</w:t>
            </w:r>
            <w:r w:rsidRPr="00050DC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</w:t>
            </w:r>
            <w:r w:rsidRPr="00050DCD">
              <w:rPr>
                <w:rFonts w:ascii="Verdana Pro Light" w:eastAsia="Arial Unicode MS" w:hAnsi="Verdana Pro Light" w:cs="Arial Unicode MS"/>
                <w:sz w:val="18"/>
                <w:szCs w:val="18"/>
              </w:rPr>
              <w:t>câmara digita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l </w:t>
            </w:r>
          </w:p>
          <w:p w14:paraId="7631818E" w14:textId="77777777" w:rsidR="00150A91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Captar </w:t>
            </w:r>
            <w:r w:rsidRPr="00050DCD">
              <w:rPr>
                <w:rFonts w:ascii="Verdana Pro Light" w:eastAsia="Arial Unicode MS" w:hAnsi="Verdana Pro Light" w:cs="Arial Unicode MS"/>
                <w:sz w:val="18"/>
                <w:szCs w:val="18"/>
              </w:rPr>
              <w:t>fotografia digital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em interior e </w:t>
            </w:r>
            <w:proofErr w:type="gram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exterior</w:t>
            </w:r>
            <w:r w:rsidRPr="00050DCD">
              <w:rPr>
                <w:rFonts w:ascii="Verdana Pro Light" w:eastAsia="Arial Unicode MS" w:hAnsi="Verdana Pro Light" w:cs="Arial Unicode MS"/>
                <w:sz w:val="18"/>
                <w:szCs w:val="18"/>
              </w:rPr>
              <w:t>..</w:t>
            </w:r>
            <w:proofErr w:type="gramEnd"/>
          </w:p>
          <w:p w14:paraId="64440A69" w14:textId="77777777" w:rsidR="00150A91" w:rsidRPr="00057283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DCD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Editar fotografias digitais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058A8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2265D7D6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815E610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3B27CBEE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00C73452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752ECC82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1F688334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077E172B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0B4B85B8" w14:textId="77777777" w:rsidR="00150A91" w:rsidRPr="00EF611B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6B55A70D" w14:textId="77777777" w:rsidR="00150A91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F69B4D" w14:textId="77777777" w:rsidR="00150A91" w:rsidRPr="00057283" w:rsidRDefault="00150A91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2410AC9" w14:textId="77777777" w:rsidR="00150A91" w:rsidRPr="00EF611B" w:rsidRDefault="00150A91" w:rsidP="00150A91">
      <w:pPr>
        <w:pStyle w:val="PargrafodaLista"/>
        <w:numPr>
          <w:ilvl w:val="0"/>
          <w:numId w:val="4"/>
        </w:numPr>
        <w:spacing w:before="120" w:after="0" w:line="276" w:lineRule="auto"/>
        <w:ind w:left="215" w:hanging="213"/>
        <w:contextualSpacing w:val="0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</w:p>
    <w:p w14:paraId="64478221" w14:textId="77777777" w:rsidR="00150A91" w:rsidRDefault="00150A91" w:rsidP="00150A9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6582646" w14:textId="77777777" w:rsidR="00150A91" w:rsidRPr="00F87025" w:rsidRDefault="00150A91" w:rsidP="00150A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EC10FB1" w14:textId="77777777" w:rsidR="00150A91" w:rsidRPr="00F20E6F" w:rsidRDefault="00150A91" w:rsidP="00150A91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27855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Efetuar fotografia digital em ambientes exteriores e interiores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F83BEFB" w14:textId="77777777" w:rsidR="00150A91" w:rsidRPr="00564406" w:rsidRDefault="00150A91" w:rsidP="00150A9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justa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configurações da câmara para garantir uma exposição adequada, evitando áreas muito escuras (subexposição) ou muito claras (superexposição).</w:t>
      </w:r>
    </w:p>
    <w:p w14:paraId="2C42A08A" w14:textId="77777777" w:rsidR="00150A91" w:rsidRPr="00564406" w:rsidRDefault="00150A91" w:rsidP="00150A9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proveita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luz natural de forma eficiente, considerando a direção, intensidade e temperatura de cor da luz solar.</w:t>
      </w:r>
    </w:p>
    <w:p w14:paraId="1315A3A1" w14:textId="77777777" w:rsidR="00150A91" w:rsidRPr="00564406" w:rsidRDefault="00150A91" w:rsidP="00150A9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Compondo</w:t>
      </w:r>
      <w:r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imagens de maneira criativa, considerando elementos como linhas, formas, texturas e padrões presentes no ambiente exterior.</w:t>
      </w:r>
    </w:p>
    <w:p w14:paraId="403314A1" w14:textId="77777777" w:rsidR="00150A91" w:rsidRDefault="00150A91" w:rsidP="00150A9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</w:t>
      </w:r>
      <w:r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nitidez nos elementos principais da cena, utilizando técnicas como foco.</w:t>
      </w:r>
    </w:p>
    <w:p w14:paraId="02AB46B9" w14:textId="77777777" w:rsidR="00150A91" w:rsidRDefault="00150A91" w:rsidP="00150A9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</w:t>
      </w:r>
      <w:r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ida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áreas de sombra e realce, evitando perda de detalhes importantes nas partes escuras ou claras da imagem.</w:t>
      </w:r>
    </w:p>
    <w:p w14:paraId="7FC4DFB3" w14:textId="77777777" w:rsidR="00150A91" w:rsidRDefault="00150A91" w:rsidP="00150A9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6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</w:t>
      </w:r>
      <w:r w:rsidRPr="00A02F1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rabalha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02F1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diferentes fontes de iluminação artificial presente no ambiente interior</w:t>
      </w:r>
      <w:r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EC6D495" w14:textId="77777777" w:rsidR="00150A91" w:rsidRPr="00136AD8" w:rsidRDefault="00150A91" w:rsidP="00150A9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D640F4" w14:textId="77777777" w:rsidR="00150A91" w:rsidRPr="00F87025" w:rsidRDefault="00150A91" w:rsidP="00150A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286AEE6" w14:textId="77777777" w:rsidR="00150A91" w:rsidRDefault="00150A91" w:rsidP="00150A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33F09AE0" w14:textId="77777777" w:rsidR="00150A91" w:rsidRDefault="00150A91" w:rsidP="00150A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fotografia</w:t>
      </w:r>
    </w:p>
    <w:p w14:paraId="30725DD1" w14:textId="77777777" w:rsidR="00150A91" w:rsidRPr="008047E3" w:rsidRDefault="00150A91" w:rsidP="00150A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2E85D79E" w14:textId="77777777" w:rsidR="00150A91" w:rsidRPr="00984B30" w:rsidRDefault="00150A91" w:rsidP="00150A91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FADA72E" w14:textId="77777777" w:rsidR="00150A91" w:rsidRPr="00051C79" w:rsidRDefault="00150A91" w:rsidP="00150A9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F3874C" w14:textId="77777777" w:rsidR="00150A91" w:rsidRPr="00F87025" w:rsidRDefault="00150A91" w:rsidP="00150A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09A448D" w14:textId="77777777" w:rsidR="00150A91" w:rsidRPr="00564406" w:rsidRDefault="00150A91" w:rsidP="00150A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captura de imagem</w:t>
      </w:r>
    </w:p>
    <w:p w14:paraId="4944BC2D" w14:textId="77777777" w:rsidR="00150A91" w:rsidRPr="00564406" w:rsidRDefault="00150A91" w:rsidP="00150A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e software de edição de imagem</w:t>
      </w:r>
    </w:p>
    <w:p w14:paraId="6CF3D3DA" w14:textId="77777777" w:rsidR="00150A91" w:rsidRPr="00501DC8" w:rsidRDefault="00150A91" w:rsidP="00150A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6113334D" w14:textId="77777777" w:rsidR="00150A91" w:rsidRDefault="00150A91" w:rsidP="00150A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Luzes e flashes.</w:t>
      </w:r>
    </w:p>
    <w:p w14:paraId="38A3FA66" w14:textId="77777777" w:rsidR="00150A91" w:rsidRPr="00501DC8" w:rsidRDefault="00150A91" w:rsidP="00150A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5C9E457" w14:textId="77777777" w:rsidR="00150A91" w:rsidRPr="00051C79" w:rsidRDefault="00150A91" w:rsidP="00150A9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498372" w14:textId="77777777" w:rsidR="00150A91" w:rsidRPr="00F87025" w:rsidRDefault="00150A91" w:rsidP="00150A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8447BD6" w14:textId="77777777" w:rsidR="00150A91" w:rsidRPr="00051C79" w:rsidRDefault="00150A91" w:rsidP="00150A9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4FAF42" w14:textId="77777777" w:rsidR="00150A91" w:rsidRPr="00051C79" w:rsidRDefault="00150A91" w:rsidP="00150A9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7680AA" w14:textId="74A30989" w:rsidR="00330C70" w:rsidRDefault="00F06C75" w:rsidP="00330C7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Técnico Audiovisuais </w:t>
      </w:r>
    </w:p>
    <w:p w14:paraId="2CCA095A" w14:textId="77777777" w:rsidR="00150A91" w:rsidRDefault="00150A91" w:rsidP="00330C70">
      <w:pPr>
        <w:rPr>
          <w:rFonts w:ascii="Verdana Pro Light" w:hAnsi="Verdana Pro Light"/>
          <w:smallCaps/>
        </w:rPr>
      </w:pPr>
    </w:p>
    <w:p w14:paraId="645E23BA" w14:textId="77777777" w:rsidR="00150A91" w:rsidRDefault="00150A91" w:rsidP="00330C70">
      <w:pPr>
        <w:rPr>
          <w:rFonts w:ascii="Verdana Pro Light" w:hAnsi="Verdana Pro Light"/>
          <w:smallCaps/>
        </w:rPr>
      </w:pPr>
    </w:p>
    <w:p w14:paraId="72E1327D" w14:textId="77777777" w:rsidR="00150A91" w:rsidRDefault="00150A91" w:rsidP="00330C70">
      <w:pPr>
        <w:rPr>
          <w:rFonts w:ascii="Verdana Pro Light" w:hAnsi="Verdana Pro Light"/>
          <w:smallCaps/>
        </w:rPr>
      </w:pPr>
    </w:p>
    <w:p w14:paraId="6E2A6993" w14:textId="77777777" w:rsidR="00150A91" w:rsidRDefault="00150A91" w:rsidP="00330C70">
      <w:pPr>
        <w:rPr>
          <w:rFonts w:ascii="Verdana Pro Light" w:hAnsi="Verdana Pro Light"/>
          <w:smallCaps/>
        </w:rPr>
      </w:pPr>
    </w:p>
    <w:p w14:paraId="4F09B005" w14:textId="77777777" w:rsidR="00150A91" w:rsidRDefault="00150A91" w:rsidP="00330C70">
      <w:pPr>
        <w:rPr>
          <w:rFonts w:ascii="Verdana Pro Light" w:hAnsi="Verdana Pro Light"/>
          <w:smallCaps/>
        </w:rPr>
      </w:pPr>
    </w:p>
    <w:p w14:paraId="78CDC9E8" w14:textId="77777777" w:rsidR="00150A91" w:rsidRDefault="00150A91" w:rsidP="00330C70">
      <w:pPr>
        <w:rPr>
          <w:rFonts w:ascii="Verdana Pro Light" w:hAnsi="Verdana Pro Light"/>
          <w:smallCaps/>
        </w:rPr>
      </w:pPr>
    </w:p>
    <w:p w14:paraId="515E2239" w14:textId="77777777" w:rsidR="00150A91" w:rsidRDefault="00150A91" w:rsidP="00330C70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30C70" w:rsidRPr="00136AD8" w14:paraId="48F3CDDF" w14:textId="77777777" w:rsidTr="000A7D7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132A883" w14:textId="0BBE9047" w:rsidR="00330C70" w:rsidRPr="00136AD8" w:rsidRDefault="00330C70" w:rsidP="000A7D7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CA135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22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3B719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F77909E" w14:textId="77777777" w:rsidR="00330C70" w:rsidRPr="009C256C" w:rsidRDefault="00330C70" w:rsidP="000A7D7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D0DB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Aplicar técnicas de composição de imagens para comunicar</w:t>
            </w:r>
          </w:p>
        </w:tc>
      </w:tr>
      <w:tr w:rsidR="00330C70" w:rsidRPr="00136AD8" w14:paraId="6A1BEE72" w14:textId="77777777" w:rsidTr="000A7D7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C2DC0FF" w14:textId="62B66649" w:rsidR="00330C70" w:rsidRPr="00136AD8" w:rsidRDefault="00330C70" w:rsidP="000A7D7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CA135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251E070" w14:textId="77777777" w:rsidR="00330C70" w:rsidRPr="00136AD8" w:rsidRDefault="00330C70" w:rsidP="000A7D7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728EF">
              <w:rPr>
                <w:rFonts w:ascii="Verdana Pro Light" w:eastAsia="Arial Unicode MS" w:hAnsi="Verdana Pro Light" w:cs="Times New Roman"/>
                <w:sz w:val="18"/>
                <w:szCs w:val="18"/>
              </w:rPr>
              <w:t>Desenho de comunicação</w:t>
            </w:r>
          </w:p>
        </w:tc>
      </w:tr>
    </w:tbl>
    <w:p w14:paraId="4C976960" w14:textId="77777777" w:rsidR="00330C70" w:rsidRPr="00136AD8" w:rsidRDefault="00330C70" w:rsidP="00330C7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7B2592C" w14:textId="77777777" w:rsidR="00330C70" w:rsidRPr="003200F2" w:rsidRDefault="00330C70" w:rsidP="00330C7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013C9E5" w14:textId="77777777" w:rsidR="00330C70" w:rsidRPr="00136AD8" w:rsidRDefault="00330C70" w:rsidP="00330C7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30C70" w:rsidRPr="00136AD8" w14:paraId="5ED9650F" w14:textId="77777777" w:rsidTr="000A7D7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353905" w14:textId="77777777" w:rsidR="00330C70" w:rsidRPr="001B353A" w:rsidRDefault="00330C70" w:rsidP="000A7D7B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30C70" w:rsidRPr="00136AD8" w14:paraId="30ABFEDB" w14:textId="77777777" w:rsidTr="000A7D7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6CE09" w14:textId="00F18A9A" w:rsidR="00330C70" w:rsidRPr="00E17441" w:rsidRDefault="00330C70" w:rsidP="000A7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2368E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Definir objetivos da comunicação</w:t>
            </w:r>
            <w:r w:rsidR="00625B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o </w:t>
            </w:r>
            <w:r w:rsidR="00B345BD">
              <w:rPr>
                <w:rFonts w:ascii="Verdana Pro Light" w:eastAsia="Arial Unicode MS" w:hAnsi="Verdana Pro Light" w:cs="Arial Unicode MS"/>
                <w:sz w:val="18"/>
                <w:szCs w:val="18"/>
              </w:rPr>
              <w:t>público-alvo</w:t>
            </w:r>
          </w:p>
          <w:p w14:paraId="011B0418" w14:textId="1B0F877A" w:rsidR="00330C70" w:rsidRPr="00E17441" w:rsidRDefault="00330C70" w:rsidP="000A7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25B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Conceber as ideias e conceitos a </w:t>
            </w:r>
            <w:r w:rsidR="00B345B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utilizar </w:t>
            </w:r>
          </w:p>
          <w:p w14:paraId="0478B183" w14:textId="30CB5248" w:rsidR="00330C70" w:rsidRPr="00E17441" w:rsidRDefault="00330C70" w:rsidP="000A7D7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9E7617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345BD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es</w:t>
            </w:r>
            <w:r w:rsidR="0020058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boços </w:t>
            </w:r>
            <w:r w:rsidR="00E834BE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preliminares do layout, composição e</w:t>
            </w:r>
            <w:r w:rsidR="004135D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estilo </w:t>
            </w:r>
            <w:r w:rsidR="00DD6E1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 desenho</w:t>
            </w:r>
            <w:r w:rsidRPr="00E17441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7F31B2F9" w14:textId="56F7C9DA" w:rsidR="00330C70" w:rsidRPr="00157B32" w:rsidRDefault="00330C70" w:rsidP="00157B3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9E7617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57B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Refinar</w:t>
            </w:r>
            <w:r w:rsidR="00157B32" w:rsidRPr="00157B3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composição, adicione detalhes e polimento aos desenhos</w:t>
            </w:r>
            <w:r w:rsidR="003B719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presentes na comunicação</w:t>
            </w:r>
          </w:p>
        </w:tc>
      </w:tr>
      <w:tr w:rsidR="00330C70" w:rsidRPr="00136AD8" w14:paraId="06B15E9E" w14:textId="77777777" w:rsidTr="000A7D7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5CEFE6" w14:textId="77777777" w:rsidR="00330C70" w:rsidRPr="001B353A" w:rsidRDefault="00330C70" w:rsidP="000A7D7B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6C2A4F" w14:textId="77777777" w:rsidR="00330C70" w:rsidRPr="001B353A" w:rsidRDefault="00330C70" w:rsidP="000A7D7B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1A01E25" w14:textId="77777777" w:rsidR="00330C70" w:rsidRPr="001B353A" w:rsidRDefault="00330C70" w:rsidP="000A7D7B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30C70" w:rsidRPr="00136AD8" w14:paraId="55A565E1" w14:textId="77777777" w:rsidTr="000A7D7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77976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 publicidade</w:t>
            </w:r>
          </w:p>
          <w:p w14:paraId="314B8833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Direitos da comunicação</w:t>
            </w:r>
          </w:p>
          <w:p w14:paraId="39B4C852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Paradigmas da comunicação de massas - propaganda, publicidade, entretenimento, informação</w:t>
            </w:r>
          </w:p>
          <w:p w14:paraId="6775C9AE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 tipologia discursiva</w:t>
            </w:r>
          </w:p>
          <w:p w14:paraId="2CC6F486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Simbologia</w:t>
            </w:r>
          </w:p>
          <w:p w14:paraId="679F8A20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Tática de provocação e surpresa</w:t>
            </w:r>
          </w:p>
          <w:p w14:paraId="6E82D878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Conjugação e junção na publicidade</w:t>
            </w:r>
          </w:p>
          <w:p w14:paraId="2CB7748C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Omissão e sugestão</w:t>
            </w:r>
          </w:p>
          <w:p w14:paraId="14FEE991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Comunicação visual e composição gráfica</w:t>
            </w:r>
          </w:p>
          <w:p w14:paraId="125316D3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dos elementos no espaço</w:t>
            </w:r>
          </w:p>
          <w:p w14:paraId="189F6A81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Peso visual, associação de formas, contraste</w:t>
            </w:r>
          </w:p>
          <w:p w14:paraId="36C5A623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Linhas direcionais, organização estática/dinâmica e simétrica/assimétrica</w:t>
            </w:r>
          </w:p>
          <w:p w14:paraId="57836D4C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Movimento, ritmo e redes padrão</w:t>
            </w:r>
          </w:p>
          <w:p w14:paraId="6804DB9E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Desenho como ferramenta de exploração de ideias e desenvolvimento de estratégias de comunicação</w:t>
            </w:r>
          </w:p>
          <w:p w14:paraId="1D6A2287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 e meio, linguagem e código</w:t>
            </w:r>
          </w:p>
          <w:p w14:paraId="0BBB5EA0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dos elementos no espaço como fator determinante do conteúdo emocional da mensagem</w:t>
            </w:r>
          </w:p>
          <w:p w14:paraId="2E29E1D7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Escolha do formato e limitação do plano</w:t>
            </w:r>
          </w:p>
          <w:p w14:paraId="17C9B40C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Clareza, precisão, eficiência, unidade</w:t>
            </w:r>
          </w:p>
          <w:p w14:paraId="300CFA04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Articulação dos conjuntos visuais de informação, de símbolos gráficos e de texto</w:t>
            </w:r>
          </w:p>
          <w:p w14:paraId="7CE03421" w14:textId="77777777" w:rsidR="00330C70" w:rsidRPr="009E4D91" w:rsidRDefault="00330C70" w:rsidP="000A7D7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4D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Integração de diferentes formatos e meios: fotografia, desenho rigoroso, etc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03CDD89" w14:textId="77777777" w:rsidR="00330C70" w:rsidRPr="00C467A3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67A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Projeto de composição gráfica - montagem e composição de painéis finais ou outros elementos gráficos</w:t>
            </w:r>
          </w:p>
          <w:p w14:paraId="7A0B9ADF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A414F81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693D052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FABA612" w14:textId="77777777" w:rsidR="00330C70" w:rsidRPr="001B353A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EB091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</w:t>
            </w:r>
            <w:r w:rsidRPr="00C4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istribuir elementos de forma equilibrada na imagem, considerando proporções e evitando que um elemento sobressaia excessivamente.</w:t>
            </w:r>
          </w:p>
          <w:p w14:paraId="2F50721C" w14:textId="77777777" w:rsidR="005C100F" w:rsidRDefault="005C100F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17441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reflexão sobre o discurso publicitário e da ação publicitária.</w:t>
            </w:r>
          </w:p>
          <w:p w14:paraId="748A4015" w14:textId="77777777" w:rsidR="00DD6E18" w:rsidRDefault="00DD6E18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17441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analíticas na leitura imagética, tendo em conta os três tipos de mensagens contempladas e a sua interação.</w:t>
            </w:r>
          </w:p>
          <w:p w14:paraId="51D41B21" w14:textId="77777777" w:rsidR="00157B32" w:rsidRDefault="00DD6E18" w:rsidP="00DD6E1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17441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composição de imagens para comunicar, formal e expressivamente, um projeto ou uma ideia.</w:t>
            </w:r>
          </w:p>
          <w:p w14:paraId="2DAF765A" w14:textId="7896F223" w:rsidR="00330C70" w:rsidRPr="00DD6E18" w:rsidRDefault="00330C70" w:rsidP="00DD6E1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DD6E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stabelecer uma hierarquia visual, guiando o espectador através da imagem e destacando elementos importantes.</w:t>
            </w:r>
          </w:p>
          <w:p w14:paraId="3F5C2EFD" w14:textId="77777777" w:rsidR="00330C70" w:rsidRPr="00517AA8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C4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eficaz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mente</w:t>
            </w:r>
            <w:r w:rsidRPr="00C4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linhas e formas para guiar o olhar do espectador e criar direção na composição.</w:t>
            </w:r>
          </w:p>
          <w:p w14:paraId="4E838703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C4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contraste e variedade de elementos, como cor, tamanho e forma, para criar interesse visual.</w:t>
            </w:r>
          </w:p>
          <w:p w14:paraId="26DF5588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C4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ontrolar o foco e desfoque para direcionar a atenção para o ponto focal da imagem.</w:t>
            </w:r>
          </w:p>
          <w:p w14:paraId="60E11B45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C4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sar cores de forma consciente para transmitir emoções, criar </w:t>
            </w:r>
            <w:r w:rsidRPr="00C4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harmonia ou destacar elementos específicos.</w:t>
            </w:r>
          </w:p>
          <w:p w14:paraId="36E0103E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C4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econhecer e utilizar efetivamente o espaço negativo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CDBDCC2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C4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padrões e repetição para criar ritmo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9B0EE32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C467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a composição às demandas específicas de diferentes meios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3AEC757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321F98B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6F3864" w14:textId="77777777" w:rsidR="00330C70" w:rsidRPr="00057283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32793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01A204AE" w14:textId="77777777" w:rsidR="00330C70" w:rsidRPr="00AE041A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3F9A2542" w14:textId="77777777" w:rsidR="00330C70" w:rsidRPr="00564406" w:rsidRDefault="00330C70" w:rsidP="000A7D7B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1794289A" w14:textId="77777777" w:rsidR="00330C70" w:rsidRPr="00564406" w:rsidRDefault="00330C70" w:rsidP="000A7D7B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29E64FCC" w14:textId="77777777" w:rsidR="00330C70" w:rsidRPr="00564406" w:rsidRDefault="00330C70" w:rsidP="000A7D7B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03901343" w14:textId="77777777" w:rsidR="00330C70" w:rsidRPr="00564406" w:rsidRDefault="00330C70" w:rsidP="000A7D7B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493FB620" w14:textId="77777777" w:rsidR="00330C70" w:rsidRPr="00564406" w:rsidRDefault="00330C70" w:rsidP="000A7D7B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2C3AB9BA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63F3CEB6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1B4E1A86" w14:textId="77777777" w:rsidR="00330C70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E5C4A91" w14:textId="77777777" w:rsidR="00330C70" w:rsidRPr="00057283" w:rsidRDefault="00330C70" w:rsidP="000A7D7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5425456" w14:textId="77777777" w:rsidR="00330C70" w:rsidRDefault="00330C70" w:rsidP="00330C7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CAA3ACA" w14:textId="77777777" w:rsidR="00330C70" w:rsidRDefault="00330C70" w:rsidP="00330C7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99E1F2A" w14:textId="77777777" w:rsidR="00330C70" w:rsidRPr="00F87025" w:rsidRDefault="00330C70" w:rsidP="00330C7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21E688C" w14:textId="77777777" w:rsidR="00330C70" w:rsidRPr="00F20E6F" w:rsidRDefault="00330C70" w:rsidP="00330C7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728EF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Aplicar técnicas de composição de imagens para comunicar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39D97FA" w14:textId="77777777" w:rsidR="00330C70" w:rsidRPr="0064164C" w:rsidRDefault="00330C70" w:rsidP="00330C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Compondo a </w:t>
      </w:r>
      <w:r w:rsidRPr="00B700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mensagem de forma clara e compreensível para o público-alvo.</w:t>
      </w:r>
    </w:p>
    <w:p w14:paraId="7FDC38D8" w14:textId="77777777" w:rsidR="00330C70" w:rsidRPr="0064164C" w:rsidRDefault="00330C70" w:rsidP="00330C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700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700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relevância da composição em relação aos objetivos específicos de comunicação visual.</w:t>
      </w:r>
    </w:p>
    <w:p w14:paraId="3E7DAD61" w14:textId="77777777" w:rsidR="00330C70" w:rsidRPr="0064164C" w:rsidRDefault="00330C70" w:rsidP="00330C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700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700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impacto visual da imagem e sua capacidade de chamar a atenção do espectador.</w:t>
      </w:r>
    </w:p>
    <w:p w14:paraId="76714644" w14:textId="77777777" w:rsidR="00330C70" w:rsidRPr="0064164C" w:rsidRDefault="00330C70" w:rsidP="00330C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B700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dequa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a composição</w:t>
      </w:r>
      <w:r w:rsidRPr="00B700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ao contexto em que será utilizada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2A18B59" w14:textId="77777777" w:rsidR="00330C70" w:rsidRDefault="00330C70" w:rsidP="00330C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</w:t>
      </w:r>
      <w:r w:rsidRPr="00B700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endo</w:t>
      </w:r>
      <w:r w:rsidRPr="00B700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consistência visual em termos de estilo, cores e elementos gráficos.</w:t>
      </w:r>
    </w:p>
    <w:p w14:paraId="3A6BBDDC" w14:textId="77777777" w:rsidR="00330C70" w:rsidRDefault="00330C70" w:rsidP="00330C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B700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700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técnicas de composição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originais e criativas</w:t>
      </w:r>
      <w:r w:rsidRPr="00B700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destacando-se de soluções convencionais.</w:t>
      </w:r>
    </w:p>
    <w:p w14:paraId="525F6362" w14:textId="77777777" w:rsidR="00330C70" w:rsidRPr="0064164C" w:rsidRDefault="00330C70" w:rsidP="00330C7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CD7.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700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700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composição esteja alinhada com as diretrizes de marca e identidade visual da organização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07484DD" w14:textId="77777777" w:rsidR="00330C70" w:rsidRPr="00136AD8" w:rsidRDefault="00330C70" w:rsidP="00330C7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19D919" w14:textId="77777777" w:rsidR="00330C70" w:rsidRPr="00F87025" w:rsidRDefault="00330C70" w:rsidP="00330C7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7AA3A25" w14:textId="77777777" w:rsidR="00330C70" w:rsidRPr="00984B30" w:rsidRDefault="00330C70" w:rsidP="00330C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388581C6" w14:textId="77777777" w:rsidR="00330C70" w:rsidRPr="00051C79" w:rsidRDefault="00330C70" w:rsidP="00330C7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D0502F" w14:textId="77777777" w:rsidR="00330C70" w:rsidRPr="00F87025" w:rsidRDefault="00330C70" w:rsidP="00330C7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6A1114F" w14:textId="77777777" w:rsidR="00330C70" w:rsidRDefault="00330C70" w:rsidP="00330C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1C21F5D1" w14:textId="77777777" w:rsidR="00330C70" w:rsidRDefault="00330C70" w:rsidP="00330C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imagem.</w:t>
      </w:r>
    </w:p>
    <w:p w14:paraId="5DE01EFA" w14:textId="77777777" w:rsidR="00330C70" w:rsidRDefault="00330C70" w:rsidP="00330C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vetorial.</w:t>
      </w:r>
    </w:p>
    <w:p w14:paraId="7A1144AB" w14:textId="77777777" w:rsidR="00330C70" w:rsidRDefault="00330C70" w:rsidP="00330C7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3844AE3" w14:textId="77777777" w:rsidR="00330C70" w:rsidRPr="00051C79" w:rsidRDefault="00330C70" w:rsidP="00330C7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399633" w14:textId="77777777" w:rsidR="00330C70" w:rsidRPr="00F87025" w:rsidRDefault="00330C70" w:rsidP="00330C7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D43CAB1" w14:textId="77777777" w:rsidR="00330C70" w:rsidRPr="00051C79" w:rsidRDefault="00330C70" w:rsidP="00330C7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C3A98F" w14:textId="77777777" w:rsidR="00330C70" w:rsidRPr="00051C79" w:rsidRDefault="00330C70" w:rsidP="00330C7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4CDB2A" w14:textId="77777777" w:rsidR="00330C70" w:rsidRPr="00051C79" w:rsidRDefault="00330C70" w:rsidP="00330C7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BB4BD0A" w14:textId="46FD9C5A" w:rsidR="00E04E4B" w:rsidRDefault="005C4B7C" w:rsidP="00953C3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A1674A5" w14:textId="77777777" w:rsidR="00E04E4B" w:rsidRDefault="00E04E4B" w:rsidP="00E04E4B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3060E" w:rsidRPr="00136AD8" w14:paraId="46A87063" w14:textId="77777777" w:rsidTr="003F2F9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A5BE79E" w14:textId="77777777" w:rsidR="0073060E" w:rsidRPr="00136AD8" w:rsidRDefault="0073060E" w:rsidP="003F2F9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F21196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2D168A5" w14:textId="77777777" w:rsidR="0073060E" w:rsidRPr="009C256C" w:rsidRDefault="0073060E" w:rsidP="003F2F99">
            <w:pPr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D865F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Captar e Tratar Imagens Digitais</w:t>
            </w:r>
          </w:p>
        </w:tc>
      </w:tr>
      <w:tr w:rsidR="0073060E" w:rsidRPr="00136AD8" w14:paraId="4FFD6E44" w14:textId="77777777" w:rsidTr="003F2F9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6EC55C3" w14:textId="77777777" w:rsidR="0073060E" w:rsidRPr="00136AD8" w:rsidRDefault="0073060E" w:rsidP="003F2F9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F21196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E7E6E6" w:themeFill="background2"/>
          </w:tcPr>
          <w:p w14:paraId="73A304D6" w14:textId="77777777" w:rsidR="0073060E" w:rsidRPr="00136AD8" w:rsidRDefault="0073060E" w:rsidP="003F2F9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21196">
              <w:rPr>
                <w:rFonts w:ascii="Verdana Pro Light" w:eastAsia="Arial Unicode MS" w:hAnsi="Verdana Pro Light" w:cs="Times New Roman"/>
                <w:sz w:val="18"/>
                <w:szCs w:val="18"/>
              </w:rPr>
              <w:t>Fotografia e Imagem Digital</w:t>
            </w:r>
          </w:p>
        </w:tc>
      </w:tr>
    </w:tbl>
    <w:p w14:paraId="487C0F87" w14:textId="77777777" w:rsidR="0073060E" w:rsidRPr="00136AD8" w:rsidRDefault="0073060E" w:rsidP="0073060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A6C8C4D" w14:textId="77777777" w:rsidR="0073060E" w:rsidRPr="003200F2" w:rsidRDefault="0073060E" w:rsidP="0073060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14F5325" w14:textId="77777777" w:rsidR="0073060E" w:rsidRPr="00136AD8" w:rsidRDefault="0073060E" w:rsidP="0073060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3060E" w:rsidRPr="00136AD8" w14:paraId="3E50EEFA" w14:textId="77777777" w:rsidTr="003F2F9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357EDF" w14:textId="77777777" w:rsidR="0073060E" w:rsidRPr="001B353A" w:rsidRDefault="0073060E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3060E" w:rsidRPr="00136AD8" w14:paraId="1BA8FE14" w14:textId="77777777" w:rsidTr="003F2F9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ECCEFA" w14:textId="77777777" w:rsidR="0073060E" w:rsidRPr="002C18A9" w:rsidRDefault="0073060E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Pesquisar e selecionar referências gráficas</w:t>
            </w:r>
          </w:p>
          <w:p w14:paraId="34CD24B6" w14:textId="77777777" w:rsidR="0073060E" w:rsidRPr="002C18A9" w:rsidRDefault="0073060E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Escolher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configurar </w:t>
            </w: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>o dispositivo a utilizar na captação</w:t>
            </w:r>
          </w:p>
          <w:p w14:paraId="3D06366E" w14:textId="77777777" w:rsidR="0073060E" w:rsidRPr="002C18A9" w:rsidRDefault="0073060E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Efetuar a captura das imagens</w:t>
            </w:r>
          </w:p>
          <w:p w14:paraId="3262EB69" w14:textId="77777777" w:rsidR="0073060E" w:rsidRPr="002C18A9" w:rsidRDefault="0073060E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>. Estruturar e efetuar as alterações a produzir</w:t>
            </w:r>
          </w:p>
          <w:p w14:paraId="17EDDFA2" w14:textId="77777777" w:rsidR="0073060E" w:rsidRPr="001B353A" w:rsidRDefault="0073060E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>. Gravar Imagens Digitais</w:t>
            </w:r>
          </w:p>
        </w:tc>
      </w:tr>
      <w:tr w:rsidR="0073060E" w:rsidRPr="00136AD8" w14:paraId="2A0055F8" w14:textId="77777777" w:rsidTr="003F2F9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280FE5" w14:textId="77777777" w:rsidR="0073060E" w:rsidRPr="001B353A" w:rsidRDefault="0073060E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F69ABC" w14:textId="77777777" w:rsidR="0073060E" w:rsidRPr="001B353A" w:rsidRDefault="0073060E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39AF045" w14:textId="77777777" w:rsidR="0073060E" w:rsidRPr="001B353A" w:rsidRDefault="0073060E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3060E" w:rsidRPr="00136AD8" w14:paraId="13834863" w14:textId="77777777" w:rsidTr="003F2F9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EC8D5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História da fotografia e sua evolução</w:t>
            </w:r>
          </w:p>
          <w:p w14:paraId="089B86FF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Equipamentos de captura</w:t>
            </w:r>
          </w:p>
          <w:p w14:paraId="5196A287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Análise e semiótica da imagem</w:t>
            </w:r>
          </w:p>
          <w:p w14:paraId="1AE5F03C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Procedimentos de captação de imagem</w:t>
            </w:r>
          </w:p>
          <w:p w14:paraId="023DE373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Procedimentos de tratamento de imagem</w:t>
            </w:r>
          </w:p>
          <w:p w14:paraId="1B4B685B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Enquadramento e composição da imagem</w:t>
            </w:r>
          </w:p>
          <w:p w14:paraId="36EF19AB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 de imagem</w:t>
            </w:r>
          </w:p>
          <w:p w14:paraId="0DB87EDB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Software de edição de imagem</w:t>
            </w:r>
          </w:p>
          <w:p w14:paraId="79E740D7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Segurança e saúde no trabalho.</w:t>
            </w:r>
          </w:p>
          <w:p w14:paraId="37AF7B88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Proteção ambiental.</w:t>
            </w:r>
          </w:p>
          <w:p w14:paraId="6222DAF5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6DEF0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Interpretar as instruções de funcionamento dos equipamentos de captura de imagem</w:t>
            </w:r>
          </w:p>
          <w:p w14:paraId="4A1399A5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Distinguir as funções dos dispositivos de captura de imagem</w:t>
            </w:r>
          </w:p>
          <w:p w14:paraId="6CFA1D8A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Selecionar e utilizar as funcionalidades do software de edição de imagens</w:t>
            </w:r>
          </w:p>
          <w:p w14:paraId="524C25BA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procedimentos de captação de imagem</w:t>
            </w:r>
          </w:p>
          <w:p w14:paraId="4E502E4E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procedimentos de tratamento de imagem</w:t>
            </w:r>
          </w:p>
          <w:p w14:paraId="750D4917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técnicas de enquadramento e composição</w:t>
            </w:r>
          </w:p>
          <w:p w14:paraId="19B9E0A2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Aplicar as normas de segurança e saúde no trabalho.</w:t>
            </w:r>
          </w:p>
          <w:p w14:paraId="0AEB6246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as normas de proteção ambiental.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5CC7C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Responsabilidades pelas suas ações.</w:t>
            </w:r>
          </w:p>
          <w:p w14:paraId="5C22553C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funções.</w:t>
            </w:r>
          </w:p>
          <w:p w14:paraId="2C2CD4BD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Cooperação com a equipa.</w:t>
            </w:r>
          </w:p>
          <w:p w14:paraId="4EEA1D64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Empenho e persistência na resolução de problemas. </w:t>
            </w:r>
          </w:p>
          <w:p w14:paraId="06767127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crítico.</w:t>
            </w:r>
          </w:p>
          <w:p w14:paraId="08DFA742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criativo.</w:t>
            </w:r>
          </w:p>
          <w:p w14:paraId="07204A66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Flexibilidade e adaptabilidade.</w:t>
            </w:r>
          </w:p>
          <w:p w14:paraId="7CD2E01A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Disponibilidade para aprender.</w:t>
            </w:r>
          </w:p>
          <w:p w14:paraId="40EC365D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Respeito pelas regras e normas definidas.</w:t>
            </w:r>
          </w:p>
          <w:p w14:paraId="40EE5D6F" w14:textId="77777777" w:rsidR="0073060E" w:rsidRPr="004B122B" w:rsidRDefault="0073060E" w:rsidP="003F2F99">
            <w:pPr>
              <w:numPr>
                <w:ilvl w:val="0"/>
                <w:numId w:val="6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2E7CC85F" w14:textId="77777777" w:rsidR="0073060E" w:rsidRDefault="0073060E" w:rsidP="0073060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41FA627" w14:textId="77777777" w:rsidR="0073060E" w:rsidRDefault="0073060E" w:rsidP="0073060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D35DE24" w14:textId="77777777" w:rsidR="0073060E" w:rsidRPr="00F87025" w:rsidRDefault="0073060E" w:rsidP="0073060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697D8DB" w14:textId="77777777" w:rsidR="0073060E" w:rsidRPr="00F20E6F" w:rsidRDefault="0073060E" w:rsidP="0073060E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224B1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Captar e Tratar Imagens Digitais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A6711DE" w14:textId="77777777" w:rsidR="0073060E" w:rsidRPr="00564406" w:rsidRDefault="0073060E" w:rsidP="0073060E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Selecionando os dispositivos em função da imagem a captar</w:t>
      </w:r>
    </w:p>
    <w:p w14:paraId="4F252FFD" w14:textId="77777777" w:rsidR="0073060E" w:rsidRPr="00564406" w:rsidRDefault="0073060E" w:rsidP="0073060E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Aplicando os procedimentos de captação e tratamento de imagem</w:t>
      </w:r>
    </w:p>
    <w:p w14:paraId="60AEDB8B" w14:textId="77777777" w:rsidR="0073060E" w:rsidRPr="00564406" w:rsidRDefault="0073060E" w:rsidP="0073060E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Utilizando as funcionalidades do software com agilidade e destreza</w:t>
      </w:r>
    </w:p>
    <w:p w14:paraId="2F294D25" w14:textId="77777777" w:rsidR="0073060E" w:rsidRPr="00136AD8" w:rsidRDefault="0073060E" w:rsidP="0073060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Demonstrando criatividade e imaginação no enquadramento e composição da imagem</w:t>
      </w:r>
    </w:p>
    <w:p w14:paraId="5E8162A0" w14:textId="77777777" w:rsidR="0073060E" w:rsidRPr="00F87025" w:rsidRDefault="0073060E" w:rsidP="0073060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4B17A54" w14:textId="77777777" w:rsidR="0073060E" w:rsidRPr="00984B30" w:rsidRDefault="0073060E" w:rsidP="00730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47AEB910" w14:textId="77777777" w:rsidR="0073060E" w:rsidRPr="00984B30" w:rsidRDefault="0073060E" w:rsidP="00730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4FE7EC5" w14:textId="77777777" w:rsidR="0073060E" w:rsidRPr="00984B30" w:rsidRDefault="0073060E" w:rsidP="00730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2520AE3" w14:textId="77777777" w:rsidR="0073060E" w:rsidRPr="00051C79" w:rsidRDefault="0073060E" w:rsidP="0073060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78463D" w14:textId="77777777" w:rsidR="0073060E" w:rsidRPr="00F87025" w:rsidRDefault="0073060E" w:rsidP="0073060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12B463D" w14:textId="77777777" w:rsidR="0073060E" w:rsidRPr="00564406" w:rsidRDefault="0073060E" w:rsidP="00730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Equipamentos de captura de imagem</w:t>
      </w:r>
    </w:p>
    <w:p w14:paraId="343265DB" w14:textId="77777777" w:rsidR="0073060E" w:rsidRPr="00564406" w:rsidRDefault="0073060E" w:rsidP="00730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 e software de edição de imagem</w:t>
      </w:r>
    </w:p>
    <w:p w14:paraId="0C7A5848" w14:textId="77777777" w:rsidR="0073060E" w:rsidRPr="00501DC8" w:rsidRDefault="0073060E" w:rsidP="00730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4C996DD7" w14:textId="77777777" w:rsidR="0073060E" w:rsidRPr="00051C79" w:rsidRDefault="0073060E" w:rsidP="0073060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17A6F9" w14:textId="77777777" w:rsidR="0073060E" w:rsidRPr="00F87025" w:rsidRDefault="0073060E" w:rsidP="0073060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76D7E70" w14:textId="77777777" w:rsidR="0073060E" w:rsidRPr="00051C79" w:rsidRDefault="0073060E" w:rsidP="0073060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9882AD" w14:textId="77777777" w:rsidR="0073060E" w:rsidRPr="00051C79" w:rsidRDefault="0073060E" w:rsidP="0073060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DA0794" w14:textId="77777777" w:rsidR="0073060E" w:rsidRPr="00051C79" w:rsidRDefault="0073060E" w:rsidP="0073060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Técnico multimédia </w:t>
      </w:r>
    </w:p>
    <w:p w14:paraId="2661A5CA" w14:textId="77777777" w:rsidR="0073060E" w:rsidRPr="00051C79" w:rsidRDefault="0073060E" w:rsidP="0073060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B21F4F4" w14:textId="77777777" w:rsidR="0073060E" w:rsidRDefault="0073060E" w:rsidP="0073060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0BEDB74" w14:textId="77777777" w:rsidR="0073060E" w:rsidRDefault="0073060E" w:rsidP="0073060E">
      <w:pPr>
        <w:rPr>
          <w:rFonts w:ascii="Verdana Pro Light" w:hAnsi="Verdana Pro Light"/>
          <w:smallCaps/>
        </w:rPr>
      </w:pPr>
    </w:p>
    <w:p w14:paraId="24F5CE6E" w14:textId="77777777" w:rsidR="0073060E" w:rsidRDefault="0073060E" w:rsidP="0073060E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3060E" w:rsidRPr="00136AD8" w14:paraId="3E25B3D5" w14:textId="77777777" w:rsidTr="003F2F9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4FD0AE9" w14:textId="0677D42D" w:rsidR="0073060E" w:rsidRPr="00136AD8" w:rsidRDefault="0073060E" w:rsidP="003F2F9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056AD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24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A9841EA" w14:textId="77777777" w:rsidR="0073060E" w:rsidRPr="009C256C" w:rsidRDefault="0073060E" w:rsidP="003F2F9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Desenhar animações digitalmente </w:t>
            </w:r>
          </w:p>
        </w:tc>
      </w:tr>
      <w:tr w:rsidR="0073060E" w:rsidRPr="00136AD8" w14:paraId="6F6E25A4" w14:textId="77777777" w:rsidTr="003F2F9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770B5BD" w14:textId="77777777" w:rsidR="0073060E" w:rsidRPr="00136AD8" w:rsidRDefault="0073060E" w:rsidP="003F2F9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9F8F8D0" w14:textId="77777777" w:rsidR="0073060E" w:rsidRPr="00136AD8" w:rsidRDefault="0073060E" w:rsidP="003F2F9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820A42">
              <w:rPr>
                <w:rFonts w:ascii="Verdana Pro Light" w:eastAsia="Arial Unicode MS" w:hAnsi="Verdana Pro Light" w:cs="Times New Roman"/>
                <w:sz w:val="18"/>
                <w:szCs w:val="18"/>
              </w:rPr>
              <w:t>Animação digital 3D – planificação</w:t>
            </w:r>
          </w:p>
        </w:tc>
      </w:tr>
    </w:tbl>
    <w:p w14:paraId="6FA6FBDD" w14:textId="77777777" w:rsidR="0073060E" w:rsidRPr="00136AD8" w:rsidRDefault="0073060E" w:rsidP="0073060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4192DB7" w14:textId="77777777" w:rsidR="0073060E" w:rsidRPr="003200F2" w:rsidRDefault="0073060E" w:rsidP="0073060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4FBBCFF" w14:textId="77777777" w:rsidR="0073060E" w:rsidRPr="00136AD8" w:rsidRDefault="0073060E" w:rsidP="0073060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3060E" w:rsidRPr="00136AD8" w14:paraId="1120DAD5" w14:textId="77777777" w:rsidTr="003F2F9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8E2B53" w14:textId="77777777" w:rsidR="0073060E" w:rsidRPr="001B353A" w:rsidRDefault="0073060E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3060E" w:rsidRPr="00136AD8" w14:paraId="4B15AAB5" w14:textId="77777777" w:rsidTr="003F2F9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7E264" w14:textId="77777777" w:rsidR="0073060E" w:rsidRPr="00820A42" w:rsidRDefault="0073060E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Listar</w:t>
            </w:r>
            <w:r w:rsidRPr="00820A4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equipamentos e processos usados na produção de animação digital.</w:t>
            </w:r>
          </w:p>
          <w:p w14:paraId="7634D4F7" w14:textId="77777777" w:rsidR="0073060E" w:rsidRDefault="0073060E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Realizar</w:t>
            </w:r>
            <w:r w:rsidRPr="00820A4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planificaç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ões</w:t>
            </w:r>
            <w:r w:rsidRPr="00820A4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desenvolvimento de animações.</w:t>
            </w:r>
          </w:p>
          <w:p w14:paraId="63DB023D" w14:textId="77777777" w:rsidR="0073060E" w:rsidRDefault="0073060E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820A42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um storyboard.</w:t>
            </w:r>
          </w:p>
          <w:p w14:paraId="63F1B766" w14:textId="77777777" w:rsidR="0073060E" w:rsidRPr="00844576" w:rsidRDefault="0073060E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</w:t>
            </w:r>
            <w:r w:rsidRPr="00820A42">
              <w:rPr>
                <w:rFonts w:ascii="Verdana Pro Light" w:eastAsia="Arial Unicode MS" w:hAnsi="Verdana Pro Light" w:cs="Arial Unicode MS"/>
                <w:sz w:val="18"/>
                <w:szCs w:val="18"/>
              </w:rPr>
              <w:t>esenvolv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er </w:t>
            </w:r>
            <w:r w:rsidRPr="00820A42">
              <w:rPr>
                <w:rFonts w:ascii="Verdana Pro Light" w:eastAsia="Arial Unicode MS" w:hAnsi="Verdana Pro Light" w:cs="Arial Unicode MS"/>
                <w:sz w:val="18"/>
                <w:szCs w:val="18"/>
              </w:rPr>
              <w:t>animação digital.</w:t>
            </w:r>
          </w:p>
        </w:tc>
      </w:tr>
      <w:tr w:rsidR="0073060E" w:rsidRPr="00136AD8" w14:paraId="341135C1" w14:textId="77777777" w:rsidTr="003F2F9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42B5C0" w14:textId="77777777" w:rsidR="0073060E" w:rsidRPr="001B353A" w:rsidRDefault="0073060E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4351FB" w14:textId="77777777" w:rsidR="0073060E" w:rsidRPr="001B353A" w:rsidRDefault="0073060E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4ACCBBF" w14:textId="77777777" w:rsidR="0073060E" w:rsidRPr="001B353A" w:rsidRDefault="0073060E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3060E" w:rsidRPr="00136AD8" w14:paraId="37471E62" w14:textId="77777777" w:rsidTr="003F2F9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7FF03" w14:textId="77777777" w:rsidR="0073060E" w:rsidRPr="00234ADA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História da animação</w:t>
            </w:r>
          </w:p>
          <w:p w14:paraId="4C0EDE05" w14:textId="77777777" w:rsidR="0073060E" w:rsidRPr="00234ADA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Teoria da animação – persistência retiniana</w:t>
            </w:r>
          </w:p>
          <w:p w14:paraId="71684E0A" w14:textId="77777777" w:rsidR="0073060E" w:rsidRPr="00234ADA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Animação tradicional e animação digital</w:t>
            </w:r>
          </w:p>
          <w:p w14:paraId="4986C8DF" w14:textId="77777777" w:rsidR="0073060E" w:rsidRPr="00234ADA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Equipamento e processos – </w:t>
            </w:r>
            <w:proofErr w:type="gramStart"/>
            <w:r w:rsidRPr="0023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fluxo</w:t>
            </w:r>
            <w:proofErr w:type="gramEnd"/>
            <w:r w:rsidRPr="0023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trabalho</w:t>
            </w:r>
          </w:p>
          <w:p w14:paraId="52D4FAF0" w14:textId="77777777" w:rsidR="0073060E" w:rsidRPr="00234ADA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planificação e desenvolvimento de animações</w:t>
            </w:r>
          </w:p>
          <w:p w14:paraId="4FABA08E" w14:textId="77777777" w:rsidR="0073060E" w:rsidRPr="00234ADA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de ficheiros – processos de compressão de imagem</w:t>
            </w:r>
          </w:p>
          <w:p w14:paraId="063B397D" w14:textId="77777777" w:rsidR="0073060E" w:rsidRPr="00234ADA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23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Frame</w:t>
            </w:r>
            <w:proofErr w:type="spellEnd"/>
            <w:r w:rsidRPr="0023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rate – cinema e vídeo</w:t>
            </w:r>
          </w:p>
          <w:p w14:paraId="291911FB" w14:textId="77777777" w:rsidR="0073060E" w:rsidRPr="00234ADA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Imagem entrelaçada – Campos par e ímpar – </w:t>
            </w:r>
            <w:proofErr w:type="spellStart"/>
            <w:r w:rsidRPr="0023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fields</w:t>
            </w:r>
            <w:proofErr w:type="spellEnd"/>
          </w:p>
          <w:p w14:paraId="41D38C0C" w14:textId="77777777" w:rsidR="0073060E" w:rsidRPr="00234ADA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Planificação da animação – storyboard</w:t>
            </w:r>
          </w:p>
          <w:p w14:paraId="6BB0753C" w14:textId="77777777" w:rsidR="0073060E" w:rsidRPr="00234ADA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Caracterização dos elementos – a importância do desenho manual</w:t>
            </w:r>
          </w:p>
          <w:p w14:paraId="6B8E6692" w14:textId="77777777" w:rsidR="0073060E" w:rsidRPr="001B353A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1DEE8" w14:textId="77777777" w:rsidR="0073060E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5D72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tilizar tablets gráficos em conjunto com uma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caneta</w:t>
            </w:r>
            <w:r w:rsidRPr="005D72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desenhar digitalmente.</w:t>
            </w:r>
          </w:p>
          <w:p w14:paraId="4FD14B76" w14:textId="77777777" w:rsidR="0073060E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0E7E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lanear movimentos e transições entre </w:t>
            </w:r>
            <w:proofErr w:type="spellStart"/>
            <w:r w:rsidRPr="000E7EAA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frames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B48DE43" w14:textId="77777777" w:rsidR="0073060E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5D72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storyboards detalhados que representem a narrativa visual da animação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5837580" w14:textId="77777777" w:rsidR="0073060E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5D72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nclui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5D72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sequências de cenas e transições.</w:t>
            </w:r>
          </w:p>
          <w:p w14:paraId="3F3F7C14" w14:textId="77777777" w:rsidR="0073060E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0E7E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estilos artísticos ao meio digital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187D72C" w14:textId="77777777" w:rsidR="0073060E" w:rsidRPr="00517AA8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5D72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5D72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animações digitais.</w:t>
            </w:r>
          </w:p>
          <w:p w14:paraId="53566689" w14:textId="77777777" w:rsidR="0073060E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A86E69" w14:textId="77777777" w:rsidR="0073060E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CA092E1" w14:textId="77777777" w:rsidR="0073060E" w:rsidRPr="00057283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F8851" w14:textId="77777777" w:rsidR="0073060E" w:rsidRDefault="0073060E" w:rsidP="003F2F99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758D8FAC" w14:textId="77777777" w:rsidR="0073060E" w:rsidRPr="00AE041A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52CDAA40" w14:textId="77777777" w:rsidR="0073060E" w:rsidRPr="00564406" w:rsidRDefault="0073060E" w:rsidP="003F2F99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37094154" w14:textId="77777777" w:rsidR="0073060E" w:rsidRPr="00564406" w:rsidRDefault="0073060E" w:rsidP="003F2F99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791BF274" w14:textId="77777777" w:rsidR="0073060E" w:rsidRPr="00564406" w:rsidRDefault="0073060E" w:rsidP="003F2F99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40313C29" w14:textId="77777777" w:rsidR="0073060E" w:rsidRPr="00564406" w:rsidRDefault="0073060E" w:rsidP="003F2F99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3BDDB9A7" w14:textId="77777777" w:rsidR="0073060E" w:rsidRPr="00564406" w:rsidRDefault="0073060E" w:rsidP="003F2F99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4427FD75" w14:textId="77777777" w:rsidR="0073060E" w:rsidRDefault="0073060E" w:rsidP="003F2F99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4D333769" w14:textId="77777777" w:rsidR="0073060E" w:rsidRDefault="0073060E" w:rsidP="003F2F99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40E1A30B" w14:textId="77777777" w:rsidR="0073060E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B38A60E" w14:textId="77777777" w:rsidR="0073060E" w:rsidRPr="00057283" w:rsidRDefault="0073060E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E657164" w14:textId="77777777" w:rsidR="0073060E" w:rsidRDefault="0073060E" w:rsidP="0073060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4BBD05C" w14:textId="77777777" w:rsidR="0073060E" w:rsidRDefault="0073060E" w:rsidP="0073060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4353AC1" w14:textId="77777777" w:rsidR="0073060E" w:rsidRPr="00F87025" w:rsidRDefault="0073060E" w:rsidP="0073060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91BD614" w14:textId="77777777" w:rsidR="0073060E" w:rsidRPr="00F20E6F" w:rsidRDefault="0073060E" w:rsidP="0073060E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7346C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Desenhar animações digitalmente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BF0A08C" w14:textId="77777777" w:rsidR="0073060E" w:rsidRPr="0064164C" w:rsidRDefault="0073060E" w:rsidP="0073060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Avaliando</w:t>
      </w:r>
      <w:r w:rsidRPr="000E7EA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qualidade e precisão dos desenhos manuais, considerando elementos como anatomia, proporções, expressões faciais e movimento.</w:t>
      </w:r>
    </w:p>
    <w:p w14:paraId="694BE82F" w14:textId="77777777" w:rsidR="0073060E" w:rsidRPr="0064164C" w:rsidRDefault="0073060E" w:rsidP="0073060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0E7EA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0E7EA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aplicação efetiva dos princípios de animação para criar animações visualmente atraentes e convincentes.</w:t>
      </w:r>
    </w:p>
    <w:p w14:paraId="20173E4D" w14:textId="77777777" w:rsidR="0073060E" w:rsidRPr="0064164C" w:rsidRDefault="0073060E" w:rsidP="0073060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Criando</w:t>
      </w:r>
      <w:r w:rsidRPr="001C335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transiç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ões</w:t>
      </w:r>
      <w:r w:rsidRPr="001C335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suave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  <w:r w:rsidRPr="001C335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dos desenhos manuais para o meio digital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6BDC0AD" w14:textId="77777777" w:rsidR="0073060E" w:rsidRPr="0064164C" w:rsidRDefault="0073060E" w:rsidP="0073060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C335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Analisa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C335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fluidez e naturalidade dos movimentos na animação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895893C" w14:textId="77777777" w:rsidR="0073060E" w:rsidRDefault="0073060E" w:rsidP="0073060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</w:t>
      </w:r>
      <w:r w:rsidRPr="001C335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Pr="001C335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ferramentas digitais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de forma eficiente</w:t>
      </w:r>
      <w:r w:rsidRPr="001C335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como tablets gráficos e softwares de desenho digital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BBE9B37" w14:textId="77777777" w:rsidR="0073060E" w:rsidRPr="0064164C" w:rsidRDefault="0073060E" w:rsidP="0073060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C335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C335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consistência visual ao longo da animação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A554D58" w14:textId="77777777" w:rsidR="0073060E" w:rsidRPr="00136AD8" w:rsidRDefault="0073060E" w:rsidP="0073060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8503EF" w14:textId="77777777" w:rsidR="0073060E" w:rsidRPr="00F87025" w:rsidRDefault="0073060E" w:rsidP="0073060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AF4AEEE" w14:textId="77777777" w:rsidR="0073060E" w:rsidRPr="00984B30" w:rsidRDefault="0073060E" w:rsidP="00730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17E7C8C4" w14:textId="77777777" w:rsidR="0073060E" w:rsidRPr="00984B30" w:rsidRDefault="0073060E" w:rsidP="00730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20DB4B0" w14:textId="77777777" w:rsidR="0073060E" w:rsidRPr="00984B30" w:rsidRDefault="0073060E" w:rsidP="00730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2D9813A" w14:textId="77777777" w:rsidR="0073060E" w:rsidRPr="00051C79" w:rsidRDefault="0073060E" w:rsidP="0073060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3F7E3C" w14:textId="77777777" w:rsidR="0073060E" w:rsidRPr="00F87025" w:rsidRDefault="0073060E" w:rsidP="0073060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7DAC0C8" w14:textId="77777777" w:rsidR="0073060E" w:rsidRPr="00564406" w:rsidRDefault="0073060E" w:rsidP="00730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Equipamentos de captura de imagem</w:t>
      </w:r>
    </w:p>
    <w:p w14:paraId="6E226B3B" w14:textId="77777777" w:rsidR="0073060E" w:rsidRPr="00564406" w:rsidRDefault="0073060E" w:rsidP="00730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 e software de edição de imagem</w:t>
      </w:r>
    </w:p>
    <w:p w14:paraId="3978A793" w14:textId="77777777" w:rsidR="0073060E" w:rsidRDefault="0073060E" w:rsidP="00730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64C19707" w14:textId="77777777" w:rsidR="0073060E" w:rsidRDefault="0073060E" w:rsidP="00730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produção de storyboards</w:t>
      </w:r>
    </w:p>
    <w:p w14:paraId="71CBE592" w14:textId="77777777" w:rsidR="0073060E" w:rsidRPr="00501DC8" w:rsidRDefault="0073060E" w:rsidP="00730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criação de animações.</w:t>
      </w:r>
    </w:p>
    <w:p w14:paraId="3632FFCF" w14:textId="77777777" w:rsidR="0073060E" w:rsidRPr="00051C79" w:rsidRDefault="0073060E" w:rsidP="0073060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8C8615" w14:textId="77777777" w:rsidR="0073060E" w:rsidRPr="00F87025" w:rsidRDefault="0073060E" w:rsidP="0073060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300C451" w14:textId="77777777" w:rsidR="0073060E" w:rsidRPr="00051C79" w:rsidRDefault="0073060E" w:rsidP="0073060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F785ED1" w14:textId="77777777" w:rsidR="0073060E" w:rsidRPr="00051C79" w:rsidRDefault="0073060E" w:rsidP="0073060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DA80D2" w14:textId="77777777" w:rsidR="0073060E" w:rsidRPr="00051C79" w:rsidRDefault="0073060E" w:rsidP="0073060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8CCCBC" w14:textId="77777777" w:rsidR="0073060E" w:rsidRDefault="0073060E" w:rsidP="0073060E">
      <w:pPr>
        <w:rPr>
          <w:rFonts w:ascii="Verdana Pro Light" w:hAnsi="Verdana Pro Light"/>
          <w:smallCaps/>
        </w:rPr>
      </w:pPr>
    </w:p>
    <w:p w14:paraId="489716F9" w14:textId="77777777" w:rsidR="0073060E" w:rsidRDefault="0073060E" w:rsidP="0073060E">
      <w:pPr>
        <w:rPr>
          <w:rFonts w:ascii="Verdana Pro Light" w:hAnsi="Verdana Pro Light"/>
          <w:smallCaps/>
        </w:rPr>
      </w:pPr>
    </w:p>
    <w:p w14:paraId="67591DA7" w14:textId="77777777" w:rsidR="0073060E" w:rsidRDefault="0073060E" w:rsidP="0073060E">
      <w:pPr>
        <w:rPr>
          <w:rFonts w:ascii="Verdana Pro Light" w:hAnsi="Verdana Pro Light"/>
          <w:smallCaps/>
        </w:rPr>
      </w:pPr>
    </w:p>
    <w:p w14:paraId="60D38FA5" w14:textId="77777777" w:rsidR="0073060E" w:rsidRDefault="0073060E" w:rsidP="0073060E">
      <w:pPr>
        <w:rPr>
          <w:rFonts w:ascii="Verdana Pro Light" w:hAnsi="Verdana Pro Light"/>
          <w:smallCaps/>
        </w:rPr>
      </w:pPr>
    </w:p>
    <w:p w14:paraId="2F3A9013" w14:textId="77777777" w:rsidR="0073060E" w:rsidRDefault="0073060E" w:rsidP="0073060E">
      <w:pPr>
        <w:rPr>
          <w:rFonts w:ascii="Verdana Pro Light" w:hAnsi="Verdana Pro Light"/>
          <w:smallCaps/>
        </w:rPr>
      </w:pPr>
    </w:p>
    <w:p w14:paraId="74B5E84A" w14:textId="77777777" w:rsidR="0073060E" w:rsidRDefault="0073060E" w:rsidP="0073060E">
      <w:pPr>
        <w:rPr>
          <w:rFonts w:ascii="Verdana Pro Light" w:hAnsi="Verdana Pro Light"/>
          <w:smallCaps/>
        </w:rPr>
      </w:pPr>
    </w:p>
    <w:p w14:paraId="772D27C7" w14:textId="77777777" w:rsidR="0073060E" w:rsidRDefault="0073060E" w:rsidP="00E04E4B">
      <w:pPr>
        <w:rPr>
          <w:rFonts w:ascii="Verdana Pro Light" w:hAnsi="Verdana Pro Light"/>
          <w:smallCaps/>
        </w:rPr>
      </w:pPr>
    </w:p>
    <w:p w14:paraId="64CCAF10" w14:textId="77777777" w:rsidR="00813EF1" w:rsidRDefault="00813EF1" w:rsidP="00E04E4B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04E4B" w:rsidRPr="00136AD8" w14:paraId="37718CAB" w14:textId="77777777" w:rsidTr="003F2F9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A859192" w14:textId="04190829" w:rsidR="00E04E4B" w:rsidRPr="00136AD8" w:rsidRDefault="00E04E4B" w:rsidP="003F2F9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19" w:name="_Hlk154600873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CB05F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CB05F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12E474A" w14:textId="77777777" w:rsidR="00E04E4B" w:rsidRPr="00AA7B53" w:rsidRDefault="00E04E4B" w:rsidP="003F2F99">
            <w:pPr>
              <w:spacing w:after="0"/>
            </w:pPr>
            <w:r>
              <w:t>Editar e animar em 3D</w:t>
            </w:r>
          </w:p>
        </w:tc>
      </w:tr>
      <w:bookmarkEnd w:id="19"/>
      <w:tr w:rsidR="00E04E4B" w:rsidRPr="00136AD8" w14:paraId="1454AEE1" w14:textId="77777777" w:rsidTr="003F2F9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A2E4B19" w14:textId="77777777" w:rsidR="00E04E4B" w:rsidRPr="00136AD8" w:rsidRDefault="00E04E4B" w:rsidP="003F2F9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D03C2CA" w14:textId="77777777" w:rsidR="00E04E4B" w:rsidRPr="00136AD8" w:rsidRDefault="00E04E4B" w:rsidP="003F2F9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Edição 3D</w:t>
            </w:r>
          </w:p>
        </w:tc>
      </w:tr>
    </w:tbl>
    <w:p w14:paraId="0FC5AC02" w14:textId="77777777" w:rsidR="00E04E4B" w:rsidRPr="00136AD8" w:rsidRDefault="00E04E4B" w:rsidP="00E04E4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D647A08" w14:textId="77777777" w:rsidR="00E04E4B" w:rsidRPr="003200F2" w:rsidRDefault="00E04E4B" w:rsidP="00E04E4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02AA4C51" w14:textId="77777777" w:rsidR="00E04E4B" w:rsidRPr="00136AD8" w:rsidRDefault="00E04E4B" w:rsidP="00E04E4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04E4B" w:rsidRPr="00136AD8" w14:paraId="296332BD" w14:textId="77777777" w:rsidTr="003F2F9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3E76DF" w14:textId="77777777" w:rsidR="00E04E4B" w:rsidRPr="001B353A" w:rsidRDefault="00E04E4B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04E4B" w:rsidRPr="00136AD8" w14:paraId="55E5ECA1" w14:textId="77777777" w:rsidTr="003F2F9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9E5274" w14:textId="77777777" w:rsidR="00E04E4B" w:rsidRPr="004D0A1C" w:rsidRDefault="00E04E4B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modelos básicos e “orgânicos”.</w:t>
            </w:r>
          </w:p>
          <w:p w14:paraId="1DCE0528" w14:textId="77777777" w:rsidR="00E04E4B" w:rsidRPr="004D0A1C" w:rsidRDefault="00E04E4B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modificadores de modulação.</w:t>
            </w:r>
          </w:p>
          <w:p w14:paraId="03A8A148" w14:textId="77777777" w:rsidR="00E04E4B" w:rsidRPr="004D0A1C" w:rsidRDefault="00E04E4B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texturas para objetos 3D.</w:t>
            </w:r>
          </w:p>
          <w:p w14:paraId="77400126" w14:textId="77777777" w:rsidR="00E04E4B" w:rsidRPr="004D0A1C" w:rsidRDefault="00E04E4B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Utilizar</w:t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tipos de mapeamento de texturas e materiais.</w:t>
            </w:r>
          </w:p>
          <w:p w14:paraId="6D78FF45" w14:textId="77777777" w:rsidR="00E04E4B" w:rsidRPr="001B353A" w:rsidRDefault="00E04E4B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Usar 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quadros chave</w:t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necessários à animação de objetos e câmaras.</w:t>
            </w:r>
          </w:p>
        </w:tc>
      </w:tr>
      <w:tr w:rsidR="00E04E4B" w:rsidRPr="00136AD8" w14:paraId="78DA9712" w14:textId="77777777" w:rsidTr="003F2F9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0B3D259" w14:textId="77777777" w:rsidR="00E04E4B" w:rsidRPr="001B353A" w:rsidRDefault="00E04E4B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9995D2" w14:textId="77777777" w:rsidR="00E04E4B" w:rsidRPr="001B353A" w:rsidRDefault="00E04E4B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8156BEF" w14:textId="77777777" w:rsidR="00E04E4B" w:rsidRPr="001B353A" w:rsidRDefault="00E04E4B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04E4B" w:rsidRPr="00136AD8" w14:paraId="304220CE" w14:textId="77777777" w:rsidTr="003F2F9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29947" w14:textId="77777777" w:rsidR="00E04E4B" w:rsidRPr="00633EBD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programas 3D e respetivas características</w:t>
            </w:r>
          </w:p>
          <w:p w14:paraId="341F2FDB" w14:textId="77777777" w:rsidR="00E04E4B" w:rsidRPr="00633EBD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Arquitetura do programa e área de trabalho</w:t>
            </w:r>
          </w:p>
          <w:p w14:paraId="2B7BB02A" w14:textId="77777777" w:rsidR="00E04E4B" w:rsidRPr="00633EBD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Caracterização do ambiente 3D e seus objetos</w:t>
            </w:r>
          </w:p>
          <w:p w14:paraId="4321F94C" w14:textId="77777777" w:rsidR="00E04E4B" w:rsidRPr="00633EBD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Comandos de transformação - movimentação, rotação e alteração de escala</w:t>
            </w:r>
          </w:p>
          <w:p w14:paraId="0965C1BD" w14:textId="77777777" w:rsidR="00E04E4B" w:rsidRPr="00633EBD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Iluminação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câmaras</w:t>
            </w:r>
          </w:p>
          <w:p w14:paraId="1FC61D12" w14:textId="77777777" w:rsidR="00E04E4B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Rendering</w:t>
            </w:r>
            <w:proofErr w:type="spellEnd"/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Finalizar o projeto para visualização</w:t>
            </w:r>
          </w:p>
          <w:p w14:paraId="0E55F1DE" w14:textId="77777777" w:rsidR="00E04E4B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Animação 3D</w:t>
            </w:r>
          </w:p>
          <w:p w14:paraId="122C7937" w14:textId="77777777" w:rsidR="00E04E4B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32E2DC" w14:textId="77777777" w:rsidR="00E04E4B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E35EE62" w14:textId="77777777" w:rsidR="00E04E4B" w:rsidRPr="001B353A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704FD" w14:textId="77777777" w:rsidR="00E04E4B" w:rsidRPr="00633EBD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principais programas informáticos 3D</w:t>
            </w:r>
          </w:p>
          <w:p w14:paraId="76571A39" w14:textId="77777777" w:rsidR="00E04E4B" w:rsidRPr="00633EBD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terminologias de modelação 3D</w:t>
            </w:r>
          </w:p>
          <w:p w14:paraId="06960561" w14:textId="77777777" w:rsidR="00E04E4B" w:rsidRPr="00633EBD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métodos e técnicas de modelação 3D</w:t>
            </w:r>
          </w:p>
          <w:p w14:paraId="445919B4" w14:textId="77777777" w:rsidR="00E04E4B" w:rsidRPr="00633EBD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lumin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objetos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diferentes tipos de luzes</w:t>
            </w:r>
          </w:p>
          <w:p w14:paraId="293BE276" w14:textId="77777777" w:rsidR="00E04E4B" w:rsidRPr="00633EBD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Demonstrar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importância da modelação 3D na prática do design</w:t>
            </w:r>
          </w:p>
          <w:p w14:paraId="796B9B0F" w14:textId="77777777" w:rsidR="00E04E4B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62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modelos 3D precisos e detalhados.</w:t>
            </w:r>
          </w:p>
          <w:p w14:paraId="3028989E" w14:textId="77777777" w:rsidR="00E04E4B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texturas e materiais.</w:t>
            </w:r>
          </w:p>
          <w:p w14:paraId="2073BD24" w14:textId="77777777" w:rsidR="00E04E4B" w:rsidRPr="00057283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animações.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BDC75" w14:textId="77777777" w:rsidR="00E04E4B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14B527D5" w14:textId="77777777" w:rsidR="00E04E4B" w:rsidRDefault="00E04E4B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4C5DA1E" w14:textId="77777777" w:rsidR="00E04E4B" w:rsidRDefault="00E04E4B" w:rsidP="003F2F9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354D6C2B" w14:textId="77777777" w:rsidR="00E04E4B" w:rsidRPr="00AB5AF8" w:rsidRDefault="00E04E4B" w:rsidP="003F2F9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763B7B18" w14:textId="77777777" w:rsidR="00E04E4B" w:rsidRPr="00AB5AF8" w:rsidRDefault="00E04E4B" w:rsidP="003F2F9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62EE40E0" w14:textId="77777777" w:rsidR="00E04E4B" w:rsidRPr="00AB5AF8" w:rsidRDefault="00E04E4B" w:rsidP="003F2F9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693BC6A3" w14:textId="77777777" w:rsidR="00E04E4B" w:rsidRPr="00AB5AF8" w:rsidRDefault="00E04E4B" w:rsidP="003F2F9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35403F52" w14:textId="77777777" w:rsidR="00E04E4B" w:rsidRPr="00A128FE" w:rsidRDefault="00E04E4B" w:rsidP="003F2F9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7CC9FA09" w14:textId="77777777" w:rsidR="00E04E4B" w:rsidRPr="00AB5AF8" w:rsidRDefault="00E04E4B" w:rsidP="003F2F9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6B8A35E2" w14:textId="77777777" w:rsidR="00E04E4B" w:rsidRPr="00057283" w:rsidRDefault="00E04E4B" w:rsidP="003F2F99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3F1427E" w14:textId="77777777" w:rsidR="00E04E4B" w:rsidRDefault="00E04E4B" w:rsidP="00E04E4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990DCCE" w14:textId="77777777" w:rsidR="00E04E4B" w:rsidRDefault="00E04E4B" w:rsidP="00E04E4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5737639" w14:textId="77777777" w:rsidR="00E04E4B" w:rsidRPr="00F87025" w:rsidRDefault="00E04E4B" w:rsidP="00E04E4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98B22B5" w14:textId="77777777" w:rsidR="00E04E4B" w:rsidRPr="00F20E6F" w:rsidRDefault="00E04E4B" w:rsidP="00E04E4B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20" w:name="_Hlk155104235"/>
      <w:r w:rsidRPr="005B339A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Editar e animar em 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9BF1D7F" w14:textId="77777777" w:rsidR="00E04E4B" w:rsidRPr="0064164C" w:rsidRDefault="00E04E4B" w:rsidP="00E04E4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topologia eficiente e limpa nos modelos para facilitar animação e </w:t>
      </w:r>
      <w:proofErr w:type="spellStart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renderização</w:t>
      </w:r>
      <w:proofErr w:type="spellEnd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3DB5D43" w14:textId="77777777" w:rsidR="00E04E4B" w:rsidRPr="0064164C" w:rsidRDefault="00E04E4B" w:rsidP="00E04E4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texturas de forma realista nos modelos</w:t>
      </w:r>
    </w:p>
    <w:p w14:paraId="4195C229" w14:textId="77777777" w:rsidR="00E04E4B" w:rsidRPr="0064164C" w:rsidRDefault="00E04E4B" w:rsidP="00E04E4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animações com movimentos naturais e fluidos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9466B40" w14:textId="77777777" w:rsidR="00E04E4B" w:rsidRPr="0064164C" w:rsidRDefault="00E04E4B" w:rsidP="00E04E4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Otimiza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cenas 3D para um desempenho eficiente durante a edição e </w:t>
      </w:r>
      <w:proofErr w:type="spellStart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renderização</w:t>
      </w:r>
      <w:proofErr w:type="spellEnd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D8D2D40" w14:textId="77777777" w:rsidR="00E04E4B" w:rsidRPr="0064164C" w:rsidRDefault="00E04E4B" w:rsidP="00E04E4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proofErr w:type="spellStart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Renderizando</w:t>
      </w:r>
      <w:proofErr w:type="spellEnd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projeto tendo em conta os canais de difusão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C0DB029" w14:textId="77777777" w:rsidR="00E04E4B" w:rsidRPr="00136AD8" w:rsidRDefault="00E04E4B" w:rsidP="00E04E4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2C12C6" w14:textId="77777777" w:rsidR="00E04E4B" w:rsidRPr="00F87025" w:rsidRDefault="00E04E4B" w:rsidP="00E04E4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9D915C4" w14:textId="77777777" w:rsidR="00E04E4B" w:rsidRPr="008047E3" w:rsidRDefault="00E04E4B" w:rsidP="00E04E4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Departamentos criativos de empresas de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 diversificadas</w:t>
      </w:r>
    </w:p>
    <w:p w14:paraId="3824BFE5" w14:textId="77777777" w:rsidR="00E04E4B" w:rsidRDefault="00E04E4B" w:rsidP="00E04E4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4E276CD" w14:textId="77777777" w:rsidR="00E04E4B" w:rsidRPr="00344D87" w:rsidRDefault="00E04E4B" w:rsidP="00E04E4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4D87">
        <w:rPr>
          <w:rFonts w:ascii="Verdana Pro Light" w:eastAsia="Arial Unicode MS" w:hAnsi="Verdana Pro Light" w:cs="Arial Unicode MS"/>
          <w:sz w:val="18"/>
          <w:szCs w:val="18"/>
        </w:rPr>
        <w:t>Atelier de Arquitetura.</w:t>
      </w:r>
    </w:p>
    <w:p w14:paraId="2EF482AC" w14:textId="77777777" w:rsidR="00E04E4B" w:rsidRPr="00344D87" w:rsidRDefault="00E04E4B" w:rsidP="00E04E4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4D87">
        <w:rPr>
          <w:rFonts w:ascii="Verdana Pro Light" w:eastAsia="Arial Unicode MS" w:hAnsi="Verdana Pro Light" w:cs="Arial Unicode MS"/>
          <w:sz w:val="18"/>
          <w:szCs w:val="18"/>
        </w:rPr>
        <w:t>Gabinetes de Engenharia.</w:t>
      </w:r>
    </w:p>
    <w:p w14:paraId="7545BF0C" w14:textId="77777777" w:rsidR="00E04E4B" w:rsidRPr="00344D87" w:rsidRDefault="00E04E4B" w:rsidP="00E04E4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4D87">
        <w:rPr>
          <w:rFonts w:ascii="Verdana Pro Light" w:eastAsia="Arial Unicode MS" w:hAnsi="Verdana Pro Light" w:cs="Arial Unicode MS"/>
          <w:sz w:val="18"/>
          <w:szCs w:val="18"/>
        </w:rPr>
        <w:t>Gabinetes de Design</w:t>
      </w:r>
    </w:p>
    <w:p w14:paraId="0FBF22E7" w14:textId="77777777" w:rsidR="00E04E4B" w:rsidRPr="00344D87" w:rsidRDefault="00E04E4B" w:rsidP="00E04E4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4D87">
        <w:rPr>
          <w:rFonts w:ascii="Verdana Pro Light" w:eastAsia="Arial Unicode MS" w:hAnsi="Verdana Pro Light" w:cs="Arial Unicode MS"/>
          <w:sz w:val="18"/>
          <w:szCs w:val="18"/>
        </w:rPr>
        <w:t>Projetistas</w:t>
      </w:r>
    </w:p>
    <w:p w14:paraId="32AAAEFE" w14:textId="77777777" w:rsidR="00E04E4B" w:rsidRPr="00F87025" w:rsidRDefault="00E04E4B" w:rsidP="00E04E4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9080D28" w14:textId="77777777" w:rsidR="00E04E4B" w:rsidRPr="008047E3" w:rsidRDefault="00E04E4B" w:rsidP="00E04E4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4ED8AEE" w14:textId="77777777" w:rsidR="00E04E4B" w:rsidRDefault="00E04E4B" w:rsidP="00E04E4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Aplicações informáticas de modelação 3D</w:t>
      </w:r>
    </w:p>
    <w:p w14:paraId="47F7864E" w14:textId="77777777" w:rsidR="00E04E4B" w:rsidRPr="00367F87" w:rsidRDefault="00E04E4B" w:rsidP="00E04E4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67F87">
        <w:rPr>
          <w:rFonts w:ascii="Verdana Pro Light" w:eastAsia="Arial Unicode MS" w:hAnsi="Verdana Pro Light" w:cs="Arial Unicode MS"/>
          <w:sz w:val="18"/>
          <w:szCs w:val="18"/>
        </w:rPr>
        <w:t>Computador e software de edição de imagem</w:t>
      </w:r>
    </w:p>
    <w:p w14:paraId="7DE840DD" w14:textId="77777777" w:rsidR="00E04E4B" w:rsidRPr="00367F87" w:rsidRDefault="00E04E4B" w:rsidP="00E04E4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67F87">
        <w:rPr>
          <w:rFonts w:ascii="Verdana Pro Light" w:eastAsia="Arial Unicode MS" w:hAnsi="Verdana Pro Light" w:cs="Arial Unicode MS"/>
          <w:sz w:val="18"/>
          <w:szCs w:val="18"/>
        </w:rPr>
        <w:t>Software de edição 3D</w:t>
      </w:r>
    </w:p>
    <w:p w14:paraId="520D5904" w14:textId="77777777" w:rsidR="00E04E4B" w:rsidRPr="00367F87" w:rsidRDefault="00E04E4B" w:rsidP="00E04E4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67F87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651CDCAC" w14:textId="77777777" w:rsidR="00E04E4B" w:rsidRPr="00367F87" w:rsidRDefault="00E04E4B" w:rsidP="00E04E4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67F87">
        <w:rPr>
          <w:rFonts w:ascii="Verdana Pro Light" w:eastAsia="Arial Unicode MS" w:hAnsi="Verdana Pro Light" w:cs="Arial Unicode MS"/>
          <w:sz w:val="18"/>
          <w:szCs w:val="18"/>
        </w:rPr>
        <w:t>Ferramentas de produção de storyboards</w:t>
      </w:r>
    </w:p>
    <w:p w14:paraId="1F4A93BE" w14:textId="77777777" w:rsidR="00E04E4B" w:rsidRPr="00367F87" w:rsidRDefault="00E04E4B" w:rsidP="00E04E4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67F87">
        <w:rPr>
          <w:rFonts w:ascii="Verdana Pro Light" w:eastAsia="Arial Unicode MS" w:hAnsi="Verdana Pro Light" w:cs="Arial Unicode MS"/>
          <w:sz w:val="18"/>
          <w:szCs w:val="18"/>
        </w:rPr>
        <w:t>Ferramentas de criação de animações</w:t>
      </w:r>
    </w:p>
    <w:bookmarkEnd w:id="20"/>
    <w:p w14:paraId="0B12B106" w14:textId="77777777" w:rsidR="00E04E4B" w:rsidRPr="00051C79" w:rsidRDefault="00E04E4B" w:rsidP="00E04E4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1DF437" w14:textId="77777777" w:rsidR="00E04E4B" w:rsidRPr="00F87025" w:rsidRDefault="00E04E4B" w:rsidP="00E04E4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32ED54D" w14:textId="77777777" w:rsidR="00E04E4B" w:rsidRPr="00051C79" w:rsidRDefault="00E04E4B" w:rsidP="00E04E4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B98CFE" w14:textId="77777777" w:rsidR="00E04E4B" w:rsidRDefault="00E04E4B" w:rsidP="00E04E4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Técnico Multimédia</w:t>
      </w:r>
    </w:p>
    <w:p w14:paraId="0762B197" w14:textId="77777777" w:rsidR="00E04E4B" w:rsidRPr="00051C79" w:rsidRDefault="00E04E4B" w:rsidP="00E04E4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Técnico Audiovisual </w:t>
      </w:r>
    </w:p>
    <w:p w14:paraId="704392A5" w14:textId="77777777" w:rsidR="00E04E4B" w:rsidRDefault="00E04E4B" w:rsidP="00E04E4B">
      <w:pPr>
        <w:rPr>
          <w:rFonts w:ascii="Verdana Pro Light" w:hAnsi="Verdana Pro Light"/>
          <w:smallCaps/>
        </w:rPr>
      </w:pPr>
    </w:p>
    <w:p w14:paraId="6B5DA4E5" w14:textId="77777777" w:rsidR="00E04E4B" w:rsidRDefault="00E04E4B" w:rsidP="00E04E4B">
      <w:pPr>
        <w:rPr>
          <w:rFonts w:ascii="Verdana Pro Light" w:hAnsi="Verdana Pro Light"/>
          <w:smallCaps/>
        </w:rPr>
      </w:pPr>
    </w:p>
    <w:p w14:paraId="028BE732" w14:textId="77777777" w:rsidR="00E04E4B" w:rsidRDefault="00E04E4B" w:rsidP="00E04E4B">
      <w:pPr>
        <w:rPr>
          <w:rFonts w:ascii="Verdana Pro Light" w:hAnsi="Verdana Pro Light"/>
          <w:smallCaps/>
        </w:rPr>
      </w:pPr>
    </w:p>
    <w:p w14:paraId="4C312255" w14:textId="77777777" w:rsidR="00E04E4B" w:rsidRDefault="00E04E4B" w:rsidP="00E04E4B">
      <w:pPr>
        <w:rPr>
          <w:rFonts w:ascii="Verdana Pro Light" w:hAnsi="Verdana Pro Light"/>
          <w:smallCaps/>
        </w:rPr>
      </w:pPr>
    </w:p>
    <w:p w14:paraId="13FF076D" w14:textId="77777777" w:rsidR="00E04E4B" w:rsidRDefault="00E04E4B" w:rsidP="00E04E4B">
      <w:pPr>
        <w:rPr>
          <w:rFonts w:ascii="Verdana Pro Light" w:hAnsi="Verdana Pro Light"/>
          <w:smallCaps/>
        </w:rPr>
      </w:pPr>
    </w:p>
    <w:p w14:paraId="39CCA455" w14:textId="77777777" w:rsidR="00E04E4B" w:rsidRDefault="00E04E4B" w:rsidP="00E04E4B">
      <w:pPr>
        <w:rPr>
          <w:rFonts w:ascii="Verdana Pro Light" w:hAnsi="Verdana Pro Light"/>
          <w:smallCaps/>
        </w:rPr>
      </w:pPr>
    </w:p>
    <w:p w14:paraId="7AC93282" w14:textId="77777777" w:rsidR="00E04E4B" w:rsidRDefault="00E04E4B" w:rsidP="00E04E4B">
      <w:pPr>
        <w:rPr>
          <w:rFonts w:ascii="Verdana Pro Light" w:hAnsi="Verdana Pro Light"/>
          <w:smallCaps/>
        </w:rPr>
      </w:pPr>
    </w:p>
    <w:p w14:paraId="13A39912" w14:textId="77777777" w:rsidR="00E04E4B" w:rsidRDefault="00E04E4B" w:rsidP="00E04E4B">
      <w:pPr>
        <w:rPr>
          <w:rFonts w:ascii="Verdana Pro Light" w:hAnsi="Verdana Pro Light"/>
          <w:smallCaps/>
        </w:rPr>
      </w:pPr>
    </w:p>
    <w:p w14:paraId="533096CF" w14:textId="77777777" w:rsidR="00E04E4B" w:rsidRDefault="00E04E4B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69F605" w14:textId="77777777" w:rsidR="008947C0" w:rsidRDefault="008947C0" w:rsidP="008947C0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947C0" w:rsidRPr="00136AD8" w14:paraId="4BC0E3CF" w14:textId="77777777" w:rsidTr="003F2F99">
        <w:trPr>
          <w:trHeight w:val="414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30FD81D" w14:textId="122CAA5A" w:rsidR="008947C0" w:rsidRPr="00136AD8" w:rsidRDefault="008947C0" w:rsidP="003F2F99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</w:pPr>
            <w:r w:rsidRPr="4175F9F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2</w:t>
            </w:r>
            <w:r w:rsidR="006B6F8B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1E29026" w14:textId="77777777" w:rsidR="008947C0" w:rsidRPr="009C256C" w:rsidRDefault="008947C0" w:rsidP="003F2F99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</w:pPr>
            <w:r w:rsidRPr="4175F9FC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  <w:t>Desenvolver competências pessoais e criativas</w:t>
            </w:r>
          </w:p>
        </w:tc>
      </w:tr>
      <w:tr w:rsidR="008947C0" w:rsidRPr="00136AD8" w14:paraId="290793ED" w14:textId="77777777" w:rsidTr="003F2F9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1F06C84" w14:textId="77777777" w:rsidR="008947C0" w:rsidRPr="00136AD8" w:rsidRDefault="008947C0" w:rsidP="003F2F99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20"/>
                <w:szCs w:val="20"/>
              </w:rPr>
            </w:pPr>
            <w:r w:rsidRPr="4175F9FC">
              <w:rPr>
                <w:rFonts w:ascii="Verdana Pro Light" w:hAnsi="Verdana Pro Light" w:cs="Times New Roman"/>
                <w:smallCaps/>
                <w:color w:val="C45911" w:themeColor="accent2" w:themeShade="BF"/>
                <w:sz w:val="20"/>
                <w:szCs w:val="20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F7FE882" w14:textId="77777777" w:rsidR="008947C0" w:rsidRPr="00136AD8" w:rsidRDefault="008947C0" w:rsidP="003F2F99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20"/>
                <w:szCs w:val="20"/>
              </w:rPr>
            </w:pPr>
            <w:r w:rsidRPr="4175F9FC">
              <w:rPr>
                <w:rFonts w:ascii="Verdana Pro Light" w:eastAsia="Arial Unicode MS" w:hAnsi="Verdana Pro Light" w:cs="Times New Roman"/>
                <w:color w:val="C45911" w:themeColor="accent2" w:themeShade="BF"/>
                <w:sz w:val="20"/>
                <w:szCs w:val="20"/>
              </w:rPr>
              <w:t>Desenvolvimento pessoal e criativo</w:t>
            </w:r>
          </w:p>
        </w:tc>
      </w:tr>
    </w:tbl>
    <w:p w14:paraId="22C2B6A1" w14:textId="77777777" w:rsidR="008947C0" w:rsidRPr="00136AD8" w:rsidRDefault="008947C0" w:rsidP="008947C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2E4F590" w14:textId="77777777" w:rsidR="008947C0" w:rsidRPr="003200F2" w:rsidRDefault="008947C0" w:rsidP="008947C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4AD5C32" w14:textId="77777777" w:rsidR="008947C0" w:rsidRPr="00136AD8" w:rsidRDefault="008947C0" w:rsidP="008947C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947C0" w:rsidRPr="00136AD8" w14:paraId="0292F729" w14:textId="77777777" w:rsidTr="003F2F9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B6BD8F" w14:textId="77777777" w:rsidR="008947C0" w:rsidRPr="001B353A" w:rsidRDefault="008947C0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947C0" w:rsidRPr="00136AD8" w14:paraId="63EA6B7E" w14:textId="77777777" w:rsidTr="003F2F9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209C10" w14:textId="77777777" w:rsidR="008947C0" w:rsidRPr="001B353A" w:rsidRDefault="008947C0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competências pessoais e identitárias.</w:t>
            </w:r>
          </w:p>
          <w:p w14:paraId="0D0FE630" w14:textId="77777777" w:rsidR="008947C0" w:rsidRPr="001B353A" w:rsidRDefault="008947C0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Estabelecer objetivos pessoais, profissionais e sociais.</w:t>
            </w:r>
          </w:p>
          <w:p w14:paraId="35FE77C9" w14:textId="77777777" w:rsidR="008947C0" w:rsidRDefault="008947C0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Recolher </w:t>
            </w:r>
            <w:r w:rsidRPr="000E49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estruturar o plano de ação pessoal.</w:t>
            </w:r>
          </w:p>
          <w:p w14:paraId="7E462445" w14:textId="77777777" w:rsidR="008947C0" w:rsidRPr="001B353A" w:rsidRDefault="008947C0" w:rsidP="003F2F99">
            <w:pPr>
              <w:spacing w:before="120" w:after="8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bCs/>
                <w:smallCaps/>
                <w:sz w:val="18"/>
                <w:szCs w:val="18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as competências mobilizadas.</w:t>
            </w:r>
          </w:p>
        </w:tc>
      </w:tr>
      <w:tr w:rsidR="008947C0" w:rsidRPr="00136AD8" w14:paraId="2179CB8B" w14:textId="77777777" w:rsidTr="003F2F9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2AA780" w14:textId="77777777" w:rsidR="008947C0" w:rsidRPr="001B353A" w:rsidRDefault="008947C0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68B477" w14:textId="77777777" w:rsidR="008947C0" w:rsidRPr="001B353A" w:rsidRDefault="008947C0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9E00056" w14:textId="77777777" w:rsidR="008947C0" w:rsidRPr="001B353A" w:rsidRDefault="008947C0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947C0" w:rsidRPr="00136AD8" w14:paraId="3A36E164" w14:textId="77777777" w:rsidTr="003F2F99">
        <w:trPr>
          <w:trHeight w:val="977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26757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 – desenvolvimento biopsicossocial, experiência de vida. </w:t>
            </w:r>
          </w:p>
          <w:p w14:paraId="1DC35843" w14:textId="77777777" w:rsidR="008947C0" w:rsidRPr="00CF613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-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desconstrução da formalidade, 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estereótipo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preconceito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A1DCC24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Níveis de consciência – pessoal e social.</w:t>
            </w:r>
          </w:p>
          <w:p w14:paraId="142D7E10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emoções.</w:t>
            </w:r>
          </w:p>
          <w:p w14:paraId="3049DE64" w14:textId="77777777" w:rsidR="008947C0" w:rsidRPr="00520F8E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Inteligência emocional –</w:t>
            </w:r>
            <w:r w:rsidRPr="00C041D3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inteligência, </w:t>
            </w: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dimensões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intrapessoais (autoconhecimento, controlo emocional,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e interpessoais (reconhecimento de emoções dos outros, relação interpessoal), influência comportamental.</w:t>
            </w:r>
          </w:p>
          <w:p w14:paraId="1CE56D1C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Empoderamento e capacitação pessoal – benefícios.</w:t>
            </w:r>
          </w:p>
          <w:p w14:paraId="2897894A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expetativas.</w:t>
            </w:r>
          </w:p>
          <w:p w14:paraId="587AA59C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743047AE" w14:textId="77777777" w:rsidR="008947C0" w:rsidRPr="00CF613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Criatividade </w:t>
            </w:r>
            <w:r w:rsidRPr="00D87E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processo criativo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princípios.</w:t>
            </w:r>
          </w:p>
          <w:p w14:paraId="7B3AE1A2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2141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estimulação da criatividade, sensibilidade e curiosidade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r w:rsidRPr="00393633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brainstorming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associação de ideias, mapas mentais, improvisação, entre outras.</w:t>
            </w:r>
          </w:p>
          <w:p w14:paraId="1CEEF4C5" w14:textId="77777777" w:rsidR="008947C0" w:rsidRPr="004E2FD2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ação pessoal.</w:t>
            </w:r>
          </w:p>
          <w:p w14:paraId="1630F938" w14:textId="77777777" w:rsidR="008947C0" w:rsidRPr="005E1132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8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Autoavaliação de competências e de desempenho.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5900A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a importância do autoconhecimento para o processo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melhoria e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aprendizagem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longo da vida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F03C066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caraterísticas, emoções e competências pessoais.</w:t>
            </w:r>
          </w:p>
          <w:p w14:paraId="7DF8F120" w14:textId="77777777" w:rsidR="008947C0" w:rsidRPr="004B5CB8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autorreflexão sobre 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necessidades e lacunas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ao nível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das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competências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247645E" w14:textId="77777777" w:rsidR="008947C0" w:rsidRPr="004B5CB8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prioridades.</w:t>
            </w:r>
          </w:p>
          <w:p w14:paraId="17E23AD9" w14:textId="77777777" w:rsidR="008947C0" w:rsidRPr="004B5CB8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Pesquisar informação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sobre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temáticas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que tem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interesse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 necessidade.</w:t>
            </w:r>
          </w:p>
          <w:p w14:paraId="5CF8625C" w14:textId="77777777" w:rsidR="008947C0" w:rsidRPr="00E8391B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</w:t>
            </w: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estimulação da criatividade, sensibilidade e curiosidade.</w:t>
            </w:r>
          </w:p>
          <w:p w14:paraId="3FE240DC" w14:textId="77777777" w:rsidR="008947C0" w:rsidRPr="00517AA8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linhas orientadoras do plano de ação pessoal.</w:t>
            </w:r>
          </w:p>
          <w:p w14:paraId="65DEFECD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 autorreflexão sobre as competências adquiridas e/ou desenvolvidas.</w:t>
            </w:r>
          </w:p>
          <w:p w14:paraId="36E1F83B" w14:textId="77777777" w:rsidR="008947C0" w:rsidRPr="005E1132" w:rsidRDefault="008947C0" w:rsidP="003F2F99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5FCCFA5" w14:textId="77777777" w:rsidR="008947C0" w:rsidRPr="005E1132" w:rsidRDefault="008947C0" w:rsidP="003F2F99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6A91C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60826B8A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6647B35" w14:textId="77777777" w:rsidR="008947C0" w:rsidRPr="00736333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57D74D36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9B9E9DB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6C4D5D35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6EFDB4C2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160C7615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71AC3FD" w14:textId="77777777" w:rsidR="008947C0" w:rsidRPr="00736333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8DDC23C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E71656B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6CE16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6F4C89BE" w14:textId="77777777" w:rsidR="008947C0" w:rsidRPr="00B8378C" w:rsidRDefault="008947C0" w:rsidP="003F2F9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64D2FFD" w14:textId="77777777" w:rsidR="008947C0" w:rsidRPr="005E1132" w:rsidRDefault="008947C0" w:rsidP="003F2F99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671830E" w14:textId="77777777" w:rsidR="008947C0" w:rsidRDefault="008947C0" w:rsidP="008947C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BBDA619" w14:textId="77777777" w:rsidR="008947C0" w:rsidRDefault="008947C0" w:rsidP="008947C0">
      <w:pPr>
        <w:rPr>
          <w:rFonts w:ascii="Verdana Pro Light" w:hAnsi="Verdana Pro Light"/>
          <w:smallCaps/>
        </w:rPr>
      </w:pPr>
    </w:p>
    <w:p w14:paraId="2599EA25" w14:textId="77777777" w:rsidR="008947C0" w:rsidRPr="00F87025" w:rsidRDefault="008947C0" w:rsidP="008947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CB857D9" w14:textId="77777777" w:rsidR="008947C0" w:rsidRPr="00F20E6F" w:rsidRDefault="008947C0" w:rsidP="008947C0">
      <w:pPr>
        <w:spacing w:before="120"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Desenvolver competências pessoais e criativas:</w:t>
      </w:r>
    </w:p>
    <w:p w14:paraId="670EE178" w14:textId="77777777" w:rsidR="008947C0" w:rsidRPr="00B450A1" w:rsidRDefault="008947C0" w:rsidP="008947C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 xml:space="preserve">Identificando as suas potencialidades e necessidades individuais e profissionais. </w:t>
      </w:r>
    </w:p>
    <w:p w14:paraId="40EC96EE" w14:textId="77777777" w:rsidR="008947C0" w:rsidRPr="00B450A1" w:rsidRDefault="008947C0" w:rsidP="008947C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Definindo objetivos de curto, médio e longo prazo.</w:t>
      </w:r>
    </w:p>
    <w:p w14:paraId="4F66F63C" w14:textId="77777777" w:rsidR="008947C0" w:rsidRPr="00B450A1" w:rsidRDefault="008947C0" w:rsidP="008947C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Mobilizando ferramentas de desenvolvimento pessoal.</w:t>
      </w:r>
    </w:p>
    <w:p w14:paraId="3C014A77" w14:textId="77777777" w:rsidR="008947C0" w:rsidRPr="00136AD8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929BF0" w14:textId="77777777" w:rsidR="008947C0" w:rsidRPr="00F87025" w:rsidRDefault="008947C0" w:rsidP="008947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B74FE75" w14:textId="77777777" w:rsidR="008947C0" w:rsidRPr="00CD4CF0" w:rsidRDefault="008947C0" w:rsidP="008947C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6252B827" w14:textId="77777777" w:rsidR="008947C0" w:rsidRPr="00051C79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6F8E5B" w14:textId="77777777" w:rsidR="008947C0" w:rsidRPr="00CD4CF0" w:rsidRDefault="008947C0" w:rsidP="008947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4B4F8E6" w14:textId="77777777" w:rsidR="008947C0" w:rsidRPr="00E27581" w:rsidRDefault="008947C0" w:rsidP="008947C0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6DBD601A" w14:textId="77777777" w:rsidR="008947C0" w:rsidRDefault="008947C0" w:rsidP="008947C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desenvolvimento pessoal.</w:t>
      </w:r>
    </w:p>
    <w:p w14:paraId="151CA967" w14:textId="77777777" w:rsidR="008947C0" w:rsidRPr="00A7105B" w:rsidRDefault="008947C0" w:rsidP="008947C0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79B93E3" w14:textId="77777777" w:rsidR="008947C0" w:rsidRPr="00F87025" w:rsidRDefault="008947C0" w:rsidP="008947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685192B" w14:textId="77777777" w:rsidR="008947C0" w:rsidRPr="00051C79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237F2E" w14:textId="77777777" w:rsidR="008947C0" w:rsidRPr="00051C79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D2EB97" w14:textId="77777777" w:rsidR="008947C0" w:rsidRPr="00051C79" w:rsidRDefault="008947C0" w:rsidP="008947C0">
      <w:pPr>
        <w:rPr>
          <w:rFonts w:ascii="Verdana Pro Light" w:hAnsi="Verdana Pro Light"/>
          <w:smallCaps/>
        </w:rPr>
      </w:pPr>
    </w:p>
    <w:p w14:paraId="75A4DEA3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0FE0ACD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F1306A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BDB3976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382D5E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31769F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A074D3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AE8BEF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3B1C08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AF07F9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D17D40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BED705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4BB256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EE52A6" w14:textId="77777777" w:rsidR="00D610B3" w:rsidRDefault="00D610B3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4A8E45" w14:textId="77777777" w:rsidR="00D610B3" w:rsidRDefault="00D610B3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0546B7" w14:textId="77777777" w:rsidR="008947C0" w:rsidRDefault="008947C0" w:rsidP="008947C0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947C0" w:rsidRPr="00136AD8" w14:paraId="18584F6B" w14:textId="77777777" w:rsidTr="003F2F9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D769A2B" w14:textId="5B04ADFA" w:rsidR="008947C0" w:rsidRPr="00136AD8" w:rsidRDefault="008947C0" w:rsidP="003F2F99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</w:pPr>
            <w:r w:rsidRPr="0776B4BA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EA2200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A054C98" w14:textId="77777777" w:rsidR="008947C0" w:rsidRPr="009C256C" w:rsidRDefault="008947C0" w:rsidP="003F2F99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Aplicar </w:t>
            </w:r>
            <w:proofErr w:type="spellStart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>storytelling</w:t>
            </w:r>
            <w:proofErr w:type="spellEnd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 xml:space="preserve"> </w:t>
            </w: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na comunicação</w:t>
            </w:r>
          </w:p>
        </w:tc>
      </w:tr>
      <w:tr w:rsidR="008947C0" w:rsidRPr="00136AD8" w14:paraId="6EFFE691" w14:textId="77777777" w:rsidTr="003F2F9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EEB7A71" w14:textId="7D7372D0" w:rsidR="008947C0" w:rsidRPr="00136AD8" w:rsidRDefault="008947C0" w:rsidP="003F2F99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</w:pPr>
            <w:r w:rsidRPr="0776B4BA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</w:t>
            </w:r>
            <w:r w:rsidR="0049776C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AC4E7DC" w14:textId="77777777" w:rsidR="008947C0" w:rsidRPr="00136AD8" w:rsidRDefault="008947C0" w:rsidP="003F2F99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7DE8AE94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 xml:space="preserve">Técnicas de comunicação e </w:t>
            </w:r>
            <w:proofErr w:type="spellStart"/>
            <w:r w:rsidRPr="7DE8AE94">
              <w:rPr>
                <w:rFonts w:ascii="Verdana Pro Light" w:eastAsia="Arial Unicode MS" w:hAnsi="Verdana Pro Light" w:cs="Times New Roman"/>
                <w:i/>
                <w:iCs/>
                <w:color w:val="C45911" w:themeColor="accent2" w:themeShade="BF"/>
                <w:sz w:val="18"/>
                <w:szCs w:val="18"/>
              </w:rPr>
              <w:t>storytelling</w:t>
            </w:r>
            <w:proofErr w:type="spellEnd"/>
          </w:p>
        </w:tc>
      </w:tr>
    </w:tbl>
    <w:p w14:paraId="6A3D4E6C" w14:textId="77777777" w:rsidR="008947C0" w:rsidRPr="00136AD8" w:rsidRDefault="008947C0" w:rsidP="008947C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CF667EA" w14:textId="77777777" w:rsidR="008947C0" w:rsidRPr="003200F2" w:rsidRDefault="008947C0" w:rsidP="008947C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3FD5E51" w14:textId="77777777" w:rsidR="008947C0" w:rsidRPr="00136AD8" w:rsidRDefault="008947C0" w:rsidP="008947C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947C0" w:rsidRPr="00136AD8" w14:paraId="1719E6E7" w14:textId="77777777" w:rsidTr="003F2F9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1808E4" w14:textId="77777777" w:rsidR="008947C0" w:rsidRPr="001B353A" w:rsidRDefault="008947C0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947C0" w:rsidRPr="00136AD8" w14:paraId="5F368BE4" w14:textId="77777777" w:rsidTr="003F2F99">
        <w:trPr>
          <w:trHeight w:val="135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BBD7C0" w14:textId="77777777" w:rsidR="008947C0" w:rsidRPr="001B353A" w:rsidRDefault="008947C0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Construir e estruturar uma narrativa.</w:t>
            </w:r>
          </w:p>
          <w:p w14:paraId="5C50C48E" w14:textId="77777777" w:rsidR="008947C0" w:rsidRPr="006075B7" w:rsidRDefault="008947C0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Transmitir a mensagem com impacto emocional a diferentes interlocutores e em contextos variados.</w:t>
            </w:r>
          </w:p>
          <w:p w14:paraId="21915354" w14:textId="77777777" w:rsidR="008947C0" w:rsidRPr="006075B7" w:rsidRDefault="008947C0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Avaliar o </w:t>
            </w: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resultado da transmissão da mensagem.</w:t>
            </w:r>
          </w:p>
        </w:tc>
      </w:tr>
      <w:tr w:rsidR="008947C0" w:rsidRPr="00136AD8" w14:paraId="7D8AC588" w14:textId="77777777" w:rsidTr="003F2F9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A18384" w14:textId="77777777" w:rsidR="008947C0" w:rsidRPr="001B353A" w:rsidRDefault="008947C0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3F490E" w14:textId="77777777" w:rsidR="008947C0" w:rsidRPr="001B353A" w:rsidRDefault="008947C0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3E2595A" w14:textId="77777777" w:rsidR="008947C0" w:rsidRPr="001B353A" w:rsidRDefault="008947C0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947C0" w:rsidRPr="00136AD8" w14:paraId="299CB46D" w14:textId="77777777" w:rsidTr="003F2F99">
        <w:trPr>
          <w:trHeight w:val="98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8EB91" w14:textId="77777777" w:rsidR="008947C0" w:rsidRPr="00BD2B9C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comunicação – funções, elementos, dimensões, barreiras e atitudes.</w:t>
            </w:r>
          </w:p>
          <w:p w14:paraId="6A01E893" w14:textId="77777777" w:rsidR="008947C0" w:rsidRPr="00BD2B9C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verbal (oral e escrita) e comunicação não-verbal –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(movimentos corporais, gestos, expressão facial e postura),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outros) e proxémica (distância espacial face a alguém).</w:t>
            </w:r>
          </w:p>
          <w:p w14:paraId="66443381" w14:textId="77777777" w:rsidR="008947C0" w:rsidRPr="00BD2B9C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Mensagem – construção da narrativa, adaptação, envio, receção e interpretação.</w:t>
            </w:r>
          </w:p>
          <w:p w14:paraId="6178CF7A" w14:textId="77777777" w:rsidR="008947C0" w:rsidRPr="00BD2B9C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comunicação.</w:t>
            </w:r>
          </w:p>
          <w:p w14:paraId="72BC5F92" w14:textId="77777777" w:rsidR="008947C0" w:rsidRPr="00BD2B9C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escuta ativa.</w:t>
            </w:r>
          </w:p>
          <w:p w14:paraId="3FAB6597" w14:textId="77777777" w:rsidR="008947C0" w:rsidRPr="00BD2B9C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expetativas e motivação.</w:t>
            </w:r>
          </w:p>
          <w:p w14:paraId="2D652DF2" w14:textId="77777777" w:rsidR="008947C0" w:rsidRPr="00BD2B9C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Perfis comunicacionais – comunicação passiva, agressiva, assertiva e manipuladora.</w:t>
            </w:r>
          </w:p>
          <w:p w14:paraId="1DA05975" w14:textId="77777777" w:rsidR="008947C0" w:rsidRPr="00BD2B9C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das emoções.</w:t>
            </w:r>
          </w:p>
          <w:p w14:paraId="2B94AE5A" w14:textId="77777777" w:rsidR="008947C0" w:rsidRPr="00BD2B9C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conceito e pilares (propósito, autenticidade, abertura, empatia, clareza e escuta).</w:t>
            </w:r>
          </w:p>
          <w:p w14:paraId="01F18C2A" w14:textId="77777777" w:rsidR="008947C0" w:rsidRPr="00BD2B9C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lastRenderedPageBreak/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–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objetivos, tipos, métodos e técnicas, contextos de aplicação.</w:t>
            </w:r>
          </w:p>
          <w:p w14:paraId="2A9AD617" w14:textId="77777777" w:rsidR="008947C0" w:rsidRPr="00BD2B9C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vantagens e desafios (internos e externos).</w:t>
            </w:r>
          </w:p>
          <w:p w14:paraId="1113F7FE" w14:textId="77777777" w:rsidR="008947C0" w:rsidRPr="00BD2B9C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apresentação pública.</w:t>
            </w:r>
          </w:p>
          <w:p w14:paraId="461D8844" w14:textId="77777777" w:rsidR="008947C0" w:rsidRPr="00BD2B9C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80" w:line="276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Avaliação do impacto da apresentação.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16CFF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Definir o propósito da narrativa.</w:t>
            </w:r>
          </w:p>
          <w:p w14:paraId="2FBF59BD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estratégia da narrativa.</w:t>
            </w:r>
          </w:p>
          <w:p w14:paraId="5AE27F1A" w14:textId="77777777" w:rsidR="008947C0" w:rsidRPr="00681625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o alinhamento da narrativa em função do canal de comunicação.</w:t>
            </w:r>
          </w:p>
          <w:p w14:paraId="3E32E150" w14:textId="77777777" w:rsidR="008947C0" w:rsidRPr="00681625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a apresentação pública.</w:t>
            </w:r>
          </w:p>
          <w:p w14:paraId="40FA7DDF" w14:textId="77777777" w:rsidR="008947C0" w:rsidRPr="00681625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 narrativa.</w:t>
            </w:r>
          </w:p>
          <w:p w14:paraId="64BBBC9C" w14:textId="77777777" w:rsidR="008947C0" w:rsidRPr="00681625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 reação do público-alvo e manter a conexão. </w:t>
            </w:r>
          </w:p>
          <w:p w14:paraId="113F9C65" w14:textId="77777777" w:rsidR="008947C0" w:rsidRPr="00681625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e adaptar as suas próprias emoções.</w:t>
            </w:r>
          </w:p>
          <w:p w14:paraId="505F7B7F" w14:textId="77777777" w:rsidR="008947C0" w:rsidRPr="00681625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Ajustar a narrativa ao público-alvo e ao contexto.</w:t>
            </w:r>
          </w:p>
          <w:p w14:paraId="7A11A8CD" w14:textId="77777777" w:rsidR="008947C0" w:rsidRPr="00681625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Antecipar situações imprevistas.</w:t>
            </w:r>
          </w:p>
          <w:p w14:paraId="1285AF5F" w14:textId="77777777" w:rsidR="008947C0" w:rsidRPr="00681625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 w:rsidRPr="00681625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Autoavaliar o seu desempenho</w:t>
            </w:r>
            <w:r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57C65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40A200F7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20BC824" w14:textId="77777777" w:rsidR="008947C0" w:rsidRPr="00ED5C5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postura e imagem profissional.</w:t>
            </w:r>
          </w:p>
          <w:p w14:paraId="3909E0B3" w14:textId="77777777" w:rsidR="008947C0" w:rsidRPr="00ED5C5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Autenticidade.</w:t>
            </w:r>
          </w:p>
          <w:p w14:paraId="4AFE01C7" w14:textId="77777777" w:rsidR="008947C0" w:rsidRPr="00ED5C5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0D970577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75B9555B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Objetividade.</w:t>
            </w:r>
          </w:p>
          <w:p w14:paraId="620C8DED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6AD9F55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1DC63861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586D9310" w14:textId="77777777" w:rsidR="008947C0" w:rsidRPr="000546C4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EAFC4FE" w14:textId="77777777" w:rsidR="008947C0" w:rsidRPr="00EE3BEC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Autorreflexão. </w:t>
            </w:r>
          </w:p>
          <w:p w14:paraId="382551F7" w14:textId="77777777" w:rsidR="008947C0" w:rsidRDefault="008947C0" w:rsidP="00894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0AC636CB" w14:textId="77777777" w:rsidR="008947C0" w:rsidRDefault="008947C0" w:rsidP="008947C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7130B6DA" w14:textId="77777777" w:rsidR="008947C0" w:rsidRDefault="008947C0" w:rsidP="008947C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74E3B05E" w14:textId="77777777" w:rsidR="008947C0" w:rsidRPr="00EE3BEC" w:rsidRDefault="008947C0" w:rsidP="003F2F99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DF20AFF" w14:textId="77777777" w:rsidR="008947C0" w:rsidRPr="00057283" w:rsidRDefault="008947C0" w:rsidP="003F2F99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BC280A0" w14:textId="77777777" w:rsidR="008947C0" w:rsidRDefault="008947C0" w:rsidP="008947C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FCD81D1" w14:textId="77777777" w:rsidR="008947C0" w:rsidRDefault="008947C0" w:rsidP="008947C0">
      <w:pPr>
        <w:rPr>
          <w:rFonts w:ascii="Verdana Pro Light" w:hAnsi="Verdana Pro Light"/>
          <w:smallCaps/>
        </w:rPr>
      </w:pPr>
    </w:p>
    <w:p w14:paraId="39FA2D55" w14:textId="77777777" w:rsidR="008947C0" w:rsidRPr="00F87025" w:rsidRDefault="008947C0" w:rsidP="008947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DA9D9D7" w14:textId="77777777" w:rsidR="008947C0" w:rsidRPr="005F6E61" w:rsidRDefault="008947C0" w:rsidP="008947C0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5F6E61">
        <w:rPr>
          <w:rFonts w:ascii="Verdana Pro Light" w:eastAsia="Arial Unicode MS" w:hAnsi="Verdana Pro Light" w:cs="Times New Roman"/>
          <w:bCs/>
          <w:i/>
          <w:sz w:val="18"/>
          <w:szCs w:val="18"/>
        </w:rPr>
        <w:t xml:space="preserve">Aplicar </w:t>
      </w:r>
      <w:proofErr w:type="spellStart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>storytelling</w:t>
      </w:r>
      <w:proofErr w:type="spellEnd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 xml:space="preserve"> na comunicação:</w:t>
      </w:r>
    </w:p>
    <w:p w14:paraId="0816DD48" w14:textId="77777777" w:rsidR="008947C0" w:rsidRPr="00B450A1" w:rsidRDefault="008947C0" w:rsidP="008947C0">
      <w:pPr>
        <w:spacing w:before="120" w:after="0" w:line="276" w:lineRule="auto"/>
        <w:ind w:left="709" w:hanging="568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>Criando e apresentando a narrativa</w:t>
      </w:r>
      <w:r>
        <w:rPr>
          <w:rFonts w:ascii="Verdana Pro Light" w:eastAsia="Arial Unicode MS" w:hAnsi="Verdana Pro Light" w:cs="Arial Unicode MS"/>
          <w:sz w:val="18"/>
          <w:szCs w:val="18"/>
        </w:rPr>
        <w:t>,</w:t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 xml:space="preserve"> de acordo com o objetivo comunicacional e resultado esperado.</w:t>
      </w:r>
    </w:p>
    <w:p w14:paraId="7033D444" w14:textId="77777777" w:rsidR="008947C0" w:rsidRDefault="008947C0" w:rsidP="008947C0">
      <w:pPr>
        <w:spacing w:before="120" w:after="0" w:line="276" w:lineRule="auto"/>
        <w:ind w:left="709" w:hanging="568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CD2. Demonstrando autenticidade, disponibilidade, empatia e escuta na articulação e transmissão da mensagem. </w:t>
      </w:r>
    </w:p>
    <w:p w14:paraId="0F632EFD" w14:textId="77777777" w:rsidR="008947C0" w:rsidRDefault="008947C0" w:rsidP="008947C0">
      <w:pPr>
        <w:pStyle w:val="Textodecomentrio"/>
        <w:spacing w:line="276" w:lineRule="auto"/>
        <w:ind w:left="142"/>
        <w:jc w:val="both"/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 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 xml:space="preserve">Utilizando uma narrativa clara, criativa e </w:t>
      </w:r>
      <w:r>
        <w:rPr>
          <w:rFonts w:ascii="Verdana Pro Light" w:eastAsia="Arial Unicode MS" w:hAnsi="Verdana Pro Light" w:cs="Arial Unicode MS"/>
          <w:sz w:val="18"/>
          <w:szCs w:val="18"/>
        </w:rPr>
        <w:t>persuasiva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>, com recurso a linguagem verbal e não verbal.</w:t>
      </w:r>
    </w:p>
    <w:p w14:paraId="6B0E642B" w14:textId="77777777" w:rsidR="008947C0" w:rsidRPr="00BD2B9C" w:rsidRDefault="008947C0" w:rsidP="008947C0">
      <w:pPr>
        <w:spacing w:before="120" w:after="0" w:line="276" w:lineRule="auto"/>
        <w:ind w:left="709" w:hanging="568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B450A1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B235ED">
        <w:rPr>
          <w:rFonts w:ascii="Verdana Pro Light" w:eastAsia="Arial Unicode MS" w:hAnsi="Verdana Pro Light" w:cs="Arial Unicode MS"/>
          <w:sz w:val="18"/>
          <w:szCs w:val="18"/>
        </w:rPr>
        <w:t xml:space="preserve">Adaptando as técnicas </w:t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comunicacionais e narrativas, em função dos contextos individual, social e profissional.</w:t>
      </w:r>
    </w:p>
    <w:p w14:paraId="2225B1AB" w14:textId="77777777" w:rsidR="008947C0" w:rsidRDefault="008947C0" w:rsidP="008947C0">
      <w:pPr>
        <w:spacing w:before="120" w:after="0" w:line="276" w:lineRule="auto"/>
        <w:ind w:left="426" w:hanging="285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D2B9C">
        <w:rPr>
          <w:rFonts w:ascii="Verdana Pro Light" w:eastAsia="Arial Unicode MS" w:hAnsi="Verdana Pro Light" w:cs="Arial Unicode MS"/>
          <w:sz w:val="18"/>
          <w:szCs w:val="18"/>
        </w:rPr>
        <w:t>CD5.</w:t>
      </w:r>
      <w:r w:rsidRPr="00BD2B9C">
        <w:tab/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Avaliando o resultado e impactos finais no processo de comunicação</w:t>
      </w: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 estabelecido.</w:t>
      </w:r>
    </w:p>
    <w:p w14:paraId="1B1DC444" w14:textId="77777777" w:rsidR="008947C0" w:rsidRPr="00B235ED" w:rsidRDefault="008947C0" w:rsidP="008947C0">
      <w:pPr>
        <w:spacing w:before="120" w:after="0" w:line="276" w:lineRule="auto"/>
        <w:ind w:left="426" w:hanging="285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FFF21B1" w14:textId="77777777" w:rsidR="008947C0" w:rsidRPr="00F87025" w:rsidRDefault="008947C0" w:rsidP="008947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9BC7DF5" w14:textId="77777777" w:rsidR="008947C0" w:rsidRPr="00E03EF9" w:rsidRDefault="008947C0" w:rsidP="008947C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03EF9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2F39071B" w14:textId="77777777" w:rsidR="008947C0" w:rsidRPr="00051C79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D26E40" w14:textId="77777777" w:rsidR="008947C0" w:rsidRPr="00F87025" w:rsidRDefault="008947C0" w:rsidP="008947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8DC661D" w14:textId="77777777" w:rsidR="008947C0" w:rsidRDefault="008947C0" w:rsidP="008947C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com acesso à internet.</w:t>
      </w:r>
    </w:p>
    <w:p w14:paraId="1A4650B6" w14:textId="77777777" w:rsidR="008947C0" w:rsidRDefault="008947C0" w:rsidP="008947C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H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istórias diversas.</w:t>
      </w:r>
    </w:p>
    <w:p w14:paraId="1693185B" w14:textId="77777777" w:rsidR="008947C0" w:rsidRDefault="008947C0" w:rsidP="008947C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Recursos multimédia e audiovisuais.</w:t>
      </w:r>
    </w:p>
    <w:p w14:paraId="241A246A" w14:textId="77777777" w:rsidR="008947C0" w:rsidRPr="00907B8B" w:rsidRDefault="008947C0" w:rsidP="008947C0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9F3C9AE" w14:textId="77777777" w:rsidR="008947C0" w:rsidRPr="00051C79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8CE384" w14:textId="77777777" w:rsidR="008947C0" w:rsidRPr="00F87025" w:rsidRDefault="008947C0" w:rsidP="008947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001077D" w14:textId="77777777" w:rsidR="008947C0" w:rsidRPr="00051C79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88F34C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EA5685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05F0B9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F0E331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489D8E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D10064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08D1D3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FF0574" w14:textId="77777777" w:rsidR="00995FAD" w:rsidRPr="00B56B8C" w:rsidRDefault="00995FAD" w:rsidP="00995FAD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FAD" w:rsidRPr="00136AD8" w14:paraId="27873CAE" w14:textId="77777777" w:rsidTr="003F2F9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6810650" w14:textId="6C758F13" w:rsidR="00995FAD" w:rsidRPr="00136AD8" w:rsidRDefault="00995FAD" w:rsidP="003F2F99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</w:pPr>
            <w:r w:rsidRPr="57DA59F9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FA223E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EDBF65E" w14:textId="77777777" w:rsidR="00995FAD" w:rsidRPr="009C256C" w:rsidRDefault="00995FAD" w:rsidP="003F2F99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Criar e desenvolver ideias de negócio</w:t>
            </w:r>
          </w:p>
        </w:tc>
      </w:tr>
      <w:tr w:rsidR="00995FAD" w:rsidRPr="00136AD8" w14:paraId="7A6A0AB3" w14:textId="77777777" w:rsidTr="003F2F9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A2FB276" w14:textId="77777777" w:rsidR="00995FAD" w:rsidRPr="00136AD8" w:rsidRDefault="00995FAD" w:rsidP="003F2F99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</w:pPr>
            <w:r w:rsidRPr="57DA59F9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2DE04C6" w14:textId="77777777" w:rsidR="00995FAD" w:rsidRPr="00136AD8" w:rsidRDefault="00995FAD" w:rsidP="003F2F99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Ideias e oportunidades de negócio</w:t>
            </w:r>
          </w:p>
        </w:tc>
      </w:tr>
    </w:tbl>
    <w:p w14:paraId="51296F03" w14:textId="77777777" w:rsidR="00995FAD" w:rsidRPr="00136AD8" w:rsidRDefault="00995FAD" w:rsidP="00995FA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D9494D7" w14:textId="77777777" w:rsidR="00995FAD" w:rsidRPr="003200F2" w:rsidRDefault="00995FAD" w:rsidP="00995FA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081ED247" w14:textId="77777777" w:rsidR="00995FAD" w:rsidRPr="00136AD8" w:rsidRDefault="00995FAD" w:rsidP="00995FA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FAD" w:rsidRPr="00136AD8" w14:paraId="3811ED3D" w14:textId="77777777" w:rsidTr="003F2F9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759CED" w14:textId="77777777" w:rsidR="00995FAD" w:rsidRPr="001B353A" w:rsidRDefault="00995FAD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95FAD" w:rsidRPr="00136AD8" w14:paraId="657D4F06" w14:textId="77777777" w:rsidTr="003F2F9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C71F65" w14:textId="77777777" w:rsidR="00995FAD" w:rsidRPr="000C4E32" w:rsidRDefault="00995FAD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Efetuar a prospeção de mercado e oportunidades de negócio.</w:t>
            </w:r>
          </w:p>
          <w:p w14:paraId="4C0C1E30" w14:textId="77777777" w:rsidR="00995FAD" w:rsidRPr="000C4E32" w:rsidRDefault="00995FAD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Analisar ideias de criação de negócios.</w:t>
            </w:r>
          </w:p>
          <w:p w14:paraId="07EEEFA2" w14:textId="77777777" w:rsidR="00995FAD" w:rsidRPr="000C4E32" w:rsidRDefault="00995FAD" w:rsidP="003F2F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Desenvolver a ideia de negócio.</w:t>
            </w:r>
          </w:p>
          <w:p w14:paraId="746BC54F" w14:textId="77777777" w:rsidR="00995FAD" w:rsidRPr="000C4E32" w:rsidRDefault="00995FAD" w:rsidP="003F2F99">
            <w:pPr>
              <w:spacing w:before="120" w:after="8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53F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 viabilidade da ideia de negócio.</w:t>
            </w:r>
          </w:p>
        </w:tc>
      </w:tr>
      <w:tr w:rsidR="00995FAD" w:rsidRPr="00136AD8" w14:paraId="739914FB" w14:textId="77777777" w:rsidTr="003F2F9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4D859B" w14:textId="77777777" w:rsidR="00995FAD" w:rsidRPr="001B353A" w:rsidRDefault="00995FAD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00B386B" w14:textId="77777777" w:rsidR="00995FAD" w:rsidRPr="001B353A" w:rsidRDefault="00995FAD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98021AF" w14:textId="77777777" w:rsidR="00995FAD" w:rsidRPr="001B353A" w:rsidRDefault="00995FAD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95FAD" w:rsidRPr="00136AD8" w14:paraId="421E6836" w14:textId="77777777" w:rsidTr="003F2F9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6DC4A" w14:textId="77777777" w:rsidR="00995FAD" w:rsidRPr="000C4E32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Empreendedorismo – princípios.</w:t>
            </w:r>
          </w:p>
          <w:p w14:paraId="31FDED82" w14:textId="77777777" w:rsidR="00995FAD" w:rsidRPr="000C4E32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– definição e processo criativo.</w:t>
            </w:r>
          </w:p>
          <w:p w14:paraId="758D59E8" w14:textId="77777777" w:rsidR="00995FAD" w:rsidRPr="000C4E32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Inovação e seus tipos.</w:t>
            </w:r>
          </w:p>
          <w:p w14:paraId="4ABF16A3" w14:textId="77777777" w:rsidR="00995FAD" w:rsidRPr="000C4E32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Modelos e técnicas de geração de ideias – </w:t>
            </w:r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design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thinking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análise das tendências de mercado e do público-alvo.</w:t>
            </w:r>
          </w:p>
          <w:p w14:paraId="1FD440B6" w14:textId="77777777" w:rsidR="00995FAD" w:rsidRPr="000C4E32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valor - nível individual, social e económico.</w:t>
            </w:r>
          </w:p>
          <w:p w14:paraId="2CC34343" w14:textId="77777777" w:rsidR="00995FAD" w:rsidRPr="000C4E32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satisfação de necessidades de produtos/serviços.</w:t>
            </w:r>
          </w:p>
          <w:p w14:paraId="59F81D35" w14:textId="77777777" w:rsidR="00995FAD" w:rsidRPr="000C4E32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 intelectual – importância, vantagens da proteção.</w:t>
            </w:r>
          </w:p>
          <w:p w14:paraId="1E85591E" w14:textId="77777777" w:rsidR="00995FAD" w:rsidRPr="000C4E32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Transformação de uma ideia numa oportunidade de negócio.</w:t>
            </w:r>
          </w:p>
          <w:p w14:paraId="7CB885B9" w14:textId="77777777" w:rsidR="00995FAD" w:rsidRPr="000C4E32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Negócio e suas etapas. </w:t>
            </w:r>
          </w:p>
          <w:p w14:paraId="4DEF0264" w14:textId="77777777" w:rsidR="00995FAD" w:rsidRPr="000C4E32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Formas de recolha de informação sobre ideias e oportunidades de negócio/mercado – forma direta (clientes, concorrência, eventuais parceiros ou promotores) e indireta (estudos de mercado, viabilidade e informação disponível online ou noutros suportes).</w:t>
            </w:r>
          </w:p>
          <w:p w14:paraId="653B9DA7" w14:textId="77777777" w:rsidR="00995FAD" w:rsidRPr="000C4E32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 de informação a recolher - negócio, mercado (nacional, europeu e internacional), </w:t>
            </w: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concorrência, produtos, serviços, local, instalações e equipamento, transporte, armazenamento e gestão de stocks, meios de promoção e clientes, financiamento, custos, vendas, lucros e impostos.</w:t>
            </w:r>
          </w:p>
          <w:p w14:paraId="3B1BFC04" w14:textId="77777777" w:rsidR="00995FAD" w:rsidRPr="000C4E32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 - “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Canvas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”, “Cadeia de valor de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Porter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”, outros.</w:t>
            </w:r>
          </w:p>
          <w:p w14:paraId="3B9FF1F5" w14:textId="77777777" w:rsidR="00995FAD" w:rsidRPr="000C4E32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do negócio, clientes e mercados a atingir.</w:t>
            </w:r>
          </w:p>
          <w:p w14:paraId="021208F1" w14:textId="77777777" w:rsidR="00995FAD" w:rsidRPr="000C4E32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negócio - natureza e constituição jurídica do negócio.</w:t>
            </w:r>
          </w:p>
          <w:p w14:paraId="08EDBD3A" w14:textId="77777777" w:rsidR="00995FAD" w:rsidRPr="000C4E32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Financiamento, apoios e incentivos à criação de negócios - meios e recursos de apoio à criação de negócios, serviços e apoios públicos e privados, capitais próprios, parcerias.</w:t>
            </w:r>
          </w:p>
          <w:p w14:paraId="23810BFA" w14:textId="77777777" w:rsidR="00995FAD" w:rsidRPr="000C4E32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Validação da ideia de negócio – análise crítica do mercado (estudos de mercado, segmentação de mercado), do negócio e/ou produto (vantagens e desvantagens, potencial de desenvolvimento, consequências e efeito no mercado/sociedade/ ambiente).</w:t>
            </w:r>
          </w:p>
          <w:p w14:paraId="28B53F3E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Boas práticas na criação de negócios.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7F86A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Recolher e analisar informação sobre ideias e oportunidades de negócio.</w:t>
            </w:r>
          </w:p>
          <w:p w14:paraId="0011D643" w14:textId="77777777" w:rsidR="00995FAD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 técnica de benchmarking.</w:t>
            </w:r>
          </w:p>
          <w:p w14:paraId="475578BE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necessidades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tendências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desafios. </w:t>
            </w:r>
          </w:p>
          <w:p w14:paraId="3505F7E7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 ideia de negócio.</w:t>
            </w:r>
          </w:p>
          <w:p w14:paraId="41042917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etapas da criação do negócio.</w:t>
            </w:r>
          </w:p>
          <w:p w14:paraId="57A93ED5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Caraterizar as atividades, potenciais clientes e mercado do negócio.</w:t>
            </w:r>
          </w:p>
          <w:p w14:paraId="12DC454D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financiamento, apoios e incentivos ao desenvolvimento do negócio.</w:t>
            </w:r>
          </w:p>
          <w:p w14:paraId="275B5F3C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Proceder à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análise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viabilidade da ideia e oportunidade 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negócio e/ou produto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761467A" w14:textId="77777777" w:rsidR="00995FAD" w:rsidRPr="000A223C" w:rsidRDefault="00995FAD" w:rsidP="003F2F9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9B3AC" w14:textId="77777777" w:rsidR="00995FAD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5FCEC957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1B0EF21D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276AFE68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4EAE9447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1A7B3FFC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0552785F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7E09579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0DD32F4F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79CA8FD6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6AFCF00A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04918DAC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5EF4B176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C48DBA0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</w:tc>
      </w:tr>
    </w:tbl>
    <w:p w14:paraId="2390A66D" w14:textId="77777777" w:rsidR="00995FAD" w:rsidRDefault="00995FAD" w:rsidP="00995FA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F4D7005" w14:textId="77777777" w:rsidR="00995FAD" w:rsidRPr="00F87025" w:rsidRDefault="00995FAD" w:rsidP="00995FA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8CF7A82" w14:textId="77777777" w:rsidR="00995FAD" w:rsidRPr="00F20E6F" w:rsidRDefault="00995FAD" w:rsidP="00995FA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031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e desenvolver ideias de negócio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A9BAF76" w14:textId="77777777" w:rsidR="00995FAD" w:rsidRPr="00B450A1" w:rsidRDefault="00995FAD" w:rsidP="00995FAD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A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nalisando o mercado para a identificação de novos produtos/serviços.</w:t>
      </w:r>
    </w:p>
    <w:p w14:paraId="31A6FA5D" w14:textId="77777777" w:rsidR="00995FAD" w:rsidRPr="00B450A1" w:rsidRDefault="00995FAD" w:rsidP="00995FAD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D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efinindo metas e etapas de organização e monitorização do plano operacional.</w:t>
      </w:r>
    </w:p>
    <w:p w14:paraId="6DDF99F9" w14:textId="77777777" w:rsidR="00995FAD" w:rsidRPr="00B450A1" w:rsidRDefault="00995FAD" w:rsidP="00995FAD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I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dentificando fatores críticos de sucesso.</w:t>
      </w:r>
    </w:p>
    <w:p w14:paraId="3622DDA5" w14:textId="77777777" w:rsidR="00995FAD" w:rsidRPr="00B450A1" w:rsidRDefault="00995FAD" w:rsidP="00995FAD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204DC8E8">
        <w:rPr>
          <w:rFonts w:ascii="Verdana Pro Light" w:eastAsia="Arial Unicode MS" w:hAnsi="Verdana Pro Light" w:cs="Arial Unicode MS"/>
          <w:sz w:val="18"/>
          <w:szCs w:val="18"/>
        </w:rPr>
        <w:t>CD4.</w:t>
      </w:r>
      <w:r>
        <w:tab/>
      </w:r>
      <w:r w:rsidRPr="204DC8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Realizando a análise da sua viabilidade.</w:t>
      </w:r>
    </w:p>
    <w:p w14:paraId="729DC3E7" w14:textId="77777777" w:rsidR="00995FAD" w:rsidRPr="00136AD8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716144" w14:textId="77777777" w:rsidR="00995FAD" w:rsidRPr="00F87025" w:rsidRDefault="00995FAD" w:rsidP="00995FA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DAD3A5A" w14:textId="77777777" w:rsidR="00995FAD" w:rsidRPr="003C3B47" w:rsidRDefault="00995FAD" w:rsidP="00995F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79A487ED" w14:textId="77777777" w:rsidR="00995FAD" w:rsidRPr="00051C79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FF8B68" w14:textId="77777777" w:rsidR="00995FAD" w:rsidRPr="00F87025" w:rsidRDefault="00995FAD" w:rsidP="00995FA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193D571" w14:textId="77777777" w:rsidR="00995FAD" w:rsidRPr="00E25AAA" w:rsidRDefault="00995FAD" w:rsidP="00995F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7F7046E2" w14:textId="77777777" w:rsidR="00995FAD" w:rsidRPr="00E25AAA" w:rsidRDefault="00995FAD" w:rsidP="00995F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Documentação contendo exemplos de negócios.</w:t>
      </w:r>
    </w:p>
    <w:p w14:paraId="115C4F74" w14:textId="77777777" w:rsidR="00995FAD" w:rsidRPr="00E25AAA" w:rsidRDefault="00995FAD" w:rsidP="00995F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Boas práticas na criação de negócios.</w:t>
      </w:r>
    </w:p>
    <w:p w14:paraId="1D60D8A7" w14:textId="77777777" w:rsidR="00995FAD" w:rsidRDefault="00995FAD" w:rsidP="00995FAD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Estudos de mercados, estatísticas nacionais e internacionais, meios de comunicação social. </w:t>
      </w:r>
    </w:p>
    <w:p w14:paraId="27644B65" w14:textId="77777777" w:rsidR="00995FAD" w:rsidRDefault="00995FAD" w:rsidP="00995FAD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4DAD3B88" w14:textId="77777777" w:rsidR="00995FAD" w:rsidRDefault="00995FAD" w:rsidP="00995FAD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Software de análise e tratamento de dados (base de dados, folha de cálculo, outros). </w:t>
      </w:r>
    </w:p>
    <w:p w14:paraId="09D1A215" w14:textId="77777777" w:rsidR="00995FAD" w:rsidRDefault="00995FAD" w:rsidP="00995FAD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Sistema de informação de apoio ao planeamento e avaliação. </w:t>
      </w:r>
    </w:p>
    <w:p w14:paraId="4A43B2A8" w14:textId="77777777" w:rsidR="00995FAD" w:rsidRDefault="00995FAD" w:rsidP="00995FAD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2229A542" w14:textId="77777777" w:rsidR="00995FAD" w:rsidRPr="00E25AAA" w:rsidRDefault="00995FAD" w:rsidP="00995FAD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Modelo de negócios - “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Canvas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”, “Cadeia de valor de 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Porter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>”, entre outros.</w:t>
      </w:r>
    </w:p>
    <w:p w14:paraId="32B5A0BB" w14:textId="77777777" w:rsidR="00995FAD" w:rsidRPr="00051C79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E3F1E8" w14:textId="77777777" w:rsidR="00995FAD" w:rsidRPr="00F87025" w:rsidRDefault="00995FAD" w:rsidP="00995FA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FC45887" w14:textId="77777777" w:rsidR="00995FAD" w:rsidRPr="00051C79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8507A3" w14:textId="77777777" w:rsidR="00995FAD" w:rsidRPr="00051C79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82D4D4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2B8FF9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3F1DD2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67DD60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A48EC8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F065F82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28AB154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C1B8B6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D7E5BF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95C31B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6A99E2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9E39FC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234BF1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253CC3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98C101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313E18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280CF0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853472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39CA69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17058B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3C98D0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BF2C04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088818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59D743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A3F750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5386F7" w14:textId="77777777" w:rsidR="00995FAD" w:rsidRDefault="00995FAD" w:rsidP="00995FA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FAD" w:rsidRPr="00136AD8" w14:paraId="6BAACF81" w14:textId="77777777" w:rsidTr="003F2F9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56D6F7A" w14:textId="77777777" w:rsidR="00995FAD" w:rsidRPr="00136AD8" w:rsidRDefault="00995FAD" w:rsidP="003F2F99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</w:pPr>
            <w:r w:rsidRPr="7DBBC148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24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25A4235" w14:textId="77777777" w:rsidR="00995FAD" w:rsidRPr="009C256C" w:rsidRDefault="00995FAD" w:rsidP="003F2F99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7DBBC148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Elaborar o plano de negócios  </w:t>
            </w:r>
          </w:p>
        </w:tc>
      </w:tr>
      <w:tr w:rsidR="00995FAD" w:rsidRPr="00136AD8" w14:paraId="37B84120" w14:textId="77777777" w:rsidTr="003F2F9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2E7896B" w14:textId="77777777" w:rsidR="00995FAD" w:rsidRPr="00136AD8" w:rsidRDefault="00995FAD" w:rsidP="003F2F99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</w:pPr>
            <w:r w:rsidRPr="7DBBC14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78F8398" w14:textId="77777777" w:rsidR="00995FAD" w:rsidRPr="00136AD8" w:rsidRDefault="00995FAD" w:rsidP="003F2F99">
            <w:pPr>
              <w:widowControl w:val="0"/>
              <w:tabs>
                <w:tab w:val="left" w:pos="1943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7DBBC148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 xml:space="preserve">Plano de negócios  </w:t>
            </w:r>
          </w:p>
        </w:tc>
      </w:tr>
    </w:tbl>
    <w:p w14:paraId="32A73979" w14:textId="77777777" w:rsidR="00995FAD" w:rsidRPr="00136AD8" w:rsidRDefault="00995FAD" w:rsidP="00995FA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454B06C" w14:textId="77777777" w:rsidR="00995FAD" w:rsidRPr="003200F2" w:rsidRDefault="00995FAD" w:rsidP="00995FA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000F46D" w14:textId="77777777" w:rsidR="00995FAD" w:rsidRPr="00136AD8" w:rsidRDefault="00995FAD" w:rsidP="00995FA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FAD" w:rsidRPr="00136AD8" w14:paraId="5D9A7E92" w14:textId="77777777" w:rsidTr="003F2F9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ADE797" w14:textId="77777777" w:rsidR="00995FAD" w:rsidRPr="001B353A" w:rsidRDefault="00995FAD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95FAD" w:rsidRPr="00136AD8" w14:paraId="1D9597BC" w14:textId="77777777" w:rsidTr="003F2F9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F68467" w14:textId="77777777" w:rsidR="00995FAD" w:rsidRPr="002A6E9B" w:rsidRDefault="00995FAD" w:rsidP="003F2F99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4D4E0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Estabelecer o âmbito de atuação e os objetivos estratégicos do negócio a desenvolver. </w:t>
            </w:r>
          </w:p>
          <w:p w14:paraId="2E422355" w14:textId="77777777" w:rsidR="00995FAD" w:rsidRPr="002A6E9B" w:rsidRDefault="00995FAD" w:rsidP="003F2F99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e descrever os recursos humanos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físicos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financeiros necessários ao projeto.   </w:t>
            </w:r>
          </w:p>
          <w:p w14:paraId="3A524B65" w14:textId="77777777" w:rsidR="00995FAD" w:rsidRPr="002A6E9B" w:rsidRDefault="00995FAD" w:rsidP="003F2F99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Planear e descrever a estratégia comercial.</w:t>
            </w:r>
          </w:p>
          <w:p w14:paraId="02234187" w14:textId="77777777" w:rsidR="00995FAD" w:rsidRPr="00F417DB" w:rsidRDefault="00995FAD" w:rsidP="003F2F99">
            <w:pPr>
              <w:spacing w:before="120" w:after="8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145AAC81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Estabelecer a forma de gestão e controlo do negócio.</w:t>
            </w:r>
          </w:p>
        </w:tc>
      </w:tr>
      <w:tr w:rsidR="00995FAD" w:rsidRPr="00136AD8" w14:paraId="1487D6DD" w14:textId="77777777" w:rsidTr="003F2F9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EAC9EA" w14:textId="77777777" w:rsidR="00995FAD" w:rsidRPr="001B353A" w:rsidRDefault="00995FAD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50CC7B" w14:textId="77777777" w:rsidR="00995FAD" w:rsidRPr="001B353A" w:rsidRDefault="00995FAD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6C1668C" w14:textId="77777777" w:rsidR="00995FAD" w:rsidRPr="001B353A" w:rsidRDefault="00995FAD" w:rsidP="003F2F9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95FAD" w:rsidRPr="00136AD8" w14:paraId="5008E8B6" w14:textId="77777777" w:rsidTr="003F2F9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A9322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negócios – definição, objetivos e estrutura.</w:t>
            </w:r>
          </w:p>
          <w:p w14:paraId="59FB57B1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planos de negócios.</w:t>
            </w:r>
          </w:p>
          <w:p w14:paraId="1A600110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Planeamento de ação - a visão e a missão, o mercado subjacente, a nova ideia e o seu posicionamento no mercado. </w:t>
            </w:r>
          </w:p>
          <w:p w14:paraId="70157B88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Estudos de mercado - tipologias e segmentação de mercado, técnicas de estudo de mercado.</w:t>
            </w:r>
          </w:p>
          <w:p w14:paraId="0330FD82" w14:textId="77777777" w:rsidR="00995FAD" w:rsidRPr="00BD2A08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A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097A0353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Análise, formulação e posicionamento estratégico -análise SWOT.</w:t>
            </w:r>
          </w:p>
          <w:p w14:paraId="28DE493E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penetração no mercado.</w:t>
            </w:r>
          </w:p>
          <w:p w14:paraId="72ACA1EF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negócios.</w:t>
            </w:r>
          </w:p>
          <w:p w14:paraId="63CD3749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Tecnologia/processo.</w:t>
            </w:r>
          </w:p>
          <w:p w14:paraId="52CECB80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Concorrentes.</w:t>
            </w:r>
          </w:p>
          <w:p w14:paraId="6261E17D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marca, posicionamento e mercados, segmentos-alvo.</w:t>
            </w:r>
          </w:p>
          <w:p w14:paraId="60145924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Circuitos e canais de vendas – diretos e indiretos.</w:t>
            </w:r>
          </w:p>
          <w:p w14:paraId="07ACA707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distribuição.</w:t>
            </w:r>
          </w:p>
          <w:p w14:paraId="05906F12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comunicação.</w:t>
            </w:r>
          </w:p>
          <w:p w14:paraId="1101A982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Plano de comercialização – etapas, atividades, recursos.</w:t>
            </w:r>
          </w:p>
          <w:p w14:paraId="07D09AE6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Recursos humanos.</w:t>
            </w:r>
          </w:p>
          <w:p w14:paraId="68D325A5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investimento.</w:t>
            </w:r>
          </w:p>
          <w:p w14:paraId="07581EB6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financiamento – estruturas, fontes, custos de financiamento.</w:t>
            </w:r>
          </w:p>
          <w:p w14:paraId="5A9ED194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Projeções/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 financeiro – vendas, </w:t>
            </w: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rentabilidade.</w:t>
            </w:r>
          </w:p>
          <w:p w14:paraId="19DB1414" w14:textId="77777777" w:rsidR="00995FAD" w:rsidRPr="00A7241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gestão e controlo do negócio – vendas, produção, informação financeira.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DF9AB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Identificar, selecionar e explorar as fontes de informação relevantes.</w:t>
            </w:r>
          </w:p>
          <w:p w14:paraId="3B7FC3A7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Apresentar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ideia de negócio.</w:t>
            </w:r>
          </w:p>
          <w:p w14:paraId="2F81AFCA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Fundamentar a viabilidade base do projeto/produto/ideia.</w:t>
            </w:r>
          </w:p>
          <w:p w14:paraId="1D41B539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dimensão do mercado, necessidades e segmentação de clientes, público-alvo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concorrentes.</w:t>
            </w:r>
          </w:p>
          <w:p w14:paraId="7CD20134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objetivos e atividades do projeto/produto/ideia.</w:t>
            </w:r>
          </w:p>
          <w:p w14:paraId="1F851C42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produtivo.</w:t>
            </w:r>
          </w:p>
          <w:p w14:paraId="5099C6E6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custos de produção.</w:t>
            </w:r>
          </w:p>
          <w:p w14:paraId="367044DD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concorrentes.</w:t>
            </w:r>
          </w:p>
          <w:p w14:paraId="0C0EADED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a estratégia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A331632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canais de venda e distribuição.</w:t>
            </w:r>
          </w:p>
          <w:p w14:paraId="04E73F61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potenciais fornecedores.</w:t>
            </w:r>
          </w:p>
          <w:p w14:paraId="36771D18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estrutura de recursos humanos a envolver.</w:t>
            </w:r>
          </w:p>
          <w:p w14:paraId="12A3E5AF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investimentos iniciais.</w:t>
            </w:r>
          </w:p>
          <w:p w14:paraId="34AF1463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as potenciais estruturas, fontes, período e fases de financiamento.</w:t>
            </w:r>
          </w:p>
          <w:p w14:paraId="3BADDB14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a projeção de vendas.</w:t>
            </w:r>
          </w:p>
          <w:p w14:paraId="17BA6230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Calcular as projeções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4558FB2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Aferir a viabilidade económico-financeira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sustentabilidade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projeto.</w:t>
            </w:r>
          </w:p>
          <w:p w14:paraId="41768BB6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cronograma de implementação.</w:t>
            </w:r>
          </w:p>
          <w:p w14:paraId="7BDA9C1B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medidas de controlo e ações corretivas para eventuais desvios.</w:t>
            </w:r>
          </w:p>
          <w:p w14:paraId="0CA3B398" w14:textId="77777777" w:rsidR="00995FAD" w:rsidRPr="002D542F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8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9866F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pontos críticos de desenvolvimento do projeto.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D8463" w14:textId="77777777" w:rsidR="00995FAD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esponsabilidade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pelas suas ações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03CD6AF" w14:textId="77777777" w:rsidR="00995FAD" w:rsidRPr="000A223C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904AFD9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13DADB1F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4E14EC15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3B1C7D6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64C06EE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DB2960D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7335666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6786738C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2C0BC2AA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5A37B073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25790A90" w14:textId="77777777" w:rsidR="00995FAD" w:rsidRPr="002A6E9B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equipa.</w:t>
            </w:r>
          </w:p>
          <w:p w14:paraId="2F970789" w14:textId="77777777" w:rsidR="00995FAD" w:rsidRPr="002D542F" w:rsidRDefault="00995FAD" w:rsidP="003F2F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rganização.</w:t>
            </w:r>
          </w:p>
        </w:tc>
      </w:tr>
    </w:tbl>
    <w:p w14:paraId="00D47513" w14:textId="77777777" w:rsidR="00995FAD" w:rsidRDefault="00995FAD" w:rsidP="00995FA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19BFD0B" w14:textId="77777777" w:rsidR="00995FAD" w:rsidRPr="00F87025" w:rsidRDefault="00995FAD" w:rsidP="00995FA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847701C" w14:textId="77777777" w:rsidR="00995FAD" w:rsidRPr="00F20E6F" w:rsidRDefault="00995FAD" w:rsidP="00995FA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51465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o plano de negócios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7A48A69" w14:textId="77777777" w:rsidR="00995FAD" w:rsidRPr="00B450A1" w:rsidRDefault="00995FAD" w:rsidP="00995FAD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CD1. Apresentando um documento completo, claro e simples, com uma proposta de valor única, viável e sustentável.</w:t>
      </w:r>
    </w:p>
    <w:p w14:paraId="3E5EA660" w14:textId="77777777" w:rsidR="00995FAD" w:rsidRPr="00B450A1" w:rsidRDefault="00995FAD" w:rsidP="00995FAD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Descrevendo a ideia/produto/projeto, o mercado e os recursos necessários.</w:t>
      </w:r>
    </w:p>
    <w:p w14:paraId="50218E9C" w14:textId="77777777" w:rsidR="00995FAD" w:rsidRPr="00B450A1" w:rsidRDefault="00995FAD" w:rsidP="00995FAD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CD3. D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escrevendo a estratégia comercial.</w:t>
      </w:r>
    </w:p>
    <w:p w14:paraId="3268D96E" w14:textId="77777777" w:rsidR="00995FAD" w:rsidRPr="00B450A1" w:rsidRDefault="00995FAD" w:rsidP="00995FAD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ao nível do investimento e ao nível financeiro.</w:t>
      </w:r>
    </w:p>
    <w:p w14:paraId="7B6A13DE" w14:textId="77777777" w:rsidR="00995FAD" w:rsidRPr="00B450A1" w:rsidRDefault="00995FAD" w:rsidP="00995FAD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de gestão e controlo do negócio.</w:t>
      </w:r>
    </w:p>
    <w:p w14:paraId="2F8933B8" w14:textId="77777777" w:rsidR="00995FAD" w:rsidRPr="00136AD8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91EE4A" w14:textId="77777777" w:rsidR="00995FAD" w:rsidRPr="00F87025" w:rsidRDefault="00995FAD" w:rsidP="00995FA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26F5B8F" w14:textId="77777777" w:rsidR="00995FAD" w:rsidRPr="005A0647" w:rsidRDefault="00995FAD" w:rsidP="00995F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25184C27" w14:textId="77777777" w:rsidR="00995FAD" w:rsidRPr="00051C79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2E276C" w14:textId="77777777" w:rsidR="00995FAD" w:rsidRPr="00F87025" w:rsidRDefault="00995FAD" w:rsidP="00995FA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5AB1700" w14:textId="77777777" w:rsidR="00995FAD" w:rsidRPr="002A6E9B" w:rsidRDefault="00995FAD" w:rsidP="00995FAD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Dispositivo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tecnológicos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com acesso à internet. </w:t>
      </w:r>
    </w:p>
    <w:p w14:paraId="3F9E40C1" w14:textId="77777777" w:rsidR="00995FAD" w:rsidRPr="002A6E9B" w:rsidRDefault="00995FAD" w:rsidP="00995FAD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Estudos de mercados, estatísticas nacionais e internacionais, meios de comunicação social.</w:t>
      </w:r>
    </w:p>
    <w:p w14:paraId="3526F95E" w14:textId="77777777" w:rsidR="00995FAD" w:rsidRPr="002A6E9B" w:rsidRDefault="00995FAD" w:rsidP="00995FAD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3339490A" w14:textId="77777777" w:rsidR="00995FAD" w:rsidRPr="002A6E9B" w:rsidRDefault="00995FAD" w:rsidP="00995FAD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i/>
          <w:sz w:val="18"/>
          <w:szCs w:val="18"/>
        </w:rPr>
        <w:t xml:space="preserve">Software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>de análise e tratamento de dados (base de dados, folha de cálculo, outros).</w:t>
      </w:r>
    </w:p>
    <w:p w14:paraId="37B3DFD2" w14:textId="77777777" w:rsidR="00995FAD" w:rsidRPr="002A6E9B" w:rsidRDefault="00995FAD" w:rsidP="00995FAD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Sistema de informação de apoio ao planeamento e avaliação.</w:t>
      </w:r>
    </w:p>
    <w:p w14:paraId="0A9E574E" w14:textId="77777777" w:rsidR="00995FAD" w:rsidRPr="002A6E9B" w:rsidRDefault="00995FAD" w:rsidP="00995FAD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778800E8" w14:textId="77777777" w:rsidR="00995FAD" w:rsidRPr="00051C79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97BF9D" w14:textId="77777777" w:rsidR="00995FAD" w:rsidRPr="001C2A6D" w:rsidRDefault="00995FAD" w:rsidP="00995FA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</w:t>
      </w:r>
      <w:r>
        <w:rPr>
          <w:rFonts w:ascii="Verdana Pro Light" w:hAnsi="Verdana Pro Light"/>
          <w:b/>
          <w:smallCaps/>
          <w:sz w:val="20"/>
        </w:rPr>
        <w:t>s</w:t>
      </w:r>
    </w:p>
    <w:p w14:paraId="539EC346" w14:textId="77777777" w:rsidR="00995FAD" w:rsidRDefault="00995FAD" w:rsidP="00995F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6648CC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0375FB" w14:textId="77777777" w:rsidR="008947C0" w:rsidRDefault="008947C0" w:rsidP="008947C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DECBD1" w14:textId="6DD1D6AD" w:rsidR="005C4B7C" w:rsidRDefault="005C4B7C" w:rsidP="005C4B7C">
      <w:pPr>
        <w:rPr>
          <w:rFonts w:ascii="Verdana Pro Light" w:hAnsi="Verdana Pro Light"/>
          <w:smallCaps/>
        </w:rPr>
      </w:pPr>
    </w:p>
    <w:sectPr w:rsidR="005C4B7C" w:rsidSect="0091247B">
      <w:footerReference w:type="default" r:id="rId13"/>
      <w:pgSz w:w="11906" w:h="16838"/>
      <w:pgMar w:top="1418" w:right="1134" w:bottom="1418" w:left="1134" w:header="709" w:footer="2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03B89" w14:textId="77777777" w:rsidR="0091247B" w:rsidRDefault="0091247B" w:rsidP="00AC6E34">
      <w:pPr>
        <w:spacing w:after="0" w:line="240" w:lineRule="auto"/>
      </w:pPr>
      <w:r>
        <w:separator/>
      </w:r>
    </w:p>
  </w:endnote>
  <w:endnote w:type="continuationSeparator" w:id="0">
    <w:p w14:paraId="025B0FF1" w14:textId="77777777" w:rsidR="0091247B" w:rsidRDefault="0091247B" w:rsidP="00AC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Verdana Pro Light">
    <w:altName w:val="Verdana Pro Light"/>
    <w:charset w:val="00"/>
    <w:family w:val="swiss"/>
    <w:pitch w:val="variable"/>
    <w:sig w:usb0="80000287" w:usb1="0000004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78722" w14:textId="77777777" w:rsidR="000A7D7B" w:rsidRDefault="000A7D7B">
    <w:pPr>
      <w:pStyle w:val="Rodap"/>
      <w:jc w:val="right"/>
    </w:pPr>
  </w:p>
  <w:p w14:paraId="42B81BC3" w14:textId="77777777" w:rsidR="000A7D7B" w:rsidRDefault="000A7D7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2289C" w14:textId="77777777" w:rsidR="000A7D7B" w:rsidRPr="00FD203A" w:rsidRDefault="000A7D7B" w:rsidP="0030487B">
    <w:pPr>
      <w:pStyle w:val="Rodap"/>
      <w:pBdr>
        <w:top w:val="single" w:sz="4" w:space="1" w:color="auto"/>
      </w:pBdr>
      <w:tabs>
        <w:tab w:val="clear" w:pos="8504"/>
        <w:tab w:val="right" w:pos="9356"/>
      </w:tabs>
      <w:ind w:right="1"/>
      <w:jc w:val="center"/>
      <w:rPr>
        <w:rFonts w:ascii="Verdana Pro Light" w:hAnsi="Verdana Pro Light"/>
        <w:sz w:val="14"/>
        <w:szCs w:val="14"/>
      </w:rPr>
    </w:pPr>
    <w:r>
      <w:rPr>
        <w:rFonts w:ascii="Verdana Pro Light" w:hAnsi="Verdana Pro Light"/>
        <w:sz w:val="14"/>
        <w:szCs w:val="14"/>
      </w:rPr>
      <w:t>REFERENCIAL DE COMPETÊNCIAS DA</w:t>
    </w:r>
    <w:r w:rsidRPr="00FD203A">
      <w:rPr>
        <w:rFonts w:ascii="Verdana Pro Light" w:hAnsi="Verdana Pro Light"/>
        <w:sz w:val="14"/>
        <w:szCs w:val="14"/>
      </w:rPr>
      <w:t xml:space="preserve"> QUALIFICAÇÃO</w:t>
    </w:r>
    <w:r w:rsidRPr="00FD203A">
      <w:rPr>
        <w:rFonts w:ascii="Verdana Pro Light" w:hAnsi="Verdana Pro Light"/>
        <w:sz w:val="14"/>
        <w:szCs w:val="14"/>
      </w:rPr>
      <w:ptab w:relativeTo="margin" w:alignment="center" w:leader="none"/>
    </w:r>
    <w:r w:rsidRPr="00FD203A">
      <w:rPr>
        <w:rFonts w:ascii="Verdana Pro Light" w:hAnsi="Verdana Pro Light"/>
        <w:sz w:val="14"/>
        <w:szCs w:val="14"/>
      </w:rPr>
      <w:t xml:space="preserve">    </w:t>
    </w:r>
    <w:proofErr w:type="gramStart"/>
    <w:r w:rsidRPr="00FD203A">
      <w:rPr>
        <w:rFonts w:ascii="Verdana Pro Light" w:hAnsi="Verdana Pro Light"/>
        <w:sz w:val="14"/>
        <w:szCs w:val="14"/>
      </w:rPr>
      <w:t xml:space="preserve">   (</w:t>
    </w:r>
    <w:proofErr w:type="gramEnd"/>
    <w:r w:rsidRPr="00491914">
      <w:rPr>
        <w:rFonts w:ascii="Verdana Pro Light" w:hAnsi="Verdana Pro Light"/>
        <w:sz w:val="14"/>
        <w:szCs w:val="14"/>
      </w:rPr>
      <w:t>Técnico de Desenho Digital 3D</w:t>
    </w:r>
    <w:r w:rsidRPr="00FD203A">
      <w:rPr>
        <w:rFonts w:ascii="Verdana Pro Light" w:hAnsi="Verdana Pro Light"/>
        <w:sz w:val="14"/>
        <w:szCs w:val="14"/>
      </w:rPr>
      <w:t>) | Nível “</w:t>
    </w:r>
    <w:r>
      <w:rPr>
        <w:rFonts w:ascii="Verdana Pro Light" w:hAnsi="Verdana Pro Light"/>
        <w:sz w:val="14"/>
        <w:szCs w:val="14"/>
      </w:rPr>
      <w:t>4</w:t>
    </w:r>
    <w:r w:rsidRPr="00FD203A">
      <w:rPr>
        <w:rFonts w:ascii="Verdana Pro Light" w:hAnsi="Verdana Pro Light"/>
        <w:sz w:val="14"/>
        <w:szCs w:val="14"/>
      </w:rPr>
      <w:t>”</w:t>
    </w:r>
    <w:r w:rsidRPr="00FD203A">
      <w:rPr>
        <w:rFonts w:ascii="Verdana Pro Light" w:hAnsi="Verdana Pro Light"/>
        <w:sz w:val="14"/>
        <w:szCs w:val="14"/>
      </w:rPr>
      <w:ptab w:relativeTo="margin" w:alignment="right" w:leader="none"/>
    </w:r>
    <w:r w:rsidRPr="00FD203A">
      <w:rPr>
        <w:rFonts w:ascii="Verdana Pro Light" w:hAnsi="Verdana Pro Light"/>
        <w:sz w:val="14"/>
        <w:szCs w:val="14"/>
      </w:rPr>
      <w:t xml:space="preserve">Página | </w:t>
    </w:r>
    <w:r w:rsidRPr="00FD203A">
      <w:rPr>
        <w:rFonts w:ascii="Verdana Pro Light" w:hAnsi="Verdana Pro Light"/>
        <w:sz w:val="14"/>
        <w:szCs w:val="14"/>
      </w:rPr>
      <w:fldChar w:fldCharType="begin"/>
    </w:r>
    <w:r w:rsidRPr="00FD203A">
      <w:rPr>
        <w:rFonts w:ascii="Verdana Pro Light" w:hAnsi="Verdana Pro Light"/>
        <w:sz w:val="14"/>
        <w:szCs w:val="14"/>
      </w:rPr>
      <w:instrText>PAGE   \* MERGEFORMAT</w:instrText>
    </w:r>
    <w:r w:rsidRPr="00FD203A">
      <w:rPr>
        <w:rFonts w:ascii="Verdana Pro Light" w:hAnsi="Verdana Pro Light"/>
        <w:sz w:val="14"/>
        <w:szCs w:val="14"/>
      </w:rPr>
      <w:fldChar w:fldCharType="separate"/>
    </w:r>
    <w:r>
      <w:rPr>
        <w:rFonts w:ascii="Verdana Pro Light" w:hAnsi="Verdana Pro Light"/>
        <w:noProof/>
        <w:sz w:val="14"/>
        <w:szCs w:val="14"/>
      </w:rPr>
      <w:t>1</w:t>
    </w:r>
    <w:r w:rsidRPr="00FD203A">
      <w:rPr>
        <w:rFonts w:ascii="Verdana Pro Light" w:hAnsi="Verdana Pro Light"/>
        <w:sz w:val="14"/>
        <w:szCs w:val="14"/>
      </w:rPr>
      <w:fldChar w:fldCharType="end"/>
    </w:r>
  </w:p>
  <w:p w14:paraId="0CDCB22E" w14:textId="77777777" w:rsidR="000A7D7B" w:rsidRDefault="000A7D7B">
    <w:pPr>
      <w:pStyle w:val="Rodap"/>
      <w:jc w:val="right"/>
    </w:pPr>
  </w:p>
  <w:p w14:paraId="09AC4975" w14:textId="77777777" w:rsidR="000A7D7B" w:rsidRDefault="000A7D7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7DAA7" w14:textId="77777777" w:rsidR="0091247B" w:rsidRDefault="0091247B" w:rsidP="00AC6E34">
      <w:pPr>
        <w:spacing w:after="0" w:line="240" w:lineRule="auto"/>
      </w:pPr>
      <w:r>
        <w:separator/>
      </w:r>
    </w:p>
  </w:footnote>
  <w:footnote w:type="continuationSeparator" w:id="0">
    <w:p w14:paraId="1976735A" w14:textId="77777777" w:rsidR="0091247B" w:rsidRDefault="0091247B" w:rsidP="00AC6E34">
      <w:pPr>
        <w:spacing w:after="0" w:line="240" w:lineRule="auto"/>
      </w:pPr>
      <w:r>
        <w:continuationSeparator/>
      </w:r>
    </w:p>
  </w:footnote>
  <w:footnote w:id="1">
    <w:p w14:paraId="1F954E9C" w14:textId="77777777" w:rsidR="006A1562" w:rsidRDefault="006A1562" w:rsidP="006A1562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 w:rsidRPr="002962FF">
        <w:rPr>
          <w:rFonts w:ascii="Verdana Pro Light" w:hAnsi="Verdana Pro Light"/>
          <w:sz w:val="16"/>
          <w:szCs w:val="20"/>
        </w:rPr>
        <w:t>a laranja correspondem</w:t>
      </w:r>
      <w:proofErr w:type="gramEnd"/>
      <w:r w:rsidRPr="002962FF"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3B0A506C" w14:textId="77777777" w:rsidR="004003B8" w:rsidRDefault="004003B8" w:rsidP="004003B8">
      <w:pPr>
        <w:pStyle w:val="Textodenotaderodap"/>
        <w:rPr>
          <w:rFonts w:ascii="Verdana Pro Light" w:hAnsi="Verdana Pro Light"/>
          <w:sz w:val="16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</w:t>
      </w:r>
      <w:r w:rsidRPr="00616272">
        <w:rPr>
          <w:rFonts w:ascii="Verdana Pro Light" w:hAnsi="Verdana Pro Light"/>
          <w:sz w:val="16"/>
        </w:rPr>
        <w:t>Poderão ser selecionadas 10%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transversais de entre o leque definido (20% a 30%)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opcionais.</w:t>
      </w:r>
    </w:p>
    <w:p w14:paraId="15BC1E19" w14:textId="77777777" w:rsidR="004003B8" w:rsidRPr="00616272" w:rsidRDefault="004003B8" w:rsidP="004003B8">
      <w:pPr>
        <w:pStyle w:val="Textodenotaderodap"/>
        <w:rPr>
          <w:rFonts w:ascii="Verdana Pro Light" w:hAnsi="Verdana Pro Light"/>
          <w:sz w:val="16"/>
        </w:rPr>
      </w:pPr>
    </w:p>
  </w:footnote>
  <w:footnote w:id="3">
    <w:p w14:paraId="2CE96246" w14:textId="77777777" w:rsidR="00C233AF" w:rsidRPr="002962FF" w:rsidRDefault="00C233AF" w:rsidP="00C233AF">
      <w:pPr>
        <w:spacing w:after="0" w:line="240" w:lineRule="auto"/>
        <w:jc w:val="both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  <w:sz w:val="20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 w:rsidRPr="002962FF">
        <w:rPr>
          <w:rFonts w:ascii="Verdana Pro Light" w:hAnsi="Verdana Pro Light"/>
          <w:sz w:val="16"/>
          <w:szCs w:val="20"/>
        </w:rPr>
        <w:t>a laranja correspondem</w:t>
      </w:r>
      <w:proofErr w:type="gramEnd"/>
      <w:r w:rsidRPr="002962FF"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 </w:t>
      </w:r>
    </w:p>
    <w:p w14:paraId="106BDF37" w14:textId="77777777" w:rsidR="00C233AF" w:rsidRPr="00A052E6" w:rsidRDefault="00C233AF" w:rsidP="00C233AF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13C39" w14:textId="77777777" w:rsidR="000A7D7B" w:rsidRDefault="000A7D7B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61312" behindDoc="1" locked="0" layoutInCell="1" allowOverlap="1" wp14:anchorId="27BA6A35" wp14:editId="358942AE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2336" behindDoc="0" locked="0" layoutInCell="1" allowOverlap="1" wp14:anchorId="6DCFD55D" wp14:editId="59394DEA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40BC"/>
    <w:multiLevelType w:val="hybridMultilevel"/>
    <w:tmpl w:val="D1BCABCA"/>
    <w:lvl w:ilvl="0" w:tplc="D8D6269C">
      <w:start w:val="1"/>
      <w:numFmt w:val="decimal"/>
      <w:lvlText w:val="%1."/>
      <w:lvlJc w:val="left"/>
      <w:pPr>
        <w:ind w:left="-349" w:hanging="360"/>
      </w:pPr>
      <w:rPr>
        <w:rFonts w:ascii="Verdana" w:hAnsi="Verdana" w:hint="default"/>
        <w:b/>
        <w:i w:val="0"/>
        <w:color w:val="000000" w:themeColor="text1"/>
        <w:sz w:val="22"/>
      </w:rPr>
    </w:lvl>
    <w:lvl w:ilvl="1" w:tplc="08160019" w:tentative="1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13A18FB6"/>
    <w:multiLevelType w:val="hybridMultilevel"/>
    <w:tmpl w:val="21947D8E"/>
    <w:lvl w:ilvl="0" w:tplc="FFFFFFFF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408BF"/>
    <w:multiLevelType w:val="hybridMultilevel"/>
    <w:tmpl w:val="562A0EB2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4ABFCB"/>
    <w:multiLevelType w:val="hybridMultilevel"/>
    <w:tmpl w:val="36DAA632"/>
    <w:lvl w:ilvl="0" w:tplc="4BB4C344">
      <w:start w:val="1"/>
      <w:numFmt w:val="bullet"/>
      <w:lvlText w:val=""/>
      <w:lvlJc w:val="left"/>
      <w:pPr>
        <w:ind w:left="153" w:hanging="360"/>
      </w:pPr>
      <w:rPr>
        <w:rFonts w:ascii="Wingdings" w:hAnsi="Wingdings" w:hint="default"/>
      </w:rPr>
    </w:lvl>
    <w:lvl w:ilvl="1" w:tplc="A55AFA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1C77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5CAF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E273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CA5D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187F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4C4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FAA1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71E70"/>
    <w:multiLevelType w:val="hybridMultilevel"/>
    <w:tmpl w:val="93D83194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5" w15:restartNumberingAfterBreak="0">
    <w:nsid w:val="39AB18B2"/>
    <w:multiLevelType w:val="multilevel"/>
    <w:tmpl w:val="473C3770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·"/>
      <w:lvlJc w:val="left"/>
      <w:pPr>
        <w:ind w:left="2595" w:hanging="435"/>
      </w:pPr>
      <w:rPr>
        <w:rFonts w:ascii="Verdana Pro Light" w:eastAsia="Verdana Pro Light" w:hAnsi="Verdana Pro Light" w:cs="Verdana Pro Light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num w:numId="1" w16cid:durableId="1077826526">
    <w:abstractNumId w:val="0"/>
  </w:num>
  <w:num w:numId="2" w16cid:durableId="437145455">
    <w:abstractNumId w:val="4"/>
  </w:num>
  <w:num w:numId="3" w16cid:durableId="1727410413">
    <w:abstractNumId w:val="6"/>
  </w:num>
  <w:num w:numId="4" w16cid:durableId="1878348998">
    <w:abstractNumId w:val="2"/>
  </w:num>
  <w:num w:numId="5" w16cid:durableId="2064668951">
    <w:abstractNumId w:val="1"/>
  </w:num>
  <w:num w:numId="6" w16cid:durableId="1375540395">
    <w:abstractNumId w:val="5"/>
  </w:num>
  <w:num w:numId="7" w16cid:durableId="7242534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D7D"/>
    <w:rsid w:val="00000F4A"/>
    <w:rsid w:val="00001A4A"/>
    <w:rsid w:val="00001F1A"/>
    <w:rsid w:val="00003E33"/>
    <w:rsid w:val="0000440D"/>
    <w:rsid w:val="0000542E"/>
    <w:rsid w:val="00006D17"/>
    <w:rsid w:val="000104EB"/>
    <w:rsid w:val="00010AE7"/>
    <w:rsid w:val="00010C6A"/>
    <w:rsid w:val="00011768"/>
    <w:rsid w:val="000130B6"/>
    <w:rsid w:val="00024E56"/>
    <w:rsid w:val="00027D6B"/>
    <w:rsid w:val="00031B20"/>
    <w:rsid w:val="00031D85"/>
    <w:rsid w:val="0003538F"/>
    <w:rsid w:val="00036A5A"/>
    <w:rsid w:val="00036FF1"/>
    <w:rsid w:val="0005160D"/>
    <w:rsid w:val="00053FBE"/>
    <w:rsid w:val="00056ADE"/>
    <w:rsid w:val="00061A97"/>
    <w:rsid w:val="00062001"/>
    <w:rsid w:val="00064A6A"/>
    <w:rsid w:val="0006559F"/>
    <w:rsid w:val="0006721F"/>
    <w:rsid w:val="00067DAD"/>
    <w:rsid w:val="00073CD3"/>
    <w:rsid w:val="00076C47"/>
    <w:rsid w:val="000821BB"/>
    <w:rsid w:val="00084D9F"/>
    <w:rsid w:val="00091CC6"/>
    <w:rsid w:val="000951F2"/>
    <w:rsid w:val="000956B2"/>
    <w:rsid w:val="00096603"/>
    <w:rsid w:val="000A5F2D"/>
    <w:rsid w:val="000A7D7B"/>
    <w:rsid w:val="000B4021"/>
    <w:rsid w:val="000B4A69"/>
    <w:rsid w:val="000B4BA2"/>
    <w:rsid w:val="000B6869"/>
    <w:rsid w:val="000C2959"/>
    <w:rsid w:val="000C32CA"/>
    <w:rsid w:val="000C7B06"/>
    <w:rsid w:val="000C7D30"/>
    <w:rsid w:val="000D4A05"/>
    <w:rsid w:val="000D5830"/>
    <w:rsid w:val="000E73E5"/>
    <w:rsid w:val="000E7EAA"/>
    <w:rsid w:val="000F0E3B"/>
    <w:rsid w:val="000F5774"/>
    <w:rsid w:val="00104870"/>
    <w:rsid w:val="00106E7D"/>
    <w:rsid w:val="00110B86"/>
    <w:rsid w:val="00110FFD"/>
    <w:rsid w:val="00115110"/>
    <w:rsid w:val="00120DE1"/>
    <w:rsid w:val="00120FEE"/>
    <w:rsid w:val="001213ED"/>
    <w:rsid w:val="001227D3"/>
    <w:rsid w:val="00125C9C"/>
    <w:rsid w:val="00125CBB"/>
    <w:rsid w:val="00133DC1"/>
    <w:rsid w:val="00134F05"/>
    <w:rsid w:val="0013623F"/>
    <w:rsid w:val="0013724B"/>
    <w:rsid w:val="00143243"/>
    <w:rsid w:val="001441DD"/>
    <w:rsid w:val="00144CBA"/>
    <w:rsid w:val="00146362"/>
    <w:rsid w:val="0014782C"/>
    <w:rsid w:val="00150A91"/>
    <w:rsid w:val="00150E00"/>
    <w:rsid w:val="0015271B"/>
    <w:rsid w:val="001529A0"/>
    <w:rsid w:val="00154735"/>
    <w:rsid w:val="001549DB"/>
    <w:rsid w:val="00155111"/>
    <w:rsid w:val="00155197"/>
    <w:rsid w:val="00157B32"/>
    <w:rsid w:val="00157DB8"/>
    <w:rsid w:val="00160028"/>
    <w:rsid w:val="001662C2"/>
    <w:rsid w:val="001678F8"/>
    <w:rsid w:val="00170D65"/>
    <w:rsid w:val="00176BFE"/>
    <w:rsid w:val="00192A0F"/>
    <w:rsid w:val="00195306"/>
    <w:rsid w:val="0019552D"/>
    <w:rsid w:val="00197B38"/>
    <w:rsid w:val="001A027B"/>
    <w:rsid w:val="001A4D72"/>
    <w:rsid w:val="001A69E1"/>
    <w:rsid w:val="001A7884"/>
    <w:rsid w:val="001B207A"/>
    <w:rsid w:val="001B2388"/>
    <w:rsid w:val="001B66E4"/>
    <w:rsid w:val="001B78B0"/>
    <w:rsid w:val="001C335E"/>
    <w:rsid w:val="001C33EB"/>
    <w:rsid w:val="001D3963"/>
    <w:rsid w:val="001D42C2"/>
    <w:rsid w:val="001E2E2A"/>
    <w:rsid w:val="001E323A"/>
    <w:rsid w:val="001E464B"/>
    <w:rsid w:val="001E617C"/>
    <w:rsid w:val="001E7DAB"/>
    <w:rsid w:val="001F3FE0"/>
    <w:rsid w:val="001F6C9C"/>
    <w:rsid w:val="001F778F"/>
    <w:rsid w:val="00200583"/>
    <w:rsid w:val="0020588D"/>
    <w:rsid w:val="002113B4"/>
    <w:rsid w:val="00212111"/>
    <w:rsid w:val="0021271D"/>
    <w:rsid w:val="002137BB"/>
    <w:rsid w:val="0021427E"/>
    <w:rsid w:val="002144A5"/>
    <w:rsid w:val="00223703"/>
    <w:rsid w:val="002242EC"/>
    <w:rsid w:val="00224CF3"/>
    <w:rsid w:val="00227094"/>
    <w:rsid w:val="002331DD"/>
    <w:rsid w:val="00234037"/>
    <w:rsid w:val="00234ADA"/>
    <w:rsid w:val="002356EE"/>
    <w:rsid w:val="0023620D"/>
    <w:rsid w:val="002459C8"/>
    <w:rsid w:val="00245CE3"/>
    <w:rsid w:val="00247281"/>
    <w:rsid w:val="00247C83"/>
    <w:rsid w:val="0025060C"/>
    <w:rsid w:val="00250F16"/>
    <w:rsid w:val="00251AD1"/>
    <w:rsid w:val="00254562"/>
    <w:rsid w:val="00254A40"/>
    <w:rsid w:val="002651E0"/>
    <w:rsid w:val="00265528"/>
    <w:rsid w:val="0026615B"/>
    <w:rsid w:val="00266FCD"/>
    <w:rsid w:val="002728EF"/>
    <w:rsid w:val="00274875"/>
    <w:rsid w:val="0027492D"/>
    <w:rsid w:val="002752F4"/>
    <w:rsid w:val="002759B6"/>
    <w:rsid w:val="00276062"/>
    <w:rsid w:val="00280288"/>
    <w:rsid w:val="002803E6"/>
    <w:rsid w:val="002851B8"/>
    <w:rsid w:val="00291019"/>
    <w:rsid w:val="00293465"/>
    <w:rsid w:val="00296596"/>
    <w:rsid w:val="0029721E"/>
    <w:rsid w:val="002A1284"/>
    <w:rsid w:val="002A32AC"/>
    <w:rsid w:val="002A4ED9"/>
    <w:rsid w:val="002A5F23"/>
    <w:rsid w:val="002A6065"/>
    <w:rsid w:val="002B0690"/>
    <w:rsid w:val="002B2161"/>
    <w:rsid w:val="002B36B9"/>
    <w:rsid w:val="002B3ED9"/>
    <w:rsid w:val="002B5B40"/>
    <w:rsid w:val="002B764C"/>
    <w:rsid w:val="002B7C85"/>
    <w:rsid w:val="002C158E"/>
    <w:rsid w:val="002C2193"/>
    <w:rsid w:val="002C234F"/>
    <w:rsid w:val="002C2D94"/>
    <w:rsid w:val="002C7007"/>
    <w:rsid w:val="002D1D5F"/>
    <w:rsid w:val="002E024E"/>
    <w:rsid w:val="002E0B37"/>
    <w:rsid w:val="002E1DFD"/>
    <w:rsid w:val="002E3EE4"/>
    <w:rsid w:val="002E45B3"/>
    <w:rsid w:val="002E6ECE"/>
    <w:rsid w:val="002F3FB0"/>
    <w:rsid w:val="00300ACC"/>
    <w:rsid w:val="003016B5"/>
    <w:rsid w:val="00301CC4"/>
    <w:rsid w:val="0030487B"/>
    <w:rsid w:val="00304FE7"/>
    <w:rsid w:val="003069BF"/>
    <w:rsid w:val="0031036C"/>
    <w:rsid w:val="00311FA0"/>
    <w:rsid w:val="00321CA1"/>
    <w:rsid w:val="00322289"/>
    <w:rsid w:val="003228CD"/>
    <w:rsid w:val="00324AD9"/>
    <w:rsid w:val="00330C70"/>
    <w:rsid w:val="00332C4A"/>
    <w:rsid w:val="00334F1A"/>
    <w:rsid w:val="003401EC"/>
    <w:rsid w:val="00340828"/>
    <w:rsid w:val="003445ED"/>
    <w:rsid w:val="00344D87"/>
    <w:rsid w:val="003458D6"/>
    <w:rsid w:val="00346D6E"/>
    <w:rsid w:val="00347695"/>
    <w:rsid w:val="003547FA"/>
    <w:rsid w:val="00355C59"/>
    <w:rsid w:val="0036002B"/>
    <w:rsid w:val="0036162B"/>
    <w:rsid w:val="0036201A"/>
    <w:rsid w:val="0036235E"/>
    <w:rsid w:val="00363C1D"/>
    <w:rsid w:val="00367F87"/>
    <w:rsid w:val="0037299C"/>
    <w:rsid w:val="00374525"/>
    <w:rsid w:val="00382A2A"/>
    <w:rsid w:val="00384383"/>
    <w:rsid w:val="00384E7E"/>
    <w:rsid w:val="0038750D"/>
    <w:rsid w:val="0039096D"/>
    <w:rsid w:val="00392B60"/>
    <w:rsid w:val="00395805"/>
    <w:rsid w:val="00395A8A"/>
    <w:rsid w:val="003A2E57"/>
    <w:rsid w:val="003A3848"/>
    <w:rsid w:val="003A6022"/>
    <w:rsid w:val="003A6762"/>
    <w:rsid w:val="003A6E2D"/>
    <w:rsid w:val="003B3116"/>
    <w:rsid w:val="003B3B55"/>
    <w:rsid w:val="003B719C"/>
    <w:rsid w:val="003C33CA"/>
    <w:rsid w:val="003C36E2"/>
    <w:rsid w:val="003D1065"/>
    <w:rsid w:val="003D1326"/>
    <w:rsid w:val="003D5C05"/>
    <w:rsid w:val="003D77D8"/>
    <w:rsid w:val="003E14E5"/>
    <w:rsid w:val="003E1BF4"/>
    <w:rsid w:val="003E3A1E"/>
    <w:rsid w:val="003E3E93"/>
    <w:rsid w:val="003E50C6"/>
    <w:rsid w:val="003E74C5"/>
    <w:rsid w:val="003E7651"/>
    <w:rsid w:val="003F3162"/>
    <w:rsid w:val="003F3D1E"/>
    <w:rsid w:val="003F3FC8"/>
    <w:rsid w:val="003F5F64"/>
    <w:rsid w:val="003F6138"/>
    <w:rsid w:val="003F7DD8"/>
    <w:rsid w:val="004003B8"/>
    <w:rsid w:val="00403386"/>
    <w:rsid w:val="004104BA"/>
    <w:rsid w:val="004135DC"/>
    <w:rsid w:val="00415416"/>
    <w:rsid w:val="00420B71"/>
    <w:rsid w:val="0042153A"/>
    <w:rsid w:val="0042696B"/>
    <w:rsid w:val="00430953"/>
    <w:rsid w:val="00431E08"/>
    <w:rsid w:val="00432802"/>
    <w:rsid w:val="00433441"/>
    <w:rsid w:val="00441FBC"/>
    <w:rsid w:val="00442B8A"/>
    <w:rsid w:val="004466BC"/>
    <w:rsid w:val="00453697"/>
    <w:rsid w:val="00454185"/>
    <w:rsid w:val="004569B1"/>
    <w:rsid w:val="00462811"/>
    <w:rsid w:val="004646F0"/>
    <w:rsid w:val="0047032F"/>
    <w:rsid w:val="004708DF"/>
    <w:rsid w:val="004717BF"/>
    <w:rsid w:val="00475F5A"/>
    <w:rsid w:val="004805E7"/>
    <w:rsid w:val="00484BC2"/>
    <w:rsid w:val="00486008"/>
    <w:rsid w:val="004871E5"/>
    <w:rsid w:val="00491914"/>
    <w:rsid w:val="00492A06"/>
    <w:rsid w:val="0049776C"/>
    <w:rsid w:val="004A2E33"/>
    <w:rsid w:val="004A5C64"/>
    <w:rsid w:val="004A7119"/>
    <w:rsid w:val="004A7BF4"/>
    <w:rsid w:val="004B475E"/>
    <w:rsid w:val="004D008B"/>
    <w:rsid w:val="004D104D"/>
    <w:rsid w:val="004D38A4"/>
    <w:rsid w:val="004D404E"/>
    <w:rsid w:val="004E1822"/>
    <w:rsid w:val="004E2114"/>
    <w:rsid w:val="004E31B8"/>
    <w:rsid w:val="004E52B9"/>
    <w:rsid w:val="004E69FF"/>
    <w:rsid w:val="004F1072"/>
    <w:rsid w:val="004F1102"/>
    <w:rsid w:val="004F117D"/>
    <w:rsid w:val="004F2B4F"/>
    <w:rsid w:val="004F3C38"/>
    <w:rsid w:val="004F444E"/>
    <w:rsid w:val="004F63F0"/>
    <w:rsid w:val="00501489"/>
    <w:rsid w:val="00502D7D"/>
    <w:rsid w:val="00503273"/>
    <w:rsid w:val="005039A1"/>
    <w:rsid w:val="005067FA"/>
    <w:rsid w:val="00507BF6"/>
    <w:rsid w:val="00512200"/>
    <w:rsid w:val="0051260B"/>
    <w:rsid w:val="00512C0E"/>
    <w:rsid w:val="00512CBC"/>
    <w:rsid w:val="00515063"/>
    <w:rsid w:val="00516D49"/>
    <w:rsid w:val="0052132B"/>
    <w:rsid w:val="00521BB9"/>
    <w:rsid w:val="005258AE"/>
    <w:rsid w:val="005272AE"/>
    <w:rsid w:val="00532D94"/>
    <w:rsid w:val="00534EE1"/>
    <w:rsid w:val="005368E0"/>
    <w:rsid w:val="00540AB3"/>
    <w:rsid w:val="00543123"/>
    <w:rsid w:val="00544039"/>
    <w:rsid w:val="0054511D"/>
    <w:rsid w:val="00547D77"/>
    <w:rsid w:val="0055431B"/>
    <w:rsid w:val="00556970"/>
    <w:rsid w:val="00561C71"/>
    <w:rsid w:val="0056280F"/>
    <w:rsid w:val="005654C1"/>
    <w:rsid w:val="00567062"/>
    <w:rsid w:val="00567795"/>
    <w:rsid w:val="00570483"/>
    <w:rsid w:val="00572BBA"/>
    <w:rsid w:val="00577335"/>
    <w:rsid w:val="00583B6B"/>
    <w:rsid w:val="00583C31"/>
    <w:rsid w:val="005874B7"/>
    <w:rsid w:val="00592FA2"/>
    <w:rsid w:val="005A164D"/>
    <w:rsid w:val="005A2747"/>
    <w:rsid w:val="005A36E8"/>
    <w:rsid w:val="005A42BB"/>
    <w:rsid w:val="005B0018"/>
    <w:rsid w:val="005B056F"/>
    <w:rsid w:val="005B08E5"/>
    <w:rsid w:val="005B2BB6"/>
    <w:rsid w:val="005B339A"/>
    <w:rsid w:val="005C100F"/>
    <w:rsid w:val="005C1274"/>
    <w:rsid w:val="005C1634"/>
    <w:rsid w:val="005C2D16"/>
    <w:rsid w:val="005C3CB6"/>
    <w:rsid w:val="005C4B7C"/>
    <w:rsid w:val="005D1FF0"/>
    <w:rsid w:val="005D2B32"/>
    <w:rsid w:val="005D724B"/>
    <w:rsid w:val="005E33D0"/>
    <w:rsid w:val="005E4E14"/>
    <w:rsid w:val="005E6651"/>
    <w:rsid w:val="005F2D6E"/>
    <w:rsid w:val="005F4856"/>
    <w:rsid w:val="005F53B6"/>
    <w:rsid w:val="005F6B60"/>
    <w:rsid w:val="00600451"/>
    <w:rsid w:val="00600534"/>
    <w:rsid w:val="00600D19"/>
    <w:rsid w:val="0060198E"/>
    <w:rsid w:val="006062C6"/>
    <w:rsid w:val="00607D0B"/>
    <w:rsid w:val="00610FB9"/>
    <w:rsid w:val="006125B7"/>
    <w:rsid w:val="00612684"/>
    <w:rsid w:val="006127D7"/>
    <w:rsid w:val="006136CD"/>
    <w:rsid w:val="00616272"/>
    <w:rsid w:val="00616A3F"/>
    <w:rsid w:val="0062031B"/>
    <w:rsid w:val="00625B79"/>
    <w:rsid w:val="006311D9"/>
    <w:rsid w:val="00633C5C"/>
    <w:rsid w:val="00635680"/>
    <w:rsid w:val="00635E8A"/>
    <w:rsid w:val="00637CEC"/>
    <w:rsid w:val="00641078"/>
    <w:rsid w:val="0064622E"/>
    <w:rsid w:val="006514A0"/>
    <w:rsid w:val="006553E4"/>
    <w:rsid w:val="00656439"/>
    <w:rsid w:val="00656C40"/>
    <w:rsid w:val="00662AC2"/>
    <w:rsid w:val="00664528"/>
    <w:rsid w:val="006664B8"/>
    <w:rsid w:val="0066666D"/>
    <w:rsid w:val="00667000"/>
    <w:rsid w:val="00672E79"/>
    <w:rsid w:val="006814D1"/>
    <w:rsid w:val="00682545"/>
    <w:rsid w:val="006826F9"/>
    <w:rsid w:val="00684175"/>
    <w:rsid w:val="006850E6"/>
    <w:rsid w:val="00686490"/>
    <w:rsid w:val="00693A88"/>
    <w:rsid w:val="006942C8"/>
    <w:rsid w:val="00694A0E"/>
    <w:rsid w:val="00696AEC"/>
    <w:rsid w:val="006A0240"/>
    <w:rsid w:val="006A1562"/>
    <w:rsid w:val="006A3B69"/>
    <w:rsid w:val="006A3E2C"/>
    <w:rsid w:val="006A62C2"/>
    <w:rsid w:val="006B1CC0"/>
    <w:rsid w:val="006B3B82"/>
    <w:rsid w:val="006B3DFE"/>
    <w:rsid w:val="006B54CD"/>
    <w:rsid w:val="006B686B"/>
    <w:rsid w:val="006B6F8B"/>
    <w:rsid w:val="006C0318"/>
    <w:rsid w:val="006C2B8C"/>
    <w:rsid w:val="006C36B8"/>
    <w:rsid w:val="006C4648"/>
    <w:rsid w:val="006C5C6E"/>
    <w:rsid w:val="006C66AC"/>
    <w:rsid w:val="006D0721"/>
    <w:rsid w:val="006D0AC9"/>
    <w:rsid w:val="006D2A55"/>
    <w:rsid w:val="006D647D"/>
    <w:rsid w:val="006D73D2"/>
    <w:rsid w:val="006E0970"/>
    <w:rsid w:val="006E0EA6"/>
    <w:rsid w:val="006E0FE7"/>
    <w:rsid w:val="006E1A4A"/>
    <w:rsid w:val="006E49CB"/>
    <w:rsid w:val="006F0B80"/>
    <w:rsid w:val="006F24EB"/>
    <w:rsid w:val="006F276D"/>
    <w:rsid w:val="006F4855"/>
    <w:rsid w:val="00701DDB"/>
    <w:rsid w:val="007060E3"/>
    <w:rsid w:val="00706A57"/>
    <w:rsid w:val="00710F57"/>
    <w:rsid w:val="00712C22"/>
    <w:rsid w:val="007158D2"/>
    <w:rsid w:val="00717DE4"/>
    <w:rsid w:val="007202AD"/>
    <w:rsid w:val="007208A5"/>
    <w:rsid w:val="00721800"/>
    <w:rsid w:val="0072230E"/>
    <w:rsid w:val="007233D1"/>
    <w:rsid w:val="0072485F"/>
    <w:rsid w:val="00724C95"/>
    <w:rsid w:val="00726533"/>
    <w:rsid w:val="00727CAB"/>
    <w:rsid w:val="007303DB"/>
    <w:rsid w:val="0073060E"/>
    <w:rsid w:val="007306E5"/>
    <w:rsid w:val="00735494"/>
    <w:rsid w:val="007360A3"/>
    <w:rsid w:val="00736D4D"/>
    <w:rsid w:val="007377A2"/>
    <w:rsid w:val="00740395"/>
    <w:rsid w:val="007413A4"/>
    <w:rsid w:val="00745414"/>
    <w:rsid w:val="00746109"/>
    <w:rsid w:val="00746BAD"/>
    <w:rsid w:val="00746F52"/>
    <w:rsid w:val="00747CCC"/>
    <w:rsid w:val="00757DF2"/>
    <w:rsid w:val="007603E5"/>
    <w:rsid w:val="00767C51"/>
    <w:rsid w:val="00774A90"/>
    <w:rsid w:val="0078152B"/>
    <w:rsid w:val="00784BD4"/>
    <w:rsid w:val="0078573B"/>
    <w:rsid w:val="00791F56"/>
    <w:rsid w:val="00792179"/>
    <w:rsid w:val="00797F4D"/>
    <w:rsid w:val="007A3870"/>
    <w:rsid w:val="007A446B"/>
    <w:rsid w:val="007A4532"/>
    <w:rsid w:val="007A46E9"/>
    <w:rsid w:val="007A4C87"/>
    <w:rsid w:val="007A571C"/>
    <w:rsid w:val="007B03FC"/>
    <w:rsid w:val="007B2E9C"/>
    <w:rsid w:val="007B35E8"/>
    <w:rsid w:val="007B4821"/>
    <w:rsid w:val="007B5075"/>
    <w:rsid w:val="007C0F7C"/>
    <w:rsid w:val="007C12BC"/>
    <w:rsid w:val="007C618D"/>
    <w:rsid w:val="007D171D"/>
    <w:rsid w:val="007D2B42"/>
    <w:rsid w:val="007D2FF5"/>
    <w:rsid w:val="007E1DEA"/>
    <w:rsid w:val="007E659A"/>
    <w:rsid w:val="007F0EEA"/>
    <w:rsid w:val="007F32D3"/>
    <w:rsid w:val="007F4189"/>
    <w:rsid w:val="007F65E2"/>
    <w:rsid w:val="007F7DC2"/>
    <w:rsid w:val="00802F03"/>
    <w:rsid w:val="00804FE6"/>
    <w:rsid w:val="00805D40"/>
    <w:rsid w:val="00811371"/>
    <w:rsid w:val="00811379"/>
    <w:rsid w:val="00813BD8"/>
    <w:rsid w:val="00813C1F"/>
    <w:rsid w:val="00813EF1"/>
    <w:rsid w:val="0081499D"/>
    <w:rsid w:val="00815B06"/>
    <w:rsid w:val="00820A42"/>
    <w:rsid w:val="00821811"/>
    <w:rsid w:val="00821CAB"/>
    <w:rsid w:val="00823B5F"/>
    <w:rsid w:val="00824EDE"/>
    <w:rsid w:val="00825E79"/>
    <w:rsid w:val="00827B18"/>
    <w:rsid w:val="00831047"/>
    <w:rsid w:val="00832A37"/>
    <w:rsid w:val="008368D8"/>
    <w:rsid w:val="00837428"/>
    <w:rsid w:val="008403EE"/>
    <w:rsid w:val="00841C86"/>
    <w:rsid w:val="00844576"/>
    <w:rsid w:val="00844A6F"/>
    <w:rsid w:val="008451E7"/>
    <w:rsid w:val="00845ED2"/>
    <w:rsid w:val="008463F7"/>
    <w:rsid w:val="0085465F"/>
    <w:rsid w:val="00856C57"/>
    <w:rsid w:val="00862714"/>
    <w:rsid w:val="00863E5E"/>
    <w:rsid w:val="00867730"/>
    <w:rsid w:val="00867EF8"/>
    <w:rsid w:val="0087346C"/>
    <w:rsid w:val="0087470B"/>
    <w:rsid w:val="00874EEE"/>
    <w:rsid w:val="008752D5"/>
    <w:rsid w:val="00882652"/>
    <w:rsid w:val="00886177"/>
    <w:rsid w:val="00887A65"/>
    <w:rsid w:val="008941E8"/>
    <w:rsid w:val="00894725"/>
    <w:rsid w:val="008947C0"/>
    <w:rsid w:val="008951B4"/>
    <w:rsid w:val="008A1A96"/>
    <w:rsid w:val="008A2E1D"/>
    <w:rsid w:val="008A4105"/>
    <w:rsid w:val="008A5798"/>
    <w:rsid w:val="008A6D6D"/>
    <w:rsid w:val="008A7E2A"/>
    <w:rsid w:val="008B189C"/>
    <w:rsid w:val="008B2769"/>
    <w:rsid w:val="008B374D"/>
    <w:rsid w:val="008B5474"/>
    <w:rsid w:val="008C127D"/>
    <w:rsid w:val="008C1AD9"/>
    <w:rsid w:val="008C5AAE"/>
    <w:rsid w:val="008C753B"/>
    <w:rsid w:val="008C76A8"/>
    <w:rsid w:val="008D1402"/>
    <w:rsid w:val="008D2B92"/>
    <w:rsid w:val="008D37C4"/>
    <w:rsid w:val="008D3CE3"/>
    <w:rsid w:val="008E6867"/>
    <w:rsid w:val="008E697C"/>
    <w:rsid w:val="008F0522"/>
    <w:rsid w:val="008F0BD2"/>
    <w:rsid w:val="008F280B"/>
    <w:rsid w:val="008F7B91"/>
    <w:rsid w:val="00900242"/>
    <w:rsid w:val="0090259F"/>
    <w:rsid w:val="00902912"/>
    <w:rsid w:val="00906320"/>
    <w:rsid w:val="00910450"/>
    <w:rsid w:val="00911203"/>
    <w:rsid w:val="009115CE"/>
    <w:rsid w:val="00911A6A"/>
    <w:rsid w:val="00911F47"/>
    <w:rsid w:val="0091247B"/>
    <w:rsid w:val="00914B87"/>
    <w:rsid w:val="00915D53"/>
    <w:rsid w:val="009233B0"/>
    <w:rsid w:val="00926B77"/>
    <w:rsid w:val="00927FE8"/>
    <w:rsid w:val="00932AA4"/>
    <w:rsid w:val="00940EA8"/>
    <w:rsid w:val="00953AAA"/>
    <w:rsid w:val="00953C06"/>
    <w:rsid w:val="00953C35"/>
    <w:rsid w:val="00957DCD"/>
    <w:rsid w:val="009669FE"/>
    <w:rsid w:val="00966ADB"/>
    <w:rsid w:val="00967890"/>
    <w:rsid w:val="00977971"/>
    <w:rsid w:val="009779EE"/>
    <w:rsid w:val="00982891"/>
    <w:rsid w:val="00983090"/>
    <w:rsid w:val="00986234"/>
    <w:rsid w:val="0099058A"/>
    <w:rsid w:val="00990F0C"/>
    <w:rsid w:val="009934B7"/>
    <w:rsid w:val="00993B95"/>
    <w:rsid w:val="00995B12"/>
    <w:rsid w:val="00995FAD"/>
    <w:rsid w:val="00996032"/>
    <w:rsid w:val="00996408"/>
    <w:rsid w:val="009A0336"/>
    <w:rsid w:val="009A0DD7"/>
    <w:rsid w:val="009A7E88"/>
    <w:rsid w:val="009B0A52"/>
    <w:rsid w:val="009B3918"/>
    <w:rsid w:val="009B4C52"/>
    <w:rsid w:val="009B6F6F"/>
    <w:rsid w:val="009B7BD4"/>
    <w:rsid w:val="009C382E"/>
    <w:rsid w:val="009C53EA"/>
    <w:rsid w:val="009C756D"/>
    <w:rsid w:val="009C7701"/>
    <w:rsid w:val="009E0934"/>
    <w:rsid w:val="009E0F23"/>
    <w:rsid w:val="009E1993"/>
    <w:rsid w:val="009E2D79"/>
    <w:rsid w:val="009E3BED"/>
    <w:rsid w:val="009E4D91"/>
    <w:rsid w:val="009E51E1"/>
    <w:rsid w:val="009E64E7"/>
    <w:rsid w:val="009E7617"/>
    <w:rsid w:val="009E7628"/>
    <w:rsid w:val="009F61D7"/>
    <w:rsid w:val="009F7C72"/>
    <w:rsid w:val="00A00B41"/>
    <w:rsid w:val="00A00BFF"/>
    <w:rsid w:val="00A026A7"/>
    <w:rsid w:val="00A027EE"/>
    <w:rsid w:val="00A058E7"/>
    <w:rsid w:val="00A0623E"/>
    <w:rsid w:val="00A06330"/>
    <w:rsid w:val="00A10391"/>
    <w:rsid w:val="00A1186D"/>
    <w:rsid w:val="00A1682D"/>
    <w:rsid w:val="00A25199"/>
    <w:rsid w:val="00A266E0"/>
    <w:rsid w:val="00A27CF4"/>
    <w:rsid w:val="00A30C28"/>
    <w:rsid w:val="00A31D34"/>
    <w:rsid w:val="00A3277A"/>
    <w:rsid w:val="00A40F63"/>
    <w:rsid w:val="00A42D57"/>
    <w:rsid w:val="00A462C2"/>
    <w:rsid w:val="00A5117C"/>
    <w:rsid w:val="00A53532"/>
    <w:rsid w:val="00A60D00"/>
    <w:rsid w:val="00A67041"/>
    <w:rsid w:val="00A732F6"/>
    <w:rsid w:val="00A75D4E"/>
    <w:rsid w:val="00A77742"/>
    <w:rsid w:val="00A907A2"/>
    <w:rsid w:val="00A94B80"/>
    <w:rsid w:val="00A963F5"/>
    <w:rsid w:val="00A97425"/>
    <w:rsid w:val="00AA0AD8"/>
    <w:rsid w:val="00AB43FA"/>
    <w:rsid w:val="00AB441E"/>
    <w:rsid w:val="00AB44C5"/>
    <w:rsid w:val="00AB4A19"/>
    <w:rsid w:val="00AB4A7A"/>
    <w:rsid w:val="00AB68FD"/>
    <w:rsid w:val="00AC0840"/>
    <w:rsid w:val="00AC0BBF"/>
    <w:rsid w:val="00AC2932"/>
    <w:rsid w:val="00AC5CD4"/>
    <w:rsid w:val="00AC6E34"/>
    <w:rsid w:val="00AD0E2A"/>
    <w:rsid w:val="00AD1332"/>
    <w:rsid w:val="00AD3790"/>
    <w:rsid w:val="00AD3C34"/>
    <w:rsid w:val="00AD5803"/>
    <w:rsid w:val="00AD6CDC"/>
    <w:rsid w:val="00AE041A"/>
    <w:rsid w:val="00AE04B7"/>
    <w:rsid w:val="00AE1D10"/>
    <w:rsid w:val="00AE1E0F"/>
    <w:rsid w:val="00AE5B64"/>
    <w:rsid w:val="00AE629D"/>
    <w:rsid w:val="00AF12BE"/>
    <w:rsid w:val="00AF1C59"/>
    <w:rsid w:val="00AF33BE"/>
    <w:rsid w:val="00AF3B27"/>
    <w:rsid w:val="00AF41E3"/>
    <w:rsid w:val="00AF70F0"/>
    <w:rsid w:val="00B009D6"/>
    <w:rsid w:val="00B04CE0"/>
    <w:rsid w:val="00B10BAB"/>
    <w:rsid w:val="00B11C5F"/>
    <w:rsid w:val="00B15DD6"/>
    <w:rsid w:val="00B16BAB"/>
    <w:rsid w:val="00B23B45"/>
    <w:rsid w:val="00B2499C"/>
    <w:rsid w:val="00B25C36"/>
    <w:rsid w:val="00B260BA"/>
    <w:rsid w:val="00B30676"/>
    <w:rsid w:val="00B31715"/>
    <w:rsid w:val="00B31DA5"/>
    <w:rsid w:val="00B345BD"/>
    <w:rsid w:val="00B36D01"/>
    <w:rsid w:val="00B404C7"/>
    <w:rsid w:val="00B42F7D"/>
    <w:rsid w:val="00B43AAD"/>
    <w:rsid w:val="00B43C8E"/>
    <w:rsid w:val="00B50FDC"/>
    <w:rsid w:val="00B5609D"/>
    <w:rsid w:val="00B56B8C"/>
    <w:rsid w:val="00B65D62"/>
    <w:rsid w:val="00B65E6F"/>
    <w:rsid w:val="00B661FA"/>
    <w:rsid w:val="00B700D1"/>
    <w:rsid w:val="00B720D0"/>
    <w:rsid w:val="00B73322"/>
    <w:rsid w:val="00B749C7"/>
    <w:rsid w:val="00B76598"/>
    <w:rsid w:val="00B805D7"/>
    <w:rsid w:val="00B808C5"/>
    <w:rsid w:val="00B80B49"/>
    <w:rsid w:val="00B84BB6"/>
    <w:rsid w:val="00B84BE4"/>
    <w:rsid w:val="00B8607F"/>
    <w:rsid w:val="00B90768"/>
    <w:rsid w:val="00B91571"/>
    <w:rsid w:val="00B95247"/>
    <w:rsid w:val="00B95AC7"/>
    <w:rsid w:val="00B97DD6"/>
    <w:rsid w:val="00BA220C"/>
    <w:rsid w:val="00BA46B9"/>
    <w:rsid w:val="00BA62AB"/>
    <w:rsid w:val="00BB2F72"/>
    <w:rsid w:val="00BB629C"/>
    <w:rsid w:val="00BC0490"/>
    <w:rsid w:val="00BC1396"/>
    <w:rsid w:val="00BC27EE"/>
    <w:rsid w:val="00BC7844"/>
    <w:rsid w:val="00BD0DB1"/>
    <w:rsid w:val="00BD27F7"/>
    <w:rsid w:val="00BD44D9"/>
    <w:rsid w:val="00BD4800"/>
    <w:rsid w:val="00BD610B"/>
    <w:rsid w:val="00BE0D8F"/>
    <w:rsid w:val="00BE38A7"/>
    <w:rsid w:val="00BE4305"/>
    <w:rsid w:val="00BE6CFA"/>
    <w:rsid w:val="00BE7C54"/>
    <w:rsid w:val="00BF1335"/>
    <w:rsid w:val="00BF23BB"/>
    <w:rsid w:val="00BF25A4"/>
    <w:rsid w:val="00BF2D55"/>
    <w:rsid w:val="00BF3EA3"/>
    <w:rsid w:val="00BF6A02"/>
    <w:rsid w:val="00BF74CC"/>
    <w:rsid w:val="00C06649"/>
    <w:rsid w:val="00C10503"/>
    <w:rsid w:val="00C125C8"/>
    <w:rsid w:val="00C133ED"/>
    <w:rsid w:val="00C1532A"/>
    <w:rsid w:val="00C22D7A"/>
    <w:rsid w:val="00C233AF"/>
    <w:rsid w:val="00C2368E"/>
    <w:rsid w:val="00C268E2"/>
    <w:rsid w:val="00C31577"/>
    <w:rsid w:val="00C34660"/>
    <w:rsid w:val="00C349AB"/>
    <w:rsid w:val="00C35965"/>
    <w:rsid w:val="00C36FC2"/>
    <w:rsid w:val="00C3728B"/>
    <w:rsid w:val="00C428BE"/>
    <w:rsid w:val="00C43906"/>
    <w:rsid w:val="00C45F10"/>
    <w:rsid w:val="00C467A3"/>
    <w:rsid w:val="00C50AFF"/>
    <w:rsid w:val="00C52343"/>
    <w:rsid w:val="00C5352A"/>
    <w:rsid w:val="00C54ABA"/>
    <w:rsid w:val="00C60422"/>
    <w:rsid w:val="00C6268B"/>
    <w:rsid w:val="00C74F41"/>
    <w:rsid w:val="00C760D4"/>
    <w:rsid w:val="00C80605"/>
    <w:rsid w:val="00C84B4D"/>
    <w:rsid w:val="00C859AF"/>
    <w:rsid w:val="00C85B15"/>
    <w:rsid w:val="00C90719"/>
    <w:rsid w:val="00C90C19"/>
    <w:rsid w:val="00C91F3E"/>
    <w:rsid w:val="00C95081"/>
    <w:rsid w:val="00C95778"/>
    <w:rsid w:val="00C96574"/>
    <w:rsid w:val="00C96942"/>
    <w:rsid w:val="00CA0927"/>
    <w:rsid w:val="00CA0D4A"/>
    <w:rsid w:val="00CA1335"/>
    <w:rsid w:val="00CA1358"/>
    <w:rsid w:val="00CA1A94"/>
    <w:rsid w:val="00CA1E79"/>
    <w:rsid w:val="00CA3E08"/>
    <w:rsid w:val="00CB05F0"/>
    <w:rsid w:val="00CB0721"/>
    <w:rsid w:val="00CB1426"/>
    <w:rsid w:val="00CB5AF6"/>
    <w:rsid w:val="00CB72F6"/>
    <w:rsid w:val="00CB76C4"/>
    <w:rsid w:val="00CC14D7"/>
    <w:rsid w:val="00CE094F"/>
    <w:rsid w:val="00CE21A0"/>
    <w:rsid w:val="00CF22C2"/>
    <w:rsid w:val="00CF43A1"/>
    <w:rsid w:val="00CF60BD"/>
    <w:rsid w:val="00CF734F"/>
    <w:rsid w:val="00D03750"/>
    <w:rsid w:val="00D055EC"/>
    <w:rsid w:val="00D13277"/>
    <w:rsid w:val="00D134F6"/>
    <w:rsid w:val="00D1464D"/>
    <w:rsid w:val="00D1477B"/>
    <w:rsid w:val="00D14991"/>
    <w:rsid w:val="00D15F81"/>
    <w:rsid w:val="00D21ED4"/>
    <w:rsid w:val="00D22FED"/>
    <w:rsid w:val="00D24EDC"/>
    <w:rsid w:val="00D3006A"/>
    <w:rsid w:val="00D321AE"/>
    <w:rsid w:val="00D3544C"/>
    <w:rsid w:val="00D35BA0"/>
    <w:rsid w:val="00D37AD8"/>
    <w:rsid w:val="00D37E84"/>
    <w:rsid w:val="00D40BC7"/>
    <w:rsid w:val="00D45585"/>
    <w:rsid w:val="00D45E75"/>
    <w:rsid w:val="00D534B8"/>
    <w:rsid w:val="00D54CA7"/>
    <w:rsid w:val="00D5508E"/>
    <w:rsid w:val="00D57922"/>
    <w:rsid w:val="00D60710"/>
    <w:rsid w:val="00D610B3"/>
    <w:rsid w:val="00D654B5"/>
    <w:rsid w:val="00D6573A"/>
    <w:rsid w:val="00D712E6"/>
    <w:rsid w:val="00D71E1C"/>
    <w:rsid w:val="00D72BCA"/>
    <w:rsid w:val="00D80774"/>
    <w:rsid w:val="00D81D94"/>
    <w:rsid w:val="00D8241D"/>
    <w:rsid w:val="00D82F9F"/>
    <w:rsid w:val="00D838E7"/>
    <w:rsid w:val="00D92FB8"/>
    <w:rsid w:val="00D93086"/>
    <w:rsid w:val="00D93123"/>
    <w:rsid w:val="00D9424D"/>
    <w:rsid w:val="00D94D2E"/>
    <w:rsid w:val="00DA0905"/>
    <w:rsid w:val="00DA38BF"/>
    <w:rsid w:val="00DA3EB2"/>
    <w:rsid w:val="00DA4579"/>
    <w:rsid w:val="00DA71A9"/>
    <w:rsid w:val="00DB046D"/>
    <w:rsid w:val="00DB18D0"/>
    <w:rsid w:val="00DB391D"/>
    <w:rsid w:val="00DB4F86"/>
    <w:rsid w:val="00DC0516"/>
    <w:rsid w:val="00DC2258"/>
    <w:rsid w:val="00DD4DF8"/>
    <w:rsid w:val="00DD6E18"/>
    <w:rsid w:val="00DD7BDA"/>
    <w:rsid w:val="00DE3385"/>
    <w:rsid w:val="00DF0327"/>
    <w:rsid w:val="00DF3828"/>
    <w:rsid w:val="00E025D5"/>
    <w:rsid w:val="00E03A9F"/>
    <w:rsid w:val="00E03C23"/>
    <w:rsid w:val="00E03FD4"/>
    <w:rsid w:val="00E04D5F"/>
    <w:rsid w:val="00E04E4B"/>
    <w:rsid w:val="00E054F0"/>
    <w:rsid w:val="00E067B4"/>
    <w:rsid w:val="00E07B91"/>
    <w:rsid w:val="00E07E07"/>
    <w:rsid w:val="00E13C32"/>
    <w:rsid w:val="00E17441"/>
    <w:rsid w:val="00E2565A"/>
    <w:rsid w:val="00E2634C"/>
    <w:rsid w:val="00E27188"/>
    <w:rsid w:val="00E30254"/>
    <w:rsid w:val="00E30884"/>
    <w:rsid w:val="00E3280B"/>
    <w:rsid w:val="00E32E96"/>
    <w:rsid w:val="00E343FF"/>
    <w:rsid w:val="00E35E01"/>
    <w:rsid w:val="00E41242"/>
    <w:rsid w:val="00E423AF"/>
    <w:rsid w:val="00E43D31"/>
    <w:rsid w:val="00E515F2"/>
    <w:rsid w:val="00E51F18"/>
    <w:rsid w:val="00E543EF"/>
    <w:rsid w:val="00E54A31"/>
    <w:rsid w:val="00E54EBF"/>
    <w:rsid w:val="00E5561B"/>
    <w:rsid w:val="00E55FAC"/>
    <w:rsid w:val="00E569A3"/>
    <w:rsid w:val="00E569D8"/>
    <w:rsid w:val="00E60B5E"/>
    <w:rsid w:val="00E612DB"/>
    <w:rsid w:val="00E65BC4"/>
    <w:rsid w:val="00E66EDA"/>
    <w:rsid w:val="00E706CE"/>
    <w:rsid w:val="00E72601"/>
    <w:rsid w:val="00E73348"/>
    <w:rsid w:val="00E75BBD"/>
    <w:rsid w:val="00E76280"/>
    <w:rsid w:val="00E77925"/>
    <w:rsid w:val="00E77D4B"/>
    <w:rsid w:val="00E803E8"/>
    <w:rsid w:val="00E8132C"/>
    <w:rsid w:val="00E82A9D"/>
    <w:rsid w:val="00E8331C"/>
    <w:rsid w:val="00E834BE"/>
    <w:rsid w:val="00E8444E"/>
    <w:rsid w:val="00E844BF"/>
    <w:rsid w:val="00E93DF1"/>
    <w:rsid w:val="00E95B4C"/>
    <w:rsid w:val="00E965CA"/>
    <w:rsid w:val="00E96C25"/>
    <w:rsid w:val="00E96CFA"/>
    <w:rsid w:val="00EA0008"/>
    <w:rsid w:val="00EA0AEF"/>
    <w:rsid w:val="00EA2200"/>
    <w:rsid w:val="00EA24EC"/>
    <w:rsid w:val="00EA2A5A"/>
    <w:rsid w:val="00EA3B13"/>
    <w:rsid w:val="00EA417F"/>
    <w:rsid w:val="00EA4D61"/>
    <w:rsid w:val="00EA4EB1"/>
    <w:rsid w:val="00EB3874"/>
    <w:rsid w:val="00EC0505"/>
    <w:rsid w:val="00EC448D"/>
    <w:rsid w:val="00EC4E2E"/>
    <w:rsid w:val="00EC59C5"/>
    <w:rsid w:val="00EC7C27"/>
    <w:rsid w:val="00ED1A9B"/>
    <w:rsid w:val="00ED261C"/>
    <w:rsid w:val="00ED4D33"/>
    <w:rsid w:val="00ED4D9A"/>
    <w:rsid w:val="00ED6B99"/>
    <w:rsid w:val="00ED6C9E"/>
    <w:rsid w:val="00ED707E"/>
    <w:rsid w:val="00ED7C98"/>
    <w:rsid w:val="00EE0130"/>
    <w:rsid w:val="00EE01C3"/>
    <w:rsid w:val="00EE0766"/>
    <w:rsid w:val="00EE32D7"/>
    <w:rsid w:val="00EE670B"/>
    <w:rsid w:val="00EF1635"/>
    <w:rsid w:val="00EF1DDD"/>
    <w:rsid w:val="00EF41D5"/>
    <w:rsid w:val="00EF4431"/>
    <w:rsid w:val="00F0428E"/>
    <w:rsid w:val="00F06C75"/>
    <w:rsid w:val="00F07565"/>
    <w:rsid w:val="00F15F78"/>
    <w:rsid w:val="00F21B09"/>
    <w:rsid w:val="00F21C65"/>
    <w:rsid w:val="00F258C5"/>
    <w:rsid w:val="00F27A34"/>
    <w:rsid w:val="00F27E4D"/>
    <w:rsid w:val="00F3109A"/>
    <w:rsid w:val="00F3730B"/>
    <w:rsid w:val="00F37CA4"/>
    <w:rsid w:val="00F41D70"/>
    <w:rsid w:val="00F4739E"/>
    <w:rsid w:val="00F50C33"/>
    <w:rsid w:val="00F510A3"/>
    <w:rsid w:val="00F5194D"/>
    <w:rsid w:val="00F542E4"/>
    <w:rsid w:val="00F644C4"/>
    <w:rsid w:val="00F75531"/>
    <w:rsid w:val="00F82798"/>
    <w:rsid w:val="00F84D14"/>
    <w:rsid w:val="00F8545D"/>
    <w:rsid w:val="00F857EB"/>
    <w:rsid w:val="00F85B84"/>
    <w:rsid w:val="00F9203B"/>
    <w:rsid w:val="00F93756"/>
    <w:rsid w:val="00F93B6C"/>
    <w:rsid w:val="00FA223E"/>
    <w:rsid w:val="00FA33D7"/>
    <w:rsid w:val="00FA42D7"/>
    <w:rsid w:val="00FA4C99"/>
    <w:rsid w:val="00FA7382"/>
    <w:rsid w:val="00FB1A42"/>
    <w:rsid w:val="00FB3C5C"/>
    <w:rsid w:val="00FB4910"/>
    <w:rsid w:val="00FB5928"/>
    <w:rsid w:val="00FB5DA8"/>
    <w:rsid w:val="00FB6BC7"/>
    <w:rsid w:val="00FC278B"/>
    <w:rsid w:val="00FC30C4"/>
    <w:rsid w:val="00FD087C"/>
    <w:rsid w:val="00FD2682"/>
    <w:rsid w:val="00FE0481"/>
    <w:rsid w:val="00FE131C"/>
    <w:rsid w:val="00FE24FA"/>
    <w:rsid w:val="00FE3022"/>
    <w:rsid w:val="00FF30FC"/>
    <w:rsid w:val="00FF364D"/>
    <w:rsid w:val="00FF48D5"/>
    <w:rsid w:val="00FF4F58"/>
    <w:rsid w:val="00FF7210"/>
    <w:rsid w:val="15D8C7D5"/>
    <w:rsid w:val="35D1FEEC"/>
    <w:rsid w:val="5A4E8C3B"/>
    <w:rsid w:val="707F862B"/>
    <w:rsid w:val="7F87E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57E2CE"/>
  <w15:chartTrackingRefBased/>
  <w15:docId w15:val="{FBB348A0-9017-45C1-A50E-6CA077CE5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E3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PROVERE 1"/>
    <w:basedOn w:val="Normal"/>
    <w:link w:val="PargrafodaListaCarter"/>
    <w:uiPriority w:val="34"/>
    <w:qFormat/>
    <w:rsid w:val="00AC6E34"/>
    <w:pPr>
      <w:ind w:left="720"/>
      <w:contextualSpacing/>
    </w:pPr>
  </w:style>
  <w:style w:type="character" w:customStyle="1" w:styleId="PargrafodaListaCarter">
    <w:name w:val="Parágrafo da Lista Caráter"/>
    <w:aliases w:val="PROVERE 1 Caráter"/>
    <w:basedOn w:val="Tipodeletrapredefinidodopargrafo"/>
    <w:link w:val="PargrafodaLista"/>
    <w:uiPriority w:val="34"/>
    <w:rsid w:val="00AC6E34"/>
  </w:style>
  <w:style w:type="table" w:styleId="TabelacomGrelha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C6E3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607F"/>
  </w:style>
  <w:style w:type="paragraph" w:styleId="Rodap">
    <w:name w:val="footer"/>
    <w:basedOn w:val="Normal"/>
    <w:link w:val="Rodap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8607F"/>
  </w:style>
  <w:style w:type="paragraph" w:styleId="Textodebalo">
    <w:name w:val="Balloon Text"/>
    <w:basedOn w:val="Normal"/>
    <w:link w:val="TextodebaloCarte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F0B8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F0B8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F0B80"/>
    <w:rPr>
      <w:b/>
      <w:bCs/>
      <w:sz w:val="20"/>
      <w:szCs w:val="20"/>
    </w:rPr>
  </w:style>
  <w:style w:type="paragraph" w:customStyle="1" w:styleId="Default">
    <w:name w:val="Default"/>
    <w:rsid w:val="006C2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unos\Desktop\REVER\ANQEP\MAPA_FUNCIONAL\DesenhoDigital_UC\Template_RC_Nova_%20N2_N4_2022_04_21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4401f7a-f939-44ea-bdfb-cd1a26369ea5">
      <UserInfo>
        <DisplayName>Leonor Rocha</DisplayName>
        <AccountId>10</AccountId>
        <AccountType/>
      </UserInfo>
      <UserInfo>
        <DisplayName>Elisa Pérez Babo</DisplayName>
        <AccountId>29</AccountId>
        <AccountType/>
      </UserInfo>
      <UserInfo>
        <DisplayName>Maria Álvares</DisplayName>
        <AccountId>16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6B832AD590054A854358AEEE2146A5" ma:contentTypeVersion="6" ma:contentTypeDescription="Criar um novo documento." ma:contentTypeScope="" ma:versionID="9dcd55c788e7f94a02f155f2b5ce7a3e">
  <xsd:schema xmlns:xsd="http://www.w3.org/2001/XMLSchema" xmlns:xs="http://www.w3.org/2001/XMLSchema" xmlns:p="http://schemas.microsoft.com/office/2006/metadata/properties" xmlns:ns2="64401f7a-f939-44ea-bdfb-cd1a26369ea5" xmlns:ns3="bea84cbd-f23c-4a56-ab15-97a4ac4696c3" targetNamespace="http://schemas.microsoft.com/office/2006/metadata/properties" ma:root="true" ma:fieldsID="03da1fca94445455296d73adf2b75fa3" ns2:_="" ns3:_="">
    <xsd:import namespace="64401f7a-f939-44ea-bdfb-cd1a26369ea5"/>
    <xsd:import namespace="bea84cbd-f23c-4a56-ab15-97a4ac4696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01f7a-f939-44ea-bdfb-cd1a26369e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84cbd-f23c-4a56-ab15-97a4ac469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F43F23-442A-41AF-B5CD-E4391DC7FF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8A1D6-77AF-4DE2-A8DD-05D9C81B160D}">
  <ds:schemaRefs>
    <ds:schemaRef ds:uri="http://schemas.microsoft.com/office/2006/metadata/properties"/>
    <ds:schemaRef ds:uri="http://schemas.microsoft.com/office/infopath/2007/PartnerControls"/>
    <ds:schemaRef ds:uri="64401f7a-f939-44ea-bdfb-cd1a26369ea5"/>
  </ds:schemaRefs>
</ds:datastoreItem>
</file>

<file path=customXml/itemProps3.xml><?xml version="1.0" encoding="utf-8"?>
<ds:datastoreItem xmlns:ds="http://schemas.openxmlformats.org/officeDocument/2006/customXml" ds:itemID="{0030DB30-69EA-4AFB-AC49-9A6DAE6FFD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1B73F1-926F-49E7-B4FA-82B6C478D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401f7a-f939-44ea-bdfb-cd1a26369ea5"/>
    <ds:schemaRef ds:uri="bea84cbd-f23c-4a56-ab15-97a4ac469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Template_RC_Nova_ N2_N4_2022_04_21</Template>
  <TotalTime>35</TotalTime>
  <Pages>147</Pages>
  <Words>28637</Words>
  <Characters>154643</Characters>
  <Application>Microsoft Office Word</Application>
  <DocSecurity>0</DocSecurity>
  <Lines>1288</Lines>
  <Paragraphs>365</Paragraphs>
  <ScaleCrop>false</ScaleCrop>
  <Company>HP Inc.</Company>
  <LinksUpToDate>false</LinksUpToDate>
  <CharactersWithSpaces>182915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Alunos</dc:creator>
  <cp:keywords/>
  <dc:description/>
  <cp:lastModifiedBy>Maria Álvares</cp:lastModifiedBy>
  <cp:revision>45</cp:revision>
  <cp:lastPrinted>2024-02-08T10:20:00Z</cp:lastPrinted>
  <dcterms:created xsi:type="dcterms:W3CDTF">2024-02-15T11:19:00Z</dcterms:created>
  <dcterms:modified xsi:type="dcterms:W3CDTF">2024-02-20T16:11:00Z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0x010100896B832AD590054A854358AEEE2146A5</vt:lpwstr>
  </property>
</Properties>
</file>