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46CC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155D2E8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708AD2" wp14:editId="2C8A63CC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CAA33A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7EE4AE46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08AD2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3ECAA33A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7EE4AE46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488DD1B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19731F1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063E249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2ECEE8D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6885D81" w14:textId="3793BD6C" w:rsidR="00863E5E" w:rsidRPr="00F51457" w:rsidRDefault="00EF4910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>
        <w:rPr>
          <w:rFonts w:ascii="Verdana Pro Light" w:hAnsi="Verdana Pro Light"/>
          <w:b/>
          <w:color w:val="000000" w:themeColor="text1"/>
          <w:sz w:val="32"/>
          <w:szCs w:val="24"/>
        </w:rPr>
        <w:t>Técnico/a de Fotografia</w:t>
      </w:r>
    </w:p>
    <w:p w14:paraId="6878063C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5F942D0C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542343DA" wp14:editId="67EEEB9E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607276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6713F806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2343DA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38607276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6713F806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2910BDC" w14:textId="742DA6FE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EF4910" w:rsidRPr="00EF4910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213 - Audiovisuais e Produção dos Media</w:t>
      </w:r>
    </w:p>
    <w:p w14:paraId="2180E358" w14:textId="423A397D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 xml:space="preserve">: </w:t>
      </w:r>
      <w:r w:rsidR="00EF4910" w:rsidRPr="00EF491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213349</w:t>
      </w:r>
    </w:p>
    <w:p w14:paraId="689E7A70" w14:textId="113CC712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22CC01DE" w14:textId="4BE1CBF7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</w:p>
    <w:p w14:paraId="077059B3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7C2DD668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05873E55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306F01BF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2DA2BF13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D84894">
          <w:headerReference w:type="default" r:id="rId10"/>
          <w:footerReference w:type="default" r:id="rId11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578908B4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4069EC14" w14:textId="5A8325B6" w:rsidR="00AC6E34" w:rsidRDefault="00EF4910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Realizar trabalhos fotográficos e videográficos, operando diferentes tipos de câmaras e acessórios, equipamentos de iluminação, revelação, impressão e tratamento de imagem fotográfica.</w:t>
      </w:r>
    </w:p>
    <w:p w14:paraId="3A929508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246C1E9D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49A8B95D" w14:textId="593AD60F" w:rsidR="00EF4910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Analisar os enquadramentos, a iluminação, os cenários, o equipamento e os processos fotográficos de captação de imagens adequados às situações, objetos e pessoas, em consonância com a área da fotografia a que se destinam;</w:t>
      </w:r>
    </w:p>
    <w:p w14:paraId="68DBFD59" w14:textId="2A1B37BE" w:rsidR="00EF4910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Captar e registar imagens animadas e fixas, no estúdio e no exterior, utilizando os equipamentos fotográficos adequados;</w:t>
      </w:r>
    </w:p>
    <w:p w14:paraId="5A9333FE" w14:textId="4E09BAA4" w:rsidR="00EF4910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Efetuar operações de revelação de película fotográfica P/B e sua impressão em papel fotográfico P/B, em laboratório, utilizando as técnicas e equipamentos adequados;</w:t>
      </w:r>
    </w:p>
    <w:p w14:paraId="5C3E905B" w14:textId="3D2AB744" w:rsidR="00EF4910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 xml:space="preserve">Efetuar tratamento digital de imagens, aplicando técnicas de pós-produção fotográfica para alterar, corrigir e compor as imagens fotográficas, utilizando os programas e as ferramentas de edição adequados; </w:t>
      </w:r>
    </w:p>
    <w:p w14:paraId="6734E147" w14:textId="47DDC352" w:rsidR="00EF4910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Criar e organizar o arquivo de imagens fotográficas em diferentes suportes documentais e promover a sua divulgação;</w:t>
      </w:r>
    </w:p>
    <w:p w14:paraId="72B3420C" w14:textId="499CB6E2" w:rsidR="00EF4910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Captar e editar peças videográficas com software específico;</w:t>
      </w:r>
    </w:p>
    <w:p w14:paraId="61F9BDB8" w14:textId="2DDFC9C2" w:rsidR="00EF4910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Classificar linguagens fotográficas;</w:t>
      </w:r>
    </w:p>
    <w:p w14:paraId="0AC0A580" w14:textId="77777777" w:rsid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Elaborar trabalho fotográfico autoral;</w:t>
      </w:r>
    </w:p>
    <w:p w14:paraId="750F6CAE" w14:textId="1E7BB44D" w:rsidR="00AC6E34" w:rsidRPr="00EF4910" w:rsidRDefault="00EF4910" w:rsidP="00EF4910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</w:rPr>
      </w:pPr>
      <w:r w:rsidRPr="00EF4910">
        <w:rPr>
          <w:rFonts w:ascii="Verdana Pro Light" w:hAnsi="Verdana Pro Light" w:cstheme="minorHAnsi"/>
        </w:rPr>
        <w:t>Executar tarefas de produção para projetos fotográficos e expositivos.</w:t>
      </w:r>
    </w:p>
    <w:p w14:paraId="57F291A1" w14:textId="77777777" w:rsidR="00EF4910" w:rsidRDefault="00EF4910" w:rsidP="00EF4910">
      <w:pPr>
        <w:pStyle w:val="PargrafodaLista"/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4EC8D42" w14:textId="77777777" w:rsidR="00EF4910" w:rsidRPr="00EF4910" w:rsidRDefault="00EF4910" w:rsidP="00EF4910">
      <w:pPr>
        <w:pStyle w:val="PargrafodaLista"/>
        <w:tabs>
          <w:tab w:val="left" w:pos="9072"/>
        </w:tabs>
        <w:spacing w:after="0" w:line="276" w:lineRule="auto"/>
        <w:ind w:left="284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BC93E54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226904BE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1E7B9FA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B220FE" w:rsidRPr="00712C22" w14:paraId="3C46A806" w14:textId="77777777" w:rsidTr="00017090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20352335" w14:textId="77777777" w:rsidR="00B220FE" w:rsidRPr="00712C22" w:rsidRDefault="00B220FE" w:rsidP="00017090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1946B2B" w14:textId="77777777" w:rsidR="00B220FE" w:rsidRPr="00712C22" w:rsidRDefault="00B220FE" w:rsidP="00017090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25E00BF7" w14:textId="77777777" w:rsidR="00B220FE" w:rsidRPr="00712C22" w:rsidRDefault="00B220FE" w:rsidP="00017090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F37D72D" w14:textId="77777777" w:rsidR="00B220FE" w:rsidRPr="00712C22" w:rsidRDefault="00B220FE" w:rsidP="00017090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B220FE" w:rsidRPr="006C0318" w14:paraId="6D822761" w14:textId="77777777" w:rsidTr="00017090">
        <w:trPr>
          <w:trHeight w:val="317"/>
          <w:jc w:val="center"/>
        </w:trPr>
        <w:tc>
          <w:tcPr>
            <w:tcW w:w="1185" w:type="dxa"/>
            <w:vAlign w:val="center"/>
          </w:tcPr>
          <w:p w14:paraId="7DA8BD60" w14:textId="77777777" w:rsidR="00B220FE" w:rsidRPr="00234037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D760BDA" w14:textId="77777777" w:rsidR="00B220FE" w:rsidRPr="00712C22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5B221F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44B18D53" w14:textId="77777777" w:rsidR="00B220FE" w:rsidRPr="006C0318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EC61F1">
              <w:rPr>
                <w:rFonts w:ascii="Verdana Pro Light" w:hAnsi="Verdana Pro Light"/>
                <w:sz w:val="18"/>
                <w:szCs w:val="18"/>
              </w:rPr>
              <w:t>Atuar na área da fotografia</w:t>
            </w:r>
          </w:p>
        </w:tc>
        <w:tc>
          <w:tcPr>
            <w:tcW w:w="1134" w:type="dxa"/>
            <w:vAlign w:val="center"/>
          </w:tcPr>
          <w:p w14:paraId="6A878EE7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15568BB0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52DB0EC" w14:textId="77777777" w:rsidR="00B220FE" w:rsidRPr="00234037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4E90ACD" w14:textId="77777777" w:rsidR="00B220FE" w:rsidRPr="00712C22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31170C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6B5035BC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584B79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área da fotografia</w:t>
            </w:r>
          </w:p>
        </w:tc>
        <w:tc>
          <w:tcPr>
            <w:tcW w:w="1134" w:type="dxa"/>
            <w:vAlign w:val="center"/>
          </w:tcPr>
          <w:p w14:paraId="7F2A5046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40DA17C8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43994F6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01479C9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4C90D462" w14:textId="77777777" w:rsidR="00B220FE" w:rsidRPr="006C0318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Avaliar </w:t>
            </w:r>
            <w:r w:rsidRPr="00C25C90">
              <w:rPr>
                <w:rFonts w:ascii="Verdana Pro Light" w:hAnsi="Verdana Pro Light"/>
                <w:sz w:val="18"/>
                <w:szCs w:val="18"/>
              </w:rPr>
              <w:t>a imagem fotográfica como comunicação visual</w:t>
            </w:r>
          </w:p>
        </w:tc>
        <w:tc>
          <w:tcPr>
            <w:tcW w:w="1134" w:type="dxa"/>
            <w:vAlign w:val="center"/>
          </w:tcPr>
          <w:p w14:paraId="6B308E90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5B0CA1E9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9CF3C09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3ED9B8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7C334760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EF4910">
              <w:rPr>
                <w:rFonts w:ascii="Verdana Pro Light" w:hAnsi="Verdana Pro Light"/>
                <w:sz w:val="18"/>
                <w:szCs w:val="18"/>
              </w:rPr>
              <w:t>Operar a câmara fotográfica e fotografar com equipamento digital</w:t>
            </w:r>
          </w:p>
        </w:tc>
        <w:tc>
          <w:tcPr>
            <w:tcW w:w="1134" w:type="dxa"/>
            <w:vAlign w:val="center"/>
          </w:tcPr>
          <w:p w14:paraId="56461E7E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460BEAFA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EAC5531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44D01B6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19474C7B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6D4DF7">
              <w:rPr>
                <w:rFonts w:ascii="Verdana Pro Light" w:hAnsi="Verdana Pro Light"/>
                <w:sz w:val="18"/>
                <w:szCs w:val="18"/>
              </w:rPr>
              <w:t>Parametrizar a câmara fotográfica</w:t>
            </w:r>
          </w:p>
        </w:tc>
        <w:tc>
          <w:tcPr>
            <w:tcW w:w="1134" w:type="dxa"/>
            <w:vAlign w:val="center"/>
          </w:tcPr>
          <w:p w14:paraId="5F4DC859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7F3EFF67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2426132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79795FA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584B79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6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6D61775A" w14:textId="0B9683EB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31170C">
              <w:rPr>
                <w:rFonts w:ascii="Verdana Pro Light" w:hAnsi="Verdana Pro Light"/>
                <w:sz w:val="18"/>
                <w:szCs w:val="18"/>
              </w:rPr>
              <w:t>Manipular imagens fotográficas</w:t>
            </w:r>
          </w:p>
        </w:tc>
        <w:tc>
          <w:tcPr>
            <w:tcW w:w="1134" w:type="dxa"/>
            <w:vAlign w:val="center"/>
          </w:tcPr>
          <w:p w14:paraId="4F2CA83D" w14:textId="08CD2337" w:rsidR="00B220FE" w:rsidRPr="00234037" w:rsidRDefault="00717A31" w:rsidP="00717A3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2A8E23A5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D90B0E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789DCA5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7</w:t>
            </w:r>
          </w:p>
        </w:tc>
        <w:tc>
          <w:tcPr>
            <w:tcW w:w="6094" w:type="dxa"/>
            <w:vAlign w:val="center"/>
          </w:tcPr>
          <w:p w14:paraId="5EE2877F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Realizar</w:t>
            </w:r>
            <w:r w:rsidRPr="00D75DBE">
              <w:rPr>
                <w:rFonts w:ascii="Verdana Pro Light" w:hAnsi="Verdana Pro Light"/>
                <w:sz w:val="18"/>
                <w:szCs w:val="18"/>
              </w:rPr>
              <w:t xml:space="preserve"> composição fotográfica</w:t>
            </w:r>
          </w:p>
        </w:tc>
        <w:tc>
          <w:tcPr>
            <w:tcW w:w="1134" w:type="dxa"/>
            <w:vAlign w:val="center"/>
          </w:tcPr>
          <w:p w14:paraId="33750002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27420248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9FA3F65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5EBFFD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8</w:t>
            </w:r>
          </w:p>
        </w:tc>
        <w:tc>
          <w:tcPr>
            <w:tcW w:w="6094" w:type="dxa"/>
            <w:vAlign w:val="center"/>
          </w:tcPr>
          <w:p w14:paraId="4DF80C86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A60A90">
              <w:rPr>
                <w:rFonts w:ascii="Verdana Pro Light" w:hAnsi="Verdana Pro Light"/>
                <w:sz w:val="18"/>
                <w:szCs w:val="18"/>
              </w:rPr>
              <w:t>Realizar fotografia de exterior</w:t>
            </w:r>
          </w:p>
        </w:tc>
        <w:tc>
          <w:tcPr>
            <w:tcW w:w="1134" w:type="dxa"/>
            <w:vAlign w:val="center"/>
          </w:tcPr>
          <w:p w14:paraId="400552B0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20845E1C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A5E3D8E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C6C294E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5C79826E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 xml:space="preserve">Realizar fotografia de retrato em estúdio </w:t>
            </w:r>
          </w:p>
        </w:tc>
        <w:tc>
          <w:tcPr>
            <w:tcW w:w="1134" w:type="dxa"/>
            <w:vAlign w:val="center"/>
          </w:tcPr>
          <w:p w14:paraId="3C8DA1C9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0F71C857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11B1398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6CB6344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53AC189F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Realizar fotografia comercial</w:t>
            </w:r>
          </w:p>
        </w:tc>
        <w:tc>
          <w:tcPr>
            <w:tcW w:w="1134" w:type="dxa"/>
            <w:vAlign w:val="center"/>
          </w:tcPr>
          <w:p w14:paraId="0C395B57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22E23F20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1F59C5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C39BD5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</w:p>
        </w:tc>
        <w:tc>
          <w:tcPr>
            <w:tcW w:w="6094" w:type="dxa"/>
            <w:vAlign w:val="center"/>
          </w:tcPr>
          <w:p w14:paraId="173DF5E0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Realizar fotografia publicitária e institucional</w:t>
            </w:r>
          </w:p>
        </w:tc>
        <w:tc>
          <w:tcPr>
            <w:tcW w:w="1134" w:type="dxa"/>
            <w:vAlign w:val="center"/>
          </w:tcPr>
          <w:p w14:paraId="3F0E4E65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3E7B6C04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C9C7E92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B09FF8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</w:p>
        </w:tc>
        <w:tc>
          <w:tcPr>
            <w:tcW w:w="6094" w:type="dxa"/>
            <w:vAlign w:val="center"/>
          </w:tcPr>
          <w:p w14:paraId="64F5F3BD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Revelar e imprimir em laboratório analógico a preto e branco</w:t>
            </w:r>
          </w:p>
        </w:tc>
        <w:tc>
          <w:tcPr>
            <w:tcW w:w="1134" w:type="dxa"/>
            <w:vAlign w:val="center"/>
          </w:tcPr>
          <w:p w14:paraId="4A94833C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0AAFF02F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FEB996A" w14:textId="77777777" w:rsidR="00B220FE" w:rsidRPr="00326466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C6947AF" w14:textId="77777777" w:rsidR="00B220FE" w:rsidRPr="00326466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326466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5DEFC5AF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Elaborar processos narrativos através das imagens</w:t>
            </w:r>
          </w:p>
        </w:tc>
        <w:tc>
          <w:tcPr>
            <w:tcW w:w="1134" w:type="dxa"/>
            <w:vAlign w:val="center"/>
          </w:tcPr>
          <w:p w14:paraId="527FC4DB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010B397B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A9E00C3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A8FE978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3DFC7603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267DD">
              <w:rPr>
                <w:rFonts w:ascii="Verdana Pro Light" w:hAnsi="Verdana Pro Light"/>
                <w:sz w:val="18"/>
                <w:szCs w:val="18"/>
              </w:rPr>
              <w:t>Executar peças videográficas</w:t>
            </w:r>
            <w:r w:rsidRPr="00C25C90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9482DA1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2A8B8D34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6A8DBCF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05498D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60E371C9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Realizar projetos de fotojornalismo e fotografia de reportagem</w:t>
            </w:r>
          </w:p>
        </w:tc>
        <w:tc>
          <w:tcPr>
            <w:tcW w:w="1134" w:type="dxa"/>
            <w:vAlign w:val="center"/>
          </w:tcPr>
          <w:p w14:paraId="10912029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3B7ED0F2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6B4C23B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F8C3012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601CE5D3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Realizar reportagens fotográficas de fundo</w:t>
            </w:r>
          </w:p>
        </w:tc>
        <w:tc>
          <w:tcPr>
            <w:tcW w:w="1134" w:type="dxa"/>
            <w:vAlign w:val="center"/>
          </w:tcPr>
          <w:p w14:paraId="4FA9ADD6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26447E83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B22A477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0C26D2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7</w:t>
            </w:r>
          </w:p>
        </w:tc>
        <w:tc>
          <w:tcPr>
            <w:tcW w:w="6094" w:type="dxa"/>
            <w:vAlign w:val="center"/>
          </w:tcPr>
          <w:p w14:paraId="2C3A2BF8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 xml:space="preserve">Estabelecer </w:t>
            </w:r>
            <w:proofErr w:type="spellStart"/>
            <w:r w:rsidRPr="002267DD">
              <w:rPr>
                <w:rFonts w:ascii="Verdana Pro Light" w:hAnsi="Verdana Pro Light"/>
                <w:i/>
                <w:iCs/>
                <w:sz w:val="18"/>
                <w:szCs w:val="18"/>
              </w:rPr>
              <w:t>workflow</w:t>
            </w:r>
            <w:proofErr w:type="spellEnd"/>
            <w:r w:rsidRPr="00C25C90">
              <w:rPr>
                <w:rFonts w:ascii="Verdana Pro Light" w:hAnsi="Verdana Pro Light"/>
                <w:sz w:val="18"/>
                <w:szCs w:val="18"/>
              </w:rPr>
              <w:t xml:space="preserve"> na pós-produção fotográfica</w:t>
            </w:r>
          </w:p>
        </w:tc>
        <w:tc>
          <w:tcPr>
            <w:tcW w:w="1134" w:type="dxa"/>
            <w:vAlign w:val="center"/>
          </w:tcPr>
          <w:p w14:paraId="4EB58F3A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17CBB8F7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CB62449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9ABCF0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654F3AC5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Fotografar sessões de moda</w:t>
            </w:r>
          </w:p>
        </w:tc>
        <w:tc>
          <w:tcPr>
            <w:tcW w:w="1134" w:type="dxa"/>
            <w:vAlign w:val="center"/>
          </w:tcPr>
          <w:p w14:paraId="2B8E93E0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1D31E274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D83A53B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E66CFE8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0942BA59" w14:textId="77777777" w:rsidR="00B220FE" w:rsidRPr="00C25C90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267DD">
              <w:rPr>
                <w:rFonts w:ascii="Verdana Pro Light" w:hAnsi="Verdana Pro Light"/>
                <w:sz w:val="18"/>
                <w:szCs w:val="18"/>
              </w:rPr>
              <w:t>Executar projetos artísticos na sua relação com a fotografia</w:t>
            </w:r>
          </w:p>
        </w:tc>
        <w:tc>
          <w:tcPr>
            <w:tcW w:w="1134" w:type="dxa"/>
            <w:vAlign w:val="center"/>
          </w:tcPr>
          <w:p w14:paraId="5FF38B3F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1ED68D54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DC94B91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64C1D5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</w:p>
        </w:tc>
        <w:tc>
          <w:tcPr>
            <w:tcW w:w="6094" w:type="dxa"/>
            <w:vAlign w:val="center"/>
          </w:tcPr>
          <w:p w14:paraId="0A6CDF26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>Criar conteúdos fotográficos e videográficos para redes sociais</w:t>
            </w:r>
          </w:p>
        </w:tc>
        <w:tc>
          <w:tcPr>
            <w:tcW w:w="1134" w:type="dxa"/>
            <w:vAlign w:val="center"/>
          </w:tcPr>
          <w:p w14:paraId="0DB97552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5D2B5227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7F88E62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57B084B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</w:p>
        </w:tc>
        <w:tc>
          <w:tcPr>
            <w:tcW w:w="6094" w:type="dxa"/>
            <w:vAlign w:val="center"/>
          </w:tcPr>
          <w:p w14:paraId="5BF9CBAF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Promover a obra fotográfica </w:t>
            </w:r>
          </w:p>
        </w:tc>
        <w:tc>
          <w:tcPr>
            <w:tcW w:w="1134" w:type="dxa"/>
            <w:vAlign w:val="center"/>
          </w:tcPr>
          <w:p w14:paraId="1907D962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782882F5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1FB7BEE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7CE4A88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692A3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</w:p>
        </w:tc>
        <w:tc>
          <w:tcPr>
            <w:tcW w:w="6094" w:type="dxa"/>
            <w:vAlign w:val="center"/>
          </w:tcPr>
          <w:p w14:paraId="100DFA8F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 xml:space="preserve">Produzir um </w:t>
            </w:r>
            <w:r>
              <w:rPr>
                <w:rFonts w:ascii="Verdana Pro Light" w:hAnsi="Verdana Pro Light"/>
                <w:sz w:val="18"/>
                <w:szCs w:val="18"/>
              </w:rPr>
              <w:t>p</w:t>
            </w:r>
            <w:r w:rsidRPr="00C25C90">
              <w:rPr>
                <w:rFonts w:ascii="Verdana Pro Light" w:hAnsi="Verdana Pro Light"/>
                <w:sz w:val="18"/>
                <w:szCs w:val="18"/>
              </w:rPr>
              <w:t>rojeto expositivo de fotografia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 de autor</w:t>
            </w:r>
            <w:r w:rsidRPr="002267DD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351E771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B220FE" w:rsidRPr="006C0318" w14:paraId="6FC9736C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534F7F4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191B4B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5675F8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0A38C2F3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267DD">
              <w:rPr>
                <w:rFonts w:ascii="Verdana Pro Light" w:hAnsi="Verdana Pro Light"/>
                <w:sz w:val="18"/>
                <w:szCs w:val="18"/>
              </w:rPr>
              <w:t>Prestar informação sobre o setor de fotografia</w:t>
            </w:r>
          </w:p>
        </w:tc>
        <w:tc>
          <w:tcPr>
            <w:tcW w:w="1134" w:type="dxa"/>
            <w:vAlign w:val="center"/>
          </w:tcPr>
          <w:p w14:paraId="3E9B8851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50305A8D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E5DFAEF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7070AD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729F6C1E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C25C90">
              <w:rPr>
                <w:rFonts w:ascii="Verdana Pro Light" w:hAnsi="Verdana Pro Light"/>
                <w:sz w:val="18"/>
                <w:szCs w:val="18"/>
              </w:rPr>
              <w:t xml:space="preserve">Colaborar e trabalhar em equipa </w:t>
            </w:r>
          </w:p>
        </w:tc>
        <w:tc>
          <w:tcPr>
            <w:tcW w:w="1134" w:type="dxa"/>
            <w:vAlign w:val="center"/>
          </w:tcPr>
          <w:p w14:paraId="6903C1D8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6C0318" w14:paraId="6F693E97" w14:textId="77777777" w:rsidTr="00017090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A0EC051" w14:textId="77777777" w:rsidR="00B220FE" w:rsidRPr="006C0318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2F4CF3F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5675F8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5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14BF8C57" w14:textId="77777777" w:rsidR="00B220FE" w:rsidRPr="00234037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267DD">
              <w:rPr>
                <w:rFonts w:ascii="Verdana Pro Light" w:hAnsi="Verdana Pro Light"/>
                <w:sz w:val="18"/>
                <w:szCs w:val="18"/>
              </w:rPr>
              <w:t>Comunicar e interagir em contexto profissional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1377A107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712C22" w14:paraId="7CAEEBDE" w14:textId="77777777" w:rsidTr="00017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39317C6" w14:textId="77777777" w:rsidR="00B220FE" w:rsidRPr="000B6869" w:rsidRDefault="00B220FE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D03D694" w14:textId="77777777" w:rsidR="00B220FE" w:rsidRPr="000B6869" w:rsidRDefault="00B220FE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5675F8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4BC8D5" w14:textId="77777777" w:rsidR="00B220FE" w:rsidRPr="006C0318" w:rsidRDefault="00B220FE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267DD">
              <w:rPr>
                <w:rFonts w:ascii="Verdana Pro Light" w:hAnsi="Verdana Pro Light"/>
                <w:sz w:val="18"/>
                <w:szCs w:val="18"/>
              </w:rPr>
              <w:t>Interagir em inglês na área da fotografia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164376C" w14:textId="77777777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B220FE" w:rsidRPr="00712C22" w14:paraId="18E4826F" w14:textId="77777777" w:rsidTr="00017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D9BA859" w14:textId="77777777" w:rsidR="00B220FE" w:rsidRPr="00346D6E" w:rsidRDefault="00B220FE" w:rsidP="00017090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79637B9" w14:textId="15CED1DB" w:rsidR="00B220FE" w:rsidRPr="00234037" w:rsidRDefault="00B220F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</w:t>
            </w:r>
            <w:r w:rsidR="00692727"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="00593F43"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="00692727"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  <w:r w:rsidR="0057603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(8</w:t>
            </w:r>
            <w:r w:rsidR="00717A31"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  <w:r w:rsidR="00576037">
              <w:rPr>
                <w:rFonts w:ascii="Verdana Pro Light" w:eastAsia="Arial Unicode MS" w:hAnsi="Verdana Pro Light" w:cs="Arial Unicode MS"/>
                <w:sz w:val="18"/>
                <w:szCs w:val="18"/>
              </w:rPr>
              <w:t>H)</w:t>
            </w:r>
          </w:p>
        </w:tc>
      </w:tr>
    </w:tbl>
    <w:p w14:paraId="7FCC0847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62B72E2E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51667584" w14:textId="138A40E0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="00EF4910">
              <w:rPr>
                <w:rFonts w:ascii="Verdana Pro Light" w:hAnsi="Verdana Pro Light" w:cstheme="minorHAnsi"/>
                <w:b/>
                <w:sz w:val="18"/>
              </w:rPr>
              <w:t>Técnico/a de Fotografia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="00EF4910">
              <w:rPr>
                <w:rFonts w:ascii="Verdana Pro Light" w:hAnsi="Verdana Pro Light" w:cstheme="minorHAnsi"/>
                <w:b/>
                <w:sz w:val="18"/>
              </w:rPr>
              <w:t>250H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="00EF4910">
              <w:rPr>
                <w:rFonts w:ascii="Verdana Pro Light" w:hAnsi="Verdana Pro Light" w:cstheme="minorHAnsi"/>
                <w:b/>
                <w:sz w:val="18"/>
              </w:rPr>
              <w:t>2</w:t>
            </w:r>
            <w:r w:rsidR="00A263D6">
              <w:rPr>
                <w:rFonts w:ascii="Verdana Pro Light" w:hAnsi="Verdana Pro Light" w:cstheme="minorHAnsi"/>
                <w:b/>
                <w:sz w:val="18"/>
              </w:rPr>
              <w:t>2,5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.</w:t>
            </w:r>
          </w:p>
        </w:tc>
      </w:tr>
    </w:tbl>
    <w:p w14:paraId="287383C3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72929CA3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567461" w:rsidRPr="00712C22" w14:paraId="5E9AA8EF" w14:textId="77777777" w:rsidTr="00096BFC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792A9DCC" w14:textId="77777777" w:rsidR="00567461" w:rsidRPr="00712C22" w:rsidRDefault="00567461" w:rsidP="00096BFC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2F49F94" w14:textId="77777777" w:rsidR="00567461" w:rsidRDefault="00567461" w:rsidP="00096BFC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2D9AF65D" w14:textId="77777777" w:rsidR="00567461" w:rsidRPr="00712C22" w:rsidRDefault="00567461" w:rsidP="00096BFC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2CEA2288" w14:textId="77777777" w:rsidR="00567461" w:rsidRPr="00712C22" w:rsidRDefault="00567461" w:rsidP="00096BFC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D3B7F98" w14:textId="77777777" w:rsidR="00567461" w:rsidRPr="00712C22" w:rsidRDefault="00567461" w:rsidP="00096BFC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567461" w:rsidRPr="00712C22" w14:paraId="397C5FA7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E4FB3EF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2B6D33C" w14:textId="77777777" w:rsidR="00567461" w:rsidRPr="00712C22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1</w:t>
            </w:r>
          </w:p>
        </w:tc>
        <w:tc>
          <w:tcPr>
            <w:tcW w:w="6094" w:type="dxa"/>
            <w:vAlign w:val="center"/>
          </w:tcPr>
          <w:p w14:paraId="3AD25E91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4C2A2E">
              <w:rPr>
                <w:rFonts w:ascii="Verdana Pro Light" w:hAnsi="Verdana Pro Light"/>
                <w:sz w:val="18"/>
                <w:szCs w:val="18"/>
              </w:rPr>
              <w:t xml:space="preserve">Elaborar um </w:t>
            </w:r>
            <w:proofErr w:type="spellStart"/>
            <w:r w:rsidRPr="004C2A2E">
              <w:rPr>
                <w:rFonts w:ascii="Verdana Pro Light" w:hAnsi="Verdana Pro Light"/>
                <w:sz w:val="18"/>
                <w:szCs w:val="18"/>
              </w:rPr>
              <w:t>fotolivro</w:t>
            </w:r>
            <w:proofErr w:type="spellEnd"/>
          </w:p>
        </w:tc>
        <w:tc>
          <w:tcPr>
            <w:tcW w:w="1134" w:type="dxa"/>
            <w:vAlign w:val="center"/>
          </w:tcPr>
          <w:p w14:paraId="3382BC3E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3FC5B29E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36E6E4B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8A3146" w14:textId="77777777" w:rsidR="00567461" w:rsidRPr="00AF119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AF1199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46913859" w14:textId="77777777" w:rsidR="00567461" w:rsidRPr="00AF1199" w:rsidRDefault="00567461" w:rsidP="00096BFC">
            <w:pPr>
              <w:rPr>
                <w:rFonts w:ascii="Verdana Pro Light" w:hAnsi="Verdana Pro Light"/>
                <w:color w:val="C45911" w:themeColor="accent2" w:themeShade="BF"/>
                <w:sz w:val="18"/>
                <w:szCs w:val="18"/>
              </w:rPr>
            </w:pPr>
            <w:r w:rsidRPr="00AF1199">
              <w:rPr>
                <w:rFonts w:ascii="Verdana Pro Light" w:hAnsi="Verdana Pro Light"/>
                <w:color w:val="C45911" w:themeColor="accent2" w:themeShade="BF"/>
                <w:sz w:val="18"/>
                <w:szCs w:val="18"/>
              </w:rPr>
              <w:t>Fotografar arquitetura</w:t>
            </w:r>
          </w:p>
        </w:tc>
        <w:tc>
          <w:tcPr>
            <w:tcW w:w="1134" w:type="dxa"/>
            <w:vAlign w:val="center"/>
          </w:tcPr>
          <w:p w14:paraId="4C2B9A27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2D07399D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E62392F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387520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3</w:t>
            </w:r>
          </w:p>
        </w:tc>
        <w:tc>
          <w:tcPr>
            <w:tcW w:w="6094" w:type="dxa"/>
            <w:vAlign w:val="center"/>
          </w:tcPr>
          <w:p w14:paraId="45F2172E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4C2A2E">
              <w:rPr>
                <w:rFonts w:ascii="Verdana Pro Light" w:hAnsi="Verdana Pro Light"/>
                <w:sz w:val="18"/>
                <w:szCs w:val="18"/>
              </w:rPr>
              <w:t>Realizar de fotografia de cena</w:t>
            </w:r>
          </w:p>
        </w:tc>
        <w:tc>
          <w:tcPr>
            <w:tcW w:w="1134" w:type="dxa"/>
            <w:vAlign w:val="center"/>
          </w:tcPr>
          <w:p w14:paraId="73700F48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514F1939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93A0AA3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B6D773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4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0B740E27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4C2A2E">
              <w:rPr>
                <w:rFonts w:ascii="Verdana Pro Light" w:hAnsi="Verdana Pro Light"/>
                <w:sz w:val="18"/>
                <w:szCs w:val="18"/>
              </w:rPr>
              <w:t>Fotografar eventos desportivos</w:t>
            </w:r>
          </w:p>
        </w:tc>
        <w:tc>
          <w:tcPr>
            <w:tcW w:w="1134" w:type="dxa"/>
            <w:vAlign w:val="center"/>
          </w:tcPr>
          <w:p w14:paraId="7E4FAA8F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68EF0B1B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287817D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7F73D4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5</w:t>
            </w:r>
          </w:p>
        </w:tc>
        <w:tc>
          <w:tcPr>
            <w:tcW w:w="6094" w:type="dxa"/>
            <w:vAlign w:val="center"/>
          </w:tcPr>
          <w:p w14:paraId="4B8B3035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4C2A2E">
              <w:rPr>
                <w:rFonts w:ascii="Verdana Pro Light" w:hAnsi="Verdana Pro Light"/>
                <w:sz w:val="18"/>
                <w:szCs w:val="18"/>
              </w:rPr>
              <w:t>Fotografar espetáculos culturais</w:t>
            </w:r>
          </w:p>
        </w:tc>
        <w:tc>
          <w:tcPr>
            <w:tcW w:w="1134" w:type="dxa"/>
            <w:vAlign w:val="center"/>
          </w:tcPr>
          <w:p w14:paraId="35C530D4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2176786E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589FFB3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23374B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6</w:t>
            </w:r>
          </w:p>
        </w:tc>
        <w:tc>
          <w:tcPr>
            <w:tcW w:w="6094" w:type="dxa"/>
            <w:vAlign w:val="center"/>
          </w:tcPr>
          <w:p w14:paraId="040CF3BE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4C2A2E">
              <w:rPr>
                <w:rFonts w:ascii="Verdana Pro Light" w:hAnsi="Verdana Pro Light"/>
                <w:sz w:val="18"/>
                <w:szCs w:val="18"/>
              </w:rPr>
              <w:t>Realizar fotografia de corpo.</w:t>
            </w:r>
          </w:p>
        </w:tc>
        <w:tc>
          <w:tcPr>
            <w:tcW w:w="1134" w:type="dxa"/>
            <w:vAlign w:val="center"/>
          </w:tcPr>
          <w:p w14:paraId="7FEF7C0A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08CAE15B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8F6E3E9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923438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6D0866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7</w:t>
            </w:r>
          </w:p>
        </w:tc>
        <w:tc>
          <w:tcPr>
            <w:tcW w:w="6094" w:type="dxa"/>
            <w:vAlign w:val="center"/>
          </w:tcPr>
          <w:p w14:paraId="0DEA0244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D04C1B">
              <w:rPr>
                <w:rFonts w:ascii="Verdana Pro Light" w:hAnsi="Verdana Pro Light"/>
                <w:color w:val="C45911" w:themeColor="accent2" w:themeShade="BF"/>
                <w:sz w:val="18"/>
                <w:szCs w:val="18"/>
              </w:rPr>
              <w:t>Realizar fotografia aérea</w:t>
            </w:r>
          </w:p>
        </w:tc>
        <w:tc>
          <w:tcPr>
            <w:tcW w:w="1134" w:type="dxa"/>
            <w:vAlign w:val="center"/>
          </w:tcPr>
          <w:p w14:paraId="6565ADD6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751BBB04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342823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F4BCE0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60FEC85F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4C2A2E">
              <w:rPr>
                <w:rFonts w:ascii="Verdana Pro Light" w:hAnsi="Verdana Pro Light"/>
                <w:sz w:val="18"/>
                <w:szCs w:val="18"/>
              </w:rPr>
              <w:t>Executar tarefas de direção de fotografia em projetos fílmicos</w:t>
            </w:r>
          </w:p>
        </w:tc>
        <w:tc>
          <w:tcPr>
            <w:tcW w:w="1134" w:type="dxa"/>
            <w:vAlign w:val="center"/>
          </w:tcPr>
          <w:p w14:paraId="2959CD0A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7C312D95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3E2861C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43FAB2C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7996B05D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6D0866">
              <w:rPr>
                <w:rFonts w:ascii="Verdana Pro Light" w:hAnsi="Verdana Pro Light"/>
                <w:sz w:val="18"/>
                <w:szCs w:val="18"/>
              </w:rPr>
              <w:t>Criar um projeto contemplando diversas linguagens artísticas</w:t>
            </w:r>
          </w:p>
        </w:tc>
        <w:tc>
          <w:tcPr>
            <w:tcW w:w="1134" w:type="dxa"/>
            <w:vAlign w:val="center"/>
          </w:tcPr>
          <w:p w14:paraId="24F8E9E1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3E416FA7" w14:textId="77777777" w:rsidTr="00096BFC">
        <w:trPr>
          <w:trHeight w:val="316"/>
          <w:jc w:val="center"/>
        </w:trPr>
        <w:tc>
          <w:tcPr>
            <w:tcW w:w="1186" w:type="dxa"/>
            <w:vAlign w:val="center"/>
          </w:tcPr>
          <w:p w14:paraId="05AEACF6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92E085A" w14:textId="77777777" w:rsidR="00567461" w:rsidRPr="00712C22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160313E7" w14:textId="77777777" w:rsidR="00567461" w:rsidRPr="004C2A2E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127DC0">
              <w:rPr>
                <w:rFonts w:ascii="Verdana Pro Light" w:hAnsi="Verdana Pro Light"/>
                <w:sz w:val="18"/>
                <w:szCs w:val="18"/>
              </w:rPr>
              <w:t>Realizar edição eletrónica e trabalho em rede</w:t>
            </w:r>
          </w:p>
        </w:tc>
        <w:tc>
          <w:tcPr>
            <w:tcW w:w="1134" w:type="dxa"/>
            <w:vAlign w:val="center"/>
          </w:tcPr>
          <w:p w14:paraId="0F1F4908" w14:textId="77777777" w:rsidR="00567461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64B61054" w14:textId="77777777" w:rsidTr="00096BFC">
        <w:trPr>
          <w:trHeight w:val="316"/>
          <w:jc w:val="center"/>
        </w:trPr>
        <w:tc>
          <w:tcPr>
            <w:tcW w:w="1186" w:type="dxa"/>
            <w:vAlign w:val="center"/>
          </w:tcPr>
          <w:p w14:paraId="6F6538E6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944CA97" w14:textId="77777777" w:rsidR="00567461" w:rsidRPr="00712C22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7F1CC038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4C2A2E">
              <w:rPr>
                <w:rFonts w:ascii="Verdana Pro Light" w:hAnsi="Verdana Pro Light"/>
                <w:sz w:val="18"/>
                <w:szCs w:val="18"/>
              </w:rPr>
              <w:t>Realizar projetos de imagem com recursos de IA e de novas tecnologias</w:t>
            </w:r>
          </w:p>
        </w:tc>
        <w:tc>
          <w:tcPr>
            <w:tcW w:w="1134" w:type="dxa"/>
            <w:vAlign w:val="center"/>
          </w:tcPr>
          <w:p w14:paraId="0D071B7C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2FF10D1E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79D4DC5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8BD3D95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</w:t>
            </w:r>
            <w:r>
              <w:rPr>
                <w:rFonts w:ascii="Verdana Pro Light" w:hAnsi="Verdana Pro Light" w:cs="Tahoma"/>
                <w:b/>
                <w:sz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7EF04DC0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127DC0">
              <w:rPr>
                <w:rFonts w:ascii="Verdana Pro Light" w:hAnsi="Verdana Pro Light"/>
                <w:sz w:val="18"/>
                <w:szCs w:val="18"/>
              </w:rPr>
              <w:t>Utilizar técnicas alternativas de revelação e impressão em laboratório fotográfico</w:t>
            </w:r>
          </w:p>
        </w:tc>
        <w:tc>
          <w:tcPr>
            <w:tcW w:w="1134" w:type="dxa"/>
            <w:vAlign w:val="center"/>
          </w:tcPr>
          <w:p w14:paraId="63E3A9AC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5A5C051D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D910560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8806AC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3074C34F" w14:textId="77777777" w:rsidR="00567461" w:rsidRPr="004C2A2E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AC2B67">
              <w:rPr>
                <w:rFonts w:ascii="Verdana Pro Light" w:hAnsi="Verdana Pro Light"/>
                <w:sz w:val="18"/>
                <w:szCs w:val="18"/>
              </w:rPr>
              <w:t xml:space="preserve">Interpretar a dimensão sociológica da comunicação e </w:t>
            </w:r>
            <w:proofErr w:type="spellStart"/>
            <w:r w:rsidRPr="00AC2B67">
              <w:rPr>
                <w:rFonts w:ascii="Verdana Pro Light" w:hAnsi="Verdana Pro Light"/>
                <w:sz w:val="18"/>
                <w:szCs w:val="18"/>
              </w:rPr>
              <w:t>mass</w:t>
            </w:r>
            <w:proofErr w:type="spellEnd"/>
            <w:r w:rsidRPr="00AC2B67">
              <w:rPr>
                <w:rFonts w:ascii="Verdana Pro Light" w:hAnsi="Verdana Pro Light"/>
                <w:sz w:val="18"/>
                <w:szCs w:val="18"/>
              </w:rPr>
              <w:t xml:space="preserve"> media</w:t>
            </w:r>
          </w:p>
        </w:tc>
        <w:tc>
          <w:tcPr>
            <w:tcW w:w="1134" w:type="dxa"/>
            <w:vAlign w:val="center"/>
          </w:tcPr>
          <w:p w14:paraId="0A758AD7" w14:textId="77777777" w:rsidR="00567461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39B06B85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73D0D6B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387A38" w14:textId="77777777" w:rsidR="00567461" w:rsidRPr="000B6869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3DB58099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AC2B67">
              <w:rPr>
                <w:rFonts w:ascii="Verdana Pro Light" w:hAnsi="Verdana Pro Light"/>
                <w:sz w:val="18"/>
                <w:szCs w:val="18"/>
              </w:rPr>
              <w:t>Interpretar linguagens fotográficas presentes nos media</w:t>
            </w:r>
          </w:p>
        </w:tc>
        <w:tc>
          <w:tcPr>
            <w:tcW w:w="1134" w:type="dxa"/>
            <w:vAlign w:val="center"/>
          </w:tcPr>
          <w:p w14:paraId="771347A5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19B7D9A1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0199A6B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45D131" w14:textId="77777777" w:rsidR="00567461" w:rsidRPr="00127DC0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127DC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5E7701DE" w14:textId="77777777" w:rsidR="00567461" w:rsidRPr="00044384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044384">
              <w:rPr>
                <w:rFonts w:ascii="Verdana Pro Light" w:hAnsi="Verdana Pro Light"/>
                <w:sz w:val="18"/>
                <w:szCs w:val="18"/>
              </w:rPr>
              <w:t>Avaliar os direitos de autor, proteção de dados e propriedade industrial</w:t>
            </w:r>
          </w:p>
        </w:tc>
        <w:tc>
          <w:tcPr>
            <w:tcW w:w="1134" w:type="dxa"/>
          </w:tcPr>
          <w:p w14:paraId="168F7CEA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5AA6EA63" w14:textId="77777777" w:rsidTr="00096BFC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D24A6F1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2540E5" w14:textId="77777777" w:rsidR="00567461" w:rsidRPr="00127DC0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127DC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2A3766C3" w14:textId="77777777" w:rsidR="00567461" w:rsidRPr="00044384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044384">
              <w:rPr>
                <w:rFonts w:ascii="Verdana Pro Light" w:hAnsi="Verdana Pro Light"/>
                <w:sz w:val="18"/>
                <w:szCs w:val="18"/>
              </w:rPr>
              <w:t>Planear a procura de emprego</w:t>
            </w:r>
          </w:p>
        </w:tc>
        <w:tc>
          <w:tcPr>
            <w:tcW w:w="1134" w:type="dxa"/>
          </w:tcPr>
          <w:p w14:paraId="2A6E0AF4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0005EC73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7AB733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D2F433" w14:textId="77777777" w:rsidR="00567461" w:rsidRPr="00127DC0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127DC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4DEF05BE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Aplicar a escrita criativa em contexto profissional</w:t>
            </w:r>
          </w:p>
        </w:tc>
        <w:tc>
          <w:tcPr>
            <w:tcW w:w="1134" w:type="dxa"/>
          </w:tcPr>
          <w:p w14:paraId="65BC3339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76A77E43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E4CA9FA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E21D07C" w14:textId="77777777" w:rsidR="00567461" w:rsidRPr="00127DC0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127DC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524805A1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Aplicar </w:t>
            </w:r>
            <w:proofErr w:type="spellStart"/>
            <w:r w:rsidRPr="00282844">
              <w:rPr>
                <w:rFonts w:ascii="Verdana Pro Light" w:hAnsi="Verdana Pro Light"/>
                <w:i/>
                <w:iCs/>
                <w:sz w:val="18"/>
                <w:szCs w:val="18"/>
              </w:rPr>
              <w:t>storytelling</w:t>
            </w:r>
            <w:proofErr w:type="spellEnd"/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 na comunicação</w:t>
            </w:r>
          </w:p>
        </w:tc>
        <w:tc>
          <w:tcPr>
            <w:tcW w:w="1134" w:type="dxa"/>
          </w:tcPr>
          <w:p w14:paraId="300CD080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081B8E84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A3C049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F147262" w14:textId="77777777" w:rsidR="00567461" w:rsidRPr="00127DC0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127DC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3E74E67A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</w:p>
        </w:tc>
        <w:tc>
          <w:tcPr>
            <w:tcW w:w="1134" w:type="dxa"/>
          </w:tcPr>
          <w:p w14:paraId="25BABE19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567461" w:rsidRPr="00712C22" w14:paraId="289308DA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43711BB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AFFA1D" w14:textId="77777777" w:rsidR="00567461" w:rsidRPr="00127DC0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127DC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4D1B19CE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</w:tcPr>
          <w:p w14:paraId="23B9C3A3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567461" w:rsidRPr="00712C22" w14:paraId="6A191971" w14:textId="77777777" w:rsidTr="00096BF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BC7555C" w14:textId="77777777" w:rsidR="00567461" w:rsidRPr="00234037" w:rsidRDefault="00567461" w:rsidP="00096BF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9226CD0" w14:textId="77777777" w:rsidR="00567461" w:rsidRPr="00127DC0" w:rsidRDefault="00567461" w:rsidP="00096BF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127DC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58B5187D" w14:textId="77777777" w:rsidR="00567461" w:rsidRPr="00234037" w:rsidRDefault="00567461" w:rsidP="00096BFC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</w:tcPr>
          <w:p w14:paraId="367964B4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567461" w:rsidRPr="00712C22" w14:paraId="5EF3CD51" w14:textId="77777777" w:rsidTr="00096BFC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5FF1EBE6" w14:textId="77777777" w:rsidR="00567461" w:rsidRPr="00234037" w:rsidRDefault="00567461" w:rsidP="00096BF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67461" w:rsidRPr="00712C22" w14:paraId="2B0E83D8" w14:textId="77777777" w:rsidTr="00096BFC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4A187271" w14:textId="77777777" w:rsidR="00567461" w:rsidRPr="00234037" w:rsidRDefault="00567461" w:rsidP="00096BFC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26EB46F9" w14:textId="0272B72C" w:rsidR="00567461" w:rsidRPr="00234037" w:rsidRDefault="00567461" w:rsidP="00567461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99</w:t>
            </w:r>
          </w:p>
        </w:tc>
      </w:tr>
    </w:tbl>
    <w:p w14:paraId="7275E14E" w14:textId="77777777" w:rsidR="00567461" w:rsidRDefault="00567461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E1E4455" w14:textId="77777777" w:rsidR="00567461" w:rsidRDefault="00567461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B33550F" w14:textId="77777777" w:rsidR="00567461" w:rsidRDefault="00567461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664BC90" w14:textId="77777777" w:rsidR="00567461" w:rsidRDefault="00567461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93136A3" w14:textId="77777777" w:rsidR="00567461" w:rsidRDefault="00567461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35005A8D" w14:textId="07CC71AA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p w14:paraId="7F45AD20" w14:textId="77777777" w:rsidR="003574AE" w:rsidRDefault="003574AE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B221F" w:rsidRPr="005B221F" w14:paraId="2F68EADF" w14:textId="77777777" w:rsidTr="002871E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61FFD9B" w14:textId="36708256" w:rsidR="00EC61F1" w:rsidRPr="005B221F" w:rsidRDefault="00EC61F1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5B221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 w:rsidR="001D49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56153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50EB8B" w14:textId="77777777" w:rsidR="00EC61F1" w:rsidRPr="005B221F" w:rsidRDefault="00EC61F1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5B221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Atuar na área da fotografia </w:t>
            </w:r>
          </w:p>
        </w:tc>
      </w:tr>
    </w:tbl>
    <w:p w14:paraId="67072967" w14:textId="77777777" w:rsidR="00EC61F1" w:rsidRPr="005B221F" w:rsidRDefault="00EC61F1" w:rsidP="00EC61F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color w:val="C45911" w:themeColor="accent2" w:themeShade="BF"/>
        </w:rPr>
      </w:pPr>
    </w:p>
    <w:p w14:paraId="18CC3DB2" w14:textId="77777777" w:rsidR="00EC61F1" w:rsidRDefault="00EC61F1" w:rsidP="00EC61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0" w:name="_bookmark5"/>
      <w:bookmarkEnd w:id="0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E679101" w14:textId="77777777" w:rsidR="00EC61F1" w:rsidRPr="003200F2" w:rsidRDefault="00EC61F1" w:rsidP="00EC61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1632CE2C" w14:textId="77777777" w:rsidR="00EC61F1" w:rsidRPr="00136AD8" w:rsidRDefault="00EC61F1" w:rsidP="00EC61F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C61F1" w:rsidRPr="00136AD8" w14:paraId="7452CE76" w14:textId="77777777" w:rsidTr="002871E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1C3CBC" w14:textId="77777777" w:rsidR="00EC61F1" w:rsidRPr="001B353A" w:rsidRDefault="00EC61F1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bookmarkStart w:id="1" w:name="_Hlk157851778"/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C61F1" w:rsidRPr="00136AD8" w14:paraId="5A7D0D76" w14:textId="77777777" w:rsidTr="002871E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893FDF" w14:textId="2AB9AAF8" w:rsidR="00A2220C" w:rsidRPr="008912B5" w:rsidRDefault="00A2220C" w:rsidP="00A2220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Pesquisar </w:t>
            </w:r>
            <w:r w:rsidR="00D440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sobre 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história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da fotografia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5386F55" w14:textId="77777777" w:rsidR="0046194B" w:rsidRDefault="00A2220C" w:rsidP="0046194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informação relevante</w:t>
            </w:r>
          </w:p>
          <w:p w14:paraId="3EDDB532" w14:textId="08B8EA9F" w:rsidR="00EC61F1" w:rsidRPr="0008537A" w:rsidRDefault="00A2220C" w:rsidP="0046194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46194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</w:t>
            </w:r>
            <w:r w:rsidR="00D44046">
              <w:rPr>
                <w:rFonts w:ascii="Verdana Pro Light" w:eastAsia="Arial Unicode MS" w:hAnsi="Verdana Pro Light" w:cs="Arial Unicode MS"/>
                <w:sz w:val="18"/>
                <w:szCs w:val="18"/>
              </w:rPr>
              <w:t>clientes e publico sobre o enquadramento histórico da 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EC61F1" w:rsidRPr="00136AD8" w14:paraId="116390B1" w14:textId="77777777" w:rsidTr="002871E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7A60F4" w14:textId="77777777" w:rsidR="00EC61F1" w:rsidRPr="001B353A" w:rsidRDefault="00EC61F1" w:rsidP="002871E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E63880" w14:textId="77777777" w:rsidR="00EC61F1" w:rsidRPr="001B353A" w:rsidRDefault="00EC61F1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2124166" w14:textId="77777777" w:rsidR="00EC61F1" w:rsidRPr="001B353A" w:rsidRDefault="00EC61F1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C61F1" w:rsidRPr="00136AD8" w14:paraId="02ED7804" w14:textId="77777777" w:rsidTr="002871EE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29758" w14:textId="77777777" w:rsidR="00EC61F1" w:rsidRPr="00842D50" w:rsidRDefault="00EC61F1" w:rsidP="002871E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História das imagens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64C88F" w14:textId="77777777" w:rsidR="00EC61F1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istóricos</w:t>
            </w:r>
          </w:p>
          <w:p w14:paraId="666EFBA0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ind w:left="460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 obscura e câmara lúcida</w:t>
            </w:r>
          </w:p>
          <w:p w14:paraId="4AB8159F" w14:textId="77777777" w:rsidR="00EC61F1" w:rsidRPr="00842D50" w:rsidRDefault="00EC61F1" w:rsidP="002871E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Pioneiros da fotografia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3224F34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Niépce</w:t>
            </w:r>
            <w:proofErr w:type="spellEnd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 heliografia</w:t>
            </w:r>
          </w:p>
          <w:p w14:paraId="26453A96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Daguèrre</w:t>
            </w:r>
            <w:proofErr w:type="spellEnd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 daguerreotipia</w:t>
            </w:r>
          </w:p>
          <w:p w14:paraId="48E544EA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Fox Talbot e a calotipia</w:t>
            </w:r>
          </w:p>
          <w:p w14:paraId="1E91963C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Hippolyte</w:t>
            </w:r>
            <w:proofErr w:type="spellEnd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Bayard</w:t>
            </w:r>
            <w:proofErr w:type="spellEnd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os “</w:t>
            </w:r>
            <w:proofErr w:type="spellStart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dessins</w:t>
            </w:r>
            <w:proofErr w:type="spellEnd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photogeniques</w:t>
            </w:r>
            <w:proofErr w:type="spellEnd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</w:t>
            </w:r>
          </w:p>
          <w:p w14:paraId="523D2B60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Hercules Florence e a </w:t>
            </w:r>
            <w:proofErr w:type="spellStart"/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photographie</w:t>
            </w:r>
            <w:proofErr w:type="spellEnd"/>
          </w:p>
          <w:p w14:paraId="0FB5E8D4" w14:textId="77777777" w:rsidR="00EC61F1" w:rsidRPr="00842D50" w:rsidRDefault="00EC61F1" w:rsidP="002871E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Evolução dos processos fotográficos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0B1D685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Negativos de vidro</w:t>
            </w:r>
          </w:p>
          <w:p w14:paraId="517F8D6C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Albumina, colódio e gelatina</w:t>
            </w:r>
          </w:p>
          <w:p w14:paraId="256151A9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Revolução Kodak</w:t>
            </w:r>
          </w:p>
          <w:p w14:paraId="218689AD" w14:textId="77777777" w:rsidR="00EC61F1" w:rsidRPr="00842D50" w:rsidRDefault="00EC61F1" w:rsidP="002871E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Linguagens fotográficas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15C7E0D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ovimentos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145C8826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no início do século XX</w:t>
            </w:r>
          </w:p>
          <w:p w14:paraId="3CDFE1F6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Fotojornalismo e a fotografia documental</w:t>
            </w:r>
          </w:p>
          <w:p w14:paraId="73EC7122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como arte</w:t>
            </w:r>
          </w:p>
          <w:p w14:paraId="50BD0C3A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na atualidade</w:t>
            </w:r>
          </w:p>
          <w:p w14:paraId="7F8AF60B" w14:textId="77777777" w:rsidR="00EC61F1" w:rsidRPr="00E763D6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portuguesa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DF032" w14:textId="77777777" w:rsidR="00EC61F1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principais marcos históricos na história das imagens</w:t>
            </w:r>
          </w:p>
          <w:p w14:paraId="5EC46CBA" w14:textId="77777777" w:rsidR="00EC61F1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os pioneiros da fotografia</w:t>
            </w:r>
          </w:p>
          <w:p w14:paraId="308C0F1C" w14:textId="77777777" w:rsidR="00EC61F1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 evolução dos processos fotográficos</w:t>
            </w:r>
          </w:p>
          <w:p w14:paraId="2E95A1D0" w14:textId="3BD957A2" w:rsidR="00EC61F1" w:rsidRPr="00C74134" w:rsidRDefault="00EC61F1" w:rsidP="003804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linguagens fotográficas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D8433" w14:textId="77777777" w:rsidR="00EC61F1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D7577FD" w14:textId="77777777" w:rsidR="00EC61F1" w:rsidRDefault="00EC61F1" w:rsidP="00EC61F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E88E820" w14:textId="77777777" w:rsidR="00EC61F1" w:rsidRDefault="00EC61F1" w:rsidP="00EC61F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53DC47B" w14:textId="77777777" w:rsidR="00EC61F1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DA766A5" w14:textId="77777777" w:rsidR="00EC61F1" w:rsidRDefault="00EC61F1" w:rsidP="00EC6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3A19981E" w14:textId="77777777" w:rsidR="00EC61F1" w:rsidRPr="000173C0" w:rsidRDefault="00EC61F1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B21DF02" w14:textId="77777777" w:rsidR="00EC61F1" w:rsidRDefault="00EC61F1" w:rsidP="00EC61F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454F8D" w14:textId="77777777" w:rsidR="00725CAF" w:rsidRPr="00F87025" w:rsidRDefault="00725CAF" w:rsidP="00725C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63B53C0" w14:textId="18047A82" w:rsidR="00EC61F1" w:rsidRDefault="00EC61F1" w:rsidP="00EC61F1">
      <w:pPr>
        <w:spacing w:before="120" w:after="0" w:line="276" w:lineRule="auto"/>
        <w:ind w:left="709" w:hanging="567"/>
        <w:rPr>
          <w:rFonts w:ascii="Verdana Pro Light" w:eastAsia="Arial Unicode MS" w:hAnsi="Verdana Pro Light" w:cs="Times New Roman"/>
          <w:b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Atuar na área da</w:t>
      </w:r>
      <w:r w:rsidRPr="00E82445">
        <w:rPr>
          <w:rFonts w:ascii="Verdana Pro Light" w:eastAsia="Arial Unicode MS" w:hAnsi="Verdana Pro Light" w:cs="Times New Roman"/>
          <w:b/>
          <w:sz w:val="18"/>
          <w:szCs w:val="18"/>
        </w:rPr>
        <w:t xml:space="preserve"> fotografia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3FC05C87" w14:textId="2CE91976" w:rsidR="00EC61F1" w:rsidRPr="0064164C" w:rsidRDefault="00EC61F1" w:rsidP="00EC61F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2" w:name="_Hlk157853512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CD1. </w:t>
      </w:r>
      <w:r w:rsidR="003804BF">
        <w:rPr>
          <w:rFonts w:ascii="Verdana Pro Light" w:eastAsia="Arial Unicode MS" w:hAnsi="Verdana Pro Light" w:cs="Arial Unicode MS"/>
          <w:sz w:val="18"/>
          <w:szCs w:val="18"/>
        </w:rPr>
        <w:t>Revelando conhecer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 xml:space="preserve"> os antecedentes e as origens da fotografia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os principais marcos históricos e identificando os pioneiros da fotografia</w:t>
      </w:r>
    </w:p>
    <w:p w14:paraId="51AA7D49" w14:textId="7DA01111" w:rsidR="00EC61F1" w:rsidRDefault="00EC61F1" w:rsidP="00EC61F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510616">
        <w:rPr>
          <w:rFonts w:ascii="Verdana Pro Light" w:eastAsia="Arial Unicode MS" w:hAnsi="Verdana Pro Light" w:cs="Arial Unicode MS"/>
          <w:sz w:val="18"/>
          <w:szCs w:val="18"/>
        </w:rPr>
        <w:t>Revelando conhecer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>os processos fotográficos e a sua evolução ao longo do tempo até à atualidade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características de cada processo</w:t>
      </w:r>
    </w:p>
    <w:p w14:paraId="3DA985A4" w14:textId="6A1444D5" w:rsidR="00510616" w:rsidRDefault="00510616" w:rsidP="00EC61F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Revelando conhecer o papel d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>a fotografia no contexto atual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sua função 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>como veículo de comunicação</w:t>
      </w:r>
    </w:p>
    <w:p w14:paraId="3DECDEFF" w14:textId="500048B1" w:rsidR="003804BF" w:rsidRPr="003804BF" w:rsidRDefault="003804BF" w:rsidP="003804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>
        <w:rPr>
          <w:rFonts w:ascii="Verdana Pro Light" w:eastAsia="Arial Unicode MS" w:hAnsi="Verdana Pro Light" w:cs="Arial Unicode MS"/>
          <w:sz w:val="18"/>
          <w:szCs w:val="18"/>
        </w:rPr>
        <w:t>omeando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 xml:space="preserve"> os momentos mais relevantes na história da fotografia portuguesa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que os caracterizou e os seus intervenientes.</w:t>
      </w:r>
    </w:p>
    <w:p w14:paraId="35B908FE" w14:textId="058290BF" w:rsidR="00510616" w:rsidRPr="003804BF" w:rsidRDefault="00510616" w:rsidP="003804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3804B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 Fazendo uma análise crítica de uma obra foto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EC61F1" w:rsidRPr="00E763D6">
        <w:rPr>
          <w:rFonts w:ascii="Verdana Pro Light" w:eastAsia="Arial Unicode MS" w:hAnsi="Verdana Pro Light" w:cs="Arial Unicode MS"/>
          <w:sz w:val="18"/>
          <w:szCs w:val="18"/>
        </w:rPr>
        <w:t>as correntes artísticas fotográficas ou com ligações à fotografia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="00EC61F1">
        <w:rPr>
          <w:rFonts w:ascii="Verdana Pro Light" w:eastAsia="Arial Unicode MS" w:hAnsi="Verdana Pro Light" w:cs="Arial Unicode MS"/>
          <w:sz w:val="18"/>
          <w:szCs w:val="18"/>
        </w:rPr>
        <w:t xml:space="preserve">identificando 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seus </w:t>
      </w:r>
      <w:r w:rsidR="00EC61F1">
        <w:rPr>
          <w:rFonts w:ascii="Verdana Pro Light" w:eastAsia="Arial Unicode MS" w:hAnsi="Verdana Pro Light" w:cs="Arial Unicode MS"/>
          <w:sz w:val="18"/>
          <w:szCs w:val="18"/>
        </w:rPr>
        <w:t>principais aspetos estéticos e técnicos</w:t>
      </w:r>
      <w:r w:rsidR="003804B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bookmarkEnd w:id="1"/>
    <w:bookmarkEnd w:id="2"/>
    <w:p w14:paraId="657A137E" w14:textId="77777777" w:rsidR="00EC61F1" w:rsidRPr="00136AD8" w:rsidRDefault="00EC61F1" w:rsidP="00EC61F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174AB2BA" w14:textId="77777777" w:rsidR="00EC61F1" w:rsidRPr="00F87025" w:rsidRDefault="00EC61F1" w:rsidP="00EC61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7B736E7" w14:textId="77777777" w:rsidR="00EC61F1" w:rsidRPr="00CD4CF0" w:rsidRDefault="00EC61F1" w:rsidP="00EC61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AC211A3" w14:textId="77777777" w:rsidR="00EC61F1" w:rsidRPr="00984B30" w:rsidRDefault="00EC61F1" w:rsidP="00EC61F1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22B6C43" w14:textId="77777777" w:rsidR="00EC61F1" w:rsidRPr="00F87025" w:rsidRDefault="00EC61F1" w:rsidP="00EC61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E51C36" w14:textId="77777777" w:rsidR="00EC61F1" w:rsidRDefault="00EC61F1" w:rsidP="00EC6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bookmarkStart w:id="3" w:name="_Hlk157331948"/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bookmarkEnd w:id="3"/>
    <w:p w14:paraId="538439E6" w14:textId="77777777" w:rsidR="00412480" w:rsidRPr="00C34354" w:rsidRDefault="00412480" w:rsidP="0041248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8E831C0" w14:textId="77777777" w:rsidR="00EC61F1" w:rsidRPr="005B7DA5" w:rsidRDefault="00EC61F1" w:rsidP="00EC6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743B2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0EC97FB3" w14:textId="77777777" w:rsidR="00EC61F1" w:rsidRDefault="00EC61F1" w:rsidP="00EC6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>
        <w:rPr>
          <w:rFonts w:ascii="Verdana Pro Light" w:eastAsia="Arial Unicode MS" w:hAnsi="Verdana Pro Light" w:cs="Arial Unicode MS"/>
          <w:sz w:val="18"/>
          <w:szCs w:val="18"/>
        </w:rPr>
        <w:t>fotográficas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</w:p>
    <w:p w14:paraId="6334AD8C" w14:textId="77777777" w:rsidR="00EC61F1" w:rsidRPr="00E27581" w:rsidRDefault="00EC61F1" w:rsidP="00EC6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6F2C48C" w14:textId="77777777" w:rsidR="00EC61F1" w:rsidRPr="00F87025" w:rsidRDefault="00EC61F1" w:rsidP="00EC61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A6B3641" w14:textId="77777777" w:rsidR="00EC61F1" w:rsidRDefault="00EC61F1" w:rsidP="00EC61F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E0D3E24" w14:textId="77777777" w:rsidR="00EC61F1" w:rsidRPr="00C34354" w:rsidRDefault="00EC61F1" w:rsidP="00EC61F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D15E5D0" w14:textId="77777777" w:rsidR="00EC61F1" w:rsidRPr="00C34354" w:rsidRDefault="00EC61F1" w:rsidP="00EC61F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fotografia e à sua evolução ao longo dos tempos;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o tema e estudo de casos com recurso a análise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fotográficas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1E2446" w14:textId="77777777" w:rsidR="00EC61F1" w:rsidRPr="00033F56" w:rsidRDefault="00EC61F1" w:rsidP="00EC61F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Esta UC pode assumir qualquer um dos três tipos de organização da formação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B623E62" w14:textId="77777777" w:rsidR="00EC61F1" w:rsidRPr="00033F56" w:rsidRDefault="00EC61F1" w:rsidP="00EC61F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6BF53C2" w14:textId="77777777" w:rsidR="00EF4910" w:rsidRPr="00033F56" w:rsidRDefault="00EF4910" w:rsidP="00EF4910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421021AB" w14:textId="77777777" w:rsidR="00727CAB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54995D" w14:textId="77777777" w:rsidR="009149B3" w:rsidRDefault="009149B3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CF6C0D" w14:textId="77777777" w:rsidR="009149B3" w:rsidRDefault="009149B3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347B90" w14:textId="77777777" w:rsidR="009149B3" w:rsidRDefault="009149B3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76011F" w14:textId="77777777" w:rsidR="009149B3" w:rsidRDefault="009149B3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393124" w14:textId="77777777" w:rsidR="009149B3" w:rsidRDefault="009149B3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F5ED67" w14:textId="77777777" w:rsidR="00E54F63" w:rsidRPr="00051C79" w:rsidRDefault="00E54F63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98D382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893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6474"/>
      </w:tblGrid>
      <w:tr w:rsidR="009149B3" w:rsidRPr="00136AD8" w14:paraId="6898F9F3" w14:textId="77777777" w:rsidTr="002871E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EB57257" w14:textId="3ED04967" w:rsidR="009149B3" w:rsidRPr="00725CAF" w:rsidRDefault="009149B3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725CAF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 w:rsidR="001D4966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561531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6474" w:type="dxa"/>
            <w:shd w:val="clear" w:color="auto" w:fill="D0CECE" w:themeFill="background2" w:themeFillShade="E6"/>
            <w:vAlign w:val="center"/>
          </w:tcPr>
          <w:p w14:paraId="31F03E76" w14:textId="77777777" w:rsidR="009149B3" w:rsidRPr="00725CAF" w:rsidRDefault="009149B3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725CAF">
              <w:rPr>
                <w:rFonts w:ascii="Verdana Pro Light" w:eastAsia="Verdana Pro Light" w:hAnsi="Verdana Pro Light" w:cs="Verdana Pro Light"/>
                <w:b/>
                <w:bCs/>
                <w:color w:val="C45911" w:themeColor="accent2" w:themeShade="BF"/>
                <w:sz w:val="18"/>
                <w:szCs w:val="18"/>
              </w:rPr>
              <w:t>Implementar as normas de segurança e saúde no trabalho na área da fotografia</w:t>
            </w:r>
          </w:p>
        </w:tc>
      </w:tr>
    </w:tbl>
    <w:p w14:paraId="4FB9CB40" w14:textId="77777777" w:rsidR="009149B3" w:rsidRPr="00136AD8" w:rsidRDefault="009149B3" w:rsidP="009149B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B72646" w14:textId="77777777" w:rsidR="009149B3" w:rsidRDefault="009149B3" w:rsidP="009149B3">
      <w:pPr>
        <w:widowControl w:val="0"/>
        <w:spacing w:before="110" w:line="240" w:lineRule="auto"/>
        <w:ind w:right="1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E4424F7" w14:textId="77777777" w:rsidR="009149B3" w:rsidRDefault="009149B3" w:rsidP="009149B3">
      <w:pPr>
        <w:widowControl w:val="0"/>
        <w:spacing w:before="110" w:line="240" w:lineRule="auto"/>
        <w:ind w:right="1"/>
        <w:contextualSpacing/>
        <w:rPr>
          <w:rFonts w:ascii="Verdana Pro Light" w:eastAsia="Verdana Pro Light" w:hAnsi="Verdana Pro Light" w:cs="Verdana Pro Light"/>
          <w:color w:val="000000" w:themeColor="text1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120"/>
        <w:gridCol w:w="2637"/>
      </w:tblGrid>
      <w:tr w:rsidR="009149B3" w14:paraId="373B19A3" w14:textId="77777777" w:rsidTr="002871EE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174B1A42" w14:textId="77777777" w:rsidR="009149B3" w:rsidRDefault="009149B3" w:rsidP="002871EE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9149B3" w14:paraId="0CB6B6BE" w14:textId="77777777" w:rsidTr="002871EE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71535CE0" w14:textId="77777777" w:rsidR="009149B3" w:rsidRDefault="009149B3" w:rsidP="002871EE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261EF556" w14:textId="77777777" w:rsidR="009149B3" w:rsidRDefault="009149B3" w:rsidP="002871EE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9149B3" w14:paraId="438D7EAE" w14:textId="77777777" w:rsidTr="002871EE">
        <w:trPr>
          <w:trHeight w:val="300"/>
        </w:trPr>
        <w:tc>
          <w:tcPr>
            <w:tcW w:w="325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588D49F9" w14:textId="77777777" w:rsidR="009149B3" w:rsidRDefault="009149B3" w:rsidP="002871EE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2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3F5BC314" w14:textId="77777777" w:rsidR="009149B3" w:rsidRDefault="009149B3" w:rsidP="002871EE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Aptidões</w:t>
            </w:r>
          </w:p>
        </w:tc>
        <w:tc>
          <w:tcPr>
            <w:tcW w:w="2637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3E57A624" w14:textId="77777777" w:rsidR="009149B3" w:rsidRDefault="009149B3" w:rsidP="002871EE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Atitudes</w:t>
            </w:r>
          </w:p>
        </w:tc>
      </w:tr>
      <w:tr w:rsidR="009149B3" w14:paraId="75C0C1C1" w14:textId="77777777" w:rsidTr="002871EE">
        <w:trPr>
          <w:trHeight w:val="2670"/>
        </w:trPr>
        <w:tc>
          <w:tcPr>
            <w:tcW w:w="32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2641BD9E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43141929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no setor da fotografia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– legislação.</w:t>
            </w:r>
          </w:p>
          <w:p w14:paraId="75160DA9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6A170F71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11B8566B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67D7FDB7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642D542F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3A036ED5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30BFC077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no setor da fotografia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</w:p>
          <w:p w14:paraId="47475BF6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179FD831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6A3591E3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242A9340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105FB34D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426E5B87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1EBA199F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6475987D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0E67E84D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4347933C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2BE846A8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08EB570D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47775428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47E4527B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1D3D0B42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49E59CE5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08C0E6B2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6B5EE48C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3272BD4E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76D52948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6A9DA817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3D465ACA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4F15C874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11B7F883" w14:textId="77777777" w:rsidR="009149B3" w:rsidRDefault="009149B3" w:rsidP="002871EE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59C5826B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092931FE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0C6F9F10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3135EEB9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7D13F4BD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01A0E615" w14:textId="77777777" w:rsidR="009149B3" w:rsidRDefault="009149B3" w:rsidP="002871E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14A76B01" w14:textId="77777777" w:rsidR="009149B3" w:rsidRDefault="009149B3" w:rsidP="002871EE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7ED5FDE3" w14:textId="77777777" w:rsidR="009149B3" w:rsidRDefault="009149B3" w:rsidP="009149B3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</w:p>
    <w:p w14:paraId="7279DDEE" w14:textId="77777777" w:rsidR="009149B3" w:rsidRPr="00F87025" w:rsidRDefault="009149B3" w:rsidP="009149B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843E607" w14:textId="77777777" w:rsidR="009149B3" w:rsidRPr="00725CAF" w:rsidRDefault="009149B3" w:rsidP="009149B3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/>
          <w:bCs/>
          <w:sz w:val="18"/>
          <w:szCs w:val="18"/>
        </w:rPr>
      </w:pPr>
      <w:r w:rsidRPr="00725CAF">
        <w:rPr>
          <w:rFonts w:ascii="Verdana Pro Light" w:eastAsia="Verdana Pro Light" w:hAnsi="Verdana Pro Light" w:cs="Verdana Pro Light"/>
          <w:b/>
          <w:bCs/>
          <w:sz w:val="18"/>
          <w:szCs w:val="18"/>
        </w:rPr>
        <w:t>Implementar as normas de segurança e saúde no trabalho na área da fotografia</w:t>
      </w:r>
      <w:r w:rsidRPr="00725CAF">
        <w:rPr>
          <w:rFonts w:ascii="Verdana Pro Light" w:eastAsia="Verdana Pro Light" w:hAnsi="Verdana Pro Light" w:cs="Verdana Pro Light"/>
          <w:b/>
          <w:bCs/>
          <w:i/>
          <w:iCs/>
          <w:sz w:val="18"/>
          <w:szCs w:val="18"/>
        </w:rPr>
        <w:t>:</w:t>
      </w:r>
    </w:p>
    <w:p w14:paraId="6FDC6A0A" w14:textId="77777777" w:rsidR="009149B3" w:rsidRDefault="009149B3" w:rsidP="009149B3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75DCF71E" w14:textId="77777777" w:rsidR="009149B3" w:rsidRDefault="009149B3" w:rsidP="009149B3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390132E9" w14:textId="77777777" w:rsidR="009149B3" w:rsidRDefault="009149B3" w:rsidP="009149B3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7E0AD59B" w14:textId="77777777" w:rsidR="009149B3" w:rsidRPr="00136AD8" w:rsidRDefault="009149B3" w:rsidP="009149B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B187A9" w14:textId="77777777" w:rsidR="009149B3" w:rsidRPr="00F87025" w:rsidRDefault="009149B3" w:rsidP="009149B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5AE04AF" w14:textId="77777777" w:rsidR="009149B3" w:rsidRDefault="009149B3" w:rsidP="009149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6FF68072" w14:textId="77777777" w:rsidR="009149B3" w:rsidRDefault="009149B3" w:rsidP="009149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5EAA76AB" w14:textId="77777777" w:rsidR="009149B3" w:rsidRDefault="009149B3" w:rsidP="009149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C9775A2" w14:textId="77777777" w:rsidR="009149B3" w:rsidRDefault="009149B3" w:rsidP="009149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698896D3" w14:textId="77777777" w:rsidR="009149B3" w:rsidRDefault="009149B3" w:rsidP="009149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380F07BA" w14:textId="77777777" w:rsidR="009149B3" w:rsidRDefault="009149B3" w:rsidP="009149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56D43EA8" w14:textId="1AD57A9C" w:rsidR="009149B3" w:rsidRPr="0031055E" w:rsidRDefault="009149B3" w:rsidP="003105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31055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7748AB3" w14:textId="77777777" w:rsidR="009149B3" w:rsidRPr="00F87025" w:rsidRDefault="009149B3" w:rsidP="009149B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CF9BC6F" w14:textId="77777777" w:rsidR="009149B3" w:rsidRDefault="009149B3" w:rsidP="009149B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53BECC22" w14:textId="77777777" w:rsidR="009149B3" w:rsidRDefault="009149B3" w:rsidP="009149B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59AA1E13" w14:textId="77777777" w:rsidR="009149B3" w:rsidRDefault="009149B3" w:rsidP="009149B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6E50A40E" w14:textId="77777777" w:rsidR="009149B3" w:rsidRDefault="009149B3" w:rsidP="009149B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26B28F2B" w14:textId="77777777" w:rsidR="009149B3" w:rsidRDefault="009149B3" w:rsidP="009149B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2B2B359F" w14:textId="77777777" w:rsidR="009149B3" w:rsidRDefault="009149B3" w:rsidP="009149B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33B4D5CD" w14:textId="77777777" w:rsidR="009149B3" w:rsidRPr="0046460E" w:rsidRDefault="009149B3" w:rsidP="009149B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46460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emergência.</w:t>
      </w:r>
    </w:p>
    <w:p w14:paraId="3B7AE66D" w14:textId="77777777" w:rsidR="009149B3" w:rsidRPr="00725CAF" w:rsidRDefault="009149B3" w:rsidP="009149B3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F6E37D" w14:textId="77E8FEDF" w:rsidR="004F117D" w:rsidRPr="0081602C" w:rsidRDefault="009149B3" w:rsidP="0081602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Observações</w:t>
      </w:r>
    </w:p>
    <w:p w14:paraId="4B2E5B9B" w14:textId="77777777" w:rsidR="00E4031D" w:rsidRDefault="00E4031D" w:rsidP="00E4031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74389F5" w14:textId="77777777" w:rsidR="006B11F0" w:rsidRDefault="006B11F0" w:rsidP="00E4031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31089" w:rsidRPr="00136AD8" w14:paraId="60DF3D03" w14:textId="77777777" w:rsidTr="0083108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6FB7841" w14:textId="77777777" w:rsidR="00831089" w:rsidRPr="000D4397" w:rsidRDefault="0083108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8415DD6" w14:textId="77777777" w:rsidR="00831089" w:rsidRPr="000D4397" w:rsidRDefault="0083108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Avaliar a imagem fotográfica como comunicação visual</w:t>
            </w:r>
          </w:p>
        </w:tc>
      </w:tr>
    </w:tbl>
    <w:p w14:paraId="128E450B" w14:textId="77777777" w:rsidR="006B11F0" w:rsidRPr="00136AD8" w:rsidRDefault="006B11F0" w:rsidP="00E4031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C7D270B" w14:textId="77777777" w:rsidR="00E4031D" w:rsidRDefault="00E4031D" w:rsidP="00E4031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84FB3C0" w14:textId="77777777" w:rsidR="00E4031D" w:rsidRPr="003200F2" w:rsidRDefault="00E4031D" w:rsidP="00E4031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24AFB607" w14:textId="77777777" w:rsidR="00E4031D" w:rsidRPr="00136AD8" w:rsidRDefault="00E4031D" w:rsidP="00E4031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4031D" w:rsidRPr="00136AD8" w14:paraId="4C10E9C7" w14:textId="77777777" w:rsidTr="00F16B0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E6E5F7" w14:textId="77777777" w:rsidR="00E4031D" w:rsidRPr="001B353A" w:rsidRDefault="00E4031D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4031D" w:rsidRPr="00136AD8" w14:paraId="6CF3571B" w14:textId="77777777" w:rsidTr="00F16B0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E56836" w14:textId="77777777" w:rsidR="00E4031D" w:rsidRDefault="00E4031D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 conceito de comunicação e os diferentes modos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comunicar</w:t>
            </w:r>
          </w:p>
          <w:p w14:paraId="5EDBAF31" w14:textId="77777777" w:rsidR="00E4031D" w:rsidRPr="00E763D6" w:rsidRDefault="00E4031D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Recolher, captar, editar e compor diferentes tipos de imagem</w:t>
            </w:r>
          </w:p>
          <w:p w14:paraId="2BE0DFB8" w14:textId="147D4753" w:rsidR="00E4031D" w:rsidRPr="00413243" w:rsidRDefault="00E4031D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6B208D">
              <w:rPr>
                <w:rFonts w:ascii="Verdana Pro Light" w:eastAsia="Arial Unicode MS" w:hAnsi="Verdana Pro Light" w:cs="Arial Unicode MS"/>
                <w:sz w:val="18"/>
                <w:szCs w:val="18"/>
              </w:rPr>
              <w:t>Redigir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uma narrativa de comunicação visual </w:t>
            </w:r>
          </w:p>
        </w:tc>
      </w:tr>
      <w:tr w:rsidR="00E4031D" w:rsidRPr="00136AD8" w14:paraId="18DAC853" w14:textId="77777777" w:rsidTr="00F16B0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6188AA" w14:textId="77777777" w:rsidR="00E4031D" w:rsidRPr="001B353A" w:rsidRDefault="00E4031D" w:rsidP="00F16B0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C4C44B" w14:textId="77777777" w:rsidR="00E4031D" w:rsidRPr="001B353A" w:rsidRDefault="00E4031D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DAB1F41" w14:textId="77777777" w:rsidR="00E4031D" w:rsidRPr="001B353A" w:rsidRDefault="00E4031D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4031D" w:rsidRPr="00136AD8" w14:paraId="3C26AD24" w14:textId="77777777" w:rsidTr="00F16B01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3C51D" w14:textId="77777777" w:rsidR="00E4031D" w:rsidRPr="00842D50" w:rsidRDefault="00E4031D" w:rsidP="00F16B0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 comunicativo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EED9C69" w14:textId="77777777" w:rsidR="00E4031D" w:rsidRPr="00C32CB6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comunicar</w:t>
            </w:r>
          </w:p>
          <w:p w14:paraId="2C964ECC" w14:textId="77777777" w:rsidR="00E4031D" w:rsidRPr="0088657C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envolventes</w:t>
            </w: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D59BC42" w14:textId="77777777" w:rsidR="00E4031D" w:rsidRDefault="00E4031D" w:rsidP="00F16B01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Perceção e comunicação visual</w:t>
            </w:r>
          </w:p>
          <w:p w14:paraId="1697E2C8" w14:textId="77777777" w:rsidR="00E4031D" w:rsidRPr="00E70046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como funciona</w:t>
            </w:r>
          </w:p>
          <w:p w14:paraId="5BE3CBFA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erceção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(leis da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D150DEF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 cor</w:t>
            </w:r>
          </w:p>
          <w:p w14:paraId="3BC47B0B" w14:textId="77777777" w:rsidR="00E4031D" w:rsidRPr="001E0067" w:rsidRDefault="00E4031D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Imagem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BB11A14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</w:t>
            </w:r>
          </w:p>
          <w:p w14:paraId="54425D3D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</w:t>
            </w:r>
          </w:p>
          <w:p w14:paraId="10FFBD43" w14:textId="77777777" w:rsidR="00E4031D" w:rsidRPr="0088657C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Utilização/finalidades</w:t>
            </w:r>
          </w:p>
          <w:p w14:paraId="3E0C6D7C" w14:textId="77777777" w:rsidR="00E4031D" w:rsidRPr="00E70046" w:rsidRDefault="00E4031D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Especificidades da imagem fotográfica:</w:t>
            </w:r>
          </w:p>
          <w:p w14:paraId="7DD10616" w14:textId="77777777" w:rsidR="00E4031D" w:rsidRPr="00C32CB6" w:rsidRDefault="00E4031D" w:rsidP="00E4031D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</w:t>
            </w:r>
          </w:p>
          <w:p w14:paraId="56E3643D" w14:textId="77777777" w:rsidR="00E4031D" w:rsidRPr="00C32CB6" w:rsidRDefault="00E4031D" w:rsidP="00E4031D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Veracidade</w:t>
            </w:r>
          </w:p>
          <w:p w14:paraId="6C8967E0" w14:textId="77777777" w:rsidR="00E4031D" w:rsidRPr="00C32CB6" w:rsidRDefault="00E4031D" w:rsidP="00E4031D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Realismo</w:t>
            </w:r>
          </w:p>
          <w:p w14:paraId="6E62F5E8" w14:textId="77777777" w:rsidR="00E4031D" w:rsidRPr="003112DB" w:rsidRDefault="00E4031D" w:rsidP="00F16B01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e composição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80B718" w14:textId="77777777" w:rsidR="00E4031D" w:rsidRDefault="00E4031D" w:rsidP="00E4031D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edição </w:t>
            </w:r>
          </w:p>
          <w:p w14:paraId="15FD10A1" w14:textId="77777777" w:rsidR="00E4031D" w:rsidRDefault="00E4031D" w:rsidP="00E4031D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</w:t>
            </w:r>
          </w:p>
          <w:p w14:paraId="28739C19" w14:textId="77777777" w:rsidR="00E4031D" w:rsidRPr="00E70046" w:rsidRDefault="00E4031D" w:rsidP="00E4031D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composição</w:t>
            </w:r>
          </w:p>
          <w:p w14:paraId="763839FB" w14:textId="77777777" w:rsidR="00E4031D" w:rsidRPr="00E6774B" w:rsidRDefault="00E4031D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53649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objetivos e conceitos de comunicação</w:t>
            </w:r>
          </w:p>
          <w:p w14:paraId="56D08222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as condicionantes da perceção na apreensão da imagem </w:t>
            </w:r>
          </w:p>
          <w:p w14:paraId="181D369C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as especificidades da imagem fotográfica e utilizá-las como veículo privilegiado de comunicação visual </w:t>
            </w:r>
          </w:p>
          <w:p w14:paraId="33C4B37F" w14:textId="77777777" w:rsidR="00E4031D" w:rsidRPr="0088657C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digitais de edição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composição </w:t>
            </w: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imagem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6EB27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C17ECBF" w14:textId="77777777" w:rsidR="00E4031D" w:rsidRDefault="00E4031D" w:rsidP="00E4031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CE209FE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6A62E5C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104D7E81" w14:textId="77777777" w:rsidR="00E4031D" w:rsidRDefault="00E4031D" w:rsidP="00E403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7FAD0BE" w14:textId="77777777" w:rsidR="00E4031D" w:rsidRPr="000173C0" w:rsidRDefault="00E4031D" w:rsidP="00F16B0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2CD06AF" w14:textId="77777777" w:rsidR="00E4031D" w:rsidRDefault="00E4031D" w:rsidP="00E4031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8641C9" w14:textId="77777777" w:rsidR="00E4031D" w:rsidRPr="00F87025" w:rsidRDefault="00E4031D" w:rsidP="00E403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F96B088" w14:textId="77777777" w:rsidR="00E4031D" w:rsidRDefault="00E4031D" w:rsidP="00E4031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Avaliar</w:t>
      </w:r>
      <w:r w:rsidRPr="0066681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a imagem fotográfica como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2FF3CA1" w14:textId="77777777" w:rsidR="00E4031D" w:rsidRDefault="00E4031D" w:rsidP="00E4031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Demonstrando compreender o conceito de comunicação e identificando modos de o comunicar</w:t>
      </w:r>
    </w:p>
    <w:p w14:paraId="24C5C3A2" w14:textId="77777777" w:rsidR="00E4031D" w:rsidRDefault="00E4031D" w:rsidP="00E4031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Captando imagens com qualidade técnica e editando tendo em conta os objetivos do tema a comunicar</w:t>
      </w:r>
    </w:p>
    <w:p w14:paraId="51EEDAD8" w14:textId="77777777" w:rsidR="00E4031D" w:rsidRDefault="00E4031D" w:rsidP="00E4031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S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eleciona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imagens que 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cri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m uma narrativa visual coesa e compreensível.</w:t>
      </w:r>
    </w:p>
    <w:p w14:paraId="534E64C3" w14:textId="77777777" w:rsidR="00E4031D" w:rsidRPr="00E4031D" w:rsidRDefault="00E4031D" w:rsidP="00E4031D">
      <w:pPr>
        <w:spacing w:before="120" w:after="0" w:line="276" w:lineRule="auto"/>
        <w:ind w:left="709" w:hanging="567"/>
        <w:rPr>
          <w:rFonts w:ascii="Roboto" w:eastAsia="Times New Roman" w:hAnsi="Roboto" w:cs="Times New Roman"/>
          <w:color w:val="435068"/>
          <w:sz w:val="21"/>
          <w:szCs w:val="21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Justificando a narrativa criada com clareza tendo em conta os objetivos de comunicação os canis de difusão e o público-alvo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7C73F2" w14:textId="77777777" w:rsidR="00E4031D" w:rsidRPr="00F87025" w:rsidRDefault="00E4031D" w:rsidP="00E403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E78BBFF" w14:textId="77777777" w:rsidR="00E4031D" w:rsidRDefault="00E4031D" w:rsidP="00E403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18D0D824" w14:textId="77777777" w:rsidR="00E4031D" w:rsidRDefault="00E4031D" w:rsidP="00E403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1F00AC64" w14:textId="77777777" w:rsidR="00E4031D" w:rsidRDefault="00E4031D" w:rsidP="00E403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77E24936" w14:textId="77777777" w:rsidR="00E4031D" w:rsidRDefault="00E4031D" w:rsidP="00E403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386761D1" w14:textId="77777777" w:rsidR="00E4031D" w:rsidRPr="00984B30" w:rsidRDefault="00E4031D" w:rsidP="00E4031D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71204E03" w14:textId="77777777" w:rsidR="00E4031D" w:rsidRPr="00F87025" w:rsidRDefault="00E4031D" w:rsidP="00E403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F5DC70A" w14:textId="77777777" w:rsidR="00E4031D" w:rsidRDefault="00E4031D" w:rsidP="00E4031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BA9D7DF" w14:textId="77777777" w:rsidR="00E4031D" w:rsidRPr="00C34354" w:rsidRDefault="00E4031D" w:rsidP="00E4031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DCB6EFC" w14:textId="77777777" w:rsidR="00E4031D" w:rsidRPr="000707EF" w:rsidRDefault="00E4031D" w:rsidP="00E4031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106DA5BF" w14:textId="77777777" w:rsidR="00E4031D" w:rsidRDefault="00E4031D" w:rsidP="00E4031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597C4EF3" w14:textId="77777777" w:rsidR="00E4031D" w:rsidRDefault="00E4031D" w:rsidP="00E4031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10EDB3D2" w14:textId="77777777" w:rsidR="00E4031D" w:rsidRPr="003A45CE" w:rsidRDefault="00E4031D" w:rsidP="00E4031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como ferramenta de comunicação visual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A183637" w14:textId="77777777" w:rsidR="00E4031D" w:rsidRPr="00F87025" w:rsidRDefault="00E4031D" w:rsidP="00E403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DE494ED" w14:textId="77777777" w:rsidR="00E4031D" w:rsidRDefault="00E4031D" w:rsidP="00E4031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53223BD" w14:textId="77777777" w:rsidR="00E4031D" w:rsidRPr="00C34354" w:rsidRDefault="00E4031D" w:rsidP="00E4031D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F91C2C2" w14:textId="77777777" w:rsidR="00E4031D" w:rsidRPr="00C92B7C" w:rsidRDefault="00E4031D" w:rsidP="00E4031D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fotografia como ferramenta de comunicação visual;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o tema e estudo de casos com recurso a análise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peças </w:t>
      </w:r>
      <w:r>
        <w:rPr>
          <w:rFonts w:ascii="Verdana Pro Light" w:eastAsia="Arial Unicode MS" w:hAnsi="Verdana Pro Light" w:cs="Arial Unicode MS"/>
          <w:sz w:val="18"/>
          <w:szCs w:val="18"/>
        </w:rPr>
        <w:t>fotográficas e ativo com desenvolvimento de um projeto prático.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5E94FAF" w14:textId="77777777" w:rsidR="00E4031D" w:rsidRPr="00335AB2" w:rsidRDefault="00E4031D" w:rsidP="00E4031D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podendo ser mista se for estritamente necessário</w:t>
      </w:r>
    </w:p>
    <w:p w14:paraId="543119AA" w14:textId="77777777" w:rsidR="007E53BA" w:rsidRDefault="007E53BA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4C751FA3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22971A44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78ACAADE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65506BBC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530B3E57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0D1BF43D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28B07DED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277224A4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1F2CB683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09A2DC51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13AE7051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72EC3791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441071CD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53F19D1D" w14:textId="77777777" w:rsidR="00E4031D" w:rsidRDefault="00E4031D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159CA264" w14:textId="77777777" w:rsidR="00451F34" w:rsidRDefault="00451F34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0A2B311D" w14:textId="77777777" w:rsidR="00451F34" w:rsidRDefault="00451F34" w:rsidP="002F15D9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2474EE5F" w14:textId="77777777" w:rsidR="007E53BA" w:rsidRDefault="007E53BA" w:rsidP="0041248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E53BA" w:rsidRPr="00136AD8" w14:paraId="41B331EC" w14:textId="77777777" w:rsidTr="00F16B0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535A5A" w14:textId="30642BF4" w:rsidR="007E53BA" w:rsidRPr="000D4397" w:rsidRDefault="007E53BA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70040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7BE1187" w14:textId="77777777" w:rsidR="007E53BA" w:rsidRPr="000D4397" w:rsidRDefault="007E53BA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Operar a câmara fotográfica e fotografar com equipamento digital</w:t>
            </w:r>
          </w:p>
        </w:tc>
      </w:tr>
    </w:tbl>
    <w:p w14:paraId="7ABDB846" w14:textId="77777777" w:rsidR="007E53BA" w:rsidRPr="00136AD8" w:rsidRDefault="007E53BA" w:rsidP="0041248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25446B0" w14:textId="77777777" w:rsidR="00412480" w:rsidRDefault="00412480" w:rsidP="0041248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6289421" w14:textId="77777777" w:rsidR="00412480" w:rsidRPr="003200F2" w:rsidRDefault="00412480" w:rsidP="0041248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4DC778E6" w14:textId="77777777" w:rsidR="00412480" w:rsidRPr="00136AD8" w:rsidRDefault="00412480" w:rsidP="0041248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12480" w:rsidRPr="00136AD8" w14:paraId="5FB56BC8" w14:textId="77777777" w:rsidTr="002871E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75F142" w14:textId="77777777" w:rsidR="00412480" w:rsidRPr="001B353A" w:rsidRDefault="00412480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12480" w:rsidRPr="00136AD8" w14:paraId="7C958AB1" w14:textId="77777777" w:rsidTr="002871E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F4CCC5" w14:textId="77777777" w:rsidR="00412480" w:rsidRPr="00E763D6" w:rsidRDefault="00412480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mecanismos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componentes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o funcionamento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da câmara fotográfica</w:t>
            </w: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436077BC" w14:textId="77777777" w:rsidR="00412480" w:rsidRPr="00E763D6" w:rsidRDefault="00412480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objetivas</w:t>
            </w:r>
          </w:p>
          <w:p w14:paraId="66DE3CCA" w14:textId="78ACD4E8" w:rsidR="00412480" w:rsidRPr="00E763D6" w:rsidRDefault="00412480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os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acessórios da câmara fotográfica</w:t>
            </w:r>
          </w:p>
          <w:p w14:paraId="76CEF4E2" w14:textId="4CC8FAA5" w:rsidR="00412480" w:rsidRPr="0008537A" w:rsidRDefault="00412480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531D87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Capturar</w:t>
            </w:r>
            <w:r w:rsidR="00C14B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imag</w:t>
            </w:r>
            <w:r w:rsidR="00531D87">
              <w:rPr>
                <w:rFonts w:ascii="Verdana Pro Light" w:eastAsia="Arial Unicode MS" w:hAnsi="Verdana Pro Light" w:cs="Arial Unicode MS"/>
                <w:sz w:val="18"/>
                <w:szCs w:val="18"/>
              </w:rPr>
              <w:t>ens com recurso a diferentes objetivas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12480" w:rsidRPr="00136AD8" w14:paraId="168205CD" w14:textId="77777777" w:rsidTr="002871E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F6AD9A" w14:textId="77777777" w:rsidR="00412480" w:rsidRPr="001B353A" w:rsidRDefault="00412480" w:rsidP="002871E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6EA5D2" w14:textId="77777777" w:rsidR="00412480" w:rsidRPr="001B353A" w:rsidRDefault="00412480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DC1799" w14:textId="77777777" w:rsidR="00412480" w:rsidRPr="001B353A" w:rsidRDefault="00412480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12480" w:rsidRPr="00136AD8" w14:paraId="703E30F7" w14:textId="77777777" w:rsidTr="002871EE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54C50" w14:textId="77777777" w:rsidR="00412480" w:rsidRPr="00842D50" w:rsidRDefault="00412480" w:rsidP="002871E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Câmara fotográfica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2ED58F0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características</w:t>
            </w:r>
          </w:p>
          <w:p w14:paraId="7679D666" w14:textId="77777777" w:rsidR="00412480" w:rsidRPr="00842D50" w:rsidRDefault="00412480" w:rsidP="002871E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Analógico e digital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B22FC18" w14:textId="77777777" w:rsidR="00412480" w:rsidRPr="00E6774B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Semelhanças e diferenças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82DF411" w14:textId="77777777" w:rsidR="00412480" w:rsidRPr="00206F93" w:rsidRDefault="00412480" w:rsidP="002871EE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Componentes da c</w:t>
            </w: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âmara fotográfica</w:t>
            </w:r>
          </w:p>
          <w:p w14:paraId="25F917BB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Obturador</w:t>
            </w:r>
          </w:p>
          <w:p w14:paraId="60101575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Diafragma</w:t>
            </w:r>
          </w:p>
          <w:p w14:paraId="64141001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obturador/diafragma</w:t>
            </w:r>
          </w:p>
          <w:p w14:paraId="70B6E2C8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Lei da reciprocidade</w:t>
            </w:r>
          </w:p>
          <w:p w14:paraId="33270C7E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Profundidade de campo</w:t>
            </w:r>
          </w:p>
          <w:p w14:paraId="7C16FEBC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 na utilização duma câmara fotográfica</w:t>
            </w:r>
          </w:p>
          <w:p w14:paraId="19375EA5" w14:textId="77777777" w:rsidR="00412480" w:rsidRPr="00842D50" w:rsidRDefault="00412480" w:rsidP="002871E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Componentes de uma câmara digital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C36AC97" w14:textId="77777777" w:rsidR="00412480" w:rsidRPr="00A76BA9" w:rsidRDefault="00412480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(ISO)</w:t>
            </w:r>
          </w:p>
          <w:p w14:paraId="58881617" w14:textId="77777777" w:rsidR="00412480" w:rsidRPr="00A76BA9" w:rsidRDefault="00412480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Sensores</w:t>
            </w:r>
          </w:p>
          <w:p w14:paraId="77C4464C" w14:textId="77777777" w:rsidR="00412480" w:rsidRPr="00A76BA9" w:rsidRDefault="00412480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</w:t>
            </w:r>
          </w:p>
          <w:p w14:paraId="3FC9B890" w14:textId="77777777" w:rsidR="00412480" w:rsidRPr="00A76BA9" w:rsidRDefault="00412480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das imagens</w:t>
            </w:r>
          </w:p>
          <w:p w14:paraId="38BA35F8" w14:textId="77777777" w:rsidR="00412480" w:rsidRPr="00A76BA9" w:rsidRDefault="00412480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cor</w:t>
            </w:r>
          </w:p>
          <w:p w14:paraId="5AB533C6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 de brancos e perfis de cor</w:t>
            </w:r>
          </w:p>
          <w:p w14:paraId="7490141C" w14:textId="77777777" w:rsidR="00412480" w:rsidRPr="00842D50" w:rsidRDefault="00412480" w:rsidP="002871E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Objetivas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6606690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Grande angular</w:t>
            </w:r>
          </w:p>
          <w:p w14:paraId="4B4B8DD6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Normal</w:t>
            </w:r>
          </w:p>
          <w:p w14:paraId="2C8D1752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Teleobjetiva</w:t>
            </w:r>
          </w:p>
          <w:p w14:paraId="3BC470B1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 e zoom</w:t>
            </w:r>
          </w:p>
          <w:p w14:paraId="7A241036" w14:textId="77777777" w:rsidR="00412480" w:rsidRPr="00842D50" w:rsidRDefault="00412480" w:rsidP="002871E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Acessórios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48EE69F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Filtros</w:t>
            </w:r>
          </w:p>
          <w:p w14:paraId="0932371C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</w:t>
            </w:r>
          </w:p>
          <w:p w14:paraId="6678DC60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Refletores</w:t>
            </w:r>
          </w:p>
          <w:p w14:paraId="45AB3959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Para sol</w:t>
            </w:r>
          </w:p>
          <w:p w14:paraId="54C3E971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Lentes de aproximação</w:t>
            </w:r>
          </w:p>
          <w:p w14:paraId="7ADF7348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portátil</w:t>
            </w:r>
          </w:p>
          <w:p w14:paraId="69568C30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Kit de limpeza</w:t>
            </w:r>
          </w:p>
          <w:p w14:paraId="384CF12B" w14:textId="77777777" w:rsidR="00412480" w:rsidRPr="00A76BA9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Sacos de transporte</w:t>
            </w:r>
          </w:p>
          <w:p w14:paraId="7ACCCF64" w14:textId="77777777" w:rsidR="00412480" w:rsidRPr="00E6774B" w:rsidRDefault="00412480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D2831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Distinguir os vários tipos de câmaras fotográficas e as suas finalidades</w:t>
            </w:r>
          </w:p>
          <w:p w14:paraId="2B3B92D4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Pr="000707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semelhanças e as diferenças de funcionamento das câmaras digitais e analógicas</w:t>
            </w:r>
          </w:p>
          <w:p w14:paraId="277C9D3E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componentes das câmaras fotográficas e as suas funcionalidades</w:t>
            </w:r>
          </w:p>
          <w:p w14:paraId="72A91F46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 escolha dos vários tipos de objetivas às suas finalidades</w:t>
            </w:r>
          </w:p>
          <w:p w14:paraId="5D21B2C5" w14:textId="77777777" w:rsidR="00412480" w:rsidRPr="00E6774B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vários tipos de acessórios para fotografia e as suas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70D41099" w14:textId="77777777" w:rsidR="00412480" w:rsidRPr="00E6774B" w:rsidRDefault="00412480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8DA00A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E416D2F" w14:textId="77777777" w:rsidR="00412480" w:rsidRDefault="00412480" w:rsidP="0041248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F067DD7" w14:textId="77777777" w:rsidR="00412480" w:rsidRDefault="00412480" w:rsidP="0041248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07166BD0" w14:textId="77777777" w:rsidR="00412480" w:rsidRDefault="00412480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2EBDBAF0" w14:textId="5B5CDFFD" w:rsidR="007C55DB" w:rsidRDefault="007C55DB" w:rsidP="004124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232C1B7" w14:textId="77777777" w:rsidR="00412480" w:rsidRPr="000173C0" w:rsidRDefault="00412480" w:rsidP="002871E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CE9695F" w14:textId="77777777" w:rsidR="00412480" w:rsidRDefault="00412480" w:rsidP="0041248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146FBCF" w14:textId="77777777" w:rsidR="00725CAF" w:rsidRPr="00F87025" w:rsidRDefault="00725CAF" w:rsidP="00725C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4B60C1C" w14:textId="77777777" w:rsidR="00412480" w:rsidRDefault="00412480" w:rsidP="004124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330C8">
        <w:rPr>
          <w:rFonts w:ascii="Verdana Pro Light" w:eastAsia="Arial Unicode MS" w:hAnsi="Verdana Pro Light" w:cs="Times New Roman"/>
          <w:b/>
          <w:sz w:val="18"/>
          <w:szCs w:val="18"/>
        </w:rPr>
        <w:t>Operar a câmara fotográfica e fotografar com equipamento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6FB7100" w14:textId="77777777" w:rsidR="00412480" w:rsidRPr="0064164C" w:rsidRDefault="00412480" w:rsidP="004124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os mecanismos e os componentes da câmara fotográfica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finalidade do trabalho fotográfico</w:t>
      </w:r>
    </w:p>
    <w:p w14:paraId="572AFD3E" w14:textId="77777777" w:rsidR="00412480" w:rsidRDefault="00412480" w:rsidP="004124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as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objetivas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tendo em conta a finalidade do trabalho fotográfico</w:t>
      </w:r>
    </w:p>
    <w:p w14:paraId="2742111C" w14:textId="77777777" w:rsidR="00412480" w:rsidRDefault="00412480" w:rsidP="004124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os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acessórios das 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respetivas funções</w:t>
      </w:r>
    </w:p>
    <w:p w14:paraId="2C9733FE" w14:textId="77777777" w:rsidR="00412480" w:rsidRDefault="00412480" w:rsidP="004124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utilizando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câmara fotográfica digital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, identificando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a resolução apropriada a cada tipo de trabalho a realizar.</w:t>
      </w:r>
    </w:p>
    <w:p w14:paraId="3FB2626D" w14:textId="77777777" w:rsidR="00412480" w:rsidRPr="004330C8" w:rsidRDefault="00412480" w:rsidP="0041248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pera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vários tipos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câmaras e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de objetivas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a escala de velocidades, a escala de diafragmas e os filtros adequados de acordo com </w:t>
      </w:r>
      <w:r>
        <w:rPr>
          <w:rFonts w:ascii="Verdana Pro Light" w:eastAsia="Arial Unicode MS" w:hAnsi="Verdana Pro Light" w:cs="Arial Unicode MS"/>
          <w:sz w:val="18"/>
          <w:szCs w:val="18"/>
        </w:rPr>
        <w:t>a finalidade do trabalho fotográfico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976D08E" w14:textId="77777777" w:rsidR="00412480" w:rsidRPr="00F87025" w:rsidRDefault="00412480" w:rsidP="0041248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E2BB313" w14:textId="77777777" w:rsidR="00412480" w:rsidRDefault="00412480" w:rsidP="004124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diversos</w:t>
      </w:r>
    </w:p>
    <w:p w14:paraId="0D81B16D" w14:textId="77777777" w:rsidR="00412480" w:rsidRDefault="00412480" w:rsidP="004124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10ABF31" w14:textId="77777777" w:rsidR="00412480" w:rsidRPr="00984B30" w:rsidRDefault="00412480" w:rsidP="00412480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045585CF" w14:textId="77777777" w:rsidR="00412480" w:rsidRPr="00F87025" w:rsidRDefault="00412480" w:rsidP="0041248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FFB02DB" w14:textId="77777777" w:rsidR="00412480" w:rsidRDefault="00412480" w:rsidP="0041248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3023908" w14:textId="77777777" w:rsidR="00412480" w:rsidRPr="00C34354" w:rsidRDefault="00412480" w:rsidP="0041248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bookmarkStart w:id="4" w:name="_Hlk157854111"/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bookmarkEnd w:id="4"/>
    <w:p w14:paraId="3F1A1187" w14:textId="77777777" w:rsidR="00412480" w:rsidRPr="000707EF" w:rsidRDefault="00412480" w:rsidP="0041248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661F416E" w14:textId="77777777" w:rsidR="00412480" w:rsidRPr="000707EF" w:rsidRDefault="00412480" w:rsidP="0041248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81E0D8C" w14:textId="77777777" w:rsidR="00412480" w:rsidRPr="00F87025" w:rsidRDefault="00412480" w:rsidP="0041248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3FAA5FA" w14:textId="77777777" w:rsidR="00412480" w:rsidRDefault="00412480" w:rsidP="0041248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1BE33CD" w14:textId="77777777" w:rsidR="00412480" w:rsidRPr="00C34354" w:rsidRDefault="00412480" w:rsidP="00412480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8D5F9FE" w14:textId="77777777" w:rsidR="00412480" w:rsidRPr="00C34354" w:rsidRDefault="00412480" w:rsidP="00412480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fotografia; demonstrativo para prática de manuseamentos de câmaras fotográficas, objetivas e acessórios e ativo para exercícios práticos de manuseamento de câmaras fotográficas e objetivas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3E459CB" w14:textId="77777777" w:rsidR="00412480" w:rsidRPr="007831EA" w:rsidRDefault="00412480" w:rsidP="00412480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559663" w14:textId="0BA86AC5" w:rsidR="00412480" w:rsidRPr="00335AB2" w:rsidRDefault="00412480" w:rsidP="00412480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</w:p>
    <w:p w14:paraId="2E0A9C83" w14:textId="6BD41959" w:rsidR="008C76A8" w:rsidRPr="00FB5727" w:rsidRDefault="00412480" w:rsidP="008C76A8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 xml:space="preserve">objetivas </w:t>
      </w:r>
    </w:p>
    <w:p w14:paraId="2BA54D43" w14:textId="7F91C619" w:rsidR="00FB5727" w:rsidRDefault="00FB572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br w:type="page"/>
      </w:r>
    </w:p>
    <w:p w14:paraId="1669A738" w14:textId="77777777" w:rsidR="00FB5727" w:rsidRPr="00757924" w:rsidRDefault="00FB5727" w:rsidP="00FB5727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D4DF7" w:rsidRPr="00136AD8" w14:paraId="5C0BAC72" w14:textId="77777777" w:rsidTr="002805B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742AF6B" w14:textId="14F75102" w:rsidR="006D4DF7" w:rsidRPr="000D4397" w:rsidRDefault="006D4DF7" w:rsidP="002805B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 w:rsidR="001D4966"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67624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506A52" w14:textId="77777777" w:rsidR="006D4DF7" w:rsidRPr="000D4397" w:rsidRDefault="006D4DF7" w:rsidP="002805B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Parametrizar a câmara fotográfica</w:t>
            </w:r>
          </w:p>
        </w:tc>
      </w:tr>
    </w:tbl>
    <w:p w14:paraId="46E37764" w14:textId="77777777" w:rsidR="006D4DF7" w:rsidRPr="00136AD8" w:rsidRDefault="006D4DF7" w:rsidP="006D4DF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F681956" w14:textId="77777777" w:rsidR="006D4DF7" w:rsidRDefault="006D4DF7" w:rsidP="006D4D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7A0C231" w14:textId="77777777" w:rsidR="006D4DF7" w:rsidRPr="003200F2" w:rsidRDefault="006D4DF7" w:rsidP="006D4D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D46DCB7" w14:textId="77777777" w:rsidR="006D4DF7" w:rsidRPr="00136AD8" w:rsidRDefault="006D4DF7" w:rsidP="006D4D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D4DF7" w:rsidRPr="00136AD8" w14:paraId="389412D7" w14:textId="77777777" w:rsidTr="002805B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8E4FB1" w14:textId="77777777" w:rsidR="006D4DF7" w:rsidRPr="001B353A" w:rsidRDefault="006D4DF7" w:rsidP="002805B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D4DF7" w:rsidRPr="00136AD8" w14:paraId="37372625" w14:textId="77777777" w:rsidTr="002805B9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A39E45" w14:textId="37E514B4" w:rsidR="006D4DF7" w:rsidRPr="00E763D6" w:rsidRDefault="006D4DF7" w:rsidP="002805B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a câmara e </w:t>
            </w:r>
            <w:r w:rsidR="00BE691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os componentes da câmara </w:t>
            </w:r>
          </w:p>
          <w:p w14:paraId="56FB8093" w14:textId="6D035894" w:rsidR="006D4DF7" w:rsidRPr="00E763D6" w:rsidRDefault="006D4DF7" w:rsidP="002805B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D666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Ajustar as definições básicas </w:t>
            </w:r>
          </w:p>
          <w:p w14:paraId="09807A7F" w14:textId="57683D09" w:rsidR="006D4DF7" w:rsidRPr="00E763D6" w:rsidRDefault="006D4DF7" w:rsidP="002805B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B27814" w:rsidRPr="00B27814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o Balanço de Branco e a Sensibilidade ISO</w:t>
            </w:r>
          </w:p>
          <w:p w14:paraId="17D40D4A" w14:textId="77777777" w:rsidR="00B27814" w:rsidRDefault="006D4DF7" w:rsidP="002805B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B27814" w:rsidRPr="00B278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o Modo de Exposição e Configurar o Foco </w:t>
            </w:r>
          </w:p>
          <w:p w14:paraId="015F11B6" w14:textId="0A522E2C" w:rsidR="006D4DF7" w:rsidRPr="0008537A" w:rsidRDefault="006D4DF7" w:rsidP="002805B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="007C013E" w:rsidRPr="007C013E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Personalizar Configurações Avançadas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6D4DF7" w:rsidRPr="00136AD8" w14:paraId="043235DA" w14:textId="77777777" w:rsidTr="002805B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BF27AB" w14:textId="77777777" w:rsidR="006D4DF7" w:rsidRPr="001B353A" w:rsidRDefault="006D4DF7" w:rsidP="002805B9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61A257" w14:textId="77777777" w:rsidR="006D4DF7" w:rsidRPr="001B353A" w:rsidRDefault="006D4DF7" w:rsidP="002805B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D9DA790" w14:textId="77777777" w:rsidR="006D4DF7" w:rsidRPr="001B353A" w:rsidRDefault="006D4DF7" w:rsidP="002805B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D4DF7" w:rsidRPr="00136AD8" w14:paraId="57FDC30B" w14:textId="77777777" w:rsidTr="002805B9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AD50" w14:textId="77777777" w:rsidR="006D4DF7" w:rsidRPr="00842D50" w:rsidRDefault="006D4DF7" w:rsidP="002805B9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Câmara fotográfica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objetivas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02D839F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Componentes da Câmara Fotográfica</w:t>
            </w:r>
          </w:p>
          <w:p w14:paraId="0D1F2F06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fotográficas</w:t>
            </w:r>
          </w:p>
          <w:p w14:paraId="005BBEDE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e finalidades</w:t>
            </w:r>
          </w:p>
          <w:p w14:paraId="5AB5FB47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 na utilização duma câmara fotográfica</w:t>
            </w:r>
          </w:p>
          <w:p w14:paraId="1275A837" w14:textId="77777777" w:rsidR="006D4DF7" w:rsidRPr="00842D50" w:rsidRDefault="006D4DF7" w:rsidP="002805B9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Configurações específicas da câmara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6C30A8A" w14:textId="77777777" w:rsidR="006D4DF7" w:rsidRDefault="006D4DF7" w:rsidP="002805B9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 da câmara, manuseamento e personalização</w:t>
            </w:r>
          </w:p>
          <w:p w14:paraId="437831B1" w14:textId="77777777" w:rsidR="006D4DF7" w:rsidRPr="00BF144D" w:rsidRDefault="006D4DF7" w:rsidP="002805B9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operacional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Firmware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- atualizações</w:t>
            </w:r>
          </w:p>
          <w:p w14:paraId="751719CE" w14:textId="77777777" w:rsidR="006D4DF7" w:rsidRDefault="006D4DF7" w:rsidP="002805B9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Parametrização:</w:t>
            </w:r>
          </w:p>
          <w:p w14:paraId="1245F11F" w14:textId="77777777" w:rsidR="006D4DF7" w:rsidRPr="00A76BA9" w:rsidRDefault="006D4DF7" w:rsidP="006D4DF7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peração </w:t>
            </w:r>
          </w:p>
          <w:p w14:paraId="203FDA5A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 de branco</w:t>
            </w:r>
          </w:p>
          <w:p w14:paraId="4CA868FD" w14:textId="77777777" w:rsidR="006D4DF7" w:rsidRPr="00A76BA9" w:rsidRDefault="006D4DF7" w:rsidP="006D4DF7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ISO</w:t>
            </w:r>
          </w:p>
          <w:p w14:paraId="73D097E2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ind w:left="45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8042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iafragma e a profundidade de campo</w:t>
            </w:r>
          </w:p>
          <w:p w14:paraId="245FC179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ind w:left="45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8042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bturador e a escala de velocidades</w:t>
            </w:r>
          </w:p>
          <w:p w14:paraId="088E08EA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Fotometria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(modos de medição de luz)</w:t>
            </w:r>
          </w:p>
          <w:p w14:paraId="4BF8B733" w14:textId="77777777" w:rsidR="006D4DF7" w:rsidRPr="00BF144D" w:rsidRDefault="006D4DF7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Filtros</w:t>
            </w:r>
          </w:p>
          <w:p w14:paraId="1F98F03A" w14:textId="77777777" w:rsidR="006D4DF7" w:rsidRPr="00842D50" w:rsidRDefault="006D4DF7" w:rsidP="002805B9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Foco e profundidade de campo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944AC99" w14:textId="77777777" w:rsidR="006D4DF7" w:rsidRDefault="006D4DF7" w:rsidP="002805B9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Pontos de foco e seleção da área</w:t>
            </w:r>
          </w:p>
          <w:p w14:paraId="6A9E4704" w14:textId="77777777" w:rsidR="006D4DF7" w:rsidRDefault="006D4DF7" w:rsidP="002805B9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da profundidade de campo</w:t>
            </w:r>
          </w:p>
          <w:p w14:paraId="551751B3" w14:textId="77777777" w:rsidR="006D4DF7" w:rsidRPr="0080420C" w:rsidRDefault="006D4DF7" w:rsidP="002805B9">
            <w:pPr>
              <w:pStyle w:val="PargrafodaLista"/>
              <w:spacing w:before="120" w:after="0" w:line="276" w:lineRule="auto"/>
              <w:ind w:left="4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2BA5D" w14:textId="77777777" w:rsidR="00D11109" w:rsidRDefault="00D11109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6D4D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vários tipos de câmaras fotográficas </w:t>
            </w:r>
          </w:p>
          <w:p w14:paraId="7AA6136B" w14:textId="41B53944" w:rsidR="006D4DF7" w:rsidRDefault="00D11109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</w:t>
            </w:r>
            <w:r w:rsidR="006D4D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componentes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câmara fotográfica</w:t>
            </w:r>
          </w:p>
          <w:p w14:paraId="5043F671" w14:textId="6F4F2D5F" w:rsidR="006D4DF7" w:rsidRDefault="00D11109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6D4D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vários tipos de objetivas </w:t>
            </w:r>
          </w:p>
          <w:p w14:paraId="5A522F95" w14:textId="17A90FAC" w:rsidR="006D4DF7" w:rsidRPr="000803B2" w:rsidRDefault="00D11109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6D4DF7" w:rsidRPr="000803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n</w:t>
            </w:r>
            <w:r w:rsidR="006D4DF7" w:rsidRPr="000803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ormas de segurança na utilização duma câmara fotográfica</w:t>
            </w:r>
          </w:p>
          <w:p w14:paraId="1DF83B80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funcionalidades no menu da câmara fotográfica</w:t>
            </w:r>
          </w:p>
          <w:p w14:paraId="570F6535" w14:textId="30D44A24" w:rsidR="006D4DF7" w:rsidRDefault="00D11109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6D4D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configurações necessárias para parametrizar a câmara fotográfica</w:t>
            </w:r>
          </w:p>
          <w:p w14:paraId="04AA7594" w14:textId="61BA1E0C" w:rsidR="006D4DF7" w:rsidRPr="000707EF" w:rsidRDefault="00D11109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6D4D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procedimentos </w:t>
            </w:r>
            <w:r w:rsidR="00D32A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configuração </w:t>
            </w:r>
            <w:r w:rsidR="006D4D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obter o foco e a profundidade de campo desejados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D61A5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147B73A" w14:textId="77777777" w:rsidR="006D4DF7" w:rsidRDefault="006D4DF7" w:rsidP="006D4DF7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74D266D" w14:textId="77777777" w:rsidR="006D4DF7" w:rsidRDefault="006D4DF7" w:rsidP="006D4DF7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5C81544" w14:textId="77777777" w:rsidR="006D4DF7" w:rsidRDefault="006D4DF7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439F87E" w14:textId="11C9D503" w:rsidR="007C55DB" w:rsidRDefault="007C55DB" w:rsidP="006D4D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7E49A3C" w14:textId="77777777" w:rsidR="006D4DF7" w:rsidRPr="000173C0" w:rsidRDefault="006D4DF7" w:rsidP="002805B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D304F45" w14:textId="77777777" w:rsidR="006D4DF7" w:rsidRDefault="006D4DF7" w:rsidP="006D4D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6F3C506" w14:textId="77777777" w:rsidR="00725CAF" w:rsidRPr="00F87025" w:rsidRDefault="00725CAF" w:rsidP="00725C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6C6F1F2" w14:textId="77777777" w:rsidR="006D4DF7" w:rsidRDefault="006D4DF7" w:rsidP="006D4D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B530E">
        <w:rPr>
          <w:rFonts w:ascii="Verdana Pro Light" w:eastAsia="Arial Unicode MS" w:hAnsi="Verdana Pro Light" w:cs="Times New Roman"/>
          <w:b/>
          <w:sz w:val="18"/>
          <w:szCs w:val="18"/>
        </w:rPr>
        <w:t>Parametrizar a câmara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93C794E" w14:textId="77777777" w:rsidR="006D4DF7" w:rsidRDefault="006D4DF7" w:rsidP="006D4D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1. Prepara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câmara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tendo em conta a carga da bateria e a capacidade do cartão </w:t>
      </w:r>
    </w:p>
    <w:p w14:paraId="400660A4" w14:textId="77777777" w:rsidR="006D4DF7" w:rsidRPr="00EC7A92" w:rsidRDefault="006D4DF7" w:rsidP="006D4D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Selecionando as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objetivas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tendo em conta a finalidade da fotografia a realizar</w:t>
      </w:r>
    </w:p>
    <w:p w14:paraId="4FB657B8" w14:textId="77777777" w:rsidR="006D4DF7" w:rsidRDefault="006D4DF7" w:rsidP="006D4D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Configurando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câmara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usando </w:t>
      </w:r>
      <w:r w:rsidRPr="009A259F">
        <w:rPr>
          <w:rFonts w:ascii="Verdana Pro Light" w:eastAsia="Arial Unicode MS" w:hAnsi="Verdana Pro Light" w:cs="Arial Unicode MS"/>
          <w:sz w:val="18"/>
          <w:szCs w:val="18"/>
        </w:rPr>
        <w:t>a sensibilidade, a escala de velocidades e diafragmas</w:t>
      </w:r>
      <w:r>
        <w:rPr>
          <w:rFonts w:ascii="Verdana Pro Light" w:eastAsia="Arial Unicode MS" w:hAnsi="Verdana Pro Light" w:cs="Arial Unicode MS"/>
          <w:sz w:val="18"/>
          <w:szCs w:val="18"/>
        </w:rPr>
        <w:t>, c</w:t>
      </w:r>
      <w:r w:rsidRPr="009A259F">
        <w:rPr>
          <w:rFonts w:ascii="Verdana Pro Light" w:eastAsia="Arial Unicode MS" w:hAnsi="Verdana Pro Light" w:cs="Arial Unicode MS"/>
          <w:sz w:val="18"/>
          <w:szCs w:val="18"/>
        </w:rPr>
        <w:t>ontrola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9A259F">
        <w:rPr>
          <w:rFonts w:ascii="Verdana Pro Light" w:eastAsia="Arial Unicode MS" w:hAnsi="Verdana Pro Light" w:cs="Arial Unicode MS"/>
          <w:sz w:val="18"/>
          <w:szCs w:val="18"/>
        </w:rPr>
        <w:t xml:space="preserve"> a profundidade de campo</w:t>
      </w:r>
      <w:r>
        <w:rPr>
          <w:rFonts w:ascii="Verdana Pro Light" w:eastAsia="Arial Unicode MS" w:hAnsi="Verdana Pro Light" w:cs="Arial Unicode MS"/>
          <w:sz w:val="18"/>
          <w:szCs w:val="18"/>
        </w:rPr>
        <w:t>, medindo a luz e utilizando filtros tendo em conta o objetivo da fotografia a realizar</w:t>
      </w:r>
    </w:p>
    <w:p w14:paraId="215011CD" w14:textId="77777777" w:rsidR="006D4DF7" w:rsidRPr="004330C8" w:rsidRDefault="006D4DF7" w:rsidP="006D4D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4. Elabora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portefólio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fotografias demonstrando capacidade de trabalhar com </w:t>
      </w:r>
      <w:r w:rsidRPr="00BF144D">
        <w:rPr>
          <w:rFonts w:ascii="Verdana Pro Light" w:eastAsia="Arial Unicode MS" w:hAnsi="Verdana Pro Light" w:cs="Arial Unicode MS"/>
          <w:sz w:val="18"/>
          <w:szCs w:val="18"/>
        </w:rPr>
        <w:t>velocidades, profundidade de campo, objetivas e filtros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7C7A4CA" w14:textId="77777777" w:rsidR="006D4DF7" w:rsidRPr="00F87025" w:rsidRDefault="006D4DF7" w:rsidP="006D4D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1099F84" w14:textId="77777777" w:rsidR="006D4DF7" w:rsidRDefault="006D4DF7" w:rsidP="006D4D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49396564" w14:textId="77777777" w:rsidR="006D4DF7" w:rsidRDefault="006D4DF7" w:rsidP="006D4D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9F39062" w14:textId="77777777" w:rsidR="006D4DF7" w:rsidRDefault="006D4DF7" w:rsidP="006D4D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FF6DE63" w14:textId="77777777" w:rsidR="006D4DF7" w:rsidRDefault="006D4DF7" w:rsidP="006D4D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4CBE4D30" w14:textId="77777777" w:rsidR="006D4DF7" w:rsidRDefault="006D4DF7" w:rsidP="006D4D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3BA40061" w14:textId="77777777" w:rsidR="006D4DF7" w:rsidRDefault="006D4DF7" w:rsidP="006D4D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1DAF7031" w14:textId="77777777" w:rsidR="006D4DF7" w:rsidRDefault="006D4DF7" w:rsidP="006D4D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2BD7E71" w14:textId="77777777" w:rsidR="006D4DF7" w:rsidRPr="00984B30" w:rsidRDefault="006D4DF7" w:rsidP="006D4DF7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AA89E79" w14:textId="77777777" w:rsidR="006D4DF7" w:rsidRPr="00F87025" w:rsidRDefault="006D4DF7" w:rsidP="006D4D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1D4779A" w14:textId="77777777" w:rsidR="006D4DF7" w:rsidRDefault="006D4DF7" w:rsidP="006D4D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B81EF5A" w14:textId="77777777" w:rsidR="00D32A2D" w:rsidRPr="00C34354" w:rsidRDefault="00D32A2D" w:rsidP="00D32A2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769DAF96" w14:textId="77777777" w:rsidR="006D4DF7" w:rsidRPr="000707EF" w:rsidRDefault="006D4DF7" w:rsidP="006D4D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1A660AA0" w14:textId="77777777" w:rsidR="006D4DF7" w:rsidRPr="000707EF" w:rsidRDefault="006D4DF7" w:rsidP="006D4D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B25CC9" w14:textId="77777777" w:rsidR="006D4DF7" w:rsidRPr="00F87025" w:rsidRDefault="006D4DF7" w:rsidP="006D4D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09E81DA" w14:textId="77777777" w:rsidR="006D4DF7" w:rsidRDefault="006D4DF7" w:rsidP="006D4DF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0BE88B8C" w14:textId="77777777" w:rsidR="006D4DF7" w:rsidRPr="00C34354" w:rsidRDefault="006D4DF7" w:rsidP="006D4DF7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33E3D5E" w14:textId="77777777" w:rsidR="006D4DF7" w:rsidRPr="00C34354" w:rsidRDefault="006D4DF7" w:rsidP="006D4DF7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fotografia; demonstrativo para prática de manuseamentos de câmaras fotográficas, objetivas e acessórios e ativo para exercícios práticos de fotografia.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C5323D" w14:textId="77777777" w:rsidR="006D4DF7" w:rsidRPr="007831EA" w:rsidRDefault="006D4DF7" w:rsidP="006D4DF7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92527FF" w14:textId="77777777" w:rsidR="006D4DF7" w:rsidRPr="00335AB2" w:rsidRDefault="006D4DF7" w:rsidP="006D4DF7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FA4B09E" w14:textId="40536181" w:rsidR="007E53BA" w:rsidRPr="0031055E" w:rsidRDefault="006D4DF7" w:rsidP="0031055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objetivas</w:t>
      </w:r>
    </w:p>
    <w:p w14:paraId="45745A30" w14:textId="77777777" w:rsidR="00690E40" w:rsidRDefault="00690E40" w:rsidP="00690E40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90E40" w:rsidRPr="00136AD8" w14:paraId="6C089813" w14:textId="77777777" w:rsidTr="00F16B0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B4C73F" w14:textId="4A5D2820" w:rsidR="00690E40" w:rsidRPr="000D4397" w:rsidRDefault="00690E40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720E5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14C6D45" w14:textId="37A5AED0" w:rsidR="00690E40" w:rsidRPr="000D4397" w:rsidRDefault="00690E40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Manipular imagens fotográficas</w:t>
            </w:r>
          </w:p>
        </w:tc>
      </w:tr>
    </w:tbl>
    <w:p w14:paraId="20BF10F5" w14:textId="77777777" w:rsidR="00690E40" w:rsidRPr="00136AD8" w:rsidRDefault="00690E40" w:rsidP="00690E4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CFA565A" w14:textId="77777777" w:rsidR="00690E40" w:rsidRDefault="00690E40" w:rsidP="00690E4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ACFA240" w14:textId="77777777" w:rsidR="00690E40" w:rsidRPr="003200F2" w:rsidRDefault="00690E40" w:rsidP="00690E4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A9025C6" w14:textId="77777777" w:rsidR="00690E40" w:rsidRPr="00136AD8" w:rsidRDefault="00690E40" w:rsidP="00690E4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90E40" w:rsidRPr="00136AD8" w14:paraId="6CBE7F61" w14:textId="77777777" w:rsidTr="00F16B0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06036E" w14:textId="77777777" w:rsidR="00690E40" w:rsidRPr="001B353A" w:rsidRDefault="00690E40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90E40" w:rsidRPr="00136AD8" w14:paraId="060F145B" w14:textId="77777777" w:rsidTr="00F16B0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29A612" w14:textId="77777777" w:rsidR="00690E40" w:rsidRDefault="00690E40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a imagem fotográfica e identificar as necessidades de edição e manipulação</w:t>
            </w:r>
          </w:p>
          <w:p w14:paraId="451D425F" w14:textId="77777777" w:rsidR="00B73412" w:rsidRDefault="00690E40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B734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</w:t>
            </w:r>
            <w:r w:rsidR="00B73412" w:rsidRPr="00E81970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 de Edição</w:t>
            </w:r>
            <w:r w:rsidR="00B734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importar as imagens </w:t>
            </w:r>
          </w:p>
          <w:p w14:paraId="4D08E77A" w14:textId="57BDF9BB" w:rsidR="00B73412" w:rsidRDefault="00B73412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 </w:t>
            </w:r>
            <w:r w:rsidRPr="007670B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7670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ajustes básicos </w:t>
            </w:r>
          </w:p>
          <w:p w14:paraId="4FD4E7DD" w14:textId="004F6C1E" w:rsidR="00690E40" w:rsidRPr="00E763D6" w:rsidRDefault="008E4EDC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690E40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edição técnica avançada da imagem fotográfica</w:t>
            </w:r>
          </w:p>
          <w:p w14:paraId="35CFF5A2" w14:textId="2185112D" w:rsidR="00690E40" w:rsidRPr="00413243" w:rsidRDefault="00690E40" w:rsidP="00B734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Exportar a imagem fotográfica</w:t>
            </w:r>
          </w:p>
        </w:tc>
      </w:tr>
      <w:tr w:rsidR="00690E40" w:rsidRPr="00136AD8" w14:paraId="34074786" w14:textId="77777777" w:rsidTr="00F16B0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8CABFF" w14:textId="77777777" w:rsidR="00690E40" w:rsidRPr="001B353A" w:rsidRDefault="00690E40" w:rsidP="00F16B0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AF0D4F" w14:textId="77777777" w:rsidR="00690E40" w:rsidRPr="001B353A" w:rsidRDefault="00690E40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9E67F8" w14:textId="77777777" w:rsidR="00690E40" w:rsidRPr="001B353A" w:rsidRDefault="00690E40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90E40" w:rsidRPr="00136AD8" w14:paraId="2E1A8BCF" w14:textId="77777777" w:rsidTr="00F16B01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49AA9" w14:textId="527F73A2" w:rsidR="00B73412" w:rsidRDefault="00B73412" w:rsidP="00F16B01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  <w:p w14:paraId="164F9C86" w14:textId="1F446933" w:rsidR="00690E40" w:rsidRPr="00BE2F85" w:rsidRDefault="00690E40" w:rsidP="00F16B01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Pós-produção fotográfica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734870B" w14:textId="77777777" w:rsidR="00690E40" w:rsidRDefault="00690E40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Características.</w:t>
            </w:r>
          </w:p>
          <w:p w14:paraId="5E3E59DB" w14:textId="77777777" w:rsidR="00B73412" w:rsidRDefault="00690E40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E83DD59" w14:textId="77777777" w:rsidR="00B73412" w:rsidRPr="00BE2F85" w:rsidRDefault="00B73412" w:rsidP="00B73412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imagem:</w:t>
            </w:r>
          </w:p>
          <w:p w14:paraId="23CFA335" w14:textId="77777777" w:rsidR="00B73412" w:rsidRPr="00BE2F85" w:rsidRDefault="00B73412" w:rsidP="00B73412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Navegação e interface dos softwares (Photoshop, </w:t>
            </w:r>
            <w:proofErr w:type="spellStart"/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Lightroom</w:t>
            </w:r>
            <w:proofErr w:type="spellEnd"/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Bridge).</w:t>
            </w:r>
          </w:p>
          <w:p w14:paraId="6FB4F61A" w14:textId="77777777" w:rsidR="00B73412" w:rsidRPr="00BE2F85" w:rsidRDefault="00B73412" w:rsidP="00B73412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Importação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ficheiros.</w:t>
            </w:r>
          </w:p>
          <w:p w14:paraId="0C523916" w14:textId="77777777" w:rsidR="00B73412" w:rsidRPr="00BE2F85" w:rsidRDefault="00B73412" w:rsidP="00B73412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edição não destrutiva.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964BB5C" w14:textId="77777777" w:rsidR="00B73412" w:rsidRPr="00BE2F85" w:rsidRDefault="00B73412" w:rsidP="00B73412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Edição:</w:t>
            </w:r>
          </w:p>
          <w:p w14:paraId="3874A55E" w14:textId="77777777" w:rsidR="00B73412" w:rsidRDefault="00B73412" w:rsidP="00B73412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justes de exposição, contraste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recorte</w:t>
            </w:r>
          </w:p>
          <w:p w14:paraId="6DF8E508" w14:textId="77777777" w:rsidR="00B73412" w:rsidRDefault="00B73412" w:rsidP="00B73412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retoques</w:t>
            </w:r>
          </w:p>
          <w:p w14:paraId="0077549A" w14:textId="77777777" w:rsidR="00B73412" w:rsidRDefault="00B73412" w:rsidP="00B73412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plicação de filtros</w:t>
            </w:r>
          </w:p>
          <w:p w14:paraId="7CF5529C" w14:textId="77777777" w:rsidR="00B73412" w:rsidRDefault="00B73412" w:rsidP="00B73412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anipulação de camadas </w:t>
            </w:r>
          </w:p>
          <w:p w14:paraId="6A6F337D" w14:textId="77777777" w:rsidR="00B73412" w:rsidRDefault="00B73412" w:rsidP="00B73412">
            <w:pPr>
              <w:pStyle w:val="PargrafodaLista"/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1741B7" w14:textId="77777777" w:rsidR="00B73412" w:rsidRPr="00BE2F85" w:rsidRDefault="00B73412" w:rsidP="00B73412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arquivos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240D442" w14:textId="77777777" w:rsidR="00B73412" w:rsidRDefault="00B73412" w:rsidP="00B73412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fotográficas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fins (web, impressão).</w:t>
            </w:r>
          </w:p>
          <w:p w14:paraId="6C1BCC74" w14:textId="77777777" w:rsidR="00B73412" w:rsidRDefault="00B73412" w:rsidP="00B73412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arquivos RAW e JPEG</w:t>
            </w:r>
          </w:p>
          <w:p w14:paraId="052D539E" w14:textId="10B4C373" w:rsidR="00690E40" w:rsidRPr="00B73412" w:rsidRDefault="00B73412" w:rsidP="00B734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uso de catálogos ou bibliotecas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6ED84BA" w14:textId="77777777" w:rsidR="00690E40" w:rsidRPr="00BE2F85" w:rsidRDefault="00690E40" w:rsidP="00F16B01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Avançada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109B37A" w14:textId="77777777" w:rsidR="00690E40" w:rsidRPr="008A533D" w:rsidRDefault="00690E40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seletivos e camadas no Photoshop.</w:t>
            </w:r>
          </w:p>
          <w:p w14:paraId="7C373C56" w14:textId="77777777" w:rsidR="00690E40" w:rsidRPr="008A533D" w:rsidRDefault="00690E40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Uso de ferramentas de seleção avançadas e máscaras.</w:t>
            </w:r>
          </w:p>
          <w:p w14:paraId="6E12BA75" w14:textId="77777777" w:rsidR="00690E40" w:rsidRPr="00BE2F85" w:rsidRDefault="00690E40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edição avançada no </w:t>
            </w:r>
            <w:proofErr w:type="spellStart"/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Lightroom</w:t>
            </w:r>
            <w:proofErr w:type="spellEnd"/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 curvas tonais, divisão de tons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880739" w14:textId="77777777" w:rsidR="00690E40" w:rsidRPr="00BE2F85" w:rsidRDefault="00690E40" w:rsidP="00F16B01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Manipulação e Composição de Imagens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08A0521" w14:textId="77777777" w:rsidR="00690E40" w:rsidRPr="008A533D" w:rsidRDefault="00690E40" w:rsidP="00F16B01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criativa: montagens e retoques mais elaborados.</w:t>
            </w:r>
          </w:p>
          <w:p w14:paraId="49F37A49" w14:textId="77777777" w:rsidR="00690E40" w:rsidRPr="008A533D" w:rsidRDefault="00690E40" w:rsidP="00F16B01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fotomontagem e uso de ferramentas de clonagem.</w:t>
            </w:r>
          </w:p>
          <w:p w14:paraId="1CA71E4F" w14:textId="77777777" w:rsidR="00690E40" w:rsidRPr="008A533D" w:rsidRDefault="00690E40" w:rsidP="00F16B01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retratos: aprimoramento facial, suavização de pele, correções detalhadas.</w:t>
            </w:r>
          </w:p>
          <w:p w14:paraId="52428F32" w14:textId="77777777" w:rsidR="00690E40" w:rsidRDefault="00690E40" w:rsidP="00F16B01">
            <w:pPr>
              <w:pStyle w:val="PargrafodaLista"/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7C4A7A" w14:textId="77777777" w:rsidR="00690E40" w:rsidRPr="00BE2F85" w:rsidRDefault="00690E40" w:rsidP="00F16B01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arquivos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14217F0" w14:textId="77777777" w:rsidR="00690E40" w:rsidRDefault="00690E40" w:rsidP="00F16B01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fotográficas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fins (web, impressão).</w:t>
            </w:r>
          </w:p>
          <w:p w14:paraId="3F9D486D" w14:textId="77777777" w:rsidR="00690E40" w:rsidRDefault="00690E40" w:rsidP="00F16B01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arquivos RAW e JPEG</w:t>
            </w:r>
          </w:p>
          <w:p w14:paraId="0FF04934" w14:textId="77777777" w:rsidR="00690E40" w:rsidRPr="00DD7C72" w:rsidRDefault="00690E40" w:rsidP="00F16B01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uso de catálogos ou bibliotecas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50DEF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a importância das pós-produção fotográfica e saber quando e como a aplicar</w:t>
            </w:r>
          </w:p>
          <w:p w14:paraId="5E644C95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ferramentas de edição de imagem </w:t>
            </w:r>
          </w:p>
          <w:p w14:paraId="48DAEA43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diversas ferramentas de edição de imagem</w:t>
            </w:r>
          </w:p>
          <w:p w14:paraId="1159E908" w14:textId="77777777" w:rsidR="00690E40" w:rsidRPr="008A533D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Manipular imagens</w:t>
            </w:r>
          </w:p>
          <w:p w14:paraId="414D7F78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avançadas de edição de imagem</w:t>
            </w:r>
          </w:p>
          <w:p w14:paraId="551FF4D6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Fazer pós-produção fotográfica</w:t>
            </w:r>
          </w:p>
          <w:p w14:paraId="46009234" w14:textId="77777777" w:rsidR="00690E40" w:rsidRPr="00CF536A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arquivos de edição de imagem</w:t>
            </w:r>
          </w:p>
          <w:p w14:paraId="1EF5B447" w14:textId="77777777" w:rsidR="00690E40" w:rsidRPr="00413243" w:rsidRDefault="00690E40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11C409" w14:textId="77777777" w:rsidR="00690E40" w:rsidRPr="00E6774B" w:rsidRDefault="00690E40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A689B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DABEC42" w14:textId="77777777" w:rsidR="00690E40" w:rsidRDefault="00690E40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79373D2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ECF22F2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B7C67B9" w14:textId="77777777" w:rsidR="00690E40" w:rsidRDefault="00690E40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EA3D476" w14:textId="77777777" w:rsidR="00690E40" w:rsidRPr="000173C0" w:rsidRDefault="00690E40" w:rsidP="00F16B0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B724EFA" w14:textId="77777777" w:rsidR="00690E40" w:rsidRDefault="00690E40" w:rsidP="00690E4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B4CB14C" w14:textId="77777777" w:rsidR="00690E40" w:rsidRPr="00F87025" w:rsidRDefault="00690E40" w:rsidP="00690E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83AA0B4" w14:textId="77777777" w:rsidR="00690E40" w:rsidRDefault="00690E40" w:rsidP="00690E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E42C7">
        <w:rPr>
          <w:rFonts w:ascii="Verdana Pro Light" w:eastAsia="Arial Unicode MS" w:hAnsi="Verdana Pro Light" w:cs="Times New Roman"/>
          <w:b/>
          <w:sz w:val="18"/>
          <w:szCs w:val="18"/>
        </w:rPr>
        <w:t>Manipular e compor imagens fotográficas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C33E90B" w14:textId="77777777" w:rsidR="00690E40" w:rsidRDefault="00690E40" w:rsidP="00690E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Analisando as imagens tendo em conta as necessidades técnicas de edição e manipulação</w:t>
      </w:r>
    </w:p>
    <w:p w14:paraId="3E8001B2" w14:textId="77777777" w:rsidR="00690E40" w:rsidRDefault="00690E40" w:rsidP="00690E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Efetuando com rigor a edição técnica da imagem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exposição,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contraste,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equilíbrio de branco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fazendo correções de cor e removendo imperfeições</w:t>
      </w:r>
    </w:p>
    <w:p w14:paraId="4FCDD411" w14:textId="77777777" w:rsidR="00690E40" w:rsidRDefault="00690E40" w:rsidP="00690E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 Aplicando a </w:t>
      </w:r>
      <w:r w:rsidRPr="008A53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regra dos terços, linhas de guia, equilíbrio, simetria, assimetria</w:t>
      </w:r>
    </w:p>
    <w:p w14:paraId="264D782E" w14:textId="77777777" w:rsidR="00690E40" w:rsidRDefault="00690E40" w:rsidP="00690E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Trabalhando as imagens de forma que fiquem </w:t>
      </w:r>
      <w:r w:rsidRPr="0043364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visualmente equilibradas e esteticamente atraentes.</w:t>
      </w:r>
    </w:p>
    <w:p w14:paraId="050834B0" w14:textId="77777777" w:rsidR="00690E40" w:rsidRPr="004330C8" w:rsidRDefault="00690E40" w:rsidP="00690E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Exportando a imagem fotográfica tendo em conta os meios de difusão e gerindo arquivos usando catálogos ou bibliotecas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6D9EB5A" w14:textId="77777777" w:rsidR="00690E40" w:rsidRPr="00F87025" w:rsidRDefault="00690E40" w:rsidP="00690E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126A401" w14:textId="77777777" w:rsidR="00690E40" w:rsidRDefault="00690E40" w:rsidP="00690E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126E78B5" w14:textId="77777777" w:rsidR="00690E40" w:rsidRDefault="00690E40" w:rsidP="00690E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3197007" w14:textId="77777777" w:rsidR="00690E40" w:rsidRDefault="00690E40" w:rsidP="00690E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71EB7FD3" w14:textId="77777777" w:rsidR="00690E40" w:rsidRDefault="00690E40" w:rsidP="00690E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7293C633" w14:textId="77777777" w:rsidR="00690E40" w:rsidRDefault="00690E40" w:rsidP="00690E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2A2778CE" w14:textId="77777777" w:rsidR="00690E40" w:rsidRDefault="00690E40" w:rsidP="00690E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B979266" w14:textId="77777777" w:rsidR="00690E40" w:rsidRPr="0031055E" w:rsidRDefault="00690E40" w:rsidP="0031055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</w:p>
    <w:p w14:paraId="40D834FC" w14:textId="77777777" w:rsidR="00690E40" w:rsidRPr="00F87025" w:rsidRDefault="00690E40" w:rsidP="00690E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17590E5" w14:textId="77777777" w:rsidR="00690E40" w:rsidRDefault="00690E40" w:rsidP="00690E4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64489DD" w14:textId="77777777" w:rsidR="00690E40" w:rsidRPr="00C34354" w:rsidRDefault="00690E40" w:rsidP="00690E4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1E69D9F9" w14:textId="77777777" w:rsidR="00690E40" w:rsidRDefault="00690E40" w:rsidP="00690E4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5DDBF481" w14:textId="77777777" w:rsidR="00690E40" w:rsidRPr="003A45CE" w:rsidRDefault="00690E40" w:rsidP="00690E4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fotografias com e sem manipulação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A3FEAE7" w14:textId="77777777" w:rsidR="00690E40" w:rsidRPr="00F87025" w:rsidRDefault="00690E40" w:rsidP="00690E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1238B4A" w14:textId="77777777" w:rsidR="00690E40" w:rsidRDefault="00690E40" w:rsidP="00690E4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BA37AE3" w14:textId="77777777" w:rsidR="00690E40" w:rsidRPr="00C34354" w:rsidRDefault="00690E40" w:rsidP="00690E40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9AE2A9C" w14:textId="77777777" w:rsidR="00690E40" w:rsidRPr="00C34354" w:rsidRDefault="00690E40" w:rsidP="00690E40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pós-produção fotográfica e ativo para desenvolvimento de projetos práticos de pós-produção fotográfica.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9A57BD6" w14:textId="77777777" w:rsidR="00690E40" w:rsidRDefault="00690E40" w:rsidP="00690E40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 quando estritamente necessário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8CA06E" w14:textId="77777777" w:rsidR="00690E40" w:rsidRDefault="00690E40" w:rsidP="00690E40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5E14EE8" w14:textId="0B9AE0AE" w:rsidR="00285E86" w:rsidRDefault="00285E8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FAA276F" w14:textId="77777777" w:rsidR="0008740B" w:rsidRPr="00FF3147" w:rsidRDefault="0008740B" w:rsidP="0008740B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8740B" w:rsidRPr="00136AD8" w14:paraId="4B3E42A2" w14:textId="77777777" w:rsidTr="00F16B0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F9CEE5A" w14:textId="1D0CFFF8" w:rsidR="0008740B" w:rsidRPr="00E26168" w:rsidRDefault="0008740B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2616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285E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70C4E4" w14:textId="042F8CB8" w:rsidR="0008740B" w:rsidRPr="00E26168" w:rsidRDefault="00001800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</w:t>
            </w:r>
            <w:r w:rsidR="0008740B" w:rsidRPr="00E2616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composição fotográfica</w:t>
            </w:r>
          </w:p>
        </w:tc>
      </w:tr>
    </w:tbl>
    <w:p w14:paraId="2E8F1898" w14:textId="77777777" w:rsidR="0008740B" w:rsidRPr="00136AD8" w:rsidRDefault="0008740B" w:rsidP="0008740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2AF4D98" w14:textId="77777777" w:rsidR="0008740B" w:rsidRDefault="0008740B" w:rsidP="0008740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A4099E8" w14:textId="77777777" w:rsidR="0008740B" w:rsidRPr="003200F2" w:rsidRDefault="0008740B" w:rsidP="0008740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B5D4360" w14:textId="77777777" w:rsidR="0008740B" w:rsidRPr="00136AD8" w:rsidRDefault="0008740B" w:rsidP="0008740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8740B" w:rsidRPr="00136AD8" w14:paraId="39905590" w14:textId="77777777" w:rsidTr="00F16B0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EEC1DF" w14:textId="77777777" w:rsidR="0008740B" w:rsidRPr="001B353A" w:rsidRDefault="0008740B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8740B" w:rsidRPr="00136AD8" w14:paraId="18D23110" w14:textId="77777777" w:rsidTr="00F16B0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2F4F13" w14:textId="77777777" w:rsidR="0008740B" w:rsidRPr="003112DB" w:rsidRDefault="0008740B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composição fotográfica e criar o conceito visual</w:t>
            </w:r>
          </w:p>
          <w:p w14:paraId="3EF97CF8" w14:textId="77777777" w:rsidR="0008740B" w:rsidRPr="003112DB" w:rsidRDefault="0008740B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Captar imagens</w:t>
            </w:r>
          </w:p>
          <w:p w14:paraId="043C13AF" w14:textId="2DFD9865" w:rsidR="0008740B" w:rsidRPr="003112DB" w:rsidRDefault="0008740B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E97D3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o equilibro de elementos e </w:t>
            </w:r>
            <w:r w:rsidR="004B62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distribuir os elementos visuais </w:t>
            </w:r>
            <w:r w:rsidR="00E97D3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0FCBCF08" w14:textId="326ADF47" w:rsidR="0008740B" w:rsidRPr="0008537A" w:rsidRDefault="0008740B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4B62B9">
              <w:rPr>
                <w:rFonts w:ascii="Verdana Pro Light" w:eastAsia="Arial Unicode MS" w:hAnsi="Verdana Pro Light" w:cs="Arial Unicode MS"/>
                <w:sz w:val="18"/>
                <w:szCs w:val="18"/>
              </w:rPr>
              <w:t>Ajustar a composição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08740B" w:rsidRPr="00136AD8" w14:paraId="27DB4E4F" w14:textId="77777777" w:rsidTr="00F16B0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B0ED68" w14:textId="77777777" w:rsidR="0008740B" w:rsidRPr="001B353A" w:rsidRDefault="0008740B" w:rsidP="00F16B0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908A44" w14:textId="77777777" w:rsidR="0008740B" w:rsidRPr="001B353A" w:rsidRDefault="0008740B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154A98" w14:textId="77777777" w:rsidR="0008740B" w:rsidRPr="001B353A" w:rsidRDefault="0008740B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8740B" w:rsidRPr="00136AD8" w14:paraId="49B8F6AF" w14:textId="77777777" w:rsidTr="00F16B01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8032B" w14:textId="77777777" w:rsidR="0008740B" w:rsidRPr="003112DB" w:rsidRDefault="0008740B" w:rsidP="00F16B0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estruturais da imagem fotográfica:</w:t>
            </w:r>
          </w:p>
          <w:p w14:paraId="027E53A1" w14:textId="77777777" w:rsidR="0008740B" w:rsidRDefault="0008740B" w:rsidP="00F16B01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E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Ponto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4F1E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ista (ângulo)</w:t>
            </w:r>
          </w:p>
          <w:p w14:paraId="435AF425" w14:textId="77777777" w:rsidR="0008740B" w:rsidRPr="004F1EFE" w:rsidRDefault="0008740B" w:rsidP="00F16B01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E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Ponto Focal (Assunto) </w:t>
            </w:r>
          </w:p>
          <w:p w14:paraId="1355132D" w14:textId="77777777" w:rsidR="0008740B" w:rsidRPr="004F1EFE" w:rsidRDefault="0008740B" w:rsidP="00F16B01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E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Foco e profundidade de Campo</w:t>
            </w:r>
          </w:p>
          <w:p w14:paraId="41CD66C3" w14:textId="77777777" w:rsidR="0008740B" w:rsidRPr="004F1EFE" w:rsidRDefault="0008740B" w:rsidP="00F16B0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E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</w:p>
          <w:p w14:paraId="7FEC1044" w14:textId="77777777" w:rsidR="0008740B" w:rsidRDefault="0008740B" w:rsidP="00F16B0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E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</w:t>
            </w:r>
          </w:p>
          <w:p w14:paraId="1E390135" w14:textId="77777777" w:rsidR="0008740B" w:rsidRPr="004F1EFE" w:rsidRDefault="0008740B" w:rsidP="00F16B0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1E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Textura e contraste</w:t>
            </w:r>
          </w:p>
          <w:p w14:paraId="0BF01584" w14:textId="77777777" w:rsidR="0008740B" w:rsidRPr="004F1EFE" w:rsidRDefault="0008740B" w:rsidP="00F16B01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F1EF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de composição de uma imagem:</w:t>
            </w:r>
          </w:p>
          <w:p w14:paraId="14761277" w14:textId="77777777" w:rsidR="0008740B" w:rsidRPr="003112D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 de força (Estatismo, Dinamismo, Movimento)</w:t>
            </w:r>
          </w:p>
          <w:p w14:paraId="10AF2AD6" w14:textId="77777777" w:rsidR="0008740B" w:rsidRPr="003112D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Conteúdo e significado</w:t>
            </w:r>
          </w:p>
          <w:p w14:paraId="2B0B11C9" w14:textId="77777777" w:rsidR="0008740B" w:rsidRPr="003112D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e tempo</w:t>
            </w:r>
          </w:p>
          <w:p w14:paraId="62B60EC7" w14:textId="77777777" w:rsidR="0008740B" w:rsidRPr="003112D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Proporção e equilíbrio</w:t>
            </w:r>
          </w:p>
          <w:p w14:paraId="7D61E26C" w14:textId="77777777" w:rsidR="0008740B" w:rsidRPr="003112D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 de ouro</w:t>
            </w:r>
          </w:p>
          <w:p w14:paraId="2F384C49" w14:textId="77777777" w:rsidR="0008740B" w:rsidRPr="003112D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 dos terços</w:t>
            </w:r>
          </w:p>
          <w:p w14:paraId="1DD35A86" w14:textId="77777777" w:rsidR="0008740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Espiral de </w:t>
            </w:r>
            <w:proofErr w:type="spellStart"/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Fibonacci</w:t>
            </w:r>
            <w:proofErr w:type="spellEnd"/>
          </w:p>
          <w:p w14:paraId="50447D87" w14:textId="77777777" w:rsidR="0008740B" w:rsidRPr="003112DB" w:rsidRDefault="0008740B" w:rsidP="00F16B01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E907C62" w14:textId="77777777" w:rsidR="0008740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38009B5C" w14:textId="77777777" w:rsidR="0008740B" w:rsidRPr="003112DB" w:rsidRDefault="0008740B" w:rsidP="00F16B0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Menus, funções e ferramentas de menu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54F7A9" w14:textId="77777777" w:rsidR="0008740B" w:rsidRPr="00CF536A" w:rsidRDefault="0008740B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elementos estruturais da imagem fotográfica </w:t>
            </w:r>
          </w:p>
          <w:p w14:paraId="78ADBCB2" w14:textId="77777777" w:rsidR="0008740B" w:rsidRPr="00CF536A" w:rsidRDefault="0008740B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os princípios inerentes aos elementos estruturais da imagem fotográfica</w:t>
            </w:r>
          </w:p>
          <w:p w14:paraId="3C2D029C" w14:textId="77777777" w:rsidR="0008740B" w:rsidRPr="00CF536A" w:rsidRDefault="0008740B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regras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visuais </w:t>
            </w: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composição de imagens fotográficas</w:t>
            </w:r>
          </w:p>
          <w:p w14:paraId="25C9DD96" w14:textId="77777777" w:rsidR="0008740B" w:rsidRPr="00CF536A" w:rsidRDefault="0008740B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4C467ED6" w14:textId="77777777" w:rsidR="0008740B" w:rsidRPr="00CF536A" w:rsidRDefault="0008740B" w:rsidP="00F16B0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CAC30" w14:textId="77777777" w:rsidR="0008740B" w:rsidRDefault="0008740B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4E67C1D" w14:textId="77777777" w:rsidR="0008740B" w:rsidRDefault="0008740B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93433BB" w14:textId="77777777" w:rsidR="0008740B" w:rsidRDefault="0008740B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</w:t>
            </w:r>
          </w:p>
          <w:p w14:paraId="12B18CEA" w14:textId="77777777" w:rsidR="0008740B" w:rsidRDefault="0008740B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077A9C6" w14:textId="77777777" w:rsidR="0008740B" w:rsidRPr="000173C0" w:rsidRDefault="0008740B" w:rsidP="00F16B0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7DC64AD" w14:textId="77777777" w:rsidR="0008740B" w:rsidRDefault="0008740B" w:rsidP="0008740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D0F172A" w14:textId="77777777" w:rsidR="0008740B" w:rsidRPr="00F87025" w:rsidRDefault="0008740B" w:rsidP="000874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6F889B1" w14:textId="77777777" w:rsidR="0008740B" w:rsidRDefault="0008740B" w:rsidP="000874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03E41">
        <w:rPr>
          <w:rFonts w:ascii="Verdana Pro Light" w:eastAsia="Arial Unicode MS" w:hAnsi="Verdana Pro Light" w:cs="Times New Roman"/>
          <w:b/>
          <w:sz w:val="18"/>
          <w:szCs w:val="18"/>
        </w:rPr>
        <w:t>Aplicar princípios de composição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7C70034" w14:textId="77777777" w:rsidR="0008740B" w:rsidRPr="00CF536A" w:rsidRDefault="0008740B" w:rsidP="000874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F536A">
        <w:rPr>
          <w:rFonts w:ascii="Verdana Pro Light" w:eastAsia="Arial Unicode MS" w:hAnsi="Verdana Pro Light" w:cs="Arial Unicode MS"/>
          <w:sz w:val="18"/>
          <w:szCs w:val="18"/>
        </w:rPr>
        <w:t>CD1. Criando um conceito visual tendo em conta os objetivos da composição fotográfica</w:t>
      </w:r>
    </w:p>
    <w:p w14:paraId="785F8781" w14:textId="77777777" w:rsidR="0008740B" w:rsidRPr="0022018B" w:rsidRDefault="0008740B" w:rsidP="000874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CD2. Captando imagens tendo em conta a qualidade estética </w:t>
      </w:r>
    </w:p>
    <w:p w14:paraId="03DE5E0C" w14:textId="77777777" w:rsidR="0008740B" w:rsidRPr="0022018B" w:rsidRDefault="0008740B" w:rsidP="000874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lastRenderedPageBreak/>
        <w:t>CD3. Criando composições fotográficas tendo em conta os elementos e regras da composição visual de imagem</w:t>
      </w:r>
      <w:r w:rsidRPr="0022018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4CAA158" w14:textId="77777777" w:rsidR="0008740B" w:rsidRPr="00F87025" w:rsidRDefault="0008740B" w:rsidP="000874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C9C5C2C" w14:textId="77777777" w:rsidR="0008740B" w:rsidRDefault="0008740B" w:rsidP="0008740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4588EE75" w14:textId="77777777" w:rsidR="0008740B" w:rsidRDefault="0008740B" w:rsidP="0008740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130DCB1" w14:textId="77777777" w:rsidR="0008740B" w:rsidRDefault="0008740B" w:rsidP="0008740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3A8F3224" w14:textId="77777777" w:rsidR="0008740B" w:rsidRDefault="0008740B" w:rsidP="0008740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22835FA1" w14:textId="77777777" w:rsidR="0008740B" w:rsidRDefault="0008740B" w:rsidP="0008740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24F86115" w14:textId="77777777" w:rsidR="0008740B" w:rsidRDefault="0008740B" w:rsidP="0008740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67B121F1" w14:textId="77777777" w:rsidR="0008740B" w:rsidRDefault="0008740B" w:rsidP="0008740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1CB31CD" w14:textId="77777777" w:rsidR="0008740B" w:rsidRPr="00984B30" w:rsidRDefault="0008740B" w:rsidP="0008740B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B42422A" w14:textId="77777777" w:rsidR="0008740B" w:rsidRPr="00F87025" w:rsidRDefault="0008740B" w:rsidP="000874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7F1240A" w14:textId="77777777" w:rsidR="0008740B" w:rsidRDefault="0008740B" w:rsidP="0008740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9008B37" w14:textId="77777777" w:rsidR="0008740B" w:rsidRPr="00C34354" w:rsidRDefault="0008740B" w:rsidP="0008740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4E9B94A" w14:textId="77777777" w:rsidR="0008740B" w:rsidRDefault="0008740B" w:rsidP="0008740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35760C8C" w14:textId="77777777" w:rsidR="0008740B" w:rsidRPr="000707EF" w:rsidRDefault="0008740B" w:rsidP="0008740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0CCC2756" w14:textId="77777777" w:rsidR="0008740B" w:rsidRDefault="0008740B" w:rsidP="0008740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0F0DC4DE" w14:textId="77777777" w:rsidR="0008740B" w:rsidRPr="000707EF" w:rsidRDefault="0008740B" w:rsidP="0008740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composições e narrativas visuais através da fotografia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E463C16" w14:textId="77777777" w:rsidR="0008740B" w:rsidRPr="00F87025" w:rsidRDefault="0008740B" w:rsidP="000874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77BDDC1" w14:textId="77777777" w:rsidR="0008740B" w:rsidRDefault="0008740B" w:rsidP="0008740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35F6ECB6" w14:textId="77777777" w:rsidR="0008740B" w:rsidRPr="00C34354" w:rsidRDefault="0008740B" w:rsidP="0008740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CE3D36A" w14:textId="77777777" w:rsidR="0008740B" w:rsidRPr="00C34354" w:rsidRDefault="0008740B" w:rsidP="0008740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composição fotográfica; interrogativo com debates orientados para análise de composições fotográficas e ativo para exercícios práticos de composições fotográficas.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32666C" w14:textId="77777777" w:rsidR="0008740B" w:rsidRPr="00D75DBE" w:rsidRDefault="0008740B" w:rsidP="0008740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8FF9B4" w14:textId="77777777" w:rsidR="0008740B" w:rsidRPr="00D75DBE" w:rsidRDefault="0008740B" w:rsidP="0008740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75DBE">
        <w:rPr>
          <w:rFonts w:ascii="Verdana Pro Light" w:hAnsi="Verdana Pro Light"/>
          <w:smallCaps/>
        </w:rPr>
        <w:t xml:space="preserve">Necessidade de desdobramento de turmas </w:t>
      </w:r>
      <w:r w:rsidRPr="00D75DBE">
        <w:rPr>
          <w:rFonts w:ascii="Verdana Pro Light" w:hAnsi="Verdana Pro Light"/>
          <w:smallCaps/>
        </w:rPr>
        <w:br/>
      </w:r>
      <w:r w:rsidRPr="00D75DBE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</w:p>
    <w:p w14:paraId="796B3844" w14:textId="77777777" w:rsidR="0008740B" w:rsidRDefault="0008740B" w:rsidP="0008740B">
      <w:pPr>
        <w:rPr>
          <w:rFonts w:ascii="Verdana Pro Light" w:eastAsia="Arial Unicode MS" w:hAnsi="Verdana Pro Light" w:cs="Times New Roman"/>
        </w:rPr>
      </w:pPr>
      <w:r>
        <w:rPr>
          <w:rFonts w:ascii="Verdana Pro Light" w:eastAsia="Arial Unicode MS" w:hAnsi="Verdana Pro Light" w:cs="Times New Roman"/>
        </w:rPr>
        <w:br w:type="page"/>
      </w:r>
    </w:p>
    <w:p w14:paraId="58CA25CC" w14:textId="77777777" w:rsidR="00C72BAF" w:rsidRDefault="00C72BAF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291A" w:rsidRPr="00136AD8" w14:paraId="07847CC6" w14:textId="77777777" w:rsidTr="002871E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5659C10" w14:textId="5211E8DB" w:rsidR="0067291A" w:rsidRPr="000D4397" w:rsidRDefault="0067291A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 w:rsidR="001D4966"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0C4AB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620E882" w14:textId="77777777" w:rsidR="0067291A" w:rsidRPr="000D4397" w:rsidRDefault="0067291A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de exterior</w:t>
            </w:r>
          </w:p>
        </w:tc>
      </w:tr>
    </w:tbl>
    <w:p w14:paraId="00B37E97" w14:textId="77777777" w:rsidR="0067291A" w:rsidRPr="00136AD8" w:rsidRDefault="0067291A" w:rsidP="0067291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10C255A" w14:textId="77777777" w:rsidR="0067291A" w:rsidRDefault="0067291A" w:rsidP="0067291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A018D8A" w14:textId="77777777" w:rsidR="0067291A" w:rsidRPr="003200F2" w:rsidRDefault="0067291A" w:rsidP="0067291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89FD40A" w14:textId="77777777" w:rsidR="0067291A" w:rsidRPr="00136AD8" w:rsidRDefault="0067291A" w:rsidP="0067291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291A" w:rsidRPr="00136AD8" w14:paraId="31112231" w14:textId="77777777" w:rsidTr="002871E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965A3F" w14:textId="77777777" w:rsidR="0067291A" w:rsidRPr="001B353A" w:rsidRDefault="0067291A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291A" w:rsidRPr="00136AD8" w14:paraId="1A1E7C2F" w14:textId="77777777" w:rsidTr="002871E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97C93" w14:textId="77777777" w:rsidR="0067291A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790D1E3E" w14:textId="372C13EF" w:rsidR="0067291A" w:rsidRPr="00E763D6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074E20B2" w14:textId="77777777" w:rsidR="0067291A" w:rsidRPr="00E763D6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Captar imagens de exterior</w:t>
            </w:r>
          </w:p>
          <w:p w14:paraId="5B48FCFE" w14:textId="51888753" w:rsidR="0067291A" w:rsidRPr="00413243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Editar </w:t>
            </w:r>
            <w:r w:rsidR="0052198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67291A" w:rsidRPr="00136AD8" w14:paraId="57BC8C43" w14:textId="77777777" w:rsidTr="002871E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8EDDBC" w14:textId="77777777" w:rsidR="0067291A" w:rsidRPr="001B353A" w:rsidRDefault="0067291A" w:rsidP="002871E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DD33C9" w14:textId="77777777" w:rsidR="0067291A" w:rsidRPr="001B353A" w:rsidRDefault="0067291A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6189297" w14:textId="77777777" w:rsidR="0067291A" w:rsidRPr="001B353A" w:rsidRDefault="0067291A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291A" w:rsidRPr="00136AD8" w14:paraId="60459430" w14:textId="77777777" w:rsidTr="002871EE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DC545" w14:textId="77777777" w:rsidR="0067291A" w:rsidRPr="00842D50" w:rsidRDefault="0067291A" w:rsidP="002871E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Características da luz natural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365ED96" w14:textId="77777777" w:rsidR="0067291A" w:rsidRPr="001E0067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iferentes contextos ambientais </w:t>
            </w:r>
          </w:p>
          <w:p w14:paraId="585887B4" w14:textId="77777777" w:rsidR="0067291A" w:rsidRPr="001E0067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Variação da temperatura de cor ao longo do dia</w:t>
            </w:r>
          </w:p>
          <w:p w14:paraId="575AFA07" w14:textId="77777777" w:rsidR="0067291A" w:rsidRPr="001E0067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na fotografia de exterior:</w:t>
            </w:r>
          </w:p>
          <w:p w14:paraId="5836BF20" w14:textId="77777777" w:rsidR="0067291A" w:rsidRPr="001E0067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Aproveitamento das características da luz natural</w:t>
            </w:r>
          </w:p>
          <w:p w14:paraId="474F0DA2" w14:textId="77777777" w:rsidR="0067291A" w:rsidRPr="00E6774B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da luz artificial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ECAE5FB" w14:textId="77777777" w:rsidR="0067291A" w:rsidRDefault="0067291A" w:rsidP="002871EE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de paisagem natural, urbana e industrial</w:t>
            </w:r>
          </w:p>
          <w:p w14:paraId="08E597C4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ariedade de cenários</w:t>
            </w:r>
          </w:p>
          <w:p w14:paraId="6AFBFBEA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 únicas a serem consideradas</w:t>
            </w:r>
          </w:p>
          <w:p w14:paraId="5FFC254F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sombras e contrastes</w:t>
            </w:r>
          </w:p>
          <w:p w14:paraId="673037B7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equilibrada</w:t>
            </w:r>
          </w:p>
          <w:p w14:paraId="3FD65686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Ampla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rofundidade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ampo</w:t>
            </w:r>
          </w:p>
          <w:p w14:paraId="1CC233DD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onga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xposição</w:t>
            </w:r>
          </w:p>
          <w:p w14:paraId="614C6F50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mpla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erspetiva</w:t>
            </w:r>
          </w:p>
          <w:p w14:paraId="4C573B96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Detalhes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exturas</w:t>
            </w:r>
          </w:p>
          <w:p w14:paraId="4995B612" w14:textId="77777777" w:rsidR="0067291A" w:rsidRPr="001E0067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 e simetria</w:t>
            </w:r>
          </w:p>
          <w:p w14:paraId="0F769C72" w14:textId="77777777" w:rsidR="0067291A" w:rsidRPr="001E0067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câmara fotográfica, c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omponentes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objetivas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45C74F7" w14:textId="77777777" w:rsidR="0067291A" w:rsidRPr="000C652B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7A00005E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6D1B11C7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4285F468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</w:p>
          <w:p w14:paraId="27FE1007" w14:textId="77777777" w:rsidR="0067291A" w:rsidRPr="003112DB" w:rsidRDefault="0067291A" w:rsidP="002871E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8B992A4" w14:textId="77777777" w:rsidR="0067291A" w:rsidRDefault="0067291A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Características</w:t>
            </w:r>
          </w:p>
          <w:p w14:paraId="623B7CF6" w14:textId="77777777" w:rsidR="0067291A" w:rsidRPr="000C652B" w:rsidRDefault="0067291A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Menus, funções e ferramentas de menu</w:t>
            </w:r>
          </w:p>
          <w:p w14:paraId="1F35CBFA" w14:textId="77777777" w:rsidR="0067291A" w:rsidRPr="00E6774B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EEACB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Descrever as diferentes características da luz natural ao longo do dia </w:t>
            </w:r>
          </w:p>
          <w:p w14:paraId="1BE257B2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o equipamento fotográfico ao tipo de fotografia a realizar</w:t>
            </w:r>
          </w:p>
          <w:p w14:paraId="554B1B82" w14:textId="77777777" w:rsidR="0067291A" w:rsidRPr="00CF536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Parametrizar a câmara fotográfica para fotografia de exterior</w:t>
            </w:r>
          </w:p>
          <w:p w14:paraId="3D6B2DE2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53CC00E8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trabalhos de 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exterior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44B9AE6" w14:textId="77777777" w:rsidR="0067291A" w:rsidRPr="00413243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82427E" w14:textId="77777777" w:rsidR="0067291A" w:rsidRPr="00E6774B" w:rsidRDefault="0067291A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DCCEA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8EB11A3" w14:textId="77777777" w:rsidR="0067291A" w:rsidRDefault="0067291A" w:rsidP="0067291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D1071E1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AEDB281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BE6031D" w14:textId="77777777" w:rsidR="0067291A" w:rsidRDefault="0067291A" w:rsidP="006729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21239F1" w14:textId="77777777" w:rsidR="0067291A" w:rsidRPr="000173C0" w:rsidRDefault="0067291A" w:rsidP="002871E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852D3C5" w14:textId="77777777" w:rsidR="0067291A" w:rsidRDefault="0067291A" w:rsidP="0067291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C9320B4" w14:textId="77777777" w:rsidR="0067291A" w:rsidRPr="00F87025" w:rsidRDefault="0067291A" w:rsidP="006729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35A880F" w14:textId="77777777" w:rsidR="0067291A" w:rsidRDefault="0067291A" w:rsidP="006729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B7D36">
        <w:rPr>
          <w:rFonts w:ascii="Verdana Pro Light" w:eastAsia="Arial Unicode MS" w:hAnsi="Verdana Pro Light" w:cs="Times New Roman"/>
          <w:b/>
          <w:sz w:val="18"/>
          <w:szCs w:val="18"/>
        </w:rPr>
        <w:t>Realizar fotografia de exterior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3228C28" w14:textId="77777777" w:rsidR="0067291A" w:rsidRDefault="0067291A" w:rsidP="006729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um </w:t>
      </w:r>
      <w:r>
        <w:rPr>
          <w:rFonts w:ascii="Verdana Pro Light" w:eastAsia="Arial Unicode MS" w:hAnsi="Verdana Pro Light" w:cs="Arial Unicode MS"/>
          <w:sz w:val="18"/>
          <w:szCs w:val="18"/>
        </w:rPr>
        <w:t>conceito visual/linguagem estética tendo em conta os objetivos da sessão fotográfica</w:t>
      </w:r>
    </w:p>
    <w:p w14:paraId="5F6792CD" w14:textId="77777777" w:rsidR="0067291A" w:rsidRDefault="0067291A" w:rsidP="006729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t xml:space="preserve">Planeando a sessão fotográfica sabendo selecionar o momento do dia tendo em conta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as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v</w:t>
      </w:r>
      <w:r w:rsidRPr="003A45C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ariações da temperatura de cor ao longo do dia</w:t>
      </w:r>
    </w:p>
    <w:p w14:paraId="04038AAB" w14:textId="65B1F6AA" w:rsidR="00F94193" w:rsidRDefault="00F94193" w:rsidP="006729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Assegurando a disponibilidade do equi</w:t>
      </w:r>
      <w:r w:rsidR="0035421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pamento necessário </w:t>
      </w:r>
    </w:p>
    <w:p w14:paraId="2377AC20" w14:textId="72407822" w:rsidR="0067291A" w:rsidRDefault="0067291A" w:rsidP="006729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35421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as 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objetivas tendo em conta as suas características e os objetivos da sessão fotográfica</w:t>
      </w:r>
    </w:p>
    <w:p w14:paraId="41131673" w14:textId="73C05D3F" w:rsidR="0067291A" w:rsidRPr="004330C8" w:rsidRDefault="0067291A" w:rsidP="006729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35421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Captando e editando imagens com rigor estético e técnico.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5116EB" w14:textId="77777777" w:rsidR="0067291A" w:rsidRPr="00F87025" w:rsidRDefault="0067291A" w:rsidP="006729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5E8E062" w14:textId="77777777" w:rsidR="0067291A" w:rsidRDefault="0067291A" w:rsidP="006729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1F4CD1E" w14:textId="77777777" w:rsidR="0067291A" w:rsidRDefault="0067291A" w:rsidP="006729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1BCAA62A" w14:textId="443369CC" w:rsidR="0067291A" w:rsidRPr="0031055E" w:rsidRDefault="0067291A" w:rsidP="003105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48555979" w14:textId="77777777" w:rsidR="0067291A" w:rsidRPr="00F87025" w:rsidRDefault="0067291A" w:rsidP="006729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D5643FD" w14:textId="77777777" w:rsidR="0067291A" w:rsidRDefault="0067291A" w:rsidP="0067291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17AE9E5" w14:textId="77777777" w:rsidR="0067291A" w:rsidRPr="00C34354" w:rsidRDefault="0067291A" w:rsidP="0067291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36BDDBF" w14:textId="77777777" w:rsidR="0067291A" w:rsidRPr="000707EF" w:rsidRDefault="0067291A" w:rsidP="0067291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7C269CE8" w14:textId="77777777" w:rsidR="0067291A" w:rsidRDefault="0067291A" w:rsidP="0067291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705E7D25" w14:textId="77777777" w:rsidR="0067291A" w:rsidRDefault="0067291A" w:rsidP="0067291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73F3E0DC" w14:textId="036E7FDE" w:rsidR="0067291A" w:rsidRPr="003A45CE" w:rsidRDefault="0067291A" w:rsidP="0067291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de exterior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E0651D4" w14:textId="77777777" w:rsidR="0067291A" w:rsidRPr="00F87025" w:rsidRDefault="0067291A" w:rsidP="006729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7E203D" w14:textId="77777777" w:rsidR="0067291A" w:rsidRDefault="0067291A" w:rsidP="0067291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8A77F22" w14:textId="77777777" w:rsidR="0067291A" w:rsidRPr="00C34354" w:rsidRDefault="0067291A" w:rsidP="0067291A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CC4ECF4" w14:textId="77777777" w:rsidR="0067291A" w:rsidRPr="00C34354" w:rsidRDefault="0067291A" w:rsidP="0067291A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 de exterior e ativo para desenvolvimento de um projeto prático de fotografia de exterior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C32FEB" w14:textId="77777777" w:rsidR="0067291A" w:rsidRPr="007831EA" w:rsidRDefault="0067291A" w:rsidP="0067291A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0123E23" w14:textId="77777777" w:rsidR="0067291A" w:rsidRPr="00335AB2" w:rsidRDefault="0067291A" w:rsidP="0067291A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DEF142" w14:textId="632F6A29" w:rsidR="00561531" w:rsidRPr="0031055E" w:rsidRDefault="0067291A" w:rsidP="0031055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 xml:space="preserve">objetivas </w:t>
      </w:r>
    </w:p>
    <w:p w14:paraId="46991482" w14:textId="77777777" w:rsidR="00636100" w:rsidRPr="00051C79" w:rsidRDefault="00636100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1531" w:rsidRPr="00136AD8" w14:paraId="65B71103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ED1EBB9" w14:textId="219D062F" w:rsidR="00561531" w:rsidRPr="000D4397" w:rsidRDefault="00561531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 w:rsidR="001D4966"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35421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4D11F7" w14:textId="77777777" w:rsidR="00561531" w:rsidRPr="000D4397" w:rsidRDefault="00561531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de retrato em estúdio</w:t>
            </w:r>
          </w:p>
        </w:tc>
      </w:tr>
    </w:tbl>
    <w:p w14:paraId="3B148997" w14:textId="77777777" w:rsidR="00561531" w:rsidRPr="00136AD8" w:rsidRDefault="00561531" w:rsidP="0056153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DEF361B" w14:textId="03517E38" w:rsidR="00561531" w:rsidRDefault="00561531" w:rsidP="0056153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E6180E"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 w:rsidR="00E6180E" w:rsidRPr="00610FB9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CFB71E3" w14:textId="2E3E4E6C" w:rsidR="00561531" w:rsidRPr="003200F2" w:rsidRDefault="00561531" w:rsidP="0056153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 w:rsidR="00E6180E"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54D07A0" w14:textId="77777777" w:rsidR="00561531" w:rsidRPr="00136AD8" w:rsidRDefault="00561531" w:rsidP="0056153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1531" w:rsidRPr="00136AD8" w14:paraId="021F1DA9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2A7034" w14:textId="77777777" w:rsidR="00561531" w:rsidRPr="001B353A" w:rsidRDefault="0056153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1531" w:rsidRPr="00136AD8" w14:paraId="761E0B81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19AA8" w14:textId="77777777" w:rsidR="00561531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64571D10" w14:textId="77777777" w:rsidR="00561531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7D02CD4B" w14:textId="77777777" w:rsidR="00561531" w:rsidRPr="00E763D6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o estúdio e selecionar os equipamentos de iluminação</w:t>
            </w:r>
          </w:p>
          <w:p w14:paraId="6F8AB852" w14:textId="77777777" w:rsidR="00561531" w:rsidRPr="00E763D6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 direção dos modelos e captar imagens de retrato</w:t>
            </w:r>
          </w:p>
          <w:p w14:paraId="37CE0838" w14:textId="7D358EC3" w:rsidR="00561531" w:rsidRPr="00413243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="001B653B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e exportar as imagens para edição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61531" w:rsidRPr="00136AD8" w14:paraId="1A92985C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AC58C8" w14:textId="77777777" w:rsidR="00561531" w:rsidRPr="001B353A" w:rsidRDefault="00561531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D6F9D9" w14:textId="77777777" w:rsidR="00561531" w:rsidRPr="001B353A" w:rsidRDefault="0056153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3BEA26" w14:textId="77777777" w:rsidR="00561531" w:rsidRPr="001B353A" w:rsidRDefault="0056153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1531" w:rsidRPr="00136AD8" w14:paraId="7B7E8751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BD220" w14:textId="77777777" w:rsidR="00561531" w:rsidRPr="00090963" w:rsidRDefault="00561531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de dia e luz artificial:</w:t>
            </w:r>
          </w:p>
          <w:p w14:paraId="65E8BACA" w14:textId="77777777" w:rsidR="00561531" w:rsidRPr="003B21EB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2C52B4D2" w14:textId="77777777" w:rsidR="00561531" w:rsidRPr="003B21EB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contextos ambientais </w:t>
            </w:r>
          </w:p>
          <w:p w14:paraId="7BEFA32B" w14:textId="77777777" w:rsidR="00561531" w:rsidRPr="00090963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Temperaturas de cor:</w:t>
            </w:r>
          </w:p>
          <w:p w14:paraId="3353A261" w14:textId="77777777" w:rsidR="00561531" w:rsidRPr="003B21EB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da baixa, média e alta temperatura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das fontes de luz</w:t>
            </w:r>
          </w:p>
          <w:p w14:paraId="2A894386" w14:textId="77777777" w:rsidR="00561531" w:rsidRPr="00E15212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Combinação de temperaturas de cor</w:t>
            </w: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EF02ED0" w14:textId="77777777" w:rsidR="00561531" w:rsidRPr="00090963" w:rsidRDefault="00561531" w:rsidP="00842F95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Fontes de luz artificial:</w:t>
            </w:r>
          </w:p>
          <w:p w14:paraId="0F40D82D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Equipamentos, características e finalidades</w:t>
            </w:r>
          </w:p>
          <w:p w14:paraId="45B1FE81" w14:textId="77777777" w:rsidR="00561531" w:rsidRPr="003B21EB" w:rsidRDefault="00561531" w:rsidP="0056153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Luz contínua </w:t>
            </w:r>
          </w:p>
          <w:p w14:paraId="587D71A1" w14:textId="77777777" w:rsidR="00561531" w:rsidRDefault="00561531" w:rsidP="0056153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eletrónico</w:t>
            </w:r>
          </w:p>
          <w:p w14:paraId="5F7D145D" w14:textId="77777777" w:rsidR="00561531" w:rsidRPr="003B21EB" w:rsidRDefault="00561531" w:rsidP="0056153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portátil</w:t>
            </w:r>
          </w:p>
          <w:p w14:paraId="5C831CAF" w14:textId="77777777" w:rsidR="00561531" w:rsidRDefault="00561531" w:rsidP="00561531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de estúdio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Autónomos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Geradores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CF04ACE" w14:textId="77777777" w:rsidR="00561531" w:rsidRPr="00C72912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Medição de luz contínua e luz de flash eletrónico:</w:t>
            </w:r>
          </w:p>
          <w:p w14:paraId="19728386" w14:textId="77777777" w:rsidR="00561531" w:rsidRPr="00C72912" w:rsidRDefault="00561531" w:rsidP="00561531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Flash </w:t>
            </w:r>
            <w:r w:rsidRPr="00C7291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meter</w:t>
            </w:r>
          </w:p>
          <w:p w14:paraId="592C787B" w14:textId="77777777" w:rsidR="00561531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Acessórios para modelação da luz artificial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A16E77E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Equipamentos, características e finalidades</w:t>
            </w:r>
          </w:p>
          <w:p w14:paraId="7BBB9A52" w14:textId="77777777" w:rsidR="00561531" w:rsidRDefault="00561531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 para retrato:</w:t>
            </w:r>
          </w:p>
          <w:p w14:paraId="671C3BEA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 de luz principal</w:t>
            </w:r>
          </w:p>
          <w:p w14:paraId="4133713A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Preenchimento de luz</w:t>
            </w:r>
          </w:p>
          <w:p w14:paraId="6D8B8327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de fundo</w:t>
            </w:r>
          </w:p>
          <w:p w14:paraId="1C335B24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Rim Light (Luz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ontorno)</w:t>
            </w:r>
          </w:p>
          <w:p w14:paraId="793C442C" w14:textId="77777777" w:rsidR="00561531" w:rsidRPr="00662996" w:rsidRDefault="00561531" w:rsidP="0056153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Modificação da luz</w:t>
            </w:r>
          </w:p>
          <w:p w14:paraId="181052DC" w14:textId="77777777" w:rsidR="00561531" w:rsidRPr="00662996" w:rsidRDefault="00561531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 corpo humano:</w:t>
            </w:r>
          </w:p>
          <w:p w14:paraId="45477399" w14:textId="77777777" w:rsidR="00561531" w:rsidRPr="00662996" w:rsidRDefault="00561531" w:rsidP="0056153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Proporções e enquadramento</w:t>
            </w:r>
          </w:p>
          <w:p w14:paraId="612A9ED4" w14:textId="77777777" w:rsidR="00561531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de segurança na utilização de iluminação de estúdio</w:t>
            </w:r>
          </w:p>
          <w:p w14:paraId="3B1C1A96" w14:textId="77777777" w:rsidR="00561531" w:rsidRPr="00C72912" w:rsidRDefault="00561531" w:rsidP="00561531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4034B1BA" w14:textId="77777777" w:rsidR="00561531" w:rsidRPr="00662996" w:rsidRDefault="00561531" w:rsidP="00561531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</w:p>
          <w:p w14:paraId="4093001E" w14:textId="77777777" w:rsidR="00561531" w:rsidRPr="001E0067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câmara fotográfica, c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omponentes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objetivas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27846AE" w14:textId="77777777" w:rsidR="00561531" w:rsidRPr="000C652B" w:rsidRDefault="00561531" w:rsidP="0056153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3B3C5B80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158F129F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0AEFFD72" w14:textId="42333A18" w:rsidR="00561531" w:rsidRPr="001B653B" w:rsidRDefault="00561531" w:rsidP="001B653B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  <w:r w:rsidR="001B6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B603" w14:textId="532E2634" w:rsidR="00561531" w:rsidRPr="00E15212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</w:t>
            </w:r>
            <w:r w:rsidR="003105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istinguir</w:t>
            </w: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características da luz natural e da luz artificial.</w:t>
            </w:r>
            <w:r w:rsidRPr="00E15212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br/>
            </w:r>
          </w:p>
          <w:p w14:paraId="68856263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diversos tipos de luz artificial usados em fotografia.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1C4CE0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o tipo de iluminação artificial em função das situações fotográficas apresentadas.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8BE1035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o tipo de máquina e objetiva adequado ao estilo de retrato que se pretende.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E808B21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vários tipos de luz e medi-la para fotografar retratos.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6674F0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Dirigir modelos em sessões fotográficas</w:t>
            </w:r>
          </w:p>
          <w:p w14:paraId="79A0F014" w14:textId="77777777" w:rsidR="00561531" w:rsidRPr="00A1459C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2727C0" w14:textId="77777777" w:rsidR="00561531" w:rsidRPr="00E15212" w:rsidRDefault="0056153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CCD96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4D7CF5A" w14:textId="77777777" w:rsidR="00561531" w:rsidRPr="00A1459C" w:rsidRDefault="00561531" w:rsidP="0056153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463AA40F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2B4B0A9" w14:textId="77777777" w:rsidR="00561531" w:rsidRPr="00A1459C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78EA1BBB" w14:textId="77777777" w:rsidR="00561531" w:rsidRDefault="00561531" w:rsidP="00561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AABD421" w14:textId="77777777" w:rsidR="00174C0E" w:rsidRPr="00A1459C" w:rsidRDefault="00174C0E" w:rsidP="00174C0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1A13F507" w14:textId="77777777" w:rsidR="00174C0E" w:rsidRPr="00174C0E" w:rsidRDefault="00174C0E" w:rsidP="00174C0E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36DB0E" w14:textId="77777777" w:rsidR="00561531" w:rsidRPr="00E15212" w:rsidRDefault="00561531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401A2975" w14:textId="77777777" w:rsidR="00561531" w:rsidRDefault="00561531" w:rsidP="0056153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6B5513C" w14:textId="77777777" w:rsidR="00561531" w:rsidRPr="00F87025" w:rsidRDefault="00561531" w:rsidP="0056153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4FA3B92" w14:textId="77777777" w:rsidR="00561531" w:rsidRDefault="00561531" w:rsidP="005615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30105">
        <w:rPr>
          <w:rFonts w:ascii="Verdana Pro Light" w:eastAsia="Arial Unicode MS" w:hAnsi="Verdana Pro Light" w:cs="Times New Roman"/>
          <w:b/>
          <w:sz w:val="18"/>
          <w:szCs w:val="18"/>
        </w:rPr>
        <w:t>Realizar fotografia de retrato em estúdio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ECC2288" w14:textId="77777777" w:rsidR="00561531" w:rsidRPr="005C1803" w:rsidRDefault="00561531" w:rsidP="005615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CD1. Criando um conceito visual/linguagem estética tendo em conta os objetivos da sessão fotográfica</w:t>
      </w:r>
    </w:p>
    <w:p w14:paraId="7855BB15" w14:textId="77777777" w:rsidR="00561531" w:rsidRPr="005C1803" w:rsidRDefault="00561531" w:rsidP="005615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CD2. Preparando o estúdio de fotografia tendo em conta as normas de segurança e selecionando os equipamentos e acessórios de iluminação apropriados aos objetivos da sessão fotográfica</w:t>
      </w:r>
    </w:p>
    <w:p w14:paraId="0BF70241" w14:textId="77777777" w:rsidR="00561531" w:rsidRPr="005C1803" w:rsidRDefault="00561531" w:rsidP="005615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CD3. Selecionando as câmaras fotográficas e objetivas tendo em conta as suas características e os objetivos da sessão fotográfica</w:t>
      </w:r>
    </w:p>
    <w:p w14:paraId="04EC741A" w14:textId="0FA5AB2D" w:rsidR="00561531" w:rsidRPr="005C1803" w:rsidRDefault="00561531" w:rsidP="0056153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D577D3"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. Captando imagens com rigor estético e técnico.</w:t>
      </w:r>
    </w:p>
    <w:p w14:paraId="7E2EC35D" w14:textId="77777777" w:rsidR="00561531" w:rsidRPr="004330C8" w:rsidRDefault="00561531" w:rsidP="0056153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309B048" w14:textId="77777777" w:rsidR="00561531" w:rsidRPr="00A1459C" w:rsidRDefault="00561531" w:rsidP="0056153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5BCB0C6" w14:textId="77777777" w:rsidR="00561531" w:rsidRDefault="00561531" w:rsidP="0056153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2D63DA6" w14:textId="77777777" w:rsidR="00561531" w:rsidRDefault="00561531" w:rsidP="0056153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6007D91A" w14:textId="77777777" w:rsidR="00561531" w:rsidRDefault="00561531" w:rsidP="0056153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2820A572" w14:textId="77777777" w:rsidR="00561531" w:rsidRDefault="00561531" w:rsidP="0056153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19569828" w14:textId="77777777" w:rsidR="00561531" w:rsidRPr="00984B30" w:rsidRDefault="00561531" w:rsidP="00561531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2A17E776" w14:textId="77777777" w:rsidR="00561531" w:rsidRPr="00F87025" w:rsidRDefault="00561531" w:rsidP="0056153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21764CB" w14:textId="77777777" w:rsidR="00561531" w:rsidRPr="00A1459C" w:rsidRDefault="00561531" w:rsidP="0056153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682B22A" w14:textId="77777777" w:rsidR="00561531" w:rsidRPr="00A1459C" w:rsidRDefault="00561531" w:rsidP="0056153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5EF9B6D2" w14:textId="77777777" w:rsidR="00561531" w:rsidRPr="00A1459C" w:rsidRDefault="00561531" w:rsidP="0056153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2CE76DA8" w14:textId="77777777" w:rsidR="00561531" w:rsidRPr="00A1459C" w:rsidRDefault="00561531" w:rsidP="0056153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456697EE" w14:textId="77777777" w:rsidR="00561531" w:rsidRPr="00A1459C" w:rsidRDefault="00561531" w:rsidP="0056153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0BDF4D65" w14:textId="77777777" w:rsidR="00561531" w:rsidRPr="00A1459C" w:rsidRDefault="00561531" w:rsidP="0056153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10A8DD8E" w14:textId="77777777" w:rsidR="00561531" w:rsidRPr="00A1459C" w:rsidRDefault="00561531" w:rsidP="0056153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Casos de estudo de fotografia de 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9485D77" w14:textId="77777777" w:rsidR="00561531" w:rsidRPr="00F87025" w:rsidRDefault="00561531" w:rsidP="0056153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Observações</w:t>
      </w:r>
    </w:p>
    <w:p w14:paraId="28365FA5" w14:textId="77777777" w:rsidR="00561531" w:rsidRDefault="00561531" w:rsidP="0056153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900065F" w14:textId="77777777" w:rsidR="00561531" w:rsidRPr="00A1459C" w:rsidRDefault="00561531" w:rsidP="0056153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210144A7" w14:textId="77777777" w:rsidR="00561531" w:rsidRPr="00A1459C" w:rsidRDefault="00561531" w:rsidP="0056153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expositivo com recurso a meios visuais e/ou audiovisuais para a explicitação dos conceitos associados à iluminação e à fotografia de retrato e ativo para desenvolvimento de um projeto prático de fotografia de 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8B381DA" w14:textId="77777777" w:rsidR="00561531" w:rsidRPr="00A1459C" w:rsidRDefault="00561531" w:rsidP="0056153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989511A" w14:textId="77777777" w:rsidR="00561531" w:rsidRPr="00A1459C" w:rsidRDefault="00561531" w:rsidP="0056153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3F9222C" w14:textId="77777777" w:rsidR="00561531" w:rsidRPr="00A1459C" w:rsidRDefault="00561531" w:rsidP="0056153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Espaço adequado para montar um estúdio de fotografia ou parceria com entidades que detenham este tipo de espaços.</w:t>
      </w:r>
    </w:p>
    <w:p w14:paraId="26B09F14" w14:textId="501552F2" w:rsidR="005675F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75F8" w:rsidRPr="00136AD8" w14:paraId="1515F184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5A002B3" w14:textId="20948F82" w:rsidR="005675F8" w:rsidRPr="00F42D38" w:rsidRDefault="005675F8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 xml:space="preserve">UC </w:t>
            </w:r>
            <w:r w:rsidR="001D496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4263C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945F39" w14:textId="77777777" w:rsidR="005675F8" w:rsidRPr="00F42D38" w:rsidRDefault="005675F8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F2A7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fotografia comercial</w:t>
            </w:r>
          </w:p>
        </w:tc>
      </w:tr>
    </w:tbl>
    <w:p w14:paraId="05DF0656" w14:textId="77777777" w:rsidR="005675F8" w:rsidRPr="00136AD8" w:rsidRDefault="005675F8" w:rsidP="005675F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802B941" w14:textId="77777777" w:rsidR="005675F8" w:rsidRDefault="005675F8" w:rsidP="005675F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7B89CC4D" w14:textId="77777777" w:rsidR="005675F8" w:rsidRPr="003200F2" w:rsidRDefault="005675F8" w:rsidP="005675F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06F9012" w14:textId="77777777" w:rsidR="005675F8" w:rsidRPr="00136AD8" w:rsidRDefault="005675F8" w:rsidP="005675F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75F8" w:rsidRPr="00136AD8" w14:paraId="549C3989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F6E42D" w14:textId="77777777" w:rsidR="005675F8" w:rsidRPr="001B353A" w:rsidRDefault="005675F8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75F8" w:rsidRPr="00136AD8" w14:paraId="51F52D41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8168A" w14:textId="21168C5A" w:rsidR="005675F8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Analisar </w:t>
            </w:r>
            <w:r w:rsidR="0067062D">
              <w:rPr>
                <w:rFonts w:ascii="Verdana Pro Light" w:eastAsia="Arial Unicode MS" w:hAnsi="Verdana Pro Light" w:cs="Arial Unicode MS"/>
                <w:sz w:val="18"/>
                <w:szCs w:val="18"/>
              </w:rPr>
              <w:t>o briefing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criar um conceito visual/linguagem estética</w:t>
            </w:r>
          </w:p>
          <w:p w14:paraId="3665677A" w14:textId="44476D63" w:rsidR="005675F8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="00601B0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DF20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Calcular os recursos e custos da operação </w:t>
            </w:r>
          </w:p>
          <w:p w14:paraId="6B3F87C3" w14:textId="4A0557B4" w:rsidR="005675F8" w:rsidRPr="00E763D6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DF2039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o estúdio, selecionar os equipamentos de iluminação e restante logística</w:t>
            </w:r>
          </w:p>
          <w:p w14:paraId="7F4838E0" w14:textId="77777777" w:rsidR="005675F8" w:rsidRPr="00E763D6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 direção de arte da produção fotográfica</w:t>
            </w:r>
          </w:p>
          <w:p w14:paraId="10BADF17" w14:textId="77777777" w:rsidR="005675F8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 e exportar as imagens para edição</w:t>
            </w:r>
          </w:p>
          <w:p w14:paraId="6C0D369E" w14:textId="77777777" w:rsidR="005675F8" w:rsidRPr="00413243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675F8" w:rsidRPr="00136AD8" w14:paraId="7565E562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D5F925" w14:textId="77777777" w:rsidR="005675F8" w:rsidRPr="001B353A" w:rsidRDefault="005675F8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C3D4D0" w14:textId="77777777" w:rsidR="005675F8" w:rsidRPr="001B353A" w:rsidRDefault="005675F8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C7F745" w14:textId="77777777" w:rsidR="005675F8" w:rsidRPr="001B353A" w:rsidRDefault="005675F8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75F8" w:rsidRPr="00136AD8" w14:paraId="7B3CDD05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DE034" w14:textId="77777777" w:rsidR="005675F8" w:rsidRDefault="005675F8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iluminação</w:t>
            </w:r>
          </w:p>
          <w:p w14:paraId="522F119E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de dia e luz artificial</w:t>
            </w:r>
          </w:p>
          <w:p w14:paraId="72C3B55C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Temperaturas de cor </w:t>
            </w:r>
          </w:p>
          <w:p w14:paraId="591177E4" w14:textId="77777777" w:rsidR="005675F8" w:rsidRPr="001B234B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luz artificial</w:t>
            </w:r>
          </w:p>
          <w:p w14:paraId="0E314E35" w14:textId="77777777" w:rsidR="005675F8" w:rsidRPr="001B234B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 de luz contínua e luz de flash eletrónico</w:t>
            </w:r>
          </w:p>
          <w:p w14:paraId="1491FBB5" w14:textId="77777777" w:rsidR="005675F8" w:rsidRPr="001B234B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Acessórios para modelação da luz artificial</w:t>
            </w:r>
          </w:p>
          <w:p w14:paraId="3F7207ED" w14:textId="77777777" w:rsidR="005675F8" w:rsidRDefault="005675F8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Iluminação para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diferentes tipos de produtos/materiais</w:t>
            </w: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4A6D948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 luz nos diferentes materiais</w:t>
            </w:r>
          </w:p>
          <w:p w14:paraId="5FEA4BE3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Reflexos e sombras duras</w:t>
            </w:r>
          </w:p>
          <w:p w14:paraId="3A6E2E2A" w14:textId="77777777" w:rsidR="005675F8" w:rsidRPr="00A67DB7" w:rsidRDefault="005675F8" w:rsidP="005675F8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Ângulos e perspetivas</w:t>
            </w:r>
          </w:p>
          <w:p w14:paraId="2FEDCDE9" w14:textId="77777777" w:rsidR="005675F8" w:rsidRPr="001E0067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fotográfico para fotografia comercial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1013684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Câmaras DSLR e de médio formato</w:t>
            </w:r>
          </w:p>
          <w:p w14:paraId="36953BBF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utilização</w:t>
            </w:r>
          </w:p>
          <w:p w14:paraId="397F0B44" w14:textId="77777777" w:rsidR="000832D5" w:rsidRPr="00C24F49" w:rsidRDefault="000832D5" w:rsidP="000832D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DE00D42" w14:textId="3E553166" w:rsidR="000832D5" w:rsidRPr="000832D5" w:rsidRDefault="000832D5" w:rsidP="000832D5">
            <w:pPr>
              <w:pStyle w:val="PargrafodaLista"/>
              <w:numPr>
                <w:ilvl w:val="0"/>
                <w:numId w:val="29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 de custos associados</w:t>
            </w:r>
          </w:p>
          <w:p w14:paraId="1621E768" w14:textId="77777777" w:rsidR="005675F8" w:rsidRPr="00D422AC" w:rsidRDefault="005675F8" w:rsidP="00842F95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de segurança na utilização de iluminação de estúdio</w:t>
            </w:r>
          </w:p>
          <w:p w14:paraId="2DB72C2B" w14:textId="77777777" w:rsidR="005675F8" w:rsidRPr="00C72912" w:rsidRDefault="005675F8" w:rsidP="00842F95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6726279D" w14:textId="77777777" w:rsidR="005675F8" w:rsidRPr="00D422AC" w:rsidRDefault="005675F8" w:rsidP="00842F95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00F2B" w14:textId="77777777" w:rsidR="00C821D5" w:rsidRPr="00C821D5" w:rsidRDefault="003F0DE3" w:rsidP="00C821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6BAC8FCB" w14:textId="77777777" w:rsidR="00C821D5" w:rsidRPr="00C821D5" w:rsidRDefault="00C821D5" w:rsidP="00C821D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  <w:p w14:paraId="3DCAA281" w14:textId="74E978FC" w:rsidR="005675F8" w:rsidRPr="00C821D5" w:rsidRDefault="009A7747" w:rsidP="00C821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5675F8" w:rsidRPr="00C821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características da luz natural e da luz artificial.</w:t>
            </w:r>
            <w:r w:rsidR="005675F8" w:rsidRPr="00C821D5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br/>
            </w:r>
          </w:p>
          <w:p w14:paraId="21C8FAFE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o tipo de iluminação artificial em função das situações fotográficas apresentadas.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651AABB" w14:textId="77777777" w:rsidR="005675F8" w:rsidRPr="00D422AC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diferentes técnicas de iluminação de acordo com os materiais a fotografar.</w:t>
            </w: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0F9435" w14:textId="77777777" w:rsidR="005675F8" w:rsidRPr="00D422AC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Planificar e elaborar sessões fotográficas usando câmaras DSLR e </w:t>
            </w:r>
            <w:proofErr w:type="spellStart"/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back</w:t>
            </w:r>
            <w:proofErr w:type="spellEnd"/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digital.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45EF6A" w14:textId="5F7ADEE4" w:rsidR="000832D5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fotografia de embalagens de diversos materiais.</w:t>
            </w:r>
            <w:r w:rsidR="00083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EB5B202" w14:textId="2E7EC06A" w:rsidR="005675F8" w:rsidRPr="000832D5" w:rsidRDefault="000832D5" w:rsidP="000832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uma sessão fotográfica</w:t>
            </w:r>
            <w:r w:rsidR="005675F8" w:rsidRPr="00083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B7AE134" w14:textId="77777777" w:rsidR="005675F8" w:rsidRPr="00D422AC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normas de segurança em sessões fotográficas de estúdio</w:t>
            </w:r>
          </w:p>
          <w:p w14:paraId="241E3FA4" w14:textId="77777777" w:rsidR="005675F8" w:rsidRPr="00A1459C" w:rsidRDefault="005675F8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77C2F73" w14:textId="77777777" w:rsidR="005675F8" w:rsidRDefault="005675F8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352373" w14:textId="77777777" w:rsidR="005675F8" w:rsidRPr="00A1459C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9DAFFF" w14:textId="77777777" w:rsidR="005675F8" w:rsidRPr="00E15212" w:rsidRDefault="005675F8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58C79" w14:textId="77777777" w:rsidR="005675F8" w:rsidRPr="00A1459C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579AD8B2" w14:textId="77777777" w:rsidR="005675F8" w:rsidRPr="00A1459C" w:rsidRDefault="005675F8" w:rsidP="005675F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6A77FD3A" w14:textId="77777777" w:rsidR="005675F8" w:rsidRPr="00A1459C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83A8EBD" w14:textId="77777777" w:rsidR="005675F8" w:rsidRPr="00A1459C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19829505" w14:textId="77777777" w:rsidR="005675F8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19BA8AC" w14:textId="77777777" w:rsidR="005675F8" w:rsidRPr="00A1459C" w:rsidRDefault="005675F8" w:rsidP="005675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0BA2AFBF" w14:textId="77777777" w:rsidR="005675F8" w:rsidRPr="00E15212" w:rsidRDefault="005675F8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68F7F037" w14:textId="77777777" w:rsidR="005675F8" w:rsidRDefault="005675F8" w:rsidP="005675F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AC7614C" w14:textId="77777777" w:rsidR="005675F8" w:rsidRPr="00F87025" w:rsidRDefault="005675F8" w:rsidP="005675F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DEC68FE" w14:textId="77777777" w:rsidR="005675F8" w:rsidRDefault="005675F8" w:rsidP="005675F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F2A7D">
        <w:rPr>
          <w:rFonts w:ascii="Verdana Pro Light" w:eastAsia="Arial Unicode MS" w:hAnsi="Verdana Pro Light" w:cs="Times New Roman"/>
          <w:b/>
          <w:sz w:val="18"/>
          <w:szCs w:val="18"/>
        </w:rPr>
        <w:t>Realizar fotografia comercial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849D96" w14:textId="77777777" w:rsidR="005675F8" w:rsidRPr="005C1803" w:rsidRDefault="005675F8" w:rsidP="005675F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CD1. Criando um conceito visual/linguagem estética tendo em conta os objetivos da sessão fotográfica</w:t>
      </w:r>
    </w:p>
    <w:p w14:paraId="279E37A5" w14:textId="77777777" w:rsidR="005675F8" w:rsidRPr="005C1803" w:rsidRDefault="005675F8" w:rsidP="005675F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CD2. Preparando o estúdio de fotografia tendo em conta as normas de segurança e selecionando os equipamentos e acessórios de iluminação apropriados aos objetivos da sessão fotográfica</w:t>
      </w:r>
    </w:p>
    <w:p w14:paraId="7BC97899" w14:textId="77777777" w:rsidR="005675F8" w:rsidRPr="005C1803" w:rsidRDefault="005675F8" w:rsidP="005675F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CD3. Selecionando as câmaras fotográficas e objetivas tendo em conta as suas características e os objetivos da sessão fotográfica</w:t>
      </w:r>
    </w:p>
    <w:p w14:paraId="7B24869B" w14:textId="0178CB21" w:rsidR="005675F8" w:rsidRPr="005C1803" w:rsidRDefault="005675F8" w:rsidP="000832D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CD4. Demonstrando conhecimentos na </w:t>
      </w:r>
      <w:r>
        <w:rPr>
          <w:rFonts w:ascii="Verdana Pro Light" w:eastAsia="Arial Unicode MS" w:hAnsi="Verdana Pro Light" w:cs="Arial Unicode MS"/>
          <w:sz w:val="18"/>
          <w:szCs w:val="18"/>
        </w:rPr>
        <w:t>produção de fotografia comercial de produto</w:t>
      </w:r>
      <w:r w:rsidR="000832D5">
        <w:rPr>
          <w:rFonts w:ascii="Verdana Pro Light" w:eastAsia="Arial Unicode MS" w:hAnsi="Verdana Pro Light" w:cs="Arial Unicode MS"/>
          <w:sz w:val="18"/>
          <w:szCs w:val="18"/>
        </w:rPr>
        <w:t xml:space="preserve"> e fazendo um cálculo dos custos associados</w:t>
      </w:r>
    </w:p>
    <w:p w14:paraId="434CE06B" w14:textId="77777777" w:rsidR="005675F8" w:rsidRDefault="005675F8" w:rsidP="005675F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CD5. Captando imagens com rigor estético e técnico.</w:t>
      </w:r>
    </w:p>
    <w:p w14:paraId="774A494D" w14:textId="77777777" w:rsidR="005675F8" w:rsidRPr="004330C8" w:rsidRDefault="005675F8" w:rsidP="005675F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7EB0668" w14:textId="77777777" w:rsidR="005675F8" w:rsidRPr="00A1459C" w:rsidRDefault="005675F8" w:rsidP="005675F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E61B24E" w14:textId="77777777" w:rsidR="005675F8" w:rsidRDefault="005675F8" w:rsidP="005675F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55020AD0" w14:textId="77777777" w:rsidR="005675F8" w:rsidRDefault="005675F8" w:rsidP="005675F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3885788E" w14:textId="79C3EB7A" w:rsidR="005675F8" w:rsidRPr="003719BD" w:rsidRDefault="005675F8" w:rsidP="003719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736E9EBF" w14:textId="77777777" w:rsidR="005675F8" w:rsidRPr="00F87025" w:rsidRDefault="005675F8" w:rsidP="005675F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5CD0A4E" w14:textId="77777777" w:rsidR="005675F8" w:rsidRPr="00A1459C" w:rsidRDefault="005675F8" w:rsidP="005675F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56115B87" w14:textId="77777777" w:rsidR="005675F8" w:rsidRPr="00A1459C" w:rsidRDefault="005675F8" w:rsidP="005675F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72F13A5C" w14:textId="77777777" w:rsidR="005675F8" w:rsidRPr="00A1459C" w:rsidRDefault="005675F8" w:rsidP="005675F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2B58BFFA" w14:textId="77777777" w:rsidR="005675F8" w:rsidRPr="00A1459C" w:rsidRDefault="005675F8" w:rsidP="005675F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06C9AAAC" w14:textId="77777777" w:rsidR="005675F8" w:rsidRPr="00A1459C" w:rsidRDefault="005675F8" w:rsidP="005675F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01A53B97" w14:textId="77777777" w:rsidR="005675F8" w:rsidRPr="00A1459C" w:rsidRDefault="005675F8" w:rsidP="005675F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3AEBBEB0" w14:textId="77777777" w:rsidR="005675F8" w:rsidRPr="00A1459C" w:rsidRDefault="005675F8" w:rsidP="005675F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comercial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0FF2D93" w14:textId="77777777" w:rsidR="005675F8" w:rsidRPr="00F87025" w:rsidRDefault="005675F8" w:rsidP="005675F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88411DB" w14:textId="6C2D9EAE" w:rsidR="005675F8" w:rsidRDefault="005675F8" w:rsidP="005675F8">
      <w:pPr>
        <w:rPr>
          <w:rFonts w:ascii="Verdana Pro Light" w:hAnsi="Verdana Pro Light"/>
          <w:smallCaps/>
        </w:rPr>
      </w:pPr>
    </w:p>
    <w:p w14:paraId="5DADD3E7" w14:textId="77777777" w:rsidR="005675F8" w:rsidRPr="00A1459C" w:rsidRDefault="005675F8" w:rsidP="005675F8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70A725F3" w14:textId="77777777" w:rsidR="005675F8" w:rsidRPr="00A1459C" w:rsidRDefault="005675F8" w:rsidP="005675F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comercial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comercial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67BDBB" w14:textId="77777777" w:rsidR="005675F8" w:rsidRPr="00A1459C" w:rsidRDefault="005675F8" w:rsidP="005675F8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1E6A2D9" w14:textId="77777777" w:rsidR="005675F8" w:rsidRPr="00A1459C" w:rsidRDefault="005675F8" w:rsidP="005675F8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9D9D15" w14:textId="3205E5AF" w:rsidR="005675F8" w:rsidRPr="00E54F63" w:rsidRDefault="005675F8" w:rsidP="008C76A8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Espaço adequado para montar um estúdio de fotografia ou parceria com entidades que detenham este tipo de espaços.</w:t>
      </w:r>
    </w:p>
    <w:p w14:paraId="144B9521" w14:textId="77777777" w:rsidR="001D4966" w:rsidRDefault="001D4966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D4966" w:rsidRPr="00136AD8" w14:paraId="37737171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E7B0A5A" w14:textId="482022CA" w:rsidR="001D4966" w:rsidRPr="000D4397" w:rsidRDefault="001D4966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5" w:name="_Hlk158462647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001</w:t>
            </w:r>
            <w:r w:rsidR="00B2538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48F88A" w14:textId="77777777" w:rsidR="001D4966" w:rsidRPr="000D4397" w:rsidRDefault="001D4966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publicitária e institucional</w:t>
            </w:r>
          </w:p>
        </w:tc>
      </w:tr>
    </w:tbl>
    <w:p w14:paraId="62D3D570" w14:textId="77777777" w:rsidR="001D4966" w:rsidRPr="00136AD8" w:rsidRDefault="001D4966" w:rsidP="001D496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3B01E46" w14:textId="77777777" w:rsidR="001D4966" w:rsidRDefault="001D4966" w:rsidP="001D49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4686558C" w14:textId="77777777" w:rsidR="001D4966" w:rsidRPr="003200F2" w:rsidRDefault="001D4966" w:rsidP="001D49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A8CA7EA" w14:textId="77777777" w:rsidR="001D4966" w:rsidRPr="00136AD8" w:rsidRDefault="001D4966" w:rsidP="001D496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D4966" w:rsidRPr="00136AD8" w14:paraId="6D654188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127D7E" w14:textId="77777777" w:rsidR="001D4966" w:rsidRPr="001B353A" w:rsidRDefault="001D496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D4966" w:rsidRPr="00136AD8" w14:paraId="5C6CCA8E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FFADC" w14:textId="77777777" w:rsidR="001D4966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do briefing e criar um conceito criativo/linguagem estética</w:t>
            </w:r>
          </w:p>
          <w:p w14:paraId="0E97BEE3" w14:textId="77777777" w:rsidR="001D4966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Fazer a </w:t>
            </w:r>
            <w:proofErr w:type="spellStart"/>
            <w:r w:rsidRPr="00F422F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repérage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locais, o casting de modelos e </w:t>
            </w:r>
            <w:r w:rsidRPr="00F422FE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as sessões fotográficas</w:t>
            </w:r>
          </w:p>
          <w:p w14:paraId="6E82D2B1" w14:textId="77777777" w:rsidR="001D4966" w:rsidRPr="00E763D6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os locais para as sessões fotográficas e dirigir as equipas intervenientes</w:t>
            </w:r>
          </w:p>
          <w:p w14:paraId="2BD9D467" w14:textId="77777777" w:rsidR="001D4966" w:rsidRPr="00E763D6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Captar imagens em estúdio e exterior</w:t>
            </w:r>
          </w:p>
          <w:p w14:paraId="5EB62FE2" w14:textId="77777777" w:rsidR="001D4966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 e exportar as imagens para edição</w:t>
            </w:r>
          </w:p>
          <w:p w14:paraId="0E57E159" w14:textId="77777777" w:rsidR="001D4966" w:rsidRPr="00413243" w:rsidRDefault="001D4966" w:rsidP="00842F95">
            <w:pPr>
              <w:shd w:val="clear" w:color="auto" w:fill="FFFFFF"/>
              <w:spacing w:after="225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D4966" w:rsidRPr="00136AD8" w14:paraId="4DE9F725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A37E67" w14:textId="77777777" w:rsidR="001D4966" w:rsidRPr="001B353A" w:rsidRDefault="001D4966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3526F0" w14:textId="77777777" w:rsidR="001D4966" w:rsidRPr="001B353A" w:rsidRDefault="001D496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5237FC8" w14:textId="77777777" w:rsidR="001D4966" w:rsidRPr="001B353A" w:rsidRDefault="001D496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D4966" w:rsidRPr="00136AD8" w14:paraId="44ECB3BF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B17F7" w14:textId="77777777" w:rsidR="001D4966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Publicitária e Institucional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B932A2F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37C6238B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briefing</w:t>
            </w:r>
          </w:p>
          <w:p w14:paraId="474E5680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objetivos de comunicação</w:t>
            </w:r>
          </w:p>
          <w:p w14:paraId="23593F86" w14:textId="77777777" w:rsidR="001D4966" w:rsidRPr="001B234B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posicionamento de marca</w:t>
            </w:r>
          </w:p>
          <w:p w14:paraId="31E6B50C" w14:textId="77777777" w:rsidR="001D4966" w:rsidRPr="001B234B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público-alvo</w:t>
            </w:r>
          </w:p>
          <w:p w14:paraId="7ABC5E21" w14:textId="77777777" w:rsidR="001D4966" w:rsidRPr="001B234B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meios e suportes de comunicação – Formatos e resoluções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7410D9" w14:textId="77777777" w:rsidR="001D4966" w:rsidRPr="00632102" w:rsidRDefault="001D4966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Vertentes da fotografia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ublicitária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nstitucional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AB72E39" w14:textId="77777777" w:rsidR="001D4966" w:rsidRPr="00632102" w:rsidRDefault="001D4966" w:rsidP="001D496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Agência/cliente</w:t>
            </w:r>
          </w:p>
          <w:p w14:paraId="50750EEE" w14:textId="77777777" w:rsidR="001D4966" w:rsidRPr="00632102" w:rsidRDefault="001D4966" w:rsidP="001D496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 da equipa de apoio</w:t>
            </w:r>
          </w:p>
          <w:p w14:paraId="35CAB294" w14:textId="77777777" w:rsidR="001D4966" w:rsidRPr="00632102" w:rsidRDefault="001D4966" w:rsidP="001D496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Casting</w:t>
            </w:r>
          </w:p>
          <w:p w14:paraId="3C31A3BE" w14:textId="77777777" w:rsidR="001D4966" w:rsidRPr="00632102" w:rsidRDefault="001D4966" w:rsidP="001D496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Repérage</w:t>
            </w:r>
            <w:proofErr w:type="spellEnd"/>
          </w:p>
          <w:p w14:paraId="576390E8" w14:textId="77777777" w:rsidR="001D4966" w:rsidRPr="00632102" w:rsidRDefault="001D4966" w:rsidP="001D496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Portefólio profissional</w:t>
            </w:r>
          </w:p>
          <w:p w14:paraId="21BAE8CD" w14:textId="77777777" w:rsidR="001D4966" w:rsidRPr="00632102" w:rsidRDefault="001D4966" w:rsidP="001D496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de trabalho</w:t>
            </w:r>
          </w:p>
          <w:p w14:paraId="1A81D61E" w14:textId="77777777" w:rsidR="001D4966" w:rsidRPr="00632102" w:rsidRDefault="001D4966" w:rsidP="001D496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Orçamento e faturação</w:t>
            </w:r>
          </w:p>
          <w:p w14:paraId="020007FB" w14:textId="77777777" w:rsidR="001D4966" w:rsidRPr="001E0067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fotográfico para fotografia comercial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63EDBCF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Câmaras DSLR e de médio formato</w:t>
            </w:r>
          </w:p>
          <w:p w14:paraId="448373CF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utilização</w:t>
            </w:r>
          </w:p>
          <w:p w14:paraId="01FEB45B" w14:textId="77777777" w:rsidR="001D4966" w:rsidRDefault="001D4966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iluminação</w:t>
            </w:r>
          </w:p>
          <w:p w14:paraId="2359A69B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de dia e luz artificial</w:t>
            </w:r>
          </w:p>
          <w:p w14:paraId="41594DD8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Temperaturas de cor </w:t>
            </w:r>
          </w:p>
          <w:p w14:paraId="1A0C3788" w14:textId="77777777" w:rsidR="001D4966" w:rsidRPr="001B234B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luz artificial</w:t>
            </w:r>
          </w:p>
          <w:p w14:paraId="61BB0AA3" w14:textId="77777777" w:rsidR="001D4966" w:rsidRPr="001B234B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 de luz contínua e luz de flash eletrónico</w:t>
            </w:r>
          </w:p>
          <w:p w14:paraId="01D1F444" w14:textId="70033EB6" w:rsidR="000832D5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Acessórios para modelação da luz artificial</w:t>
            </w:r>
            <w:r w:rsidR="00083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A8CC744" w14:textId="77777777" w:rsidR="000832D5" w:rsidRPr="00C24F49" w:rsidRDefault="000832D5" w:rsidP="000832D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F93EBD3" w14:textId="2AC8AF8B" w:rsidR="001D4966" w:rsidRPr="000832D5" w:rsidRDefault="000832D5" w:rsidP="000832D5">
            <w:pPr>
              <w:pStyle w:val="PargrafodaLista"/>
              <w:numPr>
                <w:ilvl w:val="0"/>
                <w:numId w:val="29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 de custos associado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48CAEAF9" w14:textId="77777777" w:rsidR="001D4966" w:rsidRPr="00D422AC" w:rsidRDefault="001D4966" w:rsidP="00842F95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fotográfico</w:t>
            </w:r>
          </w:p>
          <w:p w14:paraId="2BA52CD2" w14:textId="77777777" w:rsidR="001D4966" w:rsidRPr="00C72912" w:rsidRDefault="001D4966" w:rsidP="00842F95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7AB5505F" w14:textId="77777777" w:rsidR="001D4966" w:rsidRPr="00D422AC" w:rsidRDefault="001D4966" w:rsidP="00842F95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955C8" w14:textId="77777777" w:rsidR="001D4966" w:rsidRDefault="001D4966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BCAA81" w14:textId="77777777" w:rsidR="001D4966" w:rsidRDefault="001D4966" w:rsidP="001D496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as áreas da fotografia publicitária/institucional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4E5F054" w14:textId="77777777" w:rsidR="001D4966" w:rsidRDefault="001D4966" w:rsidP="001D496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 publicitário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4419BB5" w14:textId="77777777" w:rsidR="001D4966" w:rsidRDefault="001D4966" w:rsidP="001D496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Produzir fotografias para uma campanha publicitária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3FF5CC0" w14:textId="77777777" w:rsidR="001D4966" w:rsidRPr="00706308" w:rsidRDefault="001D4966" w:rsidP="001D496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Planificar e elaborar sessões fotográficas usando câmaras DSLR e </w:t>
            </w:r>
            <w:proofErr w:type="spellStart"/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back</w:t>
            </w:r>
            <w:proofErr w:type="spellEnd"/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digital.</w:t>
            </w: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695FE1A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iluminação artificial em função das situações fotográficas 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FBE9B0D" w14:textId="498942A0" w:rsidR="000832D5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diferentes técnicas de iluminação de acordo com os materiais a fotografar.</w:t>
            </w:r>
            <w:r w:rsidR="00083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34208CF" w14:textId="4E4F37E2" w:rsidR="001D4966" w:rsidRPr="00C505D1" w:rsidRDefault="000832D5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uma sessão fotográfica</w:t>
            </w:r>
            <w:r w:rsidR="001D4966"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758AD1E" w14:textId="77777777" w:rsidR="001D4966" w:rsidRPr="00C505D1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normas de segurança em sessões fotográficas </w:t>
            </w:r>
          </w:p>
          <w:p w14:paraId="3FF6090E" w14:textId="77777777" w:rsidR="001D4966" w:rsidRPr="00A1459C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C62E8F" w14:textId="77777777" w:rsidR="001D4966" w:rsidRPr="00E15212" w:rsidRDefault="001D496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500F0" w14:textId="77777777" w:rsidR="001D4966" w:rsidRPr="00A1459C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0731BAA0" w14:textId="77777777" w:rsidR="001D4966" w:rsidRPr="00A1459C" w:rsidRDefault="001D4966" w:rsidP="001D49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19D151E3" w14:textId="77777777" w:rsidR="001D4966" w:rsidRPr="00A1459C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E3F2911" w14:textId="77777777" w:rsidR="001D4966" w:rsidRPr="00A1459C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8171C1D" w14:textId="77777777" w:rsidR="001D4966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99E3B16" w14:textId="77777777" w:rsidR="001D4966" w:rsidRPr="00A1459C" w:rsidRDefault="001D4966" w:rsidP="001D49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664D7775" w14:textId="77777777" w:rsidR="001D4966" w:rsidRPr="00E15212" w:rsidRDefault="001D4966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47B883F9" w14:textId="77777777" w:rsidR="001D4966" w:rsidRDefault="001D4966" w:rsidP="001D49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CABBC48" w14:textId="77777777" w:rsidR="001D4966" w:rsidRPr="00F87025" w:rsidRDefault="001D4966" w:rsidP="001D49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362BAF2" w14:textId="77777777" w:rsidR="001D4966" w:rsidRDefault="001D4966" w:rsidP="001D49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B1483">
        <w:rPr>
          <w:rFonts w:ascii="Verdana Pro Light" w:eastAsia="Arial Unicode MS" w:hAnsi="Verdana Pro Light" w:cs="Times New Roman"/>
          <w:b/>
          <w:sz w:val="18"/>
          <w:szCs w:val="18"/>
        </w:rPr>
        <w:t>Realizar fotografia publicitária e institucional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DAAB6DE" w14:textId="77777777" w:rsidR="001D4966" w:rsidRPr="005C1803" w:rsidRDefault="001D4966" w:rsidP="001D49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Criando um conceito visual/linguagem estética 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 acordo com uma estratégia publicitária pré-definida</w:t>
      </w:r>
    </w:p>
    <w:p w14:paraId="49366480" w14:textId="1DBAF934" w:rsidR="001D4966" w:rsidRPr="005C1803" w:rsidRDefault="001D4966" w:rsidP="001D49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Demonstrando h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>abilidade para planear e organizar todas as etapas de uma produção fotográfica, incluindo localização, elenco, guarda-roupa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adereços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 xml:space="preserve">, requisitos de iluminação,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seleção de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="000832D5">
        <w:rPr>
          <w:rFonts w:ascii="Verdana Pro Light" w:eastAsia="Arial Unicode MS" w:hAnsi="Verdana Pro Light" w:cs="Arial Unicode MS"/>
          <w:sz w:val="18"/>
          <w:szCs w:val="18"/>
        </w:rPr>
        <w:t xml:space="preserve"> e calculando os custos associados</w:t>
      </w:r>
    </w:p>
    <w:p w14:paraId="46BA5419" w14:textId="77777777" w:rsidR="001D4966" w:rsidRDefault="001D4966" w:rsidP="001D49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Preparando os locais para as sessões fotográficas e dirigindo as equipas intervenientes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 os objetivos da sessão fotográfica e as normas de segurança de pessoas e equipamentos</w:t>
      </w:r>
    </w:p>
    <w:p w14:paraId="75391580" w14:textId="77777777" w:rsidR="001D4966" w:rsidRDefault="001D4966" w:rsidP="001D49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. Captando imagens com rigor estético e técnico.</w:t>
      </w:r>
    </w:p>
    <w:p w14:paraId="29FAC836" w14:textId="77777777" w:rsidR="001D4966" w:rsidRPr="004330C8" w:rsidRDefault="001D4966" w:rsidP="001D496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4DF8B13" w14:textId="77777777" w:rsidR="001D4966" w:rsidRPr="00A1459C" w:rsidRDefault="001D4966" w:rsidP="001D49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EE70801" w14:textId="77777777" w:rsidR="001D4966" w:rsidRDefault="001D4966" w:rsidP="001D496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602AFFBA" w14:textId="77777777" w:rsidR="001D4966" w:rsidRDefault="001D4966" w:rsidP="001D496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6CA17BF4" w14:textId="77777777" w:rsidR="001D4966" w:rsidRDefault="001D4966" w:rsidP="001D496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1AE2C45D" w14:textId="77777777" w:rsidR="001D4966" w:rsidRPr="00984B30" w:rsidRDefault="001D4966" w:rsidP="001D4966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0893D6E4" w14:textId="77777777" w:rsidR="001D4966" w:rsidRPr="00F87025" w:rsidRDefault="001D4966" w:rsidP="001D49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AA797A9" w14:textId="77777777" w:rsidR="001D4966" w:rsidRPr="00A1459C" w:rsidRDefault="001D4966" w:rsidP="001D49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7A71F606" w14:textId="77777777" w:rsidR="001D4966" w:rsidRPr="00A1459C" w:rsidRDefault="001D4966" w:rsidP="001D49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00F836E6" w14:textId="77777777" w:rsidR="001D4966" w:rsidRPr="00A1459C" w:rsidRDefault="001D4966" w:rsidP="001D49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4D5ECCA0" w14:textId="77777777" w:rsidR="001D4966" w:rsidRPr="00A1459C" w:rsidRDefault="001D4966" w:rsidP="001D49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48DD035F" w14:textId="77777777" w:rsidR="001D4966" w:rsidRDefault="001D4966" w:rsidP="001D49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61D7325F" w14:textId="77777777" w:rsidR="001D4966" w:rsidRPr="00376376" w:rsidRDefault="001D4966" w:rsidP="001D49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17B43EB5" w14:textId="77777777" w:rsidR="001D4966" w:rsidRPr="00A1459C" w:rsidRDefault="001D4966" w:rsidP="001D49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publicitária/institucional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8D65136" w14:textId="77777777" w:rsidR="001D4966" w:rsidRPr="00F87025" w:rsidRDefault="001D4966" w:rsidP="001D49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0F66BF1" w14:textId="77777777" w:rsidR="001D4966" w:rsidRDefault="001D4966" w:rsidP="001D496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897E8FA" w14:textId="77777777" w:rsidR="001D4966" w:rsidRPr="00A1459C" w:rsidRDefault="001D4966" w:rsidP="001D496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16D16BEE" w14:textId="77777777" w:rsidR="001D4966" w:rsidRPr="00A1459C" w:rsidRDefault="001D4966" w:rsidP="001D496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Publicitária/Institucional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para desenvolvimento de um projeto prático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Publicitária/Institucional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B264A45" w14:textId="77777777" w:rsidR="001D4966" w:rsidRPr="00A1459C" w:rsidRDefault="001D4966" w:rsidP="001D496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6FC3DD8" w14:textId="77777777" w:rsidR="001D4966" w:rsidRPr="00A1459C" w:rsidRDefault="001D4966" w:rsidP="001D496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5DD35DA" w14:textId="77777777" w:rsidR="001D4966" w:rsidRPr="00A1459C" w:rsidRDefault="001D4966" w:rsidP="001D496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Espaço adequado para montar um estúdio de fotografia ou parceria com entidades que detenham este tipo de espaços.</w:t>
      </w:r>
      <w:bookmarkEnd w:id="5"/>
    </w:p>
    <w:p w14:paraId="7A2A2930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133D617E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709E315E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3CDC195C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549706E4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5DB16F4E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77F096B0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05945935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511DE1DF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78113514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54804370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6327D5B0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7864B617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0D05694A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07EA2055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2B319BCF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290A435F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3EB2F5CC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74144EED" w14:textId="77777777" w:rsidR="00280D96" w:rsidRDefault="00280D96" w:rsidP="008C76A8">
      <w:pPr>
        <w:rPr>
          <w:rFonts w:ascii="Verdana Pro Light" w:hAnsi="Verdana Pro Light"/>
          <w:smallCaps/>
        </w:rPr>
      </w:pPr>
    </w:p>
    <w:p w14:paraId="0DAA3591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051155CA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1CF4ADDC" w14:textId="77777777" w:rsidR="001D4966" w:rsidRDefault="001D4966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071F1" w:rsidRPr="00136AD8" w14:paraId="24C78E65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27D2469" w14:textId="45DA4F6E" w:rsidR="00D071F1" w:rsidRPr="000D4397" w:rsidRDefault="00D071F1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001</w:t>
            </w:r>
            <w:r w:rsidR="00E3476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5EA9E4B" w14:textId="77777777" w:rsidR="00D071F1" w:rsidRPr="000D4397" w:rsidRDefault="00D071F1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Revelar e imprimir em laboratório analógico a preto e branco</w:t>
            </w:r>
          </w:p>
        </w:tc>
      </w:tr>
    </w:tbl>
    <w:p w14:paraId="16AE88CB" w14:textId="77777777" w:rsidR="00D071F1" w:rsidRPr="00136AD8" w:rsidRDefault="00D071F1" w:rsidP="00D071F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0C28DE4" w14:textId="77777777" w:rsidR="00D071F1" w:rsidRDefault="00D071F1" w:rsidP="00D071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02CA3BDF" w14:textId="77777777" w:rsidR="00D071F1" w:rsidRPr="003200F2" w:rsidRDefault="00D071F1" w:rsidP="00D071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3679DE6" w14:textId="77777777" w:rsidR="00D071F1" w:rsidRPr="00136AD8" w:rsidRDefault="00D071F1" w:rsidP="00D071F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071F1" w:rsidRPr="00136AD8" w14:paraId="6D179A13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2149C3" w14:textId="77777777" w:rsidR="00D071F1" w:rsidRPr="001B353A" w:rsidRDefault="00D071F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071F1" w:rsidRPr="00136AD8" w14:paraId="63A0CBDD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7EBBBF" w14:textId="77777777" w:rsidR="00D071F1" w:rsidRPr="00E763D6" w:rsidRDefault="00D071F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arregar o filme no tanque de revelação</w:t>
            </w:r>
          </w:p>
          <w:p w14:paraId="41F55724" w14:textId="77777777" w:rsidR="00D071F1" w:rsidRDefault="00D071F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ealizar o processo de revelação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negativos a 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preto e branco </w:t>
            </w:r>
          </w:p>
          <w:p w14:paraId="7C1CE83A" w14:textId="77777777" w:rsidR="00D071F1" w:rsidRPr="00E763D6" w:rsidRDefault="00D071F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valiar a qualidade 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provas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reveladas</w:t>
            </w:r>
          </w:p>
          <w:p w14:paraId="7C05E557" w14:textId="77777777" w:rsidR="00D071F1" w:rsidRDefault="00D071F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reparar e ampliar imagens em papel fotográfico preto e branco</w:t>
            </w:r>
          </w:p>
          <w:p w14:paraId="093C2695" w14:textId="77777777" w:rsidR="00D071F1" w:rsidRPr="0008537A" w:rsidRDefault="00D071F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R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ealizar ajustes finais nas impressões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D071F1" w:rsidRPr="00136AD8" w14:paraId="57C6B145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B9BDCB" w14:textId="77777777" w:rsidR="00D071F1" w:rsidRPr="001B353A" w:rsidRDefault="00D071F1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B2ECCA" w14:textId="77777777" w:rsidR="00D071F1" w:rsidRPr="001B353A" w:rsidRDefault="00D071F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32C545" w14:textId="77777777" w:rsidR="00D071F1" w:rsidRPr="001B353A" w:rsidRDefault="00D071F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071F1" w:rsidRPr="00136AD8" w14:paraId="3E5F7D28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B8FA9" w14:textId="77777777" w:rsidR="00D071F1" w:rsidRPr="00AD2EB4" w:rsidRDefault="00D071F1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Filme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1113404E" w14:textId="77777777" w:rsidR="00D071F1" w:rsidRPr="00AD2EB4" w:rsidRDefault="00D071F1" w:rsidP="00D071F1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</w:t>
            </w:r>
          </w:p>
          <w:p w14:paraId="2A96B832" w14:textId="77777777" w:rsidR="00D071F1" w:rsidRPr="00AD2EB4" w:rsidRDefault="00D071F1" w:rsidP="00D071F1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7325110E" w14:textId="77777777" w:rsidR="00D071F1" w:rsidRPr="00AD2EB4" w:rsidRDefault="00D071F1" w:rsidP="00D071F1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</w:t>
            </w:r>
          </w:p>
          <w:p w14:paraId="700C3D72" w14:textId="77777777" w:rsidR="00D071F1" w:rsidRPr="00AD2EB4" w:rsidRDefault="00D071F1" w:rsidP="00D071F1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Sensibilidades</w:t>
            </w:r>
          </w:p>
          <w:p w14:paraId="209E25E4" w14:textId="77777777" w:rsidR="00D071F1" w:rsidRPr="00AD2EB4" w:rsidRDefault="00D071F1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Papel fotográfico para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6E206FD2" w14:textId="77777777" w:rsidR="00D071F1" w:rsidRPr="00AD2EB4" w:rsidRDefault="00D071F1" w:rsidP="00D071F1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</w:t>
            </w:r>
          </w:p>
          <w:p w14:paraId="6D6EBCE1" w14:textId="77777777" w:rsidR="00D071F1" w:rsidRPr="00AD2EB4" w:rsidRDefault="00D071F1" w:rsidP="00D071F1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Superfícies</w:t>
            </w:r>
          </w:p>
          <w:p w14:paraId="4C50EBAA" w14:textId="77777777" w:rsidR="00D071F1" w:rsidRPr="00AD2EB4" w:rsidRDefault="00D071F1" w:rsidP="00D071F1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</w:p>
          <w:p w14:paraId="576DB033" w14:textId="77777777" w:rsidR="00D071F1" w:rsidRPr="00AD2EB4" w:rsidRDefault="00D071F1" w:rsidP="00D071F1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Grau fixo e contraste variável</w:t>
            </w:r>
          </w:p>
          <w:p w14:paraId="260D6D65" w14:textId="77777777" w:rsidR="00D071F1" w:rsidRPr="00AD2EB4" w:rsidRDefault="00D071F1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Produtos químicos para revelação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6C2A7F80" w14:textId="77777777" w:rsidR="00D071F1" w:rsidRPr="00AD2EB4" w:rsidRDefault="00D071F1" w:rsidP="00D071F1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Revelador</w:t>
            </w:r>
          </w:p>
          <w:p w14:paraId="356A3A1A" w14:textId="77777777" w:rsidR="00D071F1" w:rsidRPr="00AD2EB4" w:rsidRDefault="00D071F1" w:rsidP="00D071F1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Banho de paragem</w:t>
            </w:r>
          </w:p>
          <w:p w14:paraId="4743C0CD" w14:textId="77777777" w:rsidR="00D071F1" w:rsidRPr="00AD2EB4" w:rsidRDefault="00D071F1" w:rsidP="00D071F1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Fixador</w:t>
            </w:r>
          </w:p>
          <w:p w14:paraId="0D484BA5" w14:textId="77777777" w:rsidR="00D071F1" w:rsidRPr="00AD2EB4" w:rsidRDefault="00D071F1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Revelação de filmes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298AC43F" w14:textId="77777777" w:rsidR="00D071F1" w:rsidRPr="00AD2EB4" w:rsidRDefault="00D071F1" w:rsidP="00D071F1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Fases, tempos e temperaturas de processamento</w:t>
            </w:r>
          </w:p>
          <w:p w14:paraId="4B976D6B" w14:textId="77777777" w:rsidR="00D071F1" w:rsidRPr="00AD2EB4" w:rsidRDefault="00D071F1" w:rsidP="00D071F1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Diluições</w:t>
            </w:r>
          </w:p>
          <w:p w14:paraId="0B4D751F" w14:textId="77777777" w:rsidR="00D071F1" w:rsidRPr="00AD2EB4" w:rsidRDefault="00D071F1" w:rsidP="00D071F1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 e conservação de filmes a P/B</w:t>
            </w:r>
          </w:p>
          <w:p w14:paraId="3592D22C" w14:textId="77777777" w:rsidR="00D071F1" w:rsidRPr="00AD2EB4" w:rsidRDefault="00D071F1" w:rsidP="00D071F1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usados</w:t>
            </w:r>
          </w:p>
          <w:p w14:paraId="5C95A664" w14:textId="77777777" w:rsidR="00D071F1" w:rsidRPr="00AD2EB4" w:rsidRDefault="00D071F1" w:rsidP="00D071F1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Tanques</w:t>
            </w:r>
          </w:p>
          <w:p w14:paraId="741D444F" w14:textId="77777777" w:rsidR="00D071F1" w:rsidRPr="00AD2EB4" w:rsidRDefault="00D071F1" w:rsidP="00D071F1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Espirais</w:t>
            </w:r>
          </w:p>
          <w:p w14:paraId="21D27FD0" w14:textId="77777777" w:rsidR="00D071F1" w:rsidRPr="00AD2EB4" w:rsidRDefault="00D071F1" w:rsidP="00D071F1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Termómetro</w:t>
            </w:r>
          </w:p>
          <w:p w14:paraId="237E24CF" w14:textId="77777777" w:rsidR="00D071F1" w:rsidRPr="00AD2EB4" w:rsidRDefault="00D071F1" w:rsidP="00D071F1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Provetas</w:t>
            </w:r>
          </w:p>
          <w:p w14:paraId="3956CF4C" w14:textId="77777777" w:rsidR="00D071F1" w:rsidRPr="00AD2EB4" w:rsidRDefault="00D071F1" w:rsidP="00D071F1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Molas</w:t>
            </w:r>
          </w:p>
          <w:p w14:paraId="525B75FE" w14:textId="77777777" w:rsidR="00D071F1" w:rsidRPr="00AD2EB4" w:rsidRDefault="00D071F1" w:rsidP="00D071F1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Estufa de secagem de filme</w:t>
            </w:r>
          </w:p>
          <w:p w14:paraId="19CA73E2" w14:textId="77777777" w:rsidR="00D071F1" w:rsidRPr="00734AB4" w:rsidRDefault="00D071F1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Ampliação e processamento do papel fotográfico para preto e branco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6CC5A14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Revelador</w:t>
            </w:r>
          </w:p>
          <w:p w14:paraId="68A874D9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Banho de paragem</w:t>
            </w:r>
          </w:p>
          <w:p w14:paraId="2197A2E4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Fixador</w:t>
            </w:r>
          </w:p>
          <w:p w14:paraId="5150DA8C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Lavagem</w:t>
            </w:r>
          </w:p>
          <w:p w14:paraId="25DCFEE8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Secagem</w:t>
            </w:r>
          </w:p>
          <w:p w14:paraId="2A2BE027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usados</w:t>
            </w:r>
          </w:p>
          <w:p w14:paraId="7042F1C9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Ampliador</w:t>
            </w:r>
          </w:p>
          <w:p w14:paraId="5342A002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Temporizador</w:t>
            </w:r>
          </w:p>
          <w:p w14:paraId="3E014D76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Marginador</w:t>
            </w:r>
          </w:p>
          <w:p w14:paraId="53056E73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Lupa de focagem</w:t>
            </w:r>
          </w:p>
          <w:p w14:paraId="126B0FAA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Tinas</w:t>
            </w:r>
          </w:p>
          <w:p w14:paraId="3044B717" w14:textId="77777777" w:rsidR="00D071F1" w:rsidRPr="00AD2EB4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Pinças de revelação</w:t>
            </w:r>
          </w:p>
          <w:p w14:paraId="5730A806" w14:textId="77777777" w:rsidR="00D071F1" w:rsidRDefault="00D071F1" w:rsidP="00D071F1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Estufa de secagem de papel</w:t>
            </w:r>
          </w:p>
          <w:p w14:paraId="00AAD0A4" w14:textId="77777777" w:rsidR="00D071F1" w:rsidRPr="00D422AC" w:rsidRDefault="00D071F1" w:rsidP="00842F95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laboratório de revelação</w:t>
            </w:r>
          </w:p>
          <w:p w14:paraId="3412CA9E" w14:textId="77777777" w:rsidR="00D071F1" w:rsidRPr="00734AB4" w:rsidRDefault="00D071F1" w:rsidP="00D071F1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4FF3DB3A" w14:textId="77777777" w:rsidR="00D071F1" w:rsidRPr="00734AB4" w:rsidRDefault="00D071F1" w:rsidP="00D071F1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produtos químicos</w:t>
            </w:r>
          </w:p>
          <w:p w14:paraId="592E1E84" w14:textId="77777777" w:rsidR="00D071F1" w:rsidRPr="00734AB4" w:rsidRDefault="00D071F1" w:rsidP="00D071F1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59559966" w14:textId="77777777" w:rsidR="00D071F1" w:rsidRPr="00734AB4" w:rsidRDefault="00D071F1" w:rsidP="00D071F1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ACA07" w14:textId="77777777" w:rsidR="00D071F1" w:rsidRDefault="00D071F1" w:rsidP="00D07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Caracterizar os vários tipos de filme e de papel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preto e branco</w:t>
            </w:r>
          </w:p>
          <w:p w14:paraId="21553E92" w14:textId="77777777" w:rsidR="00D071F1" w:rsidRDefault="00D071F1" w:rsidP="00D07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processo químico de revelação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preto e branco</w:t>
            </w:r>
          </w:p>
          <w:p w14:paraId="5E4E1A37" w14:textId="77777777" w:rsidR="00D071F1" w:rsidRDefault="00D071F1" w:rsidP="00D07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laboratório</w:t>
            </w:r>
          </w:p>
          <w:p w14:paraId="75508C24" w14:textId="77777777" w:rsidR="00D071F1" w:rsidRPr="00734AB4" w:rsidRDefault="00D071F1" w:rsidP="00D07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as normas de segurança na utilização de laboratório de revelação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D2AF4" w14:textId="77777777" w:rsidR="00D071F1" w:rsidRDefault="00D071F1" w:rsidP="00D07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0059F72" w14:textId="77777777" w:rsidR="00D071F1" w:rsidRDefault="00D071F1" w:rsidP="00D071F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2C292DB" w14:textId="77777777" w:rsidR="00D071F1" w:rsidRDefault="00D071F1" w:rsidP="00D071F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D88CF79" w14:textId="77777777" w:rsidR="00D071F1" w:rsidRDefault="00D071F1" w:rsidP="00D07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48C2EB8" w14:textId="77777777" w:rsidR="00D071F1" w:rsidRDefault="00D071F1" w:rsidP="00D071F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0E939E8" w14:textId="77777777" w:rsidR="00D071F1" w:rsidRPr="000173C0" w:rsidRDefault="00D071F1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0513561" w14:textId="77777777" w:rsidR="00D071F1" w:rsidRDefault="00D071F1" w:rsidP="00D071F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79BFDF" w14:textId="77777777" w:rsidR="00D071F1" w:rsidRPr="00F87025" w:rsidRDefault="00D071F1" w:rsidP="00D071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bookmarkStart w:id="6" w:name="_Hlk158559220"/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bookmarkEnd w:id="6"/>
    <w:p w14:paraId="37C2D51C" w14:textId="77777777" w:rsidR="00D071F1" w:rsidRDefault="00D071F1" w:rsidP="00D071F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57">
        <w:rPr>
          <w:rFonts w:ascii="Verdana Pro Light" w:eastAsia="Arial Unicode MS" w:hAnsi="Verdana Pro Light" w:cs="Times New Roman"/>
          <w:b/>
          <w:sz w:val="18"/>
          <w:szCs w:val="18"/>
        </w:rPr>
        <w:t>Revelar e imprimir em laboratório analógico a preto e branco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87659D4" w14:textId="77777777" w:rsidR="00D071F1" w:rsidRDefault="00D071F1" w:rsidP="00D071F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arreg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o filme no tanque de revelação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condições do local e garantido o escuro total</w:t>
      </w:r>
    </w:p>
    <w:p w14:paraId="7F60FEDE" w14:textId="77777777" w:rsidR="00D071F1" w:rsidRDefault="00D071F1" w:rsidP="00D071F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R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o processo de revelação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negativos a 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 xml:space="preserve">seguindo os procedimentos e tempos específicos para obter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>resultados desejados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cumprindo as normas de segurança da prática de laboratório</w:t>
      </w:r>
    </w:p>
    <w:p w14:paraId="471E7738" w14:textId="77777777" w:rsidR="00D071F1" w:rsidRDefault="00D071F1" w:rsidP="00D071F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A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valia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a qualidade das </w:t>
      </w:r>
      <w:r>
        <w:rPr>
          <w:rFonts w:ascii="Verdana Pro Light" w:eastAsia="Arial Unicode MS" w:hAnsi="Verdana Pro Light" w:cs="Arial Unicode MS"/>
          <w:sz w:val="18"/>
          <w:szCs w:val="18"/>
        </w:rPr>
        <w:t>provas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reveladas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>ajustando os parâmetros de revelação conforme necessário para alcançar os resultados desejados</w:t>
      </w:r>
    </w:p>
    <w:p w14:paraId="76D080D3" w14:textId="77777777" w:rsidR="00D071F1" w:rsidRDefault="00D071F1" w:rsidP="00D071F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A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mplia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ndo as 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imagens em papel fotográfico 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A1DFF">
        <w:rPr>
          <w:rFonts w:ascii="Verdana Pro Light" w:eastAsia="Arial Unicode MS" w:hAnsi="Verdana Pro Light" w:cs="Arial Unicode MS"/>
          <w:sz w:val="18"/>
          <w:szCs w:val="18"/>
        </w:rPr>
        <w:t>seguindo os procedimentos de exposição, desenvolvimento e fixação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cumprindo as normas de segurança da prática de laboratório</w:t>
      </w:r>
    </w:p>
    <w:p w14:paraId="37EB048E" w14:textId="77777777" w:rsidR="00D071F1" w:rsidRPr="00BA1DFF" w:rsidRDefault="00D071F1" w:rsidP="00D071F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R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ajustes finais nas impressões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contrate e a tonalidade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E1A96A0" w14:textId="77777777" w:rsidR="00D071F1" w:rsidRPr="00F87025" w:rsidRDefault="00D071F1" w:rsidP="00D071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D114633" w14:textId="77777777" w:rsidR="00D071F1" w:rsidRDefault="00D071F1" w:rsidP="00D071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diversos</w:t>
      </w:r>
    </w:p>
    <w:p w14:paraId="4ABEF6B5" w14:textId="77777777" w:rsidR="00D071F1" w:rsidRDefault="00D071F1" w:rsidP="00D071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C577D77" w14:textId="77777777" w:rsidR="00D071F1" w:rsidRPr="00984B30" w:rsidRDefault="00D071F1" w:rsidP="00D071F1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6374EF4F" w14:textId="77777777" w:rsidR="00D071F1" w:rsidRPr="00F87025" w:rsidRDefault="00D071F1" w:rsidP="00D071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80D8291" w14:textId="77777777" w:rsidR="00D071F1" w:rsidRDefault="00D071F1" w:rsidP="00D07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956B87C" w14:textId="77777777" w:rsidR="00D071F1" w:rsidRPr="00C34354" w:rsidRDefault="00D071F1" w:rsidP="00D07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EF055A5" w14:textId="77777777" w:rsidR="00D071F1" w:rsidRDefault="00D071F1" w:rsidP="00D07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Filme preto e branco</w:t>
      </w:r>
    </w:p>
    <w:p w14:paraId="15128AAA" w14:textId="77777777" w:rsidR="00D071F1" w:rsidRPr="000707EF" w:rsidRDefault="00D071F1" w:rsidP="00D07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Papel fotográfico preto e branco</w:t>
      </w:r>
    </w:p>
    <w:p w14:paraId="035E48A5" w14:textId="77777777" w:rsidR="00D071F1" w:rsidRDefault="00D071F1" w:rsidP="00D07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>Produtos químicos para revelação a preto e branco</w:t>
      </w:r>
    </w:p>
    <w:p w14:paraId="53158DD9" w14:textId="77777777" w:rsidR="00D071F1" w:rsidRDefault="00D071F1" w:rsidP="00D07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para revelação e ampliação a preto e branco</w:t>
      </w:r>
    </w:p>
    <w:p w14:paraId="7CEFA89A" w14:textId="77777777" w:rsidR="00D071F1" w:rsidRPr="00BA1DFF" w:rsidRDefault="00D071F1" w:rsidP="00D071F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Laboratório de revelação a preto e branco</w:t>
      </w:r>
      <w:r w:rsidRPr="00BA1DF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12415EF" w14:textId="77777777" w:rsidR="00D071F1" w:rsidRPr="00F87025" w:rsidRDefault="00D071F1" w:rsidP="00D071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06A1A36" w14:textId="77777777" w:rsidR="00D071F1" w:rsidRDefault="00D071F1" w:rsidP="00D071F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17C5FC8" w14:textId="77777777" w:rsidR="00D071F1" w:rsidRPr="00C34354" w:rsidRDefault="00D071F1" w:rsidP="00D071F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B737783" w14:textId="77777777" w:rsidR="00D071F1" w:rsidRPr="00C34354" w:rsidRDefault="00D071F1" w:rsidP="00D071F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revelação a preto e branco; demonstrativo para prática de revelação a preto e branco e ativo para exercícios práticos de revelação a 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7BCC02C" w14:textId="77777777" w:rsidR="00D071F1" w:rsidRPr="007831EA" w:rsidRDefault="00D071F1" w:rsidP="00D071F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F251AD3" w14:textId="77777777" w:rsidR="00D071F1" w:rsidRPr="00335AB2" w:rsidRDefault="00D071F1" w:rsidP="00D071F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D82C508" w14:textId="77777777" w:rsidR="00D071F1" w:rsidRPr="00D071F1" w:rsidRDefault="00D071F1" w:rsidP="00D071F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Laboratório para revelação a preto e branco e respetivo equipamento de revelação e ampliação ou a parceria com entidades que possam este tipo de espaço e equipamento. </w:t>
      </w:r>
    </w:p>
    <w:p w14:paraId="0D5D0C6F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AF82352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879B74D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DBEEABC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4C6E9E8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804D2FF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62476EE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0F4CAB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1218B04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419FCF1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ED6C46A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38DDFA7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49E502" w14:textId="77777777" w:rsidR="00D071F1" w:rsidRDefault="00D071F1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F083B73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FCC90B0" w14:textId="77777777" w:rsidR="00280D96" w:rsidRDefault="00280D96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614AE" w:rsidRPr="00136AD8" w14:paraId="07BEAF93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956D54C" w14:textId="33939159" w:rsidR="008614AE" w:rsidRPr="00326466" w:rsidRDefault="008614AE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7" w:name="_Hlk157858411"/>
            <w:r w:rsidRPr="003264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0001</w:t>
            </w:r>
            <w:r w:rsidR="00133AE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41A0B3" w14:textId="77777777" w:rsidR="008614AE" w:rsidRPr="00326466" w:rsidRDefault="008614AE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3264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Elaborar processos narrativos através das imagens</w:t>
            </w:r>
          </w:p>
        </w:tc>
      </w:tr>
    </w:tbl>
    <w:p w14:paraId="396244E4" w14:textId="77777777" w:rsidR="008614AE" w:rsidRPr="00136AD8" w:rsidRDefault="008614AE" w:rsidP="008614A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9F9A8ED" w14:textId="77777777" w:rsidR="008614AE" w:rsidRDefault="008614AE" w:rsidP="008614A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9D248F0" w14:textId="77777777" w:rsidR="008614AE" w:rsidRPr="003200F2" w:rsidRDefault="008614AE" w:rsidP="008614A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23450BE9" w14:textId="77777777" w:rsidR="008614AE" w:rsidRPr="00136AD8" w:rsidRDefault="008614AE" w:rsidP="008614A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614AE" w:rsidRPr="00136AD8" w14:paraId="6F5F7AD1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E6B2A0" w14:textId="77777777" w:rsidR="008614AE" w:rsidRPr="001B353A" w:rsidRDefault="008614A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614AE" w:rsidRPr="00136AD8" w14:paraId="0D65BC6C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F783D6" w14:textId="77777777" w:rsidR="008614AE" w:rsidRPr="003112DB" w:rsidRDefault="008614AE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e analisar imagens fotográficas e videográficas sobre um tema</w:t>
            </w:r>
          </w:p>
          <w:p w14:paraId="7E896F65" w14:textId="77777777" w:rsidR="008614AE" w:rsidRPr="003112DB" w:rsidRDefault="008614AE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 conceito para uma narrativa visual</w:t>
            </w:r>
          </w:p>
          <w:p w14:paraId="798380E8" w14:textId="77777777" w:rsidR="008614AE" w:rsidRDefault="008614AE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narrativas através de imagens</w:t>
            </w:r>
          </w:p>
          <w:p w14:paraId="44F53101" w14:textId="77777777" w:rsidR="008614AE" w:rsidRPr="002E20CE" w:rsidRDefault="008614AE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análise crítica das imagens selecionadas e da narrativa de imagens produzida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614AE" w:rsidRPr="00136AD8" w14:paraId="59C44F7F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FA3289" w14:textId="77777777" w:rsidR="008614AE" w:rsidRPr="001B353A" w:rsidRDefault="008614AE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716732" w14:textId="77777777" w:rsidR="008614AE" w:rsidRPr="001B353A" w:rsidRDefault="008614A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90B032" w14:textId="77777777" w:rsidR="008614AE" w:rsidRPr="001B353A" w:rsidRDefault="008614A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614AE" w:rsidRPr="00136AD8" w14:paraId="140D7458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A931A" w14:textId="77777777" w:rsidR="008614AE" w:rsidRPr="00C47699" w:rsidRDefault="008614AE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Relação entre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B5A2FBB" w14:textId="77777777" w:rsidR="008614AE" w:rsidRPr="00C47699" w:rsidRDefault="008614AE" w:rsidP="008614AE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/ tempo</w:t>
            </w:r>
          </w:p>
          <w:p w14:paraId="1DE5BFE6" w14:textId="77777777" w:rsidR="008614AE" w:rsidRPr="00C47699" w:rsidRDefault="008614AE" w:rsidP="008614AE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Simétrico / assimétrico</w:t>
            </w:r>
          </w:p>
          <w:p w14:paraId="11FF9F6B" w14:textId="77777777" w:rsidR="008614AE" w:rsidRPr="00C47699" w:rsidRDefault="008614AE" w:rsidP="008614AE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 / desarmonia</w:t>
            </w:r>
          </w:p>
          <w:p w14:paraId="16937C94" w14:textId="77777777" w:rsidR="008614AE" w:rsidRPr="00C47699" w:rsidRDefault="008614AE" w:rsidP="008614AE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/ cor</w:t>
            </w:r>
          </w:p>
          <w:p w14:paraId="331EEFCA" w14:textId="77777777" w:rsidR="008614AE" w:rsidRPr="00C47699" w:rsidRDefault="008614AE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Pormenor e fragmento:</w:t>
            </w:r>
          </w:p>
          <w:p w14:paraId="44E1F0CC" w14:textId="77777777" w:rsidR="008614AE" w:rsidRPr="00C47699" w:rsidRDefault="008614AE" w:rsidP="008614AE">
            <w:pPr>
              <w:pStyle w:val="PargrafodaLista"/>
              <w:numPr>
                <w:ilvl w:val="0"/>
                <w:numId w:val="2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Diferenças e importância</w:t>
            </w:r>
          </w:p>
          <w:p w14:paraId="2ADFA8D6" w14:textId="77777777" w:rsidR="008614AE" w:rsidRPr="00C47699" w:rsidRDefault="008614AE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Palavra e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15CF4B4" w14:textId="77777777" w:rsidR="008614AE" w:rsidRPr="002E20CE" w:rsidRDefault="008614AE" w:rsidP="008614AE">
            <w:pPr>
              <w:pStyle w:val="PargrafodaLista"/>
              <w:numPr>
                <w:ilvl w:val="0"/>
                <w:numId w:val="2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</w:t>
            </w:r>
          </w:p>
          <w:p w14:paraId="46248ADC" w14:textId="77777777" w:rsidR="008614AE" w:rsidRPr="002E20CE" w:rsidRDefault="008614AE" w:rsidP="008614AE">
            <w:pPr>
              <w:pStyle w:val="PargrafodaLista"/>
              <w:numPr>
                <w:ilvl w:val="0"/>
                <w:numId w:val="2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e ficção</w:t>
            </w:r>
          </w:p>
          <w:p w14:paraId="02F0023A" w14:textId="77777777" w:rsidR="008614AE" w:rsidRPr="00C47699" w:rsidRDefault="008614AE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Plano da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C92188D" w14:textId="77777777" w:rsidR="008614AE" w:rsidRPr="002E20CE" w:rsidRDefault="008614AE" w:rsidP="008614AE">
            <w:pPr>
              <w:pStyle w:val="PargrafodaLista"/>
              <w:numPr>
                <w:ilvl w:val="0"/>
                <w:numId w:val="2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 e fotografia</w:t>
            </w:r>
          </w:p>
          <w:p w14:paraId="1BC4BCE2" w14:textId="77777777" w:rsidR="008614AE" w:rsidRDefault="008614AE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Pensamento fotográfico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8EE48B" w14:textId="77777777" w:rsidR="008614AE" w:rsidRPr="002E20CE" w:rsidRDefault="008614AE" w:rsidP="008614AE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e metodologias</w:t>
            </w:r>
          </w:p>
          <w:p w14:paraId="35E29C69" w14:textId="77777777" w:rsidR="008614AE" w:rsidRDefault="008614AE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Sequências e séries de imagens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19741E8" w14:textId="77777777" w:rsidR="008614AE" w:rsidRPr="002E20CE" w:rsidRDefault="008614AE" w:rsidP="008614AE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85259" w14:textId="77777777" w:rsidR="008614AE" w:rsidRPr="00C47699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espaço e tempo, o simétrico e assimétrico, a harmonia e desarmonia, a luz e cor.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A0BFDD8" w14:textId="77777777" w:rsidR="008614AE" w:rsidRPr="00C47699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diferenças entre pormenor e fragmento.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9161552" w14:textId="77777777" w:rsidR="008614AE" w:rsidRPr="00C47699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o som e a imagem.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F3CBA10" w14:textId="77777777" w:rsidR="008614AE" w:rsidRPr="00C47699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os vários tipos de planos.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7BAD866" w14:textId="77777777" w:rsidR="008614AE" w:rsidRPr="00C47699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e distinguir séries e sequências de imagens.</w:t>
            </w:r>
          </w:p>
          <w:p w14:paraId="260C79C7" w14:textId="77777777" w:rsidR="008614AE" w:rsidRPr="00CF536A" w:rsidRDefault="008614AE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88E06" w14:textId="77777777" w:rsidR="008614AE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85D6801" w14:textId="77777777" w:rsidR="008614AE" w:rsidRDefault="008614AE" w:rsidP="008614A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26BB074" w14:textId="77777777" w:rsidR="008614AE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</w:t>
            </w:r>
          </w:p>
          <w:p w14:paraId="185D0D90" w14:textId="77777777" w:rsidR="008614AE" w:rsidRDefault="008614AE" w:rsidP="0086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4DE025D" w14:textId="77777777" w:rsidR="008614AE" w:rsidRPr="000173C0" w:rsidRDefault="008614AE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334FD2D" w14:textId="77777777" w:rsidR="008614AE" w:rsidRDefault="008614AE" w:rsidP="008614A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2E1A3CF" w14:textId="77777777" w:rsidR="008614AE" w:rsidRPr="00F87025" w:rsidRDefault="008614AE" w:rsidP="008614A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555E45D" w14:textId="77777777" w:rsidR="008614AE" w:rsidRDefault="008614AE" w:rsidP="008614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C224A">
        <w:rPr>
          <w:rFonts w:ascii="Verdana Pro Light" w:eastAsia="Arial Unicode MS" w:hAnsi="Verdana Pro Light" w:cs="Times New Roman"/>
          <w:b/>
          <w:sz w:val="18"/>
          <w:szCs w:val="18"/>
        </w:rPr>
        <w:t>Elaborar processos narrativos através das imagens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B26850C" w14:textId="77777777" w:rsidR="008614AE" w:rsidRPr="00CF536A" w:rsidRDefault="008614AE" w:rsidP="008614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F536A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imagens fotográficas e videográficas tendo em conta a sua relevância para o tema em análise</w:t>
      </w:r>
    </w:p>
    <w:p w14:paraId="3FCB1638" w14:textId="77777777" w:rsidR="008614AE" w:rsidRPr="0022018B" w:rsidRDefault="008614AE" w:rsidP="008614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Elaborando uma narrativa visual através de imagens fotográficas e videográficas tendo em conta o conceito criado,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distingui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séries e sequências de imagens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estabelecendo uma relação entre som e imagem</w:t>
      </w:r>
    </w:p>
    <w:p w14:paraId="6D203BBB" w14:textId="77777777" w:rsidR="008614AE" w:rsidRPr="0022018B" w:rsidRDefault="008614AE" w:rsidP="008614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uma análise crítica das imagens selecionadas e da narrativa de imagens produzida tendo em conta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 relação entre espaço e tempo, o simétrico e assimétrico, a harmonia e desarmonia, a luz e cor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i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dentifica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diferenças entre pormenor e fragmento</w:t>
      </w:r>
      <w:r w:rsidRPr="0022018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8A06987" w14:textId="77777777" w:rsidR="008614AE" w:rsidRPr="00F87025" w:rsidRDefault="008614AE" w:rsidP="008614A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CFD0570" w14:textId="77777777" w:rsidR="008614AE" w:rsidRDefault="008614AE" w:rsidP="008614A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lastRenderedPageBreak/>
        <w:t>Estúdios de fotografia publicitária ou de produto</w:t>
      </w:r>
    </w:p>
    <w:p w14:paraId="61C63F4D" w14:textId="77777777" w:rsidR="008614AE" w:rsidRDefault="008614AE" w:rsidP="008614A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0D774DDC" w14:textId="77777777" w:rsidR="008614AE" w:rsidRDefault="008614AE" w:rsidP="008614A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34F29F14" w14:textId="77777777" w:rsidR="008614AE" w:rsidRDefault="008614AE" w:rsidP="008614A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5ACD97E8" w14:textId="77777777" w:rsidR="008614AE" w:rsidRDefault="008614AE" w:rsidP="008614A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1C4990BA" w14:textId="77777777" w:rsidR="008614AE" w:rsidRDefault="008614AE" w:rsidP="008614A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73B5D4C5" w14:textId="77777777" w:rsidR="008614AE" w:rsidRPr="00984B30" w:rsidRDefault="008614AE" w:rsidP="008614AE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21B08114" w14:textId="77777777" w:rsidR="008614AE" w:rsidRPr="00F87025" w:rsidRDefault="008614AE" w:rsidP="008614A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54AB52" w14:textId="77777777" w:rsidR="008614AE" w:rsidRDefault="008614AE" w:rsidP="008614A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A3D0E1A" w14:textId="77777777" w:rsidR="008614AE" w:rsidRPr="00C34354" w:rsidRDefault="008614AE" w:rsidP="008614A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352E6D2" w14:textId="77777777" w:rsidR="008614AE" w:rsidRDefault="008614AE" w:rsidP="008614A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texto e edição gráfica</w:t>
      </w:r>
    </w:p>
    <w:p w14:paraId="3E6DC4EE" w14:textId="77777777" w:rsidR="008614AE" w:rsidRPr="000707EF" w:rsidRDefault="008614AE" w:rsidP="008614A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narrativas visuais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28B29C" w14:textId="77777777" w:rsidR="008614AE" w:rsidRPr="00F87025" w:rsidRDefault="008614AE" w:rsidP="008614A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858BD78" w14:textId="77777777" w:rsidR="008614AE" w:rsidRDefault="008614AE" w:rsidP="008614A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F69AAA3" w14:textId="77777777" w:rsidR="008614AE" w:rsidRPr="00C34354" w:rsidRDefault="008614AE" w:rsidP="008614A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13C42DC6" w14:textId="77777777" w:rsidR="008614AE" w:rsidRPr="00C34354" w:rsidRDefault="008614AE" w:rsidP="008614A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aos </w:t>
      </w:r>
      <w:r w:rsidRPr="002E20CE">
        <w:rPr>
          <w:rFonts w:ascii="Verdana Pro Light" w:eastAsia="Arial Unicode MS" w:hAnsi="Verdana Pro Light" w:cs="Arial Unicode MS"/>
          <w:sz w:val="18"/>
          <w:szCs w:val="18"/>
        </w:rPr>
        <w:t>processos narrativos através das imagens</w:t>
      </w:r>
      <w:r>
        <w:rPr>
          <w:rFonts w:ascii="Verdana Pro Light" w:eastAsia="Arial Unicode MS" w:hAnsi="Verdana Pro Light" w:cs="Arial Unicode MS"/>
          <w:sz w:val="18"/>
          <w:szCs w:val="18"/>
        </w:rPr>
        <w:t>; interrogativo com debates orientados para análise de casos de estudo de narrativas visuais e ativo para exercícios práticos de narrativas visuais.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1CB076" w14:textId="77777777" w:rsidR="008614AE" w:rsidRPr="00335AB2" w:rsidRDefault="008614AE" w:rsidP="008614A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presencial, podendo ser mista se as circunstâncias o exigirem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bookmarkEnd w:id="7"/>
    </w:p>
    <w:p w14:paraId="705288CB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400045B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32250C4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6359B30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57B5109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52B6FB3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B1EB0FE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68C55D5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64209A5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44E0FD6" w14:textId="77777777" w:rsidR="008614AE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CC6BCDB" w14:textId="77777777" w:rsidR="008614AE" w:rsidRPr="00D071F1" w:rsidRDefault="008614AE" w:rsidP="00D071F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7B1FA08" w14:textId="77777777" w:rsidR="001D4966" w:rsidRDefault="001D4966" w:rsidP="008C76A8">
      <w:pPr>
        <w:rPr>
          <w:rFonts w:ascii="Verdana Pro Light" w:hAnsi="Verdana Pro Light"/>
          <w:smallCaps/>
        </w:rPr>
      </w:pPr>
    </w:p>
    <w:p w14:paraId="45220CF4" w14:textId="77777777" w:rsidR="00462D1F" w:rsidRDefault="00462D1F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62D1F" w:rsidRPr="00136AD8" w14:paraId="63D16BDF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FE28760" w14:textId="16B46825" w:rsidR="00462D1F" w:rsidRPr="00F42D38" w:rsidRDefault="00462D1F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B253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706B4E" w14:textId="77777777" w:rsidR="00462D1F" w:rsidRPr="00F42D38" w:rsidRDefault="00462D1F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E424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peças videográficas</w:t>
            </w:r>
          </w:p>
        </w:tc>
      </w:tr>
    </w:tbl>
    <w:p w14:paraId="7424305C" w14:textId="77777777" w:rsidR="00462D1F" w:rsidRPr="00136AD8" w:rsidRDefault="00462D1F" w:rsidP="00462D1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B603E45" w14:textId="77777777" w:rsidR="00462D1F" w:rsidRDefault="00462D1F" w:rsidP="00462D1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641B8DB" w14:textId="77777777" w:rsidR="00462D1F" w:rsidRPr="003200F2" w:rsidRDefault="00462D1F" w:rsidP="00462D1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25D7097" w14:textId="77777777" w:rsidR="00462D1F" w:rsidRPr="00136AD8" w:rsidRDefault="00462D1F" w:rsidP="00462D1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62D1F" w:rsidRPr="00136AD8" w14:paraId="63533367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B53231" w14:textId="77777777" w:rsidR="00462D1F" w:rsidRPr="001B353A" w:rsidRDefault="00462D1F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62D1F" w:rsidRPr="00136AD8" w14:paraId="5B2CA085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E7D9B4" w14:textId="77777777" w:rsidR="00462D1F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objetivo da peça videográfica e identifi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público-alvo</w:t>
            </w:r>
          </w:p>
          <w:p w14:paraId="1E97755B" w14:textId="376C9A6D" w:rsidR="00462D1F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Elaborar um storybo</w:t>
            </w:r>
            <w:r w:rsidR="00280D96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 e fazer a planificação da peça videográfica</w:t>
            </w:r>
          </w:p>
          <w:p w14:paraId="337DE8EB" w14:textId="77777777" w:rsidR="00462D1F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>stabele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cer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cronograma de produção</w:t>
            </w:r>
          </w:p>
          <w:p w14:paraId="005D5671" w14:textId="77777777" w:rsidR="00462D1F" w:rsidRPr="00E763D6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76118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76118E">
              <w:rPr>
                <w:rFonts w:ascii="Verdana Pro Light" w:eastAsia="Arial Unicode MS" w:hAnsi="Verdana Pro Light" w:cs="Arial Unicode MS"/>
                <w:sz w:val="18"/>
                <w:szCs w:val="18"/>
              </w:rPr>
              <w:t>peça videográfica</w:t>
            </w:r>
          </w:p>
          <w:p w14:paraId="17C9E314" w14:textId="77777777" w:rsidR="00462D1F" w:rsidRPr="00E763D6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a edição e exportação da peça videográfica</w:t>
            </w:r>
          </w:p>
          <w:p w14:paraId="37192852" w14:textId="77777777" w:rsidR="00462D1F" w:rsidRPr="00413243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62D1F" w:rsidRPr="00136AD8" w14:paraId="6FA88FBC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16EC5A" w14:textId="77777777" w:rsidR="00462D1F" w:rsidRPr="001B353A" w:rsidRDefault="00462D1F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7610F6" w14:textId="77777777" w:rsidR="00462D1F" w:rsidRPr="001B353A" w:rsidRDefault="00462D1F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8758629" w14:textId="77777777" w:rsidR="00462D1F" w:rsidRPr="001B353A" w:rsidRDefault="00462D1F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62D1F" w:rsidRPr="00136AD8" w14:paraId="5129B69B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9F0C05" w14:textId="77777777" w:rsidR="00462D1F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611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Câmara DSLR para vídeo</w:t>
            </w:r>
          </w:p>
          <w:p w14:paraId="609CE4DF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</w:t>
            </w:r>
          </w:p>
          <w:p w14:paraId="7E051CAB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2529CE46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ajustes da câmara para captação de imagem</w:t>
            </w:r>
          </w:p>
          <w:p w14:paraId="4FDB1A89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ISO</w:t>
            </w:r>
          </w:p>
          <w:p w14:paraId="2395E212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EF289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Shutter</w:t>
            </w:r>
            <w:proofErr w:type="spellEnd"/>
          </w:p>
          <w:p w14:paraId="480EA062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 de brancos e temperaturas de cor</w:t>
            </w:r>
          </w:p>
          <w:p w14:paraId="742BB341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Fotogramas por segundo (FPS)</w:t>
            </w:r>
          </w:p>
          <w:p w14:paraId="4B88B4C8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Áudio</w:t>
            </w:r>
          </w:p>
          <w:p w14:paraId="568C3359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Lentes</w:t>
            </w:r>
          </w:p>
          <w:p w14:paraId="5B9ABD3D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Controlar os efeitos negativos do </w:t>
            </w:r>
            <w:proofErr w:type="spellStart"/>
            <w:r w:rsidRPr="00EF289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rollingshutter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br/>
            </w:r>
          </w:p>
          <w:p w14:paraId="5A5ABA2E" w14:textId="77777777" w:rsidR="00462D1F" w:rsidRDefault="00462D1F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Acessórios</w:t>
            </w: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A55B90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EF289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Sliders</w:t>
            </w:r>
            <w:proofErr w:type="spellEnd"/>
          </w:p>
          <w:p w14:paraId="13B68FE3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Tripés e suportes</w:t>
            </w:r>
          </w:p>
          <w:p w14:paraId="5DBAB282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EF289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Mattebox</w:t>
            </w:r>
            <w:proofErr w:type="spellEnd"/>
          </w:p>
          <w:p w14:paraId="5E5F0429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EF289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Followfocus</w:t>
            </w:r>
            <w:proofErr w:type="spellEnd"/>
          </w:p>
          <w:p w14:paraId="7E2F780D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Monitores</w:t>
            </w:r>
          </w:p>
          <w:p w14:paraId="7E1D7EC8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EF289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Viewfinders</w:t>
            </w:r>
            <w:proofErr w:type="spellEnd"/>
          </w:p>
          <w:p w14:paraId="4C95CCCB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Adaptadores para lentes</w:t>
            </w:r>
          </w:p>
          <w:p w14:paraId="29DE779E" w14:textId="77777777" w:rsidR="00462D1F" w:rsidRPr="001E0067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bookmarkStart w:id="8" w:name="_Hlk158563829"/>
            <w:r w:rsidRPr="00EF289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de áudio e os seus acessórios</w:t>
            </w:r>
            <w:bookmarkEnd w:id="8"/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69FA324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Gravadores externos</w:t>
            </w:r>
          </w:p>
          <w:p w14:paraId="45428581" w14:textId="77777777" w:rsidR="00462D1F" w:rsidRPr="00EF289C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Microfones</w:t>
            </w:r>
          </w:p>
          <w:p w14:paraId="24086F25" w14:textId="77777777" w:rsidR="00462D1F" w:rsidRDefault="00462D1F" w:rsidP="00462D1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Adaptadores</w:t>
            </w:r>
          </w:p>
          <w:p w14:paraId="729CAAA4" w14:textId="77777777" w:rsidR="00462D1F" w:rsidRDefault="00462D1F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Pós-produção</w:t>
            </w:r>
          </w:p>
          <w:p w14:paraId="7F4B4B5D" w14:textId="77777777" w:rsidR="00462D1F" w:rsidRPr="00EF289C" w:rsidRDefault="00462D1F" w:rsidP="00462D1F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</w:p>
          <w:p w14:paraId="06971D4F" w14:textId="77777777" w:rsidR="00462D1F" w:rsidRPr="00EF289C" w:rsidRDefault="00462D1F" w:rsidP="00462D1F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EF289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Codecs</w:t>
            </w:r>
            <w:proofErr w:type="spellEnd"/>
          </w:p>
          <w:p w14:paraId="6E4C102D" w14:textId="77777777" w:rsidR="00462D1F" w:rsidRPr="00EF289C" w:rsidRDefault="00462D1F" w:rsidP="00462D1F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Importação</w:t>
            </w:r>
          </w:p>
          <w:p w14:paraId="77157C31" w14:textId="77777777" w:rsidR="00462D1F" w:rsidRPr="00EF289C" w:rsidRDefault="00462D1F" w:rsidP="00462D1F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</w:t>
            </w:r>
          </w:p>
          <w:p w14:paraId="0E4A48BC" w14:textId="77777777" w:rsidR="00462D1F" w:rsidRPr="00EF289C" w:rsidRDefault="00462D1F" w:rsidP="00462D1F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</w:t>
            </w:r>
          </w:p>
          <w:p w14:paraId="52D4FB2F" w14:textId="77777777" w:rsidR="00462D1F" w:rsidRPr="00EF289C" w:rsidRDefault="00462D1F" w:rsidP="00462D1F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Conversão</w:t>
            </w:r>
          </w:p>
          <w:p w14:paraId="4FB51E54" w14:textId="77777777" w:rsidR="00462D1F" w:rsidRPr="00EF289C" w:rsidRDefault="00462D1F" w:rsidP="00462D1F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Softwares para edição</w:t>
            </w:r>
            <w:r w:rsidRPr="00EF2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957B3" w14:textId="77777777" w:rsidR="00462D1F" w:rsidRPr="0076118E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611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Filmar com câmaras DSLR.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8867067" w14:textId="77777777" w:rsidR="00462D1F" w:rsidRPr="0076118E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611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acessórios apropriados consoante a situação de filmagem.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92FB5C" w14:textId="77777777" w:rsidR="00462D1F" w:rsidRPr="0076118E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611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captação de áudio numa filmagem.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9C1A708" w14:textId="77777777" w:rsidR="00462D1F" w:rsidRPr="00A145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611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softwares de edição de imagem.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53190A1" w14:textId="77777777" w:rsidR="00462D1F" w:rsidRDefault="00462D1F" w:rsidP="00842F95">
            <w:pPr>
              <w:pStyle w:val="PargrafodaLista"/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866F91" w14:textId="77777777" w:rsidR="00462D1F" w:rsidRPr="00A1459C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72E9E9" w14:textId="77777777" w:rsidR="00462D1F" w:rsidRPr="00E15212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4807C" w14:textId="77777777" w:rsidR="00462D1F" w:rsidRPr="00A145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A42042A" w14:textId="77777777" w:rsidR="00462D1F" w:rsidRDefault="00462D1F" w:rsidP="00462D1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51A6A768" w14:textId="77777777" w:rsidR="00462D1F" w:rsidRPr="00A1459C" w:rsidRDefault="00462D1F" w:rsidP="00462D1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01712D35" w14:textId="77777777" w:rsidR="00462D1F" w:rsidRPr="00A145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DDFF75C" w14:textId="77777777" w:rsidR="00462D1F" w:rsidRPr="00A1459C" w:rsidRDefault="00462D1F" w:rsidP="00462D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4216B99" w14:textId="77777777" w:rsidR="00462D1F" w:rsidRPr="0076118E" w:rsidRDefault="00462D1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484F32F9" w14:textId="77777777" w:rsidR="00462D1F" w:rsidRDefault="00462D1F" w:rsidP="00462D1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634C0E" w14:textId="77777777" w:rsidR="00462D1F" w:rsidRPr="00F87025" w:rsidRDefault="00462D1F" w:rsidP="00462D1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9698781" w14:textId="77777777" w:rsidR="00462D1F" w:rsidRDefault="00462D1F" w:rsidP="00462D1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E424A">
        <w:rPr>
          <w:rFonts w:ascii="Verdana Pro Light" w:eastAsia="Arial Unicode MS" w:hAnsi="Verdana Pro Light" w:cs="Times New Roman"/>
          <w:b/>
          <w:sz w:val="18"/>
          <w:szCs w:val="18"/>
        </w:rPr>
        <w:t>Executar peças videográficas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0805892" w14:textId="3A67A027" w:rsidR="00462D1F" w:rsidRPr="005C1803" w:rsidRDefault="00462D1F" w:rsidP="00462D1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Elaborando um </w:t>
      </w:r>
      <w:r w:rsidRPr="00BC0D86">
        <w:rPr>
          <w:rFonts w:ascii="Verdana Pro Light" w:eastAsia="Arial Unicode MS" w:hAnsi="Verdana Pro Light" w:cs="Arial Unicode MS"/>
          <w:i/>
          <w:iCs/>
          <w:sz w:val="18"/>
          <w:szCs w:val="18"/>
        </w:rPr>
        <w:t>storybo</w:t>
      </w:r>
      <w:r w:rsidR="00BF3DB7"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ard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fazendo a planificação da peça videográfica para garantir uma narrativa clara tendo em conta os objetivos de comunicação e o público-alvo </w:t>
      </w:r>
    </w:p>
    <w:p w14:paraId="36D2CADB" w14:textId="77777777" w:rsidR="00462D1F" w:rsidRPr="005C1803" w:rsidRDefault="00462D1F" w:rsidP="00462D1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Estabelecendo um cronograma de produção que garanta o cumprimento dos prazos definidos</w:t>
      </w:r>
    </w:p>
    <w:p w14:paraId="4FBD0A06" w14:textId="77777777" w:rsidR="00462D1F" w:rsidRPr="005C1803" w:rsidRDefault="00462D1F" w:rsidP="00462D1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Executando a peça videográfica selecionando e manuseando os equipamentos de captação de imagem e som 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>garantindo boa iluminação, áudio limpo e composição visualmente atraente.</w:t>
      </w:r>
    </w:p>
    <w:p w14:paraId="2236798C" w14:textId="6F6ADD18" w:rsidR="00462D1F" w:rsidRPr="00B71958" w:rsidRDefault="00462D1F" w:rsidP="00462D1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>Edit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a peça videográfica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 de acordo com o </w:t>
      </w:r>
      <w:r w:rsidRPr="00BC0D86">
        <w:rPr>
          <w:rFonts w:ascii="Verdana Pro Light" w:eastAsia="Arial Unicode MS" w:hAnsi="Verdana Pro Light" w:cs="Arial Unicode MS"/>
          <w:i/>
          <w:iCs/>
          <w:sz w:val="18"/>
          <w:szCs w:val="18"/>
        </w:rPr>
        <w:t>storybo</w:t>
      </w:r>
      <w:r w:rsidR="00BF3DB7">
        <w:rPr>
          <w:rFonts w:ascii="Verdana Pro Light" w:eastAsia="Arial Unicode MS" w:hAnsi="Verdana Pro Light" w:cs="Arial Unicode MS"/>
          <w:i/>
          <w:iCs/>
          <w:sz w:val="18"/>
          <w:szCs w:val="18"/>
        </w:rPr>
        <w:t>ard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efetuando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 cortes, transições, efeitos visuais e sonoros, e correções de cor.</w:t>
      </w:r>
    </w:p>
    <w:p w14:paraId="1EE1C2E2" w14:textId="77777777" w:rsidR="00462D1F" w:rsidRPr="004330C8" w:rsidRDefault="00462D1F" w:rsidP="00462D1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5FE1578" w14:textId="77777777" w:rsidR="00462D1F" w:rsidRPr="00A1459C" w:rsidRDefault="00462D1F" w:rsidP="00462D1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F8A6D5F" w14:textId="77777777" w:rsidR="00462D1F" w:rsidRDefault="00462D1F" w:rsidP="00462D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4C9281A5" w14:textId="77777777" w:rsidR="00462D1F" w:rsidRDefault="00462D1F" w:rsidP="00462D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2B847042" w14:textId="77777777" w:rsidR="00462D1F" w:rsidRDefault="00462D1F" w:rsidP="00462D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12D35B3D" w14:textId="77777777" w:rsidR="00462D1F" w:rsidRDefault="00462D1F" w:rsidP="00462D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515FDCAB" w14:textId="77777777" w:rsidR="00462D1F" w:rsidRDefault="00462D1F" w:rsidP="00462D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65A17E16" w14:textId="77777777" w:rsidR="00462D1F" w:rsidRDefault="00462D1F" w:rsidP="00462D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5EEF69D0" w14:textId="77777777" w:rsidR="00462D1F" w:rsidRPr="00984B30" w:rsidRDefault="00462D1F" w:rsidP="00462D1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21BB4AC6" w14:textId="77777777" w:rsidR="00462D1F" w:rsidRPr="00F87025" w:rsidRDefault="00462D1F" w:rsidP="00462D1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304B39" w14:textId="77777777" w:rsidR="00462D1F" w:rsidRPr="00A1459C" w:rsidRDefault="00462D1F" w:rsidP="00462D1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CC29383" w14:textId="77777777" w:rsidR="00462D1F" w:rsidRPr="00A1459C" w:rsidRDefault="00462D1F" w:rsidP="00462D1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0FA1DF36" w14:textId="77777777" w:rsidR="00462D1F" w:rsidRPr="00A1459C" w:rsidRDefault="00462D1F" w:rsidP="00462D1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Câmaras </w:t>
      </w:r>
      <w:r>
        <w:rPr>
          <w:rFonts w:ascii="Verdana Pro Light" w:eastAsia="Arial Unicode MS" w:hAnsi="Verdana Pro Light" w:cs="Arial Unicode MS"/>
          <w:sz w:val="18"/>
          <w:szCs w:val="18"/>
        </w:rPr>
        <w:t>DSLR</w:t>
      </w:r>
    </w:p>
    <w:p w14:paraId="4FFCCD31" w14:textId="77777777" w:rsidR="00462D1F" w:rsidRDefault="00462D1F" w:rsidP="00462D1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cessórios </w:t>
      </w:r>
      <w:r>
        <w:rPr>
          <w:rFonts w:ascii="Verdana Pro Light" w:eastAsia="Arial Unicode MS" w:hAnsi="Verdana Pro Light" w:cs="Arial Unicode MS"/>
          <w:sz w:val="18"/>
          <w:szCs w:val="18"/>
        </w:rPr>
        <w:t>para câmaras DSLR</w:t>
      </w:r>
    </w:p>
    <w:p w14:paraId="3058C1F2" w14:textId="77777777" w:rsidR="00462D1F" w:rsidRPr="00A1459C" w:rsidRDefault="00462D1F" w:rsidP="00462D1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EF289C">
        <w:rPr>
          <w:rFonts w:ascii="Verdana Pro Light" w:eastAsia="Arial Unicode MS" w:hAnsi="Verdana Pro Light" w:cs="Arial Unicode MS"/>
          <w:sz w:val="18"/>
          <w:szCs w:val="18"/>
        </w:rPr>
        <w:t>Equipamento de áudio e acessórios</w:t>
      </w:r>
    </w:p>
    <w:p w14:paraId="58151F07" w14:textId="77777777" w:rsidR="00462D1F" w:rsidRPr="00A1459C" w:rsidRDefault="00462D1F" w:rsidP="00462D1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3D543FA3" w14:textId="77777777" w:rsidR="00462D1F" w:rsidRPr="00A1459C" w:rsidRDefault="00462D1F" w:rsidP="00462D1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peças videográficas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41A1FDD" w14:textId="77777777" w:rsidR="00462D1F" w:rsidRPr="00F87025" w:rsidRDefault="00462D1F" w:rsidP="00462D1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9453E58" w14:textId="77777777" w:rsidR="00462D1F" w:rsidRDefault="00462D1F" w:rsidP="00462D1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075A6BC" w14:textId="77777777" w:rsidR="00462D1F" w:rsidRPr="00A1459C" w:rsidRDefault="00462D1F" w:rsidP="00462D1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4C8A624C" w14:textId="77777777" w:rsidR="00462D1F" w:rsidRPr="00A1459C" w:rsidRDefault="00462D1F" w:rsidP="00462D1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>xecu</w:t>
      </w:r>
      <w:r>
        <w:rPr>
          <w:rFonts w:ascii="Verdana Pro Light" w:eastAsia="Arial Unicode MS" w:hAnsi="Verdana Pro Light" w:cs="Arial Unicode MS"/>
          <w:sz w:val="18"/>
          <w:szCs w:val="18"/>
        </w:rPr>
        <w:t>ção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>peças videográficas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>xecu</w:t>
      </w:r>
      <w:r>
        <w:rPr>
          <w:rFonts w:ascii="Verdana Pro Light" w:eastAsia="Arial Unicode MS" w:hAnsi="Verdana Pro Light" w:cs="Arial Unicode MS"/>
          <w:sz w:val="18"/>
          <w:szCs w:val="18"/>
        </w:rPr>
        <w:t>ção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>peças videográficas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E9DBF1" w14:textId="77777777" w:rsidR="00462D1F" w:rsidRPr="00A1459C" w:rsidRDefault="00462D1F" w:rsidP="00462D1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lastRenderedPageBreak/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DA7A0B0" w14:textId="77777777" w:rsidR="00462D1F" w:rsidRPr="00A1459C" w:rsidRDefault="00462D1F" w:rsidP="00462D1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2CC6EC1" w14:textId="77777777" w:rsidR="00462D1F" w:rsidRPr="00FB0136" w:rsidRDefault="00462D1F" w:rsidP="00462D1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Câmaras DSLR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Acessórios para câmaras DSLR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Equipamento de áudio e acessórios</w:t>
      </w:r>
    </w:p>
    <w:p w14:paraId="1F64FA49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73A3DB10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6181533C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2AF9C966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3D84AA0F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3E8B9EDF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684E1667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1FD9DCF5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513CA7DA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66F48748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0F6FD29A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1FA4C31E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7A959174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505F8968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092891C5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12AAAFB0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7FC49448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597F6F5B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110BB021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6430D03C" w14:textId="77777777" w:rsidR="00462D1F" w:rsidRDefault="00462D1F" w:rsidP="008C76A8">
      <w:pPr>
        <w:rPr>
          <w:rFonts w:ascii="Verdana Pro Light" w:hAnsi="Verdana Pro Light"/>
          <w:smallCaps/>
        </w:rPr>
      </w:pPr>
    </w:p>
    <w:p w14:paraId="567ABFDC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51F24393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55B29EBA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6A558C0D" w14:textId="77777777" w:rsidR="00462D1F" w:rsidRDefault="00462D1F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61471" w:rsidRPr="00136AD8" w14:paraId="40DBE3A9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9BB410" w14:textId="41D6FE07" w:rsidR="00C61471" w:rsidRPr="00F42D38" w:rsidRDefault="00C61471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B2538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75772CD" w14:textId="77777777" w:rsidR="00C61471" w:rsidRPr="00F42D38" w:rsidRDefault="00C61471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05AF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projetos de fotojornalismo e fotografia de reportagem</w:t>
            </w:r>
          </w:p>
        </w:tc>
      </w:tr>
    </w:tbl>
    <w:p w14:paraId="4EB9A548" w14:textId="77777777" w:rsidR="00C61471" w:rsidRPr="00136AD8" w:rsidRDefault="00C61471" w:rsidP="00C614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06A1A9" w14:textId="77777777" w:rsidR="00C61471" w:rsidRDefault="00C61471" w:rsidP="00C614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0749673" w14:textId="77777777" w:rsidR="00C61471" w:rsidRPr="003200F2" w:rsidRDefault="00C61471" w:rsidP="00C614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3BCB39C" w14:textId="77777777" w:rsidR="00C61471" w:rsidRPr="00136AD8" w:rsidRDefault="00C61471" w:rsidP="00C614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61471" w:rsidRPr="00136AD8" w14:paraId="663A78FB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434F00" w14:textId="77777777" w:rsidR="00C61471" w:rsidRPr="001B353A" w:rsidRDefault="00C6147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61471" w:rsidRPr="00136AD8" w14:paraId="3F77FA5A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0280C" w14:textId="77777777" w:rsidR="00C61471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>Pesquis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sobre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contexto e as principais questões envolvidas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no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tema ou evento a ser coberto</w:t>
            </w:r>
          </w:p>
          <w:p w14:paraId="744D3FA7" w14:textId="77777777" w:rsidR="00C61471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>Obte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autorizações necessárias para aced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aos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>locais e eventos</w:t>
            </w:r>
          </w:p>
          <w:p w14:paraId="528FEE11" w14:textId="77777777" w:rsidR="00C61471" w:rsidRPr="00E763D6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>Verifi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prepar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equipamento fotográfico</w:t>
            </w:r>
          </w:p>
          <w:p w14:paraId="76ACDA83" w14:textId="77777777" w:rsidR="00C61471" w:rsidRPr="00E763D6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reportage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fotográfica</w:t>
            </w:r>
          </w:p>
          <w:p w14:paraId="6047D9B6" w14:textId="77777777" w:rsidR="00C61471" w:rsidRPr="00413243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Selecionar, editar e exportar as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61471" w:rsidRPr="00136AD8" w14:paraId="23315028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CC235C" w14:textId="77777777" w:rsidR="00C61471" w:rsidRPr="001B353A" w:rsidRDefault="00C61471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758A5D" w14:textId="77777777" w:rsidR="00C61471" w:rsidRPr="001B353A" w:rsidRDefault="00C6147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49FB10" w14:textId="77777777" w:rsidR="00C61471" w:rsidRPr="001B353A" w:rsidRDefault="00C61471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61471" w:rsidRPr="00136AD8" w14:paraId="157CC4A0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CE2FA" w14:textId="77777777" w:rsidR="00C61471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Órgãos de comunicação social escrita e on-line</w:t>
            </w:r>
          </w:p>
          <w:p w14:paraId="75FC5F7E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Jornais</w:t>
            </w:r>
          </w:p>
          <w:p w14:paraId="6DE85A55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Revistas</w:t>
            </w:r>
          </w:p>
          <w:p w14:paraId="05DE6EEF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Sites</w:t>
            </w:r>
          </w:p>
          <w:p w14:paraId="41528AA2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Agências de imagem</w:t>
            </w:r>
          </w:p>
          <w:p w14:paraId="169D5174" w14:textId="77777777" w:rsidR="00C61471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Bancos de Imagem</w:t>
            </w:r>
          </w:p>
          <w:p w14:paraId="2C4A987F" w14:textId="77777777" w:rsidR="00C61471" w:rsidRPr="009C5DFC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do fotojornalista:</w:t>
            </w:r>
          </w:p>
          <w:p w14:paraId="44C9134F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Câmaras</w:t>
            </w:r>
          </w:p>
          <w:p w14:paraId="70F68900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Flashes</w:t>
            </w:r>
          </w:p>
          <w:p w14:paraId="3CF2B3E5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 de memória</w:t>
            </w:r>
          </w:p>
          <w:p w14:paraId="45EC2B70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Computador</w:t>
            </w:r>
          </w:p>
          <w:p w14:paraId="104B39F6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Softwares de imagem</w:t>
            </w:r>
          </w:p>
          <w:p w14:paraId="30FB56C7" w14:textId="77777777" w:rsidR="00C61471" w:rsidRPr="001E0067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Reportagem de atualidade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53CE3EA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Social</w:t>
            </w:r>
          </w:p>
          <w:p w14:paraId="7C0056C1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Política</w:t>
            </w:r>
          </w:p>
          <w:p w14:paraId="340D26A5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Retrato jornalístico</w:t>
            </w:r>
          </w:p>
          <w:p w14:paraId="77905D95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Reportagem de rua</w:t>
            </w:r>
          </w:p>
          <w:p w14:paraId="78630E91" w14:textId="77777777" w:rsidR="00C61471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Metodologia e organização de uma reportagem fotográfica</w:t>
            </w:r>
          </w:p>
          <w:p w14:paraId="0B32D12E" w14:textId="77777777" w:rsidR="00C61471" w:rsidRDefault="00C61471" w:rsidP="00842F95">
            <w:pPr>
              <w:pStyle w:val="PargrafodaLista"/>
              <w:numPr>
                <w:ilvl w:val="0"/>
                <w:numId w:val="13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princípios deontológicos</w:t>
            </w:r>
          </w:p>
          <w:p w14:paraId="378F98F8" w14:textId="77777777" w:rsidR="00C61471" w:rsidRPr="00C24F49" w:rsidRDefault="00C61471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AEC31F8" w14:textId="77777777" w:rsidR="00C61471" w:rsidRPr="000832D5" w:rsidRDefault="00C61471" w:rsidP="00C61471">
            <w:pPr>
              <w:pStyle w:val="PargrafodaLista"/>
              <w:numPr>
                <w:ilvl w:val="0"/>
                <w:numId w:val="29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 de custos associado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7245C2B2" w14:textId="77777777" w:rsidR="00C61471" w:rsidRPr="00376553" w:rsidRDefault="00C61471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Organização e arquivo da fotografia de reportagem</w:t>
            </w:r>
          </w:p>
          <w:p w14:paraId="794B0B11" w14:textId="77777777" w:rsidR="00C61471" w:rsidRDefault="00C61471" w:rsidP="00C61471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de pastas</w:t>
            </w:r>
          </w:p>
          <w:p w14:paraId="4EF4744D" w14:textId="77777777" w:rsidR="00C61471" w:rsidRDefault="00C61471" w:rsidP="00C61471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e resoluções</w:t>
            </w:r>
          </w:p>
          <w:p w14:paraId="131E81D2" w14:textId="77777777" w:rsidR="00C61471" w:rsidRDefault="00C61471" w:rsidP="00C61471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Legendas</w:t>
            </w:r>
          </w:p>
          <w:p w14:paraId="14671295" w14:textId="77777777" w:rsidR="00C61471" w:rsidRPr="00376553" w:rsidRDefault="00C61471" w:rsidP="00C61471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omenclatura de ficheiros</w:t>
            </w:r>
          </w:p>
          <w:p w14:paraId="5140A7EF" w14:textId="77777777" w:rsidR="00C61471" w:rsidRPr="00376553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75271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papel do fotojornalista na sociedade.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A291FD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aspetos técnicos para a prática da atividade.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BC7880C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Veicular a informação através de imagens.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0BB3F34" w14:textId="77777777" w:rsidR="00C61471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princípios de ética e deontologia.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A7477B3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uma sessão fotográfica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120BE49" w14:textId="77777777" w:rsidR="00C61471" w:rsidRPr="009C5DF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Arquivar as imagens nos respetivos formatos, identificando os campos essenciais das mesmas.</w:t>
            </w:r>
          </w:p>
          <w:p w14:paraId="6030A918" w14:textId="77777777" w:rsidR="00C61471" w:rsidRPr="00A1459C" w:rsidRDefault="00C61471" w:rsidP="00842F95">
            <w:pPr>
              <w:pStyle w:val="PargrafodaLista"/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5D3EEDD" w14:textId="77777777" w:rsidR="00C61471" w:rsidRDefault="00C61471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7F5DDD" w14:textId="77777777" w:rsidR="00C61471" w:rsidRPr="00A1459C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40CF5D" w14:textId="77777777" w:rsidR="00C61471" w:rsidRPr="00E15212" w:rsidRDefault="00C61471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FE1CC" w14:textId="77777777" w:rsidR="00C61471" w:rsidRPr="00A1459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05664619" w14:textId="77777777" w:rsidR="00C61471" w:rsidRPr="00A1459C" w:rsidRDefault="00C61471" w:rsidP="00C614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3F9BF1A4" w14:textId="77777777" w:rsidR="00C61471" w:rsidRPr="00A1459C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C920222" w14:textId="77777777" w:rsidR="00C61471" w:rsidRDefault="00C61471" w:rsidP="00C614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868BF38" w14:textId="77777777" w:rsidR="00C61471" w:rsidRPr="009C5DFC" w:rsidRDefault="00C61471" w:rsidP="00842F95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6E8FFC93" w14:textId="77777777" w:rsidR="00C61471" w:rsidRDefault="00C61471" w:rsidP="00C614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4D97410" w14:textId="77777777" w:rsidR="00C61471" w:rsidRPr="00F87025" w:rsidRDefault="00C61471" w:rsidP="00C614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5464994" w14:textId="77777777" w:rsidR="00C61471" w:rsidRDefault="00C61471" w:rsidP="00C614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05AF5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Realizar projetos de fotojornalismo e fotografia de reportagem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4817C59" w14:textId="77777777" w:rsidR="00C61471" w:rsidRDefault="00C61471" w:rsidP="00C614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Demonstrando conhecimento sobre 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>o contexto e as principais questões envolvidas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no 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>tema ou evento a ser coberto</w:t>
      </w:r>
    </w:p>
    <w:p w14:paraId="668C240B" w14:textId="77777777" w:rsidR="00C61471" w:rsidRPr="005C1803" w:rsidRDefault="00C61471" w:rsidP="00C614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Garantido que tem as autorizações necessárias para fotografar </w:t>
      </w:r>
      <w:r w:rsidRPr="00376553">
        <w:rPr>
          <w:rFonts w:ascii="Verdana Pro Light" w:eastAsia="Arial Unicode MS" w:hAnsi="Verdana Pro Light" w:cs="Arial Unicode MS"/>
          <w:sz w:val="18"/>
          <w:szCs w:val="18"/>
        </w:rPr>
        <w:t>pessoas, propriedades e eventos</w:t>
      </w:r>
    </w:p>
    <w:p w14:paraId="294F9F4D" w14:textId="77777777" w:rsidR="00C61471" w:rsidRDefault="00C61471" w:rsidP="00C614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CD3. Selecionando as câmaras fotográficas e objetivas tendo em conta as suas características e os objetivos da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imagens a captar</w:t>
      </w:r>
    </w:p>
    <w:p w14:paraId="6E9F16A0" w14:textId="77777777" w:rsidR="00C61471" w:rsidRDefault="00C61471" w:rsidP="00C614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>Efetua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 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>reportage</w:t>
      </w:r>
      <w:r>
        <w:rPr>
          <w:rFonts w:ascii="Verdana Pro Light" w:eastAsia="Arial Unicode MS" w:hAnsi="Verdana Pro Light" w:cs="Arial Unicode MS"/>
          <w:sz w:val="18"/>
          <w:szCs w:val="18"/>
        </w:rPr>
        <w:t>m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 xml:space="preserve"> fotográfica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, sabendo posicionar-se para </w:t>
      </w:r>
      <w:r w:rsidRPr="00F309FC">
        <w:rPr>
          <w:rFonts w:ascii="Verdana Pro Light" w:eastAsia="Arial Unicode MS" w:hAnsi="Verdana Pro Light" w:cs="Arial Unicode MS"/>
          <w:sz w:val="18"/>
          <w:szCs w:val="18"/>
        </w:rPr>
        <w:t>capt</w:t>
      </w:r>
      <w:r>
        <w:rPr>
          <w:rFonts w:ascii="Verdana Pro Light" w:eastAsia="Arial Unicode MS" w:hAnsi="Verdana Pro Light" w:cs="Arial Unicode MS"/>
          <w:sz w:val="18"/>
          <w:szCs w:val="18"/>
        </w:rPr>
        <w:t>ar</w:t>
      </w:r>
      <w:r w:rsidRPr="00F309FC">
        <w:rPr>
          <w:rFonts w:ascii="Verdana Pro Light" w:eastAsia="Arial Unicode MS" w:hAnsi="Verdana Pro Light" w:cs="Arial Unicode MS"/>
          <w:sz w:val="18"/>
          <w:szCs w:val="18"/>
        </w:rPr>
        <w:t xml:space="preserve"> a essência do tema ou evento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a ser coberto e tendo em conta os princípios éticos e deontológicos</w:t>
      </w:r>
    </w:p>
    <w:p w14:paraId="6833E72B" w14:textId="77777777" w:rsidR="00C61471" w:rsidRDefault="00C61471" w:rsidP="00C614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309FC">
        <w:rPr>
          <w:rFonts w:ascii="Verdana Pro Light" w:eastAsia="Arial Unicode MS" w:hAnsi="Verdana Pro Light" w:cs="Arial Unicode MS"/>
          <w:sz w:val="18"/>
          <w:szCs w:val="18"/>
        </w:rPr>
        <w:t xml:space="preserve">elecionando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as imagens </w:t>
      </w:r>
      <w:r w:rsidRPr="00F309FC">
        <w:rPr>
          <w:rFonts w:ascii="Verdana Pro Light" w:eastAsia="Arial Unicode MS" w:hAnsi="Verdana Pro Light" w:cs="Arial Unicode MS"/>
          <w:sz w:val="18"/>
          <w:szCs w:val="18"/>
        </w:rPr>
        <w:t>que melhor representam o tema ou evento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fazendo </w:t>
      </w:r>
      <w:r w:rsidRPr="00F309FC">
        <w:rPr>
          <w:rFonts w:ascii="Verdana Pro Light" w:eastAsia="Arial Unicode MS" w:hAnsi="Verdana Pro Light" w:cs="Arial Unicode MS"/>
          <w:sz w:val="18"/>
          <w:szCs w:val="18"/>
        </w:rPr>
        <w:t>edições básicas para ajustar exposição, contraste e cor, mantendo a autenticidade das imagens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A383DF4" w14:textId="77777777" w:rsidR="00C61471" w:rsidRPr="004330C8" w:rsidRDefault="00C61471" w:rsidP="00C6147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AAD919B" w14:textId="77777777" w:rsidR="00C61471" w:rsidRPr="00A1459C" w:rsidRDefault="00C61471" w:rsidP="00C614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FB7CA96" w14:textId="77777777" w:rsidR="00C61471" w:rsidRDefault="00C61471" w:rsidP="00C614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48E3D02E" w14:textId="77777777" w:rsidR="00C61471" w:rsidRDefault="00C61471" w:rsidP="00C614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66B65FEE" w14:textId="77777777" w:rsidR="00C61471" w:rsidRDefault="00C61471" w:rsidP="00C614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7D8B2AE3" w14:textId="77777777" w:rsidR="00C61471" w:rsidRPr="00CD4CF0" w:rsidRDefault="00C61471" w:rsidP="00C614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EF94937" w14:textId="77777777" w:rsidR="00C61471" w:rsidRPr="00F87025" w:rsidRDefault="00C61471" w:rsidP="00C614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C7A9B79" w14:textId="77777777" w:rsidR="00C61471" w:rsidRPr="00A1459C" w:rsidRDefault="00C61471" w:rsidP="00C614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6AB384A" w14:textId="77777777" w:rsidR="00C61471" w:rsidRPr="00A1459C" w:rsidRDefault="00C61471" w:rsidP="00C614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119B45BA" w14:textId="77777777" w:rsidR="00C61471" w:rsidRPr="00A1459C" w:rsidRDefault="00C61471" w:rsidP="00C614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0CCEB80E" w14:textId="77777777" w:rsidR="00C61471" w:rsidRPr="00A1459C" w:rsidRDefault="00C61471" w:rsidP="00C614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7177AF80" w14:textId="77777777" w:rsidR="00C61471" w:rsidRPr="00A1459C" w:rsidRDefault="00C61471" w:rsidP="00C614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0964A0">
        <w:rPr>
          <w:rFonts w:ascii="Verdana Pro Light" w:eastAsia="Arial Unicode MS" w:hAnsi="Verdana Pro Light" w:cs="Arial Unicode MS"/>
          <w:sz w:val="18"/>
          <w:szCs w:val="18"/>
        </w:rPr>
        <w:t>fotojornalismo e fotografia de reportagem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794A71B" w14:textId="77777777" w:rsidR="00C61471" w:rsidRPr="00F87025" w:rsidRDefault="00C61471" w:rsidP="00C614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CDB75F9" w14:textId="77777777" w:rsidR="00C61471" w:rsidRDefault="00C61471" w:rsidP="00C614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A49B004" w14:textId="77777777" w:rsidR="00C61471" w:rsidRPr="00A1459C" w:rsidRDefault="00C61471" w:rsidP="00C6147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07F26C23" w14:textId="77777777" w:rsidR="00C61471" w:rsidRPr="00A1459C" w:rsidRDefault="00C61471" w:rsidP="00C614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>ao</w:t>
      </w:r>
      <w:r w:rsidRPr="000964A0">
        <w:rPr>
          <w:rFonts w:ascii="Verdana Pro Light" w:eastAsia="Arial Unicode MS" w:hAnsi="Verdana Pro Light" w:cs="Arial Unicode MS"/>
          <w:sz w:val="18"/>
          <w:szCs w:val="18"/>
        </w:rPr>
        <w:t xml:space="preserve"> fotojornalismo e fotografia de reportagem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e ativo para desenvolvimento de um projeto prático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0964A0">
        <w:rPr>
          <w:rFonts w:ascii="Verdana Pro Light" w:eastAsia="Arial Unicode MS" w:hAnsi="Verdana Pro Light" w:cs="Arial Unicode MS"/>
          <w:sz w:val="18"/>
          <w:szCs w:val="18"/>
        </w:rPr>
        <w:t>fotojornalismo e fotografia de reportagem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2B36A7" w14:textId="77777777" w:rsidR="00C61471" w:rsidRPr="00A1459C" w:rsidRDefault="00C61471" w:rsidP="00C6147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BB5BE69" w14:textId="2656850F" w:rsidR="00C61471" w:rsidRPr="00C61471" w:rsidRDefault="00C61471" w:rsidP="00C6147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C00C619" w14:textId="1A0061D4" w:rsidR="00462D1F" w:rsidRPr="00C61471" w:rsidRDefault="00C61471" w:rsidP="00C6147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C61471">
        <w:rPr>
          <w:rFonts w:ascii="Verdana Pro Light" w:hAnsi="Verdana Pro Light"/>
          <w:smallCaps/>
        </w:rPr>
        <w:t>Recursos indispensáveis</w:t>
      </w:r>
      <w:r w:rsidRPr="00C61471">
        <w:rPr>
          <w:rFonts w:ascii="Verdana Pro Light" w:hAnsi="Verdana Pro Light"/>
          <w:smallCaps/>
        </w:rPr>
        <w:br/>
      </w:r>
      <w:r w:rsidRPr="00C61471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</w:p>
    <w:p w14:paraId="5DD77F30" w14:textId="77777777" w:rsidR="00C61471" w:rsidRDefault="00C61471" w:rsidP="00C6147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1E848D4" w14:textId="77777777" w:rsidR="00C61471" w:rsidRPr="00C61471" w:rsidRDefault="00C61471" w:rsidP="00C6147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C5502A7" w14:textId="77777777" w:rsidR="00462D1F" w:rsidRDefault="00462D1F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B3C02" w:rsidRPr="00136AD8" w14:paraId="1006AC31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9AD88C5" w14:textId="46FCE8D8" w:rsidR="00AB3C02" w:rsidRPr="00F42D38" w:rsidRDefault="00AB3C02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6C415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164B880" w14:textId="77777777" w:rsidR="00AB3C02" w:rsidRPr="00F42D38" w:rsidRDefault="00AB3C02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0300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reportagens fotográficas de fundo</w:t>
            </w:r>
          </w:p>
        </w:tc>
      </w:tr>
    </w:tbl>
    <w:p w14:paraId="6B089549" w14:textId="77777777" w:rsidR="00AB3C02" w:rsidRPr="00136AD8" w:rsidRDefault="00AB3C02" w:rsidP="00AB3C0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5413C8" w14:textId="77777777" w:rsidR="00AB3C02" w:rsidRDefault="00AB3C02" w:rsidP="00AB3C0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0B87C470" w14:textId="77777777" w:rsidR="00AB3C02" w:rsidRPr="003200F2" w:rsidRDefault="00AB3C02" w:rsidP="00AB3C0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287BBED" w14:textId="77777777" w:rsidR="00AB3C02" w:rsidRPr="00136AD8" w:rsidRDefault="00AB3C02" w:rsidP="00AB3C0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B3C02" w:rsidRPr="00136AD8" w14:paraId="51F1D0C2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4158A0" w14:textId="77777777" w:rsidR="00AB3C02" w:rsidRPr="001B353A" w:rsidRDefault="00AB3C02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B3C02" w:rsidRPr="00136AD8" w14:paraId="32ABAD41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28C20" w14:textId="77777777" w:rsidR="00AB3C02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t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ópico ou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>ssunto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p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esquisar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ontexto </w:t>
            </w:r>
          </w:p>
          <w:p w14:paraId="422685CF" w14:textId="77777777" w:rsidR="00AB3C02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460A7D">
              <w:rPr>
                <w:rFonts w:ascii="Verdana Pro Light" w:eastAsia="Arial Unicode MS" w:hAnsi="Verdana Pro Light" w:cs="Arial Unicode MS"/>
                <w:sz w:val="18"/>
                <w:szCs w:val="18"/>
              </w:rPr>
              <w:t>obertura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preparar o material fotográfico</w:t>
            </w:r>
          </w:p>
          <w:p w14:paraId="5AE83C66" w14:textId="77777777" w:rsidR="00AB3C02" w:rsidRPr="00E763D6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reportage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fotográfica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fundo</w:t>
            </w:r>
          </w:p>
          <w:p w14:paraId="1A620BF8" w14:textId="77777777" w:rsidR="00AB3C02" w:rsidRPr="00E763D6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 Selecionar, editar e exportar as imagens </w:t>
            </w:r>
          </w:p>
          <w:p w14:paraId="3E71E6AF" w14:textId="77777777" w:rsidR="00AB3C02" w:rsidRPr="00413243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 Elaborar as legendas das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B3C02" w:rsidRPr="00136AD8" w14:paraId="75EC8868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225CBE" w14:textId="77777777" w:rsidR="00AB3C02" w:rsidRPr="001B353A" w:rsidRDefault="00AB3C02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4CE5D3" w14:textId="77777777" w:rsidR="00AB3C02" w:rsidRPr="001B353A" w:rsidRDefault="00AB3C02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519B2C8" w14:textId="77777777" w:rsidR="00AB3C02" w:rsidRPr="001B353A" w:rsidRDefault="00AB3C02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B3C02" w:rsidRPr="00136AD8" w14:paraId="44D1EDBF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F166" w14:textId="77777777" w:rsidR="00AB3C02" w:rsidRPr="00BD44CB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Fotodocumentalismo e jornalismo fotográfico</w:t>
            </w:r>
          </w:p>
          <w:p w14:paraId="5FEE9405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5EB165F9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meios de comunicação</w:t>
            </w:r>
          </w:p>
          <w:p w14:paraId="56A1D959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assuntos</w:t>
            </w:r>
          </w:p>
          <w:p w14:paraId="1A1C07A5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informação</w:t>
            </w:r>
          </w:p>
          <w:p w14:paraId="405E1664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da investigação fotográfica</w:t>
            </w:r>
          </w:p>
          <w:p w14:paraId="748DBECF" w14:textId="77777777" w:rsidR="00AB3C02" w:rsidRPr="00D505E4" w:rsidRDefault="00AB3C02" w:rsidP="00842F95">
            <w:pPr>
              <w:pStyle w:val="PargrafodaLista"/>
              <w:numPr>
                <w:ilvl w:val="0"/>
                <w:numId w:val="13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deontológicos</w:t>
            </w:r>
          </w:p>
          <w:p w14:paraId="7CDE0C26" w14:textId="77777777" w:rsidR="00AB3C02" w:rsidRPr="009C5DFC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do fotojornalista:</w:t>
            </w:r>
          </w:p>
          <w:p w14:paraId="6D84FEDE" w14:textId="77777777" w:rsidR="00AB3C02" w:rsidRPr="009C5DFC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Câmaras</w:t>
            </w:r>
          </w:p>
          <w:p w14:paraId="22328E99" w14:textId="77777777" w:rsidR="00AB3C02" w:rsidRPr="009C5DFC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Flashes</w:t>
            </w:r>
          </w:p>
          <w:p w14:paraId="0895587B" w14:textId="77777777" w:rsidR="00AB3C02" w:rsidRPr="009C5DFC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 de memória</w:t>
            </w:r>
          </w:p>
          <w:p w14:paraId="64701271" w14:textId="77777777" w:rsidR="00AB3C02" w:rsidRPr="009C5DFC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Computador</w:t>
            </w:r>
          </w:p>
          <w:p w14:paraId="3A8055E3" w14:textId="77777777" w:rsidR="00AB3C02" w:rsidRPr="009C5DFC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Softwares de imagem</w:t>
            </w:r>
          </w:p>
          <w:p w14:paraId="686BC153" w14:textId="77777777" w:rsidR="00AB3C02" w:rsidRPr="001E0067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Planeamento e organização da reportagem de fundo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8E48185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Memória descritiva</w:t>
            </w:r>
          </w:p>
          <w:p w14:paraId="4149822A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de financiamento e apoios necessários</w:t>
            </w:r>
          </w:p>
          <w:p w14:paraId="3C135D99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Acreditações e licenças</w:t>
            </w:r>
          </w:p>
          <w:p w14:paraId="4DFA9657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Calendarização</w:t>
            </w:r>
          </w:p>
          <w:p w14:paraId="216666B1" w14:textId="77777777" w:rsidR="00AB3C02" w:rsidRPr="00376553" w:rsidRDefault="00AB3C02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Organização e arquivo da fotografia de reportagem</w:t>
            </w:r>
          </w:p>
          <w:p w14:paraId="707E5B08" w14:textId="77777777" w:rsidR="00AB3C02" w:rsidRDefault="00AB3C02" w:rsidP="00AB3C02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de pastas</w:t>
            </w:r>
          </w:p>
          <w:p w14:paraId="3A772DBB" w14:textId="77777777" w:rsidR="00AB3C02" w:rsidRDefault="00AB3C02" w:rsidP="00AB3C02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e resoluções</w:t>
            </w:r>
          </w:p>
          <w:p w14:paraId="09222119" w14:textId="77777777" w:rsidR="00AB3C02" w:rsidRDefault="00AB3C02" w:rsidP="00AB3C02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Legendas</w:t>
            </w:r>
          </w:p>
          <w:p w14:paraId="7D5C7E77" w14:textId="77777777" w:rsidR="00AB3C02" w:rsidRDefault="00AB3C02" w:rsidP="00AB3C02">
            <w:pPr>
              <w:pStyle w:val="PargrafodaLista"/>
              <w:numPr>
                <w:ilvl w:val="0"/>
                <w:numId w:val="30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3765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omenclatura de ficheiros</w:t>
            </w:r>
          </w:p>
          <w:p w14:paraId="606C98E2" w14:textId="77777777" w:rsidR="00AB3C02" w:rsidRPr="00D505E4" w:rsidRDefault="00AB3C02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505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Desenvolvimento, organização e apresentação do trabalho de fotografia documental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1320778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e paginação fotográfica</w:t>
            </w:r>
          </w:p>
          <w:p w14:paraId="605BBFC3" w14:textId="643F9273" w:rsidR="00AB3C02" w:rsidRPr="006C415E" w:rsidRDefault="00AB3C02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Portefólio profissional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892FA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as áreas da fotografia documental e de reportagem de fundo.</w:t>
            </w:r>
          </w:p>
          <w:p w14:paraId="218B5352" w14:textId="77777777" w:rsidR="00AB3C02" w:rsidRPr="009C5DFC" w:rsidRDefault="00AB3C02" w:rsidP="00842F95">
            <w:pPr>
              <w:pStyle w:val="PargrafodaLista"/>
              <w:spacing w:before="120" w:after="0" w:line="276" w:lineRule="auto"/>
              <w:ind w:left="33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0823BD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aspetos técnicos para a prática da atividade.</w:t>
            </w:r>
          </w:p>
          <w:p w14:paraId="484FF748" w14:textId="77777777" w:rsidR="00AB3C02" w:rsidRPr="00BD44CB" w:rsidRDefault="00AB3C02" w:rsidP="00842F95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CE551B" w14:textId="77777777" w:rsidR="00AB3C02" w:rsidRPr="009C5DFC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métodos de investigação para preparar uma reportagem de fundo.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CA3BF62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Veicular a informação através de imagens.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0F1CC86" w14:textId="77777777" w:rsidR="00AB3C02" w:rsidRPr="009C5DFC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Legendar imagens de forma descritiva e informativa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73FF3D0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princípios de ética e deontologia.</w:t>
            </w: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B79692D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38" w:hanging="20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5D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Arquivar as imagens nos respetivos formatos, identificando os campos essenciais das mesmas.</w:t>
            </w:r>
          </w:p>
          <w:p w14:paraId="0BC4B6E5" w14:textId="77777777" w:rsidR="00AB3C02" w:rsidRDefault="00AB3C02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A936FA" w14:textId="77777777" w:rsidR="00AB3C02" w:rsidRPr="00A1459C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AEC8BF" w14:textId="77777777" w:rsidR="00AB3C02" w:rsidRPr="00E15212" w:rsidRDefault="00AB3C02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81C81" w14:textId="77777777" w:rsidR="00AB3C02" w:rsidRPr="00A1459C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54A67E3" w14:textId="77777777" w:rsidR="00AB3C02" w:rsidRPr="00A1459C" w:rsidRDefault="00AB3C02" w:rsidP="00AB3C0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4280664D" w14:textId="77777777" w:rsidR="00AB3C02" w:rsidRPr="00A1459C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2E1751C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E56848C" w14:textId="77777777" w:rsidR="00AB3C02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jc w:val="both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</w:t>
            </w:r>
          </w:p>
          <w:p w14:paraId="4827AC60" w14:textId="77777777" w:rsidR="00AB3C02" w:rsidRPr="00BD44CB" w:rsidRDefault="00AB3C02" w:rsidP="00AB3C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44C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350CBD96" w14:textId="77777777" w:rsidR="00AB3C02" w:rsidRPr="009C5DFC" w:rsidRDefault="00AB3C02" w:rsidP="00842F95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449A9273" w14:textId="77777777" w:rsidR="00AB3C02" w:rsidRDefault="00AB3C02" w:rsidP="00AB3C0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8F12C5A" w14:textId="77777777" w:rsidR="00AB3C02" w:rsidRPr="00F87025" w:rsidRDefault="00AB3C02" w:rsidP="00AB3C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73F6C15" w14:textId="77777777" w:rsidR="00AB3C02" w:rsidRDefault="00AB3C02" w:rsidP="00AB3C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03004">
        <w:rPr>
          <w:rFonts w:ascii="Verdana Pro Light" w:eastAsia="Arial Unicode MS" w:hAnsi="Verdana Pro Light" w:cs="Times New Roman"/>
          <w:b/>
          <w:sz w:val="18"/>
          <w:szCs w:val="18"/>
        </w:rPr>
        <w:t>Realizar reportagens fotográficas de fundo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7225758" w14:textId="77777777" w:rsidR="00AB3C02" w:rsidRDefault="00AB3C02" w:rsidP="00AB3C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Demonstrando conhecimento sobre 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>o contexto e as principais questões envolvidas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no assunto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 xml:space="preserve"> a ser coberto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</w:t>
      </w:r>
      <w:r w:rsidRPr="00460A7D">
        <w:rPr>
          <w:rFonts w:ascii="Verdana Pro Light" w:eastAsia="Arial Unicode MS" w:hAnsi="Verdana Pro Light" w:cs="Arial Unicode MS"/>
          <w:sz w:val="18"/>
          <w:szCs w:val="18"/>
        </w:rPr>
        <w:t xml:space="preserve"> a história e as diferentes perspetivas</w:t>
      </w:r>
    </w:p>
    <w:p w14:paraId="3B7D8C28" w14:textId="77777777" w:rsidR="00AB3C02" w:rsidRDefault="00AB3C02" w:rsidP="00AB3C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a cobertura tendo em conta</w:t>
      </w:r>
      <w:r w:rsidRPr="00460A7D">
        <w:rPr>
          <w:rFonts w:ascii="Verdana Pro Light" w:eastAsia="Arial Unicode MS" w:hAnsi="Verdana Pro Light" w:cs="Arial Unicode MS"/>
          <w:sz w:val="18"/>
          <w:szCs w:val="18"/>
        </w:rPr>
        <w:t xml:space="preserve"> os locais a serem visitados, </w:t>
      </w:r>
      <w:r>
        <w:rPr>
          <w:rFonts w:ascii="Verdana Pro Light" w:eastAsia="Arial Unicode MS" w:hAnsi="Verdana Pro Light" w:cs="Arial Unicode MS"/>
          <w:sz w:val="18"/>
          <w:szCs w:val="18"/>
        </w:rPr>
        <w:t>as pessoas</w:t>
      </w:r>
      <w:r w:rsidRPr="00460A7D">
        <w:rPr>
          <w:rFonts w:ascii="Verdana Pro Light" w:eastAsia="Arial Unicode MS" w:hAnsi="Verdana Pro Light" w:cs="Arial Unicode MS"/>
          <w:sz w:val="18"/>
          <w:szCs w:val="18"/>
        </w:rPr>
        <w:t xml:space="preserve"> a serem fotografad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460A7D">
        <w:rPr>
          <w:rFonts w:ascii="Verdana Pro Light" w:eastAsia="Arial Unicode MS" w:hAnsi="Verdana Pro Light" w:cs="Arial Unicode MS"/>
          <w:sz w:val="18"/>
          <w:szCs w:val="18"/>
        </w:rPr>
        <w:t>s e os momentos-chave a serem capturados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</w:t>
      </w:r>
      <w:r w:rsidRPr="00460A7D">
        <w:rPr>
          <w:rFonts w:ascii="Verdana Pro Light" w:eastAsia="Arial Unicode MS" w:hAnsi="Verdana Pro Light" w:cs="Arial Unicode MS"/>
          <w:sz w:val="18"/>
          <w:szCs w:val="18"/>
        </w:rPr>
        <w:t>onsider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460A7D">
        <w:rPr>
          <w:rFonts w:ascii="Verdana Pro Light" w:eastAsia="Arial Unicode MS" w:hAnsi="Verdana Pro Light" w:cs="Arial Unicode MS"/>
          <w:sz w:val="18"/>
          <w:szCs w:val="18"/>
        </w:rPr>
        <w:t xml:space="preserve"> a logística necessária, como transporte, </w:t>
      </w:r>
      <w:r>
        <w:rPr>
          <w:rFonts w:ascii="Verdana Pro Light" w:eastAsia="Arial Unicode MS" w:hAnsi="Verdana Pro Light" w:cs="Arial Unicode MS"/>
          <w:sz w:val="18"/>
          <w:szCs w:val="18"/>
        </w:rPr>
        <w:t>autorizações</w:t>
      </w:r>
      <w:r w:rsidRPr="00460A7D">
        <w:rPr>
          <w:rFonts w:ascii="Verdana Pro Light" w:eastAsia="Arial Unicode MS" w:hAnsi="Verdana Pro Light" w:cs="Arial Unicode MS"/>
          <w:sz w:val="18"/>
          <w:szCs w:val="18"/>
        </w:rPr>
        <w:t xml:space="preserve"> e horários.</w:t>
      </w:r>
    </w:p>
    <w:p w14:paraId="5A76B56B" w14:textId="77777777" w:rsidR="00AB3C02" w:rsidRDefault="00AB3C02" w:rsidP="00AB3C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CD3. Selecionando as 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objetivas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outro material fotográfico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tendo em conta as suas características e os objetivos da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imagens a captar</w:t>
      </w:r>
    </w:p>
    <w:p w14:paraId="171AB060" w14:textId="77777777" w:rsidR="00AB3C02" w:rsidRDefault="00AB3C02" w:rsidP="00AB3C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>Efetua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 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>reportage</w:t>
      </w:r>
      <w:r>
        <w:rPr>
          <w:rFonts w:ascii="Verdana Pro Light" w:eastAsia="Arial Unicode MS" w:hAnsi="Verdana Pro Light" w:cs="Arial Unicode MS"/>
          <w:sz w:val="18"/>
          <w:szCs w:val="18"/>
        </w:rPr>
        <w:t>m</w:t>
      </w:r>
      <w:r w:rsidRPr="009C5DFC">
        <w:rPr>
          <w:rFonts w:ascii="Verdana Pro Light" w:eastAsia="Arial Unicode MS" w:hAnsi="Verdana Pro Light" w:cs="Arial Unicode MS"/>
          <w:sz w:val="18"/>
          <w:szCs w:val="18"/>
        </w:rPr>
        <w:t xml:space="preserve"> fotográfica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fundo, sabendo interagir com os intervenientes e captando uma variedade de imagens </w:t>
      </w:r>
      <w:r w:rsidRPr="00076337">
        <w:rPr>
          <w:rFonts w:ascii="Verdana Pro Light" w:eastAsia="Arial Unicode MS" w:hAnsi="Verdana Pro Light" w:cs="Arial Unicode MS"/>
          <w:sz w:val="18"/>
          <w:szCs w:val="18"/>
        </w:rPr>
        <w:t>incluindo retratos, cenas gerais e detalhes específicos que ajudem a contextualizar a história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tendo em conta os princípios éticos e deontológicos</w:t>
      </w:r>
    </w:p>
    <w:p w14:paraId="75ED18EE" w14:textId="77777777" w:rsidR="00AB3C02" w:rsidRDefault="00AB3C02" w:rsidP="00AB3C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309FC">
        <w:rPr>
          <w:rFonts w:ascii="Verdana Pro Light" w:eastAsia="Arial Unicode MS" w:hAnsi="Verdana Pro Light" w:cs="Arial Unicode MS"/>
          <w:sz w:val="18"/>
          <w:szCs w:val="18"/>
        </w:rPr>
        <w:t xml:space="preserve">elecionando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editando as imagens </w:t>
      </w:r>
      <w:r w:rsidRPr="00076337">
        <w:rPr>
          <w:rFonts w:ascii="Verdana Pro Light" w:eastAsia="Arial Unicode MS" w:hAnsi="Verdana Pro Light" w:cs="Arial Unicode MS"/>
          <w:sz w:val="18"/>
          <w:szCs w:val="18"/>
        </w:rPr>
        <w:t>para criar uma sequência coesa e envolvente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legendando as imagens de forma </w:t>
      </w:r>
      <w:r w:rsidRPr="00076337">
        <w:rPr>
          <w:rFonts w:ascii="Verdana Pro Light" w:eastAsia="Arial Unicode MS" w:hAnsi="Verdana Pro Light" w:cs="Arial Unicode MS"/>
          <w:sz w:val="18"/>
          <w:szCs w:val="18"/>
        </w:rPr>
        <w:t>descritiva e informativa</w:t>
      </w:r>
      <w:r>
        <w:rPr>
          <w:rFonts w:ascii="Verdana Pro Light" w:eastAsia="Arial Unicode MS" w:hAnsi="Verdana Pro Light" w:cs="Arial Unicode MS"/>
          <w:sz w:val="18"/>
          <w:szCs w:val="18"/>
        </w:rPr>
        <w:t>, fornecendo</w:t>
      </w:r>
      <w:r w:rsidRPr="00076337">
        <w:rPr>
          <w:rFonts w:ascii="Verdana Pro Light" w:eastAsia="Arial Unicode MS" w:hAnsi="Verdana Pro Light" w:cs="Arial Unicode MS"/>
          <w:sz w:val="18"/>
          <w:szCs w:val="18"/>
        </w:rPr>
        <w:t xml:space="preserve"> detalhes adicionais sobre o assunto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3E25C4C" w14:textId="77777777" w:rsidR="00AB3C02" w:rsidRPr="004330C8" w:rsidRDefault="00AB3C02" w:rsidP="00AB3C02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DFB9093" w14:textId="77777777" w:rsidR="00AB3C02" w:rsidRPr="00A1459C" w:rsidRDefault="00AB3C02" w:rsidP="00AB3C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6E61D62" w14:textId="77777777" w:rsidR="00AB3C02" w:rsidRDefault="00AB3C02" w:rsidP="00AB3C0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6F4A5F9A" w14:textId="6FEB0989" w:rsidR="00AB3C02" w:rsidRPr="009A61F8" w:rsidRDefault="00AB3C02" w:rsidP="009A61F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  <w:r w:rsidRPr="009A61F8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3427C07" w14:textId="77777777" w:rsidR="00AB3C02" w:rsidRPr="00F87025" w:rsidRDefault="00AB3C02" w:rsidP="00AB3C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89CCD5D" w14:textId="77777777" w:rsidR="00AB3C02" w:rsidRPr="00A1459C" w:rsidRDefault="00AB3C02" w:rsidP="00AB3C0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27F6B29" w14:textId="77777777" w:rsidR="00AB3C02" w:rsidRPr="00A1459C" w:rsidRDefault="00AB3C02" w:rsidP="00AB3C0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5D3EDFD5" w14:textId="77777777" w:rsidR="00AB3C02" w:rsidRPr="00A1459C" w:rsidRDefault="00AB3C02" w:rsidP="00AB3C0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501DC359" w14:textId="77777777" w:rsidR="00AB3C02" w:rsidRDefault="00AB3C02" w:rsidP="00AB3C0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20DC066D" w14:textId="77777777" w:rsidR="00AB3C02" w:rsidRPr="00A1459C" w:rsidRDefault="00AB3C02" w:rsidP="00AB3C0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 de iluminação e acessórios</w:t>
      </w:r>
    </w:p>
    <w:p w14:paraId="33EF35F3" w14:textId="77777777" w:rsidR="00AB3C02" w:rsidRPr="00A1459C" w:rsidRDefault="00AB3C02" w:rsidP="00AB3C0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reportagens fotográficas de fundo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F58783" w14:textId="77777777" w:rsidR="00AB3C02" w:rsidRPr="00F87025" w:rsidRDefault="00AB3C02" w:rsidP="00AB3C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85C9D6F" w14:textId="77777777" w:rsidR="00AB3C02" w:rsidRDefault="00AB3C02" w:rsidP="00AB3C0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4107414" w14:textId="77777777" w:rsidR="00AB3C02" w:rsidRPr="00A1459C" w:rsidRDefault="00AB3C02" w:rsidP="00AB3C0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16420B6B" w14:textId="77777777" w:rsidR="00AB3C02" w:rsidRPr="00A1459C" w:rsidRDefault="00AB3C02" w:rsidP="00AB3C02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>à</w:t>
      </w:r>
      <w:r w:rsidRPr="000964A0">
        <w:rPr>
          <w:rFonts w:ascii="Verdana Pro Light" w:eastAsia="Arial Unicode MS" w:hAnsi="Verdana Pro Light" w:cs="Arial Unicode MS"/>
          <w:sz w:val="18"/>
          <w:szCs w:val="18"/>
        </w:rPr>
        <w:t xml:space="preserve"> reportagem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fotográfica de fundo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e ativo para desenvolvimento de um projeto prático </w:t>
      </w:r>
      <w:r w:rsidRPr="000964A0">
        <w:rPr>
          <w:rFonts w:ascii="Verdana Pro Light" w:eastAsia="Arial Unicode MS" w:hAnsi="Verdana Pro Light" w:cs="Arial Unicode MS"/>
          <w:sz w:val="18"/>
          <w:szCs w:val="18"/>
        </w:rPr>
        <w:t>de reportagem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fotográfica de fundo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EBCCDC7" w14:textId="77777777" w:rsidR="00AB3C02" w:rsidRPr="00A1459C" w:rsidRDefault="00AB3C02" w:rsidP="00AB3C0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2F3731" w14:textId="77777777" w:rsidR="00AB3C02" w:rsidRPr="00A1459C" w:rsidRDefault="00AB3C02" w:rsidP="00AB3C0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A651BDC" w14:textId="77777777" w:rsidR="00AB3C02" w:rsidRPr="00A1459C" w:rsidRDefault="00AB3C02" w:rsidP="00AB3C0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lastRenderedPageBreak/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33A2BC2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086A02FF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675825D6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79BC9C33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3A8AC45F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209ABC53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4AB66EA8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0909B508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4B9802C7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5F168D3B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2F876903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07579DD4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2AD3048D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622705B7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0E866A0D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53F8D3AB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3C3DDAF0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56943DC0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15BC155B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779DA6A8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4ABE0121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4B88897A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68EEC8BC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7716EE54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407A4013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6406E5E5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2DD359D3" w14:textId="77777777" w:rsidR="001F49C5" w:rsidRDefault="001F49C5" w:rsidP="008C76A8">
      <w:pPr>
        <w:rPr>
          <w:rFonts w:ascii="Verdana Pro Light" w:hAnsi="Verdana Pro Light"/>
          <w:smallCaps/>
        </w:rPr>
      </w:pPr>
    </w:p>
    <w:p w14:paraId="78A2BE57" w14:textId="77777777" w:rsidR="00AB3C02" w:rsidRDefault="00AB3C02" w:rsidP="008C76A8">
      <w:pPr>
        <w:rPr>
          <w:rFonts w:ascii="Verdana Pro Light" w:hAnsi="Verdana Pro Light"/>
          <w:smallCaps/>
        </w:rPr>
      </w:pPr>
    </w:p>
    <w:p w14:paraId="48DA5E47" w14:textId="77777777" w:rsidR="00AB3C02" w:rsidRDefault="00AB3C02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9256B" w:rsidRPr="00136AD8" w14:paraId="4A131744" w14:textId="77777777" w:rsidTr="002871E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AF0B5A" w14:textId="36513F22" w:rsidR="0089256B" w:rsidRPr="000D4397" w:rsidRDefault="0089256B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 xml:space="preserve">UC </w:t>
            </w:r>
            <w:r w:rsidR="00D612FF"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C311CD"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733FB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B5369E9" w14:textId="77777777" w:rsidR="0089256B" w:rsidRPr="000D4397" w:rsidRDefault="0089256B" w:rsidP="002871E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Estabelecer </w:t>
            </w:r>
            <w:proofErr w:type="spellStart"/>
            <w:r w:rsidRPr="000D4397">
              <w:rPr>
                <w:rFonts w:ascii="Verdana Pro Light" w:eastAsia="Arial Unicode MS" w:hAnsi="Verdana Pro Light" w:cs="Times New Roman"/>
                <w:b/>
                <w:i/>
                <w:iCs/>
                <w:color w:val="C45911" w:themeColor="accent2" w:themeShade="BF"/>
                <w:sz w:val="18"/>
                <w:szCs w:val="18"/>
              </w:rPr>
              <w:t>workflow</w:t>
            </w:r>
            <w:proofErr w:type="spellEnd"/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na pós-produção fotográfica</w:t>
            </w:r>
          </w:p>
        </w:tc>
      </w:tr>
    </w:tbl>
    <w:p w14:paraId="59705CD9" w14:textId="77777777" w:rsidR="0089256B" w:rsidRPr="00136AD8" w:rsidRDefault="0089256B" w:rsidP="0089256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6A6E62B" w14:textId="77777777" w:rsidR="0089256B" w:rsidRDefault="0089256B" w:rsidP="0089256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BD8EAB2" w14:textId="77777777" w:rsidR="0089256B" w:rsidRPr="003200F2" w:rsidRDefault="0089256B" w:rsidP="0089256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1BB077CC" w14:textId="77777777" w:rsidR="0089256B" w:rsidRPr="00136AD8" w:rsidRDefault="0089256B" w:rsidP="0089256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9256B" w:rsidRPr="00136AD8" w14:paraId="361FB98B" w14:textId="77777777" w:rsidTr="002871E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F08B60" w14:textId="77777777" w:rsidR="0089256B" w:rsidRPr="001B353A" w:rsidRDefault="0089256B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9256B" w:rsidRPr="00136AD8" w14:paraId="20638D23" w14:textId="77777777" w:rsidTr="002871E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DD0E6" w14:textId="77777777" w:rsidR="0089256B" w:rsidRDefault="0089256B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imagens fotográficas e identificar as necessidades de pós-produção</w:t>
            </w:r>
          </w:p>
          <w:p w14:paraId="64E40BBA" w14:textId="1907EBE3" w:rsidR="0089256B" w:rsidRPr="00415842" w:rsidRDefault="0089256B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6227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Organizar as imagens capturadas, criando </w:t>
            </w:r>
            <w:r w:rsidR="00D32719">
              <w:rPr>
                <w:rFonts w:ascii="Verdana Pro Light" w:eastAsia="Arial Unicode MS" w:hAnsi="Verdana Pro Light" w:cs="Arial Unicode MS"/>
                <w:sz w:val="18"/>
                <w:szCs w:val="18"/>
              </w:rPr>
              <w:t>pastas</w:t>
            </w:r>
            <w:r w:rsidR="006227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cada </w:t>
            </w:r>
            <w:r w:rsidR="00D32719">
              <w:rPr>
                <w:rFonts w:ascii="Verdana Pro Light" w:eastAsia="Arial Unicode MS" w:hAnsi="Verdana Pro Light" w:cs="Arial Unicode MS"/>
                <w:sz w:val="18"/>
                <w:szCs w:val="18"/>
              </w:rPr>
              <w:t>categoria/ projeto</w:t>
            </w:r>
          </w:p>
          <w:p w14:paraId="1BA2C84C" w14:textId="77777777" w:rsidR="0089256B" w:rsidRPr="00E763D6" w:rsidRDefault="0089256B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Efetuar a edição técnica avançada de imagens fotográficas</w:t>
            </w:r>
          </w:p>
          <w:p w14:paraId="4EEACA66" w14:textId="77777777" w:rsidR="0089256B" w:rsidRPr="00413243" w:rsidRDefault="0089256B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Exportar e arquivar as imagens fotográficas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9256B" w:rsidRPr="00136AD8" w14:paraId="7C487B3E" w14:textId="77777777" w:rsidTr="002871E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2A48A4" w14:textId="77777777" w:rsidR="0089256B" w:rsidRPr="001B353A" w:rsidRDefault="0089256B" w:rsidP="002871E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3175A6" w14:textId="77777777" w:rsidR="0089256B" w:rsidRPr="001B353A" w:rsidRDefault="0089256B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7B3260" w14:textId="77777777" w:rsidR="0089256B" w:rsidRPr="001B353A" w:rsidRDefault="0089256B" w:rsidP="002871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9256B" w:rsidRPr="00136AD8" w14:paraId="388CC81F" w14:textId="77777777" w:rsidTr="002871EE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ACE8B9" w14:textId="77777777" w:rsidR="0089256B" w:rsidRPr="00BE2F85" w:rsidRDefault="0089256B" w:rsidP="002871EE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br/>
              <w:t>Pós-produção fotográfica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B68A39A" w14:textId="77777777" w:rsidR="0089256B" w:rsidRDefault="0089256B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Características.</w:t>
            </w:r>
          </w:p>
          <w:p w14:paraId="18590CBC" w14:textId="77777777" w:rsidR="0089256B" w:rsidRPr="008A533D" w:rsidRDefault="0089256B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B4A4E35" w14:textId="77777777" w:rsidR="0089256B" w:rsidRPr="00BE2F85" w:rsidRDefault="0089256B" w:rsidP="002871EE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Edição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 imagens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CA70CC9" w14:textId="77777777" w:rsidR="0089256B" w:rsidRDefault="0089256B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digitais</w:t>
            </w:r>
          </w:p>
          <w:p w14:paraId="0FA26A71" w14:textId="77777777" w:rsidR="0089256B" w:rsidRDefault="0089256B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das ferramentas digitais</w:t>
            </w:r>
          </w:p>
          <w:p w14:paraId="64DA2859" w14:textId="77777777" w:rsidR="0089256B" w:rsidRDefault="0089256B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</w:p>
          <w:p w14:paraId="204ABA1F" w14:textId="77777777" w:rsidR="0089256B" w:rsidRPr="004363DF" w:rsidRDefault="0089256B" w:rsidP="002871E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manipulação e composição de imagens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DD2FE4B" w14:textId="77777777" w:rsidR="0089256B" w:rsidRPr="00BE2F85" w:rsidRDefault="0089256B" w:rsidP="002871EE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arquivos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2726494" w14:textId="77777777" w:rsidR="0089256B" w:rsidRDefault="0089256B" w:rsidP="0089256B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fotográficas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fins (web, impressão).</w:t>
            </w:r>
          </w:p>
          <w:p w14:paraId="098959CF" w14:textId="77777777" w:rsidR="0089256B" w:rsidRDefault="0089256B" w:rsidP="0089256B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arquivos RAW e JPEG</w:t>
            </w:r>
          </w:p>
          <w:p w14:paraId="75471E15" w14:textId="77777777" w:rsidR="0089256B" w:rsidRDefault="0089256B" w:rsidP="0089256B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uso de catálogos ou bibliotecas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459FB32" w14:textId="77777777" w:rsidR="0089256B" w:rsidRPr="00BE2F85" w:rsidRDefault="0089256B" w:rsidP="002871EE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63D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Fluxo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4363D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rabalho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4363D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rofissional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 w:rsidRPr="00415842">
              <w:rPr>
                <w:rFonts w:ascii="Verdana Pro Light" w:eastAsia="Arial Unicode MS" w:hAnsi="Verdana Pro Light" w:cs="Arial Unicode MS"/>
                <w:b/>
                <w:bCs/>
                <w:i/>
                <w:iCs/>
                <w:sz w:val="18"/>
                <w:szCs w:val="18"/>
                <w:lang w:eastAsia="pt-PT"/>
              </w:rPr>
              <w:t>(</w:t>
            </w:r>
            <w:proofErr w:type="spellStart"/>
            <w:r w:rsidRPr="00415842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workflow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)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B0698D6" w14:textId="77777777" w:rsidR="0089256B" w:rsidRPr="004363DF" w:rsidRDefault="0089256B" w:rsidP="002871EE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avançad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arquivos e fluxo de trabalho eficiente.</w:t>
            </w:r>
          </w:p>
          <w:p w14:paraId="57222441" w14:textId="77777777" w:rsidR="0089256B" w:rsidRDefault="0089256B" w:rsidP="002871EE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Automação de tarefas, criação de </w:t>
            </w:r>
            <w:proofErr w:type="spellStart"/>
            <w:r w:rsidRPr="004363D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presets</w:t>
            </w:r>
            <w:proofErr w:type="spellEnd"/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ajustes predefinidos.</w:t>
            </w:r>
          </w:p>
          <w:p w14:paraId="53D5BBA3" w14:textId="77777777" w:rsidR="0089256B" w:rsidRPr="004363DF" w:rsidRDefault="0089256B" w:rsidP="002871EE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avançado de meta dados e organização de grandes volumes de imagens</w:t>
            </w: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C36E1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das pós-produção fotográfica e saber quando e como a aplicar</w:t>
            </w:r>
          </w:p>
          <w:p w14:paraId="23222756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ferramentas de edição de imagem </w:t>
            </w:r>
          </w:p>
          <w:p w14:paraId="704BE0A9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Fazer pós-produção fotográfica</w:t>
            </w:r>
          </w:p>
          <w:p w14:paraId="29F6AC1B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imagens para diferentes canais de difusão e gerir arquivos de imagem</w:t>
            </w:r>
          </w:p>
          <w:p w14:paraId="77355342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ações para criar um fluxo de trabalho</w:t>
            </w:r>
          </w:p>
          <w:p w14:paraId="53C807CE" w14:textId="77777777" w:rsidR="0089256B" w:rsidRPr="00CF536A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sistemas de automação de tarefas</w:t>
            </w:r>
          </w:p>
          <w:p w14:paraId="3BE05B5A" w14:textId="77777777" w:rsidR="0089256B" w:rsidRPr="00413243" w:rsidRDefault="0089256B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1D6CA7" w14:textId="77777777" w:rsidR="0089256B" w:rsidRPr="00E6774B" w:rsidRDefault="0089256B" w:rsidP="002871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1E27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C37B60E" w14:textId="77777777" w:rsidR="0089256B" w:rsidRDefault="0089256B" w:rsidP="0089256B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0500289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87E3E9A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E34651A" w14:textId="77777777" w:rsidR="0089256B" w:rsidRDefault="0089256B" w:rsidP="00892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B17510A" w14:textId="77777777" w:rsidR="0089256B" w:rsidRPr="000173C0" w:rsidRDefault="0089256B" w:rsidP="002871E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E61ECA" w14:textId="77777777" w:rsidR="0089256B" w:rsidRDefault="0089256B" w:rsidP="0089256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637D07A" w14:textId="77777777" w:rsidR="0089256B" w:rsidRPr="00F87025" w:rsidRDefault="0089256B" w:rsidP="008925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645886C" w14:textId="77777777" w:rsidR="0089256B" w:rsidRDefault="0089256B" w:rsidP="008925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036C7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 xml:space="preserve">Estabelecer </w:t>
      </w:r>
      <w:proofErr w:type="spellStart"/>
      <w:r w:rsidRPr="00415842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workflow</w:t>
      </w:r>
      <w:proofErr w:type="spellEnd"/>
      <w:r w:rsidRPr="00A036C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na pós-produção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48F8899" w14:textId="77777777" w:rsidR="0089256B" w:rsidRDefault="0089256B" w:rsidP="008925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Analisando as imagens tendo em conta as necessidades técnicas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pós-produção</w:t>
      </w:r>
    </w:p>
    <w:p w14:paraId="71784F0A" w14:textId="77777777" w:rsidR="0089256B" w:rsidRDefault="0089256B" w:rsidP="008925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Organizando o fluxo de trabalho 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otimize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tempo e a qualidade do resultado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padronizando processos que garantam a consistência da edição</w:t>
      </w:r>
    </w:p>
    <w:p w14:paraId="2F7D1D55" w14:textId="77777777" w:rsidR="0089256B" w:rsidRDefault="0089256B" w:rsidP="008925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ando 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sistemas de backup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garantam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prote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ção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arquivos originais e as versões editadas</w:t>
      </w:r>
    </w:p>
    <w:p w14:paraId="6DDB1287" w14:textId="77777777" w:rsidR="0089256B" w:rsidRDefault="0089256B" w:rsidP="008925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Efetuando com rigor a edição técnica da imagem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0862BE48" w14:textId="77777777" w:rsidR="0089256B" w:rsidRDefault="0089256B" w:rsidP="008925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Exportando a imagem fotográfica tendo em conta os meios de difusão e gerindo arquivos usando catálogos ou bibliotecas</w:t>
      </w:r>
    </w:p>
    <w:p w14:paraId="4F2A7FBC" w14:textId="77777777" w:rsidR="0089256B" w:rsidRPr="004330C8" w:rsidRDefault="0089256B" w:rsidP="0089256B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C733640" w14:textId="77777777" w:rsidR="0089256B" w:rsidRPr="00F87025" w:rsidRDefault="0089256B" w:rsidP="008925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AF4FEC1" w14:textId="77777777" w:rsidR="0089256B" w:rsidRDefault="0089256B" w:rsidP="008925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03DE1339" w14:textId="77777777" w:rsidR="0089256B" w:rsidRDefault="0089256B" w:rsidP="008925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799434C4" w14:textId="77777777" w:rsidR="0089256B" w:rsidRDefault="0089256B" w:rsidP="008925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5B932D9" w14:textId="77777777" w:rsidR="0089256B" w:rsidRDefault="0089256B" w:rsidP="008925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6CE07B2E" w14:textId="77777777" w:rsidR="0089256B" w:rsidRDefault="0089256B" w:rsidP="008925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7AE2976E" w14:textId="77777777" w:rsidR="0089256B" w:rsidRDefault="0089256B" w:rsidP="008925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577A247" w14:textId="77777777" w:rsidR="0089256B" w:rsidRPr="00984B30" w:rsidRDefault="0089256B" w:rsidP="0089256B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19995C5B" w14:textId="77777777" w:rsidR="0089256B" w:rsidRPr="00F87025" w:rsidRDefault="0089256B" w:rsidP="008925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B78CB61" w14:textId="77777777" w:rsidR="0089256B" w:rsidRDefault="0089256B" w:rsidP="008925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41F042E" w14:textId="77777777" w:rsidR="0089256B" w:rsidRPr="00C34354" w:rsidRDefault="0089256B" w:rsidP="008925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4F03E8A" w14:textId="77777777" w:rsidR="0089256B" w:rsidRDefault="0089256B" w:rsidP="008925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4F9C0834" w14:textId="77777777" w:rsidR="0089256B" w:rsidRDefault="0089256B" w:rsidP="008925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fotografias com e sem manipulação</w:t>
      </w:r>
    </w:p>
    <w:p w14:paraId="2FF38517" w14:textId="77777777" w:rsidR="0089256B" w:rsidRPr="003A45CE" w:rsidRDefault="0089256B" w:rsidP="008925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4580CC" w14:textId="77777777" w:rsidR="0089256B" w:rsidRPr="00F87025" w:rsidRDefault="0089256B" w:rsidP="008925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16AE9DB" w14:textId="77777777" w:rsidR="0089256B" w:rsidRDefault="0089256B" w:rsidP="0089256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D9A1E91" w14:textId="77777777" w:rsidR="0089256B" w:rsidRPr="00C34354" w:rsidRDefault="0089256B" w:rsidP="0089256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1C93A0BB" w14:textId="77777777" w:rsidR="0089256B" w:rsidRPr="00C34354" w:rsidRDefault="0089256B" w:rsidP="0089256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pós-produção fotográfica e ativo para desenvolvimento de projetos práticos de pós-produção fotográfica.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689F548" w14:textId="77777777" w:rsidR="0089256B" w:rsidRDefault="0089256B" w:rsidP="0089256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 quando estritamente necessário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19E65C0" w14:textId="77777777" w:rsidR="00343C63" w:rsidRPr="00335AB2" w:rsidRDefault="00343C63" w:rsidP="0089256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</w:p>
    <w:p w14:paraId="2F9A815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61DE8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A27952" w14:textId="77777777" w:rsidR="008C76A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809865" w14:textId="77777777" w:rsidR="006C415E" w:rsidRDefault="006C415E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311CD" w:rsidRPr="00136AD8" w14:paraId="5D1F499C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075A222" w14:textId="3400C485" w:rsidR="00C311CD" w:rsidRPr="00F42D38" w:rsidRDefault="00C311CD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C480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BD9C9CB" w14:textId="1ECEDB0D" w:rsidR="00C311CD" w:rsidRPr="00F42D38" w:rsidRDefault="00C311CD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9" w:name="_Hlk158559166"/>
            <w:r w:rsidRPr="00924BC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Fotografar sessões de moda </w:t>
            </w:r>
            <w:bookmarkEnd w:id="9"/>
          </w:p>
        </w:tc>
      </w:tr>
    </w:tbl>
    <w:p w14:paraId="1457CFD9" w14:textId="77777777" w:rsidR="00C311CD" w:rsidRPr="00136AD8" w:rsidRDefault="00C311CD" w:rsidP="00C311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7CD7A13" w14:textId="77777777" w:rsidR="00C311CD" w:rsidRDefault="00C311CD" w:rsidP="00C311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70D0CDE4" w14:textId="77777777" w:rsidR="00C311CD" w:rsidRPr="003200F2" w:rsidRDefault="00C311CD" w:rsidP="00C311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5779D5D" w14:textId="77777777" w:rsidR="00C311CD" w:rsidRPr="00136AD8" w:rsidRDefault="00C311CD" w:rsidP="00C311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311CD" w:rsidRPr="00136AD8" w14:paraId="38612EA1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DCC43D" w14:textId="77777777" w:rsidR="00C311CD" w:rsidRPr="001B353A" w:rsidRDefault="00C311CD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311CD" w:rsidRPr="00136AD8" w14:paraId="3CD1DC54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46A17F" w14:textId="77777777" w:rsidR="00C311CD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47AE31CB" w14:textId="77777777" w:rsidR="00C311CD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Fazer a </w:t>
            </w:r>
            <w:proofErr w:type="spellStart"/>
            <w:r w:rsidRPr="00F422F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repérage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locais, o casting de modelos e </w:t>
            </w:r>
            <w:r w:rsidRPr="00F422FE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as sessões fotográficas</w:t>
            </w:r>
          </w:p>
          <w:p w14:paraId="00B91C7B" w14:textId="77777777" w:rsidR="00C311CD" w:rsidRPr="00E763D6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os locais para as sessões fotográficas e dirigir as equipas de apoio</w:t>
            </w:r>
          </w:p>
          <w:p w14:paraId="58865C18" w14:textId="77777777" w:rsidR="00C311CD" w:rsidRPr="00E763D6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Fazer a direção de modelos e captar imagens em estúdio e exterior </w:t>
            </w:r>
          </w:p>
          <w:p w14:paraId="3587F484" w14:textId="77777777" w:rsidR="00C311CD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Selecionar, editar e exportar as imagens</w:t>
            </w:r>
          </w:p>
          <w:p w14:paraId="3BBC2B31" w14:textId="77777777" w:rsidR="00C311CD" w:rsidRPr="00413243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311CD" w:rsidRPr="00136AD8" w14:paraId="0314DE28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FE6113" w14:textId="77777777" w:rsidR="00C311CD" w:rsidRPr="001B353A" w:rsidRDefault="00C311CD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DEF896" w14:textId="77777777" w:rsidR="00C311CD" w:rsidRPr="001B353A" w:rsidRDefault="00C311CD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F34E70" w14:textId="77777777" w:rsidR="00C311CD" w:rsidRPr="001B353A" w:rsidRDefault="00C311CD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311CD" w:rsidRPr="00136AD8" w14:paraId="6AD75BC5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B523D" w14:textId="77777777" w:rsidR="00C311CD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Fotografia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 moda:</w:t>
            </w:r>
          </w:p>
          <w:p w14:paraId="2BAEC05C" w14:textId="77777777" w:rsidR="00C311CD" w:rsidRPr="00312088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da fotografia para catálogo e para editorial</w:t>
            </w:r>
          </w:p>
          <w:p w14:paraId="6A165DDD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Sites, catálogos, revistas e livros</w:t>
            </w:r>
          </w:p>
          <w:p w14:paraId="771BDC52" w14:textId="77777777" w:rsidR="00C311CD" w:rsidRPr="00312088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importância da pós-produção</w:t>
            </w: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2E02B5B" w14:textId="77777777" w:rsidR="00C311CD" w:rsidRPr="00632102" w:rsidRDefault="00C311CD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Vertentes da fotografia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 moda</w:t>
            </w:r>
          </w:p>
          <w:p w14:paraId="6CEBF562" w14:textId="77777777" w:rsidR="00C311CD" w:rsidRPr="00632102" w:rsidRDefault="00C311CD" w:rsidP="00C311CD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Agência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modelos</w:t>
            </w: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/cliente</w:t>
            </w:r>
          </w:p>
          <w:p w14:paraId="33319AB4" w14:textId="77777777" w:rsidR="00C311CD" w:rsidRPr="00312088" w:rsidRDefault="00C311CD" w:rsidP="00C311CD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 da equipa de apoio</w:t>
            </w:r>
          </w:p>
          <w:p w14:paraId="1108BDBD" w14:textId="77777777" w:rsidR="00C311CD" w:rsidRPr="00312088" w:rsidRDefault="00C311CD" w:rsidP="00C311CD">
            <w:pPr>
              <w:pStyle w:val="PargrafodaLista"/>
              <w:numPr>
                <w:ilvl w:val="0"/>
                <w:numId w:val="15"/>
              </w:numPr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Moodboard</w:t>
            </w:r>
            <w:proofErr w:type="spellEnd"/>
          </w:p>
          <w:p w14:paraId="1763C70A" w14:textId="77777777" w:rsidR="00C311CD" w:rsidRPr="00312088" w:rsidRDefault="00C311CD" w:rsidP="00C311CD">
            <w:pPr>
              <w:pStyle w:val="PargrafodaLista"/>
              <w:numPr>
                <w:ilvl w:val="0"/>
                <w:numId w:val="15"/>
              </w:numPr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Casting</w:t>
            </w:r>
          </w:p>
          <w:p w14:paraId="69D79A21" w14:textId="77777777" w:rsidR="00C311CD" w:rsidRPr="00312088" w:rsidRDefault="00C311CD" w:rsidP="00C311CD">
            <w:pPr>
              <w:pStyle w:val="PargrafodaLista"/>
              <w:numPr>
                <w:ilvl w:val="0"/>
                <w:numId w:val="15"/>
              </w:numPr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Repérage</w:t>
            </w:r>
            <w:proofErr w:type="spellEnd"/>
          </w:p>
          <w:p w14:paraId="0F40D97B" w14:textId="77777777" w:rsidR="00C311CD" w:rsidRPr="00312088" w:rsidRDefault="00C311CD" w:rsidP="00C311CD">
            <w:pPr>
              <w:pStyle w:val="PargrafodaLista"/>
              <w:numPr>
                <w:ilvl w:val="0"/>
                <w:numId w:val="15"/>
              </w:numPr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moda</w:t>
            </w:r>
          </w:p>
          <w:p w14:paraId="45E3EFF7" w14:textId="77777777" w:rsidR="00C311CD" w:rsidRDefault="00C311CD" w:rsidP="00C311CD">
            <w:pPr>
              <w:pStyle w:val="PargrafodaLista"/>
              <w:numPr>
                <w:ilvl w:val="0"/>
                <w:numId w:val="15"/>
              </w:numPr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20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Maquilhagem e cabelos</w:t>
            </w:r>
          </w:p>
          <w:p w14:paraId="5479BDFB" w14:textId="77777777" w:rsidR="00C311CD" w:rsidRPr="00632102" w:rsidRDefault="00C311CD" w:rsidP="00C311CD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Portefólio profissional</w:t>
            </w:r>
          </w:p>
          <w:p w14:paraId="5D7A2B8F" w14:textId="77777777" w:rsidR="00C311CD" w:rsidRPr="00632102" w:rsidRDefault="00C311CD" w:rsidP="00C311CD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de trabalho</w:t>
            </w:r>
          </w:p>
          <w:p w14:paraId="32E603F0" w14:textId="77777777" w:rsidR="00C311CD" w:rsidRPr="00632102" w:rsidRDefault="00C311CD" w:rsidP="00C311CD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Direção de modelos</w:t>
            </w:r>
          </w:p>
          <w:p w14:paraId="3D31D2BF" w14:textId="77777777" w:rsidR="00C311CD" w:rsidRPr="001E0067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Equipamento fotográfico para fotografia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 moda:</w:t>
            </w:r>
          </w:p>
          <w:p w14:paraId="3B6ECAF2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Câmaras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objetivas</w:t>
            </w:r>
          </w:p>
          <w:p w14:paraId="246C6C6C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utilização</w:t>
            </w:r>
          </w:p>
          <w:p w14:paraId="6E884226" w14:textId="77777777" w:rsidR="00C311CD" w:rsidRDefault="00C311CD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iluminação</w:t>
            </w:r>
          </w:p>
          <w:p w14:paraId="7C5EA09D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de dia e luz artificial</w:t>
            </w:r>
          </w:p>
          <w:p w14:paraId="5544AE21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Temperaturas de cor </w:t>
            </w:r>
          </w:p>
          <w:p w14:paraId="46D91502" w14:textId="77777777" w:rsidR="00C311CD" w:rsidRPr="001B234B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luz artificial</w:t>
            </w:r>
          </w:p>
          <w:p w14:paraId="1107D295" w14:textId="77777777" w:rsidR="00C311CD" w:rsidRPr="001B234B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 de luz contínua e luz de flash eletrónico</w:t>
            </w:r>
          </w:p>
          <w:p w14:paraId="74266455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Acessórios para modelação da luz artificial</w:t>
            </w:r>
          </w:p>
          <w:p w14:paraId="7FE418A5" w14:textId="77777777" w:rsidR="00C311CD" w:rsidRDefault="00C311CD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Ferramentas de pós-produção de imagem:</w:t>
            </w:r>
          </w:p>
          <w:p w14:paraId="6C92773D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49F53E65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e ferramentas de edição</w:t>
            </w:r>
          </w:p>
          <w:p w14:paraId="60677D6F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imagens</w:t>
            </w:r>
          </w:p>
          <w:p w14:paraId="7D43F5DE" w14:textId="77777777" w:rsidR="00C311CD" w:rsidRPr="00085D60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profissional (</w:t>
            </w:r>
            <w:proofErr w:type="spellStart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workflow</w:t>
            </w:r>
            <w:proofErr w:type="spellEnd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33C5117" w14:textId="77777777" w:rsidR="00C311CD" w:rsidRPr="00D422AC" w:rsidRDefault="00C311CD" w:rsidP="00842F95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fotográfico</w:t>
            </w:r>
          </w:p>
          <w:p w14:paraId="2BFFBA8B" w14:textId="77777777" w:rsidR="00C311CD" w:rsidRPr="00C72912" w:rsidRDefault="00C311CD" w:rsidP="00C311CD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0CA44283" w14:textId="77777777" w:rsidR="00C311CD" w:rsidRPr="00D422AC" w:rsidRDefault="00C311CD" w:rsidP="00C311CD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8512B" w14:textId="77777777" w:rsidR="00C311CD" w:rsidRDefault="00C311CD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6E8D3A" w14:textId="77777777" w:rsidR="00C311CD" w:rsidRDefault="00C311CD" w:rsidP="00C311CD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Caracterizar as áreas da fotografia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moda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62CC329" w14:textId="77777777" w:rsidR="00C311CD" w:rsidRPr="00085D60" w:rsidRDefault="00C311CD" w:rsidP="00C311CD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Produzir fotografias </w:t>
            </w: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moda para catálogo e editorial</w:t>
            </w: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E47D49D" w14:textId="77777777" w:rsidR="00C311CD" w:rsidRDefault="00C311CD" w:rsidP="00C311CD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e produzir sessões fotográficas de moda.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4B440E8" w14:textId="77777777" w:rsidR="00C311CD" w:rsidRPr="00085D60" w:rsidRDefault="00C311CD" w:rsidP="00C311CD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Dirigir modelos de acordo com as necessidades específicas dos trabalhos a realizar</w:t>
            </w: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22AF520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iluminação artificial em função das situações fotográficas 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50A9562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câmaras e objetivas </w:t>
            </w: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 função das situações fotográficas 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2119265" w14:textId="77777777" w:rsidR="00C311CD" w:rsidRPr="00C505D1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pós-produção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729CC3C" w14:textId="77777777" w:rsidR="00C311CD" w:rsidRPr="00C505D1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normas de segurança em sessões fotográficas </w:t>
            </w:r>
          </w:p>
          <w:p w14:paraId="198D05B3" w14:textId="77777777" w:rsidR="00C311CD" w:rsidRPr="00A1459C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205DCC" w14:textId="77777777" w:rsidR="00C311CD" w:rsidRPr="00E15212" w:rsidRDefault="00C311CD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B36AC" w14:textId="77777777" w:rsidR="00C311CD" w:rsidRPr="00A1459C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F2D3CFA" w14:textId="77777777" w:rsidR="00C311CD" w:rsidRPr="00A1459C" w:rsidRDefault="00C311CD" w:rsidP="00C311C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75890A26" w14:textId="77777777" w:rsidR="00C311CD" w:rsidRPr="00A1459C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5575103" w14:textId="77777777" w:rsidR="00C311CD" w:rsidRPr="00A1459C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1CBA7A6" w14:textId="77777777" w:rsidR="00C311CD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CEB50B1" w14:textId="77777777" w:rsidR="00C311CD" w:rsidRPr="00A1459C" w:rsidRDefault="00C311CD" w:rsidP="00C311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0A83516C" w14:textId="77777777" w:rsidR="00C311CD" w:rsidRPr="00E15212" w:rsidRDefault="00C311CD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62E895F7" w14:textId="77777777" w:rsidR="00C311CD" w:rsidRDefault="00C311CD" w:rsidP="00C311C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FCE193F" w14:textId="77777777" w:rsidR="00C311CD" w:rsidRPr="00F87025" w:rsidRDefault="00C311CD" w:rsidP="00C311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0AB4AAB" w14:textId="1F377C0B" w:rsidR="00C311CD" w:rsidRDefault="00BD51C3" w:rsidP="00C311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24BC9">
        <w:rPr>
          <w:rFonts w:ascii="Verdana Pro Light" w:eastAsia="Arial Unicode MS" w:hAnsi="Verdana Pro Light" w:cs="Times New Roman"/>
          <w:b/>
          <w:sz w:val="18"/>
          <w:szCs w:val="18"/>
        </w:rPr>
        <w:t>Fotografar sessões de moda</w:t>
      </w:r>
      <w:r w:rsidR="007B1FF5"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765C7894" w14:textId="77777777" w:rsidR="00C311CD" w:rsidRPr="005C1803" w:rsidRDefault="00C311CD" w:rsidP="00C311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Criando um conceito visual/linguagem estética 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de acordo com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os objetivos da sessão fotográfica</w:t>
      </w:r>
    </w:p>
    <w:p w14:paraId="548ACCB6" w14:textId="77777777" w:rsidR="00C311CD" w:rsidRPr="005C1803" w:rsidRDefault="00C311CD" w:rsidP="00C311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Demonstrando h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>abilidade para planear e organizar todas as etapas de uma produção fotográfica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moda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 xml:space="preserve">, incluindo localização, </w:t>
      </w:r>
      <w:r>
        <w:rPr>
          <w:rFonts w:ascii="Verdana Pro Light" w:eastAsia="Arial Unicode MS" w:hAnsi="Verdana Pro Light" w:cs="Arial Unicode MS"/>
          <w:sz w:val="18"/>
          <w:szCs w:val="18"/>
        </w:rPr>
        <w:t>casting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>, guarda-roupa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adereços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 xml:space="preserve">, requisitos de iluminação,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seleção de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</w:p>
    <w:p w14:paraId="6BDC4133" w14:textId="77777777" w:rsidR="00C311CD" w:rsidRDefault="00C311CD" w:rsidP="00C311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Preparando os locais para as sessões fotográficas e dirigindo as equipas de apoio tendo em conta os objetivos da sessão fotográfica e as normas de segurança de pessoas e equipamentos</w:t>
      </w:r>
    </w:p>
    <w:p w14:paraId="7BBE2E9F" w14:textId="77777777" w:rsidR="00C311CD" w:rsidRDefault="00C311CD" w:rsidP="00C311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Dirigindo os modelos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 c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aptando imagens com rigor estético e técnico.</w:t>
      </w:r>
    </w:p>
    <w:p w14:paraId="4A0F7595" w14:textId="77777777" w:rsidR="00C311CD" w:rsidRDefault="00C311CD" w:rsidP="00C311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CD5. Fazendo a pós-produção das imagens tendo em conta o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conceito visual/linguagem estética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estabelecido</w:t>
      </w:r>
    </w:p>
    <w:p w14:paraId="4E1EBDA7" w14:textId="77777777" w:rsidR="00C311CD" w:rsidRPr="004330C8" w:rsidRDefault="00C311CD" w:rsidP="00C311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C5E986C" w14:textId="77777777" w:rsidR="00C311CD" w:rsidRPr="00A1459C" w:rsidRDefault="00C311CD" w:rsidP="00C311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0A182A" w14:textId="77777777" w:rsidR="00C311CD" w:rsidRDefault="00C311CD" w:rsidP="00C311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24DCE30" w14:textId="77777777" w:rsidR="00C311CD" w:rsidRDefault="00C311CD" w:rsidP="00C311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6DEBD37D" w14:textId="77777777" w:rsidR="00C311CD" w:rsidRDefault="00C311CD" w:rsidP="00C311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 digital </w:t>
      </w:r>
    </w:p>
    <w:p w14:paraId="0B1D4A44" w14:textId="77777777" w:rsidR="00C311CD" w:rsidRPr="00CD4CF0" w:rsidRDefault="00C311CD" w:rsidP="00C311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7DB6BCE2" w14:textId="77777777" w:rsidR="00C311CD" w:rsidRPr="00984B30" w:rsidRDefault="00C311CD" w:rsidP="00C311CD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6679346B" w14:textId="77777777" w:rsidR="00C311CD" w:rsidRPr="00F87025" w:rsidRDefault="00C311CD" w:rsidP="00C311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2DCD2B3" w14:textId="77777777" w:rsidR="00C311CD" w:rsidRPr="00A1459C" w:rsidRDefault="00C311CD" w:rsidP="00C311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7C8BF118" w14:textId="77777777" w:rsidR="00C311CD" w:rsidRPr="00A1459C" w:rsidRDefault="00C311CD" w:rsidP="00C311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1FAD1E48" w14:textId="77777777" w:rsidR="00C311CD" w:rsidRPr="00A1459C" w:rsidRDefault="00C311CD" w:rsidP="00C311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4F6F6DAC" w14:textId="77777777" w:rsidR="00C311CD" w:rsidRPr="00A1459C" w:rsidRDefault="00C311CD" w:rsidP="00C311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00CF3E33" w14:textId="77777777" w:rsidR="00C311CD" w:rsidRDefault="00C311CD" w:rsidP="00C311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2991CE6B" w14:textId="77777777" w:rsidR="00C311CD" w:rsidRPr="00376376" w:rsidRDefault="00C311CD" w:rsidP="00C311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59A8B8EF" w14:textId="77777777" w:rsidR="00C311CD" w:rsidRPr="00A1459C" w:rsidRDefault="00C311CD" w:rsidP="00C311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moda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8CB9AE7" w14:textId="77777777" w:rsidR="00C311CD" w:rsidRPr="00F87025" w:rsidRDefault="00C311CD" w:rsidP="00C311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Observações</w:t>
      </w:r>
    </w:p>
    <w:p w14:paraId="76026BA1" w14:textId="77777777" w:rsidR="00C311CD" w:rsidRDefault="00C311CD" w:rsidP="00C311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5E7E5EA" w14:textId="77777777" w:rsidR="00C311CD" w:rsidRPr="00A1459C" w:rsidRDefault="00C311CD" w:rsidP="00C311CD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3C6C2789" w14:textId="77777777" w:rsidR="00C311CD" w:rsidRPr="00A1459C" w:rsidRDefault="00C311CD" w:rsidP="00C311CD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moda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moda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359155" w14:textId="77777777" w:rsidR="00C311CD" w:rsidRPr="00A1459C" w:rsidRDefault="00C311CD" w:rsidP="00C311CD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E152632" w14:textId="77777777" w:rsidR="00C311CD" w:rsidRPr="00A1459C" w:rsidRDefault="00C311CD" w:rsidP="00C311CD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672E79" w14:textId="77777777" w:rsidR="00C311CD" w:rsidRPr="00A1459C" w:rsidRDefault="00C311CD" w:rsidP="00C311CD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Espaço adequado para montar um estúdio de fotografia ou parceria com entidades que detenham este tipo de espaços.</w:t>
      </w:r>
    </w:p>
    <w:p w14:paraId="60B8E6A8" w14:textId="77777777" w:rsidR="00C311CD" w:rsidRPr="00051C79" w:rsidRDefault="00C311CD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7DE16C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22B7CB37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794DC066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0DAE2754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1E136232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005AEA51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1E53B0A5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739BE916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0F75426B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2D1790AB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66B604CB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6AC520D5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5DC05E4B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4EA3AD5F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23BE66DB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7DB351CB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6DC1876C" w14:textId="77777777" w:rsidR="00EE33AC" w:rsidRDefault="00EE33AC" w:rsidP="008C76A8">
      <w:pPr>
        <w:rPr>
          <w:rFonts w:ascii="Verdana Pro Light" w:hAnsi="Verdana Pro Light"/>
          <w:smallCaps/>
        </w:rPr>
      </w:pPr>
    </w:p>
    <w:p w14:paraId="0C30BBD3" w14:textId="77777777" w:rsidR="00EE33AC" w:rsidRDefault="00EE33AC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E33AC" w:rsidRPr="00136AD8" w14:paraId="23F753B7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4A250F0" w14:textId="1F2B4CEA" w:rsidR="00EE33AC" w:rsidRPr="00F42D38" w:rsidRDefault="00EE33AC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936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207E560" w14:textId="77777777" w:rsidR="00EE33AC" w:rsidRPr="00F42D38" w:rsidRDefault="00EE33AC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5431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projetos artísticos na sua relação com a fotografia</w:t>
            </w:r>
          </w:p>
        </w:tc>
      </w:tr>
    </w:tbl>
    <w:p w14:paraId="62536407" w14:textId="77777777" w:rsidR="00EE33AC" w:rsidRPr="00136AD8" w:rsidRDefault="00EE33AC" w:rsidP="00EE33A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4314480" w14:textId="77777777" w:rsidR="00EE33AC" w:rsidRDefault="00EE33AC" w:rsidP="00EE33A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11DA1D0" w14:textId="77777777" w:rsidR="00EE33AC" w:rsidRPr="003200F2" w:rsidRDefault="00EE33AC" w:rsidP="00EE33A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8D5950F" w14:textId="77777777" w:rsidR="00EE33AC" w:rsidRPr="00136AD8" w:rsidRDefault="00EE33AC" w:rsidP="00EE33A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E33AC" w:rsidRPr="00136AD8" w14:paraId="3713F985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C43AE3" w14:textId="77777777" w:rsidR="00EE33AC" w:rsidRPr="001B353A" w:rsidRDefault="00EE33AC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E33AC" w:rsidRPr="00136AD8" w14:paraId="638332DC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58421B" w14:textId="77777777" w:rsidR="00EE33AC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conceito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artístico do projeto </w:t>
            </w:r>
          </w:p>
          <w:p w14:paraId="18ECB0AC" w14:textId="77777777" w:rsidR="00EE33AC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Pesquisar e analisar tendências artísticas</w:t>
            </w:r>
          </w:p>
          <w:p w14:paraId="4B426610" w14:textId="77777777" w:rsidR="00EE33AC" w:rsidRPr="00E763D6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Definir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as peças que constituem o projeto artístico</w:t>
            </w:r>
          </w:p>
          <w:p w14:paraId="4D525AC3" w14:textId="77777777" w:rsidR="00EE33AC" w:rsidRPr="00E763D6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Executar as peças do projeto artístico</w:t>
            </w:r>
          </w:p>
          <w:p w14:paraId="6B70DAB5" w14:textId="77777777" w:rsidR="00EE33AC" w:rsidRPr="00413243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Elaborar uma análise crítica do projeto artístico executado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EE33AC" w:rsidRPr="00136AD8" w14:paraId="26E6A896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430B59" w14:textId="77777777" w:rsidR="00EE33AC" w:rsidRPr="001B353A" w:rsidRDefault="00EE33AC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171E9D" w14:textId="77777777" w:rsidR="00EE33AC" w:rsidRPr="001B353A" w:rsidRDefault="00EE33AC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FFE393E" w14:textId="77777777" w:rsidR="00EE33AC" w:rsidRPr="001B353A" w:rsidRDefault="00EE33AC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E33AC" w:rsidRPr="00136AD8" w14:paraId="615F67C4" w14:textId="77777777" w:rsidTr="00842F95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E4AA5" w14:textId="77777777" w:rsidR="00EE33AC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Expressividade da linguagem plástica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FE29912" w14:textId="77777777" w:rsidR="00EE33AC" w:rsidRPr="00C33081" w:rsidRDefault="00EE33AC" w:rsidP="00EE33AC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como construção de imagens</w:t>
            </w:r>
          </w:p>
          <w:p w14:paraId="13172E92" w14:textId="77777777" w:rsidR="00EE33AC" w:rsidRPr="00C33081" w:rsidRDefault="00EE33AC" w:rsidP="00EE33AC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 gráfico</w:t>
            </w:r>
          </w:p>
          <w:p w14:paraId="7B624125" w14:textId="77777777" w:rsidR="00EE33AC" w:rsidRDefault="00EE33AC" w:rsidP="00EE33AC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sentidos</w:t>
            </w:r>
          </w:p>
          <w:p w14:paraId="036A2BCB" w14:textId="77777777" w:rsidR="00EE33AC" w:rsidRDefault="00EE33AC" w:rsidP="00EE33AC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entido plástico</w:t>
            </w:r>
          </w:p>
          <w:p w14:paraId="1B1ECE42" w14:textId="77777777" w:rsidR="00EE33AC" w:rsidRPr="00C33081" w:rsidRDefault="00EE33AC" w:rsidP="00EE33AC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artística</w:t>
            </w:r>
          </w:p>
          <w:p w14:paraId="07DB86B5" w14:textId="77777777" w:rsidR="00EE33AC" w:rsidRPr="0043453C" w:rsidRDefault="00EE33AC" w:rsidP="00842F95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Linguagem fotográfica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BCB813C" w14:textId="77777777" w:rsidR="00EE33AC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</w:t>
            </w:r>
          </w:p>
          <w:p w14:paraId="1929861C" w14:textId="77777777" w:rsidR="00EE33AC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</w:t>
            </w:r>
          </w:p>
          <w:p w14:paraId="690A9332" w14:textId="77777777" w:rsidR="00EE33AC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</w:p>
          <w:p w14:paraId="55BDD9C0" w14:textId="77777777" w:rsidR="00EE33AC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</w:t>
            </w:r>
          </w:p>
          <w:p w14:paraId="6F578CDD" w14:textId="77777777" w:rsidR="00EE33AC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Textura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ontraste</w:t>
            </w:r>
          </w:p>
          <w:p w14:paraId="0CC3ECA1" w14:textId="77777777" w:rsidR="00EE33AC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Foco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rofundidade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ampo</w:t>
            </w:r>
          </w:p>
          <w:p w14:paraId="53599728" w14:textId="77777777" w:rsidR="00EE33AC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Movimento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</w:t>
            </w:r>
          </w:p>
          <w:p w14:paraId="2F08BBFD" w14:textId="77777777" w:rsidR="00EE33AC" w:rsidRPr="00C33081" w:rsidRDefault="00EE33AC" w:rsidP="00EE33A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Narrativa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</w:t>
            </w:r>
          </w:p>
          <w:p w14:paraId="7D20A64F" w14:textId="77777777" w:rsidR="00EE33AC" w:rsidRPr="00C33081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C330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omunicação e processos criativos:</w:t>
            </w:r>
          </w:p>
          <w:p w14:paraId="689916E3" w14:textId="77777777" w:rsidR="00EE33AC" w:rsidRPr="00C33081" w:rsidRDefault="00EE33AC" w:rsidP="00EE33AC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de processo criativo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FFBC6" w14:textId="77777777" w:rsidR="00EE33AC" w:rsidRDefault="00EE33AC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3AB7B2" w14:textId="77777777" w:rsidR="00EE33AC" w:rsidRPr="00C33081" w:rsidRDefault="00EE33AC" w:rsidP="00EE33A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e problematizar a importância da expressividade nas artes visuais.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BA5D631" w14:textId="77777777" w:rsidR="00EE33AC" w:rsidRPr="00C33081" w:rsidRDefault="00EE33AC" w:rsidP="00EE33A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linguagem fotográfica como processo artístico.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4170E4A" w14:textId="77777777" w:rsidR="00EE33AC" w:rsidRPr="00A1459C" w:rsidRDefault="00EE33AC" w:rsidP="00EE33A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metodologia relativa ao processo criativo.</w:t>
            </w:r>
          </w:p>
          <w:p w14:paraId="038BE35C" w14:textId="77777777" w:rsidR="00EE33AC" w:rsidRPr="00E15212" w:rsidRDefault="00EE33AC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DF5EC" w14:textId="77777777" w:rsidR="00EE33AC" w:rsidRPr="00A1459C" w:rsidRDefault="00EE33AC" w:rsidP="00EE33A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4EF02CBC" w14:textId="77777777" w:rsidR="00EE33AC" w:rsidRPr="00A1459C" w:rsidRDefault="00EE33AC" w:rsidP="00EE33A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6EF10581" w14:textId="77777777" w:rsidR="00EE33AC" w:rsidRPr="00A1459C" w:rsidRDefault="00EE33AC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F6D2492" w14:textId="77777777" w:rsidR="00EE33AC" w:rsidRDefault="00EE33AC" w:rsidP="00EE33A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920AE83" w14:textId="77777777" w:rsidR="00EE33AC" w:rsidRDefault="00EE33AC" w:rsidP="00EE33A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5D39747" w14:textId="77777777" w:rsidR="00EE33AC" w:rsidRPr="00E15212" w:rsidRDefault="00EE33AC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241CB667" w14:textId="77777777" w:rsidR="00EE33AC" w:rsidRDefault="00EE33AC" w:rsidP="00EE33A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8E4BFB" w14:textId="77777777" w:rsidR="00EE33AC" w:rsidRPr="00F87025" w:rsidRDefault="00EE33AC" w:rsidP="00EE33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A05CFB8" w14:textId="77777777" w:rsidR="00EE33AC" w:rsidRDefault="00EE33AC" w:rsidP="00EE33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54310">
        <w:rPr>
          <w:rFonts w:ascii="Verdana Pro Light" w:eastAsia="Arial Unicode MS" w:hAnsi="Verdana Pro Light" w:cs="Times New Roman"/>
          <w:b/>
          <w:sz w:val="18"/>
          <w:szCs w:val="18"/>
        </w:rPr>
        <w:t xml:space="preserve">Executar </w:t>
      </w:r>
      <w:bookmarkStart w:id="10" w:name="_Hlk158643394"/>
      <w:r w:rsidRPr="00B54310">
        <w:rPr>
          <w:rFonts w:ascii="Verdana Pro Light" w:eastAsia="Arial Unicode MS" w:hAnsi="Verdana Pro Light" w:cs="Times New Roman"/>
          <w:b/>
          <w:sz w:val="18"/>
          <w:szCs w:val="18"/>
        </w:rPr>
        <w:t>projetos artísticos na sua relação com a fotografia</w:t>
      </w:r>
      <w:bookmarkEnd w:id="10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BFEC9A4" w14:textId="743FF6CB" w:rsidR="00EE33AC" w:rsidRDefault="00EE33AC" w:rsidP="00EE33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>Defin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 xml:space="preserve"> o conceito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artístico do projeto </w:t>
      </w:r>
      <w:r w:rsidR="00C4078F">
        <w:rPr>
          <w:rFonts w:ascii="Verdana Pro Light" w:eastAsia="Arial Unicode MS" w:hAnsi="Verdana Pro Light" w:cs="Arial Unicode MS"/>
          <w:sz w:val="18"/>
          <w:szCs w:val="18"/>
        </w:rPr>
        <w:t xml:space="preserve">garantindo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que a 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 xml:space="preserve">ideia central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é 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 xml:space="preserve">clara e coesa e </w:t>
      </w:r>
      <w:r>
        <w:rPr>
          <w:rFonts w:ascii="Verdana Pro Light" w:eastAsia="Arial Unicode MS" w:hAnsi="Verdana Pro Light" w:cs="Arial Unicode MS"/>
          <w:sz w:val="18"/>
          <w:szCs w:val="18"/>
        </w:rPr>
        <w:t>que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 xml:space="preserve"> todos os elementos contribuem para a expressão desse conceito de forma consistente</w:t>
      </w:r>
    </w:p>
    <w:p w14:paraId="088A85E7" w14:textId="77777777" w:rsidR="00EE33AC" w:rsidRDefault="00EE33AC" w:rsidP="00EE33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Demonstrando conhecimento sobre as tendências artísticas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453FA2EB" w14:textId="77777777" w:rsidR="00EE33AC" w:rsidRDefault="00EE33AC" w:rsidP="00EE33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Executando as peças do projeto artístico de forma que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 xml:space="preserve"> a técnica utilizada esteja alinhada com a visão artística do fotógrafo</w:t>
      </w:r>
    </w:p>
    <w:p w14:paraId="3559ED75" w14:textId="77777777" w:rsidR="00EE33AC" w:rsidRPr="00E763D6" w:rsidRDefault="00EE33AC" w:rsidP="00EE33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Elaborando uma análise crítica do projeto artístico c</w:t>
      </w:r>
      <w:r w:rsidRPr="007C5049">
        <w:rPr>
          <w:rFonts w:ascii="Verdana Pro Light" w:eastAsia="Arial Unicode MS" w:hAnsi="Verdana Pro Light" w:cs="Arial Unicode MS"/>
          <w:sz w:val="18"/>
          <w:szCs w:val="18"/>
        </w:rPr>
        <w:t>onsidera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7C5049">
        <w:rPr>
          <w:rFonts w:ascii="Verdana Pro Light" w:eastAsia="Arial Unicode MS" w:hAnsi="Verdana Pro Light" w:cs="Arial Unicode MS"/>
          <w:sz w:val="18"/>
          <w:szCs w:val="18"/>
        </w:rPr>
        <w:t xml:space="preserve"> a relevância do projeto dentro do contexto artístico mais amplo, bem como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 </w:t>
      </w:r>
      <w:r w:rsidRPr="007C5049">
        <w:rPr>
          <w:rFonts w:ascii="Verdana Pro Light" w:eastAsia="Arial Unicode MS" w:hAnsi="Verdana Pro Light" w:cs="Arial Unicode MS"/>
          <w:sz w:val="18"/>
          <w:szCs w:val="18"/>
        </w:rPr>
        <w:t>sua capacidade de dialogar com questões contemporâneas, sociais, culturais ou pessoais.</w:t>
      </w:r>
    </w:p>
    <w:p w14:paraId="55F78469" w14:textId="77777777" w:rsidR="00EE33AC" w:rsidRPr="004330C8" w:rsidRDefault="00EE33AC" w:rsidP="00EE33AC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39F80FF" w14:textId="77777777" w:rsidR="00EE33AC" w:rsidRPr="00A1459C" w:rsidRDefault="00EE33AC" w:rsidP="00EE33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692469BC" w14:textId="77777777" w:rsidR="00EE33AC" w:rsidRDefault="00EE33AC" w:rsidP="00EE33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8374626" w14:textId="78B39341" w:rsidR="004936E9" w:rsidRDefault="004936E9" w:rsidP="00EE33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Museus, galerias e locais de produção artística </w:t>
      </w:r>
    </w:p>
    <w:p w14:paraId="5B063530" w14:textId="77777777" w:rsidR="00EE33AC" w:rsidRPr="00984B30" w:rsidRDefault="00EE33AC" w:rsidP="00EE33AC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18336528" w14:textId="77777777" w:rsidR="00EE33AC" w:rsidRPr="00F87025" w:rsidRDefault="00EE33AC" w:rsidP="00EE33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6BC6688" w14:textId="77777777" w:rsidR="00EE33AC" w:rsidRPr="00A1459C" w:rsidRDefault="00EE33AC" w:rsidP="00EE33A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4B62F53" w14:textId="77777777" w:rsidR="00EE33AC" w:rsidRPr="00A1459C" w:rsidRDefault="00EE33AC" w:rsidP="00EE33A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5C42344E" w14:textId="77777777" w:rsidR="00EE33AC" w:rsidRPr="00A1459C" w:rsidRDefault="00EE33AC" w:rsidP="00EE33A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72DD742B" w14:textId="77777777" w:rsidR="00EE33AC" w:rsidRPr="00A1459C" w:rsidRDefault="00EE33AC" w:rsidP="00EE33A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34BE7BAD" w14:textId="77777777" w:rsidR="00EE33AC" w:rsidRDefault="00EE33AC" w:rsidP="00EE33A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0A9B5E9D" w14:textId="77777777" w:rsidR="00EE33AC" w:rsidRPr="00376376" w:rsidRDefault="00EE33AC" w:rsidP="00EE33A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5895A72" w14:textId="77777777" w:rsidR="00EE33AC" w:rsidRPr="00A1459C" w:rsidRDefault="00EE33AC" w:rsidP="00EE33A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>projetos artísticos na sua relação com a fotografia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5F7DBE" w14:textId="77777777" w:rsidR="00EE33AC" w:rsidRPr="00F87025" w:rsidRDefault="00EE33AC" w:rsidP="00EE33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7678996" w14:textId="77777777" w:rsidR="00EE33AC" w:rsidRDefault="00EE33AC" w:rsidP="00EE33A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A1615BC" w14:textId="77777777" w:rsidR="00EE33AC" w:rsidRPr="00A1459C" w:rsidRDefault="00EE33AC" w:rsidP="00EE33AC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6C4CB538" w14:textId="77777777" w:rsidR="00EE33AC" w:rsidRPr="00A1459C" w:rsidRDefault="00EE33AC" w:rsidP="00EE33A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 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 xml:space="preserve">projetos artísticos na sua relação com a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debates orientados de análise de casos de estudo sobre o tema 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prático </w:t>
      </w:r>
      <w:r>
        <w:rPr>
          <w:rFonts w:ascii="Verdana Pro Light" w:eastAsia="Arial Unicode MS" w:hAnsi="Verdana Pro Light" w:cs="Arial Unicode MS"/>
          <w:sz w:val="18"/>
          <w:szCs w:val="18"/>
        </w:rPr>
        <w:t>para 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25615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produção </w:t>
      </w:r>
      <w:r w:rsidRPr="00F55016">
        <w:rPr>
          <w:rFonts w:ascii="Verdana Pro Light" w:eastAsia="Arial Unicode MS" w:hAnsi="Verdana Pro Light" w:cs="Times New Roman"/>
          <w:bCs/>
          <w:sz w:val="18"/>
          <w:szCs w:val="18"/>
        </w:rPr>
        <w:t>projetos artísticos na sua relação com a fotografia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br/>
      </w:r>
    </w:p>
    <w:p w14:paraId="55D12313" w14:textId="77777777" w:rsidR="00EE33AC" w:rsidRPr="00B25615" w:rsidRDefault="00EE33AC" w:rsidP="00EE33AC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</w:t>
      </w:r>
    </w:p>
    <w:p w14:paraId="421512EF" w14:textId="34751EF0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D219F" w:rsidRPr="00136AD8" w14:paraId="0863669A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AF71BF" w14:textId="75EE8038" w:rsidR="00FD219F" w:rsidRPr="000D4397" w:rsidRDefault="00FD219F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0002</w:t>
            </w:r>
            <w:r w:rsidR="005C618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7AB798F" w14:textId="77777777" w:rsidR="00FD219F" w:rsidRPr="000D4397" w:rsidRDefault="00FD219F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Criar conteúdos fotográficos e videográficos para redes sociais</w:t>
            </w:r>
          </w:p>
        </w:tc>
      </w:tr>
    </w:tbl>
    <w:p w14:paraId="6863DAF7" w14:textId="77777777" w:rsidR="00FD219F" w:rsidRPr="00136AD8" w:rsidRDefault="00FD219F" w:rsidP="00FD219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9D41856" w14:textId="77777777" w:rsidR="00FD219F" w:rsidRDefault="00FD219F" w:rsidP="00FD219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8B67695" w14:textId="77777777" w:rsidR="00FD219F" w:rsidRPr="003200F2" w:rsidRDefault="00FD219F" w:rsidP="00FD219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AEFF5B7" w14:textId="77777777" w:rsidR="00FD219F" w:rsidRPr="00136AD8" w:rsidRDefault="00FD219F" w:rsidP="00FD219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D219F" w:rsidRPr="00136AD8" w14:paraId="3B7B3111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B2412C" w14:textId="77777777" w:rsidR="00FD219F" w:rsidRPr="001B353A" w:rsidRDefault="00FD219F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D219F" w:rsidRPr="00136AD8" w14:paraId="43A488AE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62B3A" w14:textId="77777777" w:rsidR="00FD219F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objetivo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comunicação, identificar e analisar o público-alvo</w:t>
            </w:r>
          </w:p>
          <w:p w14:paraId="6D84FF93" w14:textId="77777777" w:rsidR="00FD219F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 calendário editorial e planear a produção de conteúdos</w:t>
            </w:r>
          </w:p>
          <w:p w14:paraId="224D8A64" w14:textId="77777777" w:rsidR="00FD219F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Criar e produzir os conteúdos fotográficos e videográficos</w:t>
            </w:r>
          </w:p>
          <w:p w14:paraId="13C2D34E" w14:textId="77777777" w:rsidR="00FD219F" w:rsidRPr="00E763D6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legendas para as publicações</w:t>
            </w:r>
          </w:p>
          <w:p w14:paraId="34311AEC" w14:textId="77777777" w:rsidR="00FD219F" w:rsidRPr="00E763D6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o agendamento das publicações e monitorizar resultados</w:t>
            </w:r>
          </w:p>
          <w:p w14:paraId="5AE2A36E" w14:textId="77777777" w:rsidR="00FD219F" w:rsidRPr="00413243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FD219F" w:rsidRPr="00136AD8" w14:paraId="59E377C4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1C4D43" w14:textId="77777777" w:rsidR="00FD219F" w:rsidRPr="001B353A" w:rsidRDefault="00FD219F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CCB2D8" w14:textId="77777777" w:rsidR="00FD219F" w:rsidRPr="001B353A" w:rsidRDefault="00FD219F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9F5E874" w14:textId="77777777" w:rsidR="00FD219F" w:rsidRPr="001B353A" w:rsidRDefault="00FD219F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D219F" w:rsidRPr="00136AD8" w14:paraId="0C55017A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67AF0" w14:textId="77777777" w:rsidR="00FD219F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Redes sociais</w:t>
            </w:r>
          </w:p>
          <w:p w14:paraId="0A570FC6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2A6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Características </w:t>
            </w:r>
          </w:p>
          <w:p w14:paraId="4904D674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utilizadores</w:t>
            </w:r>
          </w:p>
          <w:p w14:paraId="59A3EA78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redes sociais como ferramenta de comunicação pessoal e de marcas</w:t>
            </w:r>
          </w:p>
          <w:p w14:paraId="0066DEA1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redes sociais como ferramenta de promoção profissional</w:t>
            </w:r>
          </w:p>
          <w:p w14:paraId="05778296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 de conteúdos</w:t>
            </w:r>
          </w:p>
          <w:p w14:paraId="54D95B88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Interatividade</w:t>
            </w:r>
          </w:p>
          <w:p w14:paraId="31994A9B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agendamento de publicações</w:t>
            </w:r>
          </w:p>
          <w:p w14:paraId="60CFF9F8" w14:textId="77777777" w:rsidR="00FD219F" w:rsidRPr="00224A14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Métricas de audiências</w:t>
            </w:r>
          </w:p>
          <w:p w14:paraId="25B57AE2" w14:textId="77777777" w:rsidR="00FD219F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e vídeo para redes sociais</w:t>
            </w:r>
          </w:p>
          <w:p w14:paraId="3E37F722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</w:t>
            </w:r>
          </w:p>
          <w:p w14:paraId="0410B4B0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2A6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Resoluções</w:t>
            </w:r>
          </w:p>
          <w:p w14:paraId="0FF0758B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conteúdos</w:t>
            </w:r>
          </w:p>
          <w:p w14:paraId="16DA126A" w14:textId="77777777" w:rsidR="00FD219F" w:rsidRPr="00224A14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24A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 e estética</w:t>
            </w:r>
          </w:p>
          <w:p w14:paraId="470139D5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24A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Narrativa visual</w:t>
            </w:r>
          </w:p>
          <w:p w14:paraId="15148B9B" w14:textId="77777777" w:rsidR="00FD219F" w:rsidRPr="00820B02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B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edição de imagem</w:t>
            </w:r>
            <w:r w:rsidRPr="00820B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03C6A03" w14:textId="77777777" w:rsidR="00FD219F" w:rsidRDefault="00FD219F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para fotografia e vídeo para redes sociais</w:t>
            </w: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8BBD17A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âmara DSLR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ou </w:t>
            </w:r>
            <w:proofErr w:type="spellStart"/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mirrorless</w:t>
            </w:r>
            <w:proofErr w:type="spellEnd"/>
          </w:p>
          <w:p w14:paraId="18600DBD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Smartphone</w:t>
            </w:r>
          </w:p>
          <w:p w14:paraId="37FBCC06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Lentes Intercambiáveis (para câmaras DSLR ou </w:t>
            </w:r>
            <w:proofErr w:type="spellStart"/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mirrorless</w:t>
            </w:r>
            <w:proofErr w:type="spellEnd"/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1CEDD24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</w:t>
            </w:r>
          </w:p>
          <w:p w14:paraId="08069B8D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</w:p>
          <w:p w14:paraId="008A322A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Microfone Externo</w:t>
            </w:r>
          </w:p>
          <w:p w14:paraId="50B322BD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Cartões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emória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rmazenamento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xterno</w:t>
            </w:r>
          </w:p>
          <w:p w14:paraId="03489052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Software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magem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ídeo</w:t>
            </w:r>
          </w:p>
          <w:p w14:paraId="11D548B3" w14:textId="77777777" w:rsidR="00FD219F" w:rsidRDefault="00FD219F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Aspetos legais e ética profissional:</w:t>
            </w:r>
          </w:p>
          <w:p w14:paraId="3E52A344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autorais</w:t>
            </w:r>
          </w:p>
          <w:p w14:paraId="034E46F1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Licenciamento de imagens</w:t>
            </w:r>
          </w:p>
          <w:p w14:paraId="6D0439DB" w14:textId="77777777" w:rsidR="00FD219F" w:rsidRPr="00684E68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Questões sobre privacidade</w:t>
            </w:r>
          </w:p>
          <w:p w14:paraId="562C6A24" w14:textId="77777777" w:rsidR="00FD219F" w:rsidRPr="00874E49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 profissional</w:t>
            </w:r>
            <w:r w:rsidRPr="00874E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0C0EC" w14:textId="77777777" w:rsidR="00FD219F" w:rsidRPr="00684E68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as diferentes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F25C90B" w14:textId="77777777" w:rsidR="00FD219F" w:rsidRPr="00684E68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tipo de utilizadores das diferentes redes sociais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79E8463" w14:textId="77777777" w:rsidR="00FD219F" w:rsidRPr="00684E68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estratégias para produção de conteúdos para redes sociais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749A3B0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Interagir nas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1997AA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Entender as métricas de audiências nas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3DC30FE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estilos e estéticas na fotografia e no vídeo adequados às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50711D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equipamentos de fotografia e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61054A7" w14:textId="77777777" w:rsidR="00FD219F" w:rsidRPr="00820B02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de edição de imagem 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B8C72D2" w14:textId="77777777" w:rsidR="00FD219F" w:rsidRPr="00C505D1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Entender os aspetos legais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 ética profissional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relacionados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a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fotografia</w:t>
            </w:r>
          </w:p>
          <w:p w14:paraId="761DA832" w14:textId="77777777" w:rsidR="00FD219F" w:rsidRPr="00A1459C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CA720F" w14:textId="77777777" w:rsidR="00FD219F" w:rsidRPr="00E15212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698DD" w14:textId="77777777" w:rsidR="00FD219F" w:rsidRPr="00A1459C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0DA35A63" w14:textId="77777777" w:rsidR="00FD219F" w:rsidRDefault="00FD219F" w:rsidP="00FD219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4ECF446E" w14:textId="77777777" w:rsidR="00FD219F" w:rsidRPr="00A1459C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0812035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74BD4879" w14:textId="77777777" w:rsidR="00FD219F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</w:t>
            </w:r>
          </w:p>
          <w:p w14:paraId="1C924525" w14:textId="77777777" w:rsidR="00FD219F" w:rsidRPr="00A1459C" w:rsidRDefault="00FD219F" w:rsidP="00FD21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32734CC5" w14:textId="77777777" w:rsidR="00FD219F" w:rsidRPr="0076118E" w:rsidRDefault="00FD219F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34266BFB" w14:textId="77777777" w:rsidR="00FD219F" w:rsidRDefault="00FD219F" w:rsidP="00FD219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093AAD" w14:textId="77777777" w:rsidR="00FD219F" w:rsidRPr="00F87025" w:rsidRDefault="00FD219F" w:rsidP="00FD21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A1CC50F" w14:textId="77777777" w:rsidR="00FD219F" w:rsidRDefault="00FD219F" w:rsidP="00FD21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B1CC3">
        <w:rPr>
          <w:rFonts w:ascii="Verdana Pro Light" w:eastAsia="Arial Unicode MS" w:hAnsi="Verdana Pro Light" w:cs="Times New Roman"/>
          <w:b/>
          <w:sz w:val="18"/>
          <w:szCs w:val="18"/>
        </w:rPr>
        <w:t>Criar conteúdos fotográficos e videográficos para redes sociais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CC08B7E" w14:textId="77777777" w:rsidR="00FD219F" w:rsidRDefault="00FD219F" w:rsidP="00FD21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>Defin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 xml:space="preserve"> 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 xml:space="preserve"> objetivo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de comunicação tendo em conta os público-alvo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61B43FB5" w14:textId="77777777" w:rsidR="00FD219F" w:rsidRPr="005C1803" w:rsidRDefault="00FD219F" w:rsidP="00FD21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Criando um calendário editorial e planeando a produção de conteúdos tendo em conta as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datas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horários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as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publicaç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ões,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os temas a serem abordados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 tipologia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de conteúdos, incluindo fotos, vídeos, </w:t>
      </w:r>
      <w:proofErr w:type="spellStart"/>
      <w:r w:rsidRPr="009C114E">
        <w:rPr>
          <w:rFonts w:ascii="Verdana Pro Light" w:eastAsia="Arial Unicode MS" w:hAnsi="Verdana Pro Light" w:cs="Arial Unicode MS"/>
          <w:sz w:val="18"/>
          <w:szCs w:val="18"/>
        </w:rPr>
        <w:t>stories</w:t>
      </w:r>
      <w:proofErr w:type="spellEnd"/>
      <w:r w:rsidRPr="009C114E">
        <w:rPr>
          <w:rFonts w:ascii="Verdana Pro Light" w:eastAsia="Arial Unicode MS" w:hAnsi="Verdana Pro Light" w:cs="Arial Unicode MS"/>
          <w:sz w:val="18"/>
          <w:szCs w:val="18"/>
        </w:rPr>
        <w:t>, carrosséis, infográficos, entre outros.</w:t>
      </w:r>
    </w:p>
    <w:p w14:paraId="5AFCE1E9" w14:textId="77777777" w:rsidR="00FD219F" w:rsidRDefault="00FD219F" w:rsidP="00FD21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Criando e produzindo os conteúdos fotográficos e videográficos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 os objetivos de comunicação, o público-alvo e elaborando peças fotográficas e videográficas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com rigor técnico.</w:t>
      </w:r>
    </w:p>
    <w:p w14:paraId="32739BB6" w14:textId="77777777" w:rsidR="00FD219F" w:rsidRDefault="00FD219F" w:rsidP="00FD21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Escrev</w:t>
      </w:r>
      <w:r>
        <w:rPr>
          <w:rFonts w:ascii="Verdana Pro Light" w:eastAsia="Arial Unicode MS" w:hAnsi="Verdana Pro Light" w:cs="Arial Unicode MS"/>
          <w:sz w:val="18"/>
          <w:szCs w:val="18"/>
        </w:rPr>
        <w:t>endo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legendas cativantes e persuasivas para acompanhar </w:t>
      </w:r>
      <w:r>
        <w:rPr>
          <w:rFonts w:ascii="Verdana Pro Light" w:eastAsia="Arial Unicode MS" w:hAnsi="Verdana Pro Light" w:cs="Arial Unicode MS"/>
          <w:sz w:val="18"/>
          <w:szCs w:val="18"/>
        </w:rPr>
        <w:t>peças fotográficas e videográficas,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usando uma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linguagem que </w:t>
      </w:r>
      <w:r>
        <w:rPr>
          <w:rFonts w:ascii="Verdana Pro Light" w:eastAsia="Arial Unicode MS" w:hAnsi="Verdana Pro Light" w:cs="Arial Unicode MS"/>
          <w:sz w:val="18"/>
          <w:szCs w:val="18"/>
        </w:rPr>
        <w:t>se adapte ao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público</w:t>
      </w:r>
      <w:r>
        <w:rPr>
          <w:rFonts w:ascii="Verdana Pro Light" w:eastAsia="Arial Unicode MS" w:hAnsi="Verdana Pro Light" w:cs="Arial Unicode MS"/>
          <w:sz w:val="18"/>
          <w:szCs w:val="18"/>
        </w:rPr>
        <w:t>-alvo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e incentive a interação</w:t>
      </w:r>
      <w:r>
        <w:rPr>
          <w:rFonts w:ascii="Verdana Pro Light" w:eastAsia="Arial Unicode MS" w:hAnsi="Verdana Pro Light" w:cs="Arial Unicode MS"/>
          <w:sz w:val="18"/>
          <w:szCs w:val="18"/>
        </w:rPr>
        <w:t>, c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onsider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incluir hashtags relevantes para aumentar a visibilidade do conteúdo.</w:t>
      </w:r>
    </w:p>
    <w:p w14:paraId="18295675" w14:textId="77777777" w:rsidR="00FD219F" w:rsidRPr="00B71958" w:rsidRDefault="00FD219F" w:rsidP="00FD21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Fazendo o agendamento das publicações e monitorizar resultados, utilizando ferramentas para o efeito e corrigindo situações</w:t>
      </w:r>
    </w:p>
    <w:p w14:paraId="04E688F8" w14:textId="77777777" w:rsidR="00FD219F" w:rsidRPr="004330C8" w:rsidRDefault="00FD219F" w:rsidP="00FD219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B2149FE" w14:textId="77777777" w:rsidR="00FD219F" w:rsidRPr="00A1459C" w:rsidRDefault="00FD219F" w:rsidP="00FD21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7205C14" w14:textId="77777777" w:rsidR="00FD219F" w:rsidRDefault="00FD219F" w:rsidP="00FD21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5F795E0E" w14:textId="77777777" w:rsidR="00FD219F" w:rsidRDefault="00FD219F" w:rsidP="00FD21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4E1A236A" w14:textId="77777777" w:rsidR="00FD219F" w:rsidRDefault="00FD219F" w:rsidP="00FD21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BCD7BAA" w14:textId="77777777" w:rsidR="00FD219F" w:rsidRDefault="00FD219F" w:rsidP="00FD21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750E00A5" w14:textId="77777777" w:rsidR="00FD219F" w:rsidRDefault="00FD219F" w:rsidP="00FD21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353BBC9E" w14:textId="77777777" w:rsidR="00FD219F" w:rsidRDefault="00FD219F" w:rsidP="00FD21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4FBFCAD8" w14:textId="77777777" w:rsidR="00FD219F" w:rsidRPr="00CD4CF0" w:rsidRDefault="00FD219F" w:rsidP="00FD21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0BD5AB52" w14:textId="77777777" w:rsidR="00FD219F" w:rsidRPr="00984B30" w:rsidRDefault="00FD219F" w:rsidP="00FD219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1F1A1D04" w14:textId="77777777" w:rsidR="00FD219F" w:rsidRPr="00F87025" w:rsidRDefault="00FD219F" w:rsidP="00FD21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7D7ED15" w14:textId="77777777" w:rsidR="00FD219F" w:rsidRPr="00A1459C" w:rsidRDefault="00FD219F" w:rsidP="00FD219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1AF152C" w14:textId="77777777" w:rsidR="00FD219F" w:rsidRPr="00A1459C" w:rsidRDefault="00FD219F" w:rsidP="00FD219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74CC0AF4" w14:textId="77777777" w:rsidR="00FD219F" w:rsidRPr="00A1459C" w:rsidRDefault="00FD219F" w:rsidP="00FD219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Câmaras </w:t>
      </w:r>
      <w:r>
        <w:rPr>
          <w:rFonts w:ascii="Verdana Pro Light" w:eastAsia="Arial Unicode MS" w:hAnsi="Verdana Pro Light" w:cs="Arial Unicode MS"/>
          <w:sz w:val="18"/>
          <w:szCs w:val="18"/>
        </w:rPr>
        <w:t>DSLR</w:t>
      </w:r>
    </w:p>
    <w:p w14:paraId="52CD27E7" w14:textId="77777777" w:rsidR="00FD219F" w:rsidRDefault="00FD219F" w:rsidP="00FD219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cessórios </w:t>
      </w:r>
      <w:r>
        <w:rPr>
          <w:rFonts w:ascii="Verdana Pro Light" w:eastAsia="Arial Unicode MS" w:hAnsi="Verdana Pro Light" w:cs="Arial Unicode MS"/>
          <w:sz w:val="18"/>
          <w:szCs w:val="18"/>
        </w:rPr>
        <w:t>para câmaras DSLR</w:t>
      </w:r>
    </w:p>
    <w:p w14:paraId="2380AD19" w14:textId="77777777" w:rsidR="00FD219F" w:rsidRPr="00A1459C" w:rsidRDefault="00FD219F" w:rsidP="00FD219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EF289C">
        <w:rPr>
          <w:rFonts w:ascii="Verdana Pro Light" w:eastAsia="Arial Unicode MS" w:hAnsi="Verdana Pro Light" w:cs="Arial Unicode MS"/>
          <w:sz w:val="18"/>
          <w:szCs w:val="18"/>
        </w:rPr>
        <w:t>Equipamento de áudio e acessórios</w:t>
      </w:r>
    </w:p>
    <w:p w14:paraId="1A7D6C4E" w14:textId="77777777" w:rsidR="00FD219F" w:rsidRPr="00A1459C" w:rsidRDefault="00FD219F" w:rsidP="00FD219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58B0A61B" w14:textId="77777777" w:rsidR="00FD219F" w:rsidRPr="00A1459C" w:rsidRDefault="00FD219F" w:rsidP="00FD219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 nas redes sociais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BE13560" w14:textId="77777777" w:rsidR="00FD219F" w:rsidRPr="00F87025" w:rsidRDefault="00FD219F" w:rsidP="00FD21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9C95600" w14:textId="77777777" w:rsidR="00FD219F" w:rsidRDefault="00FD219F" w:rsidP="00FD219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 xml:space="preserve"> </w:t>
      </w:r>
    </w:p>
    <w:p w14:paraId="1BF52BB3" w14:textId="77777777" w:rsidR="00FD219F" w:rsidRPr="00A1459C" w:rsidRDefault="00FD219F" w:rsidP="00FD219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279A2282" w14:textId="77777777" w:rsidR="00FD219F" w:rsidRPr="00A1459C" w:rsidRDefault="00FD219F" w:rsidP="00FD219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>criação de fotografia e vídeo para redes sociais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>xecu</w:t>
      </w:r>
      <w:r>
        <w:rPr>
          <w:rFonts w:ascii="Verdana Pro Light" w:eastAsia="Arial Unicode MS" w:hAnsi="Verdana Pro Light" w:cs="Arial Unicode MS"/>
          <w:sz w:val="18"/>
          <w:szCs w:val="18"/>
        </w:rPr>
        <w:t>ção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de uma campanha fotográfica e videográfica para redes sociais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F2A9CB5" w14:textId="77777777" w:rsidR="00FD219F" w:rsidRPr="00A1459C" w:rsidRDefault="00FD219F" w:rsidP="00FD219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0CAB089" w14:textId="77777777" w:rsidR="00FD219F" w:rsidRPr="00A1459C" w:rsidRDefault="00FD219F" w:rsidP="00FD219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E33701" w14:textId="77777777" w:rsidR="00FD219F" w:rsidRPr="00FB0136" w:rsidRDefault="00FD219F" w:rsidP="00FD219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Câmaras DSLR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Acessórios para câmaras DSLR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Equipamento de áudio e acessórios</w:t>
      </w:r>
    </w:p>
    <w:p w14:paraId="20D23106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3CB987F2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2315E346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78456123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2996D517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448C7BA9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71EB8DE3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00314E37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4EDD0D61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594C955D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4084460A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17739CE5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1E7C5985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72E953EA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0525D167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0945F547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21D1662C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10D9B46F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13181E8F" w14:textId="77777777" w:rsidR="00FD219F" w:rsidRDefault="00FD219F" w:rsidP="008C76A8">
      <w:pPr>
        <w:rPr>
          <w:rFonts w:ascii="Verdana Pro Light" w:hAnsi="Verdana Pro Light"/>
          <w:smallCaps/>
        </w:rPr>
      </w:pPr>
    </w:p>
    <w:p w14:paraId="60B8A257" w14:textId="77777777" w:rsidR="007128A3" w:rsidRDefault="007128A3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128A3" w:rsidRPr="00136AD8" w14:paraId="59EB5233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A7BF1D8" w14:textId="40DBFC83" w:rsidR="007128A3" w:rsidRPr="000D4397" w:rsidRDefault="007128A3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1" w:name="_Hlk158636374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0002</w:t>
            </w:r>
            <w:r w:rsidR="00BC32E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F9B6EB" w14:textId="56EF096E" w:rsidR="007128A3" w:rsidRPr="000D4397" w:rsidRDefault="00B834A0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Promover </w:t>
            </w:r>
            <w:r w:rsidR="001C3773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 obra</w:t>
            </w:r>
            <w:r w:rsidR="003F798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fotográfic</w:t>
            </w:r>
            <w:r w:rsidR="001C3773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</w:t>
            </w:r>
          </w:p>
        </w:tc>
      </w:tr>
    </w:tbl>
    <w:p w14:paraId="33BD600B" w14:textId="77777777" w:rsidR="007128A3" w:rsidRPr="00136AD8" w:rsidRDefault="007128A3" w:rsidP="007128A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1A66F5" w14:textId="77777777" w:rsidR="007128A3" w:rsidRDefault="007128A3" w:rsidP="007128A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6EC7A21" w14:textId="77777777" w:rsidR="007128A3" w:rsidRPr="003200F2" w:rsidRDefault="007128A3" w:rsidP="007128A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9161583" w14:textId="77777777" w:rsidR="007128A3" w:rsidRPr="00136AD8" w:rsidRDefault="007128A3" w:rsidP="007128A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128A3" w:rsidRPr="00136AD8" w14:paraId="344E0AC3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44250C" w14:textId="77777777" w:rsidR="007128A3" w:rsidRPr="001B353A" w:rsidRDefault="007128A3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128A3" w:rsidRPr="00136AD8" w14:paraId="55D6B05A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FA6AB" w14:textId="77777777" w:rsidR="007128A3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uma estratégia de promoção individual</w:t>
            </w:r>
          </w:p>
          <w:p w14:paraId="5AA9C111" w14:textId="77777777" w:rsidR="007128A3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um portefólio profissional, físico e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Online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3D6085F0" w14:textId="77777777" w:rsidR="007128A3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Selecionar plataformas para divulgação do portfólio </w:t>
            </w: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profissional</w:t>
            </w:r>
          </w:p>
          <w:p w14:paraId="3AFF1D15" w14:textId="77777777" w:rsidR="007128A3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Elaborar a estrutura e preparar a apresentação pessoal do portfólio profissional </w:t>
            </w:r>
          </w:p>
          <w:p w14:paraId="680B80C0" w14:textId="77777777" w:rsidR="007128A3" w:rsidRPr="00E763D6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Elaborar um 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curriculum vitae</w:t>
            </w:r>
          </w:p>
          <w:p w14:paraId="1C572297" w14:textId="77777777" w:rsidR="007128A3" w:rsidRPr="00413243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7128A3" w:rsidRPr="00136AD8" w14:paraId="34D38C0E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386110" w14:textId="77777777" w:rsidR="007128A3" w:rsidRPr="001B353A" w:rsidRDefault="007128A3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F059AA" w14:textId="77777777" w:rsidR="007128A3" w:rsidRPr="001B353A" w:rsidRDefault="007128A3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AC80BC" w14:textId="77777777" w:rsidR="007128A3" w:rsidRPr="001B353A" w:rsidRDefault="007128A3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128A3" w:rsidRPr="00136AD8" w14:paraId="4DA89285" w14:textId="77777777" w:rsidTr="00842F95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0D42C" w14:textId="77777777" w:rsidR="007128A3" w:rsidRPr="00CE5C7C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Marketing pessoal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br/>
            </w:r>
          </w:p>
          <w:p w14:paraId="44C862B7" w14:textId="77777777" w:rsidR="007128A3" w:rsidRPr="00CE5C7C" w:rsidRDefault="007128A3" w:rsidP="007128A3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5C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Mercado: tendências e oportunidades</w:t>
            </w:r>
          </w:p>
          <w:p w14:paraId="567FF24D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Marca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essoal</w:t>
            </w:r>
          </w:p>
          <w:p w14:paraId="057F5C6D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Presença 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</w:p>
          <w:p w14:paraId="02097D05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Networking</w:t>
            </w:r>
            <w:proofErr w:type="spellEnd"/>
          </w:p>
          <w:p w14:paraId="410DDDDE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ventos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xposições</w:t>
            </w:r>
          </w:p>
          <w:p w14:paraId="4C055834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utros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rofissionais</w:t>
            </w:r>
          </w:p>
          <w:p w14:paraId="0415A979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Testemunhos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ecomendações</w:t>
            </w:r>
          </w:p>
          <w:p w14:paraId="4E132D9F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Educação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ontinuada</w:t>
            </w:r>
          </w:p>
          <w:p w14:paraId="50C9FC1C" w14:textId="77777777" w:rsidR="007128A3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individual de carreira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FD9A5B8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sociais</w:t>
            </w:r>
          </w:p>
          <w:p w14:paraId="0BB78519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de divulgação de portefólio 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A79D04C" w14:textId="77777777" w:rsidR="007128A3" w:rsidRDefault="007128A3" w:rsidP="00842F95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Portefólio profissional</w:t>
            </w: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E38C0A3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do tipo de trabalho e público-alvo</w:t>
            </w:r>
          </w:p>
          <w:p w14:paraId="7242FC90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Portefólio geral ou mini portefólio</w:t>
            </w:r>
          </w:p>
          <w:p w14:paraId="0EE007DE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e número de imagens</w:t>
            </w:r>
          </w:p>
          <w:p w14:paraId="439A8453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 condutora – encadeamento</w:t>
            </w:r>
          </w:p>
          <w:p w14:paraId="19D3323B" w14:textId="77777777" w:rsidR="007128A3" w:rsidRPr="004C5D4C" w:rsidRDefault="007128A3" w:rsidP="007128A3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e acabamento</w:t>
            </w:r>
          </w:p>
          <w:p w14:paraId="563ABF40" w14:textId="77777777" w:rsidR="007128A3" w:rsidRDefault="007128A3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E5C7C">
              <w:rPr>
                <w:rFonts w:ascii="Verdana Pro Light" w:eastAsia="Arial Unicode MS" w:hAnsi="Verdana Pro Light" w:cs="Arial Unicode MS"/>
                <w:b/>
                <w:bCs/>
                <w:i/>
                <w:iCs/>
                <w:sz w:val="18"/>
                <w:szCs w:val="18"/>
                <w:lang w:eastAsia="pt-PT"/>
              </w:rPr>
              <w:t>Curriculum vitae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6C7CE79" w14:textId="77777777" w:rsidR="007128A3" w:rsidRPr="00CE5C7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E5C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Europasse</w:t>
            </w:r>
            <w:proofErr w:type="spellEnd"/>
            <w:r w:rsidRPr="00CE5C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criativo</w:t>
            </w:r>
          </w:p>
          <w:p w14:paraId="5A48B1BA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5C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e </w:t>
            </w:r>
            <w:proofErr w:type="spellStart"/>
            <w:r w:rsidRPr="00077C2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templates</w:t>
            </w:r>
            <w:proofErr w:type="spellEnd"/>
          </w:p>
          <w:p w14:paraId="31D70822" w14:textId="77777777" w:rsidR="007128A3" w:rsidRPr="00CE5C7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Conteúdo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FD8D8" w14:textId="77777777" w:rsidR="007128A3" w:rsidRPr="00684E68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 mercado: tendências e oportunidades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50E9DCC" w14:textId="77777777" w:rsidR="007128A3" w:rsidRPr="00684E68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estratégias de marketing pessoal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CC89850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a gestão individual de carreira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68822FB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várias tipologias de portfólio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FB2E2EE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principais plataformas de divulgação de portfólio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CB8A5F1" w14:textId="77777777" w:rsidR="007128A3" w:rsidRPr="00077C2E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conteúdo de um </w:t>
            </w:r>
            <w:r w:rsidRPr="00077C2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curriculum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vitae</w:t>
            </w:r>
          </w:p>
          <w:p w14:paraId="12C2F488" w14:textId="77777777" w:rsidR="007128A3" w:rsidRPr="00A1459C" w:rsidRDefault="007128A3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2BC10C" w14:textId="77777777" w:rsidR="007128A3" w:rsidRPr="00E15212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D9AE" w14:textId="77777777" w:rsidR="007128A3" w:rsidRPr="00A1459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4A40A667" w14:textId="77777777" w:rsidR="007128A3" w:rsidRDefault="007128A3" w:rsidP="007128A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2D3C8E1E" w14:textId="77777777" w:rsidR="007128A3" w:rsidRPr="00A1459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724E06E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CC29309" w14:textId="77777777" w:rsidR="007128A3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</w:t>
            </w:r>
          </w:p>
          <w:p w14:paraId="3F8F8727" w14:textId="77777777" w:rsidR="007128A3" w:rsidRPr="00A1459C" w:rsidRDefault="007128A3" w:rsidP="007128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0040B691" w14:textId="77777777" w:rsidR="007128A3" w:rsidRPr="0076118E" w:rsidRDefault="007128A3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5709DAD9" w14:textId="77777777" w:rsidR="007128A3" w:rsidRDefault="007128A3" w:rsidP="007128A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95903E6" w14:textId="77777777" w:rsidR="00D95560" w:rsidRDefault="00D95560" w:rsidP="007128A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1D9997" w14:textId="77777777" w:rsidR="007128A3" w:rsidRPr="00F87025" w:rsidRDefault="007128A3" w:rsidP="007128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A99F8C3" w14:textId="346B5C48" w:rsidR="007128A3" w:rsidRDefault="004B250C" w:rsidP="007128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Promover</w:t>
      </w:r>
      <w:r w:rsidR="0025504D">
        <w:rPr>
          <w:rFonts w:ascii="Verdana Pro Light" w:eastAsia="Arial Unicode MS" w:hAnsi="Verdana Pro Light" w:cs="Times New Roman"/>
          <w:b/>
          <w:sz w:val="18"/>
          <w:szCs w:val="18"/>
        </w:rPr>
        <w:t xml:space="preserve"> a obra fotográfica</w:t>
      </w:r>
      <w:r w:rsidR="007128A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FE958E8" w14:textId="77777777" w:rsidR="007128A3" w:rsidRDefault="007128A3" w:rsidP="007128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>Defini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 xml:space="preserve"> uma estratégia de promoção individual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identificando as ferramentas e as plataformas para o efeito</w:t>
      </w:r>
    </w:p>
    <w:p w14:paraId="3604B717" w14:textId="77777777" w:rsidR="007128A3" w:rsidRDefault="007128A3" w:rsidP="007128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>Elabora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 xml:space="preserve"> um portefólio profissional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entidade a que se destina, adequando a seleção de imagens e a narrativa visual  </w:t>
      </w:r>
    </w:p>
    <w:p w14:paraId="6DF0BC1A" w14:textId="77777777" w:rsidR="007128A3" w:rsidRDefault="007128A3" w:rsidP="007128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Apresentando pessoalmente o portfólio profissional, sabendo contextualizar o trabalho desenvolvido e as questões técnicas associadas</w:t>
      </w:r>
    </w:p>
    <w:p w14:paraId="476D2DFA" w14:textId="77777777" w:rsidR="007128A3" w:rsidRPr="00077C2E" w:rsidRDefault="007128A3" w:rsidP="007128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Elaborando um </w:t>
      </w:r>
      <w:r w:rsidRPr="004C5D4C">
        <w:rPr>
          <w:rFonts w:ascii="Verdana Pro Light" w:eastAsia="Arial Unicode MS" w:hAnsi="Verdana Pro Light" w:cs="Arial Unicode MS"/>
          <w:i/>
          <w:iCs/>
          <w:sz w:val="18"/>
          <w:szCs w:val="18"/>
        </w:rPr>
        <w:t>curriculum vitae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adaptando o conteúdo à entidade a que se destina</w:t>
      </w:r>
    </w:p>
    <w:p w14:paraId="4289A577" w14:textId="77777777" w:rsidR="007128A3" w:rsidRPr="004330C8" w:rsidRDefault="007128A3" w:rsidP="007128A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59D914F" w14:textId="77777777" w:rsidR="007128A3" w:rsidRPr="00A1459C" w:rsidRDefault="007128A3" w:rsidP="007128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8DC5DAF" w14:textId="77777777" w:rsidR="007128A3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3903088C" w14:textId="77777777" w:rsidR="007128A3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446BB402" w14:textId="77777777" w:rsidR="007128A3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72E57FB3" w14:textId="77777777" w:rsidR="007128A3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6960E119" w14:textId="77777777" w:rsidR="007128A3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44A86BA6" w14:textId="77777777" w:rsidR="007128A3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0C36AAE8" w14:textId="77777777" w:rsidR="007128A3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8473377" w14:textId="77777777" w:rsidR="007128A3" w:rsidRPr="00CD4CF0" w:rsidRDefault="007128A3" w:rsidP="007128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4E8E2403" w14:textId="77777777" w:rsidR="007128A3" w:rsidRPr="00984B30" w:rsidRDefault="007128A3" w:rsidP="007128A3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E086161" w14:textId="77777777" w:rsidR="007128A3" w:rsidRPr="00F87025" w:rsidRDefault="007128A3" w:rsidP="007128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28C9B5B" w14:textId="77777777" w:rsidR="007128A3" w:rsidRPr="00A1459C" w:rsidRDefault="007128A3" w:rsidP="007128A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730D916" w14:textId="77777777" w:rsidR="007128A3" w:rsidRPr="00A1459C" w:rsidRDefault="007128A3" w:rsidP="007128A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3804F177" w14:textId="77777777" w:rsidR="007128A3" w:rsidRPr="00A1459C" w:rsidRDefault="007128A3" w:rsidP="007128A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30B03F38" w14:textId="77777777" w:rsidR="007128A3" w:rsidRPr="00A1459C" w:rsidRDefault="007128A3" w:rsidP="007128A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portfólios profissionais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4760AC7" w14:textId="77777777" w:rsidR="007128A3" w:rsidRPr="00F87025" w:rsidRDefault="007128A3" w:rsidP="007128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F886069" w14:textId="77777777" w:rsidR="007128A3" w:rsidRDefault="007128A3" w:rsidP="007128A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DE7A08B" w14:textId="77777777" w:rsidR="007128A3" w:rsidRPr="00A1459C" w:rsidRDefault="007128A3" w:rsidP="007128A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1A06CCD7" w14:textId="77777777" w:rsidR="007128A3" w:rsidRPr="00CE5C7C" w:rsidRDefault="007128A3" w:rsidP="007128A3">
      <w:pPr>
        <w:pStyle w:val="PargrafodaLista"/>
        <w:spacing w:before="120" w:after="0" w:line="276" w:lineRule="auto"/>
        <w:ind w:left="780"/>
        <w:rPr>
          <w:rFonts w:ascii="Verdana Pro Light" w:hAnsi="Verdana Pro Light"/>
          <w:i/>
          <w:iCs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à promoção individual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 orientado sobre o tema e com o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portfólio profissional e de um </w:t>
      </w:r>
      <w:r w:rsidRPr="00CE5C7C">
        <w:rPr>
          <w:rFonts w:ascii="Verdana Pro Light" w:eastAsia="Arial Unicode MS" w:hAnsi="Verdana Pro Light" w:cs="Arial Unicode MS"/>
          <w:i/>
          <w:iCs/>
          <w:sz w:val="18"/>
          <w:szCs w:val="18"/>
        </w:rPr>
        <w:t>Curriculum vitae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br/>
      </w:r>
    </w:p>
    <w:p w14:paraId="11ED0D81" w14:textId="77777777" w:rsidR="007128A3" w:rsidRPr="00CE5C7C" w:rsidRDefault="007128A3" w:rsidP="007128A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t>, podendo ser mista se as circunstâncias o exigirem</w:t>
      </w:r>
      <w:bookmarkEnd w:id="11"/>
    </w:p>
    <w:p w14:paraId="6BFED69B" w14:textId="77777777" w:rsidR="007128A3" w:rsidRDefault="007128A3" w:rsidP="008C76A8">
      <w:pPr>
        <w:rPr>
          <w:rFonts w:ascii="Verdana Pro Light" w:hAnsi="Verdana Pro Light"/>
          <w:smallCaps/>
        </w:rPr>
      </w:pPr>
    </w:p>
    <w:p w14:paraId="74AAE0B5" w14:textId="77777777" w:rsidR="007128A3" w:rsidRDefault="007128A3" w:rsidP="008C76A8">
      <w:pPr>
        <w:rPr>
          <w:rFonts w:ascii="Verdana Pro Light" w:hAnsi="Verdana Pro Light"/>
          <w:smallCaps/>
        </w:rPr>
      </w:pPr>
    </w:p>
    <w:p w14:paraId="4F89A482" w14:textId="77777777" w:rsidR="007128A3" w:rsidRDefault="007128A3" w:rsidP="008C76A8">
      <w:pPr>
        <w:rPr>
          <w:rFonts w:ascii="Verdana Pro Light" w:hAnsi="Verdana Pro Light"/>
          <w:smallCaps/>
        </w:rPr>
      </w:pPr>
    </w:p>
    <w:p w14:paraId="307518A2" w14:textId="77777777" w:rsidR="007128A3" w:rsidRDefault="007128A3" w:rsidP="008C76A8">
      <w:pPr>
        <w:rPr>
          <w:rFonts w:ascii="Verdana Pro Light" w:hAnsi="Verdana Pro Light"/>
          <w:smallCaps/>
        </w:rPr>
      </w:pPr>
    </w:p>
    <w:p w14:paraId="1C8AE6D9" w14:textId="77777777" w:rsidR="00FD219F" w:rsidRDefault="00FD219F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C5E16" w:rsidRPr="00136AD8" w14:paraId="72C1769F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DB547D" w14:textId="70AA4DBE" w:rsidR="00CC5E16" w:rsidRPr="000D4397" w:rsidRDefault="00CC5E16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2" w:name="_Hlk159688777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0002</w:t>
            </w:r>
            <w:r w:rsidR="00D77706"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B450AF1" w14:textId="77777777" w:rsidR="00CC5E16" w:rsidRPr="000D4397" w:rsidRDefault="00CC5E16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Produzir um projeto expositivo de fotografia de autor</w:t>
            </w:r>
          </w:p>
        </w:tc>
      </w:tr>
    </w:tbl>
    <w:p w14:paraId="02F09F03" w14:textId="77777777" w:rsidR="00CC5E16" w:rsidRPr="00136AD8" w:rsidRDefault="00CC5E16" w:rsidP="00CC5E1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410E345" w14:textId="77777777" w:rsidR="00CC5E16" w:rsidRDefault="00CC5E16" w:rsidP="00CC5E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76EBBC36" w14:textId="77777777" w:rsidR="00CC5E16" w:rsidRPr="003200F2" w:rsidRDefault="00CC5E16" w:rsidP="00CC5E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CA054E9" w14:textId="77777777" w:rsidR="00CC5E16" w:rsidRPr="00136AD8" w:rsidRDefault="00CC5E16" w:rsidP="00CC5E1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C5E16" w:rsidRPr="00136AD8" w14:paraId="4466A684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E63AB2" w14:textId="77777777" w:rsidR="00CC5E16" w:rsidRPr="001B353A" w:rsidRDefault="00CC5E1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C5E16" w:rsidRPr="00136AD8" w14:paraId="39ED8343" w14:textId="77777777" w:rsidTr="00842F9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EE65A" w14:textId="77777777" w:rsidR="00CC5E16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conceito central do projeto expositivo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pesquisar sobre a temática</w:t>
            </w:r>
          </w:p>
          <w:p w14:paraId="23A7E0B7" w14:textId="77777777" w:rsidR="00CC5E16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selecionar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fotografias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projeto experimental/autoral</w:t>
            </w:r>
          </w:p>
          <w:p w14:paraId="7A649409" w14:textId="77777777" w:rsidR="00CC5E16" w:rsidRPr="00E763D6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Definir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tamanho e o formato das impressões fotográficas para a exposição</w:t>
            </w:r>
          </w:p>
          <w:p w14:paraId="7F900903" w14:textId="77777777" w:rsidR="00CC5E16" w:rsidRPr="00E763D6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layout da exposição,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dispor as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fotografias no espaço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expositivo</w:t>
            </w:r>
          </w:p>
          <w:p w14:paraId="53B6C015" w14:textId="77777777" w:rsidR="00CC5E16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material de apoio para a exposiçã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</w:p>
          <w:p w14:paraId="24F3D98C" w14:textId="77777777" w:rsidR="00CC5E16" w:rsidRPr="00413243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C5E16" w:rsidRPr="00136AD8" w14:paraId="1A334A8B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D16C0B" w14:textId="77777777" w:rsidR="00CC5E16" w:rsidRPr="001B353A" w:rsidRDefault="00CC5E16" w:rsidP="00842F9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2ABF81" w14:textId="77777777" w:rsidR="00CC5E16" w:rsidRPr="001B353A" w:rsidRDefault="00CC5E1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B01AC14" w14:textId="77777777" w:rsidR="00CC5E16" w:rsidRPr="001B353A" w:rsidRDefault="00CC5E1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C5E16" w:rsidRPr="00136AD8" w14:paraId="7D6D26DE" w14:textId="77777777" w:rsidTr="00842F95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F70B7" w14:textId="77777777" w:rsidR="00CC5E16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Fotografia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 autor:</w:t>
            </w:r>
          </w:p>
          <w:p w14:paraId="1753FB7E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ind w:left="31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olhar documental e a prática artística</w:t>
            </w:r>
          </w:p>
          <w:p w14:paraId="0BE3D08A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ind w:left="31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rtistas plásticos na área da fotografia</w:t>
            </w:r>
          </w:p>
          <w:p w14:paraId="3DC407B6" w14:textId="77777777" w:rsidR="00CC5E16" w:rsidRPr="0043453C" w:rsidRDefault="00CC5E16" w:rsidP="00CC5E16">
            <w:pPr>
              <w:pStyle w:val="PargrafodaLista"/>
              <w:numPr>
                <w:ilvl w:val="0"/>
                <w:numId w:val="4"/>
              </w:numPr>
              <w:ind w:left="31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imagem como construção</w:t>
            </w:r>
          </w:p>
          <w:p w14:paraId="2468B932" w14:textId="77777777" w:rsidR="00CC5E16" w:rsidRPr="0043453C" w:rsidRDefault="00CC5E16" w:rsidP="00842F95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Prática fotográfica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 um</w:t>
            </w:r>
            <w:r w:rsidRPr="0043453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projeto criativo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095721A" w14:textId="77777777" w:rsidR="00CC5E16" w:rsidRPr="0043453C" w:rsidRDefault="00CC5E16" w:rsidP="00CC5E1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processos criativos</w:t>
            </w:r>
          </w:p>
          <w:p w14:paraId="60473F76" w14:textId="77777777" w:rsidR="00CC5E16" w:rsidRDefault="00CC5E16" w:rsidP="00CC5E1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fotográfico artístico</w:t>
            </w:r>
          </w:p>
          <w:p w14:paraId="285A80EA" w14:textId="77777777" w:rsidR="00CC5E16" w:rsidRPr="0043453C" w:rsidRDefault="00CC5E16" w:rsidP="00CC5E16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e edição de imagens </w:t>
            </w:r>
          </w:p>
          <w:p w14:paraId="33104BD4" w14:textId="77777777" w:rsidR="00CC5E16" w:rsidRPr="001E0067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Produção de uma exposição fotográfica:</w:t>
            </w:r>
          </w:p>
          <w:p w14:paraId="1339CE0C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Etapas</w:t>
            </w:r>
          </w:p>
          <w:p w14:paraId="2BA26785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Locais</w:t>
            </w:r>
          </w:p>
          <w:p w14:paraId="106A25E5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Intervenientes</w:t>
            </w:r>
          </w:p>
          <w:p w14:paraId="533C8E18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</w:t>
            </w:r>
          </w:p>
          <w:p w14:paraId="552408A2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Layout de espaço</w:t>
            </w:r>
          </w:p>
          <w:p w14:paraId="626C077D" w14:textId="77777777" w:rsidR="00CC5E16" w:rsidRDefault="00CC5E16" w:rsidP="00842F9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Promoção e divulgação de uma exposição fotográfica:</w:t>
            </w:r>
          </w:p>
          <w:p w14:paraId="6568420A" w14:textId="77777777" w:rsidR="00CC5E16" w:rsidRPr="001B234B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marketing</w:t>
            </w:r>
          </w:p>
          <w:p w14:paraId="6BBA6E98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promocionais</w:t>
            </w:r>
          </w:p>
          <w:p w14:paraId="6A31ABD0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de comunicação</w:t>
            </w:r>
          </w:p>
          <w:p w14:paraId="0E99284D" w14:textId="77777777" w:rsidR="00CC5E16" w:rsidRPr="00CC3CD6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CC3CD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Networking</w:t>
            </w:r>
            <w:proofErr w:type="spellEnd"/>
          </w:p>
          <w:p w14:paraId="65417456" w14:textId="77777777" w:rsidR="00C94F1A" w:rsidRDefault="00C94F1A" w:rsidP="00C94F1A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Aspetos legais e ética profissional:</w:t>
            </w:r>
          </w:p>
          <w:p w14:paraId="1B18FEE8" w14:textId="77777777" w:rsidR="00C94F1A" w:rsidRDefault="00C94F1A" w:rsidP="00C9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autorais</w:t>
            </w:r>
          </w:p>
          <w:p w14:paraId="28F7C0D5" w14:textId="77777777" w:rsidR="00C94F1A" w:rsidRDefault="00C94F1A" w:rsidP="00C9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Licenciamento de imagens</w:t>
            </w:r>
          </w:p>
          <w:p w14:paraId="43AD67D9" w14:textId="77777777" w:rsidR="00C94F1A" w:rsidRPr="00111FD1" w:rsidRDefault="00C94F1A" w:rsidP="00C9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Questões sobre privacidade</w:t>
            </w:r>
          </w:p>
          <w:p w14:paraId="6A0C36F9" w14:textId="6E75B9B5" w:rsidR="00CC5E16" w:rsidRPr="0043453C" w:rsidRDefault="00C94F1A" w:rsidP="00C9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 profissional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5E37E" w14:textId="77777777" w:rsidR="00CC5E16" w:rsidRDefault="00CC5E16" w:rsidP="00842F95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154E57" w14:textId="77777777" w:rsidR="00CC5E16" w:rsidRDefault="00CC5E16" w:rsidP="00CC5E1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os fundamentos da 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06B12EF" w14:textId="77777777" w:rsidR="00CC5E16" w:rsidRDefault="00CC5E16" w:rsidP="00CC5E1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ntend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história da fotografia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principais fotógrafos e movimentos artísticos que influenciaram a prática fotográfica ao longo do tempo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6C21E8F" w14:textId="77777777" w:rsidR="00CC5E16" w:rsidRDefault="00CC5E16" w:rsidP="00CC5E1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princípios da narrativa visual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01B3595" w14:textId="77777777" w:rsidR="00CC5E16" w:rsidRPr="009126C9" w:rsidRDefault="00CC5E16" w:rsidP="00CC5E16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Concetualizar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desenvolver projetos fotográficos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autor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EE3629A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pós-produção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44AA71B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as etapas da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de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exposições de 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EF985B5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as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marketing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promoção de exposições fotográficas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5B72C6B" w14:textId="77777777" w:rsidR="00C94F1A" w:rsidRPr="00C505D1" w:rsidRDefault="00C94F1A" w:rsidP="00C9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Entender os aspetos legais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 ética profissional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relacionados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a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fotografia</w:t>
            </w:r>
          </w:p>
          <w:p w14:paraId="6D43492C" w14:textId="77777777" w:rsidR="00CC5E16" w:rsidRPr="00A1459C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5B013D" w14:textId="77777777" w:rsidR="00CC5E16" w:rsidRPr="00E15212" w:rsidRDefault="00CC5E16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B5C7F" w14:textId="77777777" w:rsidR="00CC5E16" w:rsidRPr="00A1459C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3D285E16" w14:textId="77777777" w:rsidR="00CC5E16" w:rsidRPr="00A1459C" w:rsidRDefault="00CC5E16" w:rsidP="00CC5E1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50AE45B0" w14:textId="77777777" w:rsidR="00CC5E16" w:rsidRPr="00A1459C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8B446A8" w14:textId="77777777" w:rsidR="00CC5E16" w:rsidRPr="00A1459C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7076D14" w14:textId="77777777" w:rsidR="00CC5E16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2F06E23" w14:textId="77777777" w:rsidR="00CC5E16" w:rsidRPr="00A1459C" w:rsidRDefault="00CC5E16" w:rsidP="00CC5E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5CBDEE55" w14:textId="77777777" w:rsidR="00CC5E16" w:rsidRPr="00E15212" w:rsidRDefault="00CC5E16" w:rsidP="00842F9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5F790A62" w14:textId="77777777" w:rsidR="00CC5E16" w:rsidRDefault="00CC5E16" w:rsidP="00CC5E1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9035A2" w14:textId="77777777" w:rsidR="00CC5E16" w:rsidRPr="00F87025" w:rsidRDefault="00CC5E16" w:rsidP="00CC5E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4664E22" w14:textId="77777777" w:rsidR="00CC5E16" w:rsidRDefault="00CC5E16" w:rsidP="00CC5E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27A8">
        <w:rPr>
          <w:rFonts w:ascii="Verdana Pro Light" w:eastAsia="Arial Unicode MS" w:hAnsi="Verdana Pro Light" w:cs="Times New Roman"/>
          <w:b/>
          <w:sz w:val="18"/>
          <w:szCs w:val="18"/>
        </w:rPr>
        <w:t>Produzir um projeto expositivo de fotografia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de autor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3D056B9" w14:textId="77777777" w:rsidR="00CC5E16" w:rsidRDefault="00CC5E16" w:rsidP="00CC5E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Criando um conceito 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 xml:space="preserve">central </w:t>
      </w:r>
      <w:r>
        <w:rPr>
          <w:rFonts w:ascii="Verdana Pro Light" w:eastAsia="Arial Unicode MS" w:hAnsi="Verdana Pro Light" w:cs="Arial Unicode MS"/>
          <w:sz w:val="18"/>
          <w:szCs w:val="18"/>
        </w:rPr>
        <w:t>para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 xml:space="preserve"> projeto expositivo 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 xml:space="preserve">que seja significativo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possa 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 xml:space="preserve">ser expresso de forma coesa através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 xml:space="preserve"> imagens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A9BF863" w14:textId="77777777" w:rsidR="00CC5E16" w:rsidRDefault="00CC5E16" w:rsidP="00CC5E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07287D">
        <w:rPr>
          <w:rFonts w:ascii="Verdana Pro Light" w:eastAsia="Arial Unicode MS" w:hAnsi="Verdana Pro Light" w:cs="Arial Unicode MS"/>
          <w:sz w:val="18"/>
          <w:szCs w:val="18"/>
        </w:rPr>
        <w:t>Realiza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ndo e selecionando as </w:t>
      </w:r>
      <w:r w:rsidRPr="0007287D">
        <w:rPr>
          <w:rFonts w:ascii="Verdana Pro Light" w:eastAsia="Arial Unicode MS" w:hAnsi="Verdana Pro Light" w:cs="Arial Unicode MS"/>
          <w:sz w:val="18"/>
          <w:szCs w:val="18"/>
        </w:rPr>
        <w:t>fotografias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>onceito ou tema do projeto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>scolh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endo 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>imagens que se complementam e criem uma narrativa visual coesa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com rigor técnico</w:t>
      </w:r>
    </w:p>
    <w:p w14:paraId="6C94A722" w14:textId="77777777" w:rsidR="00CC5E16" w:rsidRDefault="00CC5E16" w:rsidP="00CC5E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e produzindo a exposição tendo em conta a forma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como as </w:t>
      </w:r>
      <w:r>
        <w:rPr>
          <w:rFonts w:ascii="Verdana Pro Light" w:eastAsia="Arial Unicode MS" w:hAnsi="Verdana Pro Light" w:cs="Arial Unicode MS"/>
          <w:sz w:val="18"/>
          <w:szCs w:val="18"/>
        </w:rPr>
        <w:t>fotografias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serão agrupadas e organizadas para criar impacto visual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onsider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a iluminação e o ambiente </w:t>
      </w:r>
      <w:r>
        <w:rPr>
          <w:rFonts w:ascii="Verdana Pro Light" w:eastAsia="Arial Unicode MS" w:hAnsi="Verdana Pro Light" w:cs="Arial Unicode MS"/>
          <w:sz w:val="18"/>
          <w:szCs w:val="18"/>
        </w:rPr>
        <w:t>do espaço expositivo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ao definir a disposição das fotografias.</w:t>
      </w:r>
    </w:p>
    <w:p w14:paraId="1DDCB3E5" w14:textId="77777777" w:rsidR="00CC5E16" w:rsidRDefault="00CC5E16" w:rsidP="00CC5E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material de apoio para a exposição, como um catálogo ou </w:t>
      </w:r>
      <w:r>
        <w:rPr>
          <w:rFonts w:ascii="Verdana Pro Light" w:eastAsia="Arial Unicode MS" w:hAnsi="Verdana Pro Light" w:cs="Arial Unicode MS"/>
          <w:sz w:val="18"/>
          <w:szCs w:val="18"/>
        </w:rPr>
        <w:t>folha de sala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, que forneça informações adicionais sobre o projeto, incluindo uma introdução ao tema, biografia do fotógrafo e legendas para cada imagem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que 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complement</w:t>
      </w:r>
      <w:r>
        <w:rPr>
          <w:rFonts w:ascii="Verdana Pro Light" w:eastAsia="Arial Unicode MS" w:hAnsi="Verdana Pro Light" w:cs="Arial Unicode MS"/>
          <w:sz w:val="18"/>
          <w:szCs w:val="18"/>
        </w:rPr>
        <w:t>em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as fotografias, fornecendo contexto e </w:t>
      </w:r>
      <w:r w:rsidRPr="005A4A7C"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insights 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adicionais sobre cada imagem.</w:t>
      </w:r>
    </w:p>
    <w:p w14:paraId="36EE2B70" w14:textId="77777777" w:rsidR="00CC5E16" w:rsidRPr="004330C8" w:rsidRDefault="00CC5E16" w:rsidP="00CC5E1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A0539F5" w14:textId="77777777" w:rsidR="00CC5E16" w:rsidRPr="00A1459C" w:rsidRDefault="00CC5E16" w:rsidP="00CC5E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CA256C3" w14:textId="135437E2" w:rsidR="00CC5E16" w:rsidRPr="00D95560" w:rsidRDefault="00CC5E16" w:rsidP="00D95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AE726B8" w14:textId="77777777" w:rsidR="00CC5E16" w:rsidRPr="00F87025" w:rsidRDefault="00CC5E16" w:rsidP="00CC5E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0C53D4F" w14:textId="77777777" w:rsidR="00CC5E16" w:rsidRPr="00A1459C" w:rsidRDefault="00CC5E16" w:rsidP="00CC5E1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9CDB8B8" w14:textId="77777777" w:rsidR="00CC5E16" w:rsidRPr="00A1459C" w:rsidRDefault="00CC5E16" w:rsidP="00CC5E1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74344D72" w14:textId="77777777" w:rsidR="00CC5E16" w:rsidRPr="00A1459C" w:rsidRDefault="00CC5E16" w:rsidP="00CC5E1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158C101E" w14:textId="77777777" w:rsidR="00CC5E16" w:rsidRPr="00A1459C" w:rsidRDefault="00CC5E16" w:rsidP="00CC5E1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3953128F" w14:textId="77777777" w:rsidR="00CC5E16" w:rsidRDefault="00CC5E16" w:rsidP="00CC5E1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42FBD29D" w14:textId="77777777" w:rsidR="00CC5E16" w:rsidRPr="00376376" w:rsidRDefault="00CC5E16" w:rsidP="00CC5E1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51CBA2A2" w14:textId="77777777" w:rsidR="00CC5E16" w:rsidRPr="00A1459C" w:rsidRDefault="00CC5E16" w:rsidP="00CC5E1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autor e exposições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2AF347" w14:textId="77777777" w:rsidR="00CC5E16" w:rsidRPr="00F87025" w:rsidRDefault="00CC5E16" w:rsidP="00CC5E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6C396C6" w14:textId="79C610D4" w:rsidR="00CC5E16" w:rsidRDefault="00CC5E16" w:rsidP="00DE67CA">
      <w:pPr>
        <w:spacing w:after="0"/>
        <w:rPr>
          <w:rFonts w:ascii="Verdana Pro Light" w:hAnsi="Verdana Pro Light"/>
          <w:smallCaps/>
        </w:rPr>
      </w:pPr>
    </w:p>
    <w:p w14:paraId="787C1BAB" w14:textId="77777777" w:rsidR="00CC5E16" w:rsidRPr="00A1459C" w:rsidRDefault="00CC5E16" w:rsidP="00DE67CA">
      <w:pPr>
        <w:pStyle w:val="PargrafodaLista"/>
        <w:numPr>
          <w:ilvl w:val="0"/>
          <w:numId w:val="7"/>
        </w:numPr>
        <w:spacing w:after="0" w:line="276" w:lineRule="auto"/>
        <w:ind w:left="777" w:hanging="357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4C3E64FC" w14:textId="77777777" w:rsidR="00CC5E16" w:rsidRDefault="00CC5E16" w:rsidP="00DE67CA">
      <w:pPr>
        <w:pStyle w:val="PargrafodaLista"/>
        <w:spacing w:after="0" w:line="276" w:lineRule="auto"/>
        <w:ind w:left="780"/>
        <w:rPr>
          <w:rFonts w:ascii="Verdana Pro Light" w:eastAsia="Arial Unicode MS" w:hAnsi="Verdana Pro Light" w:cs="Times New Roman"/>
          <w:bCs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autor e à produção de exposições fotográficas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debates orientados de análise de casos de estudo sobre o tema 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prático </w:t>
      </w:r>
      <w:r>
        <w:rPr>
          <w:rFonts w:ascii="Verdana Pro Light" w:eastAsia="Arial Unicode MS" w:hAnsi="Verdana Pro Light" w:cs="Arial Unicode MS"/>
          <w:sz w:val="18"/>
          <w:szCs w:val="18"/>
        </w:rPr>
        <w:t>para 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25615">
        <w:rPr>
          <w:rFonts w:ascii="Verdana Pro Light" w:eastAsia="Arial Unicode MS" w:hAnsi="Verdana Pro Light" w:cs="Times New Roman"/>
          <w:bCs/>
          <w:sz w:val="18"/>
          <w:szCs w:val="18"/>
        </w:rPr>
        <w:t>produção de uma exposição de fotografia de autor</w:t>
      </w:r>
    </w:p>
    <w:p w14:paraId="5786B66A" w14:textId="77777777" w:rsidR="00CC5E16" w:rsidRPr="00A1459C" w:rsidRDefault="00CC5E16" w:rsidP="00DE67CA">
      <w:pPr>
        <w:pStyle w:val="PargrafodaLista"/>
        <w:spacing w:after="0" w:line="276" w:lineRule="auto"/>
        <w:ind w:left="780"/>
        <w:rPr>
          <w:rFonts w:ascii="Verdana Pro Light" w:hAnsi="Verdana Pro Light"/>
          <w:smallCaps/>
        </w:rPr>
      </w:pPr>
    </w:p>
    <w:p w14:paraId="10B4E6C0" w14:textId="77777777" w:rsidR="00CC5E16" w:rsidRPr="00A1459C" w:rsidRDefault="00CC5E16" w:rsidP="00DE67CA">
      <w:pPr>
        <w:pStyle w:val="PargrafodaLista"/>
        <w:numPr>
          <w:ilvl w:val="0"/>
          <w:numId w:val="7"/>
        </w:numPr>
        <w:spacing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7050701" w14:textId="77777777" w:rsidR="00CC5E16" w:rsidRPr="00A1459C" w:rsidRDefault="00CC5E16" w:rsidP="00DE67CA">
      <w:pPr>
        <w:pStyle w:val="PargrafodaLista"/>
        <w:numPr>
          <w:ilvl w:val="0"/>
          <w:numId w:val="7"/>
        </w:numPr>
        <w:spacing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6EA6E21" w14:textId="4595510F" w:rsidR="00CC5E16" w:rsidRPr="00A1459C" w:rsidRDefault="00CC5E16" w:rsidP="00DE67CA">
      <w:pPr>
        <w:pStyle w:val="PargrafodaLista"/>
        <w:numPr>
          <w:ilvl w:val="0"/>
          <w:numId w:val="7"/>
        </w:numPr>
        <w:spacing w:after="0" w:line="276" w:lineRule="auto"/>
        <w:rPr>
          <w:rFonts w:ascii="Verdana Pro Light" w:hAnsi="Verdana Pro Light"/>
          <w:smallCaps/>
        </w:rPr>
      </w:pPr>
      <w:bookmarkStart w:id="13" w:name="_Hlk158630754"/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Espaço adequado para montar </w:t>
      </w:r>
      <w:r>
        <w:rPr>
          <w:rFonts w:ascii="Verdana Pro Light" w:eastAsia="Arial Unicode MS" w:hAnsi="Verdana Pro Light" w:cs="Arial Unicode MS"/>
          <w:sz w:val="18"/>
          <w:szCs w:val="18"/>
        </w:rPr>
        <w:t>uma exposição de fotografia ou parceria com entidades que tenham espaços semelhantes</w:t>
      </w:r>
    </w:p>
    <w:p w14:paraId="7FF0C62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2"/>
    <w:bookmarkEnd w:id="13"/>
    <w:p w14:paraId="52EFFB2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82C7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2207E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B2C46" w:rsidRPr="00136AD8" w14:paraId="3B33709C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7F0698" w14:textId="18A72F57" w:rsidR="006B2C46" w:rsidRPr="00222FEF" w:rsidRDefault="006B2C46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B37F8A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2CB548" w14:textId="41037EF3" w:rsidR="006B2C46" w:rsidRPr="00222FEF" w:rsidRDefault="006B2C46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ahoma"/>
                <w:b/>
                <w:bCs/>
                <w:color w:val="C45911" w:themeColor="accent2" w:themeShade="BF"/>
                <w:sz w:val="18"/>
                <w:szCs w:val="18"/>
              </w:rPr>
              <w:t xml:space="preserve">Prestar informação sobre o </w:t>
            </w:r>
            <w:r w:rsidRPr="00222FEF"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 xml:space="preserve">setor de </w:t>
            </w:r>
            <w:r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>fotografia</w:t>
            </w:r>
          </w:p>
        </w:tc>
      </w:tr>
    </w:tbl>
    <w:p w14:paraId="2DAEC214" w14:textId="77777777" w:rsidR="006B2C46" w:rsidRPr="00136AD8" w:rsidRDefault="006B2C46" w:rsidP="006B2C4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93357B5" w14:textId="393E0E55" w:rsidR="006B2C46" w:rsidRDefault="006B2C46" w:rsidP="006B2C4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1B88142" w14:textId="7AEFB370" w:rsidR="006B2C46" w:rsidRPr="003200F2" w:rsidRDefault="006B2C46" w:rsidP="006B2C4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7F26D16" w14:textId="77777777" w:rsidR="006B2C46" w:rsidRPr="00136AD8" w:rsidRDefault="006B2C46" w:rsidP="006B2C4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B2C46" w:rsidRPr="00136AD8" w14:paraId="447A9375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4FDA67" w14:textId="77777777" w:rsidR="006B2C46" w:rsidRPr="001B353A" w:rsidRDefault="006B2C4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B2C46" w:rsidRPr="00136AD8" w14:paraId="358C6562" w14:textId="77777777" w:rsidTr="00842F9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77DAE1" w14:textId="6558449B" w:rsidR="006B2C46" w:rsidRDefault="006B2C46" w:rsidP="00842F9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ab/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fotografia</w:t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6A14A860" w14:textId="28578653" w:rsidR="006B2C46" w:rsidRPr="006B2C46" w:rsidRDefault="006B2C46" w:rsidP="006B2C4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fotografia</w:t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br/>
            </w:r>
          </w:p>
        </w:tc>
      </w:tr>
      <w:tr w:rsidR="006B2C46" w:rsidRPr="00136AD8" w14:paraId="2BCCD5FC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1A39C4" w14:textId="77777777" w:rsidR="006B2C46" w:rsidRPr="001B353A" w:rsidRDefault="006B2C4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26F3E4" w14:textId="77777777" w:rsidR="006B2C46" w:rsidRPr="001B353A" w:rsidRDefault="006B2C4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672395" w14:textId="77777777" w:rsidR="006B2C46" w:rsidRPr="001B353A" w:rsidRDefault="006B2C46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B2C46" w:rsidRPr="00136AD8" w14:paraId="6F35AB4E" w14:textId="77777777" w:rsidTr="00842F9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9E9A1" w14:textId="6605C4CA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04C4B177" w14:textId="77777777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08D8CBF8" w14:textId="246C337B" w:rsidR="006B2C46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(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retrato, comercial, publicitária, de moda de jornalismo, de arquitetura, de cena, de espetáculos, de desporto, de autor)</w:t>
            </w:r>
          </w:p>
          <w:p w14:paraId="0015A33E" w14:textId="6B98E2B0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Novas tendências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59243333" w14:textId="77777777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5CCD15C7" w14:textId="07199854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críticos de sucesso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42C94A23" w14:textId="2675779C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3F2DE832" w14:textId="766941BF" w:rsidR="006B2C46" w:rsidRPr="006B2C46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nacionais e locais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53B3DC38" w14:textId="77777777" w:rsidR="006B2C46" w:rsidRPr="003C0084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Definição, caraterísticas e classificação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00D34EB3" w14:textId="77777777" w:rsidR="006B2C46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457EE139" w14:textId="77777777" w:rsidR="006B2C46" w:rsidRPr="001B353A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32A64" w14:textId="49319A76" w:rsidR="006B2C46" w:rsidRPr="006B2C46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da fotografia</w:t>
            </w:r>
          </w:p>
          <w:p w14:paraId="3BCE05BC" w14:textId="7DF5D068" w:rsidR="006B2C46" w:rsidRPr="006B2C46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69BEDB1B" w14:textId="4FFE517E" w:rsidR="006B2C46" w:rsidRPr="006B2C46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  <w:r w:rsidRPr="006B2C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59E88488" w14:textId="77777777" w:rsidR="006B2C46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48313A8F" w14:textId="77777777" w:rsidR="006B2C46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23A06208" w14:textId="3BCAF098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</w:p>
          <w:p w14:paraId="5ADD9DD4" w14:textId="363AEE3C" w:rsidR="006B2C46" w:rsidRPr="003C0084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</w:p>
          <w:p w14:paraId="32BD42DA" w14:textId="6140956E" w:rsidR="006B2C46" w:rsidRPr="006B2C46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08F5B0CC" w14:textId="77777777" w:rsidR="006B2C46" w:rsidRPr="003C0084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07FC43BA" w14:textId="78777BD7" w:rsidR="006B2C46" w:rsidRPr="006B2C46" w:rsidRDefault="006B2C46" w:rsidP="006B2C46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EF642" w14:textId="77777777" w:rsidR="006B2C46" w:rsidRPr="00FD35E9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7FFA2AF3" w14:textId="77777777" w:rsidR="006B2C46" w:rsidRPr="00FD35E9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3B4E988D" w14:textId="77777777" w:rsidR="006B2C46" w:rsidRPr="00FD35E9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13F1ED5" w14:textId="77777777" w:rsidR="006B2C46" w:rsidRPr="00FD35E9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D8EA166" w14:textId="77777777" w:rsidR="006B2C46" w:rsidRPr="00FD35E9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3D2C5F5" w14:textId="77777777" w:rsidR="006B2C46" w:rsidRPr="00FD35E9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801243E" w14:textId="77777777" w:rsidR="006B2C46" w:rsidRPr="00FD35E9" w:rsidRDefault="006B2C46" w:rsidP="00842F95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4ED82900" w14:textId="77777777" w:rsidR="006B2C46" w:rsidRDefault="006B2C46" w:rsidP="00842F95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A9D3F8" w14:textId="77777777" w:rsidR="006B2C46" w:rsidRPr="00057283" w:rsidRDefault="006B2C46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8F9C3D9" w14:textId="77777777" w:rsidR="006B2C46" w:rsidRDefault="006B2C46" w:rsidP="006B2C4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0DB470F" w14:textId="77777777" w:rsidR="006B2C46" w:rsidRDefault="006B2C46" w:rsidP="006B2C4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741BB3B" w14:textId="77777777" w:rsidR="006B2C46" w:rsidRPr="00F87025" w:rsidRDefault="006B2C46" w:rsidP="006B2C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FB8836D" w14:textId="7A9F2E6D" w:rsidR="006B2C46" w:rsidRPr="005E6B0A" w:rsidRDefault="006B2C46" w:rsidP="006B2C46">
      <w:pPr>
        <w:spacing w:before="80" w:after="120" w:line="240" w:lineRule="auto"/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</w:pP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Prestar informação sobre o setor d</w:t>
      </w:r>
      <w:r w:rsidR="0029018E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a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="0029018E">
        <w:rPr>
          <w:rFonts w:ascii="Verdana Pro Light" w:eastAsia="Verdana Pro Light" w:hAnsi="Verdana Pro Light" w:cs="Verdana Pro Light"/>
          <w:color w:val="0070C0"/>
          <w:sz w:val="18"/>
          <w:szCs w:val="18"/>
        </w:rPr>
        <w:t>fotografia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:</w:t>
      </w:r>
    </w:p>
    <w:p w14:paraId="7496C0E4" w14:textId="77777777" w:rsidR="006B2C46" w:rsidRDefault="006B2C46" w:rsidP="006B2C46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5672D1EE" w14:textId="77777777" w:rsidR="006B2C46" w:rsidRDefault="006B2C46" w:rsidP="006B2C46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 xml:space="preserve">comunicação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>solicitação do interlocutor.</w:t>
      </w:r>
    </w:p>
    <w:p w14:paraId="0DEC6EE8" w14:textId="77777777" w:rsidR="006B2C46" w:rsidRPr="00136AD8" w:rsidRDefault="006B2C46" w:rsidP="006B2C4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676CC8" w14:textId="77777777" w:rsidR="006B2C46" w:rsidRPr="00F87025" w:rsidRDefault="006B2C46" w:rsidP="006B2C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4C51ED5" w14:textId="77777777" w:rsidR="006B2C46" w:rsidRPr="00984B30" w:rsidRDefault="006B2C46" w:rsidP="006B2C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693C939D" w14:textId="77777777" w:rsidR="006B2C46" w:rsidRDefault="006B2C46" w:rsidP="006B2C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3F7DDC1" w14:textId="77777777" w:rsidR="006B2C46" w:rsidRPr="00643045" w:rsidRDefault="006B2C46" w:rsidP="006B2C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67030848" w14:textId="77777777" w:rsidR="006B2C46" w:rsidRDefault="006B2C46" w:rsidP="006B2C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61A3D2" w14:textId="77777777" w:rsidR="006B2C46" w:rsidRPr="00F87025" w:rsidRDefault="006B2C46" w:rsidP="006B2C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ED69E30" w14:textId="77777777" w:rsidR="006B2C46" w:rsidRPr="003C0084" w:rsidRDefault="006B2C46" w:rsidP="006B2C46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5A7F4451" w14:textId="77777777" w:rsidR="006B2C46" w:rsidRPr="003C0084" w:rsidRDefault="006B2C46" w:rsidP="006B2C46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Relatórios de atividade setorial.</w:t>
      </w:r>
    </w:p>
    <w:p w14:paraId="5F6CD00F" w14:textId="77777777" w:rsidR="006B2C46" w:rsidRPr="003C0084" w:rsidRDefault="006B2C46" w:rsidP="006B2C46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Documentação técnica sobre o setor.</w:t>
      </w:r>
    </w:p>
    <w:p w14:paraId="6C76BA38" w14:textId="4D54456F" w:rsidR="006B2C46" w:rsidRPr="0029018E" w:rsidRDefault="006B2C46" w:rsidP="006B2C46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70C0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Legislação reguladora do setor </w:t>
      </w:r>
      <w:r w:rsidRPr="0029018E">
        <w:rPr>
          <w:rFonts w:ascii="Verdana Pro Light" w:eastAsia="Arial Unicode MS" w:hAnsi="Verdana Pro Light" w:cs="Arial Unicode MS"/>
          <w:color w:val="0070C0"/>
          <w:sz w:val="18"/>
          <w:szCs w:val="18"/>
          <w:lang w:eastAsia="pt-PT"/>
        </w:rPr>
        <w:t>d</w:t>
      </w:r>
      <w:r w:rsidR="0029018E" w:rsidRPr="0029018E">
        <w:rPr>
          <w:rFonts w:ascii="Verdana Pro Light" w:eastAsia="Arial Unicode MS" w:hAnsi="Verdana Pro Light" w:cs="Arial Unicode MS"/>
          <w:color w:val="0070C0"/>
          <w:sz w:val="18"/>
          <w:szCs w:val="18"/>
          <w:lang w:eastAsia="pt-PT"/>
        </w:rPr>
        <w:t>a fotografia</w:t>
      </w:r>
    </w:p>
    <w:p w14:paraId="21D2F054" w14:textId="77777777" w:rsidR="006B2C46" w:rsidRPr="003C0084" w:rsidRDefault="006B2C46" w:rsidP="006B2C46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Exemplos de produtos/serviços inovadores.</w:t>
      </w:r>
    </w:p>
    <w:p w14:paraId="345A9544" w14:textId="77777777" w:rsidR="006B2C46" w:rsidRPr="006C609D" w:rsidRDefault="006B2C46" w:rsidP="006B2C46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1D27E0" w14:textId="77777777" w:rsidR="006B2C46" w:rsidRPr="00F87025" w:rsidRDefault="006B2C46" w:rsidP="006B2C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5EC3D4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F6EC0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CAE88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48085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169FA" w:rsidRPr="00136AD8" w14:paraId="0D9B5783" w14:textId="77777777" w:rsidTr="00F16B0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9298BA4" w14:textId="6B761D67" w:rsidR="00A169FA" w:rsidRPr="00136AD8" w:rsidRDefault="00A169FA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6D11F1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 xml:space="preserve">UC 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00</w:t>
            </w:r>
            <w:r w:rsidR="00AE7FA2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9DF10FB" w14:textId="77777777" w:rsidR="00A169FA" w:rsidRPr="009C256C" w:rsidRDefault="00A169FA" w:rsidP="00F16B0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  <w:t xml:space="preserve">Colaborar e trabalhar em equipa </w:t>
            </w:r>
          </w:p>
        </w:tc>
      </w:tr>
    </w:tbl>
    <w:p w14:paraId="1B78E667" w14:textId="77777777" w:rsidR="00A169FA" w:rsidRPr="00136AD8" w:rsidRDefault="00A169FA" w:rsidP="00A169F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82BBE89" w14:textId="77777777" w:rsidR="00A169FA" w:rsidRDefault="00A169FA" w:rsidP="00A169F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1393B54" w14:textId="77777777" w:rsidR="00A169FA" w:rsidRPr="003200F2" w:rsidRDefault="00A169FA" w:rsidP="00A169F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BA5C9C6" w14:textId="77777777" w:rsidR="00A169FA" w:rsidRPr="00136AD8" w:rsidRDefault="00A169FA" w:rsidP="00A169F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169FA" w:rsidRPr="00136AD8" w14:paraId="1DA4F9D1" w14:textId="77777777" w:rsidTr="00F16B0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3A9CFB" w14:textId="77777777" w:rsidR="00A169FA" w:rsidRPr="001B353A" w:rsidRDefault="00A169FA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169FA" w:rsidRPr="00136AD8" w14:paraId="39DF9815" w14:textId="77777777" w:rsidTr="00F16B0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075FB" w14:textId="77777777" w:rsidR="00A169FA" w:rsidRPr="00AB5AF8" w:rsidRDefault="00A169FA" w:rsidP="00F16B01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5B8B11B9" w14:textId="77777777" w:rsidR="00A169FA" w:rsidRPr="00AB5AF8" w:rsidRDefault="00A169FA" w:rsidP="00F16B01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0133C37F" w14:textId="77777777" w:rsidR="00A169FA" w:rsidRPr="001B353A" w:rsidRDefault="00A169FA" w:rsidP="00F16B0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decisão.</w:t>
            </w:r>
          </w:p>
        </w:tc>
      </w:tr>
      <w:tr w:rsidR="00A169FA" w:rsidRPr="00136AD8" w14:paraId="79EADF14" w14:textId="77777777" w:rsidTr="00F16B0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DA3944" w14:textId="77777777" w:rsidR="00A169FA" w:rsidRPr="001B353A" w:rsidRDefault="00A169FA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D3D0A0" w14:textId="77777777" w:rsidR="00A169FA" w:rsidRPr="001B353A" w:rsidRDefault="00A169FA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F76BAE" w14:textId="77777777" w:rsidR="00A169FA" w:rsidRPr="001B353A" w:rsidRDefault="00A169FA" w:rsidP="00F16B0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169FA" w:rsidRPr="00136AD8" w14:paraId="342311B6" w14:textId="77777777" w:rsidTr="00F16B0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CFF8C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50646C4F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379BF35C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74D3D008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7CE0CB46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56E32CBF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64388003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6693F11E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5495F9AB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  <w:p w14:paraId="1897F2EF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184F7E30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A8B63A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2F63B127" w14:textId="77777777" w:rsidR="00A169FA" w:rsidRPr="001B353A" w:rsidRDefault="00A169FA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FF618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13E0B0CB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2DEB0675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2C637E83" w14:textId="77777777" w:rsidR="00A169FA" w:rsidRPr="008705D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7FF9306B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15C367FE" w14:textId="77777777" w:rsidR="00A169FA" w:rsidRPr="009835C1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04793D24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3A2B3498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268D6CA2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1A8D4C49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39B4404C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136ACA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2AF4B6A7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090FF465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441F845C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082583B5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223A78C5" w14:textId="77777777" w:rsidR="00A169FA" w:rsidRPr="00057283" w:rsidRDefault="00A169FA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7D204" w14:textId="77777777" w:rsidR="00A169FA" w:rsidRDefault="00A169FA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5080C2FC" w14:textId="77777777" w:rsidR="00A169FA" w:rsidRDefault="00A169FA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6C52E16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0585FB74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00C558E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743AD5D7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02A8E39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4B9EDE39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8C00F6B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B1C461F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6BB13B1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1EF2DAA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FB7ADB9" w14:textId="77777777" w:rsidR="00A169FA" w:rsidRPr="00A128FE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4905951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00BF3A5E" w14:textId="77777777" w:rsidR="00A169FA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432ED5A1" w14:textId="77777777" w:rsidR="00A169FA" w:rsidRPr="00AB5AF8" w:rsidRDefault="00A169FA" w:rsidP="00F16B0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6C66524" w14:textId="77777777" w:rsidR="00A169FA" w:rsidRPr="00057283" w:rsidRDefault="00A169FA" w:rsidP="00F16B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06B41DE" w14:textId="77777777" w:rsidR="00A169FA" w:rsidRDefault="00A169FA" w:rsidP="00A169FA">
      <w:pPr>
        <w:rPr>
          <w:rFonts w:ascii="Verdana Pro Light" w:hAnsi="Verdana Pro Light"/>
          <w:smallCaps/>
        </w:rPr>
      </w:pPr>
    </w:p>
    <w:p w14:paraId="6DCAB7D0" w14:textId="77777777" w:rsidR="00A169FA" w:rsidRPr="00F87025" w:rsidRDefault="00A169FA" w:rsidP="00A169F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4FAA26C" w14:textId="77777777" w:rsidR="00A169FA" w:rsidRPr="00C3428A" w:rsidRDefault="00A169FA" w:rsidP="00A169FA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6E35C673" w14:textId="77777777" w:rsidR="00A169FA" w:rsidRPr="00AB5AF8" w:rsidRDefault="00A169FA" w:rsidP="00A169FA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200B12FB" w14:textId="77777777" w:rsidR="00A169FA" w:rsidRPr="00AB5AF8" w:rsidRDefault="00A169FA" w:rsidP="00A169FA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63E3DB8E" w14:textId="77777777" w:rsidR="00A169FA" w:rsidRDefault="00A169FA" w:rsidP="00A169FA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376AD584" w14:textId="77777777" w:rsidR="00A169FA" w:rsidRDefault="00A169FA" w:rsidP="00A169FA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188DF742" w14:textId="77777777" w:rsidR="00A169FA" w:rsidRPr="00136AD8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534B56" w14:textId="77777777" w:rsidR="00A169FA" w:rsidRPr="00F87025" w:rsidRDefault="00A169FA" w:rsidP="00A169F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B7DEA1A" w14:textId="77777777" w:rsidR="00A169FA" w:rsidRPr="00AB5AF8" w:rsidRDefault="00A169FA" w:rsidP="00A169F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B5AF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88AA257" w14:textId="77777777" w:rsidR="00A169FA" w:rsidRPr="00051C79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82B49B" w14:textId="77777777" w:rsidR="00A169FA" w:rsidRPr="00F87025" w:rsidRDefault="00A169FA" w:rsidP="00A169F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6575F59" w14:textId="77777777" w:rsidR="00A169FA" w:rsidRPr="00DA0C85" w:rsidRDefault="00A169FA" w:rsidP="00A169F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0F1A649" w14:textId="77777777" w:rsidR="00A169FA" w:rsidRPr="00DA0C85" w:rsidRDefault="00A169FA" w:rsidP="00A169F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718506E6" w14:textId="77777777" w:rsidR="00A169FA" w:rsidRDefault="00A169FA" w:rsidP="00A169F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1766913B" w14:textId="77777777" w:rsidR="00A169FA" w:rsidRPr="00DA0C85" w:rsidRDefault="00A169FA" w:rsidP="00A169F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comunicação.</w:t>
      </w:r>
    </w:p>
    <w:p w14:paraId="54DE38A8" w14:textId="77777777" w:rsidR="00A169FA" w:rsidRPr="00051C79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307605" w14:textId="77777777" w:rsidR="00A169FA" w:rsidRPr="00F87025" w:rsidRDefault="00A169FA" w:rsidP="00A169F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A2C9AB9" w14:textId="77777777" w:rsidR="00A169FA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387D41" w14:textId="77777777" w:rsidR="00A169FA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29FC7B" w14:textId="77777777" w:rsidR="00A169FA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C7DAAC" w14:textId="77777777" w:rsidR="00A169FA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1C9FC0" w14:textId="77777777" w:rsidR="00A169FA" w:rsidRDefault="00A169FA" w:rsidP="00A169F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EFFF80" w14:textId="77777777" w:rsidR="00A169FA" w:rsidRDefault="00A169FA" w:rsidP="008C76A8">
      <w:pPr>
        <w:rPr>
          <w:rFonts w:ascii="Verdana Pro Light" w:hAnsi="Verdana Pro Light"/>
          <w:smallCaps/>
        </w:rPr>
      </w:pPr>
    </w:p>
    <w:p w14:paraId="5DE39C49" w14:textId="77777777" w:rsidR="00A169FA" w:rsidRDefault="00A169FA" w:rsidP="008C76A8">
      <w:pPr>
        <w:rPr>
          <w:rFonts w:ascii="Verdana Pro Light" w:hAnsi="Verdana Pro Light"/>
          <w:smallCaps/>
        </w:rPr>
      </w:pPr>
    </w:p>
    <w:p w14:paraId="22E6DEB7" w14:textId="77777777" w:rsidR="00A169FA" w:rsidRDefault="00A169FA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9018E" w:rsidRPr="00136AD8" w14:paraId="742AC829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7CAA91" w14:textId="27DA22F1" w:rsidR="0029018E" w:rsidRPr="00262783" w:rsidRDefault="0029018E" w:rsidP="00842F9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  <w:r w:rsidR="000965D3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A87203" w14:textId="77777777" w:rsidR="0029018E" w:rsidRPr="00262783" w:rsidRDefault="0029018E" w:rsidP="00842F9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Comunicar e interagir em contexto profissional</w:t>
            </w:r>
          </w:p>
        </w:tc>
      </w:tr>
    </w:tbl>
    <w:p w14:paraId="19895E94" w14:textId="77777777" w:rsidR="0029018E" w:rsidRDefault="0029018E" w:rsidP="0029018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16E233D3" w14:textId="3E48DD1C" w:rsidR="0029018E" w:rsidRPr="00136AD8" w:rsidRDefault="0029018E" w:rsidP="0029018E">
      <w:pPr>
        <w:spacing w:after="0" w:line="240" w:lineRule="auto"/>
        <w:ind w:right="-1"/>
        <w:rPr>
          <w:rFonts w:ascii="Verdana Pro Light" w:hAnsi="Verdana Pro Light" w:cs="Times New Roman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9018E" w:rsidRPr="00136AD8" w14:paraId="14F9FD3F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EAE902" w14:textId="77777777" w:rsidR="0029018E" w:rsidRPr="001B353A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9018E" w:rsidRPr="00136AD8" w14:paraId="61CB07A5" w14:textId="77777777" w:rsidTr="00842F9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7515C1" w14:textId="77777777" w:rsidR="0029018E" w:rsidRDefault="0029018E" w:rsidP="00842F9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mensagem a comunicar em contexto profissional.</w:t>
            </w:r>
          </w:p>
          <w:p w14:paraId="07D06BFA" w14:textId="77777777" w:rsidR="0029018E" w:rsidRPr="00821F01" w:rsidRDefault="0029018E" w:rsidP="00842F95">
            <w:pPr>
              <w:spacing w:before="120" w:after="8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</w:tc>
      </w:tr>
      <w:tr w:rsidR="0029018E" w:rsidRPr="00136AD8" w14:paraId="0581F7C8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F13D20" w14:textId="77777777" w:rsidR="0029018E" w:rsidRPr="001B353A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C2DBF3" w14:textId="77777777" w:rsidR="0029018E" w:rsidRPr="001B353A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7CE5A0" w14:textId="77777777" w:rsidR="0029018E" w:rsidRPr="001B353A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9018E" w:rsidRPr="00136AD8" w14:paraId="65F7B265" w14:textId="77777777" w:rsidTr="00842F95">
        <w:trPr>
          <w:trHeight w:val="169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B6029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comunicação e do relacionamento interpessoal – processo, funções e elementos intervenientes.</w:t>
            </w:r>
          </w:p>
          <w:p w14:paraId="5D75010D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facilitadores e inibidores da comunicação.</w:t>
            </w:r>
          </w:p>
          <w:p w14:paraId="6CB628BC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2345AC69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42F3F237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telefónica - técnicas de atenção telefónica, expressão verbal e sorriso “telefónico”.</w:t>
            </w:r>
          </w:p>
          <w:p w14:paraId="239FF90E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através da internet (navegadores, e-mail, redes sociais, mensagens) – técnicas.</w:t>
            </w:r>
          </w:p>
          <w:p w14:paraId="4B225617" w14:textId="77777777" w:rsidR="0029018E" w:rsidRPr="006D3942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escrita – normas.</w:t>
            </w:r>
          </w:p>
          <w:p w14:paraId="7F4D9F8C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escrita - planificação, textualização e revisão.</w:t>
            </w:r>
          </w:p>
          <w:p w14:paraId="5FEEACFA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estilos de comunicação - agressivo, passivo, manipulador, assertivo.</w:t>
            </w:r>
          </w:p>
          <w:p w14:paraId="626EDB0B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– vantagens, componentes verbais e não-verbais, técnicas.</w:t>
            </w:r>
          </w:p>
          <w:p w14:paraId="51D6283C" w14:textId="77777777" w:rsidR="0029018E" w:rsidRPr="00FF4AC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ativa, empatia e controlo emocional.</w:t>
            </w:r>
          </w:p>
          <w:p w14:paraId="1FD26D93" w14:textId="77777777" w:rsidR="0029018E" w:rsidRPr="000A4B4A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interno da informação – fonético, literal (significado) e reflexivo (empático).</w:t>
            </w:r>
          </w:p>
          <w:p w14:paraId="66C269D4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Perguntas no processo de comunicação – abertas, fechadas, retorno, reformulação.</w:t>
            </w:r>
          </w:p>
          <w:p w14:paraId="4B62EA84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Mensagem - construção, adaptação, envio, receção e interpretação.</w:t>
            </w:r>
          </w:p>
          <w:p w14:paraId="2CCBB780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expectativas e motivação.</w:t>
            </w:r>
          </w:p>
          <w:p w14:paraId="1E4B7268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programação neurolinguística (PNL) na comunicação. </w:t>
            </w:r>
          </w:p>
          <w:p w14:paraId="4F70CF81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35D56BE5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Conflito nas relações interpessoais – tipos e</w:t>
            </w:r>
            <w:r w:rsidRPr="5D54DF4F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t xml:space="preserve"> 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resolução de conflitos.</w:t>
            </w:r>
          </w:p>
          <w:p w14:paraId="5798F679" w14:textId="77777777" w:rsidR="0029018E" w:rsidRPr="002D4A97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Avaliação do processo de comunicação – </w:t>
            </w:r>
            <w:r w:rsidRPr="5D54DF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46856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Organizar a informação a comunicar.</w:t>
            </w:r>
          </w:p>
          <w:p w14:paraId="4F935FB1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oral e escrita ao interlocutor e ao contexto.</w:t>
            </w:r>
          </w:p>
          <w:p w14:paraId="63CAE8D5" w14:textId="77777777" w:rsidR="0029018E" w:rsidRPr="00733DA9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informação de diferentes interlocutores em contexto presencial e não presencial.</w:t>
            </w:r>
          </w:p>
          <w:p w14:paraId="7A5323EB" w14:textId="77777777" w:rsidR="0029018E" w:rsidRPr="005E6C7D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expectativas do interlocutor.</w:t>
            </w:r>
          </w:p>
          <w:p w14:paraId="6295E7D4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2BEB9ACA" w14:textId="77777777" w:rsidR="0029018E" w:rsidRPr="00C079DD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questões, pedir esclarecimentos ou colocar dúvidas para interpretar e/ou explicitar a mensagem.</w:t>
            </w:r>
          </w:p>
          <w:p w14:paraId="089E0B02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Style w:val="normaltextrun"/>
                <w:rFonts w:ascii="Verdana Pro Light" w:hAnsi="Verdana Pro Light"/>
                <w:color w:val="000000"/>
                <w:sz w:val="18"/>
                <w:szCs w:val="18"/>
                <w:shd w:val="clear" w:color="auto" w:fill="FFFFFF"/>
              </w:rPr>
              <w:t>Partilhar informação com diferentes interlocutores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3218F41D" w14:textId="77777777" w:rsidR="0029018E" w:rsidRPr="001B4F61" w:rsidRDefault="0029018E" w:rsidP="00842F95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59D2B5" w14:textId="77777777" w:rsidR="0029018E" w:rsidRPr="001B4F61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Reportar informação profissional.</w:t>
            </w:r>
          </w:p>
          <w:p w14:paraId="4AF518E2" w14:textId="77777777" w:rsidR="0029018E" w:rsidRPr="000C646A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interação orais e escritas.</w:t>
            </w:r>
          </w:p>
          <w:p w14:paraId="37C8799C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tratamento e resolução de conflitos.</w:t>
            </w:r>
          </w:p>
          <w:p w14:paraId="20EE288B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Autoavaliar o seu desempenho no âmbito do processo de comunicação.</w:t>
            </w:r>
          </w:p>
          <w:p w14:paraId="6B963249" w14:textId="77777777" w:rsidR="0029018E" w:rsidRDefault="0029018E" w:rsidP="00842F95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1419E5" w14:textId="77777777" w:rsidR="0029018E" w:rsidRDefault="0029018E" w:rsidP="00842F95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325E4E" w14:textId="77777777" w:rsidR="0029018E" w:rsidRDefault="0029018E" w:rsidP="00842F95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589067" w14:textId="77777777" w:rsidR="0029018E" w:rsidRDefault="0029018E" w:rsidP="00842F95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A8B6DC" w14:textId="77777777" w:rsidR="0029018E" w:rsidRDefault="0029018E" w:rsidP="00842F95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7BB791" w14:textId="77777777" w:rsidR="0029018E" w:rsidRPr="00057283" w:rsidRDefault="0029018E" w:rsidP="00842F95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3DFE82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2A5989FC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80F4A55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imagem e postura profissional.</w:t>
            </w:r>
          </w:p>
          <w:p w14:paraId="0DA38B27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561E1CB3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C3FEE72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BAB6914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19EAD9B1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61AE2255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diferença.</w:t>
            </w:r>
          </w:p>
          <w:p w14:paraId="7067F835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FAA0795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8F1C290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DC1C337" w14:textId="77777777" w:rsid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5D6AD199" w14:textId="77777777" w:rsidR="0029018E" w:rsidRPr="002D3F33" w:rsidRDefault="0029018E" w:rsidP="00842F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A83C865" w14:textId="77777777" w:rsidR="0029018E" w:rsidRDefault="0029018E" w:rsidP="0029018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CABC69F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4EFAC3C" w14:textId="77777777" w:rsidR="0029018E" w:rsidRPr="00F20E6F" w:rsidRDefault="0029018E" w:rsidP="0029018E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Comunicar e interagir em contexto profissional</w:t>
      </w:r>
      <w:r w:rsidRPr="5D54DF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9AF57E8" w14:textId="77777777" w:rsidR="0029018E" w:rsidRDefault="0029018E" w:rsidP="0029018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CD1. Adaptando a linguagem e a comunicação ao tipo de canal utilizado, ao público-alvo e ao contexto.</w:t>
      </w:r>
    </w:p>
    <w:p w14:paraId="16CC3E85" w14:textId="77777777" w:rsidR="0029018E" w:rsidRDefault="0029018E" w:rsidP="0029018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348722A0" w14:textId="77777777" w:rsidR="0029018E" w:rsidRDefault="0029018E" w:rsidP="0029018E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3F481157" w14:textId="77777777" w:rsidR="0029018E" w:rsidRDefault="0029018E" w:rsidP="0029018E">
      <w:pPr>
        <w:spacing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 CD4.  Produzindo um texto escrito de forma clara e articulada, de acordo com a norma, aplicando técnicas de   </w:t>
      </w:r>
      <w:r>
        <w:tab/>
      </w:r>
      <w:r>
        <w:tab/>
      </w: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redação de documentos profissionais.</w:t>
      </w:r>
    </w:p>
    <w:p w14:paraId="4ACE1FCE" w14:textId="77777777" w:rsidR="0029018E" w:rsidRDefault="0029018E" w:rsidP="0029018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CD5. Avaliando o resultado do seu desempenho e contributo para a melhoria do processo de comunicação.</w:t>
      </w:r>
    </w:p>
    <w:p w14:paraId="60A6FC93" w14:textId="77777777" w:rsidR="0029018E" w:rsidRPr="00136AD8" w:rsidRDefault="0029018E" w:rsidP="0029018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346BF9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1ED765" w14:textId="77777777" w:rsidR="0029018E" w:rsidRPr="00984B30" w:rsidRDefault="0029018E" w:rsidP="002901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Aplicável a diferentes contextos. </w:t>
      </w:r>
    </w:p>
    <w:p w14:paraId="613A1069" w14:textId="77777777" w:rsidR="0029018E" w:rsidRPr="00984B30" w:rsidRDefault="0029018E" w:rsidP="0029018E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9485D5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DEEF41" w14:textId="77777777" w:rsidR="0029018E" w:rsidRPr="00E27581" w:rsidRDefault="0029018E" w:rsidP="0029018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128D7745" w14:textId="77777777" w:rsidR="0029018E" w:rsidRPr="00DA0C85" w:rsidRDefault="0029018E" w:rsidP="0029018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58253FB2" w14:textId="77777777" w:rsidR="0029018E" w:rsidRDefault="0029018E" w:rsidP="002901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 e de comunicação.</w:t>
      </w:r>
    </w:p>
    <w:p w14:paraId="28098142" w14:textId="77777777" w:rsidR="0029018E" w:rsidRPr="00E25AAA" w:rsidRDefault="0029018E" w:rsidP="002901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AAA">
        <w:rPr>
          <w:rFonts w:ascii="Verdana Pro Light" w:eastAsia="Arial Unicode MS" w:hAnsi="Verdana Pro Light" w:cs="Arial Unicode MS"/>
          <w:sz w:val="18"/>
          <w:szCs w:val="18"/>
        </w:rPr>
        <w:t xml:space="preserve">Boas práticas na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</w:t>
      </w:r>
      <w:r w:rsidRPr="00E25AAA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FB0828B" w14:textId="77777777" w:rsidR="0029018E" w:rsidRDefault="0029018E" w:rsidP="0029018E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18CBF81" w14:textId="77777777" w:rsidR="0029018E" w:rsidRDefault="0029018E" w:rsidP="0029018E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9B6366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74107FC" w14:textId="77777777" w:rsidR="0029018E" w:rsidRPr="00051C79" w:rsidRDefault="0029018E" w:rsidP="0029018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DC4245" w14:textId="77777777" w:rsidR="0029018E" w:rsidRPr="00051C79" w:rsidRDefault="0029018E" w:rsidP="0029018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E752FE" w14:textId="77777777" w:rsidR="0029018E" w:rsidRPr="00051C79" w:rsidRDefault="0029018E" w:rsidP="0029018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67B2EB" w14:textId="77777777" w:rsidR="0029018E" w:rsidRDefault="0029018E" w:rsidP="0029018E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9018E" w:rsidRPr="00EB34B2" w14:paraId="110C6500" w14:textId="77777777" w:rsidTr="00842F9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6479046" w14:textId="49375B73" w:rsidR="0029018E" w:rsidRPr="000D4397" w:rsidRDefault="0029018E" w:rsidP="00842F9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002</w:t>
            </w:r>
            <w:r w:rsidR="006E1EF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276C265" w14:textId="38A710DD" w:rsidR="0029018E" w:rsidRPr="000D4397" w:rsidRDefault="0029018E" w:rsidP="00842F9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Interagir em inglês na área da fotografia</w:t>
            </w:r>
          </w:p>
        </w:tc>
      </w:tr>
    </w:tbl>
    <w:p w14:paraId="552CEF62" w14:textId="77777777" w:rsidR="0029018E" w:rsidRPr="00EB34B2" w:rsidRDefault="0029018E" w:rsidP="0029018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C574607" w14:textId="77777777" w:rsidR="0029018E" w:rsidRDefault="0029018E" w:rsidP="0029018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A0C5741" w14:textId="5563C918" w:rsidR="0029018E" w:rsidRPr="00EB34B2" w:rsidRDefault="0029018E" w:rsidP="0029018E">
      <w:pPr>
        <w:spacing w:after="0" w:line="240" w:lineRule="auto"/>
        <w:ind w:right="-1"/>
        <w:rPr>
          <w:rFonts w:ascii="Verdana Pro Light" w:hAnsi="Verdana Pro Light" w:cs="Times New Roman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9018E" w:rsidRPr="00EB34B2" w14:paraId="168E5378" w14:textId="77777777" w:rsidTr="00842F9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7C3872" w14:textId="77777777" w:rsidR="0029018E" w:rsidRPr="00EB34B2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B34B2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9018E" w:rsidRPr="00136AD8" w14:paraId="28CF230F" w14:textId="77777777" w:rsidTr="00842F9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E08EA" w14:textId="77777777" w:rsidR="0029018E" w:rsidRPr="0029018E" w:rsidRDefault="0029018E" w:rsidP="00842F9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Interpretar e selecionar informação especializada, verbal e não verbal, em suportes variados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na área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da fotografia</w:t>
            </w:r>
            <w:r w:rsidRPr="0029018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B7FA7D4" w14:textId="0C9DD0CD" w:rsidR="0029018E" w:rsidRPr="00F057ED" w:rsidRDefault="0029018E" w:rsidP="00842F9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Transmitir enunciados orais coerentes no âmbito</w:t>
            </w:r>
            <w:r w:rsidRPr="00F057E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da fotografia</w:t>
            </w:r>
          </w:p>
          <w:p w14:paraId="2B564CDA" w14:textId="251D3FE3" w:rsidR="0029018E" w:rsidRPr="00F057ED" w:rsidRDefault="0029018E" w:rsidP="00842F9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a fotografia</w:t>
            </w:r>
          </w:p>
        </w:tc>
      </w:tr>
      <w:tr w:rsidR="0029018E" w:rsidRPr="00136AD8" w14:paraId="784F9D01" w14:textId="77777777" w:rsidTr="00842F9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80C473" w14:textId="77777777" w:rsidR="0029018E" w:rsidRPr="00F057ED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FD4CFD" w14:textId="77777777" w:rsidR="0029018E" w:rsidRPr="00F057ED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7F5E3F" w14:textId="77777777" w:rsidR="0029018E" w:rsidRPr="00F057ED" w:rsidRDefault="0029018E" w:rsidP="00842F9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9018E" w:rsidRPr="00136AD8" w14:paraId="318644DB" w14:textId="77777777" w:rsidTr="00842F9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D07634" w14:textId="77777777" w:rsidR="0029018E" w:rsidRP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da fotografia</w:t>
            </w:r>
            <w:r w:rsidRPr="002901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3C7961C" w14:textId="6AECC1B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5AD69AB8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75FA69EB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22BE5DD9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7C2322DF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6AFDCB6E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25723612" w14:textId="77777777" w:rsidR="0029018E" w:rsidRPr="00F057ED" w:rsidRDefault="0029018E" w:rsidP="00842F95">
            <w:pPr>
              <w:pStyle w:val="PargrafodaLista"/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9114CD" w14:textId="77777777" w:rsidR="0029018E" w:rsidRPr="00F057ED" w:rsidRDefault="0029018E" w:rsidP="00842F95">
            <w:p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7C228" w14:textId="77777777" w:rsidR="0029018E" w:rsidRPr="00F057ED" w:rsidRDefault="0029018E" w:rsidP="00842F95">
            <w:pPr>
              <w:pStyle w:val="PargrafodaLista"/>
              <w:spacing w:before="60" w:after="60" w:line="360" w:lineRule="auto"/>
              <w:ind w:left="216"/>
              <w:contextualSpacing w:val="0"/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i/>
                <w:color w:val="0070C0"/>
                <w:sz w:val="18"/>
                <w:szCs w:val="18"/>
                <w:lang w:eastAsia="pt-PT"/>
              </w:rPr>
              <w:t>Interagir em projetos internacionais</w:t>
            </w:r>
          </w:p>
          <w:p w14:paraId="3D98C4F7" w14:textId="77777777" w:rsidR="0029018E" w:rsidRPr="0029018E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>sobre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fotografia </w:t>
            </w:r>
          </w:p>
          <w:p w14:paraId="53379D19" w14:textId="79B2BA2A" w:rsidR="0029018E" w:rsidRPr="00E90B98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 xml:space="preserve">em </w:t>
            </w:r>
            <w:r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>produções fotográficas</w:t>
            </w:r>
          </w:p>
          <w:p w14:paraId="1792A49F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067BCF3D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56CA0C95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20519D87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em apresentações de projetos</w:t>
            </w:r>
          </w:p>
          <w:p w14:paraId="7614FF02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0B98">
              <w:rPr>
                <w:rFonts w:ascii="Verdana Pro Light" w:hAnsi="Verdana Pro Light"/>
                <w:sz w:val="18"/>
                <w:szCs w:val="18"/>
              </w:rPr>
              <w:t xml:space="preserve">Iniciar, manter e terminar conversas no/a </w:t>
            </w:r>
            <w:r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  <w:p w14:paraId="1E87EE0F" w14:textId="70DC396E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fotografia</w:t>
            </w:r>
          </w:p>
          <w:p w14:paraId="5FC47284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0E6A0D38" w14:textId="799931D1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Transmitir informações concretas e diretas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em produções fotográficas</w:t>
            </w:r>
          </w:p>
          <w:p w14:paraId="647B8A2E" w14:textId="5225B293" w:rsidR="0029018E" w:rsidRPr="006E1EF0" w:rsidRDefault="0029018E" w:rsidP="006E1EF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1026A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74769870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04C2EB50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44CA21D2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9805340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6B068F8B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75BDCAC4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D18CA66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0B197503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6AAAB247" w14:textId="77777777" w:rsidR="0029018E" w:rsidRPr="00F057ED" w:rsidRDefault="0029018E" w:rsidP="00842F9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070C5117" w14:textId="77777777" w:rsidR="0029018E" w:rsidRDefault="0029018E" w:rsidP="0029018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8F966D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58AC0D7" w14:textId="30F1D72A" w:rsidR="0029018E" w:rsidRPr="000D3131" w:rsidRDefault="0029018E" w:rsidP="0029018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Interagir em inglês </w:t>
      </w:r>
      <w:r w:rsidRPr="001A0BEB"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 xml:space="preserve">na área </w:t>
      </w:r>
      <w:r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>da fotografia:</w:t>
      </w:r>
    </w:p>
    <w:p w14:paraId="1714F204" w14:textId="77777777" w:rsidR="0029018E" w:rsidRPr="00F057ED" w:rsidRDefault="0029018E" w:rsidP="0029018E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19954B3D" w14:textId="77777777" w:rsidR="0029018E" w:rsidRPr="00AB624F" w:rsidRDefault="0029018E" w:rsidP="0029018E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0F741717" w14:textId="77777777" w:rsidR="0029018E" w:rsidRPr="00AB624F" w:rsidRDefault="0029018E" w:rsidP="0029018E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73A67C1C" w14:textId="77777777" w:rsidR="0029018E" w:rsidRPr="00AB624F" w:rsidRDefault="0029018E" w:rsidP="0029018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4F42533" w14:textId="77777777" w:rsidR="0029018E" w:rsidRDefault="0029018E" w:rsidP="0029018E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3543E614" w14:textId="77777777" w:rsidR="0029018E" w:rsidRPr="00AB624F" w:rsidRDefault="0029018E" w:rsidP="0029018E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08DE4ADC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EA993C" w14:textId="77777777" w:rsidR="0029018E" w:rsidRPr="001A0BEB" w:rsidRDefault="0029018E" w:rsidP="002901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em projetos internacionais</w:t>
      </w:r>
    </w:p>
    <w:p w14:paraId="0D057F4C" w14:textId="77777777" w:rsidR="0029018E" w:rsidRPr="00051C79" w:rsidRDefault="0029018E" w:rsidP="0029018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F13AB0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F652EA2" w14:textId="77777777" w:rsidR="0029018E" w:rsidRDefault="0029018E" w:rsidP="0029018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37BAB546" w14:textId="77777777" w:rsidR="0029018E" w:rsidRDefault="0029018E" w:rsidP="0029018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10C90FA8" w14:textId="77777777" w:rsidR="0029018E" w:rsidRPr="007D0F29" w:rsidRDefault="0029018E" w:rsidP="0029018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0C6A4F9D" w14:textId="77777777" w:rsidR="0029018E" w:rsidRPr="00051C79" w:rsidRDefault="0029018E" w:rsidP="0029018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7CFA9F" w14:textId="77777777" w:rsidR="0029018E" w:rsidRPr="00F87025" w:rsidRDefault="0029018E" w:rsidP="0029018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6A795A2" w14:textId="77777777" w:rsidR="0029018E" w:rsidRPr="000507B4" w:rsidRDefault="0029018E" w:rsidP="0029018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3D9537B1">
        <w:rPr>
          <w:rFonts w:ascii="Verdana Pro Light" w:eastAsia="Arial Unicode MS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5C7977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3E83D5" w14:textId="77777777" w:rsidR="002D7C5A" w:rsidRDefault="002D7C5A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95536BA" w14:textId="77777777" w:rsidR="006E1EF0" w:rsidRDefault="006E1EF0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962BCFE" w14:textId="77777777" w:rsidR="006E1EF0" w:rsidRDefault="006E1EF0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9924761" w14:textId="0BC92FE1" w:rsidR="002D7C5A" w:rsidRDefault="002D7C5A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02163" w:rsidRPr="00136AD8" w14:paraId="6E71269D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7D2F77" w14:textId="2939B32C" w:rsidR="00102163" w:rsidRPr="00F42D38" w:rsidRDefault="0010216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="00D600E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E92BD33" w14:textId="77777777" w:rsidR="00102163" w:rsidRPr="00F42D38" w:rsidRDefault="0010216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6336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Elaborar um </w:t>
            </w:r>
            <w:proofErr w:type="spellStart"/>
            <w:r w:rsidRPr="0096336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fotolivro</w:t>
            </w:r>
            <w:proofErr w:type="spellEnd"/>
          </w:p>
        </w:tc>
      </w:tr>
    </w:tbl>
    <w:p w14:paraId="05E3541E" w14:textId="77777777" w:rsidR="00102163" w:rsidRPr="00136AD8" w:rsidRDefault="00102163" w:rsidP="0010216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D1EB8C5" w14:textId="77777777" w:rsidR="00102163" w:rsidRDefault="00102163" w:rsidP="0010216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EA34E69" w14:textId="77777777" w:rsidR="00102163" w:rsidRPr="003200F2" w:rsidRDefault="00102163" w:rsidP="0010216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A03DAE6" w14:textId="77777777" w:rsidR="00102163" w:rsidRPr="00136AD8" w:rsidRDefault="00102163" w:rsidP="0010216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02163" w:rsidRPr="00136AD8" w14:paraId="4E6F92D0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F191B6" w14:textId="77777777" w:rsidR="00102163" w:rsidRPr="001B353A" w:rsidRDefault="0010216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02163" w:rsidRPr="00136AD8" w14:paraId="41C85BC5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600909" w14:textId="77777777" w:rsidR="00102163" w:rsidRDefault="0010216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Definir o tema do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fotolivro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pesquisar tendências gráficas de paginação e encadernação</w:t>
            </w:r>
          </w:p>
          <w:p w14:paraId="64476A8B" w14:textId="77777777" w:rsidR="00102163" w:rsidRPr="00E763D6" w:rsidRDefault="0010216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Planear a estrutura do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fotolivro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definir o conceito visual/linguagem estética </w:t>
            </w:r>
          </w:p>
          <w:p w14:paraId="22CF5341" w14:textId="77777777" w:rsidR="00102163" w:rsidRPr="00E763D6" w:rsidRDefault="0010216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Captar imagens, selecionar e editar as fotos</w:t>
            </w:r>
          </w:p>
          <w:p w14:paraId="06B9A8A7" w14:textId="77777777" w:rsidR="00102163" w:rsidRDefault="0010216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Definir o processo de impressão</w:t>
            </w:r>
          </w:p>
          <w:p w14:paraId="1B87BF73" w14:textId="77777777" w:rsidR="00102163" w:rsidRPr="00392620" w:rsidRDefault="0010216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Paginar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fotolivro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exportar o ficheiro para impressão e acompanhar o processo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102163" w:rsidRPr="00136AD8" w14:paraId="386274A1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7568DC" w14:textId="77777777" w:rsidR="00102163" w:rsidRPr="001B353A" w:rsidRDefault="00102163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44A706" w14:textId="77777777" w:rsidR="00102163" w:rsidRPr="001B353A" w:rsidRDefault="0010216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9C868A0" w14:textId="77777777" w:rsidR="00102163" w:rsidRPr="001B353A" w:rsidRDefault="0010216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02163" w:rsidRPr="00136AD8" w14:paraId="25265ABB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1084D" w14:textId="77777777" w:rsidR="00102163" w:rsidRPr="00842D50" w:rsidRDefault="0010216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Fotolivro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2483435" w14:textId="77777777" w:rsidR="00102163" w:rsidRPr="007B09EE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5707C4F9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Fotolivros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referência</w:t>
            </w:r>
          </w:p>
          <w:p w14:paraId="601C57B3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Fotolivro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sua relação com material expositivo</w:t>
            </w:r>
          </w:p>
          <w:p w14:paraId="3A5D66AA" w14:textId="77777777" w:rsidR="00102163" w:rsidRPr="007B09EE" w:rsidRDefault="0010216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 editorial</w:t>
            </w: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C384C2B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edição gráfica</w:t>
            </w:r>
          </w:p>
          <w:p w14:paraId="06CEE13F" w14:textId="77777777" w:rsidR="00102163" w:rsidRPr="007B09EE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básicos de design editorial (estrutura de página, capas e guardas, grelhas, estilos)</w:t>
            </w:r>
          </w:p>
          <w:p w14:paraId="49A3D646" w14:textId="77777777" w:rsidR="00102163" w:rsidRPr="001E0067" w:rsidRDefault="0010216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Processos de impressão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D601199" w14:textId="77777777" w:rsidR="00102163" w:rsidRPr="00FC11A7" w:rsidRDefault="00102163" w:rsidP="00096BFC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 offset e impressão digital</w:t>
            </w:r>
          </w:p>
          <w:p w14:paraId="598FF013" w14:textId="77777777" w:rsidR="00102163" w:rsidRPr="00FC11A7" w:rsidRDefault="00102163" w:rsidP="00096BFC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11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ocessos de acabamentos e encadernação</w:t>
            </w:r>
          </w:p>
          <w:p w14:paraId="01F9EC69" w14:textId="77777777" w:rsidR="00102163" w:rsidRPr="003112DB" w:rsidRDefault="00102163" w:rsidP="00096BFC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Processos de promoção do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fotolivro</w:t>
            </w:r>
            <w:proofErr w:type="spellEnd"/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BEF3403" w14:textId="77777777" w:rsidR="00102163" w:rsidRDefault="00102163" w:rsidP="00096BFC">
            <w:pPr>
              <w:pStyle w:val="PargrafodaLista"/>
              <w:numPr>
                <w:ilvl w:val="0"/>
                <w:numId w:val="8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básicas de marketing</w:t>
            </w:r>
          </w:p>
          <w:p w14:paraId="52AB35F3" w14:textId="77777777" w:rsidR="00102163" w:rsidRPr="00426F43" w:rsidRDefault="00102163" w:rsidP="00096BFC">
            <w:pPr>
              <w:pStyle w:val="PargrafodaLista"/>
              <w:numPr>
                <w:ilvl w:val="0"/>
                <w:numId w:val="8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Venda online e venda tradicional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19A8D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Caracterizar o conceito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fotolivro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8D2BC96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fotolivros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fotógrafos de referência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7998429" w14:textId="77777777" w:rsidR="00102163" w:rsidRPr="00E3762F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ferramentas digitais de edição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76FDF2E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conceitos de design editorial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9D1A9B9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processos de impressão e acabamentos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B68F905" w14:textId="77777777" w:rsidR="00102163" w:rsidRPr="00E3762F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meios de promoção de um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fotolivro</w:t>
            </w:r>
            <w:proofErr w:type="spellEnd"/>
          </w:p>
          <w:p w14:paraId="4526145A" w14:textId="77777777" w:rsidR="00102163" w:rsidRPr="00392620" w:rsidRDefault="00102163" w:rsidP="00096BFC">
            <w:pPr>
              <w:spacing w:before="120" w:after="0" w:line="276" w:lineRule="auto"/>
              <w:ind w:left="14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92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0E78ADF" w14:textId="77777777" w:rsidR="00102163" w:rsidRPr="00413243" w:rsidRDefault="00102163" w:rsidP="00096BFC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C78679" w14:textId="77777777" w:rsidR="00102163" w:rsidRPr="00E6774B" w:rsidRDefault="00102163" w:rsidP="00096BFC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E944A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50BCDE6" w14:textId="77777777" w:rsidR="00102163" w:rsidRDefault="00102163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0E6C36C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FE40264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93C8F6B" w14:textId="77777777" w:rsidR="00102163" w:rsidRDefault="0010216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356D496" w14:textId="77777777" w:rsidR="00102163" w:rsidRPr="000173C0" w:rsidRDefault="0010216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B738269" w14:textId="77777777" w:rsidR="00102163" w:rsidRDefault="00102163" w:rsidP="0010216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95EE51D" w14:textId="77777777" w:rsidR="00102163" w:rsidRPr="00F87025" w:rsidRDefault="00102163" w:rsidP="001021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88863C0" w14:textId="77777777" w:rsidR="00102163" w:rsidRDefault="00102163" w:rsidP="0010216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63366">
        <w:rPr>
          <w:rFonts w:ascii="Verdana Pro Light" w:eastAsia="Arial Unicode MS" w:hAnsi="Verdana Pro Light" w:cs="Times New Roman"/>
          <w:b/>
          <w:sz w:val="18"/>
          <w:szCs w:val="18"/>
        </w:rPr>
        <w:t xml:space="preserve">Elaborar um </w:t>
      </w:r>
      <w:proofErr w:type="spellStart"/>
      <w:r w:rsidRPr="00963366">
        <w:rPr>
          <w:rFonts w:ascii="Verdana Pro Light" w:eastAsia="Arial Unicode MS" w:hAnsi="Verdana Pro Light" w:cs="Times New Roman"/>
          <w:b/>
          <w:sz w:val="18"/>
          <w:szCs w:val="18"/>
        </w:rPr>
        <w:t>fotolivro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3678AE6" w14:textId="77777777" w:rsidR="00102163" w:rsidRDefault="00102163" w:rsidP="00102163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CD1. Criando uma narrativa visual coesa</w:t>
      </w:r>
    </w:p>
    <w:p w14:paraId="164884B4" w14:textId="77777777" w:rsidR="00102163" w:rsidRPr="00E763D6" w:rsidRDefault="00102163" w:rsidP="00102163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Selecionando e trabalhando as imagens com rigor técnico e sentido estético</w:t>
      </w:r>
    </w:p>
    <w:p w14:paraId="7717BD7C" w14:textId="77777777" w:rsidR="00102163" w:rsidRDefault="00102163" w:rsidP="00102163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Demonstrando conhecimento sobre os processos de impressão e acabamentos de livros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4CD44EA" w14:textId="77777777" w:rsidR="00102163" w:rsidRPr="00F87025" w:rsidRDefault="00102163" w:rsidP="001021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1D9C36A" w14:textId="77777777" w:rsidR="00102163" w:rsidRDefault="00102163" w:rsidP="001021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lastRenderedPageBreak/>
        <w:t>Estúdios de fotografia de moda; Agências de modelos</w:t>
      </w:r>
    </w:p>
    <w:p w14:paraId="0A2A7D65" w14:textId="77777777" w:rsidR="00102163" w:rsidRDefault="00102163" w:rsidP="001021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1B1954E6" w14:textId="77777777" w:rsidR="00102163" w:rsidRPr="00CD4CF0" w:rsidRDefault="00102163" w:rsidP="001021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35DAC0CA" w14:textId="77777777" w:rsidR="00102163" w:rsidRPr="00F147B7" w:rsidRDefault="00102163" w:rsidP="0010216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422D8EE" w14:textId="77777777" w:rsidR="00102163" w:rsidRPr="00F87025" w:rsidRDefault="00102163" w:rsidP="001021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7E8EA3D" w14:textId="77777777" w:rsidR="00102163" w:rsidRDefault="00102163" w:rsidP="0010216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D6F26CF" w14:textId="77777777" w:rsidR="00102163" w:rsidRPr="00C34354" w:rsidRDefault="00102163" w:rsidP="0010216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5C30CEAE" w14:textId="77777777" w:rsidR="00102163" w:rsidRPr="000707EF" w:rsidRDefault="00102163" w:rsidP="0010216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gráfica</w:t>
      </w:r>
    </w:p>
    <w:p w14:paraId="5775D03C" w14:textId="77777777" w:rsidR="00102163" w:rsidRDefault="00102163" w:rsidP="0010216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5DC284A2" w14:textId="77777777" w:rsidR="00102163" w:rsidRPr="003A45CE" w:rsidRDefault="00102163" w:rsidP="0010216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fotolivros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A6717D7" w14:textId="77777777" w:rsidR="00102163" w:rsidRPr="00F87025" w:rsidRDefault="00102163" w:rsidP="001021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00A568B" w14:textId="77777777" w:rsidR="00102163" w:rsidRDefault="00102163" w:rsidP="0010216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7A6D842" w14:textId="77777777" w:rsidR="00102163" w:rsidRPr="00C34354" w:rsidRDefault="00102163" w:rsidP="0010216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6C31392" w14:textId="77777777" w:rsidR="00102163" w:rsidRPr="00C34354" w:rsidRDefault="00102163" w:rsidP="0010216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produção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fotolivros</w:t>
      </w:r>
      <w:proofErr w:type="spellEnd"/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com debates orientado sobre casos de estudo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fotolivros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de referência e desenvolvimento de um projeto prático de um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fotolivro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4D2BFB3" w14:textId="77777777" w:rsidR="00102163" w:rsidRPr="007831EA" w:rsidRDefault="00102163" w:rsidP="0010216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007536">
        <w:rPr>
          <w:rFonts w:ascii="Verdana Pro Light" w:hAnsi="Verdana Pro Light"/>
          <w:smallCaps/>
        </w:rPr>
        <w:t>forma de organização da formação (a distância, presencial, misto):</w:t>
      </w:r>
      <w:r w:rsidRPr="00007536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pode ser em regime misto se as condições o exigirem</w:t>
      </w:r>
    </w:p>
    <w:p w14:paraId="14111304" w14:textId="77777777" w:rsidR="00102163" w:rsidRPr="00007536" w:rsidRDefault="00102163" w:rsidP="0010216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6E1343E3" w14:textId="77777777" w:rsidR="00102163" w:rsidRDefault="00102163" w:rsidP="0010216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4204795" w14:textId="77777777" w:rsidR="00102163" w:rsidRDefault="00102163" w:rsidP="0010216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5672388" w14:textId="77777777" w:rsidR="00102163" w:rsidRDefault="00102163" w:rsidP="0010216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0CACA62" w14:textId="77777777" w:rsidR="00102163" w:rsidRDefault="00102163" w:rsidP="0010216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EC2F15B" w14:textId="77777777" w:rsidR="00102163" w:rsidRDefault="00102163" w:rsidP="0010216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7B23581" w14:textId="77777777" w:rsidR="00102163" w:rsidRDefault="00102163" w:rsidP="0010216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ABB8309" w14:textId="77777777" w:rsidR="00102163" w:rsidRDefault="00102163" w:rsidP="0010216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4427B34" w14:textId="77777777" w:rsidR="00102163" w:rsidRDefault="00102163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2B9DCFF" w14:textId="77777777" w:rsidR="00102163" w:rsidRDefault="00102163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6952955" w14:textId="77777777" w:rsidR="00102163" w:rsidRDefault="00102163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99BC90E" w14:textId="77777777" w:rsidR="00C81B43" w:rsidRDefault="00C81B43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BF85F83" w14:textId="77777777" w:rsidR="00C81B43" w:rsidRDefault="00C81B43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81B43" w:rsidRPr="00136AD8" w14:paraId="045B3CC9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E9B2A1F" w14:textId="54F350CD" w:rsidR="00C81B43" w:rsidRPr="00AF1199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4" w:name="_Hlk159688586"/>
            <w:r w:rsidRPr="00AF119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  <w:r w:rsidR="00D600E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ABBC15" w14:textId="77777777" w:rsidR="00C81B43" w:rsidRPr="00AF1199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AF1199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Fotografar arquitetura</w:t>
            </w:r>
          </w:p>
        </w:tc>
      </w:tr>
    </w:tbl>
    <w:p w14:paraId="3B37A59D" w14:textId="77777777" w:rsidR="00C81B43" w:rsidRPr="00136AD8" w:rsidRDefault="00C81B43" w:rsidP="00C81B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0D95385" w14:textId="77777777" w:rsidR="00C81B43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C660D35" w14:textId="77777777" w:rsidR="00C81B43" w:rsidRPr="003200F2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42154F58" w14:textId="77777777" w:rsidR="00C81B43" w:rsidRPr="00136AD8" w:rsidRDefault="00C81B43" w:rsidP="00C81B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81B43" w:rsidRPr="00136AD8" w14:paraId="5F83C8B0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91B970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81B43" w:rsidRPr="00136AD8" w14:paraId="625BE182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70152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50BA8A85" w14:textId="77777777" w:rsidR="00C81B43" w:rsidRPr="00E763D6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equipamento fotográfico</w:t>
            </w:r>
          </w:p>
          <w:p w14:paraId="1F60E117" w14:textId="77777777" w:rsidR="00C81B43" w:rsidRPr="00E763D6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Captar imagens de interior e exterior</w:t>
            </w:r>
          </w:p>
          <w:p w14:paraId="62A801DA" w14:textId="77777777" w:rsidR="00C81B43" w:rsidRPr="00392620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Selecionar, editar e exportar 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81B43" w:rsidRPr="00136AD8" w14:paraId="54895334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E725D8" w14:textId="77777777" w:rsidR="00C81B43" w:rsidRPr="001B353A" w:rsidRDefault="00C81B43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A3C5B5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E47C82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81B43" w:rsidRPr="00136AD8" w14:paraId="2A17A07A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9D2C6" w14:textId="77777777" w:rsidR="00C81B43" w:rsidRPr="00842D50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 trabalho do fotógrafo de arquitetura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227CA73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3B8E736C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mercado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área da fotografia de arquitetura</w:t>
            </w:r>
          </w:p>
          <w:p w14:paraId="62EEC150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fotográfica em exteriores e em interiores</w:t>
            </w:r>
          </w:p>
          <w:p w14:paraId="7C7AF40C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Nomes de referência</w:t>
            </w:r>
          </w:p>
          <w:p w14:paraId="13F17656" w14:textId="77777777" w:rsidR="00C81B43" w:rsidRPr="00033F3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Importância da luz nas diferentes horas do dia na fotografia de arquitetura:</w:t>
            </w:r>
          </w:p>
          <w:p w14:paraId="31556C07" w14:textId="77777777" w:rsidR="00C81B43" w:rsidRPr="001E0067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iferentes contextos ambientais </w:t>
            </w:r>
          </w:p>
          <w:p w14:paraId="351E1785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Variação da temperatura de cor ao longo do dia</w:t>
            </w:r>
          </w:p>
          <w:p w14:paraId="5E790E06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Combinação de luz natural e de luz artificial</w:t>
            </w:r>
          </w:p>
          <w:p w14:paraId="651BEBAC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Correções de temperatura de cor</w:t>
            </w:r>
          </w:p>
          <w:p w14:paraId="7B2D0A1C" w14:textId="77777777" w:rsidR="00C81B43" w:rsidRPr="001E0067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 de máquinas, objetivas e acessórios indicados para fotografia de arquitetura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9E9D234" w14:textId="77777777" w:rsidR="00C81B43" w:rsidRPr="000C652B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6A31DC72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15E2ED2A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3DB11F60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</w:p>
          <w:p w14:paraId="4F0D8BC7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bjetivas </w:t>
            </w:r>
            <w:proofErr w:type="spellStart"/>
            <w:r w:rsidRPr="00033F3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tiltandshift</w:t>
            </w:r>
            <w:proofErr w:type="spellEnd"/>
          </w:p>
          <w:p w14:paraId="55B82C54" w14:textId="77777777" w:rsidR="00C81B43" w:rsidRPr="003112DB" w:rsidRDefault="00C81B43" w:rsidP="00096BFC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58986F5" w14:textId="77777777" w:rsidR="00C81B43" w:rsidRDefault="00C81B43" w:rsidP="00096BFC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580B22D2" w14:textId="77777777" w:rsidR="00C81B43" w:rsidRDefault="00C81B43" w:rsidP="00096BFC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Menus, funções e ferramentas de menu</w:t>
            </w:r>
          </w:p>
          <w:p w14:paraId="3E43A682" w14:textId="77777777" w:rsidR="00C81B43" w:rsidRPr="00033F33" w:rsidRDefault="00C81B43" w:rsidP="00096BFC">
            <w:pPr>
              <w:pStyle w:val="PargrafodaLista"/>
              <w:numPr>
                <w:ilvl w:val="0"/>
                <w:numId w:val="8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</w:t>
            </w: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ratamento de imagens para correção de perspetivas</w:t>
            </w:r>
          </w:p>
          <w:p w14:paraId="4457A95C" w14:textId="77777777" w:rsidR="00C81B43" w:rsidRPr="00E6774B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909FB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o trabalho do fotógrafo de arquitetura.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D0E109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nomes de referência na fotografia de arquitetura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B56040A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a luz natural e a luz artificial para fotografar arquitetura em exteriores e interiores.</w:t>
            </w:r>
          </w:p>
          <w:p w14:paraId="5DE5D171" w14:textId="77777777" w:rsidR="00C81B43" w:rsidRPr="00033F33" w:rsidRDefault="00C81B43" w:rsidP="00096BFC">
            <w:pPr>
              <w:pStyle w:val="PargrafodaLista"/>
              <w:spacing w:before="120" w:after="0" w:line="276" w:lineRule="auto"/>
              <w:ind w:left="287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A0C5C6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 específico do fotógrafo de arquitetura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6D02215" w14:textId="77777777" w:rsidR="00C81B43" w:rsidRPr="00033F3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programas de edição para correção de perspetivas</w:t>
            </w:r>
          </w:p>
          <w:p w14:paraId="69B861B5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Fotografar arquitetura em exteriores e interiores.</w:t>
            </w:r>
          </w:p>
          <w:p w14:paraId="6189540A" w14:textId="77777777" w:rsidR="00C81B43" w:rsidRPr="00392620" w:rsidRDefault="00C81B43" w:rsidP="00096BFC">
            <w:pPr>
              <w:spacing w:before="120" w:after="0" w:line="276" w:lineRule="auto"/>
              <w:ind w:left="14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92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C69E410" w14:textId="77777777" w:rsidR="00C81B43" w:rsidRPr="00413243" w:rsidRDefault="00C81B43" w:rsidP="00096BFC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5F3140" w14:textId="77777777" w:rsidR="00C81B43" w:rsidRPr="00E6774B" w:rsidRDefault="00C81B43" w:rsidP="00096BFC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12C69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241688D" w14:textId="77777777" w:rsidR="00C81B43" w:rsidRDefault="00C81B43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254A9BD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5007A33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1E5CCC66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91A1EAC" w14:textId="77777777" w:rsidR="00C81B43" w:rsidRPr="000173C0" w:rsidRDefault="00C81B4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77422B0" w14:textId="77777777" w:rsidR="00C81B43" w:rsidRDefault="00C81B43" w:rsidP="00C81B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D63A6E1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30609FD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A2C43">
        <w:rPr>
          <w:rFonts w:ascii="Verdana Pro Light" w:eastAsia="Arial Unicode MS" w:hAnsi="Verdana Pro Light" w:cs="Times New Roman"/>
          <w:b/>
          <w:sz w:val="18"/>
          <w:szCs w:val="18"/>
        </w:rPr>
        <w:t>Fotografar arquitetura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9B9F951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um </w:t>
      </w:r>
      <w:r>
        <w:rPr>
          <w:rFonts w:ascii="Verdana Pro Light" w:eastAsia="Arial Unicode MS" w:hAnsi="Verdana Pro Light" w:cs="Arial Unicode MS"/>
          <w:sz w:val="18"/>
          <w:szCs w:val="18"/>
        </w:rPr>
        <w:t>conceito visual/linguagem estética tendo em conta os objetivos da sessão fotográfica</w:t>
      </w:r>
    </w:p>
    <w:p w14:paraId="2E9E5A10" w14:textId="77777777" w:rsidR="00C81B43" w:rsidRPr="00392620" w:rsidRDefault="00C81B43" w:rsidP="00C81B43">
      <w:pPr>
        <w:spacing w:before="120" w:after="0" w:line="276" w:lineRule="auto"/>
        <w:ind w:left="709" w:hanging="567"/>
        <w:rPr>
          <w:rFonts w:ascii="Verdana Pro Light" w:eastAsia="Times New Roman" w:hAnsi="Verdana Pro Light" w:cs="Times New Roman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Usando a luz </w:t>
      </w:r>
      <w:r w:rsidRPr="00392620">
        <w:rPr>
          <w:rFonts w:ascii="Verdana Pro Light" w:eastAsia="Times New Roman" w:hAnsi="Verdana Pro Light" w:cs="Times New Roman"/>
          <w:sz w:val="18"/>
          <w:szCs w:val="18"/>
        </w:rPr>
        <w:t xml:space="preserve">natural e a luz artificial para fotografar arquitetura em exteriores e interiores </w:t>
      </w:r>
    </w:p>
    <w:p w14:paraId="0BF1F627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392620">
        <w:rPr>
          <w:rFonts w:ascii="Verdana Pro Light" w:eastAsia="Arial Unicode MS" w:hAnsi="Verdana Pro Light" w:cs="Arial Unicode MS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392620">
        <w:rPr>
          <w:rFonts w:ascii="Verdana Pro Light" w:eastAsia="Arial Unicode MS" w:hAnsi="Verdana Pro Light" w:cs="Arial Unicode MS"/>
          <w:sz w:val="18"/>
          <w:szCs w:val="18"/>
        </w:rPr>
        <w:t xml:space="preserve"> equipamento específico do fotógrafo de arquitetura </w:t>
      </w:r>
    </w:p>
    <w:p w14:paraId="5C7CDD94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Captando imagens com rigor estético e técnico.</w:t>
      </w:r>
    </w:p>
    <w:p w14:paraId="3D4D656F" w14:textId="77777777" w:rsidR="00C81B43" w:rsidRPr="004330C8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Editando as imagens fazendo a correção de perspetivas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393807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727432D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3848FEFF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636B5AF8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288DD03C" w14:textId="77777777" w:rsidR="00C81B43" w:rsidRPr="00392620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637A561A" w14:textId="77777777" w:rsidR="00C81B43" w:rsidRPr="00984B30" w:rsidRDefault="00C81B43" w:rsidP="00C81B43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67460826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4B37871" w14:textId="77777777" w:rsidR="00C81B43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4204A55" w14:textId="77777777" w:rsidR="00C81B43" w:rsidRPr="00C34354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15D0A36E" w14:textId="77777777" w:rsidR="00C81B43" w:rsidRPr="000707EF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001A72E1" w14:textId="77777777" w:rsidR="00C81B43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11B5D2E5" w14:textId="77777777" w:rsidR="00C81B43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76854AB" w14:textId="77777777" w:rsidR="00C81B43" w:rsidRPr="003A45CE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de arquitetura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884CBD0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98BD698" w14:textId="77777777" w:rsidR="00C81B43" w:rsidRDefault="00C81B43" w:rsidP="00C81B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4B43DB6" w14:textId="77777777" w:rsidR="00C81B43" w:rsidRPr="00C34354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1B06DAC" w14:textId="77777777" w:rsidR="00C81B43" w:rsidRPr="00C34354" w:rsidRDefault="00C81B43" w:rsidP="00C81B4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 de arquitetura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fotografia de arquitetura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86C3162" w14:textId="77777777" w:rsidR="00C81B43" w:rsidRPr="007831EA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AF4488" w14:textId="77777777" w:rsidR="00C81B43" w:rsidRPr="00335AB2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3E4FDA2" w14:textId="77777777" w:rsidR="00C81B43" w:rsidRPr="00F6655B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objetivas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81B43" w:rsidRPr="00136AD8" w14:paraId="52B846D6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bookmarkEnd w:id="14"/>
          <w:p w14:paraId="72E2FCBA" w14:textId="4F79EEA1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="009A581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906535A" w14:textId="77777777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53AC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de fotografia de cena</w:t>
            </w:r>
          </w:p>
        </w:tc>
      </w:tr>
    </w:tbl>
    <w:p w14:paraId="028260DA" w14:textId="77777777" w:rsidR="00C81B43" w:rsidRPr="00136AD8" w:rsidRDefault="00C81B43" w:rsidP="00C81B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ECA4E41" w14:textId="77777777" w:rsidR="00C81B43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12290343" w14:textId="77777777" w:rsidR="00C81B43" w:rsidRPr="003200F2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A6EDE2E" w14:textId="77777777" w:rsidR="00C81B43" w:rsidRPr="00136AD8" w:rsidRDefault="00C81B43" w:rsidP="00C81B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81B43" w:rsidRPr="00136AD8" w14:paraId="4F48A64E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4E776F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81B43" w:rsidRPr="00136AD8" w14:paraId="21A62E28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20D507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planear a sessão com os responsáveis de cena</w:t>
            </w:r>
          </w:p>
          <w:p w14:paraId="53994D73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Fazer a </w:t>
            </w:r>
            <w:proofErr w:type="spellStart"/>
            <w:r w:rsidRPr="00F422F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repérage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 local e selecionar o equipamento fotográfico </w:t>
            </w:r>
          </w:p>
          <w:p w14:paraId="3B3D21CC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421BB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Medir a luz </w:t>
            </w:r>
          </w:p>
          <w:p w14:paraId="334673F7" w14:textId="77777777" w:rsidR="00C81B43" w:rsidRPr="00E763D6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Captar imagens de cena </w:t>
            </w:r>
          </w:p>
          <w:p w14:paraId="30DB90F1" w14:textId="77777777" w:rsidR="00C81B43" w:rsidRPr="00595418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Selecionar, editar e exportar as imagens</w:t>
            </w:r>
          </w:p>
          <w:p w14:paraId="72542897" w14:textId="77777777" w:rsidR="00C81B43" w:rsidRPr="004132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81B43" w:rsidRPr="00136AD8" w14:paraId="4AEC21FB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456D66" w14:textId="77777777" w:rsidR="00C81B43" w:rsidRPr="001B353A" w:rsidRDefault="00C81B43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82DD17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86878B9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81B43" w:rsidRPr="00136AD8" w14:paraId="143060AE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06CAE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B291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Reportagem de bastidores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FB62887" w14:textId="77777777" w:rsidR="00C81B43" w:rsidRPr="00AB291A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29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Reportagem de palco em espetáculo e em ensaio</w:t>
            </w:r>
          </w:p>
          <w:p w14:paraId="4A3D8A4D" w14:textId="77777777" w:rsidR="00C81B43" w:rsidRPr="00312088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29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Reportagem do ambiente envolvente</w:t>
            </w:r>
          </w:p>
          <w:p w14:paraId="35EF7BD9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B291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 de cena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F6EFF6F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204A29BB" w14:textId="77777777" w:rsidR="00C81B43" w:rsidRPr="00AB291A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ambiente</w:t>
            </w:r>
          </w:p>
          <w:p w14:paraId="582FADB2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contextos ambientais</w:t>
            </w:r>
          </w:p>
          <w:p w14:paraId="3827596F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Temperaturas de cor</w:t>
            </w:r>
          </w:p>
          <w:p w14:paraId="589ED402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 de luz</w:t>
            </w:r>
          </w:p>
          <w:p w14:paraId="60384503" w14:textId="77777777" w:rsidR="00C81B43" w:rsidRPr="001E0C0C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do fotógrafo de cena:</w:t>
            </w: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9BC80B2" w14:textId="77777777" w:rsidR="00C81B43" w:rsidRPr="001E0C0C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e objetivas</w:t>
            </w:r>
          </w:p>
          <w:p w14:paraId="7FA2091F" w14:textId="77777777" w:rsidR="00C81B43" w:rsidRPr="001E0C0C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0644F003" w14:textId="77777777" w:rsidR="00C81B43" w:rsidRPr="00AB291A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AB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fotográfica com aplicação promocional</w:t>
            </w:r>
            <w:r w:rsidRPr="00AB291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DB85F69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4530FB16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e ferramentas de edição</w:t>
            </w:r>
          </w:p>
          <w:p w14:paraId="031D60D3" w14:textId="77777777" w:rsidR="00C81B43" w:rsidRPr="00085D60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profissional (</w:t>
            </w:r>
            <w:proofErr w:type="spellStart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workflow</w:t>
            </w:r>
            <w:proofErr w:type="spellEnd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9182C5C" w14:textId="77777777" w:rsidR="00C81B43" w:rsidRPr="00D422AC" w:rsidRDefault="00C81B43" w:rsidP="00096BFC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fotográfico</w:t>
            </w:r>
          </w:p>
          <w:p w14:paraId="4F6A979F" w14:textId="77777777" w:rsidR="00C81B43" w:rsidRPr="00C72912" w:rsidRDefault="00C81B43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47478335" w14:textId="77777777" w:rsidR="00C81B43" w:rsidRPr="00D422AC" w:rsidRDefault="00C81B43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156EE" w14:textId="77777777" w:rsidR="00C81B43" w:rsidRDefault="00C81B43" w:rsidP="00096BFC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F0B7AA" w14:textId="77777777" w:rsidR="00C81B43" w:rsidRPr="00B83ABB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áreas da fotografia documental de reportagem de cena.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EC2A801" w14:textId="77777777" w:rsidR="00C81B43" w:rsidRPr="00B83ABB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a luz ambiente para fotografar situações de interior.</w:t>
            </w:r>
            <w:r w:rsidRPr="00B83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CB437DC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câmaras e objetivas </w:t>
            </w: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 função das situações fotográficas 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8CFB262" w14:textId="77777777" w:rsidR="00C81B43" w:rsidRPr="00C505D1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pós-produção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2FB5409" w14:textId="77777777" w:rsidR="00C81B43" w:rsidRPr="00C505D1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normas de segurança em sessões fotográficas </w:t>
            </w:r>
          </w:p>
          <w:p w14:paraId="0ED3AF9E" w14:textId="77777777" w:rsidR="00C81B43" w:rsidRPr="00A1459C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050BC6" w14:textId="77777777" w:rsidR="00C81B43" w:rsidRPr="00E15212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1A0CA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9A25ADE" w14:textId="77777777" w:rsidR="00C81B43" w:rsidRPr="00A1459C" w:rsidRDefault="00C81B43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6484EFA8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AEAE75B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0BA7A69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CF6B449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6F6F1974" w14:textId="77777777" w:rsidR="00C81B43" w:rsidRPr="00E15212" w:rsidRDefault="00C81B4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1EF9B3E0" w14:textId="77777777" w:rsidR="00C81B43" w:rsidRDefault="00C81B43" w:rsidP="00C81B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7668D8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5A129D2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53ACF">
        <w:rPr>
          <w:rFonts w:ascii="Verdana Pro Light" w:eastAsia="Arial Unicode MS" w:hAnsi="Verdana Pro Light" w:cs="Times New Roman"/>
          <w:b/>
          <w:sz w:val="18"/>
          <w:szCs w:val="18"/>
        </w:rPr>
        <w:t>Realizar de fotografia de cena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2CE20CC" w14:textId="77777777" w:rsidR="00C81B43" w:rsidRPr="005C180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</w:t>
      </w:r>
      <w:r>
        <w:rPr>
          <w:rFonts w:ascii="Verdana Pro Light" w:eastAsia="Arial Unicode MS" w:hAnsi="Verdana Pro Light" w:cs="Arial Unicode MS"/>
          <w:sz w:val="18"/>
          <w:szCs w:val="18"/>
        </w:rPr>
        <w:t>. Planeando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a sessão fotográfica tendo em conta os objetivos promocionais e documentais definidos para o espetáculo </w:t>
      </w:r>
    </w:p>
    <w:p w14:paraId="18CD2534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ab/>
        <w:t>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 xml:space="preserve"> o equipamento fotográfico apropriado a cada tipo de situação apresentada.</w:t>
      </w:r>
    </w:p>
    <w:p w14:paraId="1118EF5F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 w:rsidRPr="003C40D1">
        <w:rPr>
          <w:rFonts w:ascii="Verdana Pro Light" w:eastAsia="Arial Unicode MS" w:hAnsi="Verdana Pro Light" w:cs="Arial Unicode MS"/>
          <w:sz w:val="18"/>
          <w:szCs w:val="18"/>
        </w:rPr>
        <w:t>Medi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3C40D1">
        <w:rPr>
          <w:rFonts w:ascii="Verdana Pro Light" w:eastAsia="Arial Unicode MS" w:hAnsi="Verdana Pro Light" w:cs="Arial Unicode MS"/>
          <w:sz w:val="18"/>
          <w:szCs w:val="18"/>
        </w:rPr>
        <w:t xml:space="preserve"> a luz de forma seletiva em função do tipo iluminação de cena</w:t>
      </w:r>
    </w:p>
    <w:p w14:paraId="04A3BAD3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aptando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editando as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imagens com rigor estético e técnico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acordo com os objetivos definidos</w:t>
      </w:r>
    </w:p>
    <w:p w14:paraId="1842E3AE" w14:textId="77777777" w:rsidR="00C81B43" w:rsidRPr="004330C8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925586F" w14:textId="77777777" w:rsidR="00C81B43" w:rsidRPr="00A1459C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8BE8C72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111E9708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5D94C86C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2FD9D21E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525E9E8A" w14:textId="77777777" w:rsidR="00C81B43" w:rsidRPr="00CD4CF0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12F50594" w14:textId="77777777" w:rsidR="00C81B43" w:rsidRPr="003C40D1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CE3B264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63F85F0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6E021955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6192C737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56F17434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0803C5F6" w14:textId="77777777" w:rsidR="00C81B43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13CE2465" w14:textId="77777777" w:rsidR="00C81B43" w:rsidRPr="00376376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6656E8BE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cena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F2BA7C0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8CF4BB7" w14:textId="77777777" w:rsidR="00C81B43" w:rsidRDefault="00C81B43" w:rsidP="00C81B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03987297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0A70CCCC" w14:textId="77777777" w:rsidR="00C81B43" w:rsidRPr="00A1459C" w:rsidRDefault="00C81B43" w:rsidP="00C81B4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cena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cena</w:t>
      </w:r>
    </w:p>
    <w:p w14:paraId="246D5B98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5F9383" w14:textId="77777777" w:rsidR="00C81B43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e/ou das situações de cena a fotografar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7AAD264" w14:textId="77777777" w:rsidR="00C81B43" w:rsidRPr="00206C16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2D7C5A">
        <w:rPr>
          <w:rFonts w:ascii="Verdana Pro Light" w:hAnsi="Verdana Pro Light"/>
          <w:smallCaps/>
        </w:rPr>
        <w:t>Recursos indispensáveis</w:t>
      </w:r>
      <w:r w:rsidRPr="002D7C5A">
        <w:rPr>
          <w:rFonts w:ascii="Verdana Pro Light" w:hAnsi="Verdana Pro Light"/>
          <w:smallCaps/>
        </w:rPr>
        <w:br/>
      </w:r>
      <w:r w:rsidRPr="002D7C5A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2D7C5A">
        <w:rPr>
          <w:rFonts w:ascii="Verdana Pro Light" w:eastAsia="Arial Unicode MS" w:hAnsi="Verdana Pro Light" w:cs="Arial Unicode MS"/>
          <w:sz w:val="18"/>
          <w:szCs w:val="18"/>
        </w:rPr>
        <w:br/>
        <w:t>Situações de cena ou parceria com entidades na área do espetáculo</w:t>
      </w:r>
    </w:p>
    <w:p w14:paraId="6F56434E" w14:textId="77777777" w:rsidR="00C81B43" w:rsidRDefault="00C81B43" w:rsidP="00C81B4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81B43" w:rsidRPr="00136AD8" w14:paraId="5E404368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6106A3" w14:textId="715580DA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5" w:name="_Hlk159321427"/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="009A581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4488C6F" w14:textId="77777777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329F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Fotografar eventos desportivos</w:t>
            </w:r>
          </w:p>
        </w:tc>
      </w:tr>
    </w:tbl>
    <w:p w14:paraId="6266D8C0" w14:textId="77777777" w:rsidR="00C81B43" w:rsidRPr="00136AD8" w:rsidRDefault="00C81B43" w:rsidP="00C81B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963424" w14:textId="77777777" w:rsidR="00C81B43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035AFC42" w14:textId="77777777" w:rsidR="00C81B43" w:rsidRPr="003200F2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48C25C6" w14:textId="77777777" w:rsidR="00C81B43" w:rsidRPr="00136AD8" w:rsidRDefault="00C81B43" w:rsidP="00C81B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81B43" w:rsidRPr="00136AD8" w14:paraId="401BD990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9206CE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81B43" w:rsidRPr="00136AD8" w14:paraId="2AAAC41D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64328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planear a sessão fotográfica</w:t>
            </w:r>
          </w:p>
          <w:p w14:paraId="5EFB00D7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o equipamento fotográfico </w:t>
            </w:r>
          </w:p>
          <w:p w14:paraId="5E5C117E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421BB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Medir a luz </w:t>
            </w:r>
          </w:p>
          <w:p w14:paraId="0D18035E" w14:textId="77777777" w:rsidR="00C81B43" w:rsidRPr="00E763D6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Captar imagens de eventos desportivos em interior ou exterior</w:t>
            </w:r>
          </w:p>
          <w:p w14:paraId="6D45D289" w14:textId="77777777" w:rsidR="00C81B43" w:rsidRPr="005005FE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Selecionar, editar e exportar 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81B43" w:rsidRPr="00136AD8" w14:paraId="0047A6DF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324733" w14:textId="77777777" w:rsidR="00C81B43" w:rsidRPr="001B353A" w:rsidRDefault="00C81B43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E27859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62FBBE2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81B43" w:rsidRPr="00136AD8" w14:paraId="24A8968F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95D5A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</w:t>
            </w:r>
            <w:r w:rsidRPr="00C6642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de desportos em interior e em exterior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8DF2335" w14:textId="77777777" w:rsidR="00C81B43" w:rsidRPr="00C66429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específicas para cada modalidade</w:t>
            </w:r>
          </w:p>
          <w:p w14:paraId="3356847E" w14:textId="77777777" w:rsidR="00C81B43" w:rsidRPr="00C66429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específicas usadas para cada modalidade</w:t>
            </w:r>
          </w:p>
          <w:p w14:paraId="1925A041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B291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Iluminação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 Eventos desportivos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381A638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Luz natural e artificial </w:t>
            </w:r>
          </w:p>
          <w:p w14:paraId="2FD28C8F" w14:textId="77777777" w:rsidR="00C81B43" w:rsidRPr="00AB291A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ambiente</w:t>
            </w:r>
          </w:p>
          <w:p w14:paraId="3B67181A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contextos ambientais</w:t>
            </w:r>
          </w:p>
          <w:p w14:paraId="7D14623A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Temperaturas de cor</w:t>
            </w:r>
          </w:p>
          <w:p w14:paraId="12094189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 de luz</w:t>
            </w:r>
          </w:p>
          <w:p w14:paraId="0823DEFE" w14:textId="77777777" w:rsidR="00C81B43" w:rsidRPr="001E0C0C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Equipamento do fotógrafo </w:t>
            </w:r>
            <w:r w:rsidRPr="00CF60C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específico para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eventos desportivos</w:t>
            </w: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32E6EEB" w14:textId="77777777" w:rsidR="00C81B43" w:rsidRPr="001E0C0C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e objetivas</w:t>
            </w:r>
          </w:p>
          <w:p w14:paraId="07621381" w14:textId="77777777" w:rsidR="00C81B43" w:rsidRPr="00C66429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5892DF14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83AB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fotográfica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B83AB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1584EA58" w14:textId="77777777" w:rsidR="00C81B43" w:rsidRPr="00CF60C9" w:rsidRDefault="00C81B43" w:rsidP="00096BFC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271EF0E9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e ferramentas de edição</w:t>
            </w:r>
          </w:p>
          <w:p w14:paraId="690CE44C" w14:textId="77777777" w:rsidR="00C81B43" w:rsidRPr="00CF60C9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profissional (</w:t>
            </w:r>
            <w:proofErr w:type="spellStart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workflow</w:t>
            </w:r>
            <w:proofErr w:type="spellEnd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E9F26A8" w14:textId="77777777" w:rsidR="00C81B43" w:rsidRPr="00D422AC" w:rsidRDefault="00C81B43" w:rsidP="00096BFC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de segurança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,</w:t>
            </w: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ética e postura profissional</w:t>
            </w:r>
          </w:p>
          <w:p w14:paraId="2A9AB5DA" w14:textId="77777777" w:rsidR="00C81B43" w:rsidRPr="00C72912" w:rsidRDefault="00C81B43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0C3F363A" w14:textId="77777777" w:rsidR="00C81B43" w:rsidRPr="00CC7209" w:rsidRDefault="00C81B43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</w:p>
          <w:p w14:paraId="7010143A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Movimentação e posicionamento no espaço</w:t>
            </w:r>
          </w:p>
          <w:p w14:paraId="33E4E803" w14:textId="77777777" w:rsidR="00C81B43" w:rsidRPr="00C66429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conduta e de ética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58724" w14:textId="77777777" w:rsidR="00C81B43" w:rsidRDefault="00C81B43" w:rsidP="00096BFC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3E57EE" w14:textId="77777777" w:rsidR="00C81B43" w:rsidRPr="00C6642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as técnicas de fotografia para cada modalidade desportiva</w:t>
            </w: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EC01602" w14:textId="77777777" w:rsidR="00C81B43" w:rsidRPr="00CF60C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a luz natural e artificial para fotografar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modalidades desportivas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A192EAE" w14:textId="77777777" w:rsidR="00C81B43" w:rsidRPr="00CF60C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o equipamento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fotográfico </w:t>
            </w: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acordo com as particularidades de cada modalidade desporto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320AEE3" w14:textId="77777777" w:rsidR="00C81B43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Editar fotografias de acordo com os objetivos de cada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evento desportivo</w:t>
            </w:r>
          </w:p>
          <w:p w14:paraId="77E226F5" w14:textId="77777777" w:rsidR="00C81B43" w:rsidRPr="00CF60C9" w:rsidRDefault="00C81B43" w:rsidP="00096BFC">
            <w:pPr>
              <w:pStyle w:val="PargrafodaLista"/>
              <w:spacing w:before="120" w:after="0" w:line="276" w:lineRule="auto"/>
              <w:ind w:left="287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FD85CE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normas de segurança em sessões fotográficas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E0312F7" w14:textId="77777777" w:rsidR="00C81B43" w:rsidRPr="00C505D1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regras de conduta e ética</w:t>
            </w:r>
          </w:p>
          <w:p w14:paraId="66FB737B" w14:textId="77777777" w:rsidR="00C81B43" w:rsidRPr="00A1459C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8A2926" w14:textId="77777777" w:rsidR="00C81B43" w:rsidRPr="00E15212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96D1F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03BC21B2" w14:textId="77777777" w:rsidR="00C81B43" w:rsidRPr="00A1459C" w:rsidRDefault="00C81B43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63655E90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2E99D4B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17441E11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B422128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22FED11A" w14:textId="77777777" w:rsidR="00C81B43" w:rsidRPr="00E15212" w:rsidRDefault="00C81B4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72A4A3B1" w14:textId="77777777" w:rsidR="00C81B43" w:rsidRDefault="00C81B43" w:rsidP="00C81B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128C2E6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3C9C64D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329F3">
        <w:rPr>
          <w:rFonts w:ascii="Verdana Pro Light" w:eastAsia="Arial Unicode MS" w:hAnsi="Verdana Pro Light" w:cs="Times New Roman"/>
          <w:b/>
          <w:sz w:val="18"/>
          <w:szCs w:val="18"/>
        </w:rPr>
        <w:t>Fotografar eventos desportivos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C93C28" w14:textId="77777777" w:rsidR="00C81B43" w:rsidRPr="005C180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</w:t>
      </w:r>
      <w:r>
        <w:rPr>
          <w:rFonts w:ascii="Verdana Pro Light" w:eastAsia="Arial Unicode MS" w:hAnsi="Verdana Pro Light" w:cs="Arial Unicode MS"/>
          <w:sz w:val="18"/>
          <w:szCs w:val="18"/>
        </w:rPr>
        <w:t>. Planeando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 sessão fotográfica em função dos objetivos documentais pretendidos e tendo em conta as regras de conduta e ética em recintos desportivos</w:t>
      </w:r>
    </w:p>
    <w:p w14:paraId="3915AF9C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 xml:space="preserve"> o equipamento fotográfico apropriado a cada situação </w:t>
      </w:r>
      <w:r w:rsidRPr="00A867A6">
        <w:rPr>
          <w:rFonts w:ascii="Verdana Pro Light" w:eastAsia="Arial Unicode MS" w:hAnsi="Verdana Pro Light" w:cs="Arial Unicode MS"/>
          <w:sz w:val="18"/>
          <w:szCs w:val="18"/>
        </w:rPr>
        <w:t xml:space="preserve">e tipo de </w:t>
      </w:r>
      <w:r>
        <w:rPr>
          <w:rFonts w:ascii="Verdana Pro Light" w:eastAsia="Arial Unicode MS" w:hAnsi="Verdana Pro Light" w:cs="Arial Unicode MS"/>
          <w:sz w:val="18"/>
          <w:szCs w:val="18"/>
        </w:rPr>
        <w:t>modalidade desportiva</w:t>
      </w:r>
    </w:p>
    <w:p w14:paraId="0FFECEDD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U</w:t>
      </w:r>
      <w:r w:rsidRPr="00A867A6">
        <w:rPr>
          <w:rFonts w:ascii="Verdana Pro Light" w:eastAsia="Arial Unicode MS" w:hAnsi="Verdana Pro Light" w:cs="Arial Unicode MS"/>
          <w:sz w:val="18"/>
          <w:szCs w:val="18"/>
        </w:rPr>
        <w:t xml:space="preserve">sando a luz de forma seletiva em função do tipo de </w:t>
      </w:r>
      <w:r>
        <w:rPr>
          <w:rFonts w:ascii="Verdana Pro Light" w:eastAsia="Arial Unicode MS" w:hAnsi="Verdana Pro Light" w:cs="Arial Unicode MS"/>
          <w:sz w:val="18"/>
          <w:szCs w:val="18"/>
        </w:rPr>
        <w:t>modalidade desportiva</w:t>
      </w:r>
    </w:p>
    <w:p w14:paraId="3D52A9EF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aptando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editando as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imagens com rigor estético e técnico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acordo com os objetivos definidos</w:t>
      </w:r>
    </w:p>
    <w:p w14:paraId="274E11C3" w14:textId="77777777" w:rsidR="00C81B43" w:rsidRPr="004330C8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90C3ACE" w14:textId="77777777" w:rsidR="00C81B43" w:rsidRPr="00A1459C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538F049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4671FAC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1336ECB1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</w:t>
      </w:r>
      <w:r>
        <w:rPr>
          <w:rFonts w:ascii="Verdana Pro Light" w:eastAsia="Arial Unicode MS" w:hAnsi="Verdana Pro Light" w:cs="Arial Unicode MS"/>
          <w:sz w:val="18"/>
          <w:szCs w:val="18"/>
        </w:rPr>
        <w:t>desportivos</w:t>
      </w:r>
    </w:p>
    <w:p w14:paraId="3D2308A9" w14:textId="77777777" w:rsidR="00C81B43" w:rsidRPr="00CD4CF0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04100461" w14:textId="77777777" w:rsidR="00C81B43" w:rsidRPr="003C40D1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584AD90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E037395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65760826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7C237EBB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78C1BF78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3BDB6265" w14:textId="77777777" w:rsidR="00C81B43" w:rsidRPr="00376376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6A5A83A5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desporto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D7951AB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23EE936" w14:textId="77777777" w:rsidR="00C81B43" w:rsidRDefault="00C81B43" w:rsidP="00C81B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2857928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3585EABE" w14:textId="77777777" w:rsidR="00C81B43" w:rsidRPr="00A1459C" w:rsidRDefault="00C81B43" w:rsidP="00C81B4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desporto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desporto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D8B547C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535149B" w14:textId="77777777" w:rsidR="00C81B43" w:rsidRPr="00CC7209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e/ou dos eventos desportivos a</w:t>
      </w:r>
      <w:r w:rsidRPr="00CC7209">
        <w:rPr>
          <w:rFonts w:ascii="Verdana Pro Light" w:eastAsia="Arial Unicode MS" w:hAnsi="Verdana Pro Light" w:cs="Arial Unicode MS"/>
          <w:sz w:val="18"/>
          <w:szCs w:val="18"/>
        </w:rPr>
        <w:t xml:space="preserve"> fotografar</w:t>
      </w:r>
      <w:r w:rsidRPr="00CC7209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0644604" w14:textId="77777777" w:rsidR="00C81B43" w:rsidRPr="00E3354B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arceria com entidades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na área do </w:t>
      </w:r>
      <w:bookmarkEnd w:id="15"/>
      <w:r>
        <w:rPr>
          <w:rFonts w:ascii="Verdana Pro Light" w:eastAsia="Arial Unicode MS" w:hAnsi="Verdana Pro Light" w:cs="Arial Unicode MS"/>
          <w:sz w:val="18"/>
          <w:szCs w:val="18"/>
        </w:rPr>
        <w:t>desporto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81B43" w:rsidRPr="00136AD8" w14:paraId="7E2ED345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DEDAC7" w14:textId="59080FCE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6" w:name="_Hlk159318996"/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="009A581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7BB72C" w14:textId="77777777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8321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Fotografar espetáculos culturais</w:t>
            </w:r>
          </w:p>
        </w:tc>
      </w:tr>
    </w:tbl>
    <w:p w14:paraId="656BF86C" w14:textId="77777777" w:rsidR="00C81B43" w:rsidRPr="00136AD8" w:rsidRDefault="00C81B43" w:rsidP="00C81B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2638E6" w14:textId="77777777" w:rsidR="00C81B43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761BE73" w14:textId="77777777" w:rsidR="00C81B43" w:rsidRPr="003200F2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BD41505" w14:textId="77777777" w:rsidR="00C81B43" w:rsidRPr="00136AD8" w:rsidRDefault="00C81B43" w:rsidP="00C81B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81B43" w:rsidRPr="00136AD8" w14:paraId="606F7BB3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375973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81B43" w:rsidRPr="00136AD8" w14:paraId="07E8D4C4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E96396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planear a sessão fotográfica</w:t>
            </w:r>
          </w:p>
          <w:p w14:paraId="279E3800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o equipamento fotográfico </w:t>
            </w:r>
          </w:p>
          <w:p w14:paraId="7BD72EEA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421BB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Medir a luz </w:t>
            </w:r>
          </w:p>
          <w:p w14:paraId="092FBBD3" w14:textId="77777777" w:rsidR="00C81B43" w:rsidRPr="00E763D6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Captar imagens de espetáculo </w:t>
            </w:r>
          </w:p>
          <w:p w14:paraId="07454806" w14:textId="77777777" w:rsidR="00C81B43" w:rsidRPr="004132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Selecionar, editar e exportar 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81B43" w:rsidRPr="00136AD8" w14:paraId="1E7B8806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371ABB" w14:textId="77777777" w:rsidR="00C81B43" w:rsidRPr="001B353A" w:rsidRDefault="00C81B43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091BE5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B802797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81B43" w:rsidRPr="00136AD8" w14:paraId="7A63A68B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E228E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Mercado para a fotografia de espetáculo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32042EF" w14:textId="77777777" w:rsidR="00C81B43" w:rsidRPr="00B2379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Jornais</w:t>
            </w:r>
          </w:p>
          <w:p w14:paraId="57B477C8" w14:textId="77777777" w:rsidR="00C81B43" w:rsidRPr="00B2379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Revistas</w:t>
            </w:r>
          </w:p>
          <w:p w14:paraId="41640CE5" w14:textId="77777777" w:rsidR="00C81B43" w:rsidRPr="00B2379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Agências</w:t>
            </w:r>
          </w:p>
          <w:p w14:paraId="364F93D8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Bancos de imagem</w:t>
            </w:r>
          </w:p>
          <w:p w14:paraId="25E79977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Tipos de reportagem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de espetáculo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0F73575" w14:textId="77777777" w:rsidR="00C81B43" w:rsidRPr="00B2379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Reportagem fotográfica</w:t>
            </w:r>
          </w:p>
          <w:p w14:paraId="66CAB16D" w14:textId="77777777" w:rsidR="00C81B43" w:rsidRPr="00B2379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Reportagem de bastidores</w:t>
            </w:r>
          </w:p>
          <w:p w14:paraId="0905A055" w14:textId="77777777" w:rsidR="00C81B43" w:rsidRPr="00B2379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Reportagem de palco</w:t>
            </w:r>
          </w:p>
          <w:p w14:paraId="37E4886A" w14:textId="77777777" w:rsidR="00C81B43" w:rsidRPr="00B2379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37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Reportagem do ambiente envolvente</w:t>
            </w:r>
          </w:p>
          <w:p w14:paraId="55521270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B291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Iluminação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 espetáculos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89A3AEA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Luz natural e artificial </w:t>
            </w:r>
          </w:p>
          <w:p w14:paraId="5FD2EFE2" w14:textId="77777777" w:rsidR="00C81B43" w:rsidRPr="00AB291A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ambiente</w:t>
            </w:r>
          </w:p>
          <w:p w14:paraId="3A4998E1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contextos ambientais</w:t>
            </w:r>
          </w:p>
          <w:p w14:paraId="347AB92B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Temperaturas de cor</w:t>
            </w:r>
          </w:p>
          <w:p w14:paraId="631E80C2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 de luz</w:t>
            </w:r>
          </w:p>
          <w:p w14:paraId="243E8006" w14:textId="77777777" w:rsidR="00C81B43" w:rsidRPr="001E0C0C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Equipamento do fotógrafo </w:t>
            </w:r>
            <w:r w:rsidRPr="00CF60C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específico para espetáculo</w:t>
            </w: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CC22F17" w14:textId="77777777" w:rsidR="00C81B43" w:rsidRPr="001E0C0C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e objetivas</w:t>
            </w:r>
          </w:p>
          <w:p w14:paraId="10952EB8" w14:textId="77777777" w:rsidR="00C81B43" w:rsidRPr="001E0C0C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462E0682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83AB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fotográfica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B83AB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6EBC95DF" w14:textId="77777777" w:rsidR="00C81B43" w:rsidRPr="00CF60C9" w:rsidRDefault="00C81B43" w:rsidP="00096BFC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53CE7463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e ferramentas de edição</w:t>
            </w:r>
          </w:p>
          <w:p w14:paraId="3253D4DB" w14:textId="77777777" w:rsidR="00C81B43" w:rsidRPr="00CF60C9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profissional (</w:t>
            </w:r>
            <w:proofErr w:type="spellStart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workflow</w:t>
            </w:r>
            <w:proofErr w:type="spellEnd"/>
            <w:r w:rsidRPr="00085D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51995B2" w14:textId="77777777" w:rsidR="00C81B43" w:rsidRPr="00D422AC" w:rsidRDefault="00C81B43" w:rsidP="00096BFC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Normas de segurança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,</w:t>
            </w: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ética e postura profissional</w:t>
            </w:r>
          </w:p>
          <w:p w14:paraId="5190BA16" w14:textId="77777777" w:rsidR="00C81B43" w:rsidRPr="00C72912" w:rsidRDefault="00C81B43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383FB177" w14:textId="77777777" w:rsidR="00C81B43" w:rsidRPr="00CC7209" w:rsidRDefault="00C81B43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</w:p>
          <w:p w14:paraId="7E87E30A" w14:textId="77777777" w:rsidR="00C81B43" w:rsidRPr="00D422AC" w:rsidRDefault="00C81B43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Movimentação e posicionamento no espaço do espetáculo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DFB68" w14:textId="77777777" w:rsidR="00C81B43" w:rsidRDefault="00C81B43" w:rsidP="00096BFC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429987" w14:textId="77777777" w:rsidR="00C81B43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mercado da fotografia de espetáculo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908943A" w14:textId="77777777" w:rsidR="00C81B43" w:rsidRPr="00CF60C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áreas da fotografia documental de reportagem de espetáculo.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92B5A26" w14:textId="77777777" w:rsidR="00C81B43" w:rsidRPr="00CF60C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a luz natural e artificial para fotografar espetáculos em interior e em exterior.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F2E3EEB" w14:textId="77777777" w:rsidR="00C81B43" w:rsidRPr="00CF60C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equipamento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fotográfico apropriado a cada situação e tipo de espetáculo.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C30926A" w14:textId="77777777" w:rsidR="00C81B43" w:rsidRPr="00CF60C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Editar fotografias de acordo com os objetivos de cada espetáculo.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E6DCC91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normas de segurança em sessões fotográficas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54DAB45" w14:textId="77777777" w:rsidR="00C81B43" w:rsidRPr="00C505D1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Saber movimentar-se num espaço de espetáculo</w:t>
            </w:r>
          </w:p>
          <w:p w14:paraId="4FB052AD" w14:textId="77777777" w:rsidR="00C81B43" w:rsidRPr="00A1459C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60A42B" w14:textId="77777777" w:rsidR="00C81B43" w:rsidRPr="00E15212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6DFFD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594BA2A2" w14:textId="77777777" w:rsidR="00C81B43" w:rsidRPr="00A1459C" w:rsidRDefault="00C81B43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45AB03C2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CBBFA53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627F1B9D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1535198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346DFBDA" w14:textId="77777777" w:rsidR="00C81B43" w:rsidRPr="00E15212" w:rsidRDefault="00C81B4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5BF92638" w14:textId="77777777" w:rsidR="00C81B43" w:rsidRDefault="00C81B43" w:rsidP="00C81B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03C18C6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C8F2306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83212">
        <w:rPr>
          <w:rFonts w:ascii="Verdana Pro Light" w:eastAsia="Arial Unicode MS" w:hAnsi="Verdana Pro Light" w:cs="Times New Roman"/>
          <w:b/>
          <w:sz w:val="18"/>
          <w:szCs w:val="18"/>
        </w:rPr>
        <w:t>Fotografar espetáculos culturais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A3F4E69" w14:textId="77777777" w:rsidR="00C81B43" w:rsidRPr="005C180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</w:t>
      </w:r>
      <w:r>
        <w:rPr>
          <w:rFonts w:ascii="Verdana Pro Light" w:eastAsia="Arial Unicode MS" w:hAnsi="Verdana Pro Light" w:cs="Arial Unicode MS"/>
          <w:sz w:val="18"/>
          <w:szCs w:val="18"/>
        </w:rPr>
        <w:t>. Planeando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a sessão fotográfica em função dos objetivos documentais pretendidos e tendo em conta o mercado para a fotografia de espetáculo </w:t>
      </w:r>
    </w:p>
    <w:p w14:paraId="29AFE0F9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 xml:space="preserve"> o equipamento fotográfico apropriado a cada situação </w:t>
      </w:r>
      <w:r w:rsidRPr="00A867A6">
        <w:rPr>
          <w:rFonts w:ascii="Verdana Pro Light" w:eastAsia="Arial Unicode MS" w:hAnsi="Verdana Pro Light" w:cs="Arial Unicode MS"/>
          <w:sz w:val="18"/>
          <w:szCs w:val="18"/>
        </w:rPr>
        <w:t>e tipo de espetáculo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56673A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U</w:t>
      </w:r>
      <w:r w:rsidRPr="00A867A6">
        <w:rPr>
          <w:rFonts w:ascii="Verdana Pro Light" w:eastAsia="Arial Unicode MS" w:hAnsi="Verdana Pro Light" w:cs="Arial Unicode MS"/>
          <w:sz w:val="18"/>
          <w:szCs w:val="18"/>
        </w:rPr>
        <w:t>sando a luz de forma seletiva em função do tipo de espetáculo</w:t>
      </w:r>
    </w:p>
    <w:p w14:paraId="1CC313CF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Sabendo posicionar-se de forma a não interferir no espetáculo</w:t>
      </w:r>
    </w:p>
    <w:p w14:paraId="02DBA9B8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aptando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editando as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imagens com rigor estético e técnico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acordo com os objetivos definidos</w:t>
      </w:r>
    </w:p>
    <w:p w14:paraId="400AB031" w14:textId="77777777" w:rsidR="00C81B43" w:rsidRPr="004330C8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516120E" w14:textId="77777777" w:rsidR="00C81B43" w:rsidRPr="00A1459C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ABF9427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2A379C1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6482B5EE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058A5CFB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281DC3C8" w14:textId="77777777" w:rsidR="00C81B43" w:rsidRPr="00CD4CF0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18EC84C8" w14:textId="77777777" w:rsidR="00C81B43" w:rsidRPr="003C40D1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4AEBE2E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EC2B629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ED33FBA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59408DB9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1C89D32B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6E76CDBE" w14:textId="77777777" w:rsidR="00C81B43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5EBFE9E8" w14:textId="77777777" w:rsidR="00C81B43" w:rsidRPr="00376376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37D5B1A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espetáculo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B1CA48C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4E1803B" w14:textId="77777777" w:rsidR="00C81B43" w:rsidRDefault="00C81B43" w:rsidP="00C81B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A01042B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0409A9F6" w14:textId="77777777" w:rsidR="00C81B43" w:rsidRPr="00A1459C" w:rsidRDefault="00C81B43" w:rsidP="00C81B4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espetáculo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desenvolvimento de um projeto prático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espetáculo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C9E8A9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9EF47E7" w14:textId="77777777" w:rsidR="00C81B43" w:rsidRPr="00CC1EC1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e/ou das situações de espetáculo a</w:t>
      </w:r>
      <w:r w:rsidRPr="00CC7209">
        <w:rPr>
          <w:rFonts w:ascii="Verdana Pro Light" w:eastAsia="Arial Unicode MS" w:hAnsi="Verdana Pro Light" w:cs="Arial Unicode MS"/>
          <w:sz w:val="18"/>
          <w:szCs w:val="18"/>
        </w:rPr>
        <w:t xml:space="preserve"> fotografar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A63EB7" w14:textId="77777777" w:rsidR="00C81B43" w:rsidRPr="00CC1EC1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CC1EC1">
        <w:rPr>
          <w:rFonts w:ascii="Verdana Pro Light" w:hAnsi="Verdana Pro Light"/>
          <w:smallCaps/>
        </w:rPr>
        <w:t>Recursos indispensáveis</w:t>
      </w:r>
      <w:r w:rsidRPr="00CC1EC1">
        <w:rPr>
          <w:rFonts w:ascii="Verdana Pro Light" w:hAnsi="Verdana Pro Light"/>
          <w:smallCaps/>
        </w:rPr>
        <w:br/>
      </w:r>
      <w:r w:rsidRPr="00CC1EC1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CC1EC1">
        <w:rPr>
          <w:rFonts w:ascii="Verdana Pro Light" w:eastAsia="Arial Unicode MS" w:hAnsi="Verdana Pro Light" w:cs="Arial Unicode MS"/>
          <w:sz w:val="18"/>
          <w:szCs w:val="18"/>
        </w:rPr>
        <w:br/>
        <w:t xml:space="preserve">Parceria com entidades na área do </w:t>
      </w:r>
      <w:bookmarkEnd w:id="16"/>
      <w:r w:rsidRPr="00CC1EC1">
        <w:rPr>
          <w:rFonts w:ascii="Verdana Pro Light" w:eastAsia="Arial Unicode MS" w:hAnsi="Verdana Pro Light" w:cs="Arial Unicode MS"/>
          <w:sz w:val="18"/>
          <w:szCs w:val="18"/>
        </w:rPr>
        <w:t>espetáculo</w:t>
      </w:r>
    </w:p>
    <w:p w14:paraId="23C0BC23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3FE5365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ED22AE0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FC39D68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E7A63F1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858E121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4C17AE3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D9456BE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ED08FA9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2244207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405D54A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ED4746A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782DC00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23ECF82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EAB6A18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111F994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9A091F6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00C531F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3DDB469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B5F0C6A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86C2A69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8A3A0D6" w14:textId="77777777" w:rsidR="00C81B43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85E0F66" w14:textId="77777777" w:rsidR="00C81B43" w:rsidRPr="00CC1EC1" w:rsidRDefault="00C81B43" w:rsidP="00C81B4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B81BE34" w14:textId="77777777" w:rsidR="00C81B43" w:rsidRDefault="00C81B43" w:rsidP="00C81B4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81B43" w:rsidRPr="00136AD8" w14:paraId="3136080E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B6ABE5C" w14:textId="4FE86318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="00ED258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915B7B9" w14:textId="77777777" w:rsidR="00C81B43" w:rsidRPr="00F42D38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847FD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fotografia de corpo.</w:t>
            </w:r>
          </w:p>
        </w:tc>
      </w:tr>
    </w:tbl>
    <w:p w14:paraId="00DFBE62" w14:textId="77777777" w:rsidR="00C81B43" w:rsidRPr="00136AD8" w:rsidRDefault="00C81B43" w:rsidP="00C81B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297590B" w14:textId="77777777" w:rsidR="00C81B43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33FD19E" w14:textId="77777777" w:rsidR="00C81B43" w:rsidRPr="003200F2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259587A" w14:textId="77777777" w:rsidR="00C81B43" w:rsidRPr="00136AD8" w:rsidRDefault="00C81B43" w:rsidP="00C81B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81B43" w:rsidRPr="00136AD8" w14:paraId="6A7C993D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A419C0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81B43" w:rsidRPr="00136AD8" w14:paraId="0A585A11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0FA5BB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7855D856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1059608B" w14:textId="77777777" w:rsidR="00C81B43" w:rsidRPr="00E763D6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o local para a sessão fotográfica e selecionar os equipamentos de iluminação</w:t>
            </w:r>
          </w:p>
          <w:p w14:paraId="4FD96D5E" w14:textId="77777777" w:rsidR="00C81B43" w:rsidRPr="00E763D6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Captar imagens de autorretrato</w:t>
            </w:r>
          </w:p>
          <w:p w14:paraId="634583D1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 e exportar as imagens para edição</w:t>
            </w:r>
          </w:p>
          <w:p w14:paraId="7CDECC81" w14:textId="77777777" w:rsidR="00C81B43" w:rsidRPr="004132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81B43" w:rsidRPr="00136AD8" w14:paraId="77C9EE09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83F28C" w14:textId="77777777" w:rsidR="00C81B43" w:rsidRPr="001B353A" w:rsidRDefault="00C81B43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FCE3CA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ABB8AD6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81B43" w:rsidRPr="00136AD8" w14:paraId="0A827B84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DB540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Corpo como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0DF13F8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Autorretrato e autorrepresentação</w:t>
            </w:r>
          </w:p>
          <w:p w14:paraId="490DE204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Referência histórica</w:t>
            </w:r>
          </w:p>
          <w:p w14:paraId="34A493E3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de ficção e realidade</w:t>
            </w:r>
          </w:p>
          <w:p w14:paraId="28CA3C8A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Fronteira entre o eu e o outro</w:t>
            </w:r>
          </w:p>
          <w:p w14:paraId="71814223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Ponto de partida para um espaço de experimentação</w:t>
            </w:r>
          </w:p>
          <w:p w14:paraId="06D327EA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de dia e luz artificial:</w:t>
            </w:r>
          </w:p>
          <w:p w14:paraId="6DAEDE66" w14:textId="77777777" w:rsidR="00C81B43" w:rsidRPr="003B21E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6896D734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contextos ambientais</w:t>
            </w:r>
          </w:p>
          <w:p w14:paraId="7DCAD24F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Temperaturas de cor</w:t>
            </w:r>
          </w:p>
          <w:p w14:paraId="68F31A88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luz artificial</w:t>
            </w:r>
          </w:p>
          <w:p w14:paraId="514DBABB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 para retrato</w:t>
            </w:r>
          </w:p>
          <w:p w14:paraId="2E018448" w14:textId="77777777" w:rsidR="00C81B43" w:rsidRPr="001E0067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câmara fotográfica, c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omponentes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objetivas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B3C8AA9" w14:textId="77777777" w:rsidR="00C81B43" w:rsidRPr="000C652B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2CA03A54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19EA868E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5538A77D" w14:textId="77777777" w:rsidR="00C81B43" w:rsidRPr="003A7BBB" w:rsidRDefault="00C81B43" w:rsidP="00096BFC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E3F32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87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 corpo como entidade inesgotável e renovável no processo comunicativo.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B4B6ABB" w14:textId="77777777" w:rsidR="00C81B43" w:rsidRPr="002D248B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87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4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 corpo como ponto de partida para um espaço de experimentação.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74A74A8" w14:textId="77777777" w:rsidR="00C81B43" w:rsidRPr="00E15212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as características da luz natural e da luz artificial.</w:t>
            </w:r>
            <w:r w:rsidRPr="00E15212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br/>
            </w:r>
          </w:p>
          <w:p w14:paraId="1E6A1A17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diversos tipos de luz artificial usados em fotografia.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7779BA7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o tipo de iluminação artificial em função das situações fotográficas apresentadas.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29B3174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o tipo de máquina e objetiva adequado ao estilo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retrato que se pretende.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6C51C89" w14:textId="77777777" w:rsidR="00C81B43" w:rsidRPr="00E15212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vários tipos de luz e medi-la para fotografar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retratos.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4951B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638DE69" w14:textId="77777777" w:rsidR="00C81B43" w:rsidRPr="00A1459C" w:rsidRDefault="00C81B43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2EB9456D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4A933ED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3A39CFF5" w14:textId="77777777" w:rsidR="00C81B43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56EBC112" w14:textId="77777777" w:rsidR="00C81B43" w:rsidRPr="00A1459C" w:rsidRDefault="00C81B4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5AABED" w14:textId="77777777" w:rsidR="00C81B43" w:rsidRPr="00E15212" w:rsidRDefault="00C81B4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4AC93751" w14:textId="77777777" w:rsidR="00C81B43" w:rsidRDefault="00C81B43" w:rsidP="00C81B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45BF964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77B386F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47FDA">
        <w:rPr>
          <w:rFonts w:ascii="Verdana Pro Light" w:eastAsia="Arial Unicode MS" w:hAnsi="Verdana Pro Light" w:cs="Times New Roman"/>
          <w:b/>
          <w:sz w:val="18"/>
          <w:szCs w:val="18"/>
        </w:rPr>
        <w:t>Realizar fotografia de corpo.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D30E2A0" w14:textId="77777777" w:rsidR="00C81B43" w:rsidRPr="005C180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Criando um conceito visual/linguagem estética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tendo em conta as </w:t>
      </w:r>
      <w:r w:rsidRPr="00AF327B">
        <w:rPr>
          <w:rFonts w:ascii="Verdana Pro Light" w:eastAsia="Arial Unicode MS" w:hAnsi="Verdana Pro Light" w:cs="Arial Unicode MS"/>
          <w:sz w:val="18"/>
          <w:szCs w:val="18"/>
        </w:rPr>
        <w:t>problemáticas relacionadas com a utilização do corpo enquanto objeto e meio artístico.</w:t>
      </w:r>
    </w:p>
    <w:p w14:paraId="6772E7F8" w14:textId="77777777" w:rsidR="00C81B43" w:rsidRPr="005C180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CD2. Preparando o </w:t>
      </w:r>
      <w:r>
        <w:rPr>
          <w:rFonts w:ascii="Verdana Pro Light" w:eastAsia="Arial Unicode MS" w:hAnsi="Verdana Pro Light" w:cs="Arial Unicode MS"/>
          <w:sz w:val="18"/>
          <w:szCs w:val="18"/>
        </w:rPr>
        <w:t>espaço para a sessão fotográfica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selecionando os equipamentos e acessórios de iluminação apropriados aos objetivos da sessão fotográfica</w:t>
      </w:r>
    </w:p>
    <w:p w14:paraId="3E39F8C0" w14:textId="77777777" w:rsidR="00C81B43" w:rsidRPr="005C180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CD3. Selecionando as câmaras fotográficas e objetivas tendo em conta as suas características e os objetivos da sessão fotográfica</w:t>
      </w:r>
    </w:p>
    <w:p w14:paraId="5108A78E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. Captando imagens com rigor estético e técnico.</w:t>
      </w:r>
    </w:p>
    <w:p w14:paraId="5410C934" w14:textId="77777777" w:rsidR="00C81B43" w:rsidRPr="004330C8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303A8D5" w14:textId="77777777" w:rsidR="00C81B43" w:rsidRPr="00A1459C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E70BE28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263BE903" w14:textId="77777777" w:rsidR="00C81B43" w:rsidRPr="00CD4CF0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6366E1D1" w14:textId="77777777" w:rsidR="00C81B43" w:rsidRPr="00984B30" w:rsidRDefault="00C81B43" w:rsidP="00C81B43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7CF204EF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BB4483F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7E4489CD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2667737D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69C6392E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748C9172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4FB4A64B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605C6A07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de </w:t>
      </w:r>
      <w:r>
        <w:rPr>
          <w:rFonts w:ascii="Verdana Pro Light" w:eastAsia="Arial Unicode MS" w:hAnsi="Verdana Pro Light" w:cs="Arial Unicode MS"/>
          <w:sz w:val="18"/>
          <w:szCs w:val="18"/>
        </w:rPr>
        <w:t>autor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45C8621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C9275ED" w14:textId="77777777" w:rsidR="00C81B43" w:rsidRDefault="00C81B43" w:rsidP="00C81B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9C3126A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6BA63629" w14:textId="77777777" w:rsidR="00C81B43" w:rsidRPr="00A1459C" w:rsidRDefault="00C81B43" w:rsidP="00C81B4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de </w:t>
      </w:r>
      <w:r>
        <w:rPr>
          <w:rFonts w:ascii="Verdana Pro Light" w:eastAsia="Arial Unicode MS" w:hAnsi="Verdana Pro Light" w:cs="Arial Unicode MS"/>
          <w:sz w:val="18"/>
          <w:szCs w:val="18"/>
        </w:rPr>
        <w:t>autor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retrato e ativo para desenvolvimento de um projeto prático de fotografia de </w:t>
      </w:r>
      <w:r>
        <w:rPr>
          <w:rFonts w:ascii="Verdana Pro Light" w:eastAsia="Arial Unicode MS" w:hAnsi="Verdana Pro Light" w:cs="Arial Unicode MS"/>
          <w:sz w:val="18"/>
          <w:szCs w:val="18"/>
        </w:rPr>
        <w:t>autor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278B1F0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B4F2585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65F3748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DD8A86F" w14:textId="77777777" w:rsidR="00C81B43" w:rsidRPr="00051C79" w:rsidRDefault="00C81B43" w:rsidP="00C81B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C29E03" w14:textId="77777777" w:rsidR="00C81B43" w:rsidRPr="00051C79" w:rsidRDefault="00C81B43" w:rsidP="00C81B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34C44F" w14:textId="77777777" w:rsidR="00C81B43" w:rsidRPr="00051C79" w:rsidRDefault="00C81B43" w:rsidP="00C81B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5C0835" w14:textId="77777777" w:rsidR="00C81B43" w:rsidRDefault="00C81B43" w:rsidP="00C81B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81B43" w:rsidRPr="00136AD8" w14:paraId="4B6E0CB4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0B39653" w14:textId="0ABCF9D6" w:rsidR="00C81B43" w:rsidRPr="000D4397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7" w:name="_Hlk159333078"/>
            <w:bookmarkStart w:id="18" w:name="_Hlk159688649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  <w:r w:rsidR="00ED258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9AA30D" w14:textId="77777777" w:rsidR="00C81B43" w:rsidRPr="000D4397" w:rsidRDefault="00C81B43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aérea</w:t>
            </w:r>
          </w:p>
        </w:tc>
      </w:tr>
    </w:tbl>
    <w:p w14:paraId="57EA2D35" w14:textId="77777777" w:rsidR="00C81B43" w:rsidRPr="00136AD8" w:rsidRDefault="00C81B43" w:rsidP="00C81B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DD51F99" w14:textId="77777777" w:rsidR="00C81B43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042A0627" w14:textId="77777777" w:rsidR="00C81B43" w:rsidRPr="003200F2" w:rsidRDefault="00C81B43" w:rsidP="00C81B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B3ACA47" w14:textId="77777777" w:rsidR="00C81B43" w:rsidRPr="00136AD8" w:rsidRDefault="00C81B43" w:rsidP="00C81B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81B43" w:rsidRPr="00136AD8" w14:paraId="2E29F427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6EE3E6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81B43" w:rsidRPr="00136AD8" w14:paraId="3735B11C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8850EA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planear a sessão fotográfica</w:t>
            </w:r>
          </w:p>
          <w:p w14:paraId="7A94E530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o equipamento fotográfico </w:t>
            </w:r>
          </w:p>
          <w:p w14:paraId="3D296DE1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D565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fotografia aérea </w:t>
            </w:r>
          </w:p>
          <w:p w14:paraId="79692BEC" w14:textId="77777777" w:rsidR="00C81B43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e exportar as imagens para edição</w:t>
            </w:r>
          </w:p>
          <w:p w14:paraId="52C6FF1C" w14:textId="77777777" w:rsidR="00C81B43" w:rsidRPr="005005FE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81B43" w:rsidRPr="00136AD8" w14:paraId="3009F37C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D85425" w14:textId="77777777" w:rsidR="00C81B43" w:rsidRPr="001B353A" w:rsidRDefault="00C81B43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20C22C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C5C457" w14:textId="77777777" w:rsidR="00C81B43" w:rsidRPr="001B353A" w:rsidRDefault="00C81B43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81B43" w:rsidRPr="00136AD8" w14:paraId="2646640A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E972B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Princípios básicos de fotografia aérea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88A0C28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adequada</w:t>
            </w:r>
          </w:p>
          <w:p w14:paraId="63015BEE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Objetivas VR ou IS</w:t>
            </w:r>
          </w:p>
          <w:p w14:paraId="4630ADF9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básicos de composição fotográfica</w:t>
            </w:r>
          </w:p>
          <w:p w14:paraId="548F149B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8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Vista oblíqua e vertical</w:t>
            </w:r>
          </w:p>
          <w:p w14:paraId="10164E69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8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Padrão e textura</w:t>
            </w:r>
          </w:p>
          <w:p w14:paraId="42CACC4A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Combinação de elementos de composição fotográfica</w:t>
            </w:r>
          </w:p>
          <w:p w14:paraId="790C0AEC" w14:textId="77777777" w:rsidR="00C81B43" w:rsidRPr="00090963" w:rsidRDefault="00C81B43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e condições atmosféricas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E0BE9FB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Latitude</w:t>
            </w:r>
          </w:p>
          <w:p w14:paraId="0A1C31E8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Longitude</w:t>
            </w:r>
          </w:p>
          <w:p w14:paraId="76B33E16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Altitude</w:t>
            </w:r>
          </w:p>
          <w:p w14:paraId="5561C3A8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Nuvens</w:t>
            </w:r>
          </w:p>
          <w:p w14:paraId="229BF301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Condições sazonais</w:t>
            </w:r>
          </w:p>
          <w:p w14:paraId="53C62136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Hora do dia</w:t>
            </w:r>
          </w:p>
          <w:p w14:paraId="72F50921" w14:textId="77777777" w:rsidR="00C81B43" w:rsidRPr="006D686F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Sombras</w:t>
            </w:r>
          </w:p>
          <w:p w14:paraId="3D6C2223" w14:textId="77777777" w:rsidR="00C81B43" w:rsidRPr="006D686F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Fotogrametria e respetiva interpretação</w:t>
            </w: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86668F6" w14:textId="77777777" w:rsidR="00C81B43" w:rsidRPr="006D686F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básicos</w:t>
            </w:r>
          </w:p>
          <w:p w14:paraId="0BD593D1" w14:textId="77777777" w:rsidR="00C81B43" w:rsidRPr="006D686F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quantitativa</w:t>
            </w:r>
          </w:p>
          <w:p w14:paraId="1B946283" w14:textId="77777777" w:rsidR="00C81B43" w:rsidRPr="006D686F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 fotográfica</w:t>
            </w:r>
          </w:p>
          <w:p w14:paraId="26940E2A" w14:textId="77777777" w:rsidR="00C81B43" w:rsidRPr="006D686F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Geometria</w:t>
            </w:r>
          </w:p>
          <w:p w14:paraId="18F01B2E" w14:textId="77777777" w:rsidR="00C81B43" w:rsidRPr="006D686F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</w:t>
            </w:r>
          </w:p>
          <w:p w14:paraId="4E4F76D9" w14:textId="77777777" w:rsidR="00C81B43" w:rsidRPr="006D686F" w:rsidRDefault="00C81B43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Mapeamento</w:t>
            </w:r>
          </w:p>
          <w:p w14:paraId="598F3314" w14:textId="77777777" w:rsidR="00C81B43" w:rsidRPr="006D686F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Áreas de interpretação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A774B5" w14:textId="77777777" w:rsidR="00C81B43" w:rsidRPr="006D686F" w:rsidRDefault="00C81B43" w:rsidP="00096BFC">
            <w:pPr>
              <w:pStyle w:val="PargrafodaLista"/>
              <w:numPr>
                <w:ilvl w:val="0"/>
                <w:numId w:val="3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Arqueologia e património cultural</w:t>
            </w:r>
          </w:p>
          <w:p w14:paraId="643539EA" w14:textId="77777777" w:rsidR="00C81B43" w:rsidRPr="006D686F" w:rsidRDefault="00C81B43" w:rsidP="00096BFC">
            <w:pPr>
              <w:pStyle w:val="PargrafodaLista"/>
              <w:numPr>
                <w:ilvl w:val="0"/>
                <w:numId w:val="3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Solo e erosão, águas e drenagem, vegetação e agricultura</w:t>
            </w:r>
          </w:p>
          <w:p w14:paraId="68FBB101" w14:textId="77777777" w:rsidR="00C81B43" w:rsidRPr="006D686F" w:rsidRDefault="00C81B43" w:rsidP="00096BFC">
            <w:pPr>
              <w:pStyle w:val="PargrafodaLista"/>
              <w:numPr>
                <w:ilvl w:val="0"/>
                <w:numId w:val="3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Geomorfologia</w:t>
            </w:r>
          </w:p>
          <w:p w14:paraId="1AC25BE4" w14:textId="77777777" w:rsidR="00C81B43" w:rsidRPr="006D686F" w:rsidRDefault="00C81B43" w:rsidP="00096BFC">
            <w:pPr>
              <w:pStyle w:val="PargrafodaLista"/>
              <w:numPr>
                <w:ilvl w:val="0"/>
                <w:numId w:val="3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Urbanização e ordenamento do território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D4BFC37" w14:textId="77777777" w:rsidR="00C81B43" w:rsidRPr="006D686F" w:rsidRDefault="00C81B43" w:rsidP="00096BFC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a partir do ar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717A145" w14:textId="77777777" w:rsidR="00C81B43" w:rsidRPr="006D686F" w:rsidRDefault="00C81B43" w:rsidP="00096BFC">
            <w:pPr>
              <w:pStyle w:val="PargrafodaLista"/>
              <w:numPr>
                <w:ilvl w:val="0"/>
                <w:numId w:val="35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e normas de segurança</w:t>
            </w:r>
          </w:p>
          <w:p w14:paraId="4092C55C" w14:textId="77777777" w:rsidR="00C81B43" w:rsidRPr="006D686F" w:rsidRDefault="00C81B43" w:rsidP="00096BFC">
            <w:pPr>
              <w:pStyle w:val="PargrafodaLista"/>
              <w:numPr>
                <w:ilvl w:val="0"/>
                <w:numId w:val="35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a partir de aeronave real</w:t>
            </w:r>
          </w:p>
          <w:p w14:paraId="59AA2679" w14:textId="77777777" w:rsidR="00C81B43" w:rsidRPr="006D686F" w:rsidRDefault="00C81B43" w:rsidP="00096BFC">
            <w:pPr>
              <w:pStyle w:val="PargrafodaLista"/>
              <w:numPr>
                <w:ilvl w:val="0"/>
                <w:numId w:val="35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de voo</w:t>
            </w:r>
          </w:p>
          <w:p w14:paraId="6F92D7CE" w14:textId="77777777" w:rsidR="00C81B43" w:rsidRPr="006D686F" w:rsidRDefault="00C81B43" w:rsidP="00096BFC">
            <w:pPr>
              <w:pStyle w:val="PargrafodaLista"/>
              <w:numPr>
                <w:ilvl w:val="0"/>
                <w:numId w:val="35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alternativos</w:t>
            </w:r>
          </w:p>
          <w:p w14:paraId="6F6DF098" w14:textId="77777777" w:rsidR="00C81B43" w:rsidRPr="006D686F" w:rsidRDefault="00C81B43" w:rsidP="00096BFC">
            <w:pPr>
              <w:pStyle w:val="PargrafodaLista"/>
              <w:numPr>
                <w:ilvl w:val="0"/>
                <w:numId w:val="35"/>
              </w:numPr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Balão de ar quente</w:t>
            </w:r>
          </w:p>
          <w:p w14:paraId="67B3F3AC" w14:textId="77777777" w:rsidR="00C81B43" w:rsidRPr="006D686F" w:rsidRDefault="00C81B43" w:rsidP="00096BFC">
            <w:pPr>
              <w:pStyle w:val="PargrafodaLista"/>
              <w:numPr>
                <w:ilvl w:val="0"/>
                <w:numId w:val="35"/>
              </w:numPr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Parapente</w:t>
            </w:r>
          </w:p>
          <w:p w14:paraId="7D980272" w14:textId="77777777" w:rsidR="00C81B43" w:rsidRPr="006D686F" w:rsidRDefault="00C81B43" w:rsidP="00096BFC">
            <w:pPr>
              <w:pStyle w:val="PargrafodaLista"/>
              <w:numPr>
                <w:ilvl w:val="0"/>
                <w:numId w:val="35"/>
              </w:numPr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Outros</w:t>
            </w:r>
          </w:p>
          <w:p w14:paraId="4BA2BE02" w14:textId="77777777" w:rsidR="00C81B43" w:rsidRPr="006D686F" w:rsidRDefault="00C81B43" w:rsidP="00096BFC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a partir de terra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D603076" w14:textId="77777777" w:rsidR="00C81B43" w:rsidRPr="006D686F" w:rsidRDefault="00C81B43" w:rsidP="00096BFC">
            <w:pPr>
              <w:pStyle w:val="PargrafodaLista"/>
              <w:numPr>
                <w:ilvl w:val="0"/>
                <w:numId w:val="36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e normas de segurança</w:t>
            </w:r>
          </w:p>
          <w:p w14:paraId="2E3001A0" w14:textId="77777777" w:rsidR="00C81B43" w:rsidRPr="006D686F" w:rsidRDefault="00C81B43" w:rsidP="00096BFC">
            <w:pPr>
              <w:pStyle w:val="PargrafodaLista"/>
              <w:numPr>
                <w:ilvl w:val="0"/>
                <w:numId w:val="36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e acessórios</w:t>
            </w:r>
          </w:p>
          <w:p w14:paraId="02BB1A0A" w14:textId="77777777" w:rsidR="00C81B43" w:rsidRPr="006D686F" w:rsidRDefault="00C81B43" w:rsidP="00096BFC">
            <w:pPr>
              <w:pStyle w:val="PargrafodaLista"/>
              <w:numPr>
                <w:ilvl w:val="0"/>
                <w:numId w:val="36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</w:t>
            </w:r>
          </w:p>
          <w:p w14:paraId="5EE2ACF9" w14:textId="77777777" w:rsidR="00C81B43" w:rsidRPr="006D686F" w:rsidRDefault="00C81B43" w:rsidP="00096BFC">
            <w:pPr>
              <w:pStyle w:val="PargrafodaLista"/>
              <w:numPr>
                <w:ilvl w:val="0"/>
                <w:numId w:val="36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Drones</w:t>
            </w:r>
            <w:proofErr w:type="spellEnd"/>
          </w:p>
          <w:p w14:paraId="3912C745" w14:textId="77777777" w:rsidR="00C81B43" w:rsidRPr="006D686F" w:rsidRDefault="00C81B43" w:rsidP="00096BFC">
            <w:pPr>
              <w:pStyle w:val="PargrafodaLista"/>
              <w:numPr>
                <w:ilvl w:val="0"/>
                <w:numId w:val="36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Helicópteros telecomandados</w:t>
            </w:r>
          </w:p>
          <w:p w14:paraId="20736162" w14:textId="77777777" w:rsidR="00C81B43" w:rsidRPr="006D686F" w:rsidRDefault="00C81B43" w:rsidP="00096BFC">
            <w:pPr>
              <w:pStyle w:val="PargrafodaLista"/>
              <w:numPr>
                <w:ilvl w:val="0"/>
                <w:numId w:val="36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Papagaios</w:t>
            </w:r>
          </w:p>
          <w:p w14:paraId="056BB2BD" w14:textId="77777777" w:rsidR="00C81B43" w:rsidRPr="006D686F" w:rsidRDefault="00C81B43" w:rsidP="00096BFC">
            <w:pPr>
              <w:pStyle w:val="PargrafodaLista"/>
              <w:numPr>
                <w:ilvl w:val="0"/>
                <w:numId w:val="36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Outros</w:t>
            </w:r>
          </w:p>
          <w:p w14:paraId="0FB4B0BD" w14:textId="77777777" w:rsidR="00C81B43" w:rsidRPr="006D686F" w:rsidRDefault="00C81B43" w:rsidP="00096BFC">
            <w:pPr>
              <w:pStyle w:val="PargrafodaLista"/>
              <w:ind w:left="4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CFF5B" w14:textId="77777777" w:rsidR="00C81B43" w:rsidRDefault="00C81B43" w:rsidP="00096BFC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0CFE7B" w14:textId="77777777" w:rsidR="00C81B43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características da fotografia aérea</w:t>
            </w: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98B85E8" w14:textId="77777777" w:rsidR="00C81B43" w:rsidRPr="00C66429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condições de luz e atmosféricas indicadas para a fotografia aérea</w:t>
            </w: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89CEB3A" w14:textId="77777777" w:rsidR="00C81B43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áreas da fotografia aérea em contexto não comercial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F8D0A8" w14:textId="77777777" w:rsidR="00C81B43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Diferenciar formas de fotografia aérea a partir do céu (por meio de aeronave ou helicóptero) e a partir de terra (meios telecomandados)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269ACE6" w14:textId="77777777" w:rsidR="00C81B43" w:rsidRPr="00A40ABB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</w:t>
            </w: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rocedimentos e normas de segurança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fotografia aérea</w:t>
            </w:r>
          </w:p>
          <w:p w14:paraId="6B1AD4BC" w14:textId="77777777" w:rsidR="00C81B43" w:rsidRPr="00A40ABB" w:rsidRDefault="00C81B43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F6020B0" w14:textId="77777777" w:rsidR="00C81B43" w:rsidRPr="00E15212" w:rsidRDefault="00C81B43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2EB76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79FDA85" w14:textId="77777777" w:rsidR="00C81B43" w:rsidRPr="00A1459C" w:rsidRDefault="00C81B43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3A8EF330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9144E3C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3B0A0673" w14:textId="77777777" w:rsidR="00C81B43" w:rsidRPr="00A1459C" w:rsidRDefault="00C81B43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0AA63B87" w14:textId="77777777" w:rsidR="00C81B43" w:rsidRPr="00E15212" w:rsidRDefault="00C81B43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75789DBC" w14:textId="77777777" w:rsidR="00C81B43" w:rsidRDefault="00C81B43" w:rsidP="00C81B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F4827CA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E2B38D6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27546">
        <w:rPr>
          <w:rFonts w:ascii="Verdana Pro Light" w:eastAsia="Arial Unicode MS" w:hAnsi="Verdana Pro Light" w:cs="Times New Roman"/>
          <w:b/>
          <w:sz w:val="18"/>
          <w:szCs w:val="18"/>
        </w:rPr>
        <w:t>Realizar fotografia aérea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B305C62" w14:textId="77777777" w:rsidR="00C81B43" w:rsidRPr="005C180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</w:t>
      </w:r>
      <w:r>
        <w:rPr>
          <w:rFonts w:ascii="Verdana Pro Light" w:eastAsia="Arial Unicode MS" w:hAnsi="Verdana Pro Light" w:cs="Arial Unicode MS"/>
          <w:sz w:val="18"/>
          <w:szCs w:val="18"/>
        </w:rPr>
        <w:t>. Planeando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 sessão fotográfica em função dos objetivos documentais pretendidos e tendo em conta as regras de conduta e ética na prática da fotografia aérea</w:t>
      </w:r>
    </w:p>
    <w:p w14:paraId="6954F224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 xml:space="preserve"> o equipamento fotográfico apropriado a cada situação </w:t>
      </w:r>
      <w:r w:rsidRPr="00A867A6">
        <w:rPr>
          <w:rFonts w:ascii="Verdana Pro Light" w:eastAsia="Arial Unicode MS" w:hAnsi="Verdana Pro Light" w:cs="Arial Unicode MS"/>
          <w:sz w:val="18"/>
          <w:szCs w:val="18"/>
        </w:rPr>
        <w:t xml:space="preserve">e tipo de </w:t>
      </w:r>
      <w:r>
        <w:rPr>
          <w:rFonts w:ascii="Verdana Pro Light" w:eastAsia="Arial Unicode MS" w:hAnsi="Verdana Pro Light" w:cs="Arial Unicode MS"/>
          <w:sz w:val="18"/>
          <w:szCs w:val="18"/>
        </w:rPr>
        <w:t>fotografia aérea</w:t>
      </w:r>
    </w:p>
    <w:p w14:paraId="7ADA4769" w14:textId="77777777" w:rsidR="00C81B43" w:rsidRDefault="00C81B43" w:rsidP="00C81B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3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Realizando fotografia aérea </w:t>
      </w:r>
      <w:r w:rsidRPr="0075593C">
        <w:rPr>
          <w:rFonts w:ascii="Verdana Pro Light" w:eastAsia="Arial Unicode MS" w:hAnsi="Verdana Pro Light" w:cs="Arial Unicode MS"/>
          <w:sz w:val="18"/>
          <w:szCs w:val="18"/>
        </w:rPr>
        <w:t>aplicando os princípios da fotogrametria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i</w:t>
      </w:r>
      <w:r w:rsidRPr="0075593C">
        <w:rPr>
          <w:rFonts w:ascii="Verdana Pro Light" w:eastAsia="Arial Unicode MS" w:hAnsi="Verdana Pro Light" w:cs="Arial Unicode MS"/>
          <w:sz w:val="18"/>
          <w:szCs w:val="18"/>
        </w:rPr>
        <w:t>nterpreta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75593C">
        <w:rPr>
          <w:rFonts w:ascii="Verdana Pro Light" w:eastAsia="Arial Unicode MS" w:hAnsi="Verdana Pro Light" w:cs="Arial Unicode MS"/>
          <w:sz w:val="18"/>
          <w:szCs w:val="18"/>
        </w:rPr>
        <w:t xml:space="preserve"> áreas da fotografia aérea em contexto não comercial</w:t>
      </w:r>
    </w:p>
    <w:p w14:paraId="22F27C69" w14:textId="77777777" w:rsidR="00C81B43" w:rsidRPr="004330C8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B9B85F6" w14:textId="77777777" w:rsidR="00C81B43" w:rsidRPr="00A1459C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6F0297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5C314A0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67FB19AF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27154D6E" w14:textId="77777777" w:rsidR="00C81B43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77483C4A" w14:textId="77777777" w:rsidR="00C81B43" w:rsidRPr="00CD4CF0" w:rsidRDefault="00C81B43" w:rsidP="00C81B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293DE017" w14:textId="77777777" w:rsidR="00C81B43" w:rsidRPr="003C40D1" w:rsidRDefault="00C81B43" w:rsidP="00C81B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5CA99E9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87F6B65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1B47BCD0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2A23371A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2405BB7C" w14:textId="77777777" w:rsidR="00C81B43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aérea</w:t>
      </w:r>
    </w:p>
    <w:p w14:paraId="0AF65220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específicos para fotografia aérea</w:t>
      </w:r>
    </w:p>
    <w:p w14:paraId="26B95371" w14:textId="77777777" w:rsidR="00C81B43" w:rsidRPr="00A1459C" w:rsidRDefault="00C81B43" w:rsidP="00C81B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aérea</w:t>
      </w:r>
    </w:p>
    <w:p w14:paraId="2EC2EA46" w14:textId="77777777" w:rsidR="00C81B43" w:rsidRPr="00A1459C" w:rsidRDefault="00C81B43" w:rsidP="00C81B43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06A23934" w14:textId="77777777" w:rsidR="00C81B43" w:rsidRPr="00F87025" w:rsidRDefault="00C81B43" w:rsidP="00C81B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8793518" w14:textId="77777777" w:rsidR="00C81B43" w:rsidRDefault="00C81B43" w:rsidP="00C81B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CF68BD8" w14:textId="77777777" w:rsidR="00C81B43" w:rsidRPr="00A40ABB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expositivo com recurso a meios visuais e/ou audiovisuais para a explicitação dos conceitos associados à fotografia aérea e ativo para desenvolvimento de um projeto prático de fotografia aérea</w:t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5FCB2B" w14:textId="77777777" w:rsidR="00C81B43" w:rsidRPr="00A1459C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B01E11A" w14:textId="77777777" w:rsidR="00C81B43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22569ED" w14:textId="77777777" w:rsidR="00C81B43" w:rsidRPr="00A40ABB" w:rsidRDefault="00C81B43" w:rsidP="00C81B4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40ABB">
        <w:rPr>
          <w:rFonts w:ascii="Verdana Pro Light" w:hAnsi="Verdana Pro Light"/>
          <w:smallCaps/>
        </w:rPr>
        <w:t>Recursos indispensáveis</w:t>
      </w:r>
      <w:r w:rsidRPr="00A40ABB">
        <w:rPr>
          <w:rFonts w:ascii="Verdana Pro Light" w:hAnsi="Verdana Pro Light"/>
          <w:smallCaps/>
        </w:rPr>
        <w:br/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t>Câmaras fotográficas e objetivas para fotografia aérea</w:t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br/>
        <w:t>Equipamentos específicos para fotografia aérea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p</w:t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t xml:space="preserve">arceria com entidades </w:t>
      </w:r>
      <w:bookmarkEnd w:id="17"/>
      <w:r>
        <w:rPr>
          <w:rFonts w:ascii="Verdana Pro Light" w:eastAsia="Arial Unicode MS" w:hAnsi="Verdana Pro Light" w:cs="Arial Unicode MS"/>
          <w:sz w:val="18"/>
          <w:szCs w:val="18"/>
        </w:rPr>
        <w:t>que os detenham</w:t>
      </w:r>
    </w:p>
    <w:p w14:paraId="505D8DE0" w14:textId="77777777" w:rsidR="00C81B43" w:rsidRPr="00051C79" w:rsidRDefault="00C81B43" w:rsidP="00C81B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8"/>
    <w:p w14:paraId="3018AFFB" w14:textId="77777777" w:rsidR="00C81B43" w:rsidRPr="00051C79" w:rsidRDefault="00C81B43" w:rsidP="00C81B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23EF59" w14:textId="77777777" w:rsidR="00C81B43" w:rsidRPr="00051C79" w:rsidRDefault="00C81B43" w:rsidP="00C81B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AA841D" w14:textId="03A207E5" w:rsidR="00C81B43" w:rsidRDefault="00C81B43" w:rsidP="00C81B43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p w14:paraId="32A23E83" w14:textId="77777777" w:rsidR="000802A2" w:rsidRDefault="000802A2" w:rsidP="000802A2">
      <w:pPr>
        <w:rPr>
          <w:rFonts w:ascii="Verdana Pro Light" w:hAnsi="Verdana Pro Light"/>
          <w:smallCaps/>
        </w:rPr>
      </w:pPr>
    </w:p>
    <w:p w14:paraId="1544FFF0" w14:textId="77777777" w:rsidR="000802A2" w:rsidRDefault="000802A2" w:rsidP="000802A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503A7" w:rsidRPr="005503A7" w14:paraId="7BC8EB20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31B443A" w14:textId="37F076C1" w:rsidR="000802A2" w:rsidRPr="005503A7" w:rsidRDefault="000802A2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5503A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81514BA" w14:textId="77777777" w:rsidR="000802A2" w:rsidRPr="005503A7" w:rsidRDefault="000802A2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5503A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Executar tarefas de direção de fotografia em projetos fílmicos</w:t>
            </w:r>
          </w:p>
        </w:tc>
      </w:tr>
    </w:tbl>
    <w:p w14:paraId="65F1165F" w14:textId="77777777" w:rsidR="000802A2" w:rsidRPr="00136AD8" w:rsidRDefault="000802A2" w:rsidP="000802A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CF41C24" w14:textId="77777777" w:rsidR="000802A2" w:rsidRDefault="000802A2" w:rsidP="000802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BE884EA" w14:textId="77777777" w:rsidR="000802A2" w:rsidRPr="003200F2" w:rsidRDefault="000802A2" w:rsidP="000802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23FFE51" w14:textId="77777777" w:rsidR="000802A2" w:rsidRPr="00136AD8" w:rsidRDefault="000802A2" w:rsidP="000802A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802A2" w:rsidRPr="00136AD8" w14:paraId="7DF05433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0C4642" w14:textId="77777777" w:rsidR="000802A2" w:rsidRPr="001B353A" w:rsidRDefault="000802A2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802A2" w:rsidRPr="00136AD8" w14:paraId="18521C6B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DB1D0B" w14:textId="77777777" w:rsidR="000802A2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 guião e a planificação do projeto cinematográfico e pesquisar imagens de referência</w:t>
            </w:r>
          </w:p>
          <w:p w14:paraId="7BF5F3DA" w14:textId="77777777" w:rsidR="000802A2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Fazer a </w:t>
            </w:r>
            <w:proofErr w:type="spellStart"/>
            <w:r w:rsidRPr="00F422F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repérage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 local e selecionar o equipamento </w:t>
            </w:r>
          </w:p>
          <w:p w14:paraId="2598EFA1" w14:textId="77777777" w:rsidR="000802A2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Proceder aos testes de iluminação</w:t>
            </w:r>
          </w:p>
          <w:p w14:paraId="772DA9A9" w14:textId="77777777" w:rsidR="000802A2" w:rsidRPr="00E763D6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Colaborar com a equipa de câmara e dar indicações de ajustes de iluminação e enquadramentos</w:t>
            </w:r>
          </w:p>
          <w:p w14:paraId="2DD29EBF" w14:textId="77777777" w:rsidR="000802A2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Colaborar e supervisionar o processo de pós-produção e dar indicações de seleção de imagens e correção de cor</w:t>
            </w:r>
          </w:p>
          <w:p w14:paraId="0420E406" w14:textId="77777777" w:rsidR="000802A2" w:rsidRPr="00595418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R6. </w:t>
            </w:r>
            <w:r w:rsidRPr="00DF12CB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DF12C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entregue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Pr="00DF12CB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arquivos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7CD87D76" w14:textId="77777777" w:rsidR="000802A2" w:rsidRPr="00413243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0802A2" w:rsidRPr="00136AD8" w14:paraId="42064EFF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18F4CA" w14:textId="77777777" w:rsidR="000802A2" w:rsidRPr="001B353A" w:rsidRDefault="000802A2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739A89" w14:textId="77777777" w:rsidR="000802A2" w:rsidRPr="001B353A" w:rsidRDefault="000802A2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EFC599A" w14:textId="77777777" w:rsidR="000802A2" w:rsidRPr="001B353A" w:rsidRDefault="000802A2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802A2" w:rsidRPr="00136AD8" w14:paraId="3B6E61B5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1759D" w14:textId="77777777" w:rsidR="000802A2" w:rsidRPr="00737FBF" w:rsidRDefault="000802A2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</w:t>
            </w:r>
            <w:r w:rsidRPr="00737FB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inguagem cinematográfica:</w:t>
            </w:r>
          </w:p>
          <w:p w14:paraId="43D9CDDE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15BBA294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Referências cinematográficas</w:t>
            </w:r>
          </w:p>
          <w:p w14:paraId="5A58D4F1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ireção de fotografia</w:t>
            </w:r>
          </w:p>
          <w:p w14:paraId="1CEDFED7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</w:t>
            </w:r>
          </w:p>
          <w:p w14:paraId="7156370C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nquadramento</w:t>
            </w:r>
          </w:p>
          <w:p w14:paraId="138AC95D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ovimento de câmara</w:t>
            </w:r>
          </w:p>
          <w:p w14:paraId="4E5BADF4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rofundidade de campo</w:t>
            </w:r>
          </w:p>
          <w:p w14:paraId="2E2D5A2F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luz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 narrativa da história</w:t>
            </w:r>
          </w:p>
          <w:p w14:paraId="1CE9902C" w14:textId="77777777" w:rsidR="000802A2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r w:rsidRPr="00737FB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quipamentos de filmagem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74CAC52" w14:textId="77777777" w:rsidR="000802A2" w:rsidRPr="00737FBF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âmaras</w:t>
            </w:r>
          </w:p>
          <w:p w14:paraId="637B9270" w14:textId="77777777" w:rsidR="000802A2" w:rsidRPr="00737FBF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entes</w:t>
            </w:r>
          </w:p>
          <w:p w14:paraId="16ADCBED" w14:textId="77777777" w:rsidR="000802A2" w:rsidRPr="00737FBF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quipamentos de iluminação</w:t>
            </w:r>
          </w:p>
          <w:p w14:paraId="2474F287" w14:textId="77777777" w:rsidR="000802A2" w:rsidRPr="00737FBF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cessórios</w:t>
            </w:r>
          </w:p>
          <w:p w14:paraId="3588FE0F" w14:textId="77777777" w:rsidR="000802A2" w:rsidRPr="00737FBF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ecnologias relacionadas </w:t>
            </w:r>
          </w:p>
          <w:p w14:paraId="63875732" w14:textId="77777777" w:rsidR="000802A2" w:rsidRPr="001E0C0C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7FB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</w:t>
            </w: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A28F985" w14:textId="77777777" w:rsidR="000802A2" w:rsidRDefault="000802A2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de luz naturais e artificiais</w:t>
            </w:r>
          </w:p>
          <w:p w14:paraId="70F953C8" w14:textId="77777777" w:rsidR="000802A2" w:rsidRDefault="000802A2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luz</w:t>
            </w:r>
          </w:p>
          <w:p w14:paraId="28101226" w14:textId="77777777" w:rsidR="000802A2" w:rsidRDefault="000802A2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iferentes tipos de atmosferas</w:t>
            </w:r>
          </w:p>
          <w:p w14:paraId="0B950444" w14:textId="77777777" w:rsidR="000802A2" w:rsidRPr="00B34B57" w:rsidRDefault="000802A2" w:rsidP="00096BFC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737F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uz para destacar ou ocultar elementos na cen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</w:p>
          <w:p w14:paraId="6ED14A9D" w14:textId="77777777" w:rsidR="000802A2" w:rsidRPr="00B34B57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4B5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Correção de cor e graduação:</w:t>
            </w:r>
          </w:p>
          <w:p w14:paraId="6E2865CA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34B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eção</w:t>
            </w:r>
            <w:r w:rsidRPr="00B34B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de</w:t>
            </w:r>
            <w:r w:rsidRPr="00B34B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cores </w:t>
            </w:r>
          </w:p>
          <w:p w14:paraId="1ED5E0DC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</w:t>
            </w:r>
            <w:r w:rsidRPr="00B34B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graduação </w:t>
            </w:r>
          </w:p>
          <w:p w14:paraId="0E200FBF" w14:textId="77777777" w:rsidR="000802A2" w:rsidRPr="00B34B57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 pós-produção de vídeo</w:t>
            </w:r>
            <w:r w:rsidRPr="00B34B5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F08D239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1075CB9F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e técnicas</w:t>
            </w:r>
          </w:p>
          <w:p w14:paraId="1211506E" w14:textId="77777777" w:rsidR="000802A2" w:rsidRPr="00B34B57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para diferentes </w:t>
            </w:r>
            <w:r w:rsidRPr="002B4C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formatos (cinema, televisão, </w:t>
            </w:r>
            <w:proofErr w:type="spellStart"/>
            <w:r w:rsidRPr="002B4CC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streaming</w:t>
            </w:r>
            <w:proofErr w:type="spellEnd"/>
            <w:r w:rsidRPr="002B4CC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,</w:t>
            </w:r>
            <w:r w:rsidRPr="002B4C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etc.).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D47523F" w14:textId="77777777" w:rsidR="000802A2" w:rsidRPr="00D422AC" w:rsidRDefault="000802A2" w:rsidP="00096BFC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ética profissional</w:t>
            </w:r>
          </w:p>
          <w:p w14:paraId="742AFCE5" w14:textId="77777777" w:rsidR="000802A2" w:rsidRPr="00C72912" w:rsidRDefault="000802A2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3034DE5E" w14:textId="77777777" w:rsidR="000802A2" w:rsidRPr="00B34B57" w:rsidRDefault="000802A2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</w:p>
          <w:p w14:paraId="77439BAE" w14:textId="77777777" w:rsidR="000802A2" w:rsidRPr="00B34B57" w:rsidRDefault="000802A2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Movimentação no set de filmagem</w:t>
            </w:r>
          </w:p>
          <w:p w14:paraId="77B852C0" w14:textId="77777777" w:rsidR="000802A2" w:rsidRPr="00D422AC" w:rsidRDefault="000802A2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e responsabilidades da equipa de filmagem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B895B" w14:textId="77777777" w:rsidR="000802A2" w:rsidRDefault="000802A2" w:rsidP="00096BFC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E160C4" w14:textId="77777777" w:rsidR="000802A2" w:rsidRDefault="000802A2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 linguagem cinematográfica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A4A3104" w14:textId="77777777" w:rsidR="000802A2" w:rsidRDefault="000802A2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cinematográficas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B47635D" w14:textId="77777777" w:rsidR="000802A2" w:rsidRDefault="000802A2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 papel do diretor de fotografia na produção de </w:t>
            </w:r>
            <w:r w:rsidRPr="000A44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fílmicos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CBB9278" w14:textId="77777777" w:rsidR="000802A2" w:rsidRDefault="000802A2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 para filmagens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2EEDB76" w14:textId="77777777" w:rsidR="000802A2" w:rsidRDefault="000802A2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fontes de iluminação no contexto de filmagens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0661DDA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técnicas de correção de cor em </w:t>
            </w:r>
            <w:r w:rsidRPr="000A44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fílmicos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89401D2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pós-produção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116B606" w14:textId="77777777" w:rsidR="000802A2" w:rsidRPr="0030244A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diferentes</w:t>
            </w:r>
            <w:r w:rsidRPr="002B4C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formatos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exportação de ficheiros </w:t>
            </w:r>
            <w:r w:rsidRPr="002B4C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(cinema, televisão, </w:t>
            </w:r>
            <w:proofErr w:type="spellStart"/>
            <w:r w:rsidRPr="002B4CC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streaming</w:t>
            </w:r>
            <w:proofErr w:type="spellEnd"/>
            <w:r w:rsidRPr="002B4CC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,</w:t>
            </w:r>
            <w:r w:rsidRPr="002B4C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etc.).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F51CAC4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Aplicar as normas de segurança 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 de filmagem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FDC78BA" w14:textId="77777777" w:rsidR="000802A2" w:rsidRPr="00C505D1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funções e responsabilidades de uma equipa de filmagem</w:t>
            </w: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81041E6" w14:textId="77777777" w:rsidR="000802A2" w:rsidRPr="00A1459C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BCF596" w14:textId="77777777" w:rsidR="000802A2" w:rsidRPr="00E15212" w:rsidRDefault="000802A2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65DF3" w14:textId="77777777" w:rsidR="000802A2" w:rsidRPr="00A1459C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</w:t>
            </w:r>
          </w:p>
          <w:p w14:paraId="78EF00AD" w14:textId="77777777" w:rsidR="000802A2" w:rsidRPr="00A1459C" w:rsidRDefault="000802A2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03F9DF0B" w14:textId="77777777" w:rsidR="000802A2" w:rsidRPr="00A1459C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3EE5595" w14:textId="77777777" w:rsidR="000802A2" w:rsidRPr="00A1459C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955EB88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0396EF0" w14:textId="77777777" w:rsidR="000802A2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7661BF4E" w14:textId="77777777" w:rsidR="000802A2" w:rsidRPr="00A1459C" w:rsidRDefault="000802A2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Adaptabilidade</w:t>
            </w:r>
          </w:p>
          <w:p w14:paraId="1EF5168A" w14:textId="77777777" w:rsidR="000802A2" w:rsidRPr="00E15212" w:rsidRDefault="000802A2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14A731BA" w14:textId="77777777" w:rsidR="000802A2" w:rsidRDefault="000802A2" w:rsidP="000802A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D2B5F4B" w14:textId="77777777" w:rsidR="000802A2" w:rsidRPr="00F87025" w:rsidRDefault="000802A2" w:rsidP="000802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3F3BF53" w14:textId="77777777" w:rsidR="000802A2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17BAD">
        <w:rPr>
          <w:rFonts w:ascii="Verdana Pro Light" w:eastAsia="Arial Unicode MS" w:hAnsi="Verdana Pro Light" w:cs="Times New Roman"/>
          <w:b/>
          <w:sz w:val="18"/>
          <w:szCs w:val="18"/>
        </w:rPr>
        <w:t>Executar tarefas de direção de fotografia em projetos fílmicos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8FFAF64" w14:textId="77777777" w:rsidR="000802A2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. Analisando o guião e a planificação do projeto cinematográfico em colaboração com </w:t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>membros-chave da equip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 de filmagens </w:t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>discut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 xml:space="preserve"> a visão do filme, tema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>estilo visual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orçamento e tomando decisões com base nos prossupostos discutidos</w:t>
      </w:r>
    </w:p>
    <w:p w14:paraId="73F859CE" w14:textId="77777777" w:rsidR="000802A2" w:rsidRPr="005C1803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Demonstrando entender </w:t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>as necessidades visuais de cada cena, desenvolvimento de personagens, temas e atmosfera.</w:t>
      </w:r>
    </w:p>
    <w:p w14:paraId="199A22CF" w14:textId="77777777" w:rsidR="000802A2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3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a </w:t>
      </w:r>
      <w:proofErr w:type="spellStart"/>
      <w:r w:rsidRPr="00F422FE">
        <w:rPr>
          <w:rFonts w:ascii="Verdana Pro Light" w:eastAsia="Arial Unicode MS" w:hAnsi="Verdana Pro Light" w:cs="Arial Unicode MS"/>
          <w:i/>
          <w:iCs/>
          <w:sz w:val="18"/>
          <w:szCs w:val="18"/>
        </w:rPr>
        <w:t>repérage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do local e selecionando o equipamento</w:t>
      </w:r>
      <w:r w:rsidRPr="006A672C"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</w:t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 xml:space="preserve"> a luz natural, espaço e atmosfera</w:t>
      </w:r>
    </w:p>
    <w:p w14:paraId="49361320" w14:textId="77777777" w:rsidR="000802A2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Procedendo a testes de iluminação para garantir que são alcançados os objetivos técnicos e estéticos do projeto</w:t>
      </w:r>
    </w:p>
    <w:p w14:paraId="3A8887BF" w14:textId="77777777" w:rsidR="000802A2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Colaborando com a equipa de câmara e dando indicações de ajustes de iluminação e enquadramentos garantindo que as imagens captadas estão 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 xml:space="preserve">de acordo com o plano de filmagem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 xml:space="preserve"> a consistência visual.</w:t>
      </w:r>
    </w:p>
    <w:p w14:paraId="22CC6B0D" w14:textId="77777777" w:rsidR="000802A2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CD6. Colaborando e supervisionando o processo de pós-produção e dando indicações de seleção de imagens e correção de cor garantindo a 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sz w:val="18"/>
          <w:szCs w:val="18"/>
        </w:rPr>
        <w:t>ção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da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 xml:space="preserve"> atmosfera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estilo visual 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>desejad</w:t>
      </w:r>
      <w:r>
        <w:rPr>
          <w:rFonts w:ascii="Verdana Pro Light" w:eastAsia="Arial Unicode MS" w:hAnsi="Verdana Pro Light" w:cs="Arial Unicode MS"/>
          <w:sz w:val="18"/>
          <w:szCs w:val="18"/>
        </w:rPr>
        <w:t>os</w:t>
      </w:r>
    </w:p>
    <w:p w14:paraId="1733A233" w14:textId="77777777" w:rsidR="000802A2" w:rsidRDefault="000802A2" w:rsidP="000802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CD7. </w:t>
      </w:r>
      <w:r w:rsidRPr="00DF12CB">
        <w:rPr>
          <w:rFonts w:ascii="Verdana Pro Light" w:eastAsia="Arial Unicode MS" w:hAnsi="Verdana Pro Light" w:cs="Arial Unicode MS"/>
          <w:sz w:val="18"/>
          <w:szCs w:val="18"/>
        </w:rPr>
        <w:t>Prepar</w:t>
      </w:r>
      <w:r>
        <w:rPr>
          <w:rFonts w:ascii="Verdana Pro Light" w:eastAsia="Arial Unicode MS" w:hAnsi="Verdana Pro Light" w:cs="Arial Unicode MS"/>
          <w:sz w:val="18"/>
          <w:szCs w:val="18"/>
        </w:rPr>
        <w:t>ando a</w:t>
      </w:r>
      <w:r w:rsidRPr="00DF12CB">
        <w:rPr>
          <w:rFonts w:ascii="Verdana Pro Light" w:eastAsia="Arial Unicode MS" w:hAnsi="Verdana Pro Light" w:cs="Arial Unicode MS"/>
          <w:sz w:val="18"/>
          <w:szCs w:val="18"/>
        </w:rPr>
        <w:t xml:space="preserve"> entregue </w:t>
      </w:r>
      <w:r>
        <w:rPr>
          <w:rFonts w:ascii="Verdana Pro Light" w:eastAsia="Arial Unicode MS" w:hAnsi="Verdana Pro Light" w:cs="Arial Unicode MS"/>
          <w:sz w:val="18"/>
          <w:szCs w:val="18"/>
        </w:rPr>
        <w:t>d</w:t>
      </w:r>
      <w:r w:rsidRPr="00DF12CB">
        <w:rPr>
          <w:rFonts w:ascii="Verdana Pro Light" w:eastAsia="Arial Unicode MS" w:hAnsi="Verdana Pro Light" w:cs="Arial Unicode MS"/>
          <w:sz w:val="18"/>
          <w:szCs w:val="18"/>
        </w:rPr>
        <w:t>os arquivos finais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 xml:space="preserve">especificações técnicas necessárias para exibição em diferentes formatos (cinema, televisão, </w:t>
      </w:r>
      <w:proofErr w:type="spellStart"/>
      <w:r w:rsidRPr="002B4CC4">
        <w:rPr>
          <w:rFonts w:ascii="Verdana Pro Light" w:eastAsia="Arial Unicode MS" w:hAnsi="Verdana Pro Light" w:cs="Arial Unicode MS"/>
          <w:i/>
          <w:iCs/>
          <w:sz w:val="18"/>
          <w:szCs w:val="18"/>
        </w:rPr>
        <w:t>streaming</w:t>
      </w:r>
      <w:proofErr w:type="spellEnd"/>
      <w:r w:rsidRPr="002B4CC4">
        <w:rPr>
          <w:rFonts w:ascii="Verdana Pro Light" w:eastAsia="Arial Unicode MS" w:hAnsi="Verdana Pro Light" w:cs="Arial Unicode MS"/>
          <w:i/>
          <w:iCs/>
          <w:sz w:val="18"/>
          <w:szCs w:val="18"/>
        </w:rPr>
        <w:t>,</w:t>
      </w:r>
      <w:r w:rsidRPr="002B4CC4">
        <w:rPr>
          <w:rFonts w:ascii="Verdana Pro Light" w:eastAsia="Arial Unicode MS" w:hAnsi="Verdana Pro Light" w:cs="Arial Unicode MS"/>
          <w:sz w:val="18"/>
          <w:szCs w:val="18"/>
        </w:rPr>
        <w:t xml:space="preserve"> etc.).</w:t>
      </w:r>
    </w:p>
    <w:p w14:paraId="32E23527" w14:textId="77777777" w:rsidR="000802A2" w:rsidRPr="004330C8" w:rsidRDefault="000802A2" w:rsidP="000802A2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B1DDC9B" w14:textId="77777777" w:rsidR="000802A2" w:rsidRPr="00A1459C" w:rsidRDefault="000802A2" w:rsidP="000802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3A4EC11" w14:textId="77777777" w:rsidR="000802A2" w:rsidRPr="00DF12CB" w:rsidRDefault="000802A2" w:rsidP="000802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Estações de televisão e produtoras audiovisuais</w:t>
      </w:r>
      <w:r w:rsidRPr="00DF12C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9012622" w14:textId="77777777" w:rsidR="000802A2" w:rsidRPr="00DF12CB" w:rsidRDefault="000802A2" w:rsidP="000802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20DE04" w14:textId="77777777" w:rsidR="000802A2" w:rsidRPr="00F87025" w:rsidRDefault="000802A2" w:rsidP="000802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3F1F601" w14:textId="77777777" w:rsidR="000802A2" w:rsidRPr="00A1459C" w:rsidRDefault="000802A2" w:rsidP="000802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647740D4" w14:textId="77777777" w:rsidR="000802A2" w:rsidRPr="00A1459C" w:rsidRDefault="000802A2" w:rsidP="000802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4DFEF542" w14:textId="77777777" w:rsidR="000802A2" w:rsidRPr="00A1459C" w:rsidRDefault="000802A2" w:rsidP="000802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Equipamento de filmagens</w:t>
      </w:r>
    </w:p>
    <w:p w14:paraId="4913C290" w14:textId="77777777" w:rsidR="000802A2" w:rsidRDefault="000802A2" w:rsidP="000802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161BE322" w14:textId="77777777" w:rsidR="000802A2" w:rsidRPr="00376376" w:rsidRDefault="000802A2" w:rsidP="000802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Ferramentas de </w:t>
      </w:r>
      <w:r>
        <w:rPr>
          <w:rFonts w:ascii="Verdana Pro Light" w:eastAsia="Arial Unicode MS" w:hAnsi="Verdana Pro Light" w:cs="Arial Unicode MS"/>
          <w:sz w:val="18"/>
          <w:szCs w:val="18"/>
        </w:rPr>
        <w:t>pós-produção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de </w:t>
      </w:r>
      <w:r>
        <w:rPr>
          <w:rFonts w:ascii="Verdana Pro Light" w:eastAsia="Arial Unicode MS" w:hAnsi="Verdana Pro Light" w:cs="Arial Unicode MS"/>
          <w:sz w:val="18"/>
          <w:szCs w:val="18"/>
        </w:rPr>
        <w:t>vídeo</w:t>
      </w:r>
    </w:p>
    <w:p w14:paraId="46E55A81" w14:textId="77777777" w:rsidR="000802A2" w:rsidRPr="00A1459C" w:rsidRDefault="000802A2" w:rsidP="000802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projetos cinematográficos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7CDE7D2" w14:textId="77777777" w:rsidR="000802A2" w:rsidRPr="00F87025" w:rsidRDefault="000802A2" w:rsidP="000802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1433EC6" w14:textId="77777777" w:rsidR="000802A2" w:rsidRDefault="000802A2" w:rsidP="000802A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BCC29D0" w14:textId="77777777" w:rsidR="000802A2" w:rsidRPr="00A1459C" w:rsidRDefault="000802A2" w:rsidP="000802A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126D0262" w14:textId="77777777" w:rsidR="000802A2" w:rsidRPr="00A1459C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>direção de fotografia em projetos cinematográficos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debates orientados dobre casos de estudo 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prático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direção de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fotografia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B0119C7" w14:textId="77777777" w:rsidR="000802A2" w:rsidRPr="00A1459C" w:rsidRDefault="000802A2" w:rsidP="000802A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446DFA0" w14:textId="77777777" w:rsidR="000802A2" w:rsidRPr="00A1459C" w:rsidRDefault="000802A2" w:rsidP="000802A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e/ou das situações direção de fotografia criadas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FDF289" w14:textId="77777777" w:rsidR="000802A2" w:rsidRPr="006A672C" w:rsidRDefault="000802A2" w:rsidP="000802A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>Equipamento de filmagens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6A672C">
        <w:rPr>
          <w:rFonts w:ascii="Verdana Pro Light" w:eastAsia="Arial Unicode MS" w:hAnsi="Verdana Pro Light" w:cs="Arial Unicode MS"/>
          <w:sz w:val="18"/>
          <w:szCs w:val="18"/>
        </w:rPr>
        <w:t>Ferramentas de pós-produção de vídeo</w:t>
      </w:r>
    </w:p>
    <w:p w14:paraId="724E63E2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Situações de direção de fotografia em projetos cinematográficos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ou parceria com entidades </w:t>
      </w:r>
      <w:r>
        <w:rPr>
          <w:rFonts w:ascii="Verdana Pro Light" w:eastAsia="Arial Unicode MS" w:hAnsi="Verdana Pro Light" w:cs="Arial Unicode MS"/>
          <w:sz w:val="18"/>
          <w:szCs w:val="18"/>
        </w:rPr>
        <w:t>na área da produção cinematográfica.</w:t>
      </w:r>
    </w:p>
    <w:p w14:paraId="445AC771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69A21B15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0AF5D717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14493465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576BD285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5E780B43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3E54E61A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5A0C4856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244003BB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46DBD368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7A4A18A4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07A03FF2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29C1DDD7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0D683A0E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7287E05B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61B708E1" w14:textId="77777777" w:rsidR="000802A2" w:rsidRDefault="000802A2" w:rsidP="000802A2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3157C19C" w14:textId="77777777" w:rsidR="00102163" w:rsidRDefault="00102163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8364872" w14:textId="77777777" w:rsidR="000802A2" w:rsidRDefault="000802A2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60AACF6" w14:textId="77777777" w:rsidR="005D4B56" w:rsidRDefault="005D4B56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DCB6B08" w14:textId="77777777" w:rsidR="005D4B56" w:rsidRDefault="005D4B56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31B1181" w14:textId="77777777" w:rsidR="005D4B56" w:rsidRDefault="005D4B56" w:rsidP="005D4B56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D4B56" w:rsidRPr="00136AD8" w14:paraId="1E36CF71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07B6106" w14:textId="1484E2A0" w:rsidR="005D4B56" w:rsidRPr="000D4397" w:rsidRDefault="005D4B56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9" w:name="_Hlk158644084"/>
            <w:bookmarkStart w:id="20" w:name="_Hlk159688690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0B4D5D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845F0E2" w14:textId="77777777" w:rsidR="005D4B56" w:rsidRPr="000D4397" w:rsidRDefault="005D4B56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Criar um projeto contemplando diversas linguagens artísticas</w:t>
            </w:r>
          </w:p>
        </w:tc>
      </w:tr>
    </w:tbl>
    <w:p w14:paraId="37C0E483" w14:textId="77777777" w:rsidR="005D4B56" w:rsidRPr="00136AD8" w:rsidRDefault="005D4B56" w:rsidP="005D4B5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E0B53D9" w14:textId="77777777" w:rsidR="005D4B56" w:rsidRDefault="005D4B56" w:rsidP="005D4B5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139C9901" w14:textId="77777777" w:rsidR="005D4B56" w:rsidRPr="003200F2" w:rsidRDefault="005D4B56" w:rsidP="005D4B5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9A687DD" w14:textId="77777777" w:rsidR="005D4B56" w:rsidRPr="00136AD8" w:rsidRDefault="005D4B56" w:rsidP="005D4B5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D4B56" w:rsidRPr="00136AD8" w14:paraId="7E9D7629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B71496" w14:textId="77777777" w:rsidR="005D4B56" w:rsidRPr="001B353A" w:rsidRDefault="005D4B56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D4B56" w:rsidRPr="00136AD8" w14:paraId="6EA12486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B0185" w14:textId="77777777" w:rsidR="005D4B56" w:rsidRDefault="005D4B56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Pesquisar e analisar as tendências em várias áreas artísticas </w:t>
            </w:r>
          </w:p>
          <w:p w14:paraId="7C064A9E" w14:textId="77777777" w:rsidR="005D4B56" w:rsidRDefault="005D4B56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conceito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artístico do projeto e selecionar as áreas artísticas a explorar</w:t>
            </w:r>
          </w:p>
          <w:p w14:paraId="1869809E" w14:textId="77777777" w:rsidR="005D4B56" w:rsidRPr="00E763D6" w:rsidRDefault="005D4B56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Cruzar várias áreas artísticas e conceber um projeto experimental</w:t>
            </w:r>
          </w:p>
          <w:p w14:paraId="2277F28F" w14:textId="77777777" w:rsidR="005D4B56" w:rsidRPr="00413243" w:rsidRDefault="005D4B56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uma análise crítica do projeto experimental executado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D4B56" w:rsidRPr="00136AD8" w14:paraId="3447BC31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031AF2" w14:textId="77777777" w:rsidR="005D4B56" w:rsidRPr="001B353A" w:rsidRDefault="005D4B56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2D8FE8" w14:textId="77777777" w:rsidR="005D4B56" w:rsidRPr="001B353A" w:rsidRDefault="005D4B56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F67087" w14:textId="77777777" w:rsidR="005D4B56" w:rsidRPr="001B353A" w:rsidRDefault="005D4B56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D4B56" w:rsidRPr="00136AD8" w14:paraId="344046FB" w14:textId="77777777" w:rsidTr="00096BFC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B72C7" w14:textId="77777777" w:rsidR="005D4B56" w:rsidRPr="00E73DDE" w:rsidRDefault="005D4B56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Á</w:t>
            </w:r>
            <w:r w:rsidRPr="00E73DD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reas artísticas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53F0101" w14:textId="77777777" w:rsidR="005D4B56" w:rsidRPr="00E73DDE" w:rsidRDefault="005D4B56" w:rsidP="00096BFC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objeto artístico</w:t>
            </w:r>
          </w:p>
          <w:p w14:paraId="4D164C7E" w14:textId="77777777" w:rsidR="005D4B56" w:rsidRPr="00E73DDE" w:rsidRDefault="005D4B56" w:rsidP="00096BFC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videoarte e expressividade da imagem em movimento</w:t>
            </w:r>
          </w:p>
          <w:p w14:paraId="6B816266" w14:textId="77777777" w:rsidR="005D4B56" w:rsidRPr="00E73DDE" w:rsidRDefault="005D4B56" w:rsidP="00096BFC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paisagens sonoras</w:t>
            </w:r>
          </w:p>
          <w:p w14:paraId="5DA8E115" w14:textId="77777777" w:rsidR="005D4B56" w:rsidRPr="00E73DDE" w:rsidRDefault="005D4B56" w:rsidP="00096BFC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Performance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dança –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corpo como forma de expressão artística</w:t>
            </w:r>
          </w:p>
          <w:p w14:paraId="32CFD08D" w14:textId="77777777" w:rsidR="005D4B56" w:rsidRPr="00E73DDE" w:rsidRDefault="005D4B56" w:rsidP="00096BFC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Instalação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sistemas multimédia de expressão artística</w:t>
            </w:r>
          </w:p>
          <w:p w14:paraId="6980769B" w14:textId="77777777" w:rsidR="005D4B56" w:rsidRPr="006169A4" w:rsidRDefault="005D4B56" w:rsidP="00096BFC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Pintura/ escultura/desenho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linguagens 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052F9CB" w14:textId="77777777" w:rsidR="005D4B56" w:rsidRPr="0043453C" w:rsidRDefault="005D4B56" w:rsidP="00096BFC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Cruzamento e interseção entre áreas artísticas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A45A04A" w14:textId="77777777" w:rsidR="005D4B56" w:rsidRDefault="005D4B56" w:rsidP="00096BF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entre as várias linguagens de expressão artística</w:t>
            </w:r>
          </w:p>
          <w:p w14:paraId="2C22EB8F" w14:textId="77777777" w:rsidR="005D4B56" w:rsidRPr="006169A4" w:rsidRDefault="005D4B56" w:rsidP="00096BFC">
            <w:pPr>
              <w:pStyle w:val="PargrafodaLista"/>
              <w:numPr>
                <w:ilvl w:val="0"/>
                <w:numId w:val="1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Complementaridade entre as várias linguagens de expressão artística</w:t>
            </w:r>
          </w:p>
          <w:p w14:paraId="52B3A967" w14:textId="77777777" w:rsidR="005D4B56" w:rsidRPr="00C33081" w:rsidRDefault="005D4B56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C330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omunicação e processos criativos:</w:t>
            </w:r>
          </w:p>
          <w:p w14:paraId="5176A48E" w14:textId="77777777" w:rsidR="005D4B56" w:rsidRPr="00C33081" w:rsidRDefault="005D4B56" w:rsidP="00096BFC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de processo criativo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3AC5C" w14:textId="77777777" w:rsidR="005D4B56" w:rsidRDefault="005D4B56" w:rsidP="00096BFC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4817EA" w14:textId="77777777" w:rsidR="005D4B56" w:rsidRDefault="005D4B56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Posicionar a fotografia em contexto artístico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BCA6BB0" w14:textId="77777777" w:rsidR="005D4B56" w:rsidRPr="006169A4" w:rsidRDefault="005D4B56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várias áreas artísticas</w:t>
            </w: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920631" w14:textId="77777777" w:rsidR="005D4B56" w:rsidRPr="006169A4" w:rsidRDefault="005D4B56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de várias áreas artísticas</w:t>
            </w: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0047C0B" w14:textId="77777777" w:rsidR="005D4B56" w:rsidRPr="00E15212" w:rsidRDefault="005D4B56" w:rsidP="00096BFC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várias áreas artísticas como complemento da fotografia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573C" w14:textId="77777777" w:rsidR="005D4B56" w:rsidRPr="00A1459C" w:rsidRDefault="005D4B56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57A7D33" w14:textId="77777777" w:rsidR="005D4B56" w:rsidRPr="00A1459C" w:rsidRDefault="005D4B56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27220484" w14:textId="77777777" w:rsidR="005D4B56" w:rsidRPr="00A1459C" w:rsidRDefault="005D4B56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5F140083" w14:textId="77777777" w:rsidR="005D4B56" w:rsidRDefault="005D4B56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D648326" w14:textId="77777777" w:rsidR="005D4B56" w:rsidRDefault="005D4B56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4080F50" w14:textId="77777777" w:rsidR="005D4B56" w:rsidRPr="00E15212" w:rsidRDefault="005D4B56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20EFD9A3" w14:textId="77777777" w:rsidR="005D4B56" w:rsidRDefault="005D4B56" w:rsidP="005D4B5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7CFC83" w14:textId="77777777" w:rsidR="005D4B56" w:rsidRPr="00F87025" w:rsidRDefault="005D4B56" w:rsidP="005D4B5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1EFED34" w14:textId="77777777" w:rsidR="005D4B56" w:rsidRDefault="005D4B56" w:rsidP="005D4B5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91D27">
        <w:rPr>
          <w:rFonts w:ascii="Verdana Pro Light" w:eastAsia="Arial Unicode MS" w:hAnsi="Verdana Pro Light" w:cs="Times New Roman"/>
          <w:b/>
          <w:sz w:val="18"/>
          <w:szCs w:val="18"/>
        </w:rPr>
        <w:t>Criar um projeto contemplando diversas linguagens artísticas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C6BC5E5" w14:textId="77777777" w:rsidR="005D4B56" w:rsidRDefault="005D4B56" w:rsidP="005D4B5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>Defin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 xml:space="preserve"> o conceito </w:t>
      </w:r>
      <w:r>
        <w:rPr>
          <w:rFonts w:ascii="Verdana Pro Light" w:eastAsia="Arial Unicode MS" w:hAnsi="Verdana Pro Light" w:cs="Arial Unicode MS"/>
          <w:sz w:val="18"/>
          <w:szCs w:val="18"/>
        </w:rPr>
        <w:t>artístico do projeto e selecionando as áreas artísticas para o elaborar tendo em conta a sua relação com a fotografia</w:t>
      </w:r>
    </w:p>
    <w:p w14:paraId="4D93D282" w14:textId="77777777" w:rsidR="005D4B56" w:rsidRDefault="005D4B56" w:rsidP="005D4B5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Demonstrando conhecimento sobre as tendências artísticas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3AFFA9DB" w14:textId="77777777" w:rsidR="005D4B56" w:rsidRDefault="005D4B56" w:rsidP="005D4B5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lastRenderedPageBreak/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Executando o projeto tendo em conta as várias formas de expressão artística e a sua complementaridade</w:t>
      </w:r>
    </w:p>
    <w:p w14:paraId="7D240E39" w14:textId="77777777" w:rsidR="005D4B56" w:rsidRPr="0046460E" w:rsidRDefault="005D4B56" w:rsidP="005D4B56">
      <w:pPr>
        <w:spacing w:before="120" w:after="0" w:line="276" w:lineRule="auto"/>
        <w:ind w:left="709" w:hanging="567"/>
        <w:rPr>
          <w:rFonts w:ascii="Roboto" w:eastAsia="Times New Roman" w:hAnsi="Roboto" w:cs="Times New Roman"/>
          <w:color w:val="435068"/>
          <w:sz w:val="21"/>
          <w:szCs w:val="21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Elaborando uma análise crítica do projeto c</w:t>
      </w:r>
      <w:r w:rsidRPr="007C5049">
        <w:rPr>
          <w:rFonts w:ascii="Verdana Pro Light" w:eastAsia="Arial Unicode MS" w:hAnsi="Verdana Pro Light" w:cs="Arial Unicode MS"/>
          <w:sz w:val="18"/>
          <w:szCs w:val="18"/>
        </w:rPr>
        <w:t>onsidera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7C5049">
        <w:rPr>
          <w:rFonts w:ascii="Verdana Pro Light" w:eastAsia="Arial Unicode MS" w:hAnsi="Verdana Pro Light" w:cs="Arial Unicode MS"/>
          <w:sz w:val="18"/>
          <w:szCs w:val="18"/>
        </w:rPr>
        <w:t xml:space="preserve"> a relevância do projeto dentro do contexto artístico mais amplo</w:t>
      </w:r>
    </w:p>
    <w:p w14:paraId="6B428E7A" w14:textId="77777777" w:rsidR="005D4B56" w:rsidRPr="004330C8" w:rsidRDefault="005D4B56" w:rsidP="005D4B5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360BC34" w14:textId="77777777" w:rsidR="005D4B56" w:rsidRPr="00A1459C" w:rsidRDefault="005D4B56" w:rsidP="005D4B5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12107A8" w14:textId="77777777" w:rsidR="005D4B56" w:rsidRDefault="005D4B56" w:rsidP="005D4B5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B2FA01B" w14:textId="77777777" w:rsidR="005D4B56" w:rsidRPr="00CD4CF0" w:rsidRDefault="005D4B56" w:rsidP="005D4B5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7D1E111C" w14:textId="77777777" w:rsidR="005D4B56" w:rsidRPr="00984B30" w:rsidRDefault="005D4B56" w:rsidP="005D4B56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05834F32" w14:textId="77777777" w:rsidR="005D4B56" w:rsidRPr="00F87025" w:rsidRDefault="005D4B56" w:rsidP="005D4B5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981D38F" w14:textId="77777777" w:rsidR="005D4B56" w:rsidRPr="00A1459C" w:rsidRDefault="005D4B56" w:rsidP="005D4B5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49DD6BD" w14:textId="77777777" w:rsidR="005D4B56" w:rsidRPr="00A1459C" w:rsidRDefault="005D4B56" w:rsidP="005D4B5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5643D691" w14:textId="77777777" w:rsidR="005D4B56" w:rsidRPr="00A1459C" w:rsidRDefault="005D4B56" w:rsidP="005D4B5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projetos experimentais na sua relação com a fotografia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38B6494" w14:textId="77777777" w:rsidR="005D4B56" w:rsidRPr="00F87025" w:rsidRDefault="005D4B56" w:rsidP="005D4B5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59E2476" w14:textId="77777777" w:rsidR="005D4B56" w:rsidRDefault="005D4B56" w:rsidP="005D4B5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EE97A29" w14:textId="77777777" w:rsidR="005D4B56" w:rsidRPr="00A1459C" w:rsidRDefault="005D4B56" w:rsidP="005D4B5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0E00790C" w14:textId="77777777" w:rsidR="005D4B56" w:rsidRPr="00A1459C" w:rsidRDefault="005D4B56" w:rsidP="005D4B5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 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 xml:space="preserve">projetos artísticos na sua relação com a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debates orientados de análise de casos de estudo sobre o tema 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prático </w:t>
      </w:r>
      <w:r>
        <w:rPr>
          <w:rFonts w:ascii="Verdana Pro Light" w:eastAsia="Arial Unicode MS" w:hAnsi="Verdana Pro Light" w:cs="Arial Unicode MS"/>
          <w:sz w:val="18"/>
          <w:szCs w:val="18"/>
        </w:rPr>
        <w:t>para 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25615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produção 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t xml:space="preserve">um </w:t>
      </w:r>
      <w:r w:rsidRPr="00F55016">
        <w:rPr>
          <w:rFonts w:ascii="Verdana Pro Light" w:eastAsia="Arial Unicode MS" w:hAnsi="Verdana Pro Light" w:cs="Times New Roman"/>
          <w:bCs/>
          <w:sz w:val="18"/>
          <w:szCs w:val="18"/>
        </w:rPr>
        <w:t>projeto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t xml:space="preserve"> experimental.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br/>
      </w:r>
    </w:p>
    <w:p w14:paraId="43308877" w14:textId="77777777" w:rsidR="005D4B56" w:rsidRPr="00B25615" w:rsidRDefault="005D4B56" w:rsidP="005D4B5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</w:t>
      </w:r>
      <w:r>
        <w:rPr>
          <w:rFonts w:ascii="Verdana Pro Light" w:eastAsia="Arial Unicode MS" w:hAnsi="Verdana Pro Light" w:cs="Arial Unicode MS"/>
          <w:sz w:val="18"/>
          <w:szCs w:val="18"/>
        </w:rPr>
        <w:t>l</w:t>
      </w:r>
    </w:p>
    <w:bookmarkEnd w:id="19"/>
    <w:p w14:paraId="37F02588" w14:textId="77777777" w:rsidR="005D4B56" w:rsidRPr="00B25615" w:rsidRDefault="005D4B56" w:rsidP="005D4B5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bookmarkEnd w:id="20"/>
    <w:p w14:paraId="12DCA641" w14:textId="77777777" w:rsidR="005D4B56" w:rsidRDefault="005D4B56" w:rsidP="005D4B56">
      <w:pPr>
        <w:rPr>
          <w:rFonts w:ascii="Verdana Pro Light" w:hAnsi="Verdana Pro Light"/>
          <w:smallCaps/>
        </w:rPr>
      </w:pPr>
    </w:p>
    <w:p w14:paraId="35E2C8E8" w14:textId="77777777" w:rsidR="005D4B56" w:rsidRDefault="005D4B56" w:rsidP="005D4B56">
      <w:pPr>
        <w:rPr>
          <w:rFonts w:ascii="Verdana Pro Light" w:hAnsi="Verdana Pro Light"/>
          <w:smallCaps/>
        </w:rPr>
      </w:pPr>
    </w:p>
    <w:p w14:paraId="58423616" w14:textId="77777777" w:rsidR="005D4B56" w:rsidRDefault="005D4B56" w:rsidP="005D4B56">
      <w:pPr>
        <w:rPr>
          <w:rFonts w:ascii="Verdana Pro Light" w:hAnsi="Verdana Pro Light"/>
          <w:smallCaps/>
        </w:rPr>
      </w:pPr>
    </w:p>
    <w:p w14:paraId="7F21C09B" w14:textId="77777777" w:rsidR="005D4B56" w:rsidRDefault="005D4B56" w:rsidP="005D4B56">
      <w:pPr>
        <w:rPr>
          <w:rFonts w:ascii="Verdana Pro Light" w:hAnsi="Verdana Pro Light"/>
          <w:smallCaps/>
        </w:rPr>
      </w:pPr>
    </w:p>
    <w:p w14:paraId="2F906FBA" w14:textId="77777777" w:rsidR="005D4B56" w:rsidRDefault="005D4B56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1AA67A4" w14:textId="77777777" w:rsidR="000802A2" w:rsidRDefault="000802A2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1EC073C" w14:textId="77777777" w:rsidR="000B4D5D" w:rsidRDefault="000B4D5D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A41B27E" w14:textId="77777777" w:rsidR="000B4D5D" w:rsidRDefault="000B4D5D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8E778A2" w14:textId="77777777" w:rsidR="000B4D5D" w:rsidRDefault="000B4D5D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864FA2C" w14:textId="77777777" w:rsidR="000B4D5D" w:rsidRDefault="000B4D5D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F977369" w14:textId="77777777" w:rsidR="000B4D5D" w:rsidRDefault="000B4D5D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EB0FA46" w14:textId="77777777" w:rsidR="00102163" w:rsidRDefault="00102163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D4B9A" w:rsidRPr="00136AD8" w14:paraId="6B6032B9" w14:textId="77777777" w:rsidTr="002D4B9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51CFED" w14:textId="3A52A5F3" w:rsidR="002D4B9A" w:rsidRPr="000D4397" w:rsidRDefault="002D4B9A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21" w:name="_Hlk157708787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0001</w:t>
            </w:r>
            <w:r w:rsidR="000B4D5D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EA281F3" w14:textId="77777777" w:rsidR="002D4B9A" w:rsidRPr="000D4397" w:rsidRDefault="002D4B9A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22" w:name="_Hlk152581036"/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edição eletrónica e trabalho em rede</w:t>
            </w:r>
            <w:bookmarkEnd w:id="22"/>
          </w:p>
        </w:tc>
      </w:tr>
    </w:tbl>
    <w:p w14:paraId="6486CF54" w14:textId="77777777" w:rsidR="002D4B9A" w:rsidRPr="00136AD8" w:rsidRDefault="002D4B9A" w:rsidP="002D4B9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2CCA78E" w14:textId="77777777" w:rsidR="002D4B9A" w:rsidRDefault="002D4B9A" w:rsidP="002D4B9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044A47E" w14:textId="77777777" w:rsidR="002D4B9A" w:rsidRPr="003200F2" w:rsidRDefault="002D4B9A" w:rsidP="002D4B9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4672834" w14:textId="77777777" w:rsidR="002D4B9A" w:rsidRPr="00136AD8" w:rsidRDefault="002D4B9A" w:rsidP="002D4B9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D4B9A" w:rsidRPr="00136AD8" w14:paraId="732E65A7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7E0FBD" w14:textId="77777777" w:rsidR="002D4B9A" w:rsidRPr="001B353A" w:rsidRDefault="002D4B9A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D4B9A" w:rsidRPr="00136AD8" w14:paraId="2582D016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FEA703" w14:textId="77777777" w:rsidR="002D4B9A" w:rsidRDefault="002D4B9A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sistema de nomenclatura de ficheiros</w:t>
            </w:r>
          </w:p>
          <w:p w14:paraId="2559F4EF" w14:textId="77777777" w:rsidR="002D4B9A" w:rsidRDefault="002D4B9A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uma arquitetura de arquivo de pastas digitais</w:t>
            </w:r>
          </w:p>
          <w:p w14:paraId="07163C4F" w14:textId="77777777" w:rsidR="002D4B9A" w:rsidRDefault="002D4B9A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programas de edição eletrónica para projetos gráficos</w:t>
            </w:r>
          </w:p>
          <w:p w14:paraId="7B14611C" w14:textId="77777777" w:rsidR="002D4B9A" w:rsidRPr="00A23DBB" w:rsidRDefault="002D4B9A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as principais plataformas de trabalho em rede</w:t>
            </w:r>
          </w:p>
          <w:p w14:paraId="57DE7B23" w14:textId="77777777" w:rsidR="002D4B9A" w:rsidRDefault="002D4B9A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um fluxo de trabalho em rede</w:t>
            </w:r>
          </w:p>
          <w:p w14:paraId="0D26D33F" w14:textId="77777777" w:rsidR="002D4B9A" w:rsidRPr="0008537A" w:rsidRDefault="002D4B9A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2D4B9A" w:rsidRPr="00136AD8" w14:paraId="53A3C0DF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759850" w14:textId="77777777" w:rsidR="002D4B9A" w:rsidRPr="001B353A" w:rsidRDefault="002D4B9A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60F102" w14:textId="77777777" w:rsidR="002D4B9A" w:rsidRPr="001B353A" w:rsidRDefault="002D4B9A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A0A9932" w14:textId="77777777" w:rsidR="002D4B9A" w:rsidRPr="001B353A" w:rsidRDefault="002D4B9A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D4B9A" w:rsidRPr="00136AD8" w14:paraId="1F7593CB" w14:textId="77777777" w:rsidTr="001D2FBF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AFD35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a` informática e aos programas informáticos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840BE0F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especificas da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6C81D30" w14:textId="77777777" w:rsidR="002D4B9A" w:rsidRPr="00126B5E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que combinam diferentes programas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614AF2D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informáticos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2912B09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62CE25E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2F511C8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funcionalidade de formatos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EB7F322" w14:textId="77777777" w:rsidR="002D4B9A" w:rsidRPr="00126B5E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 digitais</w:t>
            </w:r>
          </w:p>
          <w:p w14:paraId="01F73227" w14:textId="77777777" w:rsidR="002D4B9A" w:rsidRPr="006A286E" w:rsidRDefault="002D4B9A" w:rsidP="001D2FBF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4BAAA2" w14:textId="77777777" w:rsidR="002D4B9A" w:rsidRPr="008A5B22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em rede</w:t>
            </w:r>
            <w:r w:rsidRPr="008A5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DDBFA1" w14:textId="77777777" w:rsidR="002D4B9A" w:rsidRPr="006A286E" w:rsidRDefault="002D4B9A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Partilha de pastas e ficheiros</w:t>
            </w:r>
            <w:r w:rsidRPr="006A28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D457F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os principais programas informáticos de edição eletrónica</w:t>
            </w:r>
          </w:p>
          <w:p w14:paraId="1E2FEC54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68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formatos de ficheiros dos principais programas informáticos de edição eletrónica</w:t>
            </w:r>
          </w:p>
          <w:p w14:paraId="2F8A15F4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vantagens e desvantagens da utilização de cada programa consoante a finalidade e tipos de documentos.</w:t>
            </w:r>
          </w:p>
          <w:p w14:paraId="5F78F766" w14:textId="77777777" w:rsidR="002D4B9A" w:rsidRPr="00246EB6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plataformas digitais de organização e partilha de trabalho em rede</w:t>
            </w:r>
          </w:p>
          <w:p w14:paraId="3EB7E204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arquivos digitais</w:t>
            </w:r>
          </w:p>
          <w:p w14:paraId="2F6684C0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fluxos de trabalho em rede</w:t>
            </w:r>
          </w:p>
          <w:p w14:paraId="0AFF96AA" w14:textId="77777777" w:rsidR="002D4B9A" w:rsidRPr="004D4894" w:rsidRDefault="002D4B9A" w:rsidP="001D2FBF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B43B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6265DEF3" w14:textId="77777777" w:rsidR="002D4B9A" w:rsidRDefault="002D4B9A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926EDDC" w14:textId="77777777" w:rsidR="002D4B9A" w:rsidRDefault="002D4B9A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5800C1A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7C5D32F5" w14:textId="77777777" w:rsidR="002D4B9A" w:rsidRDefault="002D4B9A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E78E854" w14:textId="77777777" w:rsidR="002D4B9A" w:rsidRPr="00AF3757" w:rsidRDefault="002D4B9A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CB38BD7" w14:textId="77777777" w:rsidR="002D4B9A" w:rsidRDefault="002D4B9A" w:rsidP="002D4B9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F08A0AF" w14:textId="77777777" w:rsidR="002D4B9A" w:rsidRPr="00F87025" w:rsidRDefault="002D4B9A" w:rsidP="002D4B9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9090A80" w14:textId="77777777" w:rsidR="002D4B9A" w:rsidRPr="00AD56F4" w:rsidRDefault="002D4B9A" w:rsidP="002D4B9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8A5B22">
        <w:rPr>
          <w:rFonts w:ascii="Verdana Pro Light" w:eastAsia="Arial Unicode MS" w:hAnsi="Verdana Pro Light" w:cs="Times New Roman"/>
          <w:b/>
          <w:sz w:val="18"/>
          <w:szCs w:val="18"/>
        </w:rPr>
        <w:t>Realizar edição eletrónica e trabalho em rede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4AE4C1CB" w14:textId="77777777" w:rsidR="002D4B9A" w:rsidRPr="00A23DBB" w:rsidRDefault="002D4B9A" w:rsidP="002D4B9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1. </w:t>
      </w:r>
      <w:r>
        <w:rPr>
          <w:rFonts w:ascii="Verdana Pro Light" w:eastAsia="Arial Unicode MS" w:hAnsi="Verdana Pro Light" w:cs="Arial Unicode MS"/>
          <w:sz w:val="18"/>
          <w:szCs w:val="18"/>
        </w:rPr>
        <w:t>Adequando a nomenclatura de ficheiros tendo em conta a finalidade dos produtos gráficos</w:t>
      </w:r>
    </w:p>
    <w:p w14:paraId="44EB54CC" w14:textId="77777777" w:rsidR="002D4B9A" w:rsidRDefault="002D4B9A" w:rsidP="002D4B9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Criando uma arquitetura de arquivo de pastas digitais tendo em conta a clareza na nomenclatura de pastas e ficheiros</w:t>
      </w:r>
    </w:p>
    <w:p w14:paraId="1320FDF7" w14:textId="77777777" w:rsidR="002D4B9A" w:rsidRDefault="002D4B9A" w:rsidP="002D4B9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Adequando o programa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finalidade dos produtos gráficos</w:t>
      </w:r>
    </w:p>
    <w:p w14:paraId="73BB96C3" w14:textId="77777777" w:rsidR="002D4B9A" w:rsidRDefault="002D4B9A" w:rsidP="002D4B9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um fluxo de trabalho em rede tendo em conta as pessoas envolvidas e as suas funções no projeto</w:t>
      </w:r>
    </w:p>
    <w:p w14:paraId="7E93B338" w14:textId="77777777" w:rsidR="002D4B9A" w:rsidRPr="00136AD8" w:rsidRDefault="002D4B9A" w:rsidP="002D4B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4F5945" w14:textId="77777777" w:rsidR="002D4B9A" w:rsidRPr="00F87025" w:rsidRDefault="002D4B9A" w:rsidP="002D4B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204B2A" w14:textId="77777777" w:rsidR="002D4B9A" w:rsidRPr="00E2794B" w:rsidRDefault="002D4B9A" w:rsidP="002D4B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FF04C58" w14:textId="77777777" w:rsidR="002D4B9A" w:rsidRPr="00F87025" w:rsidRDefault="002D4B9A" w:rsidP="002D4B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0ADC4C0" w14:textId="77777777" w:rsidR="002D4B9A" w:rsidRPr="00436CB6" w:rsidRDefault="002D4B9A" w:rsidP="002D4B9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561F275" w14:textId="77777777" w:rsidR="002D4B9A" w:rsidRDefault="002D4B9A" w:rsidP="002D4B9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eletrónica</w:t>
      </w:r>
    </w:p>
    <w:p w14:paraId="299F6452" w14:textId="77777777" w:rsidR="002D4B9A" w:rsidRDefault="002D4B9A" w:rsidP="002D4B9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trabalho em rede</w:t>
      </w:r>
    </w:p>
    <w:p w14:paraId="62D87441" w14:textId="77777777" w:rsidR="002D4B9A" w:rsidRDefault="002D4B9A" w:rsidP="002D4B9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planeamento e arquivo de ficheiros</w:t>
      </w:r>
    </w:p>
    <w:p w14:paraId="24F0D2FB" w14:textId="77777777" w:rsidR="002D4B9A" w:rsidRDefault="002D4B9A" w:rsidP="002D4B9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</w:p>
    <w:p w14:paraId="45DABA34" w14:textId="77777777" w:rsidR="002D4B9A" w:rsidRPr="006D29AD" w:rsidRDefault="002D4B9A" w:rsidP="002D4B9A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26409E" w14:textId="77777777" w:rsidR="002D4B9A" w:rsidRPr="00F87025" w:rsidRDefault="002D4B9A" w:rsidP="002D4B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21"/>
    <w:p w14:paraId="1D89E489" w14:textId="77777777" w:rsidR="002D4B9A" w:rsidRPr="00051C79" w:rsidRDefault="002D4B9A" w:rsidP="002D4B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112E6A" w14:textId="77777777" w:rsidR="002D4B9A" w:rsidRPr="00051C79" w:rsidRDefault="002D4B9A" w:rsidP="002D4B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DDDC1A" w14:textId="042E7FC3" w:rsidR="002D4B9A" w:rsidRDefault="002D4B9A" w:rsidP="002D4B9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339FF" w:rsidRPr="00136AD8" w14:paraId="60C1C6B0" w14:textId="77777777" w:rsidTr="002E386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E0600B" w14:textId="34B80D8D" w:rsidR="003339FF" w:rsidRPr="00F42D38" w:rsidRDefault="003339FF" w:rsidP="002E386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2C71D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7D13A98" w14:textId="77777777" w:rsidR="003339FF" w:rsidRPr="00F42D38" w:rsidRDefault="003339FF" w:rsidP="002E386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41B3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projetos de imagem com recursos de IA e de novas tecnologias</w:t>
            </w:r>
          </w:p>
        </w:tc>
      </w:tr>
    </w:tbl>
    <w:p w14:paraId="04F0363E" w14:textId="77777777" w:rsidR="003339FF" w:rsidRPr="00136AD8" w:rsidRDefault="003339FF" w:rsidP="003339F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E5D9602" w14:textId="77777777" w:rsidR="003339FF" w:rsidRDefault="003339FF" w:rsidP="003339F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7508805" w14:textId="77777777" w:rsidR="003339FF" w:rsidRPr="003200F2" w:rsidRDefault="003339FF" w:rsidP="003339F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277EF19F" w14:textId="77777777" w:rsidR="003339FF" w:rsidRPr="00136AD8" w:rsidRDefault="003339FF" w:rsidP="003339F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339FF" w:rsidRPr="00136AD8" w14:paraId="72415D2D" w14:textId="77777777" w:rsidTr="002E386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083761" w14:textId="77777777" w:rsidR="003339FF" w:rsidRPr="001B353A" w:rsidRDefault="003339FF" w:rsidP="002E386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339FF" w:rsidRPr="00136AD8" w14:paraId="09550508" w14:textId="77777777" w:rsidTr="002E386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A0787D" w14:textId="77777777" w:rsidR="003339FF" w:rsidRDefault="003339FF" w:rsidP="002E386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Definir o objetivo do projeto e selecionar as tecnologias e ferramentas de IA</w:t>
            </w:r>
          </w:p>
          <w:p w14:paraId="373B380A" w14:textId="77777777" w:rsidR="003339FF" w:rsidRPr="00E763D6" w:rsidRDefault="003339FF" w:rsidP="002E386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Recolher um conjunto de dados relevantes sobre o projeto e treinar o modelo de IA</w:t>
            </w:r>
          </w:p>
          <w:p w14:paraId="75E1AF4C" w14:textId="77777777" w:rsidR="003339FF" w:rsidRPr="00E763D6" w:rsidRDefault="003339FF" w:rsidP="002E386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Interagir com o modelo de IA e g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erar imagens </w:t>
            </w:r>
          </w:p>
          <w:p w14:paraId="6E0EE460" w14:textId="77777777" w:rsidR="003339FF" w:rsidRDefault="003339FF" w:rsidP="002E386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Identificar áreas de melhoria, red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>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modelo, ajust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parâmetros</w:t>
            </w:r>
          </w:p>
          <w:p w14:paraId="4C5C3B1F" w14:textId="77777777" w:rsidR="003339FF" w:rsidRPr="00392620" w:rsidRDefault="003339FF" w:rsidP="002E386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Elaborar o p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>ós-processamento e edição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3339FF" w:rsidRPr="00136AD8" w14:paraId="16F896D7" w14:textId="77777777" w:rsidTr="002E386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AEC58C" w14:textId="77777777" w:rsidR="003339FF" w:rsidRPr="001B353A" w:rsidRDefault="003339FF" w:rsidP="002E386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DD43D4" w14:textId="77777777" w:rsidR="003339FF" w:rsidRPr="001B353A" w:rsidRDefault="003339FF" w:rsidP="002E386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801028" w14:textId="77777777" w:rsidR="003339FF" w:rsidRPr="001B353A" w:rsidRDefault="003339FF" w:rsidP="002E386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339FF" w:rsidRPr="00136AD8" w14:paraId="03641358" w14:textId="77777777" w:rsidTr="002E386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F7472" w14:textId="77777777" w:rsidR="003339FF" w:rsidRPr="00842D50" w:rsidRDefault="003339FF" w:rsidP="002E386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Inteligência Artificial (IA):</w:t>
            </w:r>
          </w:p>
          <w:p w14:paraId="20E3180D" w14:textId="77777777" w:rsidR="003339FF" w:rsidRPr="007B09EE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IA</w:t>
            </w:r>
          </w:p>
          <w:p w14:paraId="431E6E02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96F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modelos de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IA</w:t>
            </w:r>
          </w:p>
          <w:p w14:paraId="016F20EA" w14:textId="77777777" w:rsidR="003339FF" w:rsidRPr="007B09EE" w:rsidRDefault="003339FF" w:rsidP="002E386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Processamento de Imagem:</w:t>
            </w:r>
          </w:p>
          <w:p w14:paraId="1F4E70D9" w14:textId="77777777" w:rsidR="003339FF" w:rsidRPr="007B09EE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básicos de processamento de imagem</w:t>
            </w:r>
          </w:p>
          <w:p w14:paraId="1F4C0562" w14:textId="77777777" w:rsidR="003339FF" w:rsidRPr="007B09EE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ibliotecas e ferramentas de processamento de imagem</w:t>
            </w:r>
          </w:p>
          <w:p w14:paraId="427749B2" w14:textId="77777777" w:rsidR="003339FF" w:rsidRPr="007B09EE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ré-processa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mento 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análise por modelos de IA.</w:t>
            </w:r>
          </w:p>
          <w:p w14:paraId="7552FFA0" w14:textId="77777777" w:rsidR="003339FF" w:rsidRPr="001E0067" w:rsidRDefault="003339FF" w:rsidP="002E386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Domínio do Problema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C258A13" w14:textId="77777777" w:rsidR="003339FF" w:rsidRPr="007B09EE" w:rsidRDefault="003339FF" w:rsidP="003339FF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Contexto do problema e das necessidades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finais.</w:t>
            </w:r>
          </w:p>
          <w:p w14:paraId="172EB294" w14:textId="77777777" w:rsidR="003339FF" w:rsidRPr="00E3762F" w:rsidRDefault="003339FF" w:rsidP="003339FF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ermos técnicos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problema</w:t>
            </w:r>
          </w:p>
          <w:p w14:paraId="758589AA" w14:textId="77777777" w:rsidR="003339FF" w:rsidRPr="00033F33" w:rsidRDefault="003339FF" w:rsidP="003339FF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abordagem de IA mais adequada para resolv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o problema</w:t>
            </w:r>
          </w:p>
          <w:p w14:paraId="1EFF3DEA" w14:textId="77777777" w:rsidR="003339FF" w:rsidRPr="003112DB" w:rsidRDefault="003339FF" w:rsidP="002E386C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Ética e Privacidade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0F6F6ED" w14:textId="77777777" w:rsidR="003339FF" w:rsidRDefault="003339FF" w:rsidP="002E386C">
            <w:pPr>
              <w:pStyle w:val="PargrafodaLista"/>
              <w:numPr>
                <w:ilvl w:val="0"/>
                <w:numId w:val="8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uestões éticas e de privacidade relacionadas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 o 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de tecnologias de IA em projetos de imagem</w:t>
            </w:r>
          </w:p>
          <w:p w14:paraId="5D6BAF6C" w14:textId="77777777" w:rsidR="003339FF" w:rsidRPr="003112DB" w:rsidRDefault="003339FF" w:rsidP="002E386C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187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Atualizações e Tendências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735AD76" w14:textId="77777777" w:rsidR="003339FF" w:rsidRPr="001E187E" w:rsidRDefault="003339FF" w:rsidP="003339FF">
            <w:pPr>
              <w:pStyle w:val="PargrafodaLista"/>
              <w:numPr>
                <w:ilvl w:val="0"/>
                <w:numId w:val="37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18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Avanços mais recentes de IA, visão computacional, processamento de imagem e outras tecnologias relacionadas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C3892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conceito de 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23156D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Pr="00A96F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modelos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F9CF03" w14:textId="77777777" w:rsidR="003339FF" w:rsidRPr="00E3762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Treinar, avaliar e ajustar modelos de IA para tarefas específicas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A878CD0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conceitos de processamento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D3208E3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Traduzir os requisitos do problema em termos técnicos e escolher a abordagem de IA mais adequada para resolvê-lo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38BD9F0" w14:textId="77777777" w:rsidR="003339FF" w:rsidRPr="00E3762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questões éticas e de privacidade relacionadas com o uso de tecnologias de IA em projetos de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7348E34" w14:textId="77777777" w:rsidR="003339FF" w:rsidRPr="00E3762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avanços das tecnologias</w:t>
            </w:r>
          </w:p>
          <w:p w14:paraId="56401557" w14:textId="77777777" w:rsidR="003339FF" w:rsidRPr="00392620" w:rsidRDefault="003339FF" w:rsidP="002E386C">
            <w:pPr>
              <w:spacing w:before="120" w:after="0" w:line="276" w:lineRule="auto"/>
              <w:ind w:left="14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92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37F8A23" w14:textId="77777777" w:rsidR="003339FF" w:rsidRPr="00413243" w:rsidRDefault="003339FF" w:rsidP="002E386C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E35141" w14:textId="77777777" w:rsidR="003339FF" w:rsidRPr="00E6774B" w:rsidRDefault="003339FF" w:rsidP="002E386C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12438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3C7710E" w14:textId="77777777" w:rsidR="003339FF" w:rsidRDefault="003339FF" w:rsidP="003339F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548F18B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A671199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3F1B0BF3" w14:textId="77777777" w:rsidR="003339FF" w:rsidRDefault="003339FF" w:rsidP="003339F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BA63C4D" w14:textId="77777777" w:rsidR="003339FF" w:rsidRPr="000173C0" w:rsidRDefault="003339FF" w:rsidP="002E386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146C161" w14:textId="77777777" w:rsidR="003339FF" w:rsidRDefault="003339FF" w:rsidP="003339F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27578BD" w14:textId="77777777" w:rsidR="003339FF" w:rsidRPr="00F87025" w:rsidRDefault="003339FF" w:rsidP="003339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FA59D9C" w14:textId="77777777" w:rsidR="003339FF" w:rsidRDefault="003339FF" w:rsidP="003339F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41B3E">
        <w:rPr>
          <w:rFonts w:ascii="Verdana Pro Light" w:eastAsia="Arial Unicode MS" w:hAnsi="Verdana Pro Light" w:cs="Times New Roman"/>
          <w:b/>
          <w:sz w:val="18"/>
          <w:szCs w:val="18"/>
        </w:rPr>
        <w:t>Realizar projetos de imagem com recursos de IA e de novas tecnologias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F9C574B" w14:textId="77777777" w:rsidR="003339FF" w:rsidRDefault="003339FF" w:rsidP="003339F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CD1. Selecionando ferramentas e modelos de IA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tendo em conta os objetivos do projeto</w:t>
      </w:r>
    </w:p>
    <w:p w14:paraId="6BCDBF1F" w14:textId="77777777" w:rsidR="003339FF" w:rsidRPr="00A96F9C" w:rsidRDefault="003339FF" w:rsidP="003339F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6F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Traduzi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os requisitos do problema em termos técnicos e escolhe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abordagem de IA mais adequada para resolvê-lo</w:t>
      </w:r>
    </w:p>
    <w:p w14:paraId="4F29F129" w14:textId="77777777" w:rsidR="003339FF" w:rsidRPr="00A96F9C" w:rsidRDefault="003339FF" w:rsidP="003339F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Treina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, avalia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ajusta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ndo os 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modelos de IA para tarefas específicas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reconhecendo os conceitos de processamento de imagens</w:t>
      </w:r>
    </w:p>
    <w:p w14:paraId="17159720" w14:textId="77777777" w:rsidR="003339FF" w:rsidRDefault="003339FF" w:rsidP="003339F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Identificando áreas de melhoria, red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>efin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 xml:space="preserve"> o modelo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>ajust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 xml:space="preserve"> os parâmetros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os objetivos definidos </w:t>
      </w:r>
    </w:p>
    <w:p w14:paraId="32536950" w14:textId="77777777" w:rsidR="003339FF" w:rsidRPr="004330C8" w:rsidRDefault="003339FF" w:rsidP="003339F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96F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A96F9C">
        <w:rPr>
          <w:rFonts w:ascii="Verdana Pro Light" w:eastAsia="Arial Unicode MS" w:hAnsi="Verdana Pro Light" w:cs="Arial Unicode MS"/>
          <w:sz w:val="18"/>
          <w:szCs w:val="18"/>
        </w:rPr>
        <w:t xml:space="preserve"> Demonstrando r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econhecer as questões éticas e de privacidade relacionadas com o uso de tecnologias de IA em projetos de imagem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4FBEEDD" w14:textId="77777777" w:rsidR="003339FF" w:rsidRPr="00F87025" w:rsidRDefault="003339FF" w:rsidP="003339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0077519" w14:textId="77777777" w:rsidR="003339FF" w:rsidRDefault="003339FF" w:rsidP="003339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0923E746" w14:textId="77777777" w:rsidR="003339FF" w:rsidRDefault="003339FF" w:rsidP="003339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416C1BD5" w14:textId="77777777" w:rsidR="003339FF" w:rsidRDefault="003339FF" w:rsidP="003339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6B748515" w14:textId="77777777" w:rsidR="003339FF" w:rsidRDefault="003339FF" w:rsidP="003339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70225423" w14:textId="77777777" w:rsidR="003339FF" w:rsidRDefault="003339FF" w:rsidP="003339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7002B6ED" w14:textId="77777777" w:rsidR="003339FF" w:rsidRDefault="003339FF" w:rsidP="003339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333097D0" w14:textId="77777777" w:rsidR="003339FF" w:rsidRPr="00CD4CF0" w:rsidRDefault="003339FF" w:rsidP="003339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6A3CC7D3" w14:textId="77777777" w:rsidR="003339FF" w:rsidRPr="00F147B7" w:rsidRDefault="003339FF" w:rsidP="003339F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8CACB82" w14:textId="77777777" w:rsidR="003339FF" w:rsidRPr="00F87025" w:rsidRDefault="003339FF" w:rsidP="003339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6EE1C9B" w14:textId="77777777" w:rsidR="003339FF" w:rsidRDefault="003339FF" w:rsidP="003339F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7CC531C" w14:textId="77777777" w:rsidR="003339FF" w:rsidRPr="00C34354" w:rsidRDefault="003339FF" w:rsidP="003339F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49D02C2" w14:textId="77777777" w:rsidR="003339FF" w:rsidRPr="000707EF" w:rsidRDefault="003339FF" w:rsidP="003339F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IA para processamento de imagens</w:t>
      </w:r>
    </w:p>
    <w:p w14:paraId="567F9F0C" w14:textId="77777777" w:rsidR="003339FF" w:rsidRDefault="003339FF" w:rsidP="003339F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79056FA4" w14:textId="77777777" w:rsidR="003339FF" w:rsidRPr="003A45CE" w:rsidRDefault="003339FF" w:rsidP="003339F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projetos de imagem gerados por 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098D013" w14:textId="77777777" w:rsidR="003339FF" w:rsidRPr="00F87025" w:rsidRDefault="003339FF" w:rsidP="003339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1735F83" w14:textId="77777777" w:rsidR="003339FF" w:rsidRDefault="003339FF" w:rsidP="003339F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2241309" w14:textId="77777777" w:rsidR="003339FF" w:rsidRPr="00C34354" w:rsidRDefault="003339FF" w:rsidP="003339F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CFB1011" w14:textId="77777777" w:rsidR="003339FF" w:rsidRPr="00C34354" w:rsidRDefault="003339FF" w:rsidP="003339F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imagem gerada por IA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processamento de imagens geradas por IA</w:t>
      </w:r>
    </w:p>
    <w:p w14:paraId="26A4472D" w14:textId="77777777" w:rsidR="003339FF" w:rsidRPr="007831EA" w:rsidRDefault="003339FF" w:rsidP="003339F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pode assumir o regime misto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E691E2" w14:textId="77777777" w:rsidR="003339FF" w:rsidRDefault="003339FF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E9C465A" w14:textId="77777777" w:rsidR="003339FF" w:rsidRDefault="003339FF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76D2990" w14:textId="77777777" w:rsidR="003339FF" w:rsidRDefault="003339FF" w:rsidP="002D7C5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739F2FE" w14:textId="77777777" w:rsidR="00F6655B" w:rsidRDefault="00F6655B" w:rsidP="00102163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380A102" w14:textId="77777777" w:rsidR="00662BDF" w:rsidRPr="000802A2" w:rsidRDefault="00662BDF" w:rsidP="00662BD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8AD9FAB" w14:textId="77777777" w:rsidR="00662BDF" w:rsidRDefault="00662BDF" w:rsidP="00662BDF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62BDF" w:rsidRPr="00136AD8" w14:paraId="7A5D6AE3" w14:textId="77777777" w:rsidTr="00096BF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D34A12" w14:textId="1CC72182" w:rsidR="00662BDF" w:rsidRPr="00F42D38" w:rsidRDefault="00662BDF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651FA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CD8469" w14:textId="77777777" w:rsidR="00662BDF" w:rsidRPr="00F42D38" w:rsidRDefault="00662BDF" w:rsidP="00096BF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37E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Utilizar técnicas alternativas de revelação e impressão em laboratório fotográfico</w:t>
            </w:r>
          </w:p>
        </w:tc>
      </w:tr>
    </w:tbl>
    <w:p w14:paraId="6CDA6FE3" w14:textId="77777777" w:rsidR="00662BDF" w:rsidRPr="00136AD8" w:rsidRDefault="00662BDF" w:rsidP="00662BD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3034730" w14:textId="77777777" w:rsidR="00662BDF" w:rsidRDefault="00662BDF" w:rsidP="00662BD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FCEA951" w14:textId="77777777" w:rsidR="00662BDF" w:rsidRPr="003200F2" w:rsidRDefault="00662BDF" w:rsidP="00662BD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6428110" w14:textId="77777777" w:rsidR="00662BDF" w:rsidRPr="00136AD8" w:rsidRDefault="00662BDF" w:rsidP="00662BD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62BDF" w:rsidRPr="00136AD8" w14:paraId="224DA912" w14:textId="77777777" w:rsidTr="00096BF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5E0760" w14:textId="77777777" w:rsidR="00662BDF" w:rsidRPr="001B353A" w:rsidRDefault="00662BDF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62BDF" w:rsidRPr="00136AD8" w14:paraId="480958B0" w14:textId="77777777" w:rsidTr="00096BFC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BDE0D" w14:textId="77777777" w:rsidR="00662BDF" w:rsidRPr="00E763D6" w:rsidRDefault="00662BDF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Criar um conceito/linguagem visual para a utilização </w:t>
            </w: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alternativas de revelação e impressão em laboratório fotográfico</w:t>
            </w:r>
          </w:p>
          <w:p w14:paraId="17624947" w14:textId="77777777" w:rsidR="00662BDF" w:rsidRDefault="00662BDF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as técnicas de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revelação e impressão de efeitos especiais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preto e branco</w:t>
            </w:r>
          </w:p>
          <w:p w14:paraId="30A1F73F" w14:textId="77777777" w:rsidR="00662BDF" w:rsidRDefault="00662BDF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36B3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Preparar </w:t>
            </w:r>
            <w:r w:rsidRPr="00B36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materiais e os produtos químicos necessários às técnicas de revelação 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selecionadas</w:t>
            </w:r>
          </w:p>
          <w:p w14:paraId="5096E62E" w14:textId="77777777" w:rsidR="00662BDF" w:rsidRPr="008F4D4F" w:rsidRDefault="00662BDF" w:rsidP="00096BF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Aplicar as técnicas de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revelação e impressão de efeitos especiais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preto e branco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662BDF" w:rsidRPr="00136AD8" w14:paraId="6FA0D296" w14:textId="77777777" w:rsidTr="00096BF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9C39F2" w14:textId="77777777" w:rsidR="00662BDF" w:rsidRPr="001B353A" w:rsidRDefault="00662BDF" w:rsidP="00096BFC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67C2DE" w14:textId="77777777" w:rsidR="00662BDF" w:rsidRPr="001B353A" w:rsidRDefault="00662BDF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ABA334" w14:textId="77777777" w:rsidR="00662BDF" w:rsidRPr="001B353A" w:rsidRDefault="00662BDF" w:rsidP="00096BF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62BDF" w:rsidRPr="00136AD8" w14:paraId="7B0855BA" w14:textId="77777777" w:rsidTr="00096BFC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BB663" w14:textId="77777777" w:rsidR="00662BDF" w:rsidRDefault="00662BDF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Teoria de revelação e impressão de efeitos especiais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branco:</w:t>
            </w:r>
          </w:p>
          <w:p w14:paraId="4750AB09" w14:textId="77777777" w:rsidR="00662BDF" w:rsidRPr="00AD2EB4" w:rsidRDefault="00662BDF" w:rsidP="00096BFC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7CBE6583" w14:textId="77777777" w:rsidR="00662BDF" w:rsidRPr="00AD2EB4" w:rsidRDefault="00662BDF" w:rsidP="00096BFC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2F494C5A" w14:textId="77777777" w:rsidR="00662BDF" w:rsidRDefault="00662BDF" w:rsidP="00096BFC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Referências</w:t>
            </w:r>
          </w:p>
          <w:p w14:paraId="2A02D29E" w14:textId="77777777" w:rsidR="00662BDF" w:rsidRDefault="00662BDF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Prática de revelação e impressão de efeitos especiais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branco:</w:t>
            </w:r>
          </w:p>
          <w:p w14:paraId="4956BA89" w14:textId="77777777" w:rsidR="00662BDF" w:rsidRDefault="00662BDF" w:rsidP="00096BFC">
            <w:pPr>
              <w:pStyle w:val="PargrafodaLista"/>
              <w:numPr>
                <w:ilvl w:val="0"/>
                <w:numId w:val="18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dos banhos revelador, de paragem e fixador</w:t>
            </w:r>
          </w:p>
          <w:p w14:paraId="1F3EEA05" w14:textId="77777777" w:rsidR="00662BDF" w:rsidRDefault="00662BDF" w:rsidP="00096BFC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Ecrã de textura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BA489E6" w14:textId="77777777" w:rsidR="00662BDF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Cuidados a ter:</w:t>
            </w:r>
          </w:p>
          <w:p w14:paraId="024B0C5B" w14:textId="77777777" w:rsidR="00662BDF" w:rsidRPr="00957B78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</w:t>
            </w:r>
          </w:p>
          <w:p w14:paraId="1425C3B2" w14:textId="77777777" w:rsidR="00662BDF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7D145D5" w14:textId="77777777" w:rsidR="00662BDF" w:rsidRDefault="00662BDF" w:rsidP="00096BFC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928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Efeito </w:t>
            </w:r>
            <w:proofErr w:type="spellStart"/>
            <w:r w:rsidRPr="002928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Sabatier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270AF69" w14:textId="77777777" w:rsidR="00662BDF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Cuidados a ter:</w:t>
            </w:r>
          </w:p>
          <w:p w14:paraId="3805F702" w14:textId="77777777" w:rsidR="00662BDF" w:rsidRPr="00957B78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</w:t>
            </w:r>
          </w:p>
          <w:p w14:paraId="57E1D37B" w14:textId="77777777" w:rsidR="00662BDF" w:rsidRPr="002928C5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</w:t>
            </w:r>
          </w:p>
          <w:p w14:paraId="0D7AF8AB" w14:textId="77777777" w:rsidR="00662BDF" w:rsidRDefault="00662BDF" w:rsidP="00096BFC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928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Cuidados a ter na preparação e na execução das viragens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1A26993" w14:textId="77777777" w:rsidR="00662BDF" w:rsidRPr="002928C5" w:rsidRDefault="00662BDF" w:rsidP="00096BFC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92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Sépia</w:t>
            </w:r>
          </w:p>
          <w:p w14:paraId="0EB901C0" w14:textId="77777777" w:rsidR="00662BDF" w:rsidRPr="002928C5" w:rsidRDefault="00662BDF" w:rsidP="00096BFC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92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Azul</w:t>
            </w:r>
          </w:p>
          <w:p w14:paraId="6A84D1F4" w14:textId="77777777" w:rsidR="00662BDF" w:rsidRPr="002928C5" w:rsidRDefault="00662BDF" w:rsidP="00096BFC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92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477681E" w14:textId="77777777" w:rsidR="00662BDF" w:rsidRDefault="00662BDF" w:rsidP="00096BFC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928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Fotomontagens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3E1FEA4" w14:textId="77777777" w:rsidR="00662BDF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Cuidados a ter:</w:t>
            </w:r>
          </w:p>
          <w:p w14:paraId="3FF2DF2D" w14:textId="77777777" w:rsidR="00662BDF" w:rsidRPr="00957B78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</w:t>
            </w:r>
          </w:p>
          <w:p w14:paraId="63689617" w14:textId="77777777" w:rsidR="00662BDF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Execução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E52DAE7" w14:textId="77777777" w:rsidR="00662BDF" w:rsidRDefault="00662BDF" w:rsidP="00096BFC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928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Emulsão </w:t>
            </w:r>
            <w:proofErr w:type="gramStart"/>
            <w:r w:rsidRPr="002928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liquida</w:t>
            </w:r>
            <w:proofErr w:type="gram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BA4B500" w14:textId="77777777" w:rsidR="00662BDF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Cuidados a ter:</w:t>
            </w:r>
          </w:p>
          <w:p w14:paraId="48C075C0" w14:textId="77777777" w:rsidR="00662BDF" w:rsidRPr="00957B78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</w:t>
            </w:r>
          </w:p>
          <w:p w14:paraId="1A721BCC" w14:textId="77777777" w:rsidR="00662BDF" w:rsidRPr="002928C5" w:rsidRDefault="00662BDF" w:rsidP="00096BFC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6A11ACE" w14:textId="77777777" w:rsidR="00662BDF" w:rsidRPr="00D422AC" w:rsidRDefault="00662BDF" w:rsidP="00096BFC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laboratório de revelação</w:t>
            </w:r>
          </w:p>
          <w:p w14:paraId="0D8E256F" w14:textId="77777777" w:rsidR="00662BDF" w:rsidRPr="00734AB4" w:rsidRDefault="00662BDF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213EC993" w14:textId="77777777" w:rsidR="00662BDF" w:rsidRPr="00734AB4" w:rsidRDefault="00662BDF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produtos químicos</w:t>
            </w:r>
          </w:p>
          <w:p w14:paraId="00C7D35D" w14:textId="77777777" w:rsidR="00662BDF" w:rsidRPr="00734AB4" w:rsidRDefault="00662BDF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0D044ACA" w14:textId="77777777" w:rsidR="00662BDF" w:rsidRPr="00734AB4" w:rsidRDefault="00662BDF" w:rsidP="00096BFC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5DD1B" w14:textId="77777777" w:rsidR="00662BDF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6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Caracterizar todos os procedimentos das diversas técnicas de efeitos especiais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preto e branco</w:t>
            </w:r>
          </w:p>
          <w:p w14:paraId="73F04336" w14:textId="77777777" w:rsidR="00662BDF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laboratório</w:t>
            </w:r>
          </w:p>
          <w:p w14:paraId="634F7483" w14:textId="77777777" w:rsidR="00662BDF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B36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materiais e os produtos químicos necessários às várias técnicas de revelação 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A35B634" w14:textId="77777777" w:rsidR="00662BDF" w:rsidRPr="00734AB4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as normas de segurança na utilização de laboratório de revelação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BE951" w14:textId="77777777" w:rsidR="00662BDF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D52AF26" w14:textId="77777777" w:rsidR="00662BDF" w:rsidRDefault="00662BDF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8164635" w14:textId="77777777" w:rsidR="00662BDF" w:rsidRDefault="00662BDF" w:rsidP="00096BF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9902D68" w14:textId="77777777" w:rsidR="00662BDF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B2AB391" w14:textId="77777777" w:rsidR="00662BDF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03791C6" w14:textId="77777777" w:rsidR="00662BDF" w:rsidRDefault="00662BDF" w:rsidP="00096BF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7EE0396F" w14:textId="77777777" w:rsidR="00662BDF" w:rsidRPr="000173C0" w:rsidRDefault="00662BDF" w:rsidP="00096BF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CDAAE6" w14:textId="77777777" w:rsidR="00662BDF" w:rsidRDefault="00662BDF" w:rsidP="00662BD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221E371" w14:textId="77777777" w:rsidR="00662BDF" w:rsidRPr="00F87025" w:rsidRDefault="00662BDF" w:rsidP="00662BD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91F2E21" w14:textId="77777777" w:rsidR="00662BDF" w:rsidRDefault="00662BDF" w:rsidP="00662BD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37ED">
        <w:rPr>
          <w:rFonts w:ascii="Verdana Pro Light" w:eastAsia="Arial Unicode MS" w:hAnsi="Verdana Pro Light" w:cs="Times New Roman"/>
          <w:b/>
          <w:sz w:val="18"/>
          <w:szCs w:val="18"/>
        </w:rPr>
        <w:t>Utilizar técnicas alternativas de revelação e impressão em laboratório fotográfico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C399E27" w14:textId="77777777" w:rsidR="00662BDF" w:rsidRDefault="00662BDF" w:rsidP="00662BD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Demonstrando conhecimento d</w:t>
      </w:r>
      <w:r w:rsidRPr="008F4D4F">
        <w:rPr>
          <w:rFonts w:ascii="Verdana Pro Light" w:eastAsia="Arial Unicode MS" w:hAnsi="Verdana Pro Light" w:cs="Arial Unicode MS"/>
          <w:sz w:val="18"/>
          <w:szCs w:val="18"/>
        </w:rPr>
        <w:t xml:space="preserve">os procedimentos das diversas técnicas de efeitos especiais a </w:t>
      </w:r>
      <w:r>
        <w:rPr>
          <w:rFonts w:ascii="Verdana Pro Light" w:eastAsia="Arial Unicode MS" w:hAnsi="Verdana Pro Light" w:cs="Arial Unicode MS"/>
          <w:sz w:val="18"/>
          <w:szCs w:val="18"/>
        </w:rPr>
        <w:t>preto e branco</w:t>
      </w:r>
    </w:p>
    <w:p w14:paraId="697502CD" w14:textId="77777777" w:rsidR="00662BDF" w:rsidRPr="00BA1DFF" w:rsidRDefault="00662BDF" w:rsidP="00662BD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P</w:t>
      </w:r>
      <w:r w:rsidRPr="008F4D4F">
        <w:rPr>
          <w:rFonts w:ascii="Verdana Pro Light" w:eastAsia="Arial Unicode MS" w:hAnsi="Verdana Pro Light" w:cs="Arial Unicode MS"/>
          <w:sz w:val="18"/>
          <w:szCs w:val="18"/>
        </w:rPr>
        <w:t>repara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8F4D4F">
        <w:rPr>
          <w:rFonts w:ascii="Verdana Pro Light" w:eastAsia="Arial Unicode MS" w:hAnsi="Verdana Pro Light" w:cs="Arial Unicode MS"/>
          <w:sz w:val="18"/>
          <w:szCs w:val="18"/>
        </w:rPr>
        <w:t xml:space="preserve"> os materiais e os produtos químicos necessários às várias técnicas de revelação e impressão, de acordo com as normas de ambiente, segurança e saúde.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8F95AFF" w14:textId="77777777" w:rsidR="00662BDF" w:rsidRPr="00F87025" w:rsidRDefault="00662BDF" w:rsidP="00662BD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124D164" w14:textId="77777777" w:rsidR="00662BDF" w:rsidRDefault="00662BDF" w:rsidP="00662B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diversos</w:t>
      </w:r>
    </w:p>
    <w:p w14:paraId="1C819A42" w14:textId="77777777" w:rsidR="00662BDF" w:rsidRDefault="00662BDF" w:rsidP="00662B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307A0E8" w14:textId="77777777" w:rsidR="00662BDF" w:rsidRPr="00CD4CF0" w:rsidRDefault="00662BDF" w:rsidP="00662B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46B4B055" w14:textId="77777777" w:rsidR="00662BDF" w:rsidRPr="00984B30" w:rsidRDefault="00662BDF" w:rsidP="00662BD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1CDD94BB" w14:textId="77777777" w:rsidR="00662BDF" w:rsidRPr="00F87025" w:rsidRDefault="00662BDF" w:rsidP="00662BD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9F9A54" w14:textId="77777777" w:rsidR="00662BDF" w:rsidRDefault="00662BDF" w:rsidP="00662BD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4F084E6" w14:textId="77777777" w:rsidR="00662BDF" w:rsidRPr="00C34354" w:rsidRDefault="00662BDF" w:rsidP="00662BD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A27331D" w14:textId="77777777" w:rsidR="00662BDF" w:rsidRDefault="00662BDF" w:rsidP="00662BD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Filme preto e branco</w:t>
      </w:r>
    </w:p>
    <w:p w14:paraId="1CE0A4EC" w14:textId="77777777" w:rsidR="00662BDF" w:rsidRPr="000707EF" w:rsidRDefault="00662BDF" w:rsidP="00662BD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Papel fotográfico preto e branco</w:t>
      </w:r>
    </w:p>
    <w:p w14:paraId="7123ACDA" w14:textId="77777777" w:rsidR="00662BDF" w:rsidRDefault="00662BDF" w:rsidP="00662BD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>Produtos químicos para revelação a preto e branco</w:t>
      </w:r>
    </w:p>
    <w:p w14:paraId="00AB0D1A" w14:textId="77777777" w:rsidR="00662BDF" w:rsidRDefault="00662BDF" w:rsidP="00662BD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para revelação e ampliação a preto e branco</w:t>
      </w:r>
    </w:p>
    <w:p w14:paraId="3D22531F" w14:textId="77777777" w:rsidR="00662BDF" w:rsidRPr="00BA1DFF" w:rsidRDefault="00662BDF" w:rsidP="00662BD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Laboratório de revelação a preto e branco</w:t>
      </w:r>
      <w:r w:rsidRPr="00BA1DF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DB9A56" w14:textId="77777777" w:rsidR="00662BDF" w:rsidRPr="00F87025" w:rsidRDefault="00662BDF" w:rsidP="00662BD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BBCC4E3" w14:textId="77777777" w:rsidR="00662BDF" w:rsidRDefault="00662BDF" w:rsidP="00662BD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3DA04AB" w14:textId="77777777" w:rsidR="00662BDF" w:rsidRPr="00C34354" w:rsidRDefault="00662BDF" w:rsidP="00662BD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DF1E38B" w14:textId="77777777" w:rsidR="00662BDF" w:rsidRPr="00C34354" w:rsidRDefault="00662BDF" w:rsidP="00662BD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às </w:t>
      </w:r>
      <w:r w:rsidRPr="00B36B37">
        <w:rPr>
          <w:rFonts w:ascii="Verdana Pro Light" w:eastAsia="Arial Unicode MS" w:hAnsi="Verdana Pro Light" w:cs="Arial Unicode MS"/>
          <w:sz w:val="18"/>
          <w:szCs w:val="18"/>
        </w:rPr>
        <w:t xml:space="preserve">técnicas alternativas de revelação e </w:t>
      </w:r>
      <w:r w:rsidRPr="00B36B37">
        <w:rPr>
          <w:rFonts w:ascii="Verdana Pro Light" w:eastAsia="Arial Unicode MS" w:hAnsi="Verdana Pro Light" w:cs="Arial Unicode MS"/>
          <w:sz w:val="18"/>
          <w:szCs w:val="18"/>
        </w:rPr>
        <w:lastRenderedPageBreak/>
        <w:t>impressão em laboratório fotográfico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; demonstrativo para prática de </w:t>
      </w:r>
      <w:r w:rsidRPr="00B36B37">
        <w:rPr>
          <w:rFonts w:ascii="Verdana Pro Light" w:eastAsia="Arial Unicode MS" w:hAnsi="Verdana Pro Light" w:cs="Arial Unicode MS"/>
          <w:sz w:val="18"/>
          <w:szCs w:val="18"/>
        </w:rPr>
        <w:t>técnicas alternativas de revelação e impressão em laboratório fotográfico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para exercícios práticos de </w:t>
      </w:r>
      <w:r w:rsidRPr="00B36B37">
        <w:rPr>
          <w:rFonts w:ascii="Verdana Pro Light" w:eastAsia="Arial Unicode MS" w:hAnsi="Verdana Pro Light" w:cs="Arial Unicode MS"/>
          <w:sz w:val="18"/>
          <w:szCs w:val="18"/>
        </w:rPr>
        <w:t>técnicas alternativas de revelação e impressão em laboratório fotográfico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3B33A04" w14:textId="77777777" w:rsidR="00662BDF" w:rsidRPr="007831EA" w:rsidRDefault="00662BDF" w:rsidP="00662BD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DC5824B" w14:textId="77777777" w:rsidR="00662BDF" w:rsidRPr="00335AB2" w:rsidRDefault="00662BDF" w:rsidP="00662BD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D246518" w14:textId="77777777" w:rsidR="00662BDF" w:rsidRPr="00B36B37" w:rsidRDefault="00662BDF" w:rsidP="00662BD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Laboratório para revelação a preto e branco e respetivo equipamento de revelação e ampliação ou a parceria com entidades que possam este tipo de espaço e equipamento.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14C273" w14:textId="27867F38" w:rsidR="00651FA3" w:rsidRDefault="00651FA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558D23F" w14:textId="77777777" w:rsidR="00D94CBE" w:rsidRDefault="00D94CBE">
      <w:pPr>
        <w:rPr>
          <w:rFonts w:ascii="Verdana Pro Light" w:hAnsi="Verdana Pro Light"/>
          <w:smallCaps/>
        </w:rPr>
      </w:pPr>
    </w:p>
    <w:p w14:paraId="6DCB5A10" w14:textId="77777777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B51EE" w:rsidRPr="00136AD8" w14:paraId="2B2345CB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8C8640" w14:textId="3233423D" w:rsidR="00DB51EE" w:rsidRPr="00F42D38" w:rsidRDefault="00DB51E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23" w:name="_Hlk159663541"/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651FA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073259" w14:textId="77777777" w:rsidR="00DB51EE" w:rsidRPr="00F42D38" w:rsidRDefault="00DB51E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8565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Interpretar a dimensão sociológica da comunicação e </w:t>
            </w:r>
            <w:proofErr w:type="spellStart"/>
            <w:r w:rsidRPr="0068565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mass</w:t>
            </w:r>
            <w:proofErr w:type="spellEnd"/>
            <w:r w:rsidRPr="0068565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media</w:t>
            </w:r>
          </w:p>
        </w:tc>
      </w:tr>
    </w:tbl>
    <w:p w14:paraId="03393ED6" w14:textId="77777777" w:rsidR="00DB51EE" w:rsidRPr="00136AD8" w:rsidRDefault="00DB51EE" w:rsidP="00DB51E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62C5329" w14:textId="77777777" w:rsidR="00DB51EE" w:rsidRDefault="00DB51EE" w:rsidP="00DB51E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D7F2750" w14:textId="77777777" w:rsidR="00DB51EE" w:rsidRPr="003200F2" w:rsidRDefault="00DB51EE" w:rsidP="00DB51E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213E343" w14:textId="77777777" w:rsidR="00DB51EE" w:rsidRPr="00136AD8" w:rsidRDefault="00DB51EE" w:rsidP="00DB51E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B51EE" w:rsidRPr="00136AD8" w14:paraId="7CCB68F6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02217C" w14:textId="77777777" w:rsidR="00DB51EE" w:rsidRPr="001B353A" w:rsidRDefault="00DB51E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B51EE" w:rsidRPr="00136AD8" w14:paraId="005F334E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3AF2C" w14:textId="77777777" w:rsidR="006573B3" w:rsidRDefault="00DB51E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573B3">
              <w:rPr>
                <w:rFonts w:ascii="Verdana Pro Light" w:eastAsia="Arial Unicode MS" w:hAnsi="Verdana Pro Light" w:cs="Arial Unicode MS"/>
                <w:sz w:val="18"/>
                <w:szCs w:val="18"/>
              </w:rPr>
              <w:t>1. Pesquisar fontes e informação e explorar o património da sociologia da arte e da imagem</w:t>
            </w:r>
          </w:p>
          <w:p w14:paraId="2286B12F" w14:textId="79C5C363" w:rsidR="00DB51EE" w:rsidRDefault="006573B3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DB51EE" w:rsidRPr="00CE3E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criticamente </w:t>
            </w:r>
            <w:r w:rsidR="00DB51EE" w:rsidRPr="004A67A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signos contemporâneos no campo dos </w:t>
            </w:r>
            <w:proofErr w:type="spellStart"/>
            <w:r w:rsidR="00DB51EE" w:rsidRPr="004A67A3">
              <w:rPr>
                <w:rFonts w:ascii="Verdana Pro Light" w:eastAsia="Arial Unicode MS" w:hAnsi="Verdana Pro Light" w:cs="Arial Unicode MS"/>
                <w:sz w:val="18"/>
                <w:szCs w:val="18"/>
              </w:rPr>
              <w:t>mass</w:t>
            </w:r>
            <w:proofErr w:type="spellEnd"/>
            <w:r w:rsidR="00DB51EE" w:rsidRPr="004A67A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media e das artes</w:t>
            </w:r>
            <w:r w:rsidR="00DB51EE" w:rsidRPr="00CE3E38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24482FD1" w14:textId="30C42B7A" w:rsidR="00DB51EE" w:rsidRPr="008E14EB" w:rsidRDefault="00DB51EE" w:rsidP="001D2FBF">
            <w:pPr>
              <w:spacing w:before="120" w:after="0" w:line="276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6573B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Enquadrar a produção artística e a comunicação </w:t>
            </w:r>
            <w:r w:rsidR="000A512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-oral e escrita – nas referências </w:t>
            </w:r>
            <w:r w:rsidR="00D456C6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trabalhadas</w:t>
            </w:r>
          </w:p>
        </w:tc>
      </w:tr>
      <w:tr w:rsidR="00DB51EE" w:rsidRPr="00136AD8" w14:paraId="66DE986D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3FEAA9" w14:textId="77777777" w:rsidR="00DB51EE" w:rsidRPr="001B353A" w:rsidRDefault="00DB51EE" w:rsidP="001D2FBF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1A3F7F" w14:textId="77777777" w:rsidR="00DB51EE" w:rsidRPr="001B353A" w:rsidRDefault="00DB51E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402B4CB" w14:textId="77777777" w:rsidR="00DB51EE" w:rsidRPr="001B353A" w:rsidRDefault="00DB51E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B51EE" w:rsidRPr="00136AD8" w14:paraId="1B730AB8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8A6EC9" w14:textId="77777777" w:rsidR="00DB51EE" w:rsidRPr="00842D50" w:rsidRDefault="00DB51EE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Semiologia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DC8B8AF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</w:t>
            </w:r>
          </w:p>
          <w:p w14:paraId="2861FD19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</w:t>
            </w:r>
          </w:p>
          <w:p w14:paraId="523774A8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Contexto histórico do surgimento da ciência</w:t>
            </w:r>
          </w:p>
          <w:p w14:paraId="3483434C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Fundadores – </w:t>
            </w:r>
            <w:proofErr w:type="spellStart"/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Barthes</w:t>
            </w:r>
            <w:proofErr w:type="spellEnd"/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Saussure e </w:t>
            </w:r>
            <w:proofErr w:type="spellStart"/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Peirce</w:t>
            </w:r>
            <w:proofErr w:type="spellEnd"/>
          </w:p>
          <w:p w14:paraId="2AB99486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Estruturalismo e pós-estruturalismo Deleuziano</w:t>
            </w:r>
          </w:p>
          <w:p w14:paraId="2C83B152" w14:textId="77777777" w:rsidR="00DB51EE" w:rsidRPr="007B09EE" w:rsidRDefault="00DB51EE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Estrutura dos signos e elementos que os compõem</w:t>
            </w: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3366C0E" w14:textId="77777777" w:rsidR="00DB51EE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69DC4A0C" w14:textId="77777777" w:rsidR="00DB51EE" w:rsidRPr="007B09EE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Tipologias</w:t>
            </w:r>
          </w:p>
          <w:p w14:paraId="43119CF4" w14:textId="77777777" w:rsidR="00DB51EE" w:rsidRPr="001E0067" w:rsidRDefault="00DB51E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Leitura dos signos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5BF1A61" w14:textId="77777777" w:rsidR="00DB51EE" w:rsidRPr="00FD0F01" w:rsidRDefault="00DB51EE" w:rsidP="00DB51EE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Interpretação</w:t>
            </w:r>
          </w:p>
          <w:p w14:paraId="5F63B7A1" w14:textId="77777777" w:rsidR="00DB51EE" w:rsidRPr="004A67A3" w:rsidRDefault="00DB51EE" w:rsidP="001D2FBF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Perceção e fenómenos percetivos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F8884C4" w14:textId="77777777" w:rsidR="00DB51EE" w:rsidRPr="004A67A3" w:rsidRDefault="00DB51EE" w:rsidP="00DB51EE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gerais da perceção</w:t>
            </w:r>
          </w:p>
          <w:p w14:paraId="035A0E8D" w14:textId="77777777" w:rsidR="00DB51EE" w:rsidRPr="004A67A3" w:rsidRDefault="00DB51EE" w:rsidP="00DB51EE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Teorias da perceção</w:t>
            </w:r>
          </w:p>
          <w:p w14:paraId="30ECE54E" w14:textId="77777777" w:rsidR="00DB51EE" w:rsidRPr="004A67A3" w:rsidRDefault="00DB51EE" w:rsidP="00DB51EE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Associacionismo</w:t>
            </w:r>
          </w:p>
          <w:p w14:paraId="0B25B004" w14:textId="77777777" w:rsidR="00DB51EE" w:rsidRPr="004A67A3" w:rsidRDefault="00DB51EE" w:rsidP="00DB51EE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Gestaltismo</w:t>
            </w:r>
          </w:p>
          <w:p w14:paraId="3FDE324A" w14:textId="77777777" w:rsidR="00DB51EE" w:rsidRPr="004A67A3" w:rsidRDefault="00DB51EE" w:rsidP="00DB51EE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Construtivismo</w:t>
            </w:r>
          </w:p>
          <w:p w14:paraId="4A3C1A7F" w14:textId="77777777" w:rsidR="00DB51EE" w:rsidRPr="00426F43" w:rsidRDefault="00DB51EE" w:rsidP="001D2FBF">
            <w:pPr>
              <w:pStyle w:val="PargrafodaLista"/>
              <w:ind w:left="4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15D43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2" w:hanging="14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histórica, cultural e política da Semiologia na análise dos signos.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0F3DF75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2" w:hanging="14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os signos contemporâneos no campo dos </w:t>
            </w:r>
            <w:proofErr w:type="spellStart"/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mass</w:t>
            </w:r>
            <w:proofErr w:type="spellEnd"/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media e das artes.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6D058C1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2" w:hanging="14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Decompor signos, de forma a interpretar/atribuir sentido aos mesmos.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E9C85E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2" w:hanging="14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fundamentos da perceção: teoria e fenómenos percetivos.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B89956" w14:textId="77777777" w:rsidR="00DB51EE" w:rsidRPr="004A67A3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2" w:hanging="14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A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complexidade de que se revestem os signos, visual e audiovisual.</w:t>
            </w:r>
          </w:p>
          <w:p w14:paraId="24DF5442" w14:textId="77777777" w:rsidR="00DB51EE" w:rsidRPr="008B4369" w:rsidRDefault="00DB51EE" w:rsidP="001D2FBF">
            <w:pPr>
              <w:pStyle w:val="PargrafodaLista"/>
              <w:spacing w:before="60" w:after="60" w:line="276" w:lineRule="auto"/>
              <w:ind w:left="216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26B01D8D" w14:textId="77777777" w:rsidR="00DB51EE" w:rsidRPr="008B4369" w:rsidRDefault="00DB51EE" w:rsidP="001D2FBF">
            <w:pPr>
              <w:pStyle w:val="PargrafodaLista"/>
              <w:spacing w:before="120" w:after="0" w:line="276" w:lineRule="auto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6A7F31" w14:textId="77777777" w:rsidR="00DB51EE" w:rsidRPr="00E6774B" w:rsidRDefault="00DB51EE" w:rsidP="001D2FBF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E53E5" w14:textId="77777777" w:rsidR="00DB51EE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A052A8C" w14:textId="77777777" w:rsidR="00DB51EE" w:rsidRDefault="00DB51EE" w:rsidP="00DB51E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33DF2BB" w14:textId="77777777" w:rsidR="00DB51EE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0A95E0C7" w14:textId="77777777" w:rsidR="00DB51EE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2DCFAE6" w14:textId="77777777" w:rsidR="00DB51EE" w:rsidRDefault="00DB51EE" w:rsidP="00DB51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29223C4" w14:textId="77777777" w:rsidR="00DB51EE" w:rsidRPr="000173C0" w:rsidRDefault="00DB51EE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76EF9A1" w14:textId="77777777" w:rsidR="00DB51EE" w:rsidRDefault="00DB51EE" w:rsidP="00DB51E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76B6596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E250C01" w14:textId="77777777" w:rsidR="00DB51EE" w:rsidRDefault="00DB51EE" w:rsidP="00DB51E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85657">
        <w:rPr>
          <w:rFonts w:ascii="Verdana Pro Light" w:eastAsia="Arial Unicode MS" w:hAnsi="Verdana Pro Light" w:cs="Times New Roman"/>
          <w:b/>
          <w:sz w:val="18"/>
          <w:szCs w:val="18"/>
        </w:rPr>
        <w:t xml:space="preserve">Interpretar a dimensão sociológica da comunicação e </w:t>
      </w:r>
      <w:proofErr w:type="spellStart"/>
      <w:r w:rsidRPr="00685657">
        <w:rPr>
          <w:rFonts w:ascii="Verdana Pro Light" w:eastAsia="Arial Unicode MS" w:hAnsi="Verdana Pro Light" w:cs="Times New Roman"/>
          <w:b/>
          <w:sz w:val="18"/>
          <w:szCs w:val="18"/>
        </w:rPr>
        <w:t>mass</w:t>
      </w:r>
      <w:proofErr w:type="spellEnd"/>
      <w:r w:rsidRPr="0068565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media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E4A340B" w14:textId="77777777" w:rsidR="00DB51EE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t xml:space="preserve">CD1. Analisando criticamente </w:t>
      </w:r>
      <w:r w:rsidRPr="004A67A3">
        <w:rPr>
          <w:rFonts w:ascii="Verdana Pro Light" w:eastAsia="Arial Unicode MS" w:hAnsi="Verdana Pro Light" w:cs="Arial Unicode MS"/>
          <w:sz w:val="18"/>
          <w:szCs w:val="18"/>
        </w:rPr>
        <w:t xml:space="preserve">os signos contemporâneos no campo dos </w:t>
      </w:r>
      <w:proofErr w:type="spellStart"/>
      <w:r w:rsidRPr="004A67A3">
        <w:rPr>
          <w:rFonts w:ascii="Verdana Pro Light" w:eastAsia="Arial Unicode MS" w:hAnsi="Verdana Pro Light" w:cs="Arial Unicode MS"/>
          <w:sz w:val="18"/>
          <w:szCs w:val="18"/>
        </w:rPr>
        <w:t>mass</w:t>
      </w:r>
      <w:proofErr w:type="spellEnd"/>
      <w:r w:rsidRPr="004A67A3">
        <w:rPr>
          <w:rFonts w:ascii="Verdana Pro Light" w:eastAsia="Arial Unicode MS" w:hAnsi="Verdana Pro Light" w:cs="Arial Unicode MS"/>
          <w:sz w:val="18"/>
          <w:szCs w:val="18"/>
        </w:rPr>
        <w:t xml:space="preserve"> media e das artes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demonstrando entender </w:t>
      </w:r>
      <w:r w:rsidRPr="008E14EB">
        <w:rPr>
          <w:rFonts w:ascii="Verdana Pro Light" w:eastAsia="Arial Unicode MS" w:hAnsi="Verdana Pro Light" w:cs="Arial Unicode MS"/>
          <w:sz w:val="18"/>
          <w:szCs w:val="18"/>
        </w:rPr>
        <w:t xml:space="preserve">a importância histórica, cultural e política da 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8E14EB">
        <w:rPr>
          <w:rFonts w:ascii="Verdana Pro Light" w:eastAsia="Arial Unicode MS" w:hAnsi="Verdana Pro Light" w:cs="Arial Unicode MS"/>
          <w:sz w:val="18"/>
          <w:szCs w:val="18"/>
        </w:rPr>
        <w:t>emiologia na análise dos signos</w:t>
      </w:r>
    </w:p>
    <w:p w14:paraId="4FBB4DE1" w14:textId="77777777" w:rsidR="00DB51EE" w:rsidRPr="00AF74A4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t>CD3. Utilizando vocabulário, estruturas frásicas diversas e formas de tratamento adequados à situação comunicativa escrita e ao público-alvo.</w:t>
      </w:r>
    </w:p>
    <w:p w14:paraId="5FA7A04E" w14:textId="77777777" w:rsidR="00DB51EE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CD4. Produzindo um texto escrito de forma clara e articulada, </w:t>
      </w:r>
      <w:r>
        <w:rPr>
          <w:rFonts w:ascii="Verdana Pro Light" w:eastAsia="Arial Unicode MS" w:hAnsi="Verdana Pro Light" w:cs="Arial Unicode MS"/>
          <w:sz w:val="18"/>
          <w:szCs w:val="18"/>
        </w:rPr>
        <w:t>d</w:t>
      </w:r>
      <w:r w:rsidRPr="008E14EB">
        <w:rPr>
          <w:rFonts w:ascii="Verdana Pro Light" w:eastAsia="Arial Unicode MS" w:hAnsi="Verdana Pro Light" w:cs="Arial Unicode MS"/>
          <w:sz w:val="18"/>
          <w:szCs w:val="18"/>
        </w:rPr>
        <w:t>ecompo</w:t>
      </w:r>
      <w:r>
        <w:rPr>
          <w:rFonts w:ascii="Verdana Pro Light" w:eastAsia="Arial Unicode MS" w:hAnsi="Verdana Pro Light" w:cs="Arial Unicode MS"/>
          <w:sz w:val="18"/>
          <w:szCs w:val="18"/>
        </w:rPr>
        <w:t>ndo os</w:t>
      </w:r>
      <w:r w:rsidRPr="008E14EB">
        <w:rPr>
          <w:rFonts w:ascii="Verdana Pro Light" w:eastAsia="Arial Unicode MS" w:hAnsi="Verdana Pro Light" w:cs="Arial Unicode MS"/>
          <w:sz w:val="18"/>
          <w:szCs w:val="18"/>
        </w:rPr>
        <w:t xml:space="preserve"> signos, de forma a interpretar/atribuir sentido aos mesmos </w:t>
      </w:r>
    </w:p>
    <w:p w14:paraId="3CBDBBEF" w14:textId="77777777" w:rsidR="00DB51EE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t>CD5. Aplicando técnicas de redação de documentos profissionais e usando as regras de ortografia, de pontuação e de acentuação.</w:t>
      </w:r>
    </w:p>
    <w:p w14:paraId="55DF935E" w14:textId="77777777" w:rsidR="00DB51EE" w:rsidRPr="00AF74A4" w:rsidRDefault="00DB51EE" w:rsidP="00DB51E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D256B4A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F91F689" w14:textId="77777777" w:rsidR="00DB51EE" w:rsidRDefault="00DB51EE" w:rsidP="00DB51E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3DABBAF7" w14:textId="77777777" w:rsidR="00DB51EE" w:rsidRDefault="00DB51EE" w:rsidP="00DB51E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00305D5E" w14:textId="77777777" w:rsidR="00DB51EE" w:rsidRPr="00AF74A4" w:rsidRDefault="00DB51EE" w:rsidP="00DB51E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5A7A8523" w14:textId="77777777" w:rsidR="00DB51EE" w:rsidRPr="00F147B7" w:rsidRDefault="00DB51EE" w:rsidP="00DB51E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9526D14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A2F6690" w14:textId="77777777" w:rsidR="00DB51EE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77E9B65" w14:textId="77777777" w:rsidR="00DB51EE" w:rsidRPr="00C34354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7F1C5FE8" w14:textId="77777777" w:rsidR="00DB51EE" w:rsidRPr="000707EF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texto</w:t>
      </w:r>
    </w:p>
    <w:p w14:paraId="7E984EE6" w14:textId="77777777" w:rsidR="00DB51EE" w:rsidRPr="003A45CE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peças de </w:t>
      </w:r>
      <w:r w:rsidRPr="008E14EB">
        <w:rPr>
          <w:rFonts w:ascii="Verdana Pro Light" w:eastAsia="Arial Unicode MS" w:hAnsi="Verdana Pro Light" w:cs="Arial Unicode MS"/>
          <w:sz w:val="18"/>
          <w:szCs w:val="18"/>
        </w:rPr>
        <w:t xml:space="preserve">comunicação e </w:t>
      </w:r>
      <w:proofErr w:type="spellStart"/>
      <w:r w:rsidRPr="008E14EB">
        <w:rPr>
          <w:rFonts w:ascii="Verdana Pro Light" w:eastAsia="Arial Unicode MS" w:hAnsi="Verdana Pro Light" w:cs="Arial Unicode MS"/>
          <w:sz w:val="18"/>
          <w:szCs w:val="18"/>
        </w:rPr>
        <w:t>mass</w:t>
      </w:r>
      <w:proofErr w:type="spellEnd"/>
      <w:r w:rsidRPr="008E14EB">
        <w:rPr>
          <w:rFonts w:ascii="Verdana Pro Light" w:eastAsia="Arial Unicode MS" w:hAnsi="Verdana Pro Light" w:cs="Arial Unicode MS"/>
          <w:sz w:val="18"/>
          <w:szCs w:val="18"/>
        </w:rPr>
        <w:t xml:space="preserve"> media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417C511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EEFEC3A" w14:textId="77777777" w:rsidR="00DB51EE" w:rsidRDefault="00DB51EE" w:rsidP="00DB51E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54638C0" w14:textId="77777777" w:rsidR="00DB51EE" w:rsidRPr="00C34354" w:rsidRDefault="00DB51EE" w:rsidP="00DB51E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11FBE2C3" w14:textId="77777777" w:rsidR="00DB51EE" w:rsidRPr="00C34354" w:rsidRDefault="00DB51EE" w:rsidP="00DB51E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</w:t>
      </w:r>
      <w:r w:rsidRPr="008E14EB">
        <w:rPr>
          <w:rFonts w:ascii="Verdana Pro Light" w:eastAsia="Arial Unicode MS" w:hAnsi="Verdana Pro Light" w:cs="Arial Unicode MS"/>
          <w:sz w:val="18"/>
          <w:szCs w:val="18"/>
        </w:rPr>
        <w:t xml:space="preserve">dimensão sociológica da comunicação e </w:t>
      </w:r>
      <w:proofErr w:type="spellStart"/>
      <w:r w:rsidRPr="008E14EB">
        <w:rPr>
          <w:rFonts w:ascii="Verdana Pro Light" w:eastAsia="Arial Unicode MS" w:hAnsi="Verdana Pro Light" w:cs="Arial Unicode MS"/>
          <w:sz w:val="18"/>
          <w:szCs w:val="18"/>
        </w:rPr>
        <w:t>mass</w:t>
      </w:r>
      <w:proofErr w:type="spellEnd"/>
      <w:r w:rsidRPr="008E14EB">
        <w:rPr>
          <w:rFonts w:ascii="Verdana Pro Light" w:eastAsia="Arial Unicode MS" w:hAnsi="Verdana Pro Light" w:cs="Arial Unicode MS"/>
          <w:sz w:val="18"/>
          <w:szCs w:val="18"/>
        </w:rPr>
        <w:t xml:space="preserve"> media </w:t>
      </w:r>
      <w:r>
        <w:rPr>
          <w:rFonts w:ascii="Verdana Pro Light" w:eastAsia="Arial Unicode MS" w:hAnsi="Verdana Pro Light" w:cs="Arial Unicode MS"/>
          <w:sz w:val="18"/>
          <w:szCs w:val="18"/>
        </w:rPr>
        <w:t>e ativo com debates orientado sobre o tema e produção de textos com análises críticas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737117C" w14:textId="77777777" w:rsidR="00DB51EE" w:rsidRPr="00DB51EE" w:rsidRDefault="00DB51EE" w:rsidP="00DB51E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853FE">
        <w:rPr>
          <w:rFonts w:ascii="Verdana Pro Light" w:hAnsi="Verdana Pro Light"/>
          <w:smallCaps/>
        </w:rPr>
        <w:t>forma de organização da formação (a distância, presencial, misto):</w:t>
      </w:r>
      <w:r w:rsidRPr="00A853FE">
        <w:rPr>
          <w:rFonts w:ascii="Verdana Pro Light" w:hAnsi="Verdana Pro Light"/>
          <w:smallCaps/>
        </w:rPr>
        <w:br/>
      </w:r>
      <w:r w:rsidRPr="00A853FE"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pode ser </w:t>
      </w:r>
      <w:r>
        <w:rPr>
          <w:rFonts w:ascii="Verdana Pro Light" w:eastAsia="Arial Unicode MS" w:hAnsi="Verdana Pro Light" w:cs="Arial Unicode MS"/>
          <w:sz w:val="18"/>
          <w:szCs w:val="18"/>
        </w:rPr>
        <w:t>mista</w:t>
      </w:r>
      <w:bookmarkEnd w:id="23"/>
    </w:p>
    <w:p w14:paraId="54E30EE4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C45DE93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CA735AF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BE7391A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0A96BE2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6B3C01A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845B8C8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FEEEFAC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88D26C5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C08433E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A005097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7B3492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5018388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9ACDC47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FAF403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1A36CDA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1559CF4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B51EE" w:rsidRPr="00136AD8" w14:paraId="16747A71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77EA77D" w14:textId="47BFED3B" w:rsidR="00DB51EE" w:rsidRPr="00F42D38" w:rsidRDefault="00DB51E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D456C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0EC5B39" w14:textId="77777777" w:rsidR="00DB51EE" w:rsidRPr="00F42D38" w:rsidRDefault="00DB51E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64C6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Interpretar linguagens fotográficas presentes nos media</w:t>
            </w:r>
          </w:p>
        </w:tc>
      </w:tr>
    </w:tbl>
    <w:p w14:paraId="0D8A07A3" w14:textId="77777777" w:rsidR="00DB51EE" w:rsidRPr="00136AD8" w:rsidRDefault="00DB51EE" w:rsidP="00DB51E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53AFBE" w14:textId="77777777" w:rsidR="00DB51EE" w:rsidRDefault="00DB51EE" w:rsidP="00DB51E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C89AFFD" w14:textId="77777777" w:rsidR="00DB51EE" w:rsidRPr="003200F2" w:rsidRDefault="00DB51EE" w:rsidP="00DB51E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9315DF3" w14:textId="77777777" w:rsidR="00DB51EE" w:rsidRPr="00136AD8" w:rsidRDefault="00DB51EE" w:rsidP="00DB51E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B51EE" w:rsidRPr="00136AD8" w14:paraId="51B7976C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EDE002" w14:textId="77777777" w:rsidR="00DB51EE" w:rsidRPr="001B353A" w:rsidRDefault="00DB51E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B51EE" w:rsidRPr="00136AD8" w14:paraId="6B79A20D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C754C" w14:textId="74AFDF02" w:rsidR="00766AAA" w:rsidRDefault="00DB51E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766AA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Recolher informação sobre </w:t>
            </w:r>
            <w:r w:rsidR="00E96E4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teorias da comunicação e elementos estruturais na linguagem fotográfica </w:t>
            </w:r>
          </w:p>
          <w:p w14:paraId="0B38FD41" w14:textId="386A90B2" w:rsidR="00DB51EE" w:rsidRDefault="00766AAA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DB51EE" w:rsidRPr="00CE3E38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criticamente as imagens existentes e dominantes no meio contemporâneo envolvente.</w:t>
            </w:r>
          </w:p>
          <w:p w14:paraId="2458531F" w14:textId="77777777" w:rsidR="00DB51EE" w:rsidRPr="00392620" w:rsidRDefault="00DB51E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Redigir textos articulados e coesos </w:t>
            </w:r>
            <w:r w:rsidRPr="008B43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relacionados com </w:t>
            </w:r>
            <w:r w:rsidRPr="008B4369">
              <w:rPr>
                <w:rFonts w:ascii="Verdana Pro Light" w:eastAsia="Arial Unicode MS" w:hAnsi="Verdana Pro Light" w:cs="Times New Roman"/>
                <w:sz w:val="18"/>
                <w:szCs w:val="18"/>
              </w:rPr>
              <w:t>linguagens fotográficas presentes nos medi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a</w:t>
            </w:r>
          </w:p>
        </w:tc>
      </w:tr>
      <w:tr w:rsidR="00DB51EE" w:rsidRPr="00136AD8" w14:paraId="2ACBF200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4ACC1A" w14:textId="77777777" w:rsidR="00DB51EE" w:rsidRPr="001B353A" w:rsidRDefault="00DB51EE" w:rsidP="001D2FBF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84D331" w14:textId="77777777" w:rsidR="00DB51EE" w:rsidRPr="001B353A" w:rsidRDefault="00DB51E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6A6DF28" w14:textId="77777777" w:rsidR="00DB51EE" w:rsidRPr="001B353A" w:rsidRDefault="00DB51E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B51EE" w:rsidRPr="00136AD8" w14:paraId="34969364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FB620" w14:textId="77777777" w:rsidR="00DB51EE" w:rsidRPr="00842D50" w:rsidRDefault="00DB51EE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FD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omunicação residual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ECAD873" w14:textId="77777777" w:rsidR="00DB51EE" w:rsidRPr="00FD0F01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</w:t>
            </w:r>
          </w:p>
          <w:p w14:paraId="16DE59C5" w14:textId="77777777" w:rsidR="00DB51EE" w:rsidRPr="00FD0F01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que intervêm no processo de comunicação</w:t>
            </w:r>
          </w:p>
          <w:p w14:paraId="6B269190" w14:textId="77777777" w:rsidR="00DB51EE" w:rsidRPr="007B09EE" w:rsidRDefault="00DB51EE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Sistemas de valores culturais</w:t>
            </w: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1AB2797" w14:textId="77777777" w:rsidR="00DB51EE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entre os sistemas de valores culturais e a comunicação</w:t>
            </w:r>
          </w:p>
          <w:p w14:paraId="5E1AA372" w14:textId="77777777" w:rsidR="00DB51EE" w:rsidRPr="007B09EE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 de sistemas de valores culturais</w:t>
            </w:r>
          </w:p>
          <w:p w14:paraId="3EFD3337" w14:textId="77777777" w:rsidR="00DB51EE" w:rsidRPr="001E0067" w:rsidRDefault="00DB51E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Sociedade da informação e globalização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2A2A6EA" w14:textId="77777777" w:rsidR="00DB51EE" w:rsidRPr="00FD0F01" w:rsidRDefault="00DB51EE" w:rsidP="001D2FBF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– referência de padrões e valores sociais</w:t>
            </w:r>
          </w:p>
          <w:p w14:paraId="04EA21FF" w14:textId="77777777" w:rsidR="00DB51EE" w:rsidRPr="003112DB" w:rsidRDefault="00DB51EE" w:rsidP="001D2FBF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estruturais na linguagem fotográfica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526F5F3" w14:textId="77777777" w:rsidR="00DB51EE" w:rsidRPr="00FD0F01" w:rsidRDefault="00DB51EE" w:rsidP="001D2FBF">
            <w:pPr>
              <w:pStyle w:val="PargrafodaLista"/>
              <w:numPr>
                <w:ilvl w:val="0"/>
                <w:numId w:val="8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Contexto discursivo</w:t>
            </w:r>
          </w:p>
          <w:p w14:paraId="62B63B99" w14:textId="77777777" w:rsidR="00DB51EE" w:rsidRPr="00FD0F01" w:rsidRDefault="00DB51EE" w:rsidP="001D2FBF">
            <w:pPr>
              <w:pStyle w:val="PargrafodaLista"/>
              <w:numPr>
                <w:ilvl w:val="0"/>
                <w:numId w:val="8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Veracidade vs. Simulação</w:t>
            </w:r>
          </w:p>
          <w:p w14:paraId="04195200" w14:textId="77777777" w:rsidR="00DB51EE" w:rsidRPr="00FD0F01" w:rsidRDefault="00DB51EE" w:rsidP="001D2FBF">
            <w:pPr>
              <w:pStyle w:val="PargrafodaLista"/>
              <w:numPr>
                <w:ilvl w:val="0"/>
                <w:numId w:val="8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Captura, enquadramento, delimitação do momento</w:t>
            </w:r>
          </w:p>
          <w:p w14:paraId="5A6B6F50" w14:textId="77777777" w:rsidR="00DB51EE" w:rsidRPr="00426F43" w:rsidRDefault="00DB51EE" w:rsidP="001D2FBF">
            <w:pPr>
              <w:pStyle w:val="PargrafodaLista"/>
              <w:ind w:left="4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A3B6F" w14:textId="77777777" w:rsidR="00DB51EE" w:rsidRPr="008B4369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44" w:hanging="10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43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os meios intervenientes no processo comunicativo.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5E6F654" w14:textId="77777777" w:rsidR="00DB51EE" w:rsidRPr="00FD0F01" w:rsidRDefault="00DB51EE" w:rsidP="001D2FBF">
            <w:pPr>
              <w:pStyle w:val="PargrafodaLista"/>
              <w:numPr>
                <w:ilvl w:val="0"/>
                <w:numId w:val="4"/>
              </w:numPr>
              <w:spacing w:before="60" w:after="60" w:line="276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8B43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os diversos sistemas de valores culturai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884C8A9" w14:textId="77777777" w:rsidR="00DB51EE" w:rsidRPr="008B4369" w:rsidRDefault="00DB51EE" w:rsidP="001D2FBF">
            <w:pPr>
              <w:pStyle w:val="PargrafodaLista"/>
              <w:numPr>
                <w:ilvl w:val="0"/>
                <w:numId w:val="4"/>
              </w:numPr>
              <w:spacing w:before="60" w:after="60" w:line="276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8B43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br/>
            </w:r>
          </w:p>
          <w:p w14:paraId="2912D490" w14:textId="77777777" w:rsidR="00DB51EE" w:rsidRPr="00FD0F01" w:rsidRDefault="00DB51EE" w:rsidP="001D2FBF">
            <w:pPr>
              <w:pStyle w:val="PargrafodaLista"/>
              <w:numPr>
                <w:ilvl w:val="0"/>
                <w:numId w:val="4"/>
              </w:numPr>
              <w:spacing w:before="60" w:after="60" w:line="276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suportes diversificados</w:t>
            </w:r>
            <w:r w:rsidRPr="008B4369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</w:p>
          <w:p w14:paraId="527151A2" w14:textId="77777777" w:rsidR="00DB51EE" w:rsidRPr="008B4369" w:rsidRDefault="00DB51EE" w:rsidP="001D2FBF">
            <w:pPr>
              <w:pStyle w:val="PargrafodaLista"/>
              <w:numPr>
                <w:ilvl w:val="0"/>
                <w:numId w:val="4"/>
              </w:numPr>
              <w:spacing w:before="60" w:after="60" w:line="276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8B43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diferentes linguagens fotográficas presentes nos media </w:t>
            </w:r>
          </w:p>
          <w:p w14:paraId="60558BF7" w14:textId="77777777" w:rsidR="00DB51EE" w:rsidRPr="008B4369" w:rsidRDefault="00DB51EE" w:rsidP="001D2FBF">
            <w:pPr>
              <w:pStyle w:val="PargrafodaLista"/>
              <w:spacing w:before="60" w:after="60" w:line="276" w:lineRule="auto"/>
              <w:ind w:left="216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4CE773F2" w14:textId="77777777" w:rsidR="00DB51EE" w:rsidRPr="008B4369" w:rsidRDefault="00DB51EE" w:rsidP="001D2FBF">
            <w:pPr>
              <w:pStyle w:val="PargrafodaLista"/>
              <w:spacing w:before="120" w:after="0" w:line="276" w:lineRule="auto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57F65C" w14:textId="77777777" w:rsidR="00DB51EE" w:rsidRPr="00E6774B" w:rsidRDefault="00DB51EE" w:rsidP="001D2FBF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31364" w14:textId="77777777" w:rsidR="00DB51EE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05BD9B7" w14:textId="77777777" w:rsidR="00DB51EE" w:rsidRDefault="00DB51EE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EBC1B06" w14:textId="77777777" w:rsidR="00DB51EE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1656AFB" w14:textId="77777777" w:rsidR="00DB51EE" w:rsidRDefault="00DB51E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AC5E2B2" w14:textId="77777777" w:rsidR="00DB51EE" w:rsidRPr="000173C0" w:rsidRDefault="00DB51EE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FA13D2C" w14:textId="77777777" w:rsidR="00DB51EE" w:rsidRDefault="00DB51EE" w:rsidP="00DB51E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B46C4B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FAB52A3" w14:textId="77777777" w:rsidR="00DB51EE" w:rsidRDefault="00DB51EE" w:rsidP="00DB51E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64C60">
        <w:rPr>
          <w:rFonts w:ascii="Verdana Pro Light" w:eastAsia="Arial Unicode MS" w:hAnsi="Verdana Pro Light" w:cs="Times New Roman"/>
          <w:b/>
          <w:sz w:val="18"/>
          <w:szCs w:val="18"/>
        </w:rPr>
        <w:t>Interpretar linguagens fotográficas presentes nos media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A8E0572" w14:textId="77777777" w:rsidR="00DB51EE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t xml:space="preserve">CD1. Analisando criticamente as imagens existentes e dominantes no meio contemporâneo envolvente identificando o contexto, a ideia principal, distinguindo informações simples e de maior complexidade </w:t>
      </w:r>
    </w:p>
    <w:p w14:paraId="05738BCF" w14:textId="77777777" w:rsidR="00DB51EE" w:rsidRPr="00AF74A4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t>CD3. Utilizando vocabulário, estruturas frásicas diversas e formas de tratamento adequados à situação comunicativa escrita e ao público-alvo.</w:t>
      </w:r>
    </w:p>
    <w:p w14:paraId="3CC729D0" w14:textId="77777777" w:rsidR="00DB51EE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CD4. Produzindo um texto escrito de forma clara e articulada, </w:t>
      </w:r>
      <w:r>
        <w:rPr>
          <w:rFonts w:ascii="Verdana Pro Light" w:eastAsia="Arial Unicode MS" w:hAnsi="Verdana Pro Light" w:cs="Arial Unicode MS"/>
          <w:sz w:val="18"/>
          <w:szCs w:val="18"/>
        </w:rPr>
        <w:t>utilizando os elementos estruturais da linguagem fotográfica</w:t>
      </w:r>
    </w:p>
    <w:p w14:paraId="3F9BF172" w14:textId="77777777" w:rsidR="00DB51EE" w:rsidRPr="00AF74A4" w:rsidRDefault="00DB51EE" w:rsidP="00DB51EE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AF74A4">
        <w:rPr>
          <w:rFonts w:ascii="Verdana Pro Light" w:eastAsia="Arial Unicode MS" w:hAnsi="Verdana Pro Light" w:cs="Arial Unicode MS"/>
          <w:sz w:val="18"/>
          <w:szCs w:val="18"/>
        </w:rPr>
        <w:t>CD5. Aplicando técnicas de redação de documentos profissionais e usando as regras de ortografia, de pontuação e de acentuação.</w:t>
      </w:r>
      <w:r w:rsidRPr="00AF74A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C8A76EF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7018478" w14:textId="77777777" w:rsidR="00DB51EE" w:rsidRDefault="00DB51EE" w:rsidP="00DB51E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2043BAAD" w14:textId="77777777" w:rsidR="00DB51EE" w:rsidRDefault="00DB51EE" w:rsidP="00DB51E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615D3279" w14:textId="77777777" w:rsidR="00DB51EE" w:rsidRPr="00AF74A4" w:rsidRDefault="00DB51EE" w:rsidP="00DB51E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4F662B91" w14:textId="77777777" w:rsidR="00DB51EE" w:rsidRPr="00F147B7" w:rsidRDefault="00DB51EE" w:rsidP="00DB51E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DA22AD3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151AFA0" w14:textId="77777777" w:rsidR="00DB51EE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5CB7832" w14:textId="77777777" w:rsidR="00DB51EE" w:rsidRPr="00C34354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9CF05BB" w14:textId="77777777" w:rsidR="00DB51EE" w:rsidRPr="000707EF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texto</w:t>
      </w:r>
    </w:p>
    <w:p w14:paraId="261BC288" w14:textId="77777777" w:rsidR="00DB51EE" w:rsidRPr="003A45CE" w:rsidRDefault="00DB51EE" w:rsidP="00DB51E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A853FE">
        <w:rPr>
          <w:rFonts w:ascii="Verdana Pro Light" w:eastAsia="Arial Unicode MS" w:hAnsi="Verdana Pro Light" w:cs="Arial Unicode MS"/>
          <w:sz w:val="18"/>
          <w:szCs w:val="18"/>
        </w:rPr>
        <w:t>linguagens fotográficas presentes nos media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02AEF4" w14:textId="77777777" w:rsidR="00DB51EE" w:rsidRPr="00F87025" w:rsidRDefault="00DB51EE" w:rsidP="00DB51E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BFE8E6D" w14:textId="77777777" w:rsidR="00DB51EE" w:rsidRDefault="00DB51EE" w:rsidP="00DB51E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3FAA9F86" w14:textId="77777777" w:rsidR="00DB51EE" w:rsidRPr="00C34354" w:rsidRDefault="00DB51EE" w:rsidP="00DB51E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FB6ACCD" w14:textId="77777777" w:rsidR="00DB51EE" w:rsidRPr="00C34354" w:rsidRDefault="00DB51EE" w:rsidP="00DB51E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às </w:t>
      </w:r>
      <w:r w:rsidRPr="00A853FE">
        <w:rPr>
          <w:rFonts w:ascii="Verdana Pro Light" w:eastAsia="Arial Unicode MS" w:hAnsi="Verdana Pro Light" w:cs="Arial Unicode MS"/>
          <w:sz w:val="18"/>
          <w:szCs w:val="18"/>
        </w:rPr>
        <w:t>linguage</w:t>
      </w:r>
      <w:r>
        <w:rPr>
          <w:rFonts w:ascii="Verdana Pro Light" w:eastAsia="Arial Unicode MS" w:hAnsi="Verdana Pro Light" w:cs="Arial Unicode MS"/>
          <w:sz w:val="18"/>
          <w:szCs w:val="18"/>
        </w:rPr>
        <w:t>ns</w:t>
      </w:r>
      <w:r w:rsidRPr="00A853FE">
        <w:rPr>
          <w:rFonts w:ascii="Verdana Pro Light" w:eastAsia="Arial Unicode MS" w:hAnsi="Verdana Pro Light" w:cs="Arial Unicode MS"/>
          <w:sz w:val="18"/>
          <w:szCs w:val="18"/>
        </w:rPr>
        <w:t xml:space="preserve"> fotográficas presentes nos media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com debates orientado sobre o tema e produção de textos com análises críticas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E0FF522" w14:textId="77777777" w:rsidR="00DB51EE" w:rsidRPr="00A853FE" w:rsidRDefault="00DB51EE" w:rsidP="00DB51E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853FE">
        <w:rPr>
          <w:rFonts w:ascii="Verdana Pro Light" w:hAnsi="Verdana Pro Light"/>
          <w:smallCaps/>
        </w:rPr>
        <w:t>forma de organização da formação (a distância, presencial, misto):</w:t>
      </w:r>
      <w:r w:rsidRPr="00A853FE">
        <w:rPr>
          <w:rFonts w:ascii="Verdana Pro Light" w:hAnsi="Verdana Pro Light"/>
          <w:smallCaps/>
        </w:rPr>
        <w:br/>
      </w:r>
      <w:r w:rsidRPr="00A853FE"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pode ser </w:t>
      </w:r>
      <w:r>
        <w:rPr>
          <w:rFonts w:ascii="Verdana Pro Light" w:eastAsia="Arial Unicode MS" w:hAnsi="Verdana Pro Light" w:cs="Arial Unicode MS"/>
          <w:sz w:val="18"/>
          <w:szCs w:val="18"/>
        </w:rPr>
        <w:t>mista</w:t>
      </w:r>
    </w:p>
    <w:p w14:paraId="6DDAA1D0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A0AA02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1B249AD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0379906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483AC74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4C2302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0B0646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309DD5D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8F41473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6D388B" w14:textId="77777777" w:rsidR="00DB51EE" w:rsidRDefault="00DB51EE" w:rsidP="00DB51E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4A33236" w14:textId="77777777" w:rsidR="00AC2B67" w:rsidRPr="00785B55" w:rsidRDefault="00AC2B67" w:rsidP="00785B5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BD12612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0B29B1C1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43BD9213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58F5BF28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077D6038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2422C9E1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63F03AFF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2A2DABFA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5501AC26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4952197F" w14:textId="77777777" w:rsidR="00AC2B67" w:rsidRDefault="00AC2B67" w:rsidP="002D4B9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2B67" w:rsidRPr="00136AD8" w14:paraId="4D665754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616258" w14:textId="2301E8FF" w:rsidR="00AC2B67" w:rsidRPr="00136AD8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24" w:name="_Hlk159688921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2067941" w14:textId="77777777" w:rsidR="00AC2B67" w:rsidRPr="009C256C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Avaliar os direitos de autor, proteção de dados e propriedade industrial</w:t>
            </w:r>
          </w:p>
        </w:tc>
      </w:tr>
    </w:tbl>
    <w:p w14:paraId="1F0C295E" w14:textId="77777777" w:rsidR="00AC2B67" w:rsidRPr="00136AD8" w:rsidRDefault="00AC2B67" w:rsidP="00AC2B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F83EEFE" w14:textId="77777777" w:rsidR="00AC2B67" w:rsidRDefault="00AC2B67" w:rsidP="00AC2B6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03748FD9" w14:textId="77777777" w:rsidR="00AC2B67" w:rsidRPr="003200F2" w:rsidRDefault="00AC2B67" w:rsidP="00AC2B6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42FEC20" w14:textId="77777777" w:rsidR="00AC2B67" w:rsidRPr="00136AD8" w:rsidRDefault="00AC2B67" w:rsidP="00AC2B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2B67" w:rsidRPr="00136AD8" w14:paraId="303AA8E0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827120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C2B67" w:rsidRPr="00136AD8" w14:paraId="6F831D25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6D6174" w14:textId="762D9E3C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85B55" w:rsidRPr="00785B55">
              <w:rPr>
                <w:rFonts w:ascii="Verdana Pro Light" w:eastAsia="Arial Unicode MS" w:hAnsi="Verdana Pro Light" w:cs="Arial Unicode MS"/>
                <w:sz w:val="18"/>
                <w:szCs w:val="18"/>
              </w:rPr>
              <w:t>UC a ser desenvolvida pela ANQEP</w:t>
            </w:r>
          </w:p>
          <w:p w14:paraId="6040954D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28AC95F9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0002339F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AC2B67" w:rsidRPr="00136AD8" w14:paraId="5B1769B3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02121A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7D21E0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1894B38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2B67" w:rsidRPr="00136AD8" w14:paraId="14B1FEB5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EE75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3EFE3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AAF0C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4AF21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1F69EA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2F298D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59BD4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BFD37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215C2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D9BDD4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54508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A2DF4D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5D8215" w14:textId="77777777" w:rsidR="00AC2B67" w:rsidRPr="001B353A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45C3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63465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8E113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37E2EC" w14:textId="77777777" w:rsidR="00AC2B67" w:rsidRPr="00517AA8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092D16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13650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18AF8A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1318B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A8580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4526A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E8E462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8E45E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1CF255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975E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7DF724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7EE51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2761F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E747C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B99CD2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C2041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24FF51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63890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8D0A7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D75C28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F75E12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E0B5FA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2E893B" w14:textId="3C360FBD" w:rsidR="00AC2B67" w:rsidRDefault="00AC2B67" w:rsidP="00AC2B67">
      <w:pPr>
        <w:rPr>
          <w:rFonts w:ascii="Verdana Pro Light" w:hAnsi="Verdana Pro Light"/>
          <w:smallCaps/>
        </w:rPr>
      </w:pPr>
    </w:p>
    <w:p w14:paraId="1353589B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F7AE050" w14:textId="77777777" w:rsidR="00AC2B67" w:rsidRPr="00F20E6F" w:rsidRDefault="00AC2B67" w:rsidP="00AC2B6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7FC4B22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4DB2AC0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703C198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626C6C0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8A3881F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4A9D4F7" w14:textId="77777777" w:rsidR="00AC2B67" w:rsidRPr="00136AD8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5C016A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EAF18C0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553E09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39D9A0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5EC0CA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16F448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A61B0B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16820E8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C328B1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FCE1ED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73E97D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D11037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67E379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8E7C75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499D19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1CA703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40239D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CA30BE2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0BD2BD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EA07D64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F75245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1C2551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D05ED5" w14:textId="77777777" w:rsidR="00AC2B67" w:rsidRDefault="00AC2B67" w:rsidP="00AC2B6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2B67" w:rsidRPr="00136AD8" w14:paraId="0907F929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D2D304" w14:textId="6C9CBEEE" w:rsidR="00AC2B67" w:rsidRPr="00136AD8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CF61EC9" w14:textId="77777777" w:rsidR="00AC2B67" w:rsidRPr="009C256C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Planear a procura de emprego</w:t>
            </w:r>
          </w:p>
        </w:tc>
      </w:tr>
    </w:tbl>
    <w:p w14:paraId="310BAF3C" w14:textId="77777777" w:rsidR="00AC2B67" w:rsidRPr="00136AD8" w:rsidRDefault="00AC2B67" w:rsidP="00AC2B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4559550" w14:textId="77777777" w:rsidR="00AC2B67" w:rsidRDefault="00AC2B67" w:rsidP="00AC2B6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24E0AC8" w14:textId="77777777" w:rsidR="00AC2B67" w:rsidRPr="003200F2" w:rsidRDefault="00AC2B67" w:rsidP="00AC2B6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EEFC3E7" w14:textId="77777777" w:rsidR="00AC2B67" w:rsidRPr="00136AD8" w:rsidRDefault="00AC2B67" w:rsidP="00AC2B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2B67" w:rsidRPr="00136AD8" w14:paraId="164410D5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3B6FFD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C2B67" w:rsidRPr="00136AD8" w14:paraId="5A0B5F25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67FA3" w14:textId="1BBDA6F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736D4">
              <w:rPr>
                <w:rStyle w:val="cf01"/>
              </w:rPr>
              <w:t>UC a ser desenvolvida pela ANQEP</w:t>
            </w:r>
          </w:p>
          <w:p w14:paraId="479B7C43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32FAED55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F6FAB4C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AC2B67" w:rsidRPr="00136AD8" w14:paraId="344B625F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4DF4CC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B4EE3C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6242927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2B67" w:rsidRPr="00136AD8" w14:paraId="2396782E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9A440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EF0341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5CA83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AED48D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1CD506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25430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8993DA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F9D50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6E6EA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978881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5CB18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135AD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90B8EE" w14:textId="77777777" w:rsidR="00AC2B67" w:rsidRPr="001B353A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35F98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4741F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BA11A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44B9C5" w14:textId="77777777" w:rsidR="00AC2B67" w:rsidRPr="00517AA8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977C9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931494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89514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00C126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FEC84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559D1D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79352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F90E48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A5B654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063A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0B9472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4AC72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C833E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7B4ED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8BD9C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2F95E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97294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1802A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2BA9C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1D5AA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2AF82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7EE14F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CD42CB2" w14:textId="37008A00" w:rsidR="00AC2B67" w:rsidRDefault="00AC2B67" w:rsidP="00AC2B67">
      <w:pPr>
        <w:rPr>
          <w:rFonts w:ascii="Verdana Pro Light" w:hAnsi="Verdana Pro Light"/>
          <w:smallCaps/>
        </w:rPr>
      </w:pPr>
    </w:p>
    <w:p w14:paraId="22C3AC17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7ADB8E9" w14:textId="77777777" w:rsidR="00AC2B67" w:rsidRPr="00F20E6F" w:rsidRDefault="00AC2B67" w:rsidP="00AC2B6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9B9237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145446F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95F4B4A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7D81E1E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9081C45" w14:textId="77777777" w:rsidR="00AC2B67" w:rsidRPr="0064164C" w:rsidRDefault="00AC2B67" w:rsidP="00AC2B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73165D3" w14:textId="77777777" w:rsidR="00AC2B67" w:rsidRPr="00136AD8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1C1291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9010005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6A9443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C69D03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8271A8" w14:textId="77777777" w:rsidR="00AC2B67" w:rsidRPr="00984B30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4EED47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F1C649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250C458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F895E67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F767C3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549594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8FB44C7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A8A636D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A154455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EB54C1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1F752F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DF7CB1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BF6C71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AFF23C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2ECB0B4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43B91D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217190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0E8E08" w14:textId="77777777" w:rsidR="00AC2B67" w:rsidRDefault="00AC2B67" w:rsidP="00AC2B6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2B67" w:rsidRPr="00136AD8" w14:paraId="4AF00E75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6BB840" w14:textId="4BFA780E" w:rsidR="00AC2B67" w:rsidRPr="00282844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8845F2" w14:textId="77777777" w:rsidR="00AC2B67" w:rsidRPr="00282844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25" w:name="_Hlk104472637"/>
            <w:r w:rsidRPr="00282844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Aplicar a escrita criativa em contexto profissional </w:t>
            </w:r>
            <w:bookmarkEnd w:id="25"/>
          </w:p>
        </w:tc>
      </w:tr>
    </w:tbl>
    <w:p w14:paraId="1915490C" w14:textId="77777777" w:rsidR="00AC2B67" w:rsidRPr="00136AD8" w:rsidRDefault="00AC2B67" w:rsidP="00AC2B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64EB616" w14:textId="77777777" w:rsidR="000A4A91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4AC5DFA" w14:textId="77777777" w:rsidR="000A4A91" w:rsidRPr="003200F2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67BD0B0" w14:textId="77777777" w:rsidR="00AC2B67" w:rsidRPr="00136AD8" w:rsidRDefault="00AC2B67" w:rsidP="00AC2B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2B67" w:rsidRPr="00136AD8" w14:paraId="6CF6CE65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01D937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C2B67" w:rsidRPr="00136AD8" w14:paraId="2E12B961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8FA77" w14:textId="77777777" w:rsidR="00AC2B67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Estruturar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texto escrito com objetivos criativos.</w:t>
            </w:r>
          </w:p>
          <w:p w14:paraId="178D9826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Redigir e editar um texto escrito criativo através de canais de comunicação convencionais e </w:t>
            </w:r>
            <w:proofErr w:type="gramStart"/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digitais.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AC2B67" w:rsidRPr="00136AD8" w14:paraId="7D6A29D9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5E9455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6D4F68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E8C0A0C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2B67" w:rsidRPr="00136AD8" w14:paraId="76D8A094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47293" w14:textId="77777777" w:rsidR="00AC2B67" w:rsidRPr="007F18BC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Escrita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criativa - definição.</w:t>
            </w:r>
          </w:p>
          <w:p w14:paraId="2D3C5E46" w14:textId="77777777" w:rsidR="00AC2B67" w:rsidRPr="007F18BC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17FD5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da escrita criativa - propósito, composição, adequação ao público-alvo.</w:t>
            </w:r>
          </w:p>
          <w:p w14:paraId="7FF97A6B" w14:textId="77777777" w:rsidR="00AC2B67" w:rsidRPr="007F18BC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Tipologias textuais - caraterísticas e estruturas.</w:t>
            </w:r>
          </w:p>
          <w:p w14:paraId="20DA56A8" w14:textId="77777777" w:rsidR="00AC2B67" w:rsidRPr="007F18BC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 publicitário (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slogan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- publicidade e 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marketing,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público-alvo, processo publicitário AIDMA (Atenção, Interesse, Desejo – de ter ou usufruir, Memorização, Ação).</w:t>
            </w:r>
          </w:p>
          <w:p w14:paraId="733B2134" w14:textId="77777777" w:rsidR="00AC2B67" w:rsidRPr="00805A1F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Associações na expressão escrita – temas, conceitos, imagens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sons, palavras e frases.</w:t>
            </w:r>
          </w:p>
          <w:p w14:paraId="3E75AE3E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criativa - construção e transgressão, humor, adaptação, absurdo, ambiguidade de sentido (polissemia), recurso a metáforas, analogias e imagens, outros recursos expressivos.</w:t>
            </w:r>
          </w:p>
          <w:p w14:paraId="43AA5F28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</w:t>
            </w:r>
            <w:r w:rsidRPr="7928CD7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marketing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conteúdos, comunicação persuasiva/apelativa e de conexão com os outros.</w:t>
            </w:r>
          </w:p>
          <w:p w14:paraId="7A116B2D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Multimodalidade no texto publicitário - conjugação de diferentes linguagens e recursos, verbais e não verbais (postura, tom de voz, articulação, ritmo, entoação, expressividade, silêncio, olhar, entre outros), linguagem pessoal e diálogo corporal.</w:t>
            </w:r>
          </w:p>
          <w:p w14:paraId="0949A1E6" w14:textId="77777777" w:rsidR="00AC2B67" w:rsidRPr="0052589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comunicação criativa - imaginação (estimulação e flexibilidade para relacionar vivências e experiências), 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originalidade (modo pessoal de organizar os conteúdos), possibilidades textuais, outras.</w:t>
            </w:r>
          </w:p>
          <w:p w14:paraId="68D4B477" w14:textId="77777777" w:rsidR="00AC2B67" w:rsidRPr="0052589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processos de criação artística escrita.</w:t>
            </w:r>
          </w:p>
          <w:p w14:paraId="431C371C" w14:textId="77777777" w:rsidR="00AC2B67" w:rsidRPr="001B353A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convencionais e digitais.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B0D02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os conceitos associados à escrita criativa. </w:t>
            </w:r>
          </w:p>
          <w:p w14:paraId="07AEC56B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as necessidades e expectativas do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6D85C7B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objetivos, a tipologia textual e estrutura do texto.</w:t>
            </w:r>
          </w:p>
          <w:p w14:paraId="4560C6E1" w14:textId="77777777" w:rsidR="00AC2B67" w:rsidRPr="009A12C9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criativa.</w:t>
            </w:r>
          </w:p>
          <w:p w14:paraId="2CBA8AAB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de textos publicitários.</w:t>
            </w:r>
          </w:p>
          <w:p w14:paraId="0B668F4D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características de texto multimodal no texto publicitário.</w:t>
            </w:r>
          </w:p>
          <w:p w14:paraId="789433E4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revisão e edição de texto.</w:t>
            </w:r>
          </w:p>
          <w:p w14:paraId="6897B77F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em função do público-alvo e do contexto.</w:t>
            </w:r>
          </w:p>
          <w:p w14:paraId="1F678524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ao canal de comunicação.</w:t>
            </w:r>
          </w:p>
          <w:p w14:paraId="616B6F2C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estilos de escrita na gestão de situações diversas.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4D48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5AB492A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722BA95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1A5CB661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1CD6F51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1346C96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336A192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Autorreflexão.</w:t>
            </w:r>
          </w:p>
          <w:p w14:paraId="61E100E1" w14:textId="77777777" w:rsidR="00AC2B67" w:rsidRPr="00FC71F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FEBA357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DE604CA" w14:textId="77777777" w:rsidR="00AC2B67" w:rsidRPr="00FC71F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C529E76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6895EFFA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B24453A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980A222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F9550BD" w14:textId="77777777" w:rsidR="00AC2B67" w:rsidRDefault="00AC2B67" w:rsidP="00AC2B6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E474FFB" w14:textId="77777777" w:rsidR="00AC2B67" w:rsidRDefault="00AC2B67" w:rsidP="00AC2B67">
      <w:pPr>
        <w:rPr>
          <w:rFonts w:ascii="Verdana Pro Light" w:hAnsi="Verdana Pro Light"/>
          <w:smallCaps/>
        </w:rPr>
      </w:pPr>
    </w:p>
    <w:p w14:paraId="20D42AA0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673F8D2" w14:textId="77777777" w:rsidR="00AC2B67" w:rsidRPr="00525897" w:rsidRDefault="00AC2B67" w:rsidP="00AC2B67">
      <w:pPr>
        <w:spacing w:before="120" w:after="120" w:line="240" w:lineRule="auto"/>
        <w:rPr>
          <w:rFonts w:ascii="Verdana Pro Light" w:eastAsia="Arial Unicode MS" w:hAnsi="Verdana Pro Light" w:cs="Arial Unicode MS"/>
          <w:bCs/>
          <w:i/>
          <w:iCs/>
          <w:sz w:val="18"/>
          <w:szCs w:val="18"/>
        </w:rPr>
      </w:pP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Aplicar a comunicação criativa 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em contexto profissional</w:t>
      </w: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:</w:t>
      </w:r>
    </w:p>
    <w:p w14:paraId="2A1D48B6" w14:textId="77777777" w:rsidR="00AC2B67" w:rsidRDefault="00AC2B67" w:rsidP="00AC2B6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editando </w:t>
      </w:r>
      <w:r w:rsidRPr="007F18BC">
        <w:rPr>
          <w:rFonts w:ascii="Verdana Pro Light" w:eastAsia="Arial Unicode MS" w:hAnsi="Verdana Pro Light" w:cs="Arial Unicode MS"/>
          <w:sz w:val="18"/>
          <w:szCs w:val="18"/>
        </w:rPr>
        <w:t xml:space="preserve">o texto escrito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acordo</w:t>
      </w: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 objetivo e contexto profissional.</w:t>
      </w:r>
    </w:p>
    <w:p w14:paraId="407B3F57" w14:textId="77777777" w:rsidR="00AC2B67" w:rsidRDefault="00AC2B67" w:rsidP="00AC2B6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</w:t>
      </w:r>
      <w:r>
        <w:t xml:space="preserve">. </w:t>
      </w: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Utilizando uma narrativa clara, criativa e persuasiva, com recurso a linguagem verbal e não verbal.</w:t>
      </w:r>
    </w:p>
    <w:p w14:paraId="5339C28C" w14:textId="77777777" w:rsidR="00AC2B67" w:rsidRDefault="00AC2B67" w:rsidP="00AC2B6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CD3. 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Relaciona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técnicas de escrita criativa com as técnicas de comunicação,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evidenciando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ligação da oralidade com a escrit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a.</w:t>
      </w:r>
    </w:p>
    <w:p w14:paraId="69E95BCF" w14:textId="77777777" w:rsidR="00AC2B67" w:rsidRPr="00136AD8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740411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5CCE148" w14:textId="77777777" w:rsidR="00AC2B67" w:rsidRPr="00B02B4F" w:rsidRDefault="00AC2B67" w:rsidP="00AC2B6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Aplicável a diferentes contextos.</w:t>
      </w:r>
    </w:p>
    <w:p w14:paraId="2FEB7095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4ACD68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EB70159" w14:textId="77777777" w:rsidR="00AC2B67" w:rsidRPr="00BF201A" w:rsidRDefault="00AC2B67" w:rsidP="00AC2B6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Dispositivos tecnológicos com acesso à internet.</w:t>
      </w:r>
    </w:p>
    <w:p w14:paraId="3DBB82D5" w14:textId="77777777" w:rsidR="00AC2B67" w:rsidRDefault="00AC2B67" w:rsidP="00AC2B6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Obras literárias e textos criativos com aplicação em diversos contextos.</w:t>
      </w:r>
    </w:p>
    <w:p w14:paraId="5D96F480" w14:textId="77777777" w:rsidR="00AC2B67" w:rsidRPr="00282844" w:rsidRDefault="00AC2B67" w:rsidP="00AC2B6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00282844">
        <w:rPr>
          <w:rFonts w:ascii="Verdana Pro Light" w:hAnsi="Verdana Pro Light" w:cs="Times New Roman"/>
          <w:sz w:val="18"/>
          <w:szCs w:val="18"/>
        </w:rPr>
        <w:t>Recursos multimédia e audiovisuais</w:t>
      </w:r>
      <w:r>
        <w:rPr>
          <w:rFonts w:ascii="Verdana Pro Light" w:hAnsi="Verdana Pro Light" w:cs="Times New Roman"/>
          <w:sz w:val="18"/>
          <w:szCs w:val="18"/>
        </w:rPr>
        <w:br/>
      </w:r>
    </w:p>
    <w:p w14:paraId="032ECB83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542217B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0B2AB3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71FCA7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F67487" w14:textId="77777777" w:rsidR="00AC2B67" w:rsidRDefault="00AC2B67" w:rsidP="00AC2B6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2B67" w:rsidRPr="00136AD8" w14:paraId="0ACE6FD7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4E11B10" w14:textId="16242D66" w:rsidR="00AC2B67" w:rsidRPr="00136AD8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0A4A91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D7FB3F" w14:textId="77777777" w:rsidR="00AC2B67" w:rsidRPr="009C256C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</w:tbl>
    <w:p w14:paraId="1F3078D8" w14:textId="77777777" w:rsidR="00AC2B67" w:rsidRPr="00136AD8" w:rsidRDefault="00AC2B67" w:rsidP="00AC2B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4EE6844" w14:textId="77777777" w:rsidR="000A4A91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922B3BF" w14:textId="77777777" w:rsidR="000A4A91" w:rsidRPr="003200F2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BD2F705" w14:textId="77777777" w:rsidR="00AC2B67" w:rsidRPr="00136AD8" w:rsidRDefault="00AC2B67" w:rsidP="00AC2B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2B67" w:rsidRPr="00136AD8" w14:paraId="385DC517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5B65D0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C2B67" w:rsidRPr="00136AD8" w14:paraId="14BE9C80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EC5BF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4ED4E150" w14:textId="77777777" w:rsidR="00AC2B67" w:rsidRPr="006075B7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57D4AB5B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AC2B67" w:rsidRPr="00136AD8" w14:paraId="7574BA4A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869730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631196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8A678CB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2B67" w:rsidRPr="00136AD8" w14:paraId="75AE8EE8" w14:textId="77777777" w:rsidTr="001D2FBF">
        <w:trPr>
          <w:trHeight w:val="1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BB214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338B7339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07D00FE7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53FEBB40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6E627823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52A7DA83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0C76C0EA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42D38502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47A279D0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3F280378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7D19E370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65373F83" w14:textId="77777777" w:rsidR="00AC2B67" w:rsidRPr="00BD2B9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pública.</w:t>
            </w:r>
          </w:p>
          <w:p w14:paraId="138C804D" w14:textId="77777777" w:rsidR="00AC2B67" w:rsidRPr="001B353A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2B92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1F26DDD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31189F66" w14:textId="77777777" w:rsidR="00AC2B67" w:rsidRPr="00681625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18A7EB4B" w14:textId="77777777" w:rsidR="00AC2B67" w:rsidRPr="00681625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7CFA4A8C" w14:textId="77777777" w:rsidR="00AC2B67" w:rsidRPr="00681625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290AE6CE" w14:textId="77777777" w:rsidR="00AC2B67" w:rsidRPr="00681625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22452FC0" w14:textId="77777777" w:rsidR="00AC2B67" w:rsidRPr="00681625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53459418" w14:textId="77777777" w:rsidR="00AC2B67" w:rsidRPr="00681625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2F4F312A" w14:textId="77777777" w:rsidR="00AC2B67" w:rsidRPr="00681625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0C1DE6F0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12E0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3BF75C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316CFE0" w14:textId="77777777" w:rsidR="00AC2B67" w:rsidRPr="00ED5C50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5D31AA20" w14:textId="77777777" w:rsidR="00AC2B67" w:rsidRPr="00ED5C50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55588117" w14:textId="77777777" w:rsidR="00AC2B67" w:rsidRPr="00ED5C50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F5D25A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37B1AE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54C45E4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C61603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EB443E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349E5B79" w14:textId="77777777" w:rsidR="00AC2B67" w:rsidRPr="000546C4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A280746" w14:textId="77777777" w:rsidR="00AC2B67" w:rsidRPr="00EE3BE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2CABEBD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A84322F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C86180F" w14:textId="77777777" w:rsidR="00AC2B67" w:rsidRDefault="00AC2B67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F55A8E6" w14:textId="77777777" w:rsidR="00AC2B67" w:rsidRPr="00EE3BEC" w:rsidRDefault="00AC2B67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3D7B42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4AD44E7" w14:textId="77777777" w:rsidR="00AC2B67" w:rsidRDefault="00AC2B67" w:rsidP="00AC2B6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6393E0A" w14:textId="77777777" w:rsidR="00AC2B67" w:rsidRDefault="00AC2B67" w:rsidP="00AC2B67">
      <w:pPr>
        <w:rPr>
          <w:rFonts w:ascii="Verdana Pro Light" w:hAnsi="Verdana Pro Light"/>
          <w:smallCaps/>
        </w:rPr>
      </w:pPr>
    </w:p>
    <w:p w14:paraId="1D0DE398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8E10F84" w14:textId="77777777" w:rsidR="00AC2B67" w:rsidRPr="005F6E61" w:rsidRDefault="00AC2B67" w:rsidP="00AC2B67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2D1D17DE" w14:textId="77777777" w:rsidR="00AC2B67" w:rsidRPr="00B450A1" w:rsidRDefault="00AC2B67" w:rsidP="00AC2B67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50295C1D" w14:textId="77777777" w:rsidR="00AC2B67" w:rsidRDefault="00AC2B67" w:rsidP="00AC2B67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5DBFB4C7" w14:textId="77777777" w:rsidR="00AC2B67" w:rsidRDefault="00AC2B67" w:rsidP="00AC2B67">
      <w:pPr>
        <w:pStyle w:val="Textodecomentrio"/>
        <w:spacing w:line="276" w:lineRule="auto"/>
        <w:ind w:left="142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1E8713E1" w14:textId="77777777" w:rsidR="00AC2B67" w:rsidRPr="00BD2B9C" w:rsidRDefault="00AC2B67" w:rsidP="00AC2B67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3F12738F" w14:textId="77777777" w:rsidR="00AC2B67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1E8001A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C58C666" w14:textId="77777777" w:rsidR="00AC2B67" w:rsidRPr="00051C79" w:rsidRDefault="00AC2B67" w:rsidP="00AC2B67">
      <w:pPr>
        <w:spacing w:before="120" w:after="0" w:line="276" w:lineRule="auto"/>
        <w:rPr>
          <w:rFonts w:ascii="Verdana Pro Light" w:hAnsi="Verdana Pro Light"/>
          <w:smallCaps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4C038E7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D53EDE2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67D9A33B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23580E1D" w14:textId="77777777" w:rsidR="00AC2B67" w:rsidRPr="00501DC8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042235CC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767C9F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F97AB5D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95F331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9F6190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BFF351" w14:textId="1F19B86A" w:rsidR="00AC2B67" w:rsidRPr="000A4A91" w:rsidRDefault="00AC2B67" w:rsidP="000A4A9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2B67" w:rsidRPr="00136AD8" w14:paraId="150695A7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DE6385B" w14:textId="39642CFB" w:rsidR="00AC2B67" w:rsidRPr="00136AD8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</w:t>
            </w:r>
            <w:r w:rsidR="000A4A91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40CAAF1" w14:textId="77777777" w:rsidR="00AC2B67" w:rsidRPr="009C256C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</w:tbl>
    <w:p w14:paraId="64379A53" w14:textId="77777777" w:rsidR="00AC2B67" w:rsidRPr="00136AD8" w:rsidRDefault="00AC2B67" w:rsidP="00AC2B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31E5A85" w14:textId="77777777" w:rsidR="000A4A91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E838924" w14:textId="77777777" w:rsidR="000A4A91" w:rsidRPr="003200F2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B665955" w14:textId="77777777" w:rsidR="00AC2B67" w:rsidRPr="00136AD8" w:rsidRDefault="00AC2B67" w:rsidP="00AC2B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2B67" w:rsidRPr="00136AD8" w14:paraId="7E5D8EBF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7E0A4B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C2B67" w:rsidRPr="00136AD8" w14:paraId="46835BA9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3A3BBB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63127489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560D926C" w14:textId="77777777" w:rsidR="00AC2B67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61B70D3A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C2B67" w:rsidRPr="00136AD8" w14:paraId="009C2EE5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604A52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100327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E55E76E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2B67" w:rsidRPr="00136AD8" w14:paraId="4D825509" w14:textId="77777777" w:rsidTr="001D2FBF">
        <w:trPr>
          <w:trHeight w:val="84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FC90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1290EAF7" w14:textId="77777777" w:rsidR="00AC2B67" w:rsidRPr="00CF6130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92D2A4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07A7C505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4A3E0E1C" w14:textId="77777777" w:rsidR="00AC2B67" w:rsidRPr="00520F8E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49B011FA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02AE7A71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7A9BF3A0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4BDE3245" w14:textId="77777777" w:rsidR="00AC2B67" w:rsidRPr="00CF6130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263B5643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4D690FF9" w14:textId="77777777" w:rsidR="00AC2B67" w:rsidRPr="004E2FD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52968FCF" w14:textId="77777777" w:rsidR="00AC2B67" w:rsidRPr="001B353A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7D58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E68B53A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01FD49AA" w14:textId="77777777" w:rsidR="00AC2B67" w:rsidRPr="004B5CB8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FFBF32" w14:textId="77777777" w:rsidR="00AC2B67" w:rsidRPr="004B5CB8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2A56C319" w14:textId="77777777" w:rsidR="00AC2B67" w:rsidRPr="004B5CB8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5D877012" w14:textId="77777777" w:rsidR="00AC2B67" w:rsidRPr="00E8391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2FE34226" w14:textId="77777777" w:rsidR="00AC2B67" w:rsidRPr="00517AA8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3C6D7CF4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4F5F6B9D" w14:textId="77777777" w:rsidR="00AC2B67" w:rsidRPr="005E1132" w:rsidRDefault="00AC2B67" w:rsidP="001D2FBF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B0511C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4684C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4C2369B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9B589B0" w14:textId="77777777" w:rsidR="00AC2B67" w:rsidRPr="0073633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346FF350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5D61DC0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424038D9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4D1BE7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6D84A8B4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548FA8D" w14:textId="77777777" w:rsidR="00AC2B67" w:rsidRPr="0073633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C0C220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CE4035E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261FA66" w14:textId="77777777" w:rsidR="00AC2B67" w:rsidRPr="00B8378C" w:rsidRDefault="00AC2B67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CFFF4F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C052438" w14:textId="77777777" w:rsidR="00AC2B67" w:rsidRDefault="00AC2B67" w:rsidP="00AC2B6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C4B4C0B" w14:textId="77777777" w:rsidR="00AC2B67" w:rsidRDefault="00AC2B67" w:rsidP="00AC2B67">
      <w:pPr>
        <w:rPr>
          <w:rFonts w:ascii="Verdana Pro Light" w:hAnsi="Verdana Pro Light"/>
          <w:smallCaps/>
        </w:rPr>
      </w:pPr>
    </w:p>
    <w:p w14:paraId="3FB0F15A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227DBBF" w14:textId="77777777" w:rsidR="00AC2B67" w:rsidRPr="00F20E6F" w:rsidRDefault="00AC2B67" w:rsidP="00AC2B67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4E25DDE4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1DBE53D1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29A23731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4F2C2A77" w14:textId="77777777" w:rsidR="00AC2B67" w:rsidRPr="00136AD8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6604FF" w14:textId="77777777" w:rsidR="00AC2B67" w:rsidRPr="00C410CE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DAAED0" w14:textId="77777777" w:rsidR="00AC2B67" w:rsidRPr="00C410CE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07124ED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A256E4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1EC248C" w14:textId="77777777" w:rsidR="00AC2B67" w:rsidRPr="00E27581" w:rsidRDefault="00AC2B67" w:rsidP="00AC2B6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3B42EB49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11491834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323DB6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763925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7B2BF7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526F62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87D579" w14:textId="77777777" w:rsidR="00AC2B67" w:rsidRDefault="00AC2B67" w:rsidP="00AC2B6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2B67" w:rsidRPr="00136AD8" w14:paraId="4876AEF3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1558BF" w14:textId="59DDB153" w:rsidR="00AC2B67" w:rsidRPr="00136AD8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0A4A91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FA96C4" w14:textId="77777777" w:rsidR="00AC2B67" w:rsidRPr="009C256C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</w:tbl>
    <w:p w14:paraId="2FEA4FD4" w14:textId="77777777" w:rsidR="00AC2B67" w:rsidRPr="00136AD8" w:rsidRDefault="00AC2B67" w:rsidP="00AC2B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8E8950C" w14:textId="1D64C658" w:rsidR="000A4A91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7DAAA34E" w14:textId="0FA6399D" w:rsidR="000A4A91" w:rsidRPr="003200F2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41CA783" w14:textId="77777777" w:rsidR="00AC2B67" w:rsidRPr="00136AD8" w:rsidRDefault="00AC2B67" w:rsidP="00AC2B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2B67" w:rsidRPr="00136AD8" w14:paraId="5F138861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530C80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C2B67" w:rsidRPr="00136AD8" w14:paraId="7245738B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63D113" w14:textId="77777777" w:rsidR="00AC2B67" w:rsidRPr="000C4E32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0F588598" w14:textId="77777777" w:rsidR="00AC2B67" w:rsidRPr="000C4E32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5209DAD4" w14:textId="77777777" w:rsidR="00AC2B67" w:rsidRPr="000C4E32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5F1CE336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AC2B67" w:rsidRPr="00136AD8" w14:paraId="4AB1DF7B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6E8F08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7229B5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B6CBB6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2B67" w:rsidRPr="00136AD8" w14:paraId="6D59D050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74DC6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72CF6178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18DB2FCF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2BC5CB60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5E17FE09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59798924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268F1D2B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5B5ED475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6009848A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682E7B85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5A4591E7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concorrência, produtos, serviços, local, instalações e equipamento, transporte, armazenamento e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gestão de stocks, meios de promoção e clientes, financiamento, custos, vendas, lucros e impostos.</w:t>
            </w:r>
          </w:p>
          <w:p w14:paraId="39FB3D09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76614E3E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0E03A7C6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3D480529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0EFAD282" w14:textId="77777777" w:rsidR="00AC2B67" w:rsidRPr="000C4E32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476A8C2F" w14:textId="77777777" w:rsidR="00AC2B67" w:rsidRPr="001B353A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0C170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1559C1C7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2F6BABD6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50AC0197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71C5D751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4DE239FB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7AD74040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2EC8D0EF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9043A10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45E76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0E18CF3A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8D2AF4C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759BDE88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77B50522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7692E1C2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BEBCBC7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FF59EAF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CD57020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133B3938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620ED8A8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E9A9186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ACDC27B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2AACBD1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29998088" w14:textId="77777777" w:rsidR="00AC2B67" w:rsidRDefault="00AC2B67" w:rsidP="00AC2B6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0E4A85E" w14:textId="77777777" w:rsidR="00AC2B67" w:rsidRDefault="00AC2B67" w:rsidP="00AC2B67">
      <w:pPr>
        <w:rPr>
          <w:rFonts w:ascii="Verdana Pro Light" w:hAnsi="Verdana Pro Light"/>
          <w:smallCaps/>
        </w:rPr>
      </w:pPr>
    </w:p>
    <w:p w14:paraId="5F1BD226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959D7E4" w14:textId="77777777" w:rsidR="00AC2B67" w:rsidRPr="00F20E6F" w:rsidRDefault="00AC2B67" w:rsidP="00AC2B6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6BC3433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4D2B515B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11DCFF2E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6636497F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4BAE7968" w14:textId="77777777" w:rsidR="00AC2B67" w:rsidRPr="00136AD8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7476AD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1F9BA44" w14:textId="77777777" w:rsidR="00AC2B67" w:rsidRPr="00051C79" w:rsidRDefault="00AC2B67" w:rsidP="00AC2B67">
      <w:pPr>
        <w:spacing w:before="120" w:after="0" w:line="276" w:lineRule="auto"/>
        <w:rPr>
          <w:rFonts w:ascii="Verdana Pro Light" w:hAnsi="Verdana Pro Light"/>
          <w:smallCaps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46BA070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FF6CB71" w14:textId="77777777" w:rsidR="00AC2B67" w:rsidRPr="00E25AAA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9E79752" w14:textId="77777777" w:rsidR="00AC2B67" w:rsidRPr="00E25AAA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44A52CDC" w14:textId="77777777" w:rsidR="00AC2B67" w:rsidRPr="00E25AAA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0FB6C85F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72318CD2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71F449D9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Software de análise e tratamento de dados (base de dados, folha de cálculo, outros). </w:t>
      </w:r>
    </w:p>
    <w:p w14:paraId="43C209E2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06020D47" w14:textId="77777777" w:rsidR="00AC2B67" w:rsidRDefault="00AC2B67" w:rsidP="00AC2B67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17C41F08" w14:textId="77777777" w:rsidR="00AC2B67" w:rsidRPr="00E25AAA" w:rsidRDefault="00AC2B67" w:rsidP="00AC2B67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59E73F43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72C083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8502CE5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D715B9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692D74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018D69" w14:textId="77777777" w:rsidR="00AC2B67" w:rsidRDefault="00AC2B67" w:rsidP="00AC2B6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2B67" w:rsidRPr="00136AD8" w14:paraId="0E6177E6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9ADFEB" w14:textId="77776E13" w:rsidR="00AC2B67" w:rsidRPr="00136AD8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0A4A91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8D0E12" w14:textId="77777777" w:rsidR="00AC2B67" w:rsidRPr="009C256C" w:rsidRDefault="00AC2B67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</w:tbl>
    <w:p w14:paraId="0CC1E4AD" w14:textId="77777777" w:rsidR="00AC2B67" w:rsidRPr="00136AD8" w:rsidRDefault="00AC2B67" w:rsidP="00AC2B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BC6C00B" w14:textId="3626C7FB" w:rsidR="000A4A91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52C24AA0" w14:textId="40F436D2" w:rsidR="000A4A91" w:rsidRPr="003200F2" w:rsidRDefault="000A4A91" w:rsidP="000A4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82F744E" w14:textId="77777777" w:rsidR="00AC2B67" w:rsidRPr="00136AD8" w:rsidRDefault="00AC2B67" w:rsidP="00AC2B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2B67" w:rsidRPr="00136AD8" w14:paraId="0F3C4297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8DD549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C2B67" w:rsidRPr="00136AD8" w14:paraId="2844AE2D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D35201" w14:textId="77777777" w:rsidR="00AC2B67" w:rsidRPr="002A6E9B" w:rsidRDefault="00AC2B67" w:rsidP="001D2FB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66FDBE36" w14:textId="77777777" w:rsidR="00AC2B67" w:rsidRPr="002A6E9B" w:rsidRDefault="00AC2B67" w:rsidP="001D2FB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2F771342" w14:textId="77777777" w:rsidR="00AC2B67" w:rsidRPr="002A6E9B" w:rsidRDefault="00AC2B67" w:rsidP="001D2FB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062A8533" w14:textId="77777777" w:rsidR="00AC2B67" w:rsidRPr="001B353A" w:rsidRDefault="00AC2B67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AC2B67" w:rsidRPr="00136AD8" w14:paraId="22617BCB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DAB41C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3C861D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F1EEC2" w14:textId="77777777" w:rsidR="00AC2B67" w:rsidRPr="001B353A" w:rsidRDefault="00AC2B67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2B67" w:rsidRPr="00136AD8" w14:paraId="55AEAFB2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6E334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1ED70E2C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3B475E04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3BEE837D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4837298D" w14:textId="77777777" w:rsidR="00AC2B67" w:rsidRPr="00BD2A08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0741E995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06AAA710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5BD7D18D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018EE5AB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620D839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3B7F54F0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1EEA48E4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1CFB142B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67417815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55A89BE3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407140A3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53C979A4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734C6CE8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financiamento – estruturas, fontes, custos de financiamento.</w:t>
            </w:r>
          </w:p>
          <w:p w14:paraId="55FAE270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14CDBABB" w14:textId="77777777" w:rsidR="00AC2B67" w:rsidRPr="001B353A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15BD2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04AC507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6198DD5E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4071590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57725C3B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59491DB9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65061753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35B9B22E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2FF55F2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516B0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15850840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2B9A4503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58563BA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7F3CA03B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potenciais estruturas, fontes, período e fases de financiamento.</w:t>
            </w:r>
          </w:p>
          <w:p w14:paraId="53DBFAB5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392DD496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E41485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1982421A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352E8DE7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5606A212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46D7F" w14:textId="77777777" w:rsidR="00AC2B67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697CA1" w14:textId="77777777" w:rsidR="00AC2B67" w:rsidRPr="000A223C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FDED7A5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2303C6C2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62ECD704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01ACCA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24E9048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B01FE42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6841D98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65700E2F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16DD033C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7D1C653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5B23A78" w14:textId="77777777" w:rsidR="00AC2B67" w:rsidRPr="002A6E9B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2179B8AE" w14:textId="77777777" w:rsidR="00AC2B67" w:rsidRPr="00057283" w:rsidRDefault="00AC2B67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29971A41" w14:textId="77777777" w:rsidR="00AC2B67" w:rsidRDefault="00AC2B67" w:rsidP="00AC2B6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4D6FA3E" w14:textId="77777777" w:rsidR="00AC2B67" w:rsidRDefault="00AC2B67" w:rsidP="00AC2B67">
      <w:pPr>
        <w:rPr>
          <w:rFonts w:ascii="Verdana Pro Light" w:hAnsi="Verdana Pro Light"/>
          <w:smallCaps/>
        </w:rPr>
      </w:pPr>
    </w:p>
    <w:p w14:paraId="664AF310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45BA525" w14:textId="77777777" w:rsidR="00AC2B67" w:rsidRPr="00F20E6F" w:rsidRDefault="00AC2B67" w:rsidP="00AC2B6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ADB71B5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3FA5EA7F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5B21D763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3C50D538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0410A089" w14:textId="77777777" w:rsidR="00AC2B67" w:rsidRPr="00B450A1" w:rsidRDefault="00AC2B67" w:rsidP="00AC2B6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0CEB5D6C" w14:textId="77777777" w:rsidR="00AC2B67" w:rsidRPr="00136AD8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6BADCF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9F7B32C" w14:textId="77777777" w:rsidR="00AC2B67" w:rsidRPr="005A0647" w:rsidRDefault="00AC2B67" w:rsidP="00AC2B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EA151B5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C88BD6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1A9469D" w14:textId="77777777" w:rsidR="00AC2B67" w:rsidRPr="002A6E9B" w:rsidRDefault="00AC2B67" w:rsidP="00AC2B67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3606E5E1" w14:textId="77777777" w:rsidR="00AC2B67" w:rsidRPr="002A6E9B" w:rsidRDefault="00AC2B67" w:rsidP="00AC2B67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41ADB158" w14:textId="77777777" w:rsidR="00AC2B67" w:rsidRPr="002A6E9B" w:rsidRDefault="00AC2B67" w:rsidP="00AC2B67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3F79572F" w14:textId="77777777" w:rsidR="00AC2B67" w:rsidRPr="002A6E9B" w:rsidRDefault="00AC2B67" w:rsidP="00AC2B67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2D12743A" w14:textId="77777777" w:rsidR="00AC2B67" w:rsidRPr="002A6E9B" w:rsidRDefault="00AC2B67" w:rsidP="00AC2B67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380199DB" w14:textId="77777777" w:rsidR="00AC2B67" w:rsidRPr="002A6E9B" w:rsidRDefault="00AC2B67" w:rsidP="00AC2B67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307836A9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D5AB8B" w14:textId="77777777" w:rsidR="00AC2B67" w:rsidRPr="00F87025" w:rsidRDefault="00AC2B67" w:rsidP="00AC2B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622A52D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27733B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7C8E01" w14:textId="77777777" w:rsidR="00AC2B67" w:rsidRPr="00051C79" w:rsidRDefault="00AC2B67" w:rsidP="00AC2B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7ADEA4" w14:textId="77777777" w:rsidR="00AC2B67" w:rsidRPr="000A4A91" w:rsidRDefault="00AC2B67" w:rsidP="000A4A9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24"/>
    <w:p w14:paraId="76A08019" w14:textId="77777777" w:rsidR="002D4B9A" w:rsidRDefault="002D4B9A" w:rsidP="008C76A8">
      <w:pPr>
        <w:rPr>
          <w:rFonts w:ascii="Verdana Pro Light" w:hAnsi="Verdana Pro Light"/>
          <w:smallCaps/>
        </w:rPr>
      </w:pPr>
    </w:p>
    <w:sectPr w:rsidR="002D4B9A" w:rsidSect="00D84894">
      <w:footerReference w:type="default" r:id="rId12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D330F" w14:textId="77777777" w:rsidR="00D84894" w:rsidRDefault="00D84894" w:rsidP="00AC6E34">
      <w:pPr>
        <w:spacing w:after="0" w:line="240" w:lineRule="auto"/>
      </w:pPr>
      <w:r>
        <w:separator/>
      </w:r>
    </w:p>
  </w:endnote>
  <w:endnote w:type="continuationSeparator" w:id="0">
    <w:p w14:paraId="4A522193" w14:textId="77777777" w:rsidR="00D84894" w:rsidRDefault="00D84894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AD7D" w14:textId="77777777" w:rsidR="00FF4F58" w:rsidRDefault="00FF4F58">
    <w:pPr>
      <w:pStyle w:val="Rodap"/>
      <w:jc w:val="right"/>
    </w:pPr>
  </w:p>
  <w:p w14:paraId="26E18135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00376" w14:textId="5157E793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</w:t>
    </w:r>
    <w:proofErr w:type="gramStart"/>
    <w:r w:rsidRPr="00FD203A">
      <w:rPr>
        <w:rFonts w:ascii="Verdana Pro Light" w:hAnsi="Verdana Pro Light"/>
        <w:sz w:val="14"/>
        <w:szCs w:val="14"/>
      </w:rPr>
      <w:t xml:space="preserve"> </w:t>
    </w:r>
    <w:r w:rsidR="00194B08" w:rsidRPr="00FD203A">
      <w:rPr>
        <w:rFonts w:ascii="Verdana Pro Light" w:hAnsi="Verdana Pro Light"/>
        <w:sz w:val="14"/>
        <w:szCs w:val="14"/>
      </w:rPr>
      <w:t xml:space="preserve">  (</w:t>
    </w:r>
    <w:proofErr w:type="gramEnd"/>
    <w:r w:rsidR="00194B08">
      <w:rPr>
        <w:rFonts w:ascii="Verdana Pro Light" w:hAnsi="Verdana Pro Light"/>
        <w:sz w:val="14"/>
        <w:szCs w:val="14"/>
      </w:rPr>
      <w:t>Técnico/a de Fotografia</w:t>
    </w:r>
    <w:r w:rsidRPr="00FD203A">
      <w:rPr>
        <w:rFonts w:ascii="Verdana Pro Light" w:hAnsi="Verdana Pro Light"/>
        <w:sz w:val="14"/>
        <w:szCs w:val="14"/>
      </w:rPr>
      <w:t>) | Nível “</w:t>
    </w:r>
    <w:r w:rsidR="00194B08">
      <w:rPr>
        <w:rFonts w:ascii="Verdana Pro Light" w:hAnsi="Verdana Pro Light"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t>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57E1A626" w14:textId="77777777" w:rsidR="008C1AD9" w:rsidRDefault="008C1AD9">
    <w:pPr>
      <w:pStyle w:val="Rodap"/>
      <w:jc w:val="right"/>
    </w:pPr>
  </w:p>
  <w:p w14:paraId="06AFE94F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F7957" w14:textId="77777777" w:rsidR="00D84894" w:rsidRDefault="00D84894" w:rsidP="00AC6E34">
      <w:pPr>
        <w:spacing w:after="0" w:line="240" w:lineRule="auto"/>
      </w:pPr>
      <w:r>
        <w:separator/>
      </w:r>
    </w:p>
  </w:footnote>
  <w:footnote w:type="continuationSeparator" w:id="0">
    <w:p w14:paraId="33176849" w14:textId="77777777" w:rsidR="00D84894" w:rsidRDefault="00D84894" w:rsidP="00AC6E34">
      <w:pPr>
        <w:spacing w:after="0" w:line="240" w:lineRule="auto"/>
      </w:pPr>
      <w:r>
        <w:continuationSeparator/>
      </w:r>
    </w:p>
  </w:footnote>
  <w:footnote w:id="1">
    <w:p w14:paraId="116CA814" w14:textId="77777777" w:rsidR="00B220FE" w:rsidRDefault="00B220FE" w:rsidP="00B220F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0B7A78F2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747E819A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66E4B096" w14:textId="77777777" w:rsidR="00567461" w:rsidRPr="002962FF" w:rsidRDefault="00567461" w:rsidP="00567461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 </w:t>
      </w:r>
    </w:p>
    <w:p w14:paraId="6E575064" w14:textId="77777777" w:rsidR="00567461" w:rsidRPr="0093063D" w:rsidRDefault="00567461" w:rsidP="00567461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EA9B6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29F1DE34" wp14:editId="3EE63586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20A03E35" wp14:editId="3E7F39A4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7946"/>
    <w:multiLevelType w:val="hybridMultilevel"/>
    <w:tmpl w:val="777C4C8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719F"/>
    <w:multiLevelType w:val="hybridMultilevel"/>
    <w:tmpl w:val="48CAEDF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11B2146D"/>
    <w:multiLevelType w:val="hybridMultilevel"/>
    <w:tmpl w:val="A1CA5F0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32D56"/>
    <w:multiLevelType w:val="hybridMultilevel"/>
    <w:tmpl w:val="0F52184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47AFA"/>
    <w:multiLevelType w:val="hybridMultilevel"/>
    <w:tmpl w:val="1DA8311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A111B"/>
    <w:multiLevelType w:val="hybridMultilevel"/>
    <w:tmpl w:val="C3F2CD8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18FB6"/>
    <w:multiLevelType w:val="hybridMultilevel"/>
    <w:tmpl w:val="244AA124"/>
    <w:lvl w:ilvl="0" w:tplc="4CC22C0A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DC728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6CD6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A0A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E8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96F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86D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2F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4C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232F9"/>
    <w:multiLevelType w:val="hybridMultilevel"/>
    <w:tmpl w:val="58AC276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40EB"/>
    <w:multiLevelType w:val="hybridMultilevel"/>
    <w:tmpl w:val="827C547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B4120"/>
    <w:multiLevelType w:val="hybridMultilevel"/>
    <w:tmpl w:val="63923986"/>
    <w:lvl w:ilvl="0" w:tplc="A2D2E9D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E4C0AE5"/>
    <w:multiLevelType w:val="hybridMultilevel"/>
    <w:tmpl w:val="512C7F0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46204"/>
    <w:multiLevelType w:val="hybridMultilevel"/>
    <w:tmpl w:val="1BC233D0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1EF0"/>
    <w:multiLevelType w:val="hybridMultilevel"/>
    <w:tmpl w:val="21425E66"/>
    <w:lvl w:ilvl="0" w:tplc="507AB15A">
      <w:numFmt w:val="bullet"/>
      <w:lvlText w:val=""/>
      <w:lvlJc w:val="left"/>
      <w:pPr>
        <w:ind w:left="998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4" w15:restartNumberingAfterBreak="0">
    <w:nsid w:val="24CC6930"/>
    <w:multiLevelType w:val="multilevel"/>
    <w:tmpl w:val="562A0EB2"/>
    <w:lvl w:ilvl="0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B0CC0"/>
    <w:multiLevelType w:val="hybridMultilevel"/>
    <w:tmpl w:val="4A483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ABFCB"/>
    <w:multiLevelType w:val="hybridMultilevel"/>
    <w:tmpl w:val="BE6CB42C"/>
    <w:lvl w:ilvl="0" w:tplc="9C10BCDC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D86C55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643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4F3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EC39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360F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C5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E9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6FE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9" w15:restartNumberingAfterBreak="0">
    <w:nsid w:val="38FA1842"/>
    <w:multiLevelType w:val="hybridMultilevel"/>
    <w:tmpl w:val="8A7E6C0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651DC"/>
    <w:multiLevelType w:val="hybridMultilevel"/>
    <w:tmpl w:val="78A4B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13D51"/>
    <w:multiLevelType w:val="hybridMultilevel"/>
    <w:tmpl w:val="0734A374"/>
    <w:lvl w:ilvl="0" w:tplc="507AB15A">
      <w:numFmt w:val="bullet"/>
      <w:lvlText w:val=""/>
      <w:lvlJc w:val="left"/>
      <w:pPr>
        <w:ind w:left="754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3D7979A0"/>
    <w:multiLevelType w:val="hybridMultilevel"/>
    <w:tmpl w:val="64A485D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26C24"/>
    <w:multiLevelType w:val="hybridMultilevel"/>
    <w:tmpl w:val="F618877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B02A11"/>
    <w:multiLevelType w:val="hybridMultilevel"/>
    <w:tmpl w:val="EF0E732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A1C7F"/>
    <w:multiLevelType w:val="hybridMultilevel"/>
    <w:tmpl w:val="F6443F0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C1419"/>
    <w:multiLevelType w:val="hybridMultilevel"/>
    <w:tmpl w:val="6944EFB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EB0602"/>
    <w:multiLevelType w:val="hybridMultilevel"/>
    <w:tmpl w:val="6DD2AAE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8F63AE"/>
    <w:multiLevelType w:val="hybridMultilevel"/>
    <w:tmpl w:val="C8784B2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73306"/>
    <w:multiLevelType w:val="hybridMultilevel"/>
    <w:tmpl w:val="6DACEDF0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1" w15:restartNumberingAfterBreak="0">
    <w:nsid w:val="62D60281"/>
    <w:multiLevelType w:val="hybridMultilevel"/>
    <w:tmpl w:val="6D14232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B1301"/>
    <w:multiLevelType w:val="hybridMultilevel"/>
    <w:tmpl w:val="682619D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90BF6"/>
    <w:multiLevelType w:val="hybridMultilevel"/>
    <w:tmpl w:val="F9A6005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5C096A"/>
    <w:multiLevelType w:val="hybridMultilevel"/>
    <w:tmpl w:val="A80AF0E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AF3B45"/>
    <w:multiLevelType w:val="hybridMultilevel"/>
    <w:tmpl w:val="234C88C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921CA"/>
    <w:multiLevelType w:val="hybridMultilevel"/>
    <w:tmpl w:val="F0B6142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83F22"/>
    <w:multiLevelType w:val="hybridMultilevel"/>
    <w:tmpl w:val="8210434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666E6"/>
    <w:multiLevelType w:val="hybridMultilevel"/>
    <w:tmpl w:val="90A0F41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4867B2"/>
    <w:multiLevelType w:val="hybridMultilevel"/>
    <w:tmpl w:val="B4A474B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334857">
    <w:abstractNumId w:val="2"/>
  </w:num>
  <w:num w:numId="2" w16cid:durableId="355547115">
    <w:abstractNumId w:val="18"/>
  </w:num>
  <w:num w:numId="3" w16cid:durableId="1159080889">
    <w:abstractNumId w:val="30"/>
  </w:num>
  <w:num w:numId="4" w16cid:durableId="1331641980">
    <w:abstractNumId w:val="15"/>
  </w:num>
  <w:num w:numId="5" w16cid:durableId="1382509953">
    <w:abstractNumId w:val="20"/>
  </w:num>
  <w:num w:numId="6" w16cid:durableId="584339465">
    <w:abstractNumId w:val="16"/>
  </w:num>
  <w:num w:numId="7" w16cid:durableId="1576549870">
    <w:abstractNumId w:val="10"/>
  </w:num>
  <w:num w:numId="8" w16cid:durableId="1377119061">
    <w:abstractNumId w:val="11"/>
  </w:num>
  <w:num w:numId="9" w16cid:durableId="766845606">
    <w:abstractNumId w:val="7"/>
  </w:num>
  <w:num w:numId="10" w16cid:durableId="626621477">
    <w:abstractNumId w:val="17"/>
  </w:num>
  <w:num w:numId="11" w16cid:durableId="641925706">
    <w:abstractNumId w:val="38"/>
  </w:num>
  <w:num w:numId="12" w16cid:durableId="1717508292">
    <w:abstractNumId w:val="22"/>
  </w:num>
  <w:num w:numId="13" w16cid:durableId="686174377">
    <w:abstractNumId w:val="6"/>
  </w:num>
  <w:num w:numId="14" w16cid:durableId="758407130">
    <w:abstractNumId w:val="36"/>
  </w:num>
  <w:num w:numId="15" w16cid:durableId="823929827">
    <w:abstractNumId w:val="28"/>
  </w:num>
  <w:num w:numId="16" w16cid:durableId="67308591">
    <w:abstractNumId w:val="13"/>
  </w:num>
  <w:num w:numId="17" w16cid:durableId="982731065">
    <w:abstractNumId w:val="24"/>
  </w:num>
  <w:num w:numId="18" w16cid:durableId="1697004991">
    <w:abstractNumId w:val="8"/>
  </w:num>
  <w:num w:numId="19" w16cid:durableId="570235785">
    <w:abstractNumId w:val="9"/>
  </w:num>
  <w:num w:numId="20" w16cid:durableId="1743334639">
    <w:abstractNumId w:val="4"/>
  </w:num>
  <w:num w:numId="21" w16cid:durableId="1609696669">
    <w:abstractNumId w:val="5"/>
  </w:num>
  <w:num w:numId="22" w16cid:durableId="1067800619">
    <w:abstractNumId w:val="23"/>
  </w:num>
  <w:num w:numId="23" w16cid:durableId="1795324581">
    <w:abstractNumId w:val="25"/>
  </w:num>
  <w:num w:numId="24" w16cid:durableId="138768797">
    <w:abstractNumId w:val="35"/>
  </w:num>
  <w:num w:numId="25" w16cid:durableId="1166283662">
    <w:abstractNumId w:val="32"/>
  </w:num>
  <w:num w:numId="26" w16cid:durableId="205220147">
    <w:abstractNumId w:val="1"/>
  </w:num>
  <w:num w:numId="27" w16cid:durableId="533807245">
    <w:abstractNumId w:val="12"/>
  </w:num>
  <w:num w:numId="28" w16cid:durableId="1718436483">
    <w:abstractNumId w:val="26"/>
  </w:num>
  <w:num w:numId="29" w16cid:durableId="1018121717">
    <w:abstractNumId w:val="34"/>
  </w:num>
  <w:num w:numId="30" w16cid:durableId="411976727">
    <w:abstractNumId w:val="33"/>
  </w:num>
  <w:num w:numId="31" w16cid:durableId="1038698625">
    <w:abstractNumId w:val="14"/>
  </w:num>
  <w:num w:numId="32" w16cid:durableId="1038315399">
    <w:abstractNumId w:val="29"/>
  </w:num>
  <w:num w:numId="33" w16cid:durableId="1850027690">
    <w:abstractNumId w:val="31"/>
  </w:num>
  <w:num w:numId="34" w16cid:durableId="1525946662">
    <w:abstractNumId w:val="39"/>
  </w:num>
  <w:num w:numId="35" w16cid:durableId="856505457">
    <w:abstractNumId w:val="0"/>
  </w:num>
  <w:num w:numId="36" w16cid:durableId="1785733210">
    <w:abstractNumId w:val="27"/>
  </w:num>
  <w:num w:numId="37" w16cid:durableId="1163080537">
    <w:abstractNumId w:val="3"/>
  </w:num>
  <w:num w:numId="38" w16cid:durableId="779181897">
    <w:abstractNumId w:val="19"/>
  </w:num>
  <w:num w:numId="39" w16cid:durableId="196895096">
    <w:abstractNumId w:val="37"/>
  </w:num>
  <w:num w:numId="40" w16cid:durableId="16308639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495"/>
    <w:rsid w:val="00001800"/>
    <w:rsid w:val="000047B0"/>
    <w:rsid w:val="00007536"/>
    <w:rsid w:val="000104EB"/>
    <w:rsid w:val="00033CFE"/>
    <w:rsid w:val="00064B69"/>
    <w:rsid w:val="00072C08"/>
    <w:rsid w:val="000802A2"/>
    <w:rsid w:val="000832D5"/>
    <w:rsid w:val="0008740B"/>
    <w:rsid w:val="00092B99"/>
    <w:rsid w:val="000965D3"/>
    <w:rsid w:val="000A1F7D"/>
    <w:rsid w:val="000A3EE7"/>
    <w:rsid w:val="000A4A91"/>
    <w:rsid w:val="000A5122"/>
    <w:rsid w:val="000B4D5D"/>
    <w:rsid w:val="000B6869"/>
    <w:rsid w:val="000C2959"/>
    <w:rsid w:val="000C4AB6"/>
    <w:rsid w:val="000D4397"/>
    <w:rsid w:val="000D4A05"/>
    <w:rsid w:val="00102163"/>
    <w:rsid w:val="00127DC0"/>
    <w:rsid w:val="00133AE7"/>
    <w:rsid w:val="001630AF"/>
    <w:rsid w:val="00174C0E"/>
    <w:rsid w:val="0019286B"/>
    <w:rsid w:val="00194B08"/>
    <w:rsid w:val="001B653B"/>
    <w:rsid w:val="001C1EDC"/>
    <w:rsid w:val="001C3773"/>
    <w:rsid w:val="001D0E41"/>
    <w:rsid w:val="001D4966"/>
    <w:rsid w:val="001F49C5"/>
    <w:rsid w:val="0020110A"/>
    <w:rsid w:val="00206C16"/>
    <w:rsid w:val="00212CEE"/>
    <w:rsid w:val="002267DD"/>
    <w:rsid w:val="00234037"/>
    <w:rsid w:val="00250D8C"/>
    <w:rsid w:val="00250F16"/>
    <w:rsid w:val="0025504D"/>
    <w:rsid w:val="00261644"/>
    <w:rsid w:val="00274AAE"/>
    <w:rsid w:val="00276998"/>
    <w:rsid w:val="002803E6"/>
    <w:rsid w:val="00280D96"/>
    <w:rsid w:val="00285E86"/>
    <w:rsid w:val="0029018E"/>
    <w:rsid w:val="00291019"/>
    <w:rsid w:val="002A5F23"/>
    <w:rsid w:val="002B0690"/>
    <w:rsid w:val="002B7C85"/>
    <w:rsid w:val="002C71D0"/>
    <w:rsid w:val="002D4B9A"/>
    <w:rsid w:val="002D7C5A"/>
    <w:rsid w:val="002E7F6D"/>
    <w:rsid w:val="002F15D9"/>
    <w:rsid w:val="00300ACC"/>
    <w:rsid w:val="0030487B"/>
    <w:rsid w:val="0031055E"/>
    <w:rsid w:val="0031170C"/>
    <w:rsid w:val="003161E4"/>
    <w:rsid w:val="00326466"/>
    <w:rsid w:val="00331CE0"/>
    <w:rsid w:val="00332C4A"/>
    <w:rsid w:val="003339FF"/>
    <w:rsid w:val="00343C63"/>
    <w:rsid w:val="00346D6E"/>
    <w:rsid w:val="00354219"/>
    <w:rsid w:val="00355C59"/>
    <w:rsid w:val="003574AE"/>
    <w:rsid w:val="0036235E"/>
    <w:rsid w:val="003719BD"/>
    <w:rsid w:val="00375169"/>
    <w:rsid w:val="003804BF"/>
    <w:rsid w:val="003A756B"/>
    <w:rsid w:val="003C7C6B"/>
    <w:rsid w:val="003D1065"/>
    <w:rsid w:val="003E1BF4"/>
    <w:rsid w:val="003F0DE3"/>
    <w:rsid w:val="003F798F"/>
    <w:rsid w:val="00412480"/>
    <w:rsid w:val="004263C2"/>
    <w:rsid w:val="00430953"/>
    <w:rsid w:val="00442B8A"/>
    <w:rsid w:val="00447D52"/>
    <w:rsid w:val="00451F34"/>
    <w:rsid w:val="0046194B"/>
    <w:rsid w:val="00462A06"/>
    <w:rsid w:val="00462D1F"/>
    <w:rsid w:val="0046460E"/>
    <w:rsid w:val="00491D6A"/>
    <w:rsid w:val="00492495"/>
    <w:rsid w:val="004936E9"/>
    <w:rsid w:val="004B250C"/>
    <w:rsid w:val="004B62B9"/>
    <w:rsid w:val="004C2A2E"/>
    <w:rsid w:val="004C480E"/>
    <w:rsid w:val="004C76D7"/>
    <w:rsid w:val="004D104D"/>
    <w:rsid w:val="004D38A4"/>
    <w:rsid w:val="004F117D"/>
    <w:rsid w:val="004F63F0"/>
    <w:rsid w:val="00501489"/>
    <w:rsid w:val="00510616"/>
    <w:rsid w:val="0052198C"/>
    <w:rsid w:val="00522B0E"/>
    <w:rsid w:val="005258AE"/>
    <w:rsid w:val="00531D87"/>
    <w:rsid w:val="005503A7"/>
    <w:rsid w:val="00557251"/>
    <w:rsid w:val="00561531"/>
    <w:rsid w:val="00567461"/>
    <w:rsid w:val="005675F8"/>
    <w:rsid w:val="0057212B"/>
    <w:rsid w:val="005736D4"/>
    <w:rsid w:val="00576037"/>
    <w:rsid w:val="00584B79"/>
    <w:rsid w:val="0058507D"/>
    <w:rsid w:val="00593F43"/>
    <w:rsid w:val="005A36E8"/>
    <w:rsid w:val="005B221F"/>
    <w:rsid w:val="005C1274"/>
    <w:rsid w:val="005C6186"/>
    <w:rsid w:val="005D4B56"/>
    <w:rsid w:val="005D602B"/>
    <w:rsid w:val="00601B05"/>
    <w:rsid w:val="00610FB9"/>
    <w:rsid w:val="00612684"/>
    <w:rsid w:val="006136CD"/>
    <w:rsid w:val="00616272"/>
    <w:rsid w:val="006174AA"/>
    <w:rsid w:val="0062279B"/>
    <w:rsid w:val="006355E1"/>
    <w:rsid w:val="00635680"/>
    <w:rsid w:val="00636100"/>
    <w:rsid w:val="00651FA3"/>
    <w:rsid w:val="006573B3"/>
    <w:rsid w:val="00662AC2"/>
    <w:rsid w:val="00662BDF"/>
    <w:rsid w:val="0067062D"/>
    <w:rsid w:val="00670698"/>
    <w:rsid w:val="0067291A"/>
    <w:rsid w:val="00676246"/>
    <w:rsid w:val="00684175"/>
    <w:rsid w:val="00690E40"/>
    <w:rsid w:val="00692727"/>
    <w:rsid w:val="00692A32"/>
    <w:rsid w:val="00693A88"/>
    <w:rsid w:val="006942C8"/>
    <w:rsid w:val="006B11F0"/>
    <w:rsid w:val="006B208D"/>
    <w:rsid w:val="006B2C46"/>
    <w:rsid w:val="006C0318"/>
    <w:rsid w:val="006C415E"/>
    <w:rsid w:val="006D0866"/>
    <w:rsid w:val="006D2B02"/>
    <w:rsid w:val="006D4DF7"/>
    <w:rsid w:val="006E1EF0"/>
    <w:rsid w:val="006F0B80"/>
    <w:rsid w:val="006F276D"/>
    <w:rsid w:val="0070040E"/>
    <w:rsid w:val="00701DDB"/>
    <w:rsid w:val="00706A57"/>
    <w:rsid w:val="007128A3"/>
    <w:rsid w:val="00712C22"/>
    <w:rsid w:val="00717A31"/>
    <w:rsid w:val="00717C21"/>
    <w:rsid w:val="00720E5B"/>
    <w:rsid w:val="00721800"/>
    <w:rsid w:val="00725CAF"/>
    <w:rsid w:val="00727CAB"/>
    <w:rsid w:val="00733FBC"/>
    <w:rsid w:val="00737DCE"/>
    <w:rsid w:val="00746109"/>
    <w:rsid w:val="00757924"/>
    <w:rsid w:val="00766AAA"/>
    <w:rsid w:val="007670B9"/>
    <w:rsid w:val="00767E65"/>
    <w:rsid w:val="00782AD0"/>
    <w:rsid w:val="00785B55"/>
    <w:rsid w:val="007B1FF5"/>
    <w:rsid w:val="007C013E"/>
    <w:rsid w:val="007C55DB"/>
    <w:rsid w:val="007E53BA"/>
    <w:rsid w:val="007F447E"/>
    <w:rsid w:val="007F65E2"/>
    <w:rsid w:val="007F7DC2"/>
    <w:rsid w:val="00802F03"/>
    <w:rsid w:val="00805D40"/>
    <w:rsid w:val="0081602C"/>
    <w:rsid w:val="00823B73"/>
    <w:rsid w:val="00831047"/>
    <w:rsid w:val="00831089"/>
    <w:rsid w:val="008368D8"/>
    <w:rsid w:val="00837428"/>
    <w:rsid w:val="00841605"/>
    <w:rsid w:val="008463F7"/>
    <w:rsid w:val="008614AE"/>
    <w:rsid w:val="00863E5E"/>
    <w:rsid w:val="0087470B"/>
    <w:rsid w:val="0089256B"/>
    <w:rsid w:val="008941E8"/>
    <w:rsid w:val="008C1AD9"/>
    <w:rsid w:val="008C76A8"/>
    <w:rsid w:val="008D33CE"/>
    <w:rsid w:val="008E4EDC"/>
    <w:rsid w:val="008E6867"/>
    <w:rsid w:val="00906320"/>
    <w:rsid w:val="009149B3"/>
    <w:rsid w:val="00914B87"/>
    <w:rsid w:val="00927FE8"/>
    <w:rsid w:val="00982D8F"/>
    <w:rsid w:val="00986234"/>
    <w:rsid w:val="009A581A"/>
    <w:rsid w:val="009A61F8"/>
    <w:rsid w:val="009A668B"/>
    <w:rsid w:val="009A7747"/>
    <w:rsid w:val="009B3EC1"/>
    <w:rsid w:val="009B5B0D"/>
    <w:rsid w:val="009D5AC6"/>
    <w:rsid w:val="009E1832"/>
    <w:rsid w:val="00A169FA"/>
    <w:rsid w:val="00A2220C"/>
    <w:rsid w:val="00A263D6"/>
    <w:rsid w:val="00A3277A"/>
    <w:rsid w:val="00A377E0"/>
    <w:rsid w:val="00A60A90"/>
    <w:rsid w:val="00A61DB9"/>
    <w:rsid w:val="00A74464"/>
    <w:rsid w:val="00A97425"/>
    <w:rsid w:val="00AB3C02"/>
    <w:rsid w:val="00AB43FA"/>
    <w:rsid w:val="00AB44C5"/>
    <w:rsid w:val="00AB6E09"/>
    <w:rsid w:val="00AC2B67"/>
    <w:rsid w:val="00AC6E34"/>
    <w:rsid w:val="00AE1D10"/>
    <w:rsid w:val="00AE7BA0"/>
    <w:rsid w:val="00AE7FA2"/>
    <w:rsid w:val="00AF1199"/>
    <w:rsid w:val="00AF70F0"/>
    <w:rsid w:val="00B15DD6"/>
    <w:rsid w:val="00B220FE"/>
    <w:rsid w:val="00B25386"/>
    <w:rsid w:val="00B27814"/>
    <w:rsid w:val="00B31715"/>
    <w:rsid w:val="00B37F8A"/>
    <w:rsid w:val="00B50FDC"/>
    <w:rsid w:val="00B73322"/>
    <w:rsid w:val="00B73412"/>
    <w:rsid w:val="00B81900"/>
    <w:rsid w:val="00B834A0"/>
    <w:rsid w:val="00B84BE4"/>
    <w:rsid w:val="00B8607F"/>
    <w:rsid w:val="00BC27EE"/>
    <w:rsid w:val="00BC32EB"/>
    <w:rsid w:val="00BD51C3"/>
    <w:rsid w:val="00BE4305"/>
    <w:rsid w:val="00BE6913"/>
    <w:rsid w:val="00BF3DB7"/>
    <w:rsid w:val="00C03145"/>
    <w:rsid w:val="00C14BE9"/>
    <w:rsid w:val="00C25C90"/>
    <w:rsid w:val="00C311CD"/>
    <w:rsid w:val="00C34660"/>
    <w:rsid w:val="00C4078F"/>
    <w:rsid w:val="00C61471"/>
    <w:rsid w:val="00C72BAF"/>
    <w:rsid w:val="00C81B43"/>
    <w:rsid w:val="00C821D5"/>
    <w:rsid w:val="00C84B4D"/>
    <w:rsid w:val="00C94F1A"/>
    <w:rsid w:val="00CA0927"/>
    <w:rsid w:val="00CA1E79"/>
    <w:rsid w:val="00CC0555"/>
    <w:rsid w:val="00CC1EC1"/>
    <w:rsid w:val="00CC5E16"/>
    <w:rsid w:val="00CF2214"/>
    <w:rsid w:val="00CF34E5"/>
    <w:rsid w:val="00CF60BD"/>
    <w:rsid w:val="00D071F1"/>
    <w:rsid w:val="00D11109"/>
    <w:rsid w:val="00D14991"/>
    <w:rsid w:val="00D32719"/>
    <w:rsid w:val="00D32A2D"/>
    <w:rsid w:val="00D44046"/>
    <w:rsid w:val="00D456C6"/>
    <w:rsid w:val="00D577D3"/>
    <w:rsid w:val="00D57922"/>
    <w:rsid w:val="00D600E4"/>
    <w:rsid w:val="00D612FF"/>
    <w:rsid w:val="00D66651"/>
    <w:rsid w:val="00D75DBE"/>
    <w:rsid w:val="00D77706"/>
    <w:rsid w:val="00D83A2E"/>
    <w:rsid w:val="00D84894"/>
    <w:rsid w:val="00D909B8"/>
    <w:rsid w:val="00D9424D"/>
    <w:rsid w:val="00D94CBE"/>
    <w:rsid w:val="00D95560"/>
    <w:rsid w:val="00DA3EB2"/>
    <w:rsid w:val="00DB51EE"/>
    <w:rsid w:val="00DB720C"/>
    <w:rsid w:val="00DD3099"/>
    <w:rsid w:val="00DE67CA"/>
    <w:rsid w:val="00DF13FF"/>
    <w:rsid w:val="00DF2039"/>
    <w:rsid w:val="00E03142"/>
    <w:rsid w:val="00E03C23"/>
    <w:rsid w:val="00E2108C"/>
    <w:rsid w:val="00E26168"/>
    <w:rsid w:val="00E3354B"/>
    <w:rsid w:val="00E34763"/>
    <w:rsid w:val="00E4031D"/>
    <w:rsid w:val="00E54F63"/>
    <w:rsid w:val="00E5561B"/>
    <w:rsid w:val="00E569A3"/>
    <w:rsid w:val="00E6180E"/>
    <w:rsid w:val="00E61973"/>
    <w:rsid w:val="00E81970"/>
    <w:rsid w:val="00E82A9D"/>
    <w:rsid w:val="00E96726"/>
    <w:rsid w:val="00E96CFA"/>
    <w:rsid w:val="00E96E44"/>
    <w:rsid w:val="00E97D3A"/>
    <w:rsid w:val="00EA4D61"/>
    <w:rsid w:val="00EC61F1"/>
    <w:rsid w:val="00ED2584"/>
    <w:rsid w:val="00ED261C"/>
    <w:rsid w:val="00ED745A"/>
    <w:rsid w:val="00EE01C3"/>
    <w:rsid w:val="00EE32D7"/>
    <w:rsid w:val="00EE33AC"/>
    <w:rsid w:val="00EF0317"/>
    <w:rsid w:val="00EF2E14"/>
    <w:rsid w:val="00EF41D5"/>
    <w:rsid w:val="00EF4910"/>
    <w:rsid w:val="00F1107E"/>
    <w:rsid w:val="00F20366"/>
    <w:rsid w:val="00F510A3"/>
    <w:rsid w:val="00F6655B"/>
    <w:rsid w:val="00F82772"/>
    <w:rsid w:val="00F84D14"/>
    <w:rsid w:val="00F94193"/>
    <w:rsid w:val="00FB0C95"/>
    <w:rsid w:val="00FB4910"/>
    <w:rsid w:val="00FB5727"/>
    <w:rsid w:val="00FD087C"/>
    <w:rsid w:val="00FD219F"/>
    <w:rsid w:val="00FD398D"/>
    <w:rsid w:val="00FE3022"/>
    <w:rsid w:val="00FE432D"/>
    <w:rsid w:val="00FF26ED"/>
    <w:rsid w:val="00FF2EC2"/>
    <w:rsid w:val="00FF3147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002AA"/>
  <w15:chartTrackingRefBased/>
  <w15:docId w15:val="{ECC4E0FB-430D-454B-9299-7C4DA12F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normaltextrun">
    <w:name w:val="normaltextrun"/>
    <w:basedOn w:val="Tipodeletrapredefinidodopargrafo"/>
    <w:rsid w:val="0029018E"/>
  </w:style>
  <w:style w:type="character" w:customStyle="1" w:styleId="cf01">
    <w:name w:val="cf01"/>
    <w:basedOn w:val="Tipodeletrapredefinidodopargrafo"/>
    <w:rsid w:val="005736D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NQ_ANESPO\00_CNQ_CURR&#205;CULOS\PROJETO\FASE%202,%203%20e%204\TEMPLATES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D1DD0-C3BB-44A1-A6C6-B622105CAF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B22E21-9492-4BDD-8973-1434A6D53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20</TotalTime>
  <Pages>113</Pages>
  <Words>24439</Words>
  <Characters>131975</Characters>
  <Application>Microsoft Office Word</Application>
  <DocSecurity>0</DocSecurity>
  <Lines>1099</Lines>
  <Paragraphs>312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Calvet de Magalhaes Gomes Ricardo</dc:creator>
  <cp:keywords/>
  <dc:description/>
  <cp:lastModifiedBy>Maria Álvares</cp:lastModifiedBy>
  <cp:revision>17</cp:revision>
  <dcterms:created xsi:type="dcterms:W3CDTF">2024-02-27T10:08:00Z</dcterms:created>
  <dcterms:modified xsi:type="dcterms:W3CDTF">2024-02-28T14:00:00Z</dcterms:modified>
</cp:coreProperties>
</file>