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387AD" w14:textId="77777777" w:rsidR="00250F16" w:rsidRPr="00EE01C3" w:rsidRDefault="00250F16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56D8FF18" w14:textId="77777777" w:rsidR="00250F16" w:rsidRPr="00EE01C3" w:rsidRDefault="00906320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  <w:r w:rsidRPr="00EE01C3">
        <w:rPr>
          <w:rFonts w:ascii="Verdana" w:hAnsi="Verdana"/>
          <w:b/>
          <w:noProof/>
          <w:color w:val="404040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192ECB" wp14:editId="6A24E8ED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2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BF7134" w14:textId="77777777" w:rsidR="0072517D" w:rsidRPr="00EE01C3" w:rsidRDefault="0072517D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1C668D9E" w14:textId="77777777" w:rsidR="0072517D" w:rsidRPr="00EE01C3" w:rsidRDefault="0072517D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92ECB" id="Rectângulo 1" o:spid="_x0000_s1026" style="position:absolute;left:0;text-align:left;margin-left:543.75pt;margin-top:28.7pt;width:594.95pt;height:121.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05BF7134" w14:textId="77777777" w:rsidR="0072517D" w:rsidRPr="00EE01C3" w:rsidRDefault="0072517D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1C668D9E" w14:textId="77777777" w:rsidR="0072517D" w:rsidRPr="00EE01C3" w:rsidRDefault="0072517D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553A2F1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149EC867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A7ACA85" w14:textId="77777777" w:rsidR="00AC6E34" w:rsidRPr="00EE01C3" w:rsidRDefault="00AC6E34" w:rsidP="00250F16">
      <w:pPr>
        <w:spacing w:line="656" w:lineRule="exact"/>
        <w:ind w:left="-1701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43B82583" w14:textId="77777777" w:rsidR="00721800" w:rsidRPr="00EE01C3" w:rsidRDefault="00721800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0A83DA3A" w14:textId="77777777" w:rsidR="00863E5E" w:rsidRPr="00F51457" w:rsidRDefault="00863E5E" w:rsidP="00863E5E">
      <w:pPr>
        <w:spacing w:after="0" w:line="656" w:lineRule="exact"/>
        <w:jc w:val="center"/>
        <w:rPr>
          <w:rFonts w:ascii="Verdana Pro Light" w:hAnsi="Verdana Pro Light"/>
          <w:b/>
          <w:color w:val="000000" w:themeColor="text1"/>
          <w:sz w:val="32"/>
          <w:szCs w:val="24"/>
        </w:rPr>
      </w:pPr>
      <w:r w:rsidRPr="00F51457">
        <w:rPr>
          <w:rFonts w:ascii="Verdana Pro Light" w:hAnsi="Verdana Pro Light"/>
          <w:b/>
          <w:color w:val="000000" w:themeColor="text1"/>
          <w:sz w:val="32"/>
          <w:szCs w:val="24"/>
        </w:rPr>
        <w:t>_____________</w:t>
      </w:r>
      <w:r w:rsidR="0002087E" w:rsidRPr="0002087E">
        <w:rPr>
          <w:rFonts w:ascii="Verdana Pro Light" w:hAnsi="Verdana Pro Light"/>
          <w:b/>
          <w:color w:val="000000" w:themeColor="text1"/>
          <w:sz w:val="32"/>
          <w:szCs w:val="24"/>
          <w:u w:val="single"/>
        </w:rPr>
        <w:t xml:space="preserve">Técnico de </w:t>
      </w:r>
      <w:r w:rsidR="001D1B69">
        <w:rPr>
          <w:rFonts w:ascii="Verdana Pro Light" w:hAnsi="Verdana Pro Light"/>
          <w:b/>
          <w:color w:val="000000" w:themeColor="text1"/>
          <w:sz w:val="32"/>
          <w:szCs w:val="24"/>
          <w:u w:val="single"/>
        </w:rPr>
        <w:t>Audiovisuais</w:t>
      </w:r>
      <w:r w:rsidRPr="00F51457">
        <w:rPr>
          <w:rFonts w:ascii="Verdana Pro Light" w:hAnsi="Verdana Pro Light"/>
          <w:b/>
          <w:color w:val="000000" w:themeColor="text1"/>
          <w:sz w:val="32"/>
          <w:szCs w:val="24"/>
        </w:rPr>
        <w:t>_____________</w:t>
      </w:r>
    </w:p>
    <w:p w14:paraId="7F57890E" w14:textId="77777777" w:rsidR="00863E5E" w:rsidRPr="006B26A4" w:rsidRDefault="00863E5E" w:rsidP="00863E5E">
      <w:pPr>
        <w:spacing w:after="0" w:line="656" w:lineRule="exact"/>
        <w:jc w:val="center"/>
        <w:rPr>
          <w:rFonts w:ascii="Verdana Pro Light" w:hAnsi="Verdana Pro Light"/>
          <w:color w:val="000000" w:themeColor="text1"/>
          <w:sz w:val="44"/>
        </w:rPr>
      </w:pPr>
      <w:r w:rsidRPr="006B26A4">
        <w:rPr>
          <w:rFonts w:ascii="Verdana Pro Light" w:hAnsi="Verdana Pro Light"/>
          <w:color w:val="000000" w:themeColor="text1"/>
          <w:sz w:val="20"/>
          <w:szCs w:val="24"/>
        </w:rPr>
        <w:t>(designação da qualificação)</w:t>
      </w:r>
    </w:p>
    <w:p w14:paraId="5C31E1CF" w14:textId="77777777" w:rsidR="00AC6E34" w:rsidRPr="00712C22" w:rsidRDefault="00AC6E34" w:rsidP="00250F16">
      <w:pPr>
        <w:spacing w:after="0" w:line="656" w:lineRule="exact"/>
        <w:ind w:left="-1701"/>
        <w:jc w:val="center"/>
        <w:rPr>
          <w:rFonts w:ascii="Verdana Pro Light" w:eastAsia="Arial Unicode MS" w:hAnsi="Verdana Pro Light" w:cstheme="minorHAnsi"/>
          <w:smallCaps/>
          <w:color w:val="000000" w:themeColor="text1"/>
          <w:sz w:val="32"/>
          <w:szCs w:val="32"/>
        </w:rPr>
      </w:pPr>
      <w:r w:rsidRPr="00712C22"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31FDA65C" wp14:editId="302394CA">
                <wp:extent cx="7917180" cy="68400"/>
                <wp:effectExtent l="0" t="0" r="7620" b="8255"/>
                <wp:docPr id="1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5DF05C" w14:textId="77777777" w:rsidR="0072517D" w:rsidRPr="00EF41D5" w:rsidRDefault="0072517D" w:rsidP="00AC6E3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color w:val="404040"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11DAC55D" w14:textId="77777777" w:rsidR="0072517D" w:rsidRPr="00EF41D5" w:rsidRDefault="0072517D" w:rsidP="00AC6E3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FDA65C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3F5DF05C" w14:textId="77777777" w:rsidR="0072517D" w:rsidRPr="00EF41D5" w:rsidRDefault="0072517D" w:rsidP="00AC6E34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color w:val="404040"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11DAC55D" w14:textId="77777777" w:rsidR="0072517D" w:rsidRPr="00EF41D5" w:rsidRDefault="0072517D" w:rsidP="00AC6E34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10D24AF8" w14:textId="77777777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  <w:szCs w:val="26"/>
        </w:rPr>
        <w:t>:</w:t>
      </w:r>
      <w:r w:rsidRPr="00712C22">
        <w:rPr>
          <w:rFonts w:ascii="Verdana Pro Light" w:eastAsia="Arial Unicode MS" w:hAnsi="Verdana Pro Light" w:cstheme="minorHAnsi"/>
          <w:b/>
          <w:bCs/>
          <w:color w:val="000000" w:themeColor="text1"/>
          <w:szCs w:val="26"/>
        </w:rPr>
        <w:t xml:space="preserve"> </w:t>
      </w:r>
      <w:r w:rsidR="0002087E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213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–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 xml:space="preserve"> </w:t>
      </w:r>
      <w:r w:rsidR="0002087E" w:rsidRPr="0002087E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>Audiovisuais e Produção dos Media</w:t>
      </w:r>
    </w:p>
    <w:p w14:paraId="6E92B8D3" w14:textId="77777777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Código da Qualificação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: 000000</w:t>
      </w:r>
    </w:p>
    <w:p w14:paraId="0DC9615B" w14:textId="77777777" w:rsidR="00721800" w:rsidRPr="00361B38" w:rsidRDefault="00721800" w:rsidP="35D1FEEC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35D1FEEC">
        <w:rPr>
          <w:rFonts w:ascii="Verdana Pro Light" w:eastAsia="Arial Unicode MS" w:hAnsi="Verdana Pro Light"/>
          <w:b/>
          <w:bCs/>
          <w:smallCaps/>
          <w:color w:val="000000" w:themeColor="text1"/>
        </w:rPr>
        <w:t>Nível de Qualificação:</w:t>
      </w:r>
      <w:r w:rsidRPr="35D1FEEC">
        <w:rPr>
          <w:rFonts w:eastAsia="Arial Unicode MS" w:cs="Arial Unicode MS"/>
          <w:b/>
          <w:bCs/>
          <w:smallCaps/>
          <w:color w:val="000000" w:themeColor="text1"/>
        </w:rPr>
        <w:t xml:space="preserve"> </w:t>
      </w:r>
      <w:r w:rsidR="00BE4305" w:rsidRPr="00CF60BD">
        <w:rPr>
          <w:rFonts w:ascii="Wingdings" w:eastAsia="Wingdings" w:hAnsi="Wingdings" w:cs="Wingdings"/>
          <w:b/>
          <w:bCs/>
          <w:color w:val="000000" w:themeColor="text1"/>
          <w:sz w:val="32"/>
          <w:szCs w:val="28"/>
        </w:rPr>
        <w:t></w:t>
      </w:r>
    </w:p>
    <w:p w14:paraId="01A8865A" w14:textId="4606D3F5" w:rsidR="00AC6E34" w:rsidRPr="00712C22" w:rsidRDefault="00DA3EB2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Pontos de Crédito:</w:t>
      </w:r>
      <w:r w:rsidR="0018354B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92,5</w:t>
      </w:r>
    </w:p>
    <w:p w14:paraId="3936D734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07EABBB0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="00DA3EB2"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</w:t>
      </w:r>
      <w:r w:rsidR="00DA3EB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_______________________________.</w:t>
      </w:r>
    </w:p>
    <w:p w14:paraId="532F0D0D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Observações:</w:t>
      </w:r>
    </w:p>
    <w:p w14:paraId="4F149BD1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6E826B12" w14:textId="77777777" w:rsidR="008C1AD9" w:rsidRDefault="008C1AD9">
      <w:pP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  <w:sectPr w:rsidR="008C1AD9" w:rsidSect="00C52E16">
          <w:headerReference w:type="default" r:id="rId11"/>
          <w:footerReference w:type="default" r:id="rId12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1C5280A9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lastRenderedPageBreak/>
        <w:t>Descrição Geral da Qualificação (Missão):</w:t>
      </w:r>
    </w:p>
    <w:p w14:paraId="241E9542" w14:textId="05614AF7" w:rsidR="00F84D14" w:rsidRPr="00712C22" w:rsidRDefault="001D1B69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1D1B69">
        <w:rPr>
          <w:rFonts w:ascii="Verdana Pro Light" w:hAnsi="Verdana Pro Light" w:cstheme="minorHAnsi"/>
        </w:rPr>
        <w:t xml:space="preserve">Conceber conteúdos audiovisuais para televisão e cinema utilizando e dominando as principais tecnologias, linguagens e procedimentos em produção audiovisual, </w:t>
      </w:r>
      <w:r w:rsidR="008856D8">
        <w:rPr>
          <w:rFonts w:ascii="Verdana Pro Light" w:hAnsi="Verdana Pro Light" w:cstheme="minorHAnsi"/>
        </w:rPr>
        <w:t>e</w:t>
      </w:r>
      <w:r w:rsidRPr="001D1B69">
        <w:rPr>
          <w:rFonts w:ascii="Verdana Pro Light" w:hAnsi="Verdana Pro Light" w:cstheme="minorHAnsi"/>
        </w:rPr>
        <w:t>fetua</w:t>
      </w:r>
      <w:r w:rsidR="008856D8">
        <w:rPr>
          <w:rFonts w:ascii="Verdana Pro Light" w:hAnsi="Verdana Pro Light" w:cstheme="minorHAnsi"/>
        </w:rPr>
        <w:t>ndo</w:t>
      </w:r>
      <w:r w:rsidRPr="001D1B69">
        <w:rPr>
          <w:rFonts w:ascii="Verdana Pro Light" w:hAnsi="Verdana Pro Light" w:cstheme="minorHAnsi"/>
        </w:rPr>
        <w:t xml:space="preserve"> a preparação, montagem, captação, gravação, edição, masterização áudio, mistura e amplificação de som em estúdio, ao vivo, e para imagem</w:t>
      </w:r>
      <w:r w:rsidR="0038693A">
        <w:rPr>
          <w:rFonts w:ascii="Verdana Pro Light" w:hAnsi="Verdana Pro Light" w:cstheme="minorHAnsi"/>
        </w:rPr>
        <w:t>, garantindo a segurança de bens e pessoas</w:t>
      </w:r>
      <w:r w:rsidRPr="001D1B69">
        <w:rPr>
          <w:rFonts w:ascii="Verdana Pro Light" w:hAnsi="Verdana Pro Light" w:cstheme="minorHAnsi"/>
        </w:rPr>
        <w:t>.</w:t>
      </w:r>
    </w:p>
    <w:p w14:paraId="4450D1DA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t>Atividades Principais:</w:t>
      </w:r>
    </w:p>
    <w:p w14:paraId="7B2D3CE2" w14:textId="50D2C03A" w:rsidR="001D1B69" w:rsidRPr="00F9572D" w:rsidRDefault="001D1B69" w:rsidP="00F9572D">
      <w:pPr>
        <w:pStyle w:val="PargrafodaLista"/>
        <w:numPr>
          <w:ilvl w:val="0"/>
          <w:numId w:val="8"/>
        </w:numPr>
        <w:spacing w:line="240" w:lineRule="auto"/>
        <w:rPr>
          <w:rFonts w:ascii="Verdana Pro Light" w:hAnsi="Verdana Pro Light" w:cstheme="minorHAnsi"/>
        </w:rPr>
      </w:pPr>
      <w:r w:rsidRPr="00F9572D">
        <w:rPr>
          <w:rFonts w:ascii="Verdana Pro Light" w:hAnsi="Verdana Pro Light" w:cstheme="minorHAnsi"/>
        </w:rPr>
        <w:t>Conceber ideias para projetos audiovisuais</w:t>
      </w:r>
      <w:r w:rsidR="00314EFE">
        <w:rPr>
          <w:rFonts w:ascii="Verdana Pro Light" w:hAnsi="Verdana Pro Light" w:cstheme="minorHAnsi"/>
        </w:rPr>
        <w:t>, incluindo gui</w:t>
      </w:r>
      <w:r w:rsidR="00435C10">
        <w:rPr>
          <w:rFonts w:ascii="Verdana Pro Light" w:hAnsi="Verdana Pro Light" w:cstheme="minorHAnsi"/>
        </w:rPr>
        <w:t>ões para</w:t>
      </w:r>
      <w:r w:rsidR="00314EFE">
        <w:rPr>
          <w:rFonts w:ascii="Verdana Pro Light" w:hAnsi="Verdana Pro Light" w:cstheme="minorHAnsi"/>
        </w:rPr>
        <w:t xml:space="preserve"> formatos televisivos</w:t>
      </w:r>
      <w:r w:rsidR="004A112F">
        <w:rPr>
          <w:rFonts w:ascii="Verdana Pro Light" w:hAnsi="Verdana Pro Light" w:cstheme="minorHAnsi"/>
        </w:rPr>
        <w:t>, grafismos e animações.</w:t>
      </w:r>
    </w:p>
    <w:p w14:paraId="1185AA9B" w14:textId="55ABB5D3" w:rsidR="001D1B69" w:rsidRPr="00F9572D" w:rsidRDefault="00F20154" w:rsidP="00F9572D">
      <w:pPr>
        <w:pStyle w:val="PargrafodaLista"/>
        <w:numPr>
          <w:ilvl w:val="0"/>
          <w:numId w:val="8"/>
        </w:numPr>
        <w:spacing w:line="240" w:lineRule="auto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>Planear</w:t>
      </w:r>
      <w:r w:rsidR="00435C10">
        <w:rPr>
          <w:rFonts w:ascii="Verdana Pro Light" w:hAnsi="Verdana Pro Light" w:cstheme="minorHAnsi"/>
        </w:rPr>
        <w:t xml:space="preserve"> </w:t>
      </w:r>
      <w:r w:rsidR="0038693A">
        <w:rPr>
          <w:rFonts w:ascii="Verdana Pro Light" w:hAnsi="Verdana Pro Light" w:cstheme="minorHAnsi"/>
        </w:rPr>
        <w:t xml:space="preserve">e gerir </w:t>
      </w:r>
      <w:r w:rsidR="00925AE6">
        <w:rPr>
          <w:rFonts w:ascii="Verdana Pro Light" w:hAnsi="Verdana Pro Light" w:cstheme="minorHAnsi"/>
        </w:rPr>
        <w:t>projetos de audiovisual</w:t>
      </w:r>
      <w:r w:rsidR="0038693A" w:rsidRPr="0038693A">
        <w:rPr>
          <w:rFonts w:ascii="Verdana Pro Light" w:hAnsi="Verdana Pro Light" w:cstheme="minorHAnsi"/>
        </w:rPr>
        <w:t xml:space="preserve"> </w:t>
      </w:r>
      <w:r w:rsidR="0038693A" w:rsidRPr="00F9572D">
        <w:rPr>
          <w:rFonts w:ascii="Verdana Pro Light" w:hAnsi="Verdana Pro Light" w:cstheme="minorHAnsi"/>
        </w:rPr>
        <w:t>em diferentes plataformas de comunicação.</w:t>
      </w:r>
      <w:r w:rsidR="00925AE6">
        <w:rPr>
          <w:rFonts w:ascii="Verdana Pro Light" w:hAnsi="Verdana Pro Light" w:cstheme="minorHAnsi"/>
        </w:rPr>
        <w:t xml:space="preserve">, incluindo </w:t>
      </w:r>
      <w:r>
        <w:rPr>
          <w:rFonts w:ascii="Verdana Pro Light" w:hAnsi="Verdana Pro Light" w:cstheme="minorHAnsi"/>
        </w:rPr>
        <w:t xml:space="preserve">a sua orçamentação </w:t>
      </w:r>
    </w:p>
    <w:p w14:paraId="0DA771AC" w14:textId="03216E25" w:rsidR="00D54C93" w:rsidRPr="00F9572D" w:rsidRDefault="00D54C93" w:rsidP="00D54C93">
      <w:pPr>
        <w:pStyle w:val="PargrafodaLista"/>
        <w:numPr>
          <w:ilvl w:val="0"/>
          <w:numId w:val="8"/>
        </w:numPr>
        <w:spacing w:line="240" w:lineRule="auto"/>
        <w:rPr>
          <w:rFonts w:ascii="Verdana Pro Light" w:hAnsi="Verdana Pro Light" w:cstheme="minorHAnsi"/>
        </w:rPr>
      </w:pPr>
      <w:r w:rsidRPr="00F9572D">
        <w:rPr>
          <w:rFonts w:ascii="Verdana Pro Light" w:hAnsi="Verdana Pro Light" w:cstheme="minorHAnsi"/>
        </w:rPr>
        <w:t>Preparar</w:t>
      </w:r>
      <w:r w:rsidR="007F76A9">
        <w:rPr>
          <w:rFonts w:ascii="Verdana Pro Light" w:hAnsi="Verdana Pro Light" w:cstheme="minorHAnsi"/>
        </w:rPr>
        <w:t>,</w:t>
      </w:r>
      <w:r w:rsidRPr="00F9572D">
        <w:rPr>
          <w:rFonts w:ascii="Verdana Pro Light" w:hAnsi="Verdana Pro Light" w:cstheme="minorHAnsi"/>
        </w:rPr>
        <w:t xml:space="preserve"> </w:t>
      </w:r>
      <w:r>
        <w:rPr>
          <w:rFonts w:ascii="Verdana Pro Light" w:hAnsi="Verdana Pro Light" w:cstheme="minorHAnsi"/>
        </w:rPr>
        <w:t xml:space="preserve">montar </w:t>
      </w:r>
      <w:r w:rsidRPr="00F9572D">
        <w:rPr>
          <w:rFonts w:ascii="Verdana Pro Light" w:hAnsi="Verdana Pro Light" w:cstheme="minorHAnsi"/>
        </w:rPr>
        <w:t>e configurar os equipamentos e recursos audiovisuais necessários à produção, em estúdio de som e ao vivo</w:t>
      </w:r>
    </w:p>
    <w:p w14:paraId="15D1618D" w14:textId="7E2E13A4" w:rsidR="001D1B69" w:rsidRPr="00F9572D" w:rsidRDefault="008F7465" w:rsidP="00F9572D">
      <w:pPr>
        <w:pStyle w:val="PargrafodaLista"/>
        <w:numPr>
          <w:ilvl w:val="0"/>
          <w:numId w:val="8"/>
        </w:numPr>
        <w:spacing w:line="240" w:lineRule="auto"/>
        <w:rPr>
          <w:rFonts w:ascii="Verdana Pro Light" w:hAnsi="Verdana Pro Light" w:cstheme="minorHAnsi"/>
        </w:rPr>
      </w:pPr>
      <w:r w:rsidRPr="00F9572D">
        <w:rPr>
          <w:rFonts w:ascii="Verdana Pro Light" w:hAnsi="Verdana Pro Light" w:cstheme="minorHAnsi"/>
        </w:rPr>
        <w:t xml:space="preserve">Operar os equipamentos </w:t>
      </w:r>
      <w:r w:rsidR="00557A03">
        <w:rPr>
          <w:rFonts w:ascii="Verdana Pro Light" w:hAnsi="Verdana Pro Light" w:cstheme="minorHAnsi"/>
        </w:rPr>
        <w:t>de captação de imagem e som</w:t>
      </w:r>
      <w:r w:rsidR="00C1652B">
        <w:rPr>
          <w:rFonts w:ascii="Verdana Pro Light" w:hAnsi="Verdana Pro Light" w:cstheme="minorHAnsi"/>
        </w:rPr>
        <w:t xml:space="preserve"> </w:t>
      </w:r>
      <w:r w:rsidR="00C1652B" w:rsidRPr="00F9572D">
        <w:rPr>
          <w:rFonts w:ascii="Verdana Pro Light" w:hAnsi="Verdana Pro Light" w:cstheme="minorHAnsi"/>
        </w:rPr>
        <w:t xml:space="preserve">em diferentes ambientes </w:t>
      </w:r>
      <w:r w:rsidR="00C1652B">
        <w:rPr>
          <w:rFonts w:ascii="Verdana Pro Light" w:hAnsi="Verdana Pro Light" w:cstheme="minorHAnsi"/>
        </w:rPr>
        <w:t xml:space="preserve">e </w:t>
      </w:r>
      <w:r w:rsidR="001D1B69" w:rsidRPr="00F9572D">
        <w:rPr>
          <w:rFonts w:ascii="Verdana Pro Light" w:hAnsi="Verdana Pro Light" w:cstheme="minorHAnsi"/>
        </w:rPr>
        <w:t>edita</w:t>
      </w:r>
      <w:r w:rsidR="00557A03">
        <w:rPr>
          <w:rFonts w:ascii="Verdana Pro Light" w:hAnsi="Verdana Pro Light" w:cstheme="minorHAnsi"/>
        </w:rPr>
        <w:t>ndo</w:t>
      </w:r>
      <w:r w:rsidR="001D1B69" w:rsidRPr="00F9572D">
        <w:rPr>
          <w:rFonts w:ascii="Verdana Pro Light" w:hAnsi="Verdana Pro Light" w:cstheme="minorHAnsi"/>
        </w:rPr>
        <w:t xml:space="preserve"> imagem e som</w:t>
      </w:r>
      <w:r w:rsidR="00D041AC">
        <w:rPr>
          <w:rFonts w:ascii="Verdana Pro Light" w:hAnsi="Verdana Pro Light" w:cstheme="minorHAnsi"/>
        </w:rPr>
        <w:t xml:space="preserve"> </w:t>
      </w:r>
      <w:r w:rsidR="00D5160F" w:rsidRPr="00F9572D">
        <w:rPr>
          <w:rFonts w:ascii="Verdana Pro Light" w:hAnsi="Verdana Pro Light" w:cstheme="minorHAnsi"/>
        </w:rPr>
        <w:t>de acordo com o tipo de produção</w:t>
      </w:r>
      <w:r w:rsidR="001D1B69" w:rsidRPr="00F9572D">
        <w:rPr>
          <w:rFonts w:ascii="Verdana Pro Light" w:hAnsi="Verdana Pro Light" w:cstheme="minorHAnsi"/>
        </w:rPr>
        <w:t xml:space="preserve">. </w:t>
      </w:r>
    </w:p>
    <w:p w14:paraId="537F4D63" w14:textId="77777777" w:rsidR="001D1B69" w:rsidRPr="00F9572D" w:rsidRDefault="001D1B69" w:rsidP="00F9572D">
      <w:pPr>
        <w:pStyle w:val="PargrafodaLista"/>
        <w:numPr>
          <w:ilvl w:val="0"/>
          <w:numId w:val="8"/>
        </w:numPr>
        <w:spacing w:line="240" w:lineRule="auto"/>
        <w:rPr>
          <w:rFonts w:ascii="Verdana Pro Light" w:hAnsi="Verdana Pro Light" w:cstheme="minorHAnsi"/>
        </w:rPr>
      </w:pPr>
      <w:r w:rsidRPr="00F9572D">
        <w:rPr>
          <w:rFonts w:ascii="Verdana Pro Light" w:hAnsi="Verdana Pro Light" w:cstheme="minorHAnsi"/>
        </w:rPr>
        <w:t>Colaborar nas ações de dirigir, produzir e realizar conteúdos televisivos e cinematográficos.</w:t>
      </w:r>
    </w:p>
    <w:p w14:paraId="0E73B357" w14:textId="794E9E43" w:rsidR="001D1B69" w:rsidRPr="00700469" w:rsidRDefault="001D1B69" w:rsidP="00C42238">
      <w:pPr>
        <w:pStyle w:val="PargrafodaLista"/>
        <w:numPr>
          <w:ilvl w:val="0"/>
          <w:numId w:val="8"/>
        </w:numPr>
        <w:spacing w:line="240" w:lineRule="auto"/>
        <w:rPr>
          <w:rFonts w:ascii="Verdana Pro Light" w:hAnsi="Verdana Pro Light" w:cstheme="minorHAnsi"/>
        </w:rPr>
      </w:pPr>
      <w:r w:rsidRPr="00700469">
        <w:rPr>
          <w:rFonts w:ascii="Verdana Pro Light" w:hAnsi="Verdana Pro Light" w:cstheme="minorHAnsi"/>
        </w:rPr>
        <w:t xml:space="preserve">Realizar programas </w:t>
      </w:r>
      <w:r w:rsidR="00D041AC">
        <w:rPr>
          <w:rFonts w:ascii="Verdana Pro Light" w:hAnsi="Verdana Pro Light" w:cstheme="minorHAnsi"/>
        </w:rPr>
        <w:t xml:space="preserve">para emissão </w:t>
      </w:r>
      <w:r w:rsidR="00755E75">
        <w:rPr>
          <w:rFonts w:ascii="Verdana Pro Light" w:hAnsi="Verdana Pro Light" w:cstheme="minorHAnsi"/>
        </w:rPr>
        <w:t>B</w:t>
      </w:r>
      <w:r w:rsidR="00D041AC">
        <w:rPr>
          <w:rFonts w:ascii="Verdana Pro Light" w:hAnsi="Verdana Pro Light" w:cstheme="minorHAnsi"/>
        </w:rPr>
        <w:t>roadcast</w:t>
      </w:r>
      <w:r w:rsidR="004564CB">
        <w:rPr>
          <w:rFonts w:ascii="Verdana Pro Light" w:hAnsi="Verdana Pro Light" w:cstheme="minorHAnsi"/>
        </w:rPr>
        <w:t xml:space="preserve"> e </w:t>
      </w:r>
      <w:proofErr w:type="spellStart"/>
      <w:r w:rsidR="00755E75">
        <w:rPr>
          <w:rFonts w:ascii="Verdana Pro Light" w:hAnsi="Verdana Pro Light" w:cstheme="minorHAnsi"/>
        </w:rPr>
        <w:t>S</w:t>
      </w:r>
      <w:r w:rsidR="004564CB">
        <w:rPr>
          <w:rFonts w:ascii="Verdana Pro Light" w:hAnsi="Verdana Pro Light" w:cstheme="minorHAnsi"/>
        </w:rPr>
        <w:t>treaming</w:t>
      </w:r>
      <w:proofErr w:type="spellEnd"/>
      <w:r w:rsidRPr="00700469">
        <w:rPr>
          <w:rFonts w:ascii="Verdana Pro Light" w:hAnsi="Verdana Pro Light" w:cstheme="minorHAnsi"/>
        </w:rPr>
        <w:t xml:space="preserve">. </w:t>
      </w:r>
    </w:p>
    <w:p w14:paraId="7E15F7F8" w14:textId="75484EF7" w:rsidR="001D1B69" w:rsidRPr="00F9572D" w:rsidRDefault="0038693A" w:rsidP="001D1218">
      <w:pPr>
        <w:pStyle w:val="PargrafodaLista"/>
        <w:numPr>
          <w:ilvl w:val="0"/>
          <w:numId w:val="8"/>
        </w:numPr>
        <w:spacing w:line="240" w:lineRule="auto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>Definir</w:t>
      </w:r>
      <w:r w:rsidR="0069757A">
        <w:rPr>
          <w:rFonts w:ascii="Verdana Pro Light" w:hAnsi="Verdana Pro Light" w:cstheme="minorHAnsi"/>
        </w:rPr>
        <w:t xml:space="preserve">, representar e </w:t>
      </w:r>
      <w:r w:rsidR="001D1218">
        <w:rPr>
          <w:rFonts w:ascii="Verdana Pro Light" w:hAnsi="Verdana Pro Light" w:cstheme="minorHAnsi"/>
        </w:rPr>
        <w:t xml:space="preserve">controlar as </w:t>
      </w:r>
      <w:r w:rsidR="001D1218" w:rsidRPr="00F9572D">
        <w:rPr>
          <w:rFonts w:ascii="Verdana Pro Light" w:hAnsi="Verdana Pro Light" w:cstheme="minorHAnsi"/>
        </w:rPr>
        <w:t>variáveis de iluminação que interferem na imagem</w:t>
      </w:r>
      <w:r w:rsidR="001D1B69" w:rsidRPr="00F9572D">
        <w:rPr>
          <w:rFonts w:ascii="Verdana Pro Light" w:hAnsi="Verdana Pro Light" w:cstheme="minorHAnsi"/>
        </w:rPr>
        <w:t xml:space="preserve">. </w:t>
      </w:r>
    </w:p>
    <w:p w14:paraId="6EF09D4D" w14:textId="77777777" w:rsidR="001D1B69" w:rsidRPr="00F9572D" w:rsidRDefault="001D1B69" w:rsidP="00F9572D">
      <w:pPr>
        <w:pStyle w:val="PargrafodaLista"/>
        <w:numPr>
          <w:ilvl w:val="0"/>
          <w:numId w:val="8"/>
        </w:numPr>
        <w:spacing w:line="240" w:lineRule="auto"/>
        <w:rPr>
          <w:rFonts w:ascii="Verdana Pro Light" w:hAnsi="Verdana Pro Light" w:cstheme="minorHAnsi"/>
        </w:rPr>
      </w:pPr>
      <w:r w:rsidRPr="00F9572D">
        <w:rPr>
          <w:rFonts w:ascii="Verdana Pro Light" w:hAnsi="Verdana Pro Light" w:cstheme="minorHAnsi"/>
        </w:rPr>
        <w:t>Elaborar um plano de segurança aplicável a uma produção audiovisual.</w:t>
      </w:r>
    </w:p>
    <w:p w14:paraId="774B6E2A" w14:textId="64D93F96" w:rsidR="0002087E" w:rsidRPr="00F9572D" w:rsidRDefault="0002087E" w:rsidP="00700469">
      <w:pPr>
        <w:pStyle w:val="PargrafodaLista"/>
        <w:spacing w:line="240" w:lineRule="auto"/>
        <w:rPr>
          <w:rFonts w:ascii="Verdana Pro Light" w:hAnsi="Verdana Pro Light" w:cstheme="minorHAnsi"/>
          <w:b/>
          <w:smallCaps/>
          <w:sz w:val="24"/>
          <w:szCs w:val="24"/>
        </w:rPr>
      </w:pPr>
      <w:r w:rsidRPr="00F9572D">
        <w:rPr>
          <w:rFonts w:ascii="Verdana Pro Light" w:hAnsi="Verdana Pro Light" w:cstheme="minorHAnsi"/>
          <w:b/>
          <w:smallCaps/>
          <w:sz w:val="24"/>
          <w:szCs w:val="24"/>
        </w:rPr>
        <w:br w:type="page"/>
      </w:r>
    </w:p>
    <w:p w14:paraId="3BF12F56" w14:textId="77777777" w:rsidR="00AC6E34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lastRenderedPageBreak/>
        <w:t>Unidades de</w:t>
      </w:r>
      <w:r w:rsidRPr="00250F16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Competência</w:t>
      </w:r>
      <w:r w:rsidR="00AB44C5" w:rsidRPr="00250F16">
        <w:rPr>
          <w:rFonts w:ascii="Verdana Pro Light" w:hAnsi="Verdana Pro Light" w:cstheme="minorHAnsi"/>
          <w:b/>
          <w:smallCaps/>
          <w:sz w:val="24"/>
          <w:szCs w:val="24"/>
        </w:rPr>
        <w:t xml:space="preserve"> (UC)</w:t>
      </w:r>
    </w:p>
    <w:p w14:paraId="733E4D31" w14:textId="77777777" w:rsidR="00AC6E34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UC Obrigatórias</w:t>
      </w:r>
    </w:p>
    <w:p w14:paraId="0496ED7A" w14:textId="77777777" w:rsidR="00D5488A" w:rsidRDefault="00D5488A" w:rsidP="00D5488A"/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D5488A" w:rsidRPr="00712C22" w14:paraId="1A42F7A0" w14:textId="77777777" w:rsidTr="00F02262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2D211BEB" w14:textId="77777777" w:rsidR="00D5488A" w:rsidRPr="00712C22" w:rsidRDefault="00D5488A" w:rsidP="00F02262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2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6A38C6FD" w14:textId="77777777" w:rsidR="00D5488A" w:rsidRPr="00712C22" w:rsidRDefault="00D5488A" w:rsidP="00F02262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proofErr w:type="gram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1F36D6CE" w14:textId="77777777" w:rsidR="00D5488A" w:rsidRPr="00712C22" w:rsidRDefault="00D5488A" w:rsidP="00F02262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proofErr w:type="spellEnd"/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de </w:t>
            </w: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5DB5470" w14:textId="77777777" w:rsidR="00D5488A" w:rsidRPr="00712C22" w:rsidRDefault="00D5488A" w:rsidP="00F02262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D5488A" w:rsidRPr="006C0318" w14:paraId="6A84288D" w14:textId="77777777" w:rsidTr="00F02262">
        <w:trPr>
          <w:trHeight w:val="317"/>
          <w:jc w:val="center"/>
        </w:trPr>
        <w:tc>
          <w:tcPr>
            <w:tcW w:w="1185" w:type="dxa"/>
            <w:vAlign w:val="center"/>
          </w:tcPr>
          <w:p w14:paraId="16226BAD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1898851" w14:textId="77777777" w:rsidR="00D5488A" w:rsidRPr="00375CE7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color w:val="FFC000"/>
                <w:sz w:val="16"/>
                <w:szCs w:val="16"/>
              </w:rPr>
            </w:pPr>
            <w:r w:rsidRPr="00375CE7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01</w:t>
            </w:r>
          </w:p>
        </w:tc>
        <w:tc>
          <w:tcPr>
            <w:tcW w:w="6094" w:type="dxa"/>
          </w:tcPr>
          <w:p w14:paraId="543F554E" w14:textId="77777777" w:rsidR="00D5488A" w:rsidRPr="00F27BE4" w:rsidRDefault="00D5488A" w:rsidP="00F02262">
            <w:r w:rsidRPr="00F27BE4">
              <w:t>Prestar informações sobre o setor de Audiovisuais</w:t>
            </w:r>
          </w:p>
        </w:tc>
        <w:tc>
          <w:tcPr>
            <w:tcW w:w="1134" w:type="dxa"/>
          </w:tcPr>
          <w:p w14:paraId="1CB86EED" w14:textId="77777777" w:rsidR="00D5488A" w:rsidRPr="00F27BE4" w:rsidRDefault="00D5488A" w:rsidP="00F02262">
            <w:r w:rsidRPr="00F27BE4">
              <w:t>2,25</w:t>
            </w:r>
          </w:p>
        </w:tc>
      </w:tr>
      <w:tr w:rsidR="00D5488A" w:rsidRPr="006C0318" w14:paraId="41E56B25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B149ABD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081259F" w14:textId="77777777" w:rsidR="00D5488A" w:rsidRPr="00375CE7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 w:rsidRPr="00375CE7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02</w:t>
            </w:r>
          </w:p>
        </w:tc>
        <w:tc>
          <w:tcPr>
            <w:tcW w:w="6094" w:type="dxa"/>
          </w:tcPr>
          <w:p w14:paraId="458CFA09" w14:textId="77777777" w:rsidR="00D5488A" w:rsidRPr="00F27BE4" w:rsidRDefault="00D5488A" w:rsidP="00F02262">
            <w:r w:rsidRPr="00F27BE4">
              <w:t>Implementar as normas de segurança e saúde no trabalho na área profissional dos Audiovisuais</w:t>
            </w:r>
          </w:p>
        </w:tc>
        <w:tc>
          <w:tcPr>
            <w:tcW w:w="1134" w:type="dxa"/>
          </w:tcPr>
          <w:p w14:paraId="4C610ABA" w14:textId="77777777" w:rsidR="00D5488A" w:rsidRPr="00F27BE4" w:rsidRDefault="00D5488A" w:rsidP="00F02262">
            <w:r w:rsidRPr="00F27BE4">
              <w:t>2,25</w:t>
            </w:r>
          </w:p>
        </w:tc>
      </w:tr>
      <w:tr w:rsidR="00D5488A" w:rsidRPr="006C0318" w14:paraId="7C139390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94C41A9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D7FB45B" w14:textId="77777777" w:rsidR="00D5488A" w:rsidRPr="00AF4966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 w:rsidRPr="00AF4966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03</w:t>
            </w:r>
          </w:p>
        </w:tc>
        <w:tc>
          <w:tcPr>
            <w:tcW w:w="6094" w:type="dxa"/>
          </w:tcPr>
          <w:p w14:paraId="4736D73B" w14:textId="77777777" w:rsidR="00D5488A" w:rsidRPr="00F27BE4" w:rsidRDefault="00D5488A" w:rsidP="00F02262">
            <w:r w:rsidRPr="00F27BE4">
              <w:t>Colaborar e trabalhar em equipa</w:t>
            </w:r>
          </w:p>
        </w:tc>
        <w:tc>
          <w:tcPr>
            <w:tcW w:w="1134" w:type="dxa"/>
          </w:tcPr>
          <w:p w14:paraId="1DEBD9E9" w14:textId="77777777" w:rsidR="00D5488A" w:rsidRPr="00F27BE4" w:rsidRDefault="00D5488A" w:rsidP="00F02262">
            <w:r>
              <w:t>4,5</w:t>
            </w:r>
          </w:p>
        </w:tc>
      </w:tr>
      <w:tr w:rsidR="00D5488A" w:rsidRPr="006C0318" w14:paraId="1A3DC766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610E5F0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151EDF3" w14:textId="77777777" w:rsidR="00D5488A" w:rsidRPr="00AF4966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 w:rsidRPr="00AF4966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04</w:t>
            </w:r>
          </w:p>
        </w:tc>
        <w:tc>
          <w:tcPr>
            <w:tcW w:w="6094" w:type="dxa"/>
          </w:tcPr>
          <w:p w14:paraId="5F223ADF" w14:textId="77777777" w:rsidR="00D5488A" w:rsidRPr="00F27BE4" w:rsidRDefault="00D5488A" w:rsidP="00F02262">
            <w:r w:rsidRPr="00F27BE4">
              <w:t>Comunicar e interagir em contexto profissional</w:t>
            </w:r>
          </w:p>
        </w:tc>
        <w:tc>
          <w:tcPr>
            <w:tcW w:w="1134" w:type="dxa"/>
          </w:tcPr>
          <w:p w14:paraId="3F3974AC" w14:textId="77777777" w:rsidR="00D5488A" w:rsidRPr="00F27BE4" w:rsidRDefault="00D5488A" w:rsidP="00F02262">
            <w:r>
              <w:t>4,5</w:t>
            </w:r>
          </w:p>
        </w:tc>
      </w:tr>
      <w:tr w:rsidR="00D5488A" w:rsidRPr="006C0318" w14:paraId="20826103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F175085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C78EE8F" w14:textId="77777777" w:rsidR="00D5488A" w:rsidRPr="00AF4966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 w:rsidRPr="00AF4966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05</w:t>
            </w:r>
          </w:p>
        </w:tc>
        <w:tc>
          <w:tcPr>
            <w:tcW w:w="6094" w:type="dxa"/>
            <w:shd w:val="clear" w:color="auto" w:fill="auto"/>
          </w:tcPr>
          <w:p w14:paraId="5664C189" w14:textId="77777777" w:rsidR="00D5488A" w:rsidRPr="00F27BE4" w:rsidRDefault="00D5488A" w:rsidP="00F02262">
            <w:r w:rsidRPr="00F27BE4">
              <w:t>Interagir em inglês na área profissional dos Audiovisuais</w:t>
            </w:r>
          </w:p>
        </w:tc>
        <w:tc>
          <w:tcPr>
            <w:tcW w:w="1134" w:type="dxa"/>
          </w:tcPr>
          <w:p w14:paraId="72617996" w14:textId="77777777" w:rsidR="00D5488A" w:rsidRPr="00F27BE4" w:rsidRDefault="00D5488A" w:rsidP="00F02262">
            <w:r>
              <w:t>4,5</w:t>
            </w:r>
          </w:p>
        </w:tc>
      </w:tr>
      <w:tr w:rsidR="00D5488A" w:rsidRPr="006C0318" w14:paraId="7575B27F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4D06AC2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A9C76F0" w14:textId="77777777" w:rsidR="00D5488A" w:rsidRPr="008B0A06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06</w:t>
            </w:r>
          </w:p>
        </w:tc>
        <w:tc>
          <w:tcPr>
            <w:tcW w:w="6094" w:type="dxa"/>
          </w:tcPr>
          <w:p w14:paraId="2F8B7C3A" w14:textId="77777777" w:rsidR="00D5488A" w:rsidRDefault="00D5488A" w:rsidP="00F02262">
            <w:r w:rsidRPr="00F27BE4">
              <w:t xml:space="preserve">Elaborar um guião literário </w:t>
            </w:r>
            <w:r>
              <w:t xml:space="preserve">de </w:t>
            </w:r>
            <w:r w:rsidRPr="00F27BE4">
              <w:t>formato audiovisua</w:t>
            </w:r>
            <w:r>
              <w:t>l</w:t>
            </w:r>
          </w:p>
        </w:tc>
        <w:tc>
          <w:tcPr>
            <w:tcW w:w="1134" w:type="dxa"/>
          </w:tcPr>
          <w:p w14:paraId="152988E7" w14:textId="77777777" w:rsidR="00D5488A" w:rsidRDefault="00D5488A" w:rsidP="00F02262">
            <w:r w:rsidRPr="00F27BE4">
              <w:t>2,25</w:t>
            </w:r>
          </w:p>
        </w:tc>
      </w:tr>
      <w:tr w:rsidR="00D5488A" w:rsidRPr="006C0318" w14:paraId="38FD5899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F4DB543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32FA063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8B0A06"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7</w:t>
            </w:r>
          </w:p>
        </w:tc>
        <w:tc>
          <w:tcPr>
            <w:tcW w:w="6094" w:type="dxa"/>
          </w:tcPr>
          <w:p w14:paraId="7528AFA8" w14:textId="77777777" w:rsidR="00D5488A" w:rsidRPr="00F27BE4" w:rsidRDefault="00D5488A" w:rsidP="00F02262">
            <w:r>
              <w:t>Conceber</w:t>
            </w:r>
            <w:r w:rsidRPr="00F27BE4">
              <w:t xml:space="preserve"> narrativa</w:t>
            </w:r>
            <w:r>
              <w:t>s</w:t>
            </w:r>
            <w:r w:rsidRPr="00F27BE4">
              <w:t xml:space="preserve"> audiovisua</w:t>
            </w:r>
            <w:r>
              <w:t>is</w:t>
            </w:r>
          </w:p>
        </w:tc>
        <w:tc>
          <w:tcPr>
            <w:tcW w:w="1134" w:type="dxa"/>
          </w:tcPr>
          <w:p w14:paraId="34E7BAFD" w14:textId="77777777" w:rsidR="00D5488A" w:rsidRPr="00F27BE4" w:rsidRDefault="00D5488A" w:rsidP="00F02262">
            <w:r>
              <w:t>4,5</w:t>
            </w:r>
          </w:p>
        </w:tc>
      </w:tr>
      <w:tr w:rsidR="00D5488A" w:rsidRPr="006C0318" w14:paraId="728B4632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A3CB381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5BF5878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08</w:t>
            </w:r>
          </w:p>
        </w:tc>
        <w:tc>
          <w:tcPr>
            <w:tcW w:w="6094" w:type="dxa"/>
          </w:tcPr>
          <w:p w14:paraId="08B1D00F" w14:textId="77777777" w:rsidR="00D5488A" w:rsidRPr="00F27BE4" w:rsidRDefault="00D5488A" w:rsidP="00F02262">
            <w:r>
              <w:t>Captar imagens em estúdio e em reportagem</w:t>
            </w:r>
          </w:p>
        </w:tc>
        <w:tc>
          <w:tcPr>
            <w:tcW w:w="1134" w:type="dxa"/>
          </w:tcPr>
          <w:p w14:paraId="28878879" w14:textId="77777777" w:rsidR="00D5488A" w:rsidRPr="00F27BE4" w:rsidRDefault="00D5488A" w:rsidP="00F02262">
            <w:r w:rsidRPr="00F27BE4">
              <w:t>4,5</w:t>
            </w:r>
          </w:p>
        </w:tc>
      </w:tr>
      <w:tr w:rsidR="00D5488A" w:rsidRPr="006C0318" w14:paraId="33E1FCC4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410EDDD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882214E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09</w:t>
            </w:r>
          </w:p>
        </w:tc>
        <w:tc>
          <w:tcPr>
            <w:tcW w:w="6094" w:type="dxa"/>
          </w:tcPr>
          <w:p w14:paraId="3344AE5D" w14:textId="77777777" w:rsidR="00D5488A" w:rsidRPr="00F27BE4" w:rsidRDefault="00D5488A" w:rsidP="00F02262">
            <w:r w:rsidRPr="00F27BE4">
              <w:t>Efetuar fotografia digital em ambientes exteriores e interiores.</w:t>
            </w:r>
          </w:p>
        </w:tc>
        <w:tc>
          <w:tcPr>
            <w:tcW w:w="1134" w:type="dxa"/>
          </w:tcPr>
          <w:p w14:paraId="6CE1F788" w14:textId="77777777" w:rsidR="00D5488A" w:rsidRPr="00F27BE4" w:rsidRDefault="00D5488A" w:rsidP="00F02262">
            <w:r w:rsidRPr="00F27BE4">
              <w:t>2,25</w:t>
            </w:r>
          </w:p>
        </w:tc>
      </w:tr>
      <w:tr w:rsidR="00D5488A" w:rsidRPr="006C0318" w14:paraId="38C470B6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FAAB574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3002391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10</w:t>
            </w:r>
          </w:p>
        </w:tc>
        <w:tc>
          <w:tcPr>
            <w:tcW w:w="6094" w:type="dxa"/>
          </w:tcPr>
          <w:p w14:paraId="47615867" w14:textId="77777777" w:rsidR="00D5488A" w:rsidRPr="00F27BE4" w:rsidRDefault="00D5488A" w:rsidP="00F02262">
            <w:r>
              <w:t xml:space="preserve">Captar áudio </w:t>
            </w:r>
          </w:p>
        </w:tc>
        <w:tc>
          <w:tcPr>
            <w:tcW w:w="1134" w:type="dxa"/>
          </w:tcPr>
          <w:p w14:paraId="7C894261" w14:textId="77777777" w:rsidR="00D5488A" w:rsidRPr="00F27BE4" w:rsidRDefault="00D5488A" w:rsidP="00F02262">
            <w:r w:rsidRPr="00F27BE4">
              <w:t>2,25</w:t>
            </w:r>
          </w:p>
        </w:tc>
      </w:tr>
      <w:tr w:rsidR="00D5488A" w:rsidRPr="006C0318" w14:paraId="16622161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324B821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2B8A4CE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</w:p>
        </w:tc>
        <w:tc>
          <w:tcPr>
            <w:tcW w:w="6094" w:type="dxa"/>
          </w:tcPr>
          <w:p w14:paraId="50972C01" w14:textId="77777777" w:rsidR="00D5488A" w:rsidRPr="00F27BE4" w:rsidRDefault="00D5488A" w:rsidP="00F02262">
            <w:r w:rsidRPr="00F27BE4">
              <w:t>Aplicar técnicas de captação</w:t>
            </w:r>
            <w:r>
              <w:t xml:space="preserve"> e gravação de</w:t>
            </w:r>
            <w:r w:rsidRPr="00F27BE4">
              <w:t xml:space="preserve"> áudio </w:t>
            </w:r>
            <w:r>
              <w:t xml:space="preserve">diferenciadas  </w:t>
            </w:r>
          </w:p>
        </w:tc>
        <w:tc>
          <w:tcPr>
            <w:tcW w:w="1134" w:type="dxa"/>
          </w:tcPr>
          <w:p w14:paraId="528012E8" w14:textId="77777777" w:rsidR="00D5488A" w:rsidRPr="00F27BE4" w:rsidRDefault="00D5488A" w:rsidP="00F02262">
            <w:r w:rsidRPr="00F27BE4">
              <w:t>4,5</w:t>
            </w:r>
          </w:p>
        </w:tc>
      </w:tr>
      <w:tr w:rsidR="00D5488A" w:rsidRPr="006C0318" w14:paraId="5BD0581F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DA74A93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5E4B60E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2</w:t>
            </w:r>
          </w:p>
        </w:tc>
        <w:tc>
          <w:tcPr>
            <w:tcW w:w="6094" w:type="dxa"/>
          </w:tcPr>
          <w:p w14:paraId="522909F5" w14:textId="77777777" w:rsidR="00D5488A" w:rsidRPr="00F27BE4" w:rsidRDefault="00D5488A" w:rsidP="00F02262">
            <w:r w:rsidRPr="00F27BE4">
              <w:t>Sonorizar e misturar som em software digital.</w:t>
            </w:r>
          </w:p>
        </w:tc>
        <w:tc>
          <w:tcPr>
            <w:tcW w:w="1134" w:type="dxa"/>
          </w:tcPr>
          <w:p w14:paraId="0B6FD1CD" w14:textId="77777777" w:rsidR="00D5488A" w:rsidRPr="00F27BE4" w:rsidRDefault="00D5488A" w:rsidP="00F02262">
            <w:r w:rsidRPr="00F27BE4">
              <w:t>2,25</w:t>
            </w:r>
          </w:p>
        </w:tc>
      </w:tr>
      <w:tr w:rsidR="00D5488A" w:rsidRPr="006C0318" w14:paraId="6A55E1FF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2D1955F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D5C3DDF" w14:textId="77777777" w:rsidR="00D5488A" w:rsidRPr="00C86A52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C86A52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3</w:t>
            </w:r>
          </w:p>
        </w:tc>
        <w:tc>
          <w:tcPr>
            <w:tcW w:w="6094" w:type="dxa"/>
          </w:tcPr>
          <w:p w14:paraId="76BE5E1D" w14:textId="77777777" w:rsidR="00D5488A" w:rsidRPr="00C86A52" w:rsidRDefault="00D5488A" w:rsidP="00F02262">
            <w:r w:rsidRPr="00C86A52">
              <w:t xml:space="preserve">Editar e exportar conteúdos audiovisuais </w:t>
            </w:r>
          </w:p>
        </w:tc>
        <w:tc>
          <w:tcPr>
            <w:tcW w:w="1134" w:type="dxa"/>
          </w:tcPr>
          <w:p w14:paraId="002D7108" w14:textId="77777777" w:rsidR="00D5488A" w:rsidRPr="00F27BE4" w:rsidRDefault="00D5488A" w:rsidP="00F02262">
            <w:r w:rsidRPr="00F27BE4">
              <w:t>2,25</w:t>
            </w:r>
          </w:p>
        </w:tc>
      </w:tr>
      <w:tr w:rsidR="00D5488A" w:rsidRPr="006C0318" w14:paraId="071C2D43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BCBE646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84E1692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E61E0E">
              <w:rPr>
                <w:rFonts w:ascii="Verdana Pro Light" w:hAnsi="Verdana Pro Light" w:cs="Tahoma"/>
                <w:b/>
                <w:sz w:val="16"/>
                <w:szCs w:val="16"/>
              </w:rPr>
              <w:t>14</w:t>
            </w:r>
          </w:p>
        </w:tc>
        <w:tc>
          <w:tcPr>
            <w:tcW w:w="6094" w:type="dxa"/>
          </w:tcPr>
          <w:p w14:paraId="46C4C4B7" w14:textId="77777777" w:rsidR="00D5488A" w:rsidRPr="00F27BE4" w:rsidRDefault="00D5488A" w:rsidP="00F02262">
            <w:r w:rsidRPr="00F27BE4">
              <w:t xml:space="preserve">Editar conteúdos vídeo </w:t>
            </w:r>
            <w:r>
              <w:t xml:space="preserve">para televisão e cinema </w:t>
            </w:r>
            <w:r w:rsidRPr="00F27BE4">
              <w:t xml:space="preserve"> </w:t>
            </w:r>
          </w:p>
        </w:tc>
        <w:tc>
          <w:tcPr>
            <w:tcW w:w="1134" w:type="dxa"/>
          </w:tcPr>
          <w:p w14:paraId="05BB8CFB" w14:textId="77777777" w:rsidR="00D5488A" w:rsidRPr="00F27BE4" w:rsidRDefault="00D5488A" w:rsidP="00F02262">
            <w:r w:rsidRPr="00F27BE4">
              <w:t>4,5</w:t>
            </w:r>
          </w:p>
        </w:tc>
      </w:tr>
      <w:tr w:rsidR="00D5488A" w:rsidRPr="006C0318" w14:paraId="2A4D80B7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F012008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936B1B1" w14:textId="77777777" w:rsidR="00D5488A" w:rsidRPr="00512881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15</w:t>
            </w:r>
          </w:p>
        </w:tc>
        <w:tc>
          <w:tcPr>
            <w:tcW w:w="6094" w:type="dxa"/>
            <w:shd w:val="clear" w:color="auto" w:fill="auto"/>
          </w:tcPr>
          <w:p w14:paraId="524BA486" w14:textId="77777777" w:rsidR="00D5488A" w:rsidRPr="00F27BE4" w:rsidRDefault="00D5488A" w:rsidP="00F02262">
            <w:r>
              <w:t>Editar sequências de vídeo a partir de guião.</w:t>
            </w:r>
          </w:p>
        </w:tc>
        <w:tc>
          <w:tcPr>
            <w:tcW w:w="1134" w:type="dxa"/>
          </w:tcPr>
          <w:p w14:paraId="3AF37EA0" w14:textId="77777777" w:rsidR="00D5488A" w:rsidRPr="00F27BE4" w:rsidRDefault="00D5488A" w:rsidP="00F02262">
            <w:r w:rsidRPr="00F27BE4">
              <w:t>2,25</w:t>
            </w:r>
          </w:p>
        </w:tc>
      </w:tr>
      <w:tr w:rsidR="00D5488A" w:rsidRPr="006C0318" w14:paraId="1288CF5B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A4FB5FB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F0565A7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16</w:t>
            </w:r>
          </w:p>
        </w:tc>
        <w:tc>
          <w:tcPr>
            <w:tcW w:w="6094" w:type="dxa"/>
          </w:tcPr>
          <w:p w14:paraId="6D19A117" w14:textId="77777777" w:rsidR="00D5488A" w:rsidRPr="00F27BE4" w:rsidRDefault="00D5488A" w:rsidP="00F02262">
            <w:r w:rsidRPr="00F27BE4">
              <w:t>Criar grafismos apelativos de acordo com os conteúdos audiovisuais.</w:t>
            </w:r>
          </w:p>
        </w:tc>
        <w:tc>
          <w:tcPr>
            <w:tcW w:w="1134" w:type="dxa"/>
          </w:tcPr>
          <w:p w14:paraId="0B45DF01" w14:textId="77777777" w:rsidR="00D5488A" w:rsidRPr="00F27BE4" w:rsidRDefault="00D5488A" w:rsidP="00F02262">
            <w:r w:rsidRPr="00F27BE4">
              <w:t>2,25</w:t>
            </w:r>
          </w:p>
        </w:tc>
      </w:tr>
      <w:tr w:rsidR="00D5488A" w:rsidRPr="006C0318" w14:paraId="517940E3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5878D0F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C3B385D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17</w:t>
            </w:r>
          </w:p>
        </w:tc>
        <w:tc>
          <w:tcPr>
            <w:tcW w:w="6094" w:type="dxa"/>
          </w:tcPr>
          <w:p w14:paraId="66EE1F4D" w14:textId="77777777" w:rsidR="00D5488A" w:rsidRPr="00F27BE4" w:rsidRDefault="00D5488A" w:rsidP="00F02262">
            <w:r w:rsidRPr="00F27BE4">
              <w:t>Produzir um videoclip.</w:t>
            </w:r>
          </w:p>
        </w:tc>
        <w:tc>
          <w:tcPr>
            <w:tcW w:w="1134" w:type="dxa"/>
          </w:tcPr>
          <w:p w14:paraId="5833ACCE" w14:textId="77777777" w:rsidR="00D5488A" w:rsidRPr="00F27BE4" w:rsidRDefault="00D5488A" w:rsidP="00F02262">
            <w:r w:rsidRPr="00F27BE4">
              <w:t>4,5</w:t>
            </w:r>
          </w:p>
        </w:tc>
      </w:tr>
      <w:tr w:rsidR="00D5488A" w:rsidRPr="006C0318" w14:paraId="20F35EEB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3BB2D71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ECB0DE3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18</w:t>
            </w:r>
          </w:p>
        </w:tc>
        <w:tc>
          <w:tcPr>
            <w:tcW w:w="6094" w:type="dxa"/>
          </w:tcPr>
          <w:p w14:paraId="3EE07C08" w14:textId="77777777" w:rsidR="00D5488A" w:rsidRPr="00F27BE4" w:rsidRDefault="00D5488A" w:rsidP="00F02262">
            <w:r>
              <w:t>P</w:t>
            </w:r>
            <w:r w:rsidRPr="00F27BE4">
              <w:t>roduzir curtas-metragens de ficção.</w:t>
            </w:r>
          </w:p>
        </w:tc>
        <w:tc>
          <w:tcPr>
            <w:tcW w:w="1134" w:type="dxa"/>
          </w:tcPr>
          <w:p w14:paraId="45030C15" w14:textId="77777777" w:rsidR="00D5488A" w:rsidRPr="00F27BE4" w:rsidRDefault="00D5488A" w:rsidP="00F02262">
            <w:r w:rsidRPr="00F27BE4">
              <w:t>4,5</w:t>
            </w:r>
          </w:p>
        </w:tc>
      </w:tr>
      <w:tr w:rsidR="00D5488A" w:rsidRPr="006C0318" w14:paraId="3BC3C8CC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38D1651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69DFD10" w14:textId="77777777" w:rsidR="00D5488A" w:rsidRPr="005742A2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5742A2">
              <w:rPr>
                <w:rFonts w:ascii="Verdana Pro Light" w:hAnsi="Verdana Pro Light" w:cs="Tahoma"/>
                <w:b/>
                <w:sz w:val="16"/>
                <w:szCs w:val="16"/>
              </w:rPr>
              <w:t>19</w:t>
            </w:r>
          </w:p>
        </w:tc>
        <w:tc>
          <w:tcPr>
            <w:tcW w:w="6094" w:type="dxa"/>
          </w:tcPr>
          <w:p w14:paraId="36022E46" w14:textId="77777777" w:rsidR="00D5488A" w:rsidRPr="005742A2" w:rsidRDefault="00D5488A" w:rsidP="00F02262">
            <w:r w:rsidRPr="005742A2">
              <w:t>Realizar um programa de televisão de estúdio em direto.</w:t>
            </w:r>
          </w:p>
        </w:tc>
        <w:tc>
          <w:tcPr>
            <w:tcW w:w="1134" w:type="dxa"/>
          </w:tcPr>
          <w:p w14:paraId="0CB5F6A5" w14:textId="77777777" w:rsidR="00D5488A" w:rsidRPr="00F27BE4" w:rsidRDefault="00D5488A" w:rsidP="00F02262">
            <w:r w:rsidRPr="00F27BE4">
              <w:t>4,5</w:t>
            </w:r>
          </w:p>
        </w:tc>
      </w:tr>
      <w:tr w:rsidR="00D5488A" w:rsidRPr="006C0318" w14:paraId="02C0B558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0FAFE11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7F1C8B7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20</w:t>
            </w:r>
          </w:p>
        </w:tc>
        <w:tc>
          <w:tcPr>
            <w:tcW w:w="6094" w:type="dxa"/>
          </w:tcPr>
          <w:p w14:paraId="31ADD598" w14:textId="77777777" w:rsidR="00D5488A" w:rsidRPr="00F27BE4" w:rsidRDefault="00D5488A" w:rsidP="00F02262">
            <w:r w:rsidRPr="00F27BE4">
              <w:t>Montar e utilizar equipamentos de iluminação.</w:t>
            </w:r>
          </w:p>
        </w:tc>
        <w:tc>
          <w:tcPr>
            <w:tcW w:w="1134" w:type="dxa"/>
          </w:tcPr>
          <w:p w14:paraId="74E7FC23" w14:textId="77777777" w:rsidR="00D5488A" w:rsidRPr="00F27BE4" w:rsidRDefault="00D5488A" w:rsidP="00F02262">
            <w:r w:rsidRPr="00F27BE4">
              <w:t>2,25</w:t>
            </w:r>
          </w:p>
        </w:tc>
      </w:tr>
      <w:tr w:rsidR="00D5488A" w:rsidRPr="006C0318" w14:paraId="679CF362" w14:textId="77777777" w:rsidTr="00F0226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5F9905D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2241DBF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21</w:t>
            </w:r>
          </w:p>
        </w:tc>
        <w:tc>
          <w:tcPr>
            <w:tcW w:w="6094" w:type="dxa"/>
          </w:tcPr>
          <w:p w14:paraId="7E9610AF" w14:textId="77777777" w:rsidR="00D5488A" w:rsidRPr="00F27BE4" w:rsidRDefault="00D5488A" w:rsidP="00F02262">
            <w:r w:rsidRPr="006F46EB">
              <w:t>Aplicar processos e métodos de iluminação para estúdio e exteriores</w:t>
            </w:r>
            <w:r w:rsidRPr="00F27BE4">
              <w:t>.</w:t>
            </w:r>
          </w:p>
        </w:tc>
        <w:tc>
          <w:tcPr>
            <w:tcW w:w="1134" w:type="dxa"/>
          </w:tcPr>
          <w:p w14:paraId="5E0B03C8" w14:textId="77777777" w:rsidR="00D5488A" w:rsidRPr="00F27BE4" w:rsidRDefault="00D5488A" w:rsidP="00F02262">
            <w:r w:rsidRPr="00F27BE4">
              <w:t>2,25</w:t>
            </w:r>
          </w:p>
        </w:tc>
      </w:tr>
      <w:tr w:rsidR="00D5488A" w:rsidRPr="00712C22" w14:paraId="4D25E33B" w14:textId="77777777" w:rsidTr="00F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B31EDBE" w14:textId="77777777" w:rsidR="00D5488A" w:rsidRPr="000B6869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57A3E29" w14:textId="77777777" w:rsidR="00D5488A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F5DD9" w14:textId="77777777" w:rsidR="00D5488A" w:rsidRDefault="00D5488A" w:rsidP="00F02262">
            <w:r w:rsidRPr="00F27BE4">
              <w:t xml:space="preserve">Elaborar orçamentos </w:t>
            </w:r>
            <w:r>
              <w:t>de um</w:t>
            </w:r>
            <w:r w:rsidRPr="00F27BE4">
              <w:t xml:space="preserve"> produto audiovisual para televisão e cinema.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1BB01517" w14:textId="77777777" w:rsidR="00D5488A" w:rsidRDefault="00D5488A" w:rsidP="00F02262">
            <w:r w:rsidRPr="00F27BE4">
              <w:t>2,25</w:t>
            </w:r>
          </w:p>
        </w:tc>
      </w:tr>
      <w:tr w:rsidR="00D5488A" w:rsidRPr="00712C22" w14:paraId="708481BC" w14:textId="77777777" w:rsidTr="00F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18B1A09" w14:textId="77777777" w:rsidR="00D5488A" w:rsidRPr="000B6869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  <w:bookmarkStart w:id="0" w:name="_Hlk158647739"/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072AFAD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A429D" w14:textId="77777777" w:rsidR="00D5488A" w:rsidRPr="00F27BE4" w:rsidRDefault="00D5488A" w:rsidP="00F02262">
            <w:r>
              <w:t>Planear a a</w:t>
            </w:r>
            <w:r w:rsidRPr="00F27BE4">
              <w:t>presenta</w:t>
            </w:r>
            <w:r>
              <w:t>ção de</w:t>
            </w:r>
            <w:r w:rsidRPr="00F27BE4">
              <w:t xml:space="preserve"> um projeto audiovisual.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C6A2E71" w14:textId="77777777" w:rsidR="00D5488A" w:rsidRDefault="00D5488A" w:rsidP="00F02262">
            <w:r w:rsidRPr="00F27BE4">
              <w:t>2,25</w:t>
            </w:r>
          </w:p>
        </w:tc>
      </w:tr>
      <w:bookmarkEnd w:id="0"/>
      <w:tr w:rsidR="00D5488A" w:rsidRPr="006C0318" w14:paraId="37608C45" w14:textId="77777777" w:rsidTr="00F02262">
        <w:trPr>
          <w:trHeight w:val="245"/>
          <w:jc w:val="center"/>
        </w:trPr>
        <w:tc>
          <w:tcPr>
            <w:tcW w:w="11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671FD96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E1A39BB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</w:t>
            </w:r>
            <w:r>
              <w:rPr>
                <w:rFonts w:ascii="Verdana Pro Light" w:hAnsi="Verdana Pro Light" w:cs="Tahoma"/>
                <w:b/>
                <w:sz w:val="16"/>
                <w:szCs w:val="16"/>
              </w:rPr>
              <w:t>5</w:t>
            </w:r>
          </w:p>
        </w:tc>
        <w:tc>
          <w:tcPr>
            <w:tcW w:w="6094" w:type="dxa"/>
            <w:tcBorders>
              <w:bottom w:val="dotted" w:sz="4" w:space="0" w:color="auto"/>
            </w:tcBorders>
          </w:tcPr>
          <w:p w14:paraId="4F25BDC2" w14:textId="77777777" w:rsidR="00D5488A" w:rsidRPr="00F27BE4" w:rsidRDefault="00D5488A" w:rsidP="00F02262">
            <w:r>
              <w:t xml:space="preserve">Efetuar a manutenção preventiva </w:t>
            </w:r>
            <w:r w:rsidRPr="00F27BE4">
              <w:t>de equipamentos audiovisuais.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14:paraId="75ED9B02" w14:textId="77777777" w:rsidR="00D5488A" w:rsidRPr="00F27BE4" w:rsidRDefault="00D5488A" w:rsidP="00F02262">
            <w:r w:rsidRPr="00F27BE4">
              <w:t>2,25</w:t>
            </w:r>
          </w:p>
        </w:tc>
      </w:tr>
      <w:tr w:rsidR="00D5488A" w:rsidRPr="00712C22" w14:paraId="6FD827A1" w14:textId="77777777" w:rsidTr="00F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DF20651" w14:textId="77777777" w:rsidR="00D5488A" w:rsidRPr="000B6869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8E8FD56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B90A7" w14:textId="77777777" w:rsidR="00D5488A" w:rsidRPr="00F27BE4" w:rsidRDefault="00D5488A" w:rsidP="00F02262"/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16F92A4A" w14:textId="77777777" w:rsidR="00D5488A" w:rsidRPr="00F27BE4" w:rsidRDefault="00D5488A" w:rsidP="00F02262"/>
        </w:tc>
      </w:tr>
      <w:tr w:rsidR="00D5488A" w:rsidRPr="00712C22" w14:paraId="4C007858" w14:textId="77777777" w:rsidTr="00F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2754805" w14:textId="77777777" w:rsidR="00D5488A" w:rsidRPr="000B6869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858BD75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922F1" w14:textId="77777777" w:rsidR="00D5488A" w:rsidRPr="00F27BE4" w:rsidRDefault="00D5488A" w:rsidP="00F02262"/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7F6E780D" w14:textId="77777777" w:rsidR="00D5488A" w:rsidRPr="00F27BE4" w:rsidRDefault="00D5488A" w:rsidP="00F02262"/>
        </w:tc>
      </w:tr>
      <w:tr w:rsidR="00D5488A" w:rsidRPr="00712C22" w14:paraId="1D88A4FD" w14:textId="77777777" w:rsidTr="00F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91597EB" w14:textId="77777777" w:rsidR="00D5488A" w:rsidRPr="000B6869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C71E4F1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8D1D6" w14:textId="77777777" w:rsidR="00D5488A" w:rsidRPr="00F27BE4" w:rsidRDefault="00D5488A" w:rsidP="00F02262"/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0846C1E2" w14:textId="77777777" w:rsidR="00D5488A" w:rsidRPr="00F27BE4" w:rsidRDefault="00D5488A" w:rsidP="00F02262"/>
        </w:tc>
      </w:tr>
      <w:tr w:rsidR="00D5488A" w:rsidRPr="00712C22" w14:paraId="1E90D000" w14:textId="77777777" w:rsidTr="00F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E2E45FE" w14:textId="77777777" w:rsidR="00D5488A" w:rsidRPr="000B6869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03FF112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29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02A89" w14:textId="77777777" w:rsidR="00D5488A" w:rsidRPr="00F27BE4" w:rsidRDefault="00D5488A" w:rsidP="00F02262"/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73CB24B" w14:textId="77777777" w:rsidR="00D5488A" w:rsidRPr="00F27BE4" w:rsidRDefault="00D5488A" w:rsidP="00F02262"/>
        </w:tc>
      </w:tr>
      <w:tr w:rsidR="00D5488A" w:rsidRPr="00712C22" w14:paraId="119CE0C2" w14:textId="77777777" w:rsidTr="00F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48840EE" w14:textId="77777777" w:rsidR="00D5488A" w:rsidRPr="000B6869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A2FB563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30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E8961" w14:textId="77777777" w:rsidR="00D5488A" w:rsidRPr="00F27BE4" w:rsidRDefault="00D5488A" w:rsidP="00F02262"/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36F93617" w14:textId="77777777" w:rsidR="00D5488A" w:rsidRPr="00F27BE4" w:rsidRDefault="00D5488A" w:rsidP="00F02262"/>
        </w:tc>
      </w:tr>
      <w:tr w:rsidR="00D5488A" w:rsidRPr="00712C22" w14:paraId="04DB6508" w14:textId="77777777" w:rsidTr="00F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A672221" w14:textId="77777777" w:rsidR="00D5488A" w:rsidRPr="00346D6E" w:rsidRDefault="00D5488A" w:rsidP="00F02262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19539E8" w14:textId="77777777" w:rsidR="00D5488A" w:rsidRPr="00234037" w:rsidRDefault="00D5488A" w:rsidP="00F0226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76.5 (800H)</w:t>
            </w:r>
          </w:p>
        </w:tc>
      </w:tr>
    </w:tbl>
    <w:p w14:paraId="40DA743B" w14:textId="77777777" w:rsidR="00D5488A" w:rsidRPr="00250F16" w:rsidRDefault="00D5488A" w:rsidP="00D5488A">
      <w:pPr>
        <w:tabs>
          <w:tab w:val="left" w:pos="9072"/>
          <w:tab w:val="left" w:pos="9214"/>
        </w:tabs>
        <w:spacing w:after="12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17A9C2B1" w14:textId="77777777" w:rsidR="00D5488A" w:rsidRPr="00250F16" w:rsidRDefault="00D5488A" w:rsidP="00D5488A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9214"/>
      </w:tblGrid>
      <w:tr w:rsidR="00D5488A" w:rsidRPr="00712C22" w14:paraId="75A519F3" w14:textId="77777777" w:rsidTr="00F02262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669ED02C" w14:textId="77777777" w:rsidR="00D5488A" w:rsidRPr="00662AC2" w:rsidRDefault="00D5488A" w:rsidP="00F02262">
            <w:pPr>
              <w:spacing w:before="160" w:after="0" w:line="240" w:lineRule="auto"/>
              <w:jc w:val="both"/>
              <w:rPr>
                <w:rFonts w:ascii="Verdana Pro Light" w:hAnsi="Verdana Pro Light" w:cstheme="minorHAnsi"/>
                <w:b/>
                <w:sz w:val="18"/>
              </w:rPr>
            </w:pP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Para obter a qualificação de </w:t>
            </w:r>
            <w:r w:rsidRPr="00835CD4">
              <w:rPr>
                <w:rFonts w:ascii="Verdana Pro Light" w:hAnsi="Verdana Pro Light" w:cstheme="minorHAnsi"/>
                <w:b/>
                <w:sz w:val="18"/>
                <w:u w:val="single"/>
              </w:rPr>
              <w:t>Técnico de Audiovisuais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, para além das UC Obrigatórias, terão também de ser realizadas UC Opcionais</w:t>
            </w:r>
            <w:r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3"/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</w:t>
            </w:r>
            <w:r w:rsidRPr="00835CD4">
              <w:rPr>
                <w:rFonts w:ascii="Verdana Pro Light" w:hAnsi="Verdana Pro Light" w:cstheme="minorHAnsi"/>
                <w:b/>
                <w:sz w:val="18"/>
                <w:u w:val="single"/>
              </w:rPr>
              <w:t>225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ou ao total de pontos de crédito de</w:t>
            </w:r>
            <w:r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Pr="00835CD4">
              <w:rPr>
                <w:rFonts w:ascii="Verdana Pro Light" w:hAnsi="Verdana Pro Light" w:cstheme="minorHAnsi"/>
                <w:b/>
                <w:sz w:val="18"/>
                <w:u w:val="single"/>
              </w:rPr>
              <w:t>16</w:t>
            </w:r>
          </w:p>
        </w:tc>
      </w:tr>
    </w:tbl>
    <w:p w14:paraId="59E163AE" w14:textId="77777777" w:rsidR="00D5488A" w:rsidRPr="00712C22" w:rsidRDefault="00D5488A" w:rsidP="00D5488A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67FC1557" w14:textId="2D39C80D" w:rsidR="00D5488A" w:rsidRPr="00D5488A" w:rsidRDefault="00D5488A" w:rsidP="00D5488A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DA3EB2">
        <w:rPr>
          <w:rFonts w:ascii="Verdana Pro Light" w:hAnsi="Verdana Pro Light" w:cstheme="minorHAnsi"/>
          <w:b/>
          <w:smallCaps/>
          <w:sz w:val="24"/>
          <w:szCs w:val="24"/>
        </w:rPr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D5488A" w:rsidRPr="00712C22" w14:paraId="04ADDAD2" w14:textId="77777777" w:rsidTr="00F02262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4CCBA5DD" w14:textId="77777777" w:rsidR="00D5488A" w:rsidRPr="00712C22" w:rsidRDefault="00D5488A" w:rsidP="00F02262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21800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3BA6E168" w14:textId="77777777" w:rsidR="00D5488A" w:rsidRDefault="00D5488A" w:rsidP="00F02262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  <w:proofErr w:type="gramEnd"/>
          </w:p>
          <w:p w14:paraId="0C222F9F" w14:textId="77777777" w:rsidR="00D5488A" w:rsidRPr="00712C22" w:rsidRDefault="00D5488A" w:rsidP="00F02262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16899C43" w14:textId="77777777" w:rsidR="00D5488A" w:rsidRPr="00712C22" w:rsidRDefault="00D5488A" w:rsidP="00F02262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Unidades</w:t>
            </w:r>
            <w:proofErr w:type="spellEnd"/>
            <w:r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8"/>
              </w:rPr>
              <w:t xml:space="preserve">de </w:t>
            </w: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83C8457" w14:textId="77777777" w:rsidR="00D5488A" w:rsidRPr="00712C22" w:rsidRDefault="00D5488A" w:rsidP="00F02262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D5488A" w:rsidRPr="00712C22" w14:paraId="77F9E455" w14:textId="77777777" w:rsidTr="00F02262">
        <w:trPr>
          <w:trHeight w:val="316"/>
          <w:jc w:val="center"/>
        </w:trPr>
        <w:tc>
          <w:tcPr>
            <w:tcW w:w="1186" w:type="dxa"/>
            <w:vAlign w:val="center"/>
          </w:tcPr>
          <w:p w14:paraId="1CB05C45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4D07C76" w14:textId="77777777" w:rsidR="00D5488A" w:rsidRPr="00712C22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786CFE">
              <w:rPr>
                <w:rFonts w:ascii="Verdana Pro Light" w:hAnsi="Verdana Pro Light" w:cs="Tahoma"/>
                <w:b/>
                <w:color w:val="FFC000"/>
                <w:sz w:val="18"/>
              </w:rPr>
              <w:t>01</w:t>
            </w:r>
          </w:p>
        </w:tc>
        <w:tc>
          <w:tcPr>
            <w:tcW w:w="6094" w:type="dxa"/>
          </w:tcPr>
          <w:p w14:paraId="3D4399F4" w14:textId="77777777" w:rsidR="00D5488A" w:rsidRPr="00C26D35" w:rsidRDefault="00D5488A" w:rsidP="00F02262">
            <w:r w:rsidRPr="00786CFE">
              <w:t>Elaborar Storyboards</w:t>
            </w:r>
          </w:p>
        </w:tc>
        <w:tc>
          <w:tcPr>
            <w:tcW w:w="1134" w:type="dxa"/>
          </w:tcPr>
          <w:p w14:paraId="6575EC5F" w14:textId="77777777" w:rsidR="00D5488A" w:rsidRDefault="00D5488A" w:rsidP="00F02262">
            <w:r>
              <w:t>2,25</w:t>
            </w:r>
          </w:p>
        </w:tc>
      </w:tr>
      <w:tr w:rsidR="00D5488A" w:rsidRPr="00712C22" w14:paraId="1FC12447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8B97954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E706D73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sz w:val="18"/>
              </w:rPr>
              <w:t>2</w:t>
            </w:r>
          </w:p>
        </w:tc>
        <w:tc>
          <w:tcPr>
            <w:tcW w:w="6094" w:type="dxa"/>
          </w:tcPr>
          <w:p w14:paraId="0A2397C4" w14:textId="77777777" w:rsidR="00D5488A" w:rsidRPr="00C26D35" w:rsidRDefault="00D5488A" w:rsidP="00F02262">
            <w:r w:rsidRPr="00C26D35">
              <w:t>Elaborar um guião formatado para projeto cinematográfico.</w:t>
            </w:r>
          </w:p>
        </w:tc>
        <w:tc>
          <w:tcPr>
            <w:tcW w:w="1134" w:type="dxa"/>
          </w:tcPr>
          <w:p w14:paraId="1281FC85" w14:textId="77777777" w:rsidR="00D5488A" w:rsidRDefault="00D5488A" w:rsidP="00F02262">
            <w:r w:rsidRPr="00A5218D">
              <w:t>4,5</w:t>
            </w:r>
          </w:p>
        </w:tc>
      </w:tr>
      <w:tr w:rsidR="00D5488A" w:rsidRPr="00712C22" w14:paraId="61133CD2" w14:textId="77777777" w:rsidTr="00F02262">
        <w:trPr>
          <w:trHeight w:val="316"/>
          <w:jc w:val="center"/>
        </w:trPr>
        <w:tc>
          <w:tcPr>
            <w:tcW w:w="1186" w:type="dxa"/>
            <w:vAlign w:val="center"/>
          </w:tcPr>
          <w:p w14:paraId="4F9986D7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FD6D825" w14:textId="77777777" w:rsidR="00D5488A" w:rsidRPr="00712C22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712C22">
              <w:rPr>
                <w:rFonts w:ascii="Verdana Pro Light" w:hAnsi="Verdana Pro Light" w:cs="Tahoma"/>
                <w:b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sz w:val="18"/>
              </w:rPr>
              <w:t>3</w:t>
            </w:r>
          </w:p>
        </w:tc>
        <w:tc>
          <w:tcPr>
            <w:tcW w:w="6094" w:type="dxa"/>
          </w:tcPr>
          <w:p w14:paraId="002EEED1" w14:textId="77777777" w:rsidR="00D5488A" w:rsidRPr="00C26D35" w:rsidRDefault="00D5488A" w:rsidP="00F02262">
            <w:r w:rsidRPr="00C26D35">
              <w:t>Executar procedimentos de fotografia em laboratório.</w:t>
            </w:r>
          </w:p>
        </w:tc>
        <w:tc>
          <w:tcPr>
            <w:tcW w:w="1134" w:type="dxa"/>
          </w:tcPr>
          <w:p w14:paraId="238C8691" w14:textId="77777777" w:rsidR="00D5488A" w:rsidRDefault="00D5488A" w:rsidP="00F02262">
            <w:r>
              <w:t>4,5</w:t>
            </w:r>
          </w:p>
        </w:tc>
      </w:tr>
      <w:tr w:rsidR="00D5488A" w:rsidRPr="00712C22" w14:paraId="1507232B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A112BD7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FCBB1FE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04</w:t>
            </w:r>
          </w:p>
        </w:tc>
        <w:tc>
          <w:tcPr>
            <w:tcW w:w="6094" w:type="dxa"/>
          </w:tcPr>
          <w:p w14:paraId="047843C8" w14:textId="77777777" w:rsidR="00D5488A" w:rsidRPr="00C26D35" w:rsidRDefault="00D5488A" w:rsidP="00F02262">
            <w:r w:rsidRPr="00C26D35">
              <w:t>Executar diversos exercícios de preparação da câmara de vídeo e de captação.</w:t>
            </w:r>
          </w:p>
        </w:tc>
        <w:tc>
          <w:tcPr>
            <w:tcW w:w="1134" w:type="dxa"/>
          </w:tcPr>
          <w:p w14:paraId="14CCEF5B" w14:textId="77777777" w:rsidR="00D5488A" w:rsidRDefault="00D5488A" w:rsidP="00F02262">
            <w:r w:rsidRPr="00E035D0">
              <w:t>4,5</w:t>
            </w:r>
          </w:p>
        </w:tc>
      </w:tr>
      <w:tr w:rsidR="00D5488A" w:rsidRPr="00712C22" w14:paraId="11A7CDCB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DDCE96F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EF425BC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05</w:t>
            </w:r>
          </w:p>
        </w:tc>
        <w:tc>
          <w:tcPr>
            <w:tcW w:w="6094" w:type="dxa"/>
          </w:tcPr>
          <w:p w14:paraId="6758720A" w14:textId="77777777" w:rsidR="00D5488A" w:rsidRPr="00C26D35" w:rsidRDefault="00D5488A" w:rsidP="00F02262">
            <w:r w:rsidRPr="00C26D35">
              <w:t>Instalar equipamentos áudio tendo em conta a acústica arquitetural.</w:t>
            </w:r>
          </w:p>
        </w:tc>
        <w:tc>
          <w:tcPr>
            <w:tcW w:w="1134" w:type="dxa"/>
          </w:tcPr>
          <w:p w14:paraId="471BD42E" w14:textId="77777777" w:rsidR="00D5488A" w:rsidRDefault="00D5488A" w:rsidP="00F02262">
            <w:r w:rsidRPr="00E035D0">
              <w:t>4,5</w:t>
            </w:r>
          </w:p>
        </w:tc>
      </w:tr>
      <w:tr w:rsidR="00D5488A" w:rsidRPr="00712C22" w14:paraId="4B923B65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D8E997E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2A3722F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06</w:t>
            </w:r>
          </w:p>
        </w:tc>
        <w:tc>
          <w:tcPr>
            <w:tcW w:w="6094" w:type="dxa"/>
          </w:tcPr>
          <w:p w14:paraId="23602ED9" w14:textId="77777777" w:rsidR="00D5488A" w:rsidRPr="00C26D35" w:rsidRDefault="00D5488A" w:rsidP="00F02262">
            <w:r w:rsidRPr="00C26D35">
              <w:t>Preparar e gravar projetos em estúdio e/ou palco.</w:t>
            </w:r>
          </w:p>
        </w:tc>
        <w:tc>
          <w:tcPr>
            <w:tcW w:w="1134" w:type="dxa"/>
          </w:tcPr>
          <w:p w14:paraId="3BF1F008" w14:textId="77777777" w:rsidR="00D5488A" w:rsidRDefault="00D5488A" w:rsidP="00F02262">
            <w:r w:rsidRPr="00170938">
              <w:t>2,25</w:t>
            </w:r>
          </w:p>
        </w:tc>
      </w:tr>
      <w:tr w:rsidR="00D5488A" w:rsidRPr="00712C22" w14:paraId="6A018141" w14:textId="77777777" w:rsidTr="00F02262">
        <w:trPr>
          <w:trHeight w:val="316"/>
          <w:jc w:val="center"/>
        </w:trPr>
        <w:tc>
          <w:tcPr>
            <w:tcW w:w="1186" w:type="dxa"/>
            <w:vAlign w:val="center"/>
          </w:tcPr>
          <w:p w14:paraId="43FD7F63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F0CCFCE" w14:textId="77777777" w:rsidR="00D5488A" w:rsidRPr="00712C22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8"/>
              </w:rPr>
            </w:pPr>
            <w:r>
              <w:rPr>
                <w:rFonts w:ascii="Verdana Pro Light" w:hAnsi="Verdana Pro Light"/>
                <w:b/>
                <w:sz w:val="18"/>
              </w:rPr>
              <w:t>07</w:t>
            </w:r>
          </w:p>
        </w:tc>
        <w:tc>
          <w:tcPr>
            <w:tcW w:w="6094" w:type="dxa"/>
          </w:tcPr>
          <w:p w14:paraId="598CFFAE" w14:textId="77777777" w:rsidR="00D5488A" w:rsidRPr="00C26D35" w:rsidRDefault="00D5488A" w:rsidP="00F02262">
            <w:r w:rsidRPr="00C26D35">
              <w:t>Editar e sincronizar áudio com a imagem.</w:t>
            </w:r>
          </w:p>
        </w:tc>
        <w:tc>
          <w:tcPr>
            <w:tcW w:w="1134" w:type="dxa"/>
          </w:tcPr>
          <w:p w14:paraId="11399B24" w14:textId="77777777" w:rsidR="00D5488A" w:rsidRPr="001327DC" w:rsidRDefault="00D5488A" w:rsidP="00F02262">
            <w:r>
              <w:t>4,5</w:t>
            </w:r>
          </w:p>
        </w:tc>
      </w:tr>
      <w:tr w:rsidR="00D5488A" w:rsidRPr="00712C22" w14:paraId="7A3CC085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6C877E6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3AC91DD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08</w:t>
            </w:r>
          </w:p>
        </w:tc>
        <w:tc>
          <w:tcPr>
            <w:tcW w:w="6094" w:type="dxa"/>
          </w:tcPr>
          <w:p w14:paraId="6E64A6EC" w14:textId="77777777" w:rsidR="00D5488A" w:rsidRPr="00C26D35" w:rsidRDefault="00D5488A" w:rsidP="00F02262">
            <w:r w:rsidRPr="00C26D35">
              <w:t>Efetuar a sonoplastia de trabalhos em vídeo.</w:t>
            </w:r>
          </w:p>
        </w:tc>
        <w:tc>
          <w:tcPr>
            <w:tcW w:w="1134" w:type="dxa"/>
          </w:tcPr>
          <w:p w14:paraId="26648B32" w14:textId="77777777" w:rsidR="00D5488A" w:rsidRDefault="00D5488A" w:rsidP="00F02262">
            <w:r w:rsidRPr="00E035D0">
              <w:t>4,5</w:t>
            </w:r>
          </w:p>
        </w:tc>
      </w:tr>
      <w:tr w:rsidR="00D5488A" w:rsidRPr="00712C22" w14:paraId="4809B525" w14:textId="77777777" w:rsidTr="00F02262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7B2B9D6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E90029B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09</w:t>
            </w:r>
          </w:p>
        </w:tc>
        <w:tc>
          <w:tcPr>
            <w:tcW w:w="6094" w:type="dxa"/>
          </w:tcPr>
          <w:p w14:paraId="25C0F988" w14:textId="77777777" w:rsidR="00D5488A" w:rsidRPr="00C26D35" w:rsidRDefault="00D5488A" w:rsidP="00F02262">
            <w:r w:rsidRPr="00C26D35">
              <w:t>Planificar a rodagem</w:t>
            </w:r>
            <w:r>
              <w:t>, gravar</w:t>
            </w:r>
            <w:r w:rsidRPr="00C26D35">
              <w:t xml:space="preserve"> e pós-produ</w:t>
            </w:r>
            <w:r>
              <w:t>zir</w:t>
            </w:r>
            <w:r w:rsidRPr="00C26D35">
              <w:t xml:space="preserve"> um projeto com </w:t>
            </w:r>
            <w:proofErr w:type="spellStart"/>
            <w:r w:rsidRPr="00C26D35">
              <w:t>multicâmara</w:t>
            </w:r>
            <w:proofErr w:type="spellEnd"/>
          </w:p>
        </w:tc>
        <w:tc>
          <w:tcPr>
            <w:tcW w:w="1134" w:type="dxa"/>
          </w:tcPr>
          <w:p w14:paraId="7731AEBE" w14:textId="77777777" w:rsidR="00D5488A" w:rsidRDefault="00D5488A" w:rsidP="00F02262">
            <w:r w:rsidRPr="00E035D0">
              <w:t>4,5</w:t>
            </w:r>
          </w:p>
        </w:tc>
      </w:tr>
      <w:tr w:rsidR="00D5488A" w:rsidRPr="00712C22" w14:paraId="6340F9EA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7772BAD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1D36084" w14:textId="77777777" w:rsidR="00D5488A" w:rsidRPr="00712C22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10</w:t>
            </w:r>
          </w:p>
        </w:tc>
        <w:tc>
          <w:tcPr>
            <w:tcW w:w="6094" w:type="dxa"/>
          </w:tcPr>
          <w:p w14:paraId="552A8B88" w14:textId="77777777" w:rsidR="00D5488A" w:rsidRPr="00C26D35" w:rsidRDefault="00D5488A" w:rsidP="00F02262">
            <w:r>
              <w:t>A</w:t>
            </w:r>
            <w:r w:rsidRPr="00C26D35">
              <w:t>companhar um projeto cinematográfico.</w:t>
            </w:r>
          </w:p>
        </w:tc>
        <w:tc>
          <w:tcPr>
            <w:tcW w:w="1134" w:type="dxa"/>
          </w:tcPr>
          <w:p w14:paraId="5C37C9AE" w14:textId="77777777" w:rsidR="00D5488A" w:rsidRPr="00A5218D" w:rsidRDefault="00D5488A" w:rsidP="00F02262">
            <w:r w:rsidRPr="00A5218D">
              <w:t>4,5</w:t>
            </w:r>
          </w:p>
        </w:tc>
      </w:tr>
      <w:tr w:rsidR="00D5488A" w:rsidRPr="00712C22" w14:paraId="76050837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EC080D1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A1AA09A" w14:textId="77777777" w:rsidR="00D5488A" w:rsidRPr="00712C22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11</w:t>
            </w:r>
          </w:p>
        </w:tc>
        <w:tc>
          <w:tcPr>
            <w:tcW w:w="6094" w:type="dxa"/>
          </w:tcPr>
          <w:p w14:paraId="7A900324" w14:textId="77777777" w:rsidR="00D5488A" w:rsidRPr="00C26D35" w:rsidRDefault="00D5488A" w:rsidP="00F02262">
            <w:r w:rsidRPr="00C26D35">
              <w:t>Criar um projeto prático de documentário.</w:t>
            </w:r>
          </w:p>
        </w:tc>
        <w:tc>
          <w:tcPr>
            <w:tcW w:w="1134" w:type="dxa"/>
          </w:tcPr>
          <w:p w14:paraId="01D57C0F" w14:textId="77777777" w:rsidR="00D5488A" w:rsidRDefault="00D5488A" w:rsidP="00F02262">
            <w:r w:rsidRPr="00A5218D">
              <w:t>4,5</w:t>
            </w:r>
          </w:p>
        </w:tc>
      </w:tr>
      <w:tr w:rsidR="00D5488A" w:rsidRPr="00712C22" w14:paraId="46A0E944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A190BBC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DE40F79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12</w:t>
            </w:r>
          </w:p>
        </w:tc>
        <w:tc>
          <w:tcPr>
            <w:tcW w:w="6094" w:type="dxa"/>
          </w:tcPr>
          <w:p w14:paraId="61328F8A" w14:textId="77777777" w:rsidR="00D5488A" w:rsidRPr="00C26D35" w:rsidRDefault="00D5488A" w:rsidP="00F02262">
            <w:r w:rsidRPr="00C26D35">
              <w:t>Conceber, produzir e realizar uma reportagem</w:t>
            </w:r>
          </w:p>
        </w:tc>
        <w:tc>
          <w:tcPr>
            <w:tcW w:w="1134" w:type="dxa"/>
          </w:tcPr>
          <w:p w14:paraId="6BB98143" w14:textId="77777777" w:rsidR="00D5488A" w:rsidRDefault="00D5488A" w:rsidP="00F02262">
            <w:r w:rsidRPr="00E035D0">
              <w:t>4,5</w:t>
            </w:r>
          </w:p>
        </w:tc>
      </w:tr>
      <w:tr w:rsidR="00D5488A" w:rsidRPr="00712C22" w14:paraId="244AF639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621AE58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52A3B3C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10</w:t>
            </w:r>
          </w:p>
        </w:tc>
        <w:tc>
          <w:tcPr>
            <w:tcW w:w="6094" w:type="dxa"/>
            <w:shd w:val="clear" w:color="auto" w:fill="auto"/>
          </w:tcPr>
          <w:p w14:paraId="702F61C2" w14:textId="77777777" w:rsidR="00D5488A" w:rsidRPr="00C26D35" w:rsidRDefault="00D5488A" w:rsidP="00F02262">
            <w:r w:rsidRPr="00C26D35">
              <w:t>Manobrar os controlos e a regulação dos parâmetros mais comuns dos processadores.</w:t>
            </w:r>
          </w:p>
        </w:tc>
        <w:tc>
          <w:tcPr>
            <w:tcW w:w="1134" w:type="dxa"/>
          </w:tcPr>
          <w:p w14:paraId="64C63E25" w14:textId="77777777" w:rsidR="00D5488A" w:rsidRPr="007621FD" w:rsidRDefault="00D5488A" w:rsidP="00F02262">
            <w:r w:rsidRPr="00E035D0">
              <w:t>4,5</w:t>
            </w:r>
          </w:p>
        </w:tc>
      </w:tr>
      <w:tr w:rsidR="00D5488A" w:rsidRPr="00712C22" w14:paraId="670C18C3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AD4A7F2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B3BD470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11</w:t>
            </w:r>
          </w:p>
        </w:tc>
        <w:tc>
          <w:tcPr>
            <w:tcW w:w="6094" w:type="dxa"/>
            <w:shd w:val="clear" w:color="auto" w:fill="auto"/>
          </w:tcPr>
          <w:p w14:paraId="4151D1AF" w14:textId="77777777" w:rsidR="00D5488A" w:rsidRPr="00C26D35" w:rsidRDefault="00D5488A" w:rsidP="00F02262">
            <w:r w:rsidRPr="00C26D35">
              <w:t>Ligar um sistema via MIDI</w:t>
            </w:r>
          </w:p>
        </w:tc>
        <w:tc>
          <w:tcPr>
            <w:tcW w:w="1134" w:type="dxa"/>
          </w:tcPr>
          <w:p w14:paraId="7AE6104B" w14:textId="77777777" w:rsidR="00D5488A" w:rsidRPr="007621FD" w:rsidRDefault="00D5488A" w:rsidP="00F02262">
            <w:r w:rsidRPr="00E035D0">
              <w:t>4,5</w:t>
            </w:r>
          </w:p>
        </w:tc>
      </w:tr>
      <w:tr w:rsidR="00D5488A" w:rsidRPr="00712C22" w14:paraId="3624E1F4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61ED312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7943865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12</w:t>
            </w:r>
          </w:p>
        </w:tc>
        <w:tc>
          <w:tcPr>
            <w:tcW w:w="6094" w:type="dxa"/>
            <w:shd w:val="clear" w:color="auto" w:fill="auto"/>
          </w:tcPr>
          <w:p w14:paraId="0C447940" w14:textId="77777777" w:rsidR="00D5488A" w:rsidRPr="00C26D35" w:rsidRDefault="00D5488A" w:rsidP="00F02262">
            <w:r w:rsidRPr="00C26D35">
              <w:t>Organizar e catalogar conteúdos audiovisuais.</w:t>
            </w:r>
          </w:p>
        </w:tc>
        <w:tc>
          <w:tcPr>
            <w:tcW w:w="1134" w:type="dxa"/>
          </w:tcPr>
          <w:p w14:paraId="39EC37C9" w14:textId="77777777" w:rsidR="00D5488A" w:rsidRDefault="00D5488A" w:rsidP="00F02262">
            <w:r w:rsidRPr="007621FD">
              <w:t>2,25</w:t>
            </w:r>
          </w:p>
        </w:tc>
      </w:tr>
      <w:tr w:rsidR="00D5488A" w:rsidRPr="00712C22" w14:paraId="24B6D10A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FFD0F81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A4894BD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13</w:t>
            </w:r>
          </w:p>
        </w:tc>
        <w:tc>
          <w:tcPr>
            <w:tcW w:w="6094" w:type="dxa"/>
          </w:tcPr>
          <w:p w14:paraId="7D7EFE6F" w14:textId="77777777" w:rsidR="00D5488A" w:rsidRPr="00C26D35" w:rsidRDefault="00D5488A" w:rsidP="00F02262">
            <w:r>
              <w:t>Aplicar as normas legais</w:t>
            </w:r>
            <w:r w:rsidRPr="00C26D35">
              <w:t xml:space="preserve"> às obras digitais offline e online</w:t>
            </w:r>
          </w:p>
        </w:tc>
        <w:tc>
          <w:tcPr>
            <w:tcW w:w="1134" w:type="dxa"/>
          </w:tcPr>
          <w:p w14:paraId="0BF3D81F" w14:textId="77777777" w:rsidR="00D5488A" w:rsidRDefault="00D5488A" w:rsidP="00F02262">
            <w:r w:rsidRPr="007621FD">
              <w:t>2,25</w:t>
            </w:r>
          </w:p>
        </w:tc>
      </w:tr>
      <w:tr w:rsidR="00D5488A" w:rsidRPr="00712C22" w14:paraId="1AF50B9B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47E33D1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896A1D5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14</w:t>
            </w:r>
          </w:p>
        </w:tc>
        <w:tc>
          <w:tcPr>
            <w:tcW w:w="6094" w:type="dxa"/>
          </w:tcPr>
          <w:p w14:paraId="55CB381A" w14:textId="77777777" w:rsidR="00D5488A" w:rsidRPr="00C26D35" w:rsidRDefault="00D5488A" w:rsidP="00F02262">
            <w:r w:rsidRPr="00C26D35">
              <w:t xml:space="preserve">Aplicar regras de </w:t>
            </w:r>
            <w:r>
              <w:t>segurança e saúde nas</w:t>
            </w:r>
            <w:r w:rsidRPr="00C26D35">
              <w:t xml:space="preserve"> atividades do técnico de audiovisuais</w:t>
            </w:r>
          </w:p>
        </w:tc>
        <w:tc>
          <w:tcPr>
            <w:tcW w:w="1134" w:type="dxa"/>
          </w:tcPr>
          <w:p w14:paraId="70342179" w14:textId="77777777" w:rsidR="00D5488A" w:rsidRDefault="00D5488A" w:rsidP="00F02262">
            <w:r w:rsidRPr="00B6764B">
              <w:t>2,25</w:t>
            </w:r>
          </w:p>
        </w:tc>
      </w:tr>
      <w:tr w:rsidR="00D5488A" w:rsidRPr="00712C22" w14:paraId="2909621F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5CAFB78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71E1359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8"/>
              </w:rPr>
              <w:t>15</w:t>
            </w:r>
          </w:p>
        </w:tc>
        <w:tc>
          <w:tcPr>
            <w:tcW w:w="6094" w:type="dxa"/>
          </w:tcPr>
          <w:p w14:paraId="77D8EE42" w14:textId="77777777" w:rsidR="00D5488A" w:rsidRPr="00C26D35" w:rsidRDefault="00D5488A" w:rsidP="00F02262">
            <w:r w:rsidRPr="00C26D35">
              <w:t>Editar imagens bitmap</w:t>
            </w:r>
          </w:p>
        </w:tc>
        <w:tc>
          <w:tcPr>
            <w:tcW w:w="1134" w:type="dxa"/>
          </w:tcPr>
          <w:p w14:paraId="58394B44" w14:textId="77777777" w:rsidR="00D5488A" w:rsidRDefault="00D5488A" w:rsidP="00F02262">
            <w:r w:rsidRPr="00E035D0">
              <w:t>4,5</w:t>
            </w:r>
          </w:p>
        </w:tc>
      </w:tr>
      <w:tr w:rsidR="00D5488A" w:rsidRPr="00712C22" w14:paraId="3776D800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80600BF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9579626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8"/>
              </w:rPr>
              <w:t>16</w:t>
            </w:r>
          </w:p>
        </w:tc>
        <w:tc>
          <w:tcPr>
            <w:tcW w:w="6094" w:type="dxa"/>
          </w:tcPr>
          <w:p w14:paraId="402805D3" w14:textId="77777777" w:rsidR="00D5488A" w:rsidRPr="00C26D35" w:rsidRDefault="00D5488A" w:rsidP="00F02262">
            <w:r w:rsidRPr="00C26D35">
              <w:t>Editar imagens vetoriais</w:t>
            </w:r>
          </w:p>
        </w:tc>
        <w:tc>
          <w:tcPr>
            <w:tcW w:w="1134" w:type="dxa"/>
          </w:tcPr>
          <w:p w14:paraId="5A743735" w14:textId="77777777" w:rsidR="00D5488A" w:rsidRDefault="00D5488A" w:rsidP="00F02262">
            <w:r w:rsidRPr="00E035D0">
              <w:t>4,5</w:t>
            </w:r>
          </w:p>
        </w:tc>
      </w:tr>
      <w:tr w:rsidR="00D5488A" w:rsidRPr="0060285C" w14:paraId="43936FDD" w14:textId="77777777" w:rsidTr="00F02262">
        <w:trPr>
          <w:trHeight w:val="31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549597B" w14:textId="77777777" w:rsidR="00D5488A" w:rsidRPr="006C0318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9FAA996" w14:textId="77777777" w:rsidR="00D5488A" w:rsidRPr="00936895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FFC000"/>
                <w:sz w:val="16"/>
                <w:szCs w:val="16"/>
                <w:highlight w:val="yellow"/>
              </w:rPr>
            </w:pPr>
            <w:r>
              <w:rPr>
                <w:rFonts w:ascii="Verdana Pro Light" w:hAnsi="Verdana Pro Light" w:cs="Tahoma"/>
                <w:b/>
                <w:color w:val="FFC000"/>
                <w:sz w:val="16"/>
                <w:szCs w:val="16"/>
              </w:rPr>
              <w:t>17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8BA88" w14:textId="77777777" w:rsidR="00D5488A" w:rsidRPr="00936895" w:rsidRDefault="00D5488A" w:rsidP="00F02262">
            <w:pPr>
              <w:rPr>
                <w:highlight w:val="yellow"/>
              </w:rPr>
            </w:pPr>
            <w:r>
              <w:t>Editar e animar em 3D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7128C17B" w14:textId="77777777" w:rsidR="00D5488A" w:rsidRPr="00936895" w:rsidRDefault="00D5488A" w:rsidP="00F02262">
            <w:pPr>
              <w:rPr>
                <w:highlight w:val="yellow"/>
              </w:rPr>
            </w:pPr>
            <w:r>
              <w:t>4,5</w:t>
            </w:r>
          </w:p>
        </w:tc>
      </w:tr>
      <w:tr w:rsidR="00D5488A" w:rsidRPr="00712C22" w14:paraId="403442AB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A374595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57525DF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sz w:val="18"/>
              </w:rPr>
              <w:t>18</w:t>
            </w:r>
          </w:p>
        </w:tc>
        <w:tc>
          <w:tcPr>
            <w:tcW w:w="6094" w:type="dxa"/>
          </w:tcPr>
          <w:p w14:paraId="7A3A8D16" w14:textId="77777777" w:rsidR="00D5488A" w:rsidRPr="00C26D35" w:rsidRDefault="00D5488A" w:rsidP="00F02262">
            <w:r w:rsidRPr="00C26D35">
              <w:t>Criar e desenvolver conteúdos, animações para dispositivos móveis.</w:t>
            </w:r>
          </w:p>
        </w:tc>
        <w:tc>
          <w:tcPr>
            <w:tcW w:w="1134" w:type="dxa"/>
          </w:tcPr>
          <w:p w14:paraId="33438439" w14:textId="77777777" w:rsidR="00D5488A" w:rsidRDefault="00D5488A" w:rsidP="00F02262">
            <w:r w:rsidRPr="007621FD">
              <w:t>2,25</w:t>
            </w:r>
          </w:p>
        </w:tc>
      </w:tr>
      <w:tr w:rsidR="00D5488A" w:rsidRPr="00712C22" w14:paraId="655C6DEE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2FEE6A4C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C92A7A">
              <w:t>ANQEP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870A6B8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19</w:t>
            </w:r>
          </w:p>
        </w:tc>
        <w:tc>
          <w:tcPr>
            <w:tcW w:w="6094" w:type="dxa"/>
            <w:vAlign w:val="center"/>
          </w:tcPr>
          <w:p w14:paraId="44B8DB20" w14:textId="77777777" w:rsidR="00D5488A" w:rsidRPr="00C26D35" w:rsidRDefault="00D5488A" w:rsidP="00F02262">
            <w:r w:rsidRPr="0014594C">
              <w:rPr>
                <w:rFonts w:ascii="Verdana Pro Light" w:hAnsi="Verdana Pro Light"/>
                <w:sz w:val="18"/>
                <w:szCs w:val="18"/>
              </w:rPr>
              <w:t>Criar e desenvolver ideias de negócio</w:t>
            </w:r>
          </w:p>
        </w:tc>
        <w:tc>
          <w:tcPr>
            <w:tcW w:w="1134" w:type="dxa"/>
          </w:tcPr>
          <w:p w14:paraId="02BB4541" w14:textId="77777777" w:rsidR="00D5488A" w:rsidRDefault="00D5488A" w:rsidP="00F02262">
            <w:r w:rsidRPr="00DD2C42">
              <w:rPr>
                <w:rFonts w:ascii="Verdana Pro Light" w:hAnsi="Verdana Pro Light"/>
                <w:sz w:val="18"/>
                <w:szCs w:val="18"/>
              </w:rPr>
              <w:t>4,5</w:t>
            </w:r>
          </w:p>
        </w:tc>
      </w:tr>
      <w:tr w:rsidR="00D5488A" w:rsidRPr="00712C22" w14:paraId="473B28CA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25F240D2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7F2AF9">
              <w:t>ANQEP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9AD7E59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A1026C"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2</w:t>
            </w:r>
            <w:r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0</w:t>
            </w:r>
          </w:p>
        </w:tc>
        <w:tc>
          <w:tcPr>
            <w:tcW w:w="6094" w:type="dxa"/>
            <w:vAlign w:val="center"/>
          </w:tcPr>
          <w:p w14:paraId="6FD4EFCD" w14:textId="77777777" w:rsidR="00D5488A" w:rsidRPr="00AF4966" w:rsidRDefault="00D5488A" w:rsidP="00F02262">
            <w:pPr>
              <w:rPr>
                <w:strike/>
              </w:rPr>
            </w:pPr>
            <w:r w:rsidRPr="0014594C">
              <w:rPr>
                <w:rFonts w:ascii="Verdana Pro Light" w:hAnsi="Verdana Pro Light"/>
                <w:sz w:val="18"/>
                <w:szCs w:val="18"/>
              </w:rPr>
              <w:t>Elaborar o plano de negócios</w:t>
            </w:r>
          </w:p>
        </w:tc>
        <w:tc>
          <w:tcPr>
            <w:tcW w:w="1134" w:type="dxa"/>
          </w:tcPr>
          <w:p w14:paraId="570072A6" w14:textId="77777777" w:rsidR="00D5488A" w:rsidRDefault="00D5488A" w:rsidP="00F02262">
            <w:r w:rsidRPr="00DD2C42">
              <w:rPr>
                <w:rFonts w:ascii="Verdana Pro Light" w:hAnsi="Verdana Pro Light"/>
                <w:sz w:val="18"/>
                <w:szCs w:val="18"/>
              </w:rPr>
              <w:t>4,5</w:t>
            </w:r>
          </w:p>
        </w:tc>
      </w:tr>
      <w:tr w:rsidR="00D5488A" w:rsidRPr="00712C22" w14:paraId="3C91CB75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4398A918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CD1D36">
              <w:lastRenderedPageBreak/>
              <w:t>ANQEP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29BE425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A1026C"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2</w:t>
            </w:r>
            <w:r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1</w:t>
            </w:r>
          </w:p>
        </w:tc>
        <w:tc>
          <w:tcPr>
            <w:tcW w:w="6094" w:type="dxa"/>
            <w:vAlign w:val="center"/>
          </w:tcPr>
          <w:p w14:paraId="418C44E5" w14:textId="77777777" w:rsidR="00D5488A" w:rsidRPr="00C26D35" w:rsidRDefault="00D5488A" w:rsidP="00F02262">
            <w:r w:rsidRPr="0014594C">
              <w:rPr>
                <w:rFonts w:ascii="Verdana Pro Light" w:hAnsi="Verdana Pro Light"/>
                <w:sz w:val="18"/>
                <w:szCs w:val="18"/>
              </w:rPr>
              <w:t>Desenvolver competências pessoais e criativas</w:t>
            </w:r>
            <w:r w:rsidRPr="00DD2C42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3D3BDCC8" w14:textId="77777777" w:rsidR="00D5488A" w:rsidRDefault="00D5488A" w:rsidP="00F02262"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D5488A" w:rsidRPr="00712C22" w14:paraId="1E9BCB65" w14:textId="77777777" w:rsidTr="00F02262">
        <w:trPr>
          <w:trHeight w:val="316"/>
          <w:jc w:val="center"/>
        </w:trPr>
        <w:tc>
          <w:tcPr>
            <w:tcW w:w="1186" w:type="dxa"/>
            <w:shd w:val="clear" w:color="auto" w:fill="auto"/>
          </w:tcPr>
          <w:p w14:paraId="4037296F" w14:textId="77777777" w:rsidR="00D5488A" w:rsidRPr="00234037" w:rsidRDefault="00D5488A" w:rsidP="00F0226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t>ANQEP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F3D70AD" w14:textId="77777777" w:rsidR="00D5488A" w:rsidRPr="000B6869" w:rsidRDefault="00D5488A" w:rsidP="00F0226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Cs/>
                <w:color w:val="ED7D31" w:themeColor="accent2"/>
                <w:sz w:val="18"/>
              </w:rPr>
              <w:t>22</w:t>
            </w:r>
          </w:p>
        </w:tc>
        <w:tc>
          <w:tcPr>
            <w:tcW w:w="6094" w:type="dxa"/>
            <w:vAlign w:val="center"/>
          </w:tcPr>
          <w:p w14:paraId="13185F2A" w14:textId="77777777" w:rsidR="00D5488A" w:rsidRPr="00C26D35" w:rsidRDefault="00D5488A" w:rsidP="00F02262">
            <w:r w:rsidRPr="0014594C">
              <w:rPr>
                <w:rFonts w:ascii="Verdana Pro Light" w:hAnsi="Verdana Pro Light"/>
                <w:sz w:val="18"/>
                <w:szCs w:val="18"/>
              </w:rPr>
              <w:t xml:space="preserve">Aplicar o </w:t>
            </w:r>
            <w:proofErr w:type="spellStart"/>
            <w:r w:rsidRPr="0014594C">
              <w:rPr>
                <w:rFonts w:ascii="Verdana Pro Light" w:hAnsi="Verdana Pro Light"/>
                <w:sz w:val="18"/>
                <w:szCs w:val="18"/>
              </w:rPr>
              <w:t>storytelling</w:t>
            </w:r>
            <w:proofErr w:type="spellEnd"/>
            <w:r w:rsidRPr="0014594C">
              <w:rPr>
                <w:rFonts w:ascii="Verdana Pro Light" w:hAnsi="Verdana Pro Light"/>
                <w:sz w:val="18"/>
                <w:szCs w:val="18"/>
              </w:rPr>
              <w:t xml:space="preserve"> na comunicação </w:t>
            </w:r>
          </w:p>
        </w:tc>
        <w:tc>
          <w:tcPr>
            <w:tcW w:w="1134" w:type="dxa"/>
          </w:tcPr>
          <w:p w14:paraId="29077838" w14:textId="77777777" w:rsidR="00D5488A" w:rsidRDefault="00D5488A" w:rsidP="00F02262">
            <w:r w:rsidRPr="00DD2C42">
              <w:rPr>
                <w:rFonts w:ascii="Verdana Pro Light" w:hAnsi="Verdana Pro Light"/>
                <w:sz w:val="18"/>
                <w:szCs w:val="18"/>
              </w:rPr>
              <w:t>2,25</w:t>
            </w:r>
          </w:p>
        </w:tc>
      </w:tr>
      <w:tr w:rsidR="00D5488A" w:rsidRPr="00712C22" w14:paraId="1BC5DA86" w14:textId="77777777" w:rsidTr="00F02262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59D6AD5E" w14:textId="77777777" w:rsidR="00D5488A" w:rsidRPr="00234037" w:rsidRDefault="00D5488A" w:rsidP="00F0226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D5488A" w:rsidRPr="00712C22" w14:paraId="6E581FFD" w14:textId="77777777" w:rsidTr="00F02262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105D0553" w14:textId="77777777" w:rsidR="00D5488A" w:rsidRPr="00234037" w:rsidRDefault="00D5488A" w:rsidP="00F02262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5BA1EEEF" w14:textId="229034EB" w:rsidR="00D5488A" w:rsidRPr="00234037" w:rsidRDefault="00574F66" w:rsidP="00F0226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94,5</w:t>
            </w:r>
          </w:p>
        </w:tc>
      </w:tr>
    </w:tbl>
    <w:p w14:paraId="45D00C98" w14:textId="77777777" w:rsidR="00D5488A" w:rsidRDefault="00D5488A" w:rsidP="00D5488A"/>
    <w:p w14:paraId="1635D60B" w14:textId="77777777" w:rsidR="00D5488A" w:rsidRDefault="00D5488A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 w:cs="Times New Roman"/>
          <w:b/>
          <w:smallCaps/>
          <w:sz w:val="24"/>
          <w:szCs w:val="24"/>
        </w:rPr>
        <w:br w:type="page"/>
      </w:r>
    </w:p>
    <w:p w14:paraId="67EEFECA" w14:textId="49E5F6B2" w:rsidR="00727CAB" w:rsidRDefault="00727CAB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 w:rsidR="006F276D"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27CAB" w:rsidRPr="00136AD8" w14:paraId="5BC6D121" w14:textId="77777777" w:rsidTr="00EF41D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6B16C6A" w14:textId="77777777" w:rsidR="00727CAB" w:rsidRPr="00136AD8" w:rsidRDefault="00727CA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8E618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AF496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000</w:t>
            </w:r>
            <w:r w:rsidR="008E6188" w:rsidRPr="00AF496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F9900F6" w14:textId="77777777" w:rsidR="00727CAB" w:rsidRPr="009C256C" w:rsidRDefault="003E20BA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27BE4">
              <w:t>Prestar informações sobre o setor de Audiovisuais</w:t>
            </w:r>
          </w:p>
        </w:tc>
      </w:tr>
      <w:tr w:rsidR="00727CAB" w:rsidRPr="00136AD8" w14:paraId="404A07AF" w14:textId="77777777" w:rsidTr="00EF41D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551D140" w14:textId="77777777" w:rsidR="00727CAB" w:rsidRPr="00136AD8" w:rsidRDefault="00727CA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AF496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000</w:t>
            </w:r>
            <w:r w:rsidR="00395B35" w:rsidRPr="00AF496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E7E6E6" w:themeFill="background2"/>
          </w:tcPr>
          <w:p w14:paraId="5ED58487" w14:textId="77777777" w:rsidR="00727CAB" w:rsidRPr="00136AD8" w:rsidRDefault="00727CA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731599D7" w14:textId="77777777" w:rsidR="00727CAB" w:rsidRPr="00136AD8" w:rsidRDefault="00727CAB" w:rsidP="00727CA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EBBC212" w14:textId="77777777" w:rsidR="00727CAB" w:rsidRPr="003200F2" w:rsidRDefault="00727CAB" w:rsidP="00727CA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1" w:name="_bookmark5"/>
      <w:bookmarkEnd w:id="1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610FB9"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410F4D9" w14:textId="77777777" w:rsidR="00727CAB" w:rsidRPr="00136AD8" w:rsidRDefault="00727CAB" w:rsidP="00727CA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27CAB" w:rsidRPr="00136AD8" w14:paraId="13EA619F" w14:textId="77777777" w:rsidTr="00EF41D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8DE72C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E6188" w:rsidRPr="00136AD8" w14:paraId="0B42F0B4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AFD40D" w14:textId="77777777" w:rsidR="008E6188" w:rsidRPr="00B01FFA" w:rsidRDefault="008E6188" w:rsidP="008E6188">
            <w:pPr>
              <w:spacing w:before="120" w:after="0" w:line="276" w:lineRule="auto"/>
              <w:ind w:left="323" w:hanging="323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2C73250B">
              <w:rPr>
                <w:rFonts w:ascii="Verdana Pro Light" w:hAnsi="Verdana Pro Light" w:cs="Arial Unicode MS"/>
                <w:sz w:val="18"/>
                <w:szCs w:val="18"/>
              </w:rPr>
              <w:t xml:space="preserve">Analisar a informação requerida acerca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do sector de Audiovisuais.</w:t>
            </w:r>
          </w:p>
          <w:p w14:paraId="7166AE8B" w14:textId="77777777" w:rsidR="008E6188" w:rsidRPr="001B353A" w:rsidRDefault="008E6188" w:rsidP="008E618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58E80998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58E80998">
              <w:rPr>
                <w:rFonts w:ascii="Verdana Pro Light" w:hAnsi="Verdana Pro Light" w:cs="Arial Unicode MS"/>
                <w:sz w:val="18"/>
                <w:szCs w:val="18"/>
              </w:rPr>
              <w:t xml:space="preserve">Informar e esclarecer o cliente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sobre o sector de Audiovisuais</w:t>
            </w:r>
            <w:r w:rsidRPr="58E80998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.</w:t>
            </w:r>
          </w:p>
        </w:tc>
      </w:tr>
      <w:tr w:rsidR="00727CAB" w:rsidRPr="00136AD8" w14:paraId="473A22CB" w14:textId="77777777" w:rsidTr="00EF41D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18D394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79925C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BF092BD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E6188" w:rsidRPr="00136AD8" w14:paraId="25211885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5A030" w14:textId="77777777" w:rsidR="008E6188" w:rsidRPr="003C0084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Sector dos Audiovisuais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- Antecedentes históricos.</w:t>
            </w:r>
          </w:p>
          <w:p w14:paraId="1BEF0E22" w14:textId="77777777" w:rsidR="008E6188" w:rsidRPr="003C0084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Influência socioeconómica do setor.</w:t>
            </w:r>
          </w:p>
          <w:p w14:paraId="3CFDE6C6" w14:textId="77777777" w:rsidR="008E6188" w:rsidRPr="003C0084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Novas tendências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 Sector dos Audiovisuais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738B0B26" w14:textId="77777777" w:rsidR="008E6188" w:rsidRPr="003C0084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Estratégias de produtos e serviços.</w:t>
            </w:r>
          </w:p>
          <w:p w14:paraId="3837AD1D" w14:textId="77777777" w:rsidR="008E6188" w:rsidRPr="003C0084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Fatores críticos de sucesso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 Sector dos Audiovisuais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4AF8F233" w14:textId="77777777" w:rsidR="008E6188" w:rsidRPr="003C0084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Organismos internacionais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 Sector dos Audiovisuais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4B705F00" w14:textId="77777777" w:rsidR="008E6188" w:rsidRPr="003C0084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Organização e divisão funcional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 Sector dos Audiovisuais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30F95FFD" w14:textId="77777777" w:rsidR="008E6188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e relacionamento interpessoal.</w:t>
            </w:r>
          </w:p>
          <w:p w14:paraId="69E43058" w14:textId="77777777" w:rsidR="008E6188" w:rsidRPr="00B01FFA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Legislação da atividade.</w:t>
            </w:r>
          </w:p>
          <w:p w14:paraId="721F8C16" w14:textId="77777777" w:rsidR="008E6188" w:rsidRPr="001B353A" w:rsidRDefault="008E6188" w:rsidP="008E618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E2C51" w14:textId="77777777" w:rsidR="008E6188" w:rsidRPr="00D6362B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a evolução e a influência socioeconómica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Sector dos Audiovisuais.</w:t>
            </w:r>
          </w:p>
          <w:p w14:paraId="3506F0E0" w14:textId="77777777" w:rsidR="008E6188" w:rsidRPr="003C0084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Compreender 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as novas tendências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 Sector dos Audiovisuais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665385DC" w14:textId="77777777" w:rsidR="008E6188" w:rsidRPr="003C0084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Compreender o sector dos Audiovisuais</w:t>
            </w: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 nível nacional e internacional.</w:t>
            </w:r>
          </w:p>
          <w:p w14:paraId="2D432383" w14:textId="77777777" w:rsidR="008E6188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Utilizar técnicas de comunicação verbal e não verbal assertiva.</w:t>
            </w:r>
          </w:p>
          <w:p w14:paraId="03B62339" w14:textId="77777777" w:rsidR="008E6188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Aplicar técnicas de interação orais e escritas.</w:t>
            </w:r>
          </w:p>
          <w:p w14:paraId="7D71F1E2" w14:textId="77777777" w:rsidR="008E6188" w:rsidRPr="006B0818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acerca dos organismos nacionais e internacionais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 Sector dos Audiovisuais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17596370" w14:textId="77777777" w:rsidR="008E6188" w:rsidRPr="003C0084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Sector dos Audiovisuais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5B488EBC" w14:textId="77777777" w:rsidR="008E6188" w:rsidRPr="003C0084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Diferenciar a estrutura, organização e divisão funcional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 Sector dos Audiovisuais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0998B457" w14:textId="77777777" w:rsidR="008E6188" w:rsidRPr="003C0084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Distinguir a organização funcional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 Sector dos Audiovisuais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424B329D" w14:textId="77777777" w:rsidR="008E6188" w:rsidRPr="003C0084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Informar sobre as diferentes atividades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 Sector dos Audiovisuais</w:t>
            </w:r>
            <w:r w:rsidRPr="2C73250B"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  <w:t>.</w:t>
            </w:r>
          </w:p>
          <w:p w14:paraId="59E1960A" w14:textId="77777777" w:rsidR="008E6188" w:rsidRPr="00057283" w:rsidRDefault="008E6188" w:rsidP="008E618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Interpretar legislação relativa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ao sector dos Audiovisuais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5D1C7" w14:textId="77777777" w:rsidR="008E6188" w:rsidRPr="00FD35E9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178D9876" w14:textId="77777777" w:rsidR="008E6188" w:rsidRPr="00FD35E9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2E1EA030" w14:textId="77777777" w:rsidR="008E6188" w:rsidRPr="00FD35E9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67F4298D" w14:textId="77777777" w:rsidR="008E6188" w:rsidRPr="00FD35E9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CEAF771" w14:textId="77777777" w:rsidR="008E6188" w:rsidRPr="00FD35E9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7D236F22" w14:textId="77777777" w:rsidR="008E6188" w:rsidRPr="00FD35E9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536B5753" w14:textId="77777777" w:rsidR="008E6188" w:rsidRPr="00FD35E9" w:rsidRDefault="008E6188" w:rsidP="008E618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 na comunicação.</w:t>
            </w:r>
          </w:p>
          <w:p w14:paraId="5801DB40" w14:textId="77777777" w:rsidR="008E6188" w:rsidRDefault="008E6188" w:rsidP="008E6188">
            <w:pPr>
              <w:spacing w:before="120" w:after="0" w:line="276" w:lineRule="auto"/>
              <w:ind w:left="36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  <w:p w14:paraId="5A4506C2" w14:textId="77777777" w:rsidR="008E6188" w:rsidRPr="00057283" w:rsidRDefault="008E6188" w:rsidP="008E618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1B66A35" w14:textId="77777777" w:rsidR="00727CAB" w:rsidRDefault="00727CAB" w:rsidP="00727CA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E151618" w14:textId="77777777" w:rsidR="00727CAB" w:rsidRDefault="00727CAB" w:rsidP="00727CA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9FD8252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D7D47FA" w14:textId="77777777" w:rsidR="008E6188" w:rsidRPr="00111127" w:rsidRDefault="008E6188" w:rsidP="008E6188">
      <w:pPr>
        <w:spacing w:before="80" w:after="120" w:line="240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58E80998"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 xml:space="preserve">Prestar informação sobre </w:t>
      </w:r>
      <w:r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o sector dos Audiovisuais</w:t>
      </w:r>
      <w:r w:rsidRPr="58E80998"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  <w:t>:</w:t>
      </w:r>
    </w:p>
    <w:p w14:paraId="3A3F0089" w14:textId="77777777" w:rsidR="008E6188" w:rsidRDefault="008E6188" w:rsidP="008E6188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3C0084">
        <w:rPr>
          <w:rFonts w:ascii="Verdana Pro Light" w:hAnsi="Verdana Pro Light" w:cs="Arial Unicode MS"/>
          <w:color w:val="000000" w:themeColor="text1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1E0462E2" w14:textId="77777777" w:rsidR="008E6188" w:rsidRDefault="008E6188" w:rsidP="008E6188">
      <w:pPr>
        <w:spacing w:before="120" w:after="0" w:line="276" w:lineRule="auto"/>
        <w:ind w:left="709" w:hanging="567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CD2. </w:t>
      </w:r>
      <w:r w:rsidRPr="003C0084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Adequando a </w:t>
      </w:r>
      <w:r w:rsidRPr="0081042E">
        <w:rPr>
          <w:rFonts w:ascii="Verdana Pro Light" w:hAnsi="Verdana Pro Light" w:cs="Arial Unicode MS"/>
          <w:sz w:val="18"/>
          <w:szCs w:val="18"/>
        </w:rPr>
        <w:t xml:space="preserve">comunicação </w:t>
      </w:r>
      <w:r>
        <w:rPr>
          <w:rFonts w:ascii="Verdana Pro Light" w:hAnsi="Verdana Pro Light" w:cs="Arial Unicode MS"/>
          <w:sz w:val="18"/>
          <w:szCs w:val="18"/>
        </w:rPr>
        <w:t xml:space="preserve">ao tipo e à </w:t>
      </w:r>
      <w:r w:rsidRPr="0081042E">
        <w:rPr>
          <w:rFonts w:ascii="Verdana Pro Light" w:hAnsi="Verdana Pro Light" w:cs="Arial Unicode MS"/>
          <w:sz w:val="18"/>
          <w:szCs w:val="18"/>
        </w:rPr>
        <w:t>solicitação do interlocutor</w:t>
      </w:r>
    </w:p>
    <w:p w14:paraId="29524D26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5666480" w14:textId="77777777" w:rsidR="008E6188" w:rsidRPr="00984B30" w:rsidRDefault="008E6188" w:rsidP="008E618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Setor Público</w:t>
      </w:r>
    </w:p>
    <w:p w14:paraId="542A5718" w14:textId="77777777" w:rsidR="008E6188" w:rsidRPr="00984B30" w:rsidRDefault="008E6188" w:rsidP="008E618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>
        <w:rPr>
          <w:rFonts w:ascii="Verdana Pro Light" w:hAnsi="Verdana Pro Light" w:cs="Arial Unicode MS"/>
          <w:sz w:val="18"/>
          <w:szCs w:val="18"/>
        </w:rPr>
        <w:t>Museus</w:t>
      </w:r>
    </w:p>
    <w:p w14:paraId="21EB53D7" w14:textId="3A02841D" w:rsidR="008E6188" w:rsidRPr="00984B30" w:rsidRDefault="008E6188" w:rsidP="0BD833C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>Galerias</w:t>
      </w:r>
    </w:p>
    <w:p w14:paraId="5BFC132E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78AEC3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0D573FC" w14:textId="77777777" w:rsidR="008E6188" w:rsidRPr="003C0084" w:rsidRDefault="008E6188" w:rsidP="008E618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0BD833C7">
        <w:rPr>
          <w:rFonts w:ascii="Verdana Pro Light" w:hAnsi="Verdana Pro Light" w:cs="Arial Unicode MS"/>
          <w:sz w:val="18"/>
          <w:szCs w:val="18"/>
          <w:lang w:eastAsia="pt-PT"/>
        </w:rPr>
        <w:t>Dispositivo eletrónico com acesso à internet.</w:t>
      </w:r>
    </w:p>
    <w:p w14:paraId="77CF8234" w14:textId="77777777" w:rsidR="008E6188" w:rsidRPr="003C0084" w:rsidRDefault="008E6188" w:rsidP="008E618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0BD833C7">
        <w:rPr>
          <w:rFonts w:ascii="Verdana Pro Light" w:hAnsi="Verdana Pro Light" w:cs="Arial Unicode MS"/>
          <w:sz w:val="18"/>
          <w:szCs w:val="18"/>
          <w:lang w:eastAsia="pt-PT"/>
        </w:rPr>
        <w:t>Relatórios de atividade setorial.</w:t>
      </w:r>
    </w:p>
    <w:p w14:paraId="6EC3082A" w14:textId="77777777" w:rsidR="008E6188" w:rsidRPr="003C0084" w:rsidRDefault="008E6188" w:rsidP="008E618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0BD833C7">
        <w:rPr>
          <w:rFonts w:ascii="Verdana Pro Light" w:hAnsi="Verdana Pro Light" w:cs="Arial Unicode MS"/>
          <w:sz w:val="18"/>
          <w:szCs w:val="18"/>
          <w:lang w:eastAsia="pt-PT"/>
        </w:rPr>
        <w:t>Documentação técnica sobre o setor.</w:t>
      </w:r>
    </w:p>
    <w:p w14:paraId="4B1D1616" w14:textId="77777777" w:rsidR="008E6188" w:rsidRPr="003C0084" w:rsidRDefault="008E6188" w:rsidP="008E618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  <w:lang w:eastAsia="pt-PT"/>
        </w:rPr>
      </w:pPr>
      <w:r w:rsidRPr="0BD833C7">
        <w:rPr>
          <w:rFonts w:ascii="Verdana Pro Light" w:hAnsi="Verdana Pro Light" w:cs="Arial Unicode MS"/>
          <w:sz w:val="18"/>
          <w:szCs w:val="18"/>
          <w:lang w:eastAsia="pt-PT"/>
        </w:rPr>
        <w:t xml:space="preserve">Legislação reguladora do setor dos Audiovisuais. </w:t>
      </w:r>
    </w:p>
    <w:p w14:paraId="35E53A50" w14:textId="77777777" w:rsidR="008E6188" w:rsidRPr="00501DC8" w:rsidRDefault="008E6188" w:rsidP="008E618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  <w:lang w:eastAsia="pt-PT"/>
        </w:rPr>
        <w:t>Exemplos de produtos/serviços inovadores</w:t>
      </w:r>
    </w:p>
    <w:p w14:paraId="35FACD41" w14:textId="77777777" w:rsidR="00727CAB" w:rsidRPr="00501DC8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1A1074F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A25397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36DA54A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06AF521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4AC689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AF3D8C" w14:textId="77777777" w:rsidR="004F117D" w:rsidRDefault="004F117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7F8B08A6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2D92483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F4049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AF496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000</w:t>
            </w:r>
            <w:r w:rsidR="00F4049A" w:rsidRPr="00AF496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F5A8AC8" w14:textId="77777777" w:rsidR="008C76A8" w:rsidRPr="009C256C" w:rsidRDefault="003E20BA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3E20BA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Implementar as normas de segurança e saúde no trabalho na área profissional dos Audiovisuais</w:t>
            </w:r>
          </w:p>
        </w:tc>
      </w:tr>
      <w:tr w:rsidR="008C76A8" w:rsidRPr="00136AD8" w14:paraId="52C7607F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3D7BB06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AF496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000</w:t>
            </w:r>
            <w:r w:rsidR="00395B35" w:rsidRPr="00AF496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E7E6E6" w:themeFill="background2"/>
          </w:tcPr>
          <w:p w14:paraId="562E8C40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45CDBB88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0A0309E" w14:textId="77777777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C75D991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892F391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028640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5351B8F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96E3C2" w14:textId="77777777" w:rsidR="00F4049A" w:rsidRDefault="00F4049A" w:rsidP="00F4049A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Analisar os princípios gerais sobre segurança e saúde no trabalho.</w:t>
            </w:r>
          </w:p>
          <w:p w14:paraId="6FAC5A66" w14:textId="77777777" w:rsidR="00F4049A" w:rsidRPr="001B353A" w:rsidRDefault="00F4049A" w:rsidP="00F4049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Aplicar medidas e procedimentos de segurança e saúde no trabalho</w:t>
            </w:r>
          </w:p>
          <w:p w14:paraId="4214DB7D" w14:textId="77777777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196B1026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6F0BE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  <w:r w:rsidR="00F4049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 xml:space="preserve"> (REVER)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2947C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6B4995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4049A" w:rsidRPr="00136AD8" w14:paraId="6B3A70B6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7331C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Princípios de segurança e saúde no trabalho.</w:t>
            </w:r>
          </w:p>
          <w:p w14:paraId="1B508095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Normas e disposições relativas à segurança e saúde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 </w:t>
            </w:r>
            <w:r w:rsidRPr="00E8586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setor </w:t>
            </w:r>
            <w:proofErr w:type="gramStart"/>
            <w:r w:rsidRPr="00E8586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o</w:t>
            </w:r>
            <w:r w:rsidRPr="00E85868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audiovisuais</w:t>
            </w:r>
            <w:proofErr w:type="gramEnd"/>
          </w:p>
          <w:p w14:paraId="7A618B93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segurança do estabelecimento.</w:t>
            </w:r>
          </w:p>
          <w:p w14:paraId="0B347021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acidentes.</w:t>
            </w:r>
          </w:p>
          <w:p w14:paraId="75BE60DA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incêndios.</w:t>
            </w:r>
          </w:p>
          <w:p w14:paraId="2396743F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evacuação.</w:t>
            </w:r>
          </w:p>
          <w:p w14:paraId="5DF661D6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contra roubos.</w:t>
            </w:r>
          </w:p>
          <w:p w14:paraId="50143D7C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Manuais de segurança.</w:t>
            </w:r>
          </w:p>
          <w:p w14:paraId="3387A9B8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Meios e regras de segurança </w:t>
            </w:r>
            <w:r w:rsidRPr="00907395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os museus e no património </w:t>
            </w:r>
          </w:p>
          <w:p w14:paraId="7686D25B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65036E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2D40D715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2B881B5E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1F8EBDB7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Caixa de primeiros socorros.</w:t>
            </w:r>
          </w:p>
          <w:p w14:paraId="4210E3C8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Situações de emergência - perda de sentidos, feridas aberta e fechada, queimadura, choque elétrico, eletrocussões, ataque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cardíaco, entorses ou distensões, envenenamento, queimaduras.</w:t>
            </w:r>
          </w:p>
          <w:p w14:paraId="1CFF4261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07A24B19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incêndio.</w:t>
            </w:r>
          </w:p>
          <w:p w14:paraId="7827B8F9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Sistemas de deteção. </w:t>
            </w:r>
          </w:p>
          <w:p w14:paraId="26F01FD2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extintores.</w:t>
            </w:r>
          </w:p>
          <w:p w14:paraId="65017C66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050E4F57" w14:textId="77777777" w:rsidR="00F4049A" w:rsidRPr="001B353A" w:rsidRDefault="00F4049A" w:rsidP="00F4049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680DE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418A8A55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 plano de segurança do estabelecimento.</w:t>
            </w:r>
          </w:p>
          <w:p w14:paraId="7AE9B5DE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os manuais de segurança.</w:t>
            </w:r>
          </w:p>
          <w:p w14:paraId="72F3016D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do risco.</w:t>
            </w:r>
          </w:p>
          <w:p w14:paraId="6F8AB57F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trabalho.</w:t>
            </w:r>
          </w:p>
          <w:p w14:paraId="3761AF91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</w:t>
            </w:r>
            <w:r w:rsidRPr="63BB7FE7"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 xml:space="preserve">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procedimentos de emergência.</w:t>
            </w:r>
          </w:p>
          <w:p w14:paraId="39990CD7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roubo.</w:t>
            </w:r>
          </w:p>
          <w:p w14:paraId="3F8E72AA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56D1C670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incêndios.</w:t>
            </w:r>
          </w:p>
          <w:p w14:paraId="48B698FE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 extintor.</w:t>
            </w:r>
          </w:p>
          <w:p w14:paraId="20182E1A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individual.</w:t>
            </w:r>
          </w:p>
          <w:p w14:paraId="5AAD6F83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Reportar a </w:t>
            </w:r>
            <w:proofErr w:type="gramStart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situação de emergência</w:t>
            </w:r>
            <w:proofErr w:type="gramEnd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.</w:t>
            </w:r>
          </w:p>
          <w:p w14:paraId="4A9BED26" w14:textId="77777777" w:rsidR="00F4049A" w:rsidRPr="00057283" w:rsidRDefault="00F4049A" w:rsidP="00F4049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E5AE9C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38686E6A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1960A6E3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Autocontrolo.</w:t>
            </w:r>
          </w:p>
          <w:p w14:paraId="2BEF05CB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0BBE007C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 com a equipa.</w:t>
            </w:r>
          </w:p>
          <w:p w14:paraId="13255051" w14:textId="77777777" w:rsidR="00F4049A" w:rsidRDefault="00F4049A" w:rsidP="00F4049A">
            <w:pPr>
              <w:pStyle w:val="PargrafodaLista"/>
              <w:numPr>
                <w:ilvl w:val="0"/>
                <w:numId w:val="7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Respeito pelas normas de segurança.</w:t>
            </w:r>
          </w:p>
          <w:p w14:paraId="198700E8" w14:textId="77777777" w:rsidR="00F4049A" w:rsidRPr="00057283" w:rsidRDefault="00F4049A" w:rsidP="00F4049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C02EB4E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709EC7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2C1AF5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B700D65" w14:textId="77777777" w:rsidR="00F4049A" w:rsidRPr="005A0B72" w:rsidRDefault="00F4049A" w:rsidP="00F4049A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bCs/>
          <w:i/>
          <w:iCs/>
          <w:color w:val="000000" w:themeColor="text1"/>
          <w:sz w:val="18"/>
          <w:szCs w:val="18"/>
        </w:rPr>
      </w:pPr>
      <w:r w:rsidRPr="005A0B72">
        <w:rPr>
          <w:rFonts w:ascii="Verdana Pro Light" w:hAnsi="Verdana Pro Light" w:cs="Times New Roman"/>
          <w:bCs/>
          <w:i/>
          <w:iCs/>
          <w:sz w:val="18"/>
          <w:szCs w:val="18"/>
        </w:rPr>
        <w:t xml:space="preserve">Implementar as normas de segurança e saúde no trabalho </w:t>
      </w:r>
      <w:r>
        <w:rPr>
          <w:rFonts w:ascii="Verdana Pro Light" w:hAnsi="Verdana Pro Light" w:cs="Times New Roman"/>
          <w:bCs/>
          <w:i/>
          <w:iCs/>
          <w:sz w:val="18"/>
          <w:szCs w:val="18"/>
        </w:rPr>
        <w:t>no setor dos Audiovisuais</w:t>
      </w:r>
      <w:r w:rsidRPr="005A0B72">
        <w:rPr>
          <w:rFonts w:ascii="Verdana Pro Light" w:eastAsia="Verdana Pro Light" w:hAnsi="Verdana Pro Light" w:cs="Verdana Pro Light"/>
          <w:bCs/>
          <w:i/>
          <w:iCs/>
          <w:color w:val="000000" w:themeColor="text1"/>
          <w:sz w:val="18"/>
          <w:szCs w:val="18"/>
        </w:rPr>
        <w:t>:</w:t>
      </w:r>
    </w:p>
    <w:p w14:paraId="24BEBA67" w14:textId="77777777" w:rsidR="00F4049A" w:rsidRDefault="00F4049A" w:rsidP="00F4049A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4401CBAC" w14:textId="77777777" w:rsidR="00F4049A" w:rsidRDefault="00F4049A" w:rsidP="00F4049A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CD2. Cumprindo as medidas de atuação em </w:t>
      </w:r>
      <w:proofErr w:type="gramStart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situação de emergência</w:t>
      </w:r>
      <w:proofErr w:type="gramEnd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13EF5F8D" w14:textId="77777777" w:rsidR="00F4049A" w:rsidRDefault="00F4049A" w:rsidP="00F4049A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 Respeitando o protocolo interno definido.</w:t>
      </w:r>
    </w:p>
    <w:p w14:paraId="6131646F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E6E9B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BA0E0D5" w14:textId="77777777" w:rsidR="00F4049A" w:rsidRPr="00984B30" w:rsidRDefault="00F4049A" w:rsidP="00F404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>Setor Público</w:t>
      </w:r>
    </w:p>
    <w:p w14:paraId="25DE0C92" w14:textId="77777777" w:rsidR="00F4049A" w:rsidRPr="00984B30" w:rsidRDefault="00F4049A" w:rsidP="00F404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>Museus</w:t>
      </w:r>
    </w:p>
    <w:p w14:paraId="5294F190" w14:textId="77777777" w:rsidR="00F4049A" w:rsidRPr="00984B30" w:rsidRDefault="00F4049A" w:rsidP="00F404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>Galerias</w:t>
      </w:r>
    </w:p>
    <w:p w14:paraId="370407D1" w14:textId="77777777" w:rsidR="00F4049A" w:rsidRPr="00984B30" w:rsidRDefault="00F4049A" w:rsidP="00F404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0ACA2F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9F57104" w14:textId="77777777" w:rsidR="00F4049A" w:rsidRDefault="00F4049A" w:rsidP="00F4049A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BD833C7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Dispositivos tecnológicos com acesso à internet. </w:t>
      </w:r>
    </w:p>
    <w:p w14:paraId="07FD8DA2" w14:textId="77777777" w:rsidR="00F4049A" w:rsidRDefault="00F4049A" w:rsidP="00F4049A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BD833C7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trabalho.</w:t>
      </w:r>
    </w:p>
    <w:p w14:paraId="252F37E6" w14:textId="77777777" w:rsidR="00F4049A" w:rsidRDefault="00F4049A" w:rsidP="00F4049A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BD833C7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Normativos específicos de segurança e saúde no trabalho.</w:t>
      </w:r>
    </w:p>
    <w:p w14:paraId="1F80474D" w14:textId="77777777" w:rsidR="00F4049A" w:rsidRDefault="00F4049A" w:rsidP="00F4049A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BD833C7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(relatórios, folhetos, brochuras, outros).</w:t>
      </w:r>
    </w:p>
    <w:p w14:paraId="173C1929" w14:textId="77777777" w:rsidR="00F4049A" w:rsidRDefault="00F4049A" w:rsidP="00F4049A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BD833C7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Equipamentos de proteção individual (EPI).</w:t>
      </w:r>
    </w:p>
    <w:p w14:paraId="779DF89B" w14:textId="77777777" w:rsidR="00F4049A" w:rsidRDefault="00F4049A" w:rsidP="00F4049A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BD833C7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prevenção de acidentes, de incêndios, de evacuação e de roubo.</w:t>
      </w:r>
    </w:p>
    <w:p w14:paraId="025753CA" w14:textId="77777777" w:rsidR="00F4049A" w:rsidRPr="00501DC8" w:rsidRDefault="00F4049A" w:rsidP="00F4049A">
      <w:pPr>
        <w:pStyle w:val="PargrafodaLista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emergência</w:t>
      </w:r>
    </w:p>
    <w:p w14:paraId="6B361B1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B914E0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8629AA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D5061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57640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A4C83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2CC2E464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FA0D871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45208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AF496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000</w:t>
            </w:r>
            <w:r w:rsidR="0045208C" w:rsidRPr="00AF496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89C3C52" w14:textId="77777777" w:rsidR="008C76A8" w:rsidRPr="009C256C" w:rsidRDefault="003E20BA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27BE4">
              <w:t>Colaborar e trabalhar em equipa</w:t>
            </w:r>
          </w:p>
        </w:tc>
      </w:tr>
      <w:tr w:rsidR="008C76A8" w:rsidRPr="00136AD8" w14:paraId="202DB355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BC0988F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AF496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000</w:t>
            </w:r>
            <w:r w:rsidR="00993214" w:rsidRPr="00AF496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E7E6E6" w:themeFill="background2"/>
          </w:tcPr>
          <w:p w14:paraId="36A983AF" w14:textId="7777777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144586CB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A50D517" w14:textId="77777777" w:rsidR="008C76A8" w:rsidRPr="003200F2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A0BA7CD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165DAB02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31322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68D38701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761EFB" w14:textId="77777777" w:rsidR="0045208C" w:rsidRPr="00AB5AF8" w:rsidRDefault="0045208C" w:rsidP="0045208C">
            <w:pPr>
              <w:spacing w:before="120" w:after="0" w:line="276" w:lineRule="auto"/>
              <w:ind w:left="323" w:hanging="323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  <w:t>Analisar</w:t>
            </w:r>
            <w:r w:rsidRPr="00AB5AF8">
              <w:rPr>
                <w:rFonts w:ascii="Verdana Pro Light" w:hAnsi="Verdana Pro Light" w:cs="Arial Unicode MS"/>
                <w:sz w:val="18"/>
                <w:szCs w:val="18"/>
              </w:rPr>
              <w:t xml:space="preserve"> a 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>identidade pessoal e partilhada e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respetivos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comportamentos associados.</w:t>
            </w:r>
          </w:p>
          <w:p w14:paraId="288F3FF4" w14:textId="77777777" w:rsidR="0045208C" w:rsidRPr="00AB5AF8" w:rsidRDefault="0045208C" w:rsidP="0045208C">
            <w:pPr>
              <w:spacing w:before="120" w:after="0" w:line="276" w:lineRule="auto"/>
              <w:ind w:left="323" w:hanging="323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AB5AF8">
              <w:rPr>
                <w:rFonts w:ascii="Verdana Pro Light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>Colaborar na aplicação de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dinâmicas facilitadoras do trabalho em equipa.</w:t>
            </w:r>
          </w:p>
          <w:p w14:paraId="1A953308" w14:textId="77777777" w:rsidR="008C76A8" w:rsidRPr="001B353A" w:rsidRDefault="0045208C" w:rsidP="0045208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tab/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Colaborar na definição de estratégias de resolução de problemas e de tomada de decisão</w:t>
            </w:r>
          </w:p>
        </w:tc>
      </w:tr>
      <w:tr w:rsidR="008C76A8" w:rsidRPr="00136AD8" w14:paraId="2E12C1E7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EF2E0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C63F6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77C13D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5208C" w:rsidRPr="00136AD8" w14:paraId="41F5143C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592BC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Identidade pessoal, social e profissional.</w:t>
            </w:r>
          </w:p>
          <w:p w14:paraId="0AFB0BA5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Fenómenos da dinâmica de grupo - influência social e papel social, normas sociais, atitudes e comportamentos facilitadores e dificultadores, padrão de grupo e motivação individual.</w:t>
            </w:r>
          </w:p>
          <w:p w14:paraId="5BFA6825" w14:textId="77777777" w:rsidR="0045208C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Trabalho em equipa - fatores pessoais, relacionais e organizacionais.</w:t>
            </w:r>
          </w:p>
          <w:p w14:paraId="307A3DEA" w14:textId="77777777" w:rsidR="0045208C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Equipa de trabalho - princípios de organização de grupo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</w:rPr>
              <w:t>vs.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 equipa de trabalho, estilos comportamentais, estrutura e fases de desenvolvimento da equipa, perceção de desempenho individual, formas e técnicas de organização, cooperação e colaboração. </w:t>
            </w:r>
          </w:p>
          <w:p w14:paraId="5CA6181E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Comunicação assertiva - verbal e não-verbal, fatores facilitadores e inibidores.</w:t>
            </w:r>
          </w:p>
          <w:p w14:paraId="6AF81621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4A75EB05" w14:textId="77777777" w:rsidR="0045208C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mportância da comunicação no trabalho entre equipas - fluxos de comunicação, comunicação vertical e horizontal,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do desempenho.</w:t>
            </w:r>
          </w:p>
          <w:p w14:paraId="28C6028C" w14:textId="77777777" w:rsidR="0045208C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Técnicas de negociação, de resolução de problemas e de tomada de decisão.</w:t>
            </w:r>
          </w:p>
          <w:p w14:paraId="4F5C85A2" w14:textId="77777777" w:rsidR="0045208C" w:rsidRPr="001B353A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213C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Gestão de tempo – técnicas, planeamento, autoavaliação e otimização das tecnologias.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F6A59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Identificar e analisar os estilos comportamentais individuais</w:t>
            </w:r>
            <w:r w:rsidRPr="6D11F1FC">
              <w:rPr>
                <w:rFonts w:ascii="Verdana Pro Light" w:hAnsi="Verdana Pro Light" w:cs="Arial Unicode MS"/>
                <w:color w:val="0070C0"/>
                <w:sz w:val="18"/>
                <w:szCs w:val="18"/>
              </w:rPr>
              <w:t xml:space="preserve">. </w:t>
            </w:r>
          </w:p>
          <w:p w14:paraId="521FB1A5" w14:textId="77777777" w:rsidR="0045208C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Identificar as competências individuais.</w:t>
            </w:r>
          </w:p>
          <w:p w14:paraId="24EEF490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Identificar os papéis dos membros da equipa - competências e responsabilidades. </w:t>
            </w:r>
          </w:p>
          <w:p w14:paraId="7E29082F" w14:textId="77777777" w:rsidR="0045208C" w:rsidRPr="008705DA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 xml:space="preserve">Reconhecer a fase de desenvolvimento de competências na qual a equipa se encontra. </w:t>
            </w:r>
          </w:p>
          <w:p w14:paraId="072BE50B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</w:rPr>
              <w:t>Identificar os valores e as principais competências necessários para a equipa atingir o(s) objetivo(s) traçado(s).</w:t>
            </w:r>
          </w:p>
          <w:p w14:paraId="39FE951D" w14:textId="77777777" w:rsidR="0045208C" w:rsidRPr="009835C1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Colaborar na definição dos mecanismos de coesão e controlo na equipa. </w:t>
            </w:r>
          </w:p>
          <w:p w14:paraId="76AB4343" w14:textId="77777777" w:rsidR="0045208C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Colaborar na definição de tarefas e prazos para alcançar os objetivos traçados.</w:t>
            </w:r>
          </w:p>
          <w:p w14:paraId="2340575B" w14:textId="77777777" w:rsidR="0045208C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Participar na execução de tarefas predefinidas para a equipa.</w:t>
            </w:r>
          </w:p>
          <w:p w14:paraId="7663F4D4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Aplicar técnicas de comunicação em diferentes contextos.</w:t>
            </w:r>
          </w:p>
          <w:p w14:paraId="73B460C0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ferramentas de comunicação.</w:t>
            </w:r>
          </w:p>
          <w:p w14:paraId="69F089C7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Partilhar informação presencialmente e/ou </w:t>
            </w:r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BE28403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Formular ideias e sugestões em diferentes contextos comunicacionais.</w:t>
            </w:r>
          </w:p>
          <w:p w14:paraId="4BEF566F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Trocar conhecimentos e experiências.</w:t>
            </w:r>
          </w:p>
          <w:p w14:paraId="37D3B704" w14:textId="77777777" w:rsidR="0045208C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os princípios subjacentes à tomada de decisão.</w:t>
            </w:r>
          </w:p>
          <w:p w14:paraId="5020F45C" w14:textId="77777777" w:rsidR="0045208C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Analisar problemas e tomar decisões.</w:t>
            </w:r>
          </w:p>
          <w:p w14:paraId="1B4B5A72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Desenvolver rotinas em equipa em momentos formais, informais, presenciais e online.</w:t>
            </w:r>
          </w:p>
          <w:p w14:paraId="34D985E8" w14:textId="77777777" w:rsidR="0045208C" w:rsidRPr="00057283" w:rsidRDefault="0045208C" w:rsidP="0045208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Reconhecer sinais de </w:t>
            </w:r>
            <w:proofErr w:type="spellStart"/>
            <w:r w:rsidRPr="6D11F1FC">
              <w:rPr>
                <w:rFonts w:ascii="Verdana Pro Light" w:hAnsi="Verdana Pro Light" w:cs="Arial Unicode MS"/>
                <w:i/>
                <w:iCs/>
                <w:sz w:val="18"/>
                <w:szCs w:val="18"/>
                <w:lang w:eastAsia="pt-PT"/>
              </w:rPr>
              <w:t>burnout</w:t>
            </w:r>
            <w:proofErr w:type="spellEnd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próprio e/ou dos colegas.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2DB7E" w14:textId="77777777" w:rsidR="0045208C" w:rsidRDefault="0045208C" w:rsidP="0045208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5ADB2BD1" w14:textId="77777777" w:rsidR="0045208C" w:rsidRDefault="0045208C" w:rsidP="0045208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52CCFDD" w14:textId="77777777" w:rsidR="0045208C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432F0A15" w14:textId="77777777" w:rsidR="0045208C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EA29553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3E479F38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5CB3E9CE" w14:textId="77777777" w:rsidR="0045208C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7D1D6218" w14:textId="77777777" w:rsidR="0045208C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B491FE3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F593A54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D1F93E3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F79508B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7C13BF9B" w14:textId="77777777" w:rsidR="0045208C" w:rsidRPr="00A128FE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1CAA98B8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e valorização das diferenças individuais.</w:t>
            </w:r>
          </w:p>
          <w:p w14:paraId="57B1849D" w14:textId="77777777" w:rsidR="0045208C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 sensibilidade e bem-estar dos outros.</w:t>
            </w:r>
          </w:p>
          <w:p w14:paraId="50395699" w14:textId="77777777" w:rsidR="0045208C" w:rsidRPr="00AB5AF8" w:rsidRDefault="0045208C" w:rsidP="0045208C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42BC0413" w14:textId="77777777" w:rsidR="0045208C" w:rsidRPr="00057283" w:rsidRDefault="0045208C" w:rsidP="0045208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21618A3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4BC130F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E340B6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DA5556A" w14:textId="77777777" w:rsidR="0045208C" w:rsidRPr="00C3428A" w:rsidRDefault="0045208C" w:rsidP="0045208C">
      <w:pPr>
        <w:spacing w:before="120" w:after="120" w:line="240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Times New Roman"/>
          <w:i/>
          <w:iCs/>
          <w:sz w:val="18"/>
          <w:szCs w:val="18"/>
        </w:rPr>
        <w:t xml:space="preserve">Colaborar e trabalhar em equipa: </w:t>
      </w:r>
    </w:p>
    <w:p w14:paraId="0ACAA0CC" w14:textId="77777777" w:rsidR="0045208C" w:rsidRPr="00AB5AF8" w:rsidRDefault="0045208C" w:rsidP="0045208C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CD1. Mobilizando os recursos pessoais para a obtenção dos melhores resultados da equipa. </w:t>
      </w:r>
    </w:p>
    <w:p w14:paraId="1A876B0F" w14:textId="77777777" w:rsidR="0045208C" w:rsidRPr="00AB5AF8" w:rsidRDefault="0045208C" w:rsidP="0045208C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CD2. </w:t>
      </w: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Aplicando técnicas de comunicação e negociação adequadas aos interlocutores e ao contexto.</w:t>
      </w:r>
    </w:p>
    <w:p w14:paraId="5822D3B9" w14:textId="77777777" w:rsidR="0045208C" w:rsidRDefault="0045208C" w:rsidP="0045208C">
      <w:pPr>
        <w:spacing w:before="120" w:after="0" w:line="276" w:lineRule="auto"/>
        <w:ind w:left="426" w:hanging="284"/>
        <w:rPr>
          <w:rFonts w:ascii="Verdana Pro Light" w:hAnsi="Verdana Pro Light" w:cs="Arial Unicode MS"/>
          <w:sz w:val="18"/>
          <w:szCs w:val="18"/>
          <w:lang w:eastAsia="pt-PT"/>
        </w:rPr>
      </w:pP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CD3. Analisando problemas e propondo soluções.</w:t>
      </w:r>
    </w:p>
    <w:p w14:paraId="4B213FAA" w14:textId="77777777" w:rsidR="0045208C" w:rsidRDefault="0045208C" w:rsidP="0045208C">
      <w:pPr>
        <w:spacing w:before="120" w:after="0" w:line="276" w:lineRule="auto"/>
        <w:ind w:left="142"/>
        <w:rPr>
          <w:rFonts w:ascii="Verdana Pro Light" w:hAnsi="Verdana Pro Light" w:cs="Arial Unicode MS"/>
          <w:sz w:val="18"/>
          <w:szCs w:val="18"/>
        </w:rPr>
      </w:pPr>
      <w:r w:rsidRPr="6D11F1FC">
        <w:rPr>
          <w:rFonts w:ascii="Verdana Pro Light" w:hAnsi="Verdana Pro Light" w:cs="Arial Unicode MS"/>
          <w:sz w:val="18"/>
          <w:szCs w:val="18"/>
        </w:rPr>
        <w:t>CD4. G</w:t>
      </w:r>
      <w:r w:rsidRPr="6D11F1FC">
        <w:rPr>
          <w:rFonts w:ascii="Verdana Pro Light" w:hAnsi="Verdana Pro Light" w:cs="Arial Unicode MS"/>
          <w:sz w:val="18"/>
          <w:szCs w:val="18"/>
          <w:lang w:eastAsia="pt-PT"/>
        </w:rPr>
        <w:t>erando oportunidades de desenvolvimento e aprendizagem colaborativa.</w:t>
      </w:r>
    </w:p>
    <w:p w14:paraId="55944655" w14:textId="77777777" w:rsidR="0045208C" w:rsidRPr="00136AD8" w:rsidRDefault="0045208C" w:rsidP="0045208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5B0219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6C3D0B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D6E9F2C" w14:textId="77777777" w:rsidR="0045208C" w:rsidRPr="00984B30" w:rsidRDefault="0045208C" w:rsidP="004520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>Setor Público</w:t>
      </w:r>
    </w:p>
    <w:p w14:paraId="07DD1C1A" w14:textId="77777777" w:rsidR="0045208C" w:rsidRPr="00984B30" w:rsidRDefault="0045208C" w:rsidP="004520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>Museus</w:t>
      </w:r>
    </w:p>
    <w:p w14:paraId="488BBF00" w14:textId="77777777" w:rsidR="0045208C" w:rsidRPr="00984B30" w:rsidRDefault="0045208C" w:rsidP="004520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>Galerias</w:t>
      </w:r>
    </w:p>
    <w:p w14:paraId="342B4DA0" w14:textId="77777777" w:rsidR="0045208C" w:rsidRPr="00984B30" w:rsidRDefault="0045208C" w:rsidP="004520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C4DB8C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B7B43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E88914B" w14:textId="77777777" w:rsidR="0045208C" w:rsidRPr="00DA0C85" w:rsidRDefault="0045208C" w:rsidP="0045208C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 xml:space="preserve">Dispositivos tecnológicos com acesso à </w:t>
      </w:r>
      <w:r w:rsidRPr="0BD833C7">
        <w:rPr>
          <w:rFonts w:ascii="Verdana Pro Light" w:hAnsi="Verdana Pro Light" w:cs="Arial Unicode MS"/>
          <w:i/>
          <w:iCs/>
          <w:sz w:val="18"/>
          <w:szCs w:val="18"/>
        </w:rPr>
        <w:t>internet</w:t>
      </w:r>
      <w:r w:rsidRPr="0BD833C7">
        <w:rPr>
          <w:rFonts w:ascii="Verdana Pro Light" w:hAnsi="Verdana Pro Light" w:cs="Arial Unicode MS"/>
          <w:sz w:val="18"/>
          <w:szCs w:val="18"/>
        </w:rPr>
        <w:t>.</w:t>
      </w:r>
    </w:p>
    <w:p w14:paraId="183ACDC1" w14:textId="77777777" w:rsidR="0045208C" w:rsidRPr="00DA0C85" w:rsidRDefault="0045208C" w:rsidP="0045208C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 xml:space="preserve">Ferramentas de interação, de comunicação e produtividade. </w:t>
      </w:r>
    </w:p>
    <w:p w14:paraId="22F420FC" w14:textId="77777777" w:rsidR="0045208C" w:rsidRDefault="0045208C" w:rsidP="0045208C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>Recursos multimédia/audiovisuais.</w:t>
      </w:r>
    </w:p>
    <w:p w14:paraId="0AA21C0C" w14:textId="77777777" w:rsidR="0045208C" w:rsidRPr="00501DC8" w:rsidRDefault="0045208C" w:rsidP="004520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>Boas práticas na comunicação</w:t>
      </w:r>
    </w:p>
    <w:p w14:paraId="081AAA3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FFC54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C3F5C4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C4E25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2B474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5AEA7A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E20BA" w:rsidRPr="00136AD8" w14:paraId="0A19ECBE" w14:textId="77777777" w:rsidTr="009277C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AE2292F" w14:textId="77777777" w:rsidR="003E20BA" w:rsidRPr="00136AD8" w:rsidRDefault="003E20BA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45208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AF496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000</w:t>
            </w:r>
            <w:r w:rsidR="0045208C" w:rsidRPr="00AF496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152A1E6" w14:textId="77777777" w:rsidR="003E20BA" w:rsidRPr="009C256C" w:rsidRDefault="003E20BA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3E20BA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Comunicar e interagir em contexto profissional</w:t>
            </w:r>
          </w:p>
        </w:tc>
      </w:tr>
      <w:tr w:rsidR="003E20BA" w:rsidRPr="00136AD8" w14:paraId="42E70DB1" w14:textId="77777777" w:rsidTr="009277C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F9BF5FD" w14:textId="77777777" w:rsidR="003E20BA" w:rsidRPr="00136AD8" w:rsidRDefault="003E20BA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AF496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000</w:t>
            </w:r>
            <w:r w:rsidR="00993214" w:rsidRPr="00AF496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E7E6E6" w:themeFill="background2"/>
          </w:tcPr>
          <w:p w14:paraId="3D38B0E5" w14:textId="77777777" w:rsidR="003E20BA" w:rsidRPr="00136AD8" w:rsidRDefault="003E20BA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35052A99" w14:textId="77777777" w:rsidR="003E20BA" w:rsidRPr="00136AD8" w:rsidRDefault="003E20BA" w:rsidP="003E20B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2400D9F" w14:textId="77777777" w:rsidR="003E20BA" w:rsidRPr="003200F2" w:rsidRDefault="003E20BA" w:rsidP="003E20B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E573EAB" w14:textId="77777777" w:rsidR="003E20BA" w:rsidRPr="00136AD8" w:rsidRDefault="003E20BA" w:rsidP="003E20B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E20BA" w:rsidRPr="00136AD8" w14:paraId="157F5611" w14:textId="77777777" w:rsidTr="009277C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0BD88C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E20BA" w:rsidRPr="00136AD8" w14:paraId="59871AF5" w14:textId="77777777" w:rsidTr="009277C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159088" w14:textId="77777777" w:rsidR="0045208C" w:rsidRPr="000A2D45" w:rsidRDefault="0045208C" w:rsidP="0045208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Preparar a mensagem a comunicar em contexto profissional. </w:t>
            </w:r>
          </w:p>
          <w:p w14:paraId="4356A0C0" w14:textId="77777777" w:rsidR="0045208C" w:rsidRDefault="0045208C" w:rsidP="0045208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Informar e esclarecer diferentes interlocutores em contexto presencial e não presencial.</w:t>
            </w:r>
          </w:p>
          <w:p w14:paraId="6D61BC71" w14:textId="77777777" w:rsidR="003E20BA" w:rsidRPr="001B353A" w:rsidRDefault="003E20BA" w:rsidP="009277C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3E20BA" w:rsidRPr="00136AD8" w14:paraId="18683DBB" w14:textId="77777777" w:rsidTr="009277C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221607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B3C908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134247B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5208C" w:rsidRPr="00136AD8" w14:paraId="0A07002E" w14:textId="77777777" w:rsidTr="009277C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4E780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Princípios da comunicação e do relacionamento interpessoal – processo, funções e elementos intervenientes.</w:t>
            </w:r>
          </w:p>
          <w:p w14:paraId="27021F06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Fatores facilitadores e inibidores da comunicação.</w:t>
            </w:r>
          </w:p>
          <w:p w14:paraId="176CF708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 xml:space="preserve">Comunicação verbal (oral e escrita) e comunicação não-verbal – </w:t>
            </w:r>
            <w:proofErr w:type="spellStart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</w:p>
          <w:p w14:paraId="4A4DBD2E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(movimentos corporais, gestos, expressão facial e postura), </w:t>
            </w:r>
            <w:proofErr w:type="spellStart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sorriso, outros) e proxémica (distância espacial face a alguém).</w:t>
            </w:r>
          </w:p>
          <w:p w14:paraId="235F6E4C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Canais de comunicação presencial e não presencial.</w:t>
            </w:r>
          </w:p>
          <w:p w14:paraId="1F171242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telefónica - técnicas de atenção telefónica, expressão verbal e sorriso “telefónico”.</w:t>
            </w:r>
          </w:p>
          <w:p w14:paraId="53242DBD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através da internet</w:t>
            </w:r>
          </w:p>
          <w:p w14:paraId="2DFB9B9B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(navegadores, e-mail, redes sociais, mensagens) – técnicas.</w:t>
            </w:r>
          </w:p>
          <w:p w14:paraId="288D4B06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escrita – normas.</w:t>
            </w:r>
          </w:p>
          <w:p w14:paraId="4F83E41E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 xml:space="preserve">Processo de escrita - planificação, textualização e revisão. </w:t>
            </w:r>
          </w:p>
          <w:p w14:paraId="11D342EB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Caraterísticas dos estilos de comunicação</w:t>
            </w:r>
          </w:p>
          <w:p w14:paraId="70BAFA0D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-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</w:r>
            <w:proofErr w:type="gramStart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agressivo</w:t>
            </w:r>
            <w:proofErr w:type="gramEnd"/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passivo, manipulador, assertivo.</w:t>
            </w:r>
          </w:p>
          <w:p w14:paraId="5017A5E7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Comunicação assertiva – vantagens, componentes verbais e não-verbais, técnicas.</w:t>
            </w:r>
          </w:p>
          <w:p w14:paraId="36447F63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Escuta ativa, empatia e controlo emocional.</w:t>
            </w:r>
          </w:p>
          <w:p w14:paraId="7CD7C517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Processamento interno da informação –fonético, literal (significado) e reflexivo</w:t>
            </w:r>
          </w:p>
          <w:p w14:paraId="7CB0F22C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(empático).</w:t>
            </w:r>
          </w:p>
          <w:p w14:paraId="2B4774B4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Perguntas no processo de comunicação –abertas, fechadas, retorno, reformulação.</w:t>
            </w:r>
          </w:p>
          <w:p w14:paraId="6F54D476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0A2D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Mensagem - construção, adaptação, envio, receção e interpretação.</w:t>
            </w:r>
          </w:p>
          <w:p w14:paraId="2467A01D" w14:textId="77777777" w:rsidR="0045208C" w:rsidRPr="00830B06" w:rsidRDefault="0045208C" w:rsidP="0045208C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Imagem e comunicação – autoimagem e autoconceito, primeiras impressões, expectativas e motivação.</w:t>
            </w:r>
          </w:p>
          <w:p w14:paraId="36764C15" w14:textId="77777777" w:rsidR="0045208C" w:rsidRPr="00830B06" w:rsidRDefault="0045208C" w:rsidP="0045208C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Técnicas de programação neurolinguística (PNL) na comunicação.</w:t>
            </w:r>
          </w:p>
          <w:p w14:paraId="73518968" w14:textId="77777777" w:rsidR="0045208C" w:rsidRPr="00830B06" w:rsidRDefault="0045208C" w:rsidP="0045208C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Relações interpessoais no trabalho.</w:t>
            </w:r>
          </w:p>
          <w:p w14:paraId="1A115B70" w14:textId="77777777" w:rsidR="0045208C" w:rsidRPr="00830B06" w:rsidRDefault="0045208C" w:rsidP="0045208C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Conflito nas relações interpessoais –tipos e técnicas de resolução de conflitos.</w:t>
            </w:r>
          </w:p>
          <w:p w14:paraId="26ED8685" w14:textId="77777777" w:rsidR="0045208C" w:rsidRPr="000A2D45" w:rsidRDefault="0045208C" w:rsidP="0045208C">
            <w:pPr>
              <w:tabs>
                <w:tab w:val="left" w:pos="300"/>
              </w:tabs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Avaliação do processo de comunicação –feedback, resposta e reação.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E63F4" w14:textId="77777777" w:rsidR="0045208C" w:rsidRPr="00830B06" w:rsidRDefault="0045208C" w:rsidP="0045208C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Organizar a informação a comunicar.</w:t>
            </w:r>
          </w:p>
          <w:p w14:paraId="375D2DA1" w14:textId="77777777" w:rsidR="0045208C" w:rsidRPr="00830B06" w:rsidRDefault="0045208C" w:rsidP="0045208C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Adaptar a comunicação oral e escrita ao interlocutor e ao contexto.</w:t>
            </w:r>
          </w:p>
          <w:p w14:paraId="0CAC56DB" w14:textId="77777777" w:rsidR="0045208C" w:rsidRPr="00830B06" w:rsidRDefault="0045208C" w:rsidP="0045208C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Interpretar informação de diferentes interlocutores em contexto presencial e não presencial.</w:t>
            </w:r>
          </w:p>
          <w:p w14:paraId="4A8CB493" w14:textId="77777777" w:rsidR="0045208C" w:rsidRPr="00830B06" w:rsidRDefault="0045208C" w:rsidP="0045208C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Identificar as expectativas do interlocutor.</w:t>
            </w:r>
          </w:p>
          <w:p w14:paraId="12F83AE8" w14:textId="77777777" w:rsidR="0045208C" w:rsidRPr="00830B06" w:rsidRDefault="0045208C" w:rsidP="0045208C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Utilizar técnicas de comunicação verbal e não verbal assertiva.</w:t>
            </w:r>
          </w:p>
          <w:p w14:paraId="57F87F0B" w14:textId="77777777" w:rsidR="0045208C" w:rsidRPr="00830B06" w:rsidRDefault="0045208C" w:rsidP="0045208C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Formular questões, pedir esclarecimentos ou colocar dúvidas para interpretar e/ou explicitar a mensagem.</w:t>
            </w:r>
          </w:p>
          <w:p w14:paraId="732E9BA4" w14:textId="77777777" w:rsidR="0045208C" w:rsidRPr="00830B06" w:rsidRDefault="0045208C" w:rsidP="0045208C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Partilhar informação com diferentes interlocutores.</w:t>
            </w:r>
          </w:p>
          <w:p w14:paraId="5E15C9D4" w14:textId="77777777" w:rsidR="0045208C" w:rsidRPr="00830B06" w:rsidRDefault="0045208C" w:rsidP="0045208C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Reportar informação profissional.</w:t>
            </w:r>
          </w:p>
          <w:p w14:paraId="04ECAF8C" w14:textId="77777777" w:rsidR="0045208C" w:rsidRPr="00830B06" w:rsidRDefault="0045208C" w:rsidP="0045208C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Aplicar técnicas de interação orais e escritas.</w:t>
            </w:r>
          </w:p>
          <w:p w14:paraId="0717460F" w14:textId="77777777" w:rsidR="0045208C" w:rsidRPr="00830B06" w:rsidRDefault="0045208C" w:rsidP="0045208C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Aplicar técnicas de tratamento e resolução de conflitos.</w:t>
            </w:r>
          </w:p>
          <w:p w14:paraId="22E769C5" w14:textId="77777777" w:rsidR="0045208C" w:rsidRPr="00057283" w:rsidRDefault="0045208C" w:rsidP="0045208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Autoavaliar o seu desempenho no âmbito do processo de comunicação.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16683" w14:textId="77777777" w:rsidR="0045208C" w:rsidRPr="00830B06" w:rsidRDefault="0045208C" w:rsidP="0045208C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Responsabilidades pelas suas ações.</w:t>
            </w:r>
          </w:p>
          <w:p w14:paraId="56566F0E" w14:textId="77777777" w:rsidR="0045208C" w:rsidRPr="00830B06" w:rsidRDefault="0045208C" w:rsidP="0045208C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Autonomia no âmbito das suas funções.</w:t>
            </w:r>
          </w:p>
          <w:p w14:paraId="4CEF4028" w14:textId="77777777" w:rsidR="0045208C" w:rsidRPr="00830B06" w:rsidRDefault="0045208C" w:rsidP="0045208C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Cuidado com a imagem e postura profissional.</w:t>
            </w:r>
          </w:p>
          <w:p w14:paraId="117D10BB" w14:textId="77777777" w:rsidR="0045208C" w:rsidRPr="00830B06" w:rsidRDefault="0045208C" w:rsidP="0045208C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Assertividade.</w:t>
            </w:r>
          </w:p>
          <w:p w14:paraId="05F79361" w14:textId="77777777" w:rsidR="0045208C" w:rsidRPr="00830B06" w:rsidRDefault="0045208C" w:rsidP="0045208C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Escuta ativa.</w:t>
            </w:r>
          </w:p>
          <w:p w14:paraId="05DDA19F" w14:textId="77777777" w:rsidR="0045208C" w:rsidRPr="00830B06" w:rsidRDefault="0045208C" w:rsidP="0045208C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Empatia.</w:t>
            </w:r>
          </w:p>
          <w:p w14:paraId="228DF8C7" w14:textId="77777777" w:rsidR="0045208C" w:rsidRPr="00830B06" w:rsidRDefault="0045208C" w:rsidP="0045208C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Controlo emocional.</w:t>
            </w:r>
          </w:p>
          <w:p w14:paraId="3B8D9D9F" w14:textId="77777777" w:rsidR="0045208C" w:rsidRPr="00830B06" w:rsidRDefault="0045208C" w:rsidP="0045208C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Autoconfiança.</w:t>
            </w:r>
          </w:p>
          <w:p w14:paraId="42E4A07F" w14:textId="77777777" w:rsidR="0045208C" w:rsidRPr="00830B06" w:rsidRDefault="0045208C" w:rsidP="0045208C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Respeito pela diferença.</w:t>
            </w:r>
          </w:p>
          <w:p w14:paraId="57EE09C4" w14:textId="77777777" w:rsidR="0045208C" w:rsidRPr="00830B06" w:rsidRDefault="0045208C" w:rsidP="0045208C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Autoconhecimento.</w:t>
            </w:r>
          </w:p>
          <w:p w14:paraId="61F9980A" w14:textId="77777777" w:rsidR="0045208C" w:rsidRPr="00830B06" w:rsidRDefault="0045208C" w:rsidP="0045208C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Sentido crítico.</w:t>
            </w:r>
          </w:p>
          <w:p w14:paraId="3F4AB0CB" w14:textId="77777777" w:rsidR="0045208C" w:rsidRPr="00830B06" w:rsidRDefault="0045208C" w:rsidP="0045208C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Cooperação com a equipa.</w:t>
            </w:r>
          </w:p>
          <w:p w14:paraId="2F6D2A92" w14:textId="77777777" w:rsidR="0045208C" w:rsidRPr="00830B06" w:rsidRDefault="0045208C" w:rsidP="0045208C">
            <w:pPr>
              <w:tabs>
                <w:tab w:val="left" w:pos="324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▪</w:t>
            </w:r>
            <w:r w:rsidRPr="00830B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ab/>
              <w:t>Sentido de organização.</w:t>
            </w:r>
          </w:p>
        </w:tc>
      </w:tr>
    </w:tbl>
    <w:p w14:paraId="499E8FB8" w14:textId="77777777" w:rsidR="003E20BA" w:rsidRDefault="003E20BA" w:rsidP="003E20B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2FC69B9" w14:textId="77777777" w:rsidR="003E20BA" w:rsidRDefault="003E20BA" w:rsidP="003E20B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870BCEC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80C4D9F" w14:textId="77777777" w:rsidR="0045208C" w:rsidRDefault="0045208C" w:rsidP="0045208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Comunicar e interagir em contexto profissional:</w:t>
      </w:r>
    </w:p>
    <w:p w14:paraId="3B0ACD30" w14:textId="77777777" w:rsidR="0045208C" w:rsidRPr="00830B06" w:rsidRDefault="0045208C" w:rsidP="0045208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Adaptando a linguagem e a comunicação ao tipo de canal utilizado, ao público-alvo e ao contexto. </w:t>
      </w:r>
    </w:p>
    <w:p w14:paraId="286E9104" w14:textId="77777777" w:rsidR="0045208C" w:rsidRPr="00830B06" w:rsidRDefault="0045208C" w:rsidP="0045208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Demonstrando assertividade e uma imagem positiva de si e da sua organização. </w:t>
      </w:r>
    </w:p>
    <w:p w14:paraId="34BE137B" w14:textId="77777777" w:rsidR="0045208C" w:rsidRPr="00830B06" w:rsidRDefault="0045208C" w:rsidP="0045208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Demonstrando uma comunicação verbal e não verbal empática e ajustada ao interlocutor. </w:t>
      </w:r>
    </w:p>
    <w:p w14:paraId="7AFE2508" w14:textId="77777777" w:rsidR="0045208C" w:rsidRDefault="0045208C" w:rsidP="0045208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 Produzindo um texto escrito de forma clara e articulada, de acordo com a norma, aplicando técnicas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redação de documentos profissionais.</w:t>
      </w:r>
    </w:p>
    <w:p w14:paraId="02DF8B76" w14:textId="77777777" w:rsidR="0045208C" w:rsidRPr="0064164C" w:rsidRDefault="0045208C" w:rsidP="0045208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830B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Avaliando o resultado do seu desempenho e contributo para a melhoria do processo de comunicação.</w:t>
      </w:r>
    </w:p>
    <w:p w14:paraId="54F5E28A" w14:textId="77777777" w:rsidR="003E20BA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800BC92" w14:textId="77777777" w:rsidR="0045208C" w:rsidRPr="00984B30" w:rsidRDefault="0045208C" w:rsidP="0045208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4F4F2838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AC6DDDD" w14:textId="77777777" w:rsidR="0045208C" w:rsidRPr="00830B06" w:rsidRDefault="0045208C" w:rsidP="0045208C">
      <w:pPr>
        <w:tabs>
          <w:tab w:val="left" w:pos="426"/>
        </w:tabs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2" w:name="_Hlk153788989"/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Dispositivos tecnológicos com acesso à internet.</w:t>
      </w:r>
    </w:p>
    <w:p w14:paraId="2A3A21E1" w14:textId="77777777" w:rsidR="0045208C" w:rsidRPr="00830B06" w:rsidRDefault="0045208C" w:rsidP="0045208C">
      <w:pPr>
        <w:tabs>
          <w:tab w:val="left" w:pos="426"/>
        </w:tabs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Recursos multimédia/audiovisuais.</w:t>
      </w:r>
    </w:p>
    <w:p w14:paraId="1332903B" w14:textId="77777777" w:rsidR="0045208C" w:rsidRPr="00830B06" w:rsidRDefault="0045208C" w:rsidP="0045208C">
      <w:pPr>
        <w:tabs>
          <w:tab w:val="left" w:pos="426"/>
        </w:tabs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Ferramentas de interação e de comunicação.</w:t>
      </w:r>
    </w:p>
    <w:p w14:paraId="15D3D298" w14:textId="77777777" w:rsidR="0045208C" w:rsidRPr="00051C79" w:rsidRDefault="0045208C" w:rsidP="0045208C">
      <w:pPr>
        <w:tabs>
          <w:tab w:val="left" w:pos="426"/>
        </w:tabs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830B06">
        <w:rPr>
          <w:rFonts w:ascii="Verdana Pro Light" w:eastAsia="Arial Unicode MS" w:hAnsi="Verdana Pro Light" w:cs="Arial Unicode MS"/>
          <w:sz w:val="18"/>
          <w:szCs w:val="18"/>
        </w:rPr>
        <w:t>▪</w:t>
      </w:r>
      <w:r w:rsidRPr="00830B06">
        <w:rPr>
          <w:rFonts w:ascii="Verdana Pro Light" w:eastAsia="Arial Unicode MS" w:hAnsi="Verdana Pro Light" w:cs="Arial Unicode MS"/>
          <w:sz w:val="18"/>
          <w:szCs w:val="18"/>
        </w:rPr>
        <w:tab/>
        <w:t>Boas práticas na comunicação.</w:t>
      </w:r>
    </w:p>
    <w:bookmarkEnd w:id="2"/>
    <w:p w14:paraId="7A42DCAB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21888F3" w14:textId="77777777" w:rsidR="0045208C" w:rsidRPr="00F87025" w:rsidRDefault="0045208C" w:rsidP="0045208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24AC3CB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4623C6" w14:textId="77777777" w:rsidR="003E20BA" w:rsidRDefault="003E20BA" w:rsidP="003E20B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E20BA" w:rsidRPr="00136AD8" w14:paraId="4F26CDBC" w14:textId="77777777" w:rsidTr="009277C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2D76BC0" w14:textId="77777777" w:rsidR="003E20BA" w:rsidRPr="00136AD8" w:rsidRDefault="003E20BA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FE2AF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AF496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000</w:t>
            </w:r>
            <w:r w:rsidR="00FE2AFE" w:rsidRPr="00AF496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D4D724C" w14:textId="77777777" w:rsidR="003E20BA" w:rsidRPr="009C256C" w:rsidRDefault="003E20BA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27BE4">
              <w:t>Interagir em inglês na área profissional dos Audiovisuais</w:t>
            </w:r>
          </w:p>
        </w:tc>
      </w:tr>
      <w:tr w:rsidR="003E20BA" w:rsidRPr="00136AD8" w14:paraId="6E6A443D" w14:textId="77777777" w:rsidTr="009277C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EAF9684" w14:textId="77777777" w:rsidR="003E20BA" w:rsidRPr="00136AD8" w:rsidRDefault="003E20BA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AF496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000</w:t>
            </w:r>
            <w:r w:rsidR="00993214" w:rsidRPr="00AF496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E7E6E6" w:themeFill="background2"/>
          </w:tcPr>
          <w:p w14:paraId="512E0B09" w14:textId="77777777" w:rsidR="003E20BA" w:rsidRPr="00136AD8" w:rsidRDefault="003E20BA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</w:p>
        </w:tc>
      </w:tr>
    </w:tbl>
    <w:p w14:paraId="7DC8CE8B" w14:textId="77777777" w:rsidR="003E20BA" w:rsidRPr="00136AD8" w:rsidRDefault="003E20BA" w:rsidP="003E20B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BA8AA67" w14:textId="77777777" w:rsidR="003E20BA" w:rsidRPr="003200F2" w:rsidRDefault="003E20BA" w:rsidP="003E20B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09DE74B" w14:textId="77777777" w:rsidR="003E20BA" w:rsidRPr="00136AD8" w:rsidRDefault="003E20BA" w:rsidP="003E20B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E20BA" w:rsidRPr="00136AD8" w14:paraId="1C72922E" w14:textId="77777777" w:rsidTr="009277C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BEF2BA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E2AFE" w:rsidRPr="00136AD8" w14:paraId="0042A6A0" w14:textId="77777777" w:rsidTr="00C03EF4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5EA28F" w14:textId="77777777" w:rsidR="00FE2AFE" w:rsidRPr="001B353A" w:rsidRDefault="00FE2AFE" w:rsidP="00C03EF4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>Interpretar e selecionar informação especializada, verbal e não verbal, em suportes variados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 xml:space="preserve"> no setor dos Audiovisuais.</w:t>
            </w:r>
          </w:p>
          <w:p w14:paraId="338F3C77" w14:textId="77777777" w:rsidR="00FE2AFE" w:rsidRPr="001B353A" w:rsidRDefault="00FE2AFE" w:rsidP="00C03EF4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 xml:space="preserve">Transmitir enunciados orais coerentes no âmbito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no setor dos Audiovisuais.</w:t>
            </w:r>
          </w:p>
          <w:p w14:paraId="190F6618" w14:textId="77777777" w:rsidR="00FE2AFE" w:rsidRPr="001B353A" w:rsidRDefault="00FE2AFE" w:rsidP="00C03EF4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ab/>
            </w:r>
            <w:r w:rsidRPr="00F057ED">
              <w:rPr>
                <w:rFonts w:ascii="Verdana Pro Light" w:hAnsi="Verdana Pro Light" w:cs="Arial Unicode MS"/>
                <w:sz w:val="18"/>
                <w:szCs w:val="18"/>
              </w:rPr>
              <w:t xml:space="preserve">Redigir textos articulados e coesos relacionados com </w:t>
            </w:r>
            <w:r>
              <w:rPr>
                <w:rFonts w:ascii="Verdana Pro Light" w:hAnsi="Verdana Pro Light" w:cs="Arial Unicode MS"/>
                <w:sz w:val="18"/>
                <w:szCs w:val="18"/>
              </w:rPr>
              <w:t>o setor dos Audiovisuais.</w:t>
            </w:r>
          </w:p>
          <w:p w14:paraId="7ECC576B" w14:textId="77777777" w:rsidR="00FE2AFE" w:rsidRPr="001B353A" w:rsidRDefault="00FE2AFE" w:rsidP="00C03EF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3E20BA" w:rsidRPr="00136AD8" w14:paraId="6170012D" w14:textId="77777777" w:rsidTr="009277C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7FEFA41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D356F3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5BB671F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E2AFE" w:rsidRPr="00136AD8" w14:paraId="2080E9F7" w14:textId="77777777" w:rsidTr="009277C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EA1149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color w:val="0070C0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Léxico (vocabulário) –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Audiovisuais</w:t>
            </w:r>
          </w:p>
          <w:p w14:paraId="4EA5F39D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Funções da linguagem.</w:t>
            </w:r>
          </w:p>
          <w:p w14:paraId="4F7F9C8F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6DA60193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Sintaxe.</w:t>
            </w:r>
          </w:p>
          <w:p w14:paraId="14974643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Fluência de leitura. </w:t>
            </w:r>
          </w:p>
          <w:p w14:paraId="0A6F3483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produção de documentos escritos.</w:t>
            </w:r>
          </w:p>
          <w:p w14:paraId="673E3398" w14:textId="77777777" w:rsidR="00FE2AFE" w:rsidRPr="006B0818" w:rsidRDefault="00FE2AFE" w:rsidP="00FE2A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B0818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584E3C4A" w14:textId="77777777" w:rsidR="00FE2AFE" w:rsidRDefault="00FE2AFE" w:rsidP="00FE2A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C6BB634" w14:textId="77777777" w:rsidR="00FE2AFE" w:rsidRPr="001B353A" w:rsidRDefault="00FE2AFE" w:rsidP="00FE2A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9C221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no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contexto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 setor dos Audiovisuais</w:t>
            </w: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1D952A4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Mobilizar recursos linguísticos relacionando informação de áreas e fontes diversificadas 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 contexto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 setor dos Audiovisuais</w:t>
            </w: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9443193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682E9FA1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Informar </w:t>
            </w:r>
            <w:r>
              <w:rPr>
                <w:rFonts w:ascii="Verdana Pro Light" w:hAnsi="Verdana Pro Light"/>
                <w:sz w:val="18"/>
                <w:szCs w:val="18"/>
              </w:rPr>
              <w:t>os visitantes</w:t>
            </w:r>
            <w:r w:rsidRPr="00F057ED"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5FAECB6A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82" w:hanging="218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Descodificar perguntas e pedidos de informação. </w:t>
            </w:r>
          </w:p>
          <w:p w14:paraId="4FBE78E0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592FFB45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Reconhecer e utilizar o vocabulário específico </w:t>
            </w:r>
            <w:r>
              <w:rPr>
                <w:rFonts w:ascii="Verdana Pro Light" w:hAnsi="Verdana Pro Light"/>
                <w:sz w:val="18"/>
                <w:szCs w:val="18"/>
              </w:rPr>
              <w:t>dos museus e património cultural e natural</w:t>
            </w:r>
          </w:p>
          <w:p w14:paraId="20C7745D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Utilizar linguagens não verbais na comunicação.</w:t>
            </w:r>
          </w:p>
          <w:p w14:paraId="1EC7D5A6" w14:textId="77777777" w:rsidR="00FE2AFE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lastRenderedPageBreak/>
              <w:t xml:space="preserve">Trocar, verificar e confirmar informações </w:t>
            </w:r>
            <w:r w:rsidRPr="00C05A6D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 contexto </w:t>
            </w: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do setor dos Audiovisuais.</w:t>
            </w:r>
          </w:p>
          <w:p w14:paraId="735C0E2E" w14:textId="77777777" w:rsidR="00FE2AFE" w:rsidRDefault="00FE2AFE" w:rsidP="00FE2A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Redigir notas, relatórios e preencher formulários</w:t>
            </w:r>
            <w:r>
              <w:rPr>
                <w:rFonts w:ascii="Verdana Pro Light" w:hAnsi="Verdana Pro Light"/>
                <w:sz w:val="18"/>
                <w:szCs w:val="18"/>
              </w:rPr>
              <w:t>, textos informativos</w:t>
            </w:r>
            <w:r w:rsidRPr="00F057ED">
              <w:rPr>
                <w:rFonts w:ascii="Verdana Pro Light" w:hAnsi="Verdana Pro Light"/>
                <w:sz w:val="18"/>
                <w:szCs w:val="18"/>
              </w:rPr>
              <w:t>.</w:t>
            </w:r>
          </w:p>
          <w:p w14:paraId="2D98E27D" w14:textId="77777777" w:rsidR="00FE2AFE" w:rsidRDefault="00FE2AFE" w:rsidP="00FE2A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D359EEA" w14:textId="77777777" w:rsidR="00FE2AFE" w:rsidRDefault="00FE2AFE" w:rsidP="00FE2A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D1E581D" w14:textId="77777777" w:rsidR="00FE2AFE" w:rsidRPr="00057283" w:rsidRDefault="00FE2AFE" w:rsidP="0099321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739F6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 pelas suas ações.</w:t>
            </w:r>
          </w:p>
          <w:p w14:paraId="3BE75BB9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35B69B61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3973A38B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2455D407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0BB3E3CB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0F368EA8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3B0B8771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diferenças individuais.</w:t>
            </w:r>
          </w:p>
          <w:p w14:paraId="4457CDAC" w14:textId="77777777" w:rsidR="00FE2AFE" w:rsidRPr="00F057ED" w:rsidRDefault="00FE2AFE" w:rsidP="00FE2AF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777A0E3B" w14:textId="77777777" w:rsidR="00FE2AFE" w:rsidRPr="00057283" w:rsidRDefault="00FE2AFE" w:rsidP="00FE2AF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</w:tc>
      </w:tr>
    </w:tbl>
    <w:p w14:paraId="0C9C7E61" w14:textId="77777777" w:rsidR="003E20BA" w:rsidRDefault="003E20BA" w:rsidP="003E20B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AA8F3F3" w14:textId="77777777" w:rsidR="003E20BA" w:rsidRDefault="003E20BA" w:rsidP="003E20B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EA3B1A1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8E24D19" w14:textId="77777777" w:rsidR="00FE2AFE" w:rsidRPr="000D3131" w:rsidRDefault="00FE2AFE" w:rsidP="00FE2AFE">
      <w:pPr>
        <w:spacing w:before="120" w:after="0" w:line="276" w:lineRule="auto"/>
        <w:rPr>
          <w:rFonts w:ascii="Verdana Pro Light" w:hAnsi="Verdana Pro Light" w:cs="Arial Unicode MS"/>
          <w:i/>
          <w:iCs/>
          <w:color w:val="000000" w:themeColor="text1"/>
          <w:sz w:val="18"/>
          <w:szCs w:val="18"/>
        </w:rPr>
      </w:pPr>
      <w:r w:rsidRPr="2D58D050">
        <w:rPr>
          <w:rFonts w:ascii="Verdana Pro Light" w:hAnsi="Verdana Pro Light" w:cs="Times New Roman"/>
          <w:i/>
          <w:iCs/>
          <w:sz w:val="18"/>
          <w:szCs w:val="18"/>
        </w:rPr>
        <w:t xml:space="preserve">Interagir em inglês </w:t>
      </w:r>
      <w:r>
        <w:rPr>
          <w:rFonts w:ascii="Verdana Pro Light" w:hAnsi="Verdana Pro Light" w:cs="Times New Roman"/>
          <w:i/>
          <w:iCs/>
          <w:sz w:val="18"/>
          <w:szCs w:val="18"/>
        </w:rPr>
        <w:t>no setor dos Audiovisuais</w:t>
      </w:r>
    </w:p>
    <w:p w14:paraId="3CB4893B" w14:textId="77777777" w:rsidR="00FE2AFE" w:rsidRPr="00F057ED" w:rsidRDefault="00FE2AFE" w:rsidP="00FE2AFE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CD1. Identificando o contexto, a ideia </w:t>
      </w:r>
      <w:r w:rsidRPr="00F057ED">
        <w:rPr>
          <w:rFonts w:ascii="Verdana Pro Light" w:hAnsi="Verdana Pro Light" w:cs="Arial Unicode MS"/>
          <w:color w:val="000000" w:themeColor="text1"/>
          <w:sz w:val="18"/>
          <w:szCs w:val="18"/>
        </w:rPr>
        <w:t>principal, distinguindo informações simples e de maior complexidade do discurso oral e do texto escrito.</w:t>
      </w:r>
    </w:p>
    <w:p w14:paraId="75016B68" w14:textId="77777777" w:rsidR="00FE2AFE" w:rsidRPr="00AB624F" w:rsidRDefault="00FE2AFE" w:rsidP="00FE2AFE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F057ED">
        <w:rPr>
          <w:rFonts w:ascii="Verdana Pro Light" w:hAnsi="Verdana Pro Light" w:cs="Arial Unicode MS"/>
          <w:color w:val="000000" w:themeColor="text1"/>
          <w:sz w:val="18"/>
          <w:szCs w:val="18"/>
        </w:rPr>
        <w:t>CD2. Comunicando oralmente de forma precisa</w:t>
      </w: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e eficaz, com ritmo e entoação apropriados e adaptando o discurso ao registo do interlocutor.</w:t>
      </w:r>
    </w:p>
    <w:p w14:paraId="52825FDA" w14:textId="77777777" w:rsidR="00FE2AFE" w:rsidRPr="00AB624F" w:rsidRDefault="00FE2AFE" w:rsidP="00FE2AFE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CD3. Utilizando</w:t>
      </w: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 xml:space="preserve"> vocabulário, estruturas frásicas diversas e formas de tratamento adequados à situação comunicativa oral e escrita e ao público-alvo.</w:t>
      </w:r>
    </w:p>
    <w:p w14:paraId="6EA41DC3" w14:textId="77777777" w:rsidR="00FE2AFE" w:rsidRPr="00AB624F" w:rsidRDefault="00FE2AFE" w:rsidP="00FE2AFE">
      <w:pPr>
        <w:spacing w:before="120" w:after="0" w:line="276" w:lineRule="auto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>CD4. Produzindo um texto escrito de forma clara e articulada, de acordo com a sua finalidade e público-alvo</w:t>
      </w:r>
      <w:r>
        <w:rPr>
          <w:rFonts w:ascii="Verdana Pro Light" w:hAnsi="Verdana Pro Light" w:cs="Arial Unicode MS"/>
          <w:color w:val="000000" w:themeColor="text1"/>
          <w:sz w:val="18"/>
          <w:szCs w:val="18"/>
        </w:rPr>
        <w:t>.</w:t>
      </w:r>
    </w:p>
    <w:p w14:paraId="2916AD70" w14:textId="77777777" w:rsidR="00FE2AFE" w:rsidRDefault="00FE2AFE" w:rsidP="00FE2AFE">
      <w:pPr>
        <w:spacing w:before="120" w:line="276" w:lineRule="auto"/>
        <w:ind w:left="567" w:hanging="567"/>
        <w:rPr>
          <w:rFonts w:ascii="Verdana Pro Light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hAnsi="Verdana Pro Light" w:cs="Arial Unicode MS"/>
          <w:color w:val="000000" w:themeColor="text1"/>
          <w:sz w:val="18"/>
          <w:szCs w:val="18"/>
        </w:rPr>
        <w:t>CD5. Aplicando técnicas de redação de documentos profissionais e usando as regras de ortografia, de pontuação e de acentuação.</w:t>
      </w:r>
    </w:p>
    <w:p w14:paraId="6608753B" w14:textId="77777777" w:rsidR="00FE2AFE" w:rsidRPr="00136AD8" w:rsidRDefault="00FE2AFE" w:rsidP="00FE2A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864693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34E760E" w14:textId="77777777" w:rsidR="00FE2AFE" w:rsidRPr="00984B30" w:rsidRDefault="00FE2AFE" w:rsidP="00FE2A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>Setor Público</w:t>
      </w:r>
    </w:p>
    <w:p w14:paraId="0413CC49" w14:textId="77777777" w:rsidR="00FE2AFE" w:rsidRPr="00984B30" w:rsidRDefault="00FE2AFE" w:rsidP="00FE2A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>Museus</w:t>
      </w:r>
    </w:p>
    <w:p w14:paraId="0690ADCB" w14:textId="77777777" w:rsidR="00FE2AFE" w:rsidRPr="00984B30" w:rsidRDefault="00FE2AFE" w:rsidP="00FE2A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>Galerias</w:t>
      </w:r>
    </w:p>
    <w:p w14:paraId="7767EABB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8A50BA8" w14:textId="77777777" w:rsidR="00FE2AFE" w:rsidRDefault="00FE2AFE" w:rsidP="00FE2AF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 xml:space="preserve">Dispositivos tecnológicos com acesso à internet. </w:t>
      </w:r>
    </w:p>
    <w:p w14:paraId="1EBD1276" w14:textId="77777777" w:rsidR="00FE2AFE" w:rsidRDefault="00FE2AFE" w:rsidP="00FE2AF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>Conteúdos multimédia.</w:t>
      </w:r>
    </w:p>
    <w:p w14:paraId="5679F7F5" w14:textId="77777777" w:rsidR="00FE2AFE" w:rsidRPr="00501DC8" w:rsidRDefault="00FE2AFE" w:rsidP="00FE2A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hAnsi="Verdana Pro Light" w:cs="Arial Unicode MS"/>
          <w:sz w:val="18"/>
          <w:szCs w:val="18"/>
        </w:rPr>
      </w:pPr>
      <w:r w:rsidRPr="0BD833C7">
        <w:rPr>
          <w:rFonts w:ascii="Verdana Pro Light" w:hAnsi="Verdana Pro Light" w:cs="Arial Unicode MS"/>
          <w:sz w:val="18"/>
          <w:szCs w:val="18"/>
        </w:rPr>
        <w:t>Ferramentas de tradução, dicionários, entre outros</w:t>
      </w:r>
    </w:p>
    <w:p w14:paraId="202A4999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563306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2F028C0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D0AF4C8" w14:textId="69D2210F" w:rsidR="003E20BA" w:rsidRDefault="003E20BA" w:rsidP="003E20B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B4F2DC1" w14:textId="2F2AD0BA" w:rsidR="00FE559D" w:rsidRDefault="00FE559D" w:rsidP="00FE559D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3771D" w:rsidRPr="00136AD8" w14:paraId="408FA464" w14:textId="77777777" w:rsidTr="007251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27FAA55" w14:textId="6BD90DCA" w:rsidR="0033771D" w:rsidRPr="00136AD8" w:rsidRDefault="0033771D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E607A4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6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54225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6B67412" w14:textId="76628585" w:rsidR="0033771D" w:rsidRPr="009C256C" w:rsidRDefault="0033771D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27BE4">
              <w:t>Elaborar um guião literário</w:t>
            </w:r>
            <w:r w:rsidR="00C608B8">
              <w:t xml:space="preserve"> </w:t>
            </w:r>
            <w:r w:rsidR="00D90368">
              <w:t xml:space="preserve">de </w:t>
            </w:r>
            <w:r w:rsidR="00D90368" w:rsidRPr="00F27BE4">
              <w:t>formato</w:t>
            </w:r>
            <w:r w:rsidRPr="00F27BE4">
              <w:t xml:space="preserve"> audiovisua</w:t>
            </w:r>
            <w:r w:rsidR="00D90368">
              <w:t>l</w:t>
            </w:r>
          </w:p>
        </w:tc>
      </w:tr>
      <w:tr w:rsidR="0033771D" w:rsidRPr="00136AD8" w14:paraId="3708550E" w14:textId="77777777" w:rsidTr="007251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1A25F9A" w14:textId="2D67A1D1" w:rsidR="0033771D" w:rsidRPr="00136AD8" w:rsidRDefault="0033771D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54225A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2D3A7788" w14:textId="77777777" w:rsidR="0033771D" w:rsidRPr="00136AD8" w:rsidRDefault="0033771D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50E6F">
              <w:rPr>
                <w:rFonts w:ascii="Verdana Pro Light" w:eastAsia="Arial Unicode MS" w:hAnsi="Verdana Pro Light" w:cs="Times New Roman"/>
                <w:sz w:val="18"/>
                <w:szCs w:val="18"/>
              </w:rPr>
              <w:t>Guião para formatos televisivos – argumento, escrita e formatação</w:t>
            </w:r>
          </w:p>
        </w:tc>
      </w:tr>
    </w:tbl>
    <w:p w14:paraId="55B3B9D9" w14:textId="77777777" w:rsidR="0033771D" w:rsidRPr="00136AD8" w:rsidRDefault="0033771D" w:rsidP="0033771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AEDA9C6" w14:textId="39D17A80" w:rsidR="0033771D" w:rsidRDefault="0033771D" w:rsidP="0033771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5DFB6A9" w14:textId="7D06D98F" w:rsidR="0033771D" w:rsidRDefault="0033771D" w:rsidP="0033771D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3A96F901" w14:textId="77777777" w:rsidR="0033771D" w:rsidRPr="00136AD8" w:rsidRDefault="0033771D" w:rsidP="0033771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3771D" w:rsidRPr="00136AD8" w14:paraId="1BE6C9A6" w14:textId="77777777" w:rsidTr="007251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DB80BE" w14:textId="77777777" w:rsidR="0033771D" w:rsidRPr="001B353A" w:rsidRDefault="0033771D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3771D" w:rsidRPr="00136AD8" w14:paraId="2F2B45BB" w14:textId="77777777" w:rsidTr="007251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D2A9DC" w14:textId="03495F67" w:rsidR="0033771D" w:rsidRPr="00350E6F" w:rsidRDefault="0033771D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Escrever o</w:t>
            </w: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tema,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</w:t>
            </w: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ideia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</w:t>
            </w:r>
            <w:proofErr w:type="spellStart"/>
            <w:r w:rsidRPr="00350E6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storyline</w:t>
            </w:r>
            <w:proofErr w:type="spellEnd"/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4FCB64D7" w14:textId="77777777" w:rsidR="0033771D" w:rsidRPr="00350E6F" w:rsidRDefault="0033771D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</w:rPr>
              <w:t>Escrever um argumento e uma sinopse para formatos televisivos.</w:t>
            </w:r>
          </w:p>
          <w:p w14:paraId="48E87920" w14:textId="52609A08" w:rsidR="0033771D" w:rsidRPr="00350E6F" w:rsidRDefault="0033771D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Escolher os</w:t>
            </w: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tipos de planos e movimentos de câmara usados na captação de imagem no meio audiovisual para formatos televisivos.</w:t>
            </w:r>
          </w:p>
          <w:p w14:paraId="197BA57B" w14:textId="77777777" w:rsidR="0033771D" w:rsidRPr="00350E6F" w:rsidRDefault="0033771D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</w:rPr>
              <w:t>Escrever um texto audiovisual para locução.</w:t>
            </w:r>
          </w:p>
          <w:p w14:paraId="7D227D3B" w14:textId="42789C56" w:rsidR="0033771D" w:rsidRPr="007A51E5" w:rsidRDefault="0033771D" w:rsidP="007A51E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Produzir</w:t>
            </w: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gui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ões</w:t>
            </w: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televisivo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33771D" w:rsidRPr="00136AD8" w14:paraId="7D8B2E10" w14:textId="77777777" w:rsidTr="007251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1EF62B" w14:textId="77777777" w:rsidR="0033771D" w:rsidRPr="001B353A" w:rsidRDefault="0033771D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D6A44B" w14:textId="77777777" w:rsidR="0033771D" w:rsidRPr="001B353A" w:rsidRDefault="0033771D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5698E76" w14:textId="77777777" w:rsidR="0033771D" w:rsidRPr="001B353A" w:rsidRDefault="0033771D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3771D" w:rsidRPr="00136AD8" w14:paraId="3D49A4E3" w14:textId="77777777" w:rsidTr="007251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32860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Tema e ideia</w:t>
            </w:r>
          </w:p>
          <w:p w14:paraId="5FE0E1C9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prioridade metodológica</w:t>
            </w:r>
          </w:p>
          <w:p w14:paraId="5142BFF9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ideias</w:t>
            </w:r>
          </w:p>
          <w:p w14:paraId="08CB9923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Ideia centro da obra</w:t>
            </w:r>
          </w:p>
          <w:p w14:paraId="05BE99DA" w14:textId="77777777" w:rsidR="0033771D" w:rsidRPr="0024774E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24774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Storyline</w:t>
            </w:r>
            <w:proofErr w:type="spellEnd"/>
          </w:p>
          <w:p w14:paraId="7C20F444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</w:t>
            </w:r>
          </w:p>
          <w:p w14:paraId="1747DE20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Primeiro desenvolvimento da ideia</w:t>
            </w:r>
          </w:p>
          <w:p w14:paraId="3B212A32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Investigação, compilação e estudo do material narrativo</w:t>
            </w:r>
          </w:p>
          <w:p w14:paraId="025C9F54" w14:textId="77777777" w:rsidR="0033771D" w:rsidRPr="0024774E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24774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Argumento</w:t>
            </w:r>
          </w:p>
          <w:p w14:paraId="365900DB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</w:t>
            </w:r>
          </w:p>
          <w:p w14:paraId="0F8292E7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Relação entre ideia e argumento</w:t>
            </w:r>
          </w:p>
          <w:p w14:paraId="1F4A5B05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e elementos da sinopse</w:t>
            </w:r>
          </w:p>
          <w:p w14:paraId="0292A404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Importância da sinopse e tipos: técnica e comercial</w:t>
            </w:r>
          </w:p>
          <w:p w14:paraId="4EAACEB9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planos e movimentos de câmara usados na captação de imagem no meio audiovisual</w:t>
            </w:r>
          </w:p>
          <w:p w14:paraId="09C95B91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Cenas de TV, definição e tipos</w:t>
            </w:r>
          </w:p>
          <w:p w14:paraId="0CCA7151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 e utilidade da estrutura narrativa</w:t>
            </w:r>
          </w:p>
          <w:p w14:paraId="4D69E746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Breaks ou blocos</w:t>
            </w:r>
          </w:p>
          <w:p w14:paraId="72DA40C4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Elaboração de texto para voz-off/pivot</w:t>
            </w:r>
          </w:p>
          <w:p w14:paraId="39F3A553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Escrita</w:t>
            </w:r>
          </w:p>
          <w:p w14:paraId="531A4063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24EAA3" w14:textId="77777777" w:rsidR="0033771D" w:rsidRPr="0024774E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24774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Guião</w:t>
            </w:r>
          </w:p>
          <w:p w14:paraId="704A2C6E" w14:textId="77777777" w:rsidR="0033771D" w:rsidRPr="00350E6F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8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– literário, televisivo</w:t>
            </w:r>
          </w:p>
          <w:p w14:paraId="12773CA3" w14:textId="4D1C4FF4" w:rsidR="0033771D" w:rsidRPr="0033771D" w:rsidRDefault="0033771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8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3771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Definição,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33771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Estruturação</w:t>
            </w:r>
          </w:p>
          <w:p w14:paraId="035DEB6C" w14:textId="77777777" w:rsidR="0033771D" w:rsidRPr="001B353A" w:rsidRDefault="0033771D" w:rsidP="0072517D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8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da redação de um guião literário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D362C" w14:textId="77777777" w:rsidR="0033771D" w:rsidRDefault="0033771D" w:rsidP="0072517D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CB408B5" w14:textId="66688577" w:rsidR="0033771D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1E5A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esenvolver conceitos originais e criativos para atrair a atenção do público.</w:t>
            </w:r>
          </w:p>
          <w:p w14:paraId="71BECF9C" w14:textId="54A95395" w:rsidR="0033771D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 w:rsidRPr="00CC20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narrativas, incluindo a introdução, desenvolvimento, clímax e conclusão.</w:t>
            </w:r>
          </w:p>
          <w:p w14:paraId="402F74EE" w14:textId="1B501832" w:rsidR="0033771D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CC20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personagens complexos, com motivações claras e arcos de desenvolvimento.</w:t>
            </w:r>
          </w:p>
          <w:p w14:paraId="77A59F9B" w14:textId="7A82E413" w:rsidR="0033771D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screver diálogos autênticos e significativos.</w:t>
            </w:r>
          </w:p>
          <w:p w14:paraId="27E8F2A6" w14:textId="77777777" w:rsidR="0033771D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CC20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justar o conteúdo, o tom e a abordagem da narrativa de acordo com as expectativas e preferências do espectador.</w:t>
            </w:r>
          </w:p>
          <w:p w14:paraId="2EB18F2A" w14:textId="3AC563AD" w:rsidR="0033771D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struturar a história.</w:t>
            </w:r>
          </w:p>
          <w:p w14:paraId="6CCE1552" w14:textId="77777777" w:rsidR="0033771D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CC20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a história às restrições técnicas do meio audiovisual, como limitações de tempo, recursos e locações.</w:t>
            </w:r>
          </w:p>
          <w:p w14:paraId="3914ED8A" w14:textId="77777777" w:rsidR="0033771D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CC20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</w:t>
            </w:r>
            <w:proofErr w:type="spellStart"/>
            <w:r w:rsidRPr="00CC20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pitches</w:t>
            </w:r>
            <w:proofErr w:type="spellEnd"/>
            <w:r w:rsidRPr="00CC20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eficazes para apresentar e vender a ideia do projeto a potenciais investidores, produtores ou redes de televisão.</w:t>
            </w:r>
          </w:p>
          <w:p w14:paraId="1F22A2D2" w14:textId="77777777" w:rsidR="0033771D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L</w:t>
            </w:r>
            <w:r w:rsidRPr="00CC20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idar com desafios e resolver problemas</w:t>
            </w:r>
          </w:p>
          <w:p w14:paraId="72E99F9F" w14:textId="72BEDC9F" w:rsidR="0033771D" w:rsidRPr="00057283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C20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9D8476" w14:textId="77777777" w:rsidR="0033771D" w:rsidRPr="0020338E" w:rsidRDefault="0033771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40EF5359" w14:textId="77777777" w:rsidR="0033771D" w:rsidRPr="0020338E" w:rsidRDefault="0033771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385D44D0" w14:textId="77777777" w:rsidR="0033771D" w:rsidRPr="0020338E" w:rsidRDefault="0033771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6D25C457" w14:textId="77777777" w:rsidR="0033771D" w:rsidRPr="0020338E" w:rsidRDefault="0033771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5CEA2335" w14:textId="77777777" w:rsidR="0033771D" w:rsidRPr="0020338E" w:rsidRDefault="0033771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1D558DC9" w14:textId="77777777" w:rsidR="0033771D" w:rsidRPr="0020338E" w:rsidRDefault="0033771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762D1036" w14:textId="77777777" w:rsidR="0033771D" w:rsidRPr="0020338E" w:rsidRDefault="0033771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39D3F0A9" w14:textId="77777777" w:rsidR="0033771D" w:rsidRPr="0020338E" w:rsidRDefault="0033771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12C465C7" w14:textId="77777777" w:rsidR="0033771D" w:rsidRPr="0020338E" w:rsidRDefault="0033771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138149BB" w14:textId="77777777" w:rsidR="0033771D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1F63484" w14:textId="77777777" w:rsidR="0033771D" w:rsidRPr="00057283" w:rsidRDefault="0033771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D4778BF" w14:textId="77777777" w:rsidR="0033771D" w:rsidRDefault="0033771D" w:rsidP="0033771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9F020E3" w14:textId="77777777" w:rsidR="0033771D" w:rsidRDefault="0033771D" w:rsidP="0033771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C2A74B7" w14:textId="77777777" w:rsidR="0033771D" w:rsidRPr="00F87025" w:rsidRDefault="0033771D" w:rsidP="0033771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3CC5890" w14:textId="77777777" w:rsidR="0033771D" w:rsidRPr="00F20E6F" w:rsidRDefault="0033771D" w:rsidP="0033771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245C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um guião literário formatos audiovisuais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16E5C1C" w14:textId="77777777" w:rsidR="0033771D" w:rsidRPr="00564406" w:rsidRDefault="0033771D" w:rsidP="0033771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CC20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CC20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originalidade e criatividade da ideia central, personagens e elementos da narrativa.</w:t>
      </w:r>
    </w:p>
    <w:p w14:paraId="31D0892C" w14:textId="77777777" w:rsidR="0033771D" w:rsidRPr="00564406" w:rsidRDefault="0033771D" w:rsidP="0033771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CC20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Analis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ando </w:t>
      </w:r>
      <w:r w:rsidRPr="00CC20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estrutura narrativa, incluindo a introdução, desenvolvimento, clímax e conclusão, para garantir uma narrativa coesa e envolvente.</w:t>
      </w:r>
    </w:p>
    <w:p w14:paraId="282B1F26" w14:textId="77777777" w:rsidR="0033771D" w:rsidRPr="00564406" w:rsidRDefault="0033771D" w:rsidP="0033771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 w:rsidRPr="00CC20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CC20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qualidade e relevância dos diálogos, assegurando que contribuam para a progressão da trama e revelem a personalidade dos personagens.</w:t>
      </w:r>
    </w:p>
    <w:p w14:paraId="1956B732" w14:textId="77777777" w:rsidR="0033771D" w:rsidRDefault="0033771D" w:rsidP="0033771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CC20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dequa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CC20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 guião ao formato específico (cinema, televisão, </w:t>
      </w:r>
      <w:proofErr w:type="spellStart"/>
      <w:r w:rsidRPr="00CC20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streaming</w:t>
      </w:r>
      <w:proofErr w:type="spellEnd"/>
      <w:r w:rsidRPr="00CC20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), levando em consideração as expectativas do público e as características do meio.</w:t>
      </w:r>
    </w:p>
    <w:p w14:paraId="639025A5" w14:textId="69E86161" w:rsidR="0033771D" w:rsidRPr="00136AD8" w:rsidRDefault="0033771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 w:rsidRPr="00CC20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esenvolve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CC206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guião dentro de prazos estabelecidos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C011D5C" w14:textId="77777777" w:rsidR="0033771D" w:rsidRPr="00F87025" w:rsidRDefault="0033771D" w:rsidP="0033771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1D013E9" w14:textId="77777777" w:rsidR="0033771D" w:rsidRDefault="0033771D" w:rsidP="003377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6698A20A" w14:textId="77777777" w:rsidR="0033771D" w:rsidRPr="008047E3" w:rsidRDefault="0033771D" w:rsidP="003377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088D5604" w14:textId="77777777" w:rsidR="0033771D" w:rsidRPr="00051C79" w:rsidRDefault="0033771D" w:rsidP="0033771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299F03" w14:textId="77777777" w:rsidR="0033771D" w:rsidRPr="00F87025" w:rsidRDefault="0033771D" w:rsidP="0033771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4C5FB7A" w14:textId="77777777" w:rsidR="0033771D" w:rsidRPr="00564406" w:rsidRDefault="0033771D" w:rsidP="003377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ligado à internet.</w:t>
      </w:r>
    </w:p>
    <w:p w14:paraId="5A4D3270" w14:textId="77777777" w:rsidR="0033771D" w:rsidRPr="00564406" w:rsidRDefault="0033771D" w:rsidP="003377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Editor de Texto</w:t>
      </w:r>
    </w:p>
    <w:p w14:paraId="5E94D897" w14:textId="77777777" w:rsidR="0033771D" w:rsidRPr="00501DC8" w:rsidRDefault="0033771D" w:rsidP="003377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para escrita de guiões.</w:t>
      </w:r>
    </w:p>
    <w:p w14:paraId="0F45F3E6" w14:textId="77777777" w:rsidR="0033771D" w:rsidRDefault="0033771D" w:rsidP="003377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9AA6645" w14:textId="77777777" w:rsidR="0033771D" w:rsidRPr="00051C79" w:rsidRDefault="0033771D" w:rsidP="0033771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2222E1" w14:textId="77777777" w:rsidR="0033771D" w:rsidRPr="00F87025" w:rsidRDefault="0033771D" w:rsidP="0033771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DA10C52" w14:textId="77777777" w:rsidR="0033771D" w:rsidRPr="00051C79" w:rsidRDefault="0033771D" w:rsidP="0033771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66285ED" w14:textId="77777777" w:rsidR="0033771D" w:rsidRPr="00051C79" w:rsidRDefault="0033771D" w:rsidP="0033771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CB88A4D" w14:textId="77777777" w:rsidR="0033771D" w:rsidRPr="00051C79" w:rsidRDefault="0033771D" w:rsidP="0033771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4B1FE1" w14:textId="2456D063" w:rsidR="00FE559D" w:rsidRDefault="0033771D" w:rsidP="0033771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E4B13" w:rsidRPr="00136AD8" w14:paraId="7A301503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A5061C2" w14:textId="79604510" w:rsidR="006E4B13" w:rsidRPr="00136AD8" w:rsidRDefault="006E4B13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D770D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8C2F4A4" w14:textId="77777777" w:rsidR="006E4B13" w:rsidRPr="009C256C" w:rsidRDefault="006E4B13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Conceber</w:t>
            </w:r>
            <w:r w:rsidRPr="00F27BE4">
              <w:t xml:space="preserve"> narrativa</w:t>
            </w:r>
            <w:r>
              <w:t>s</w:t>
            </w:r>
            <w:r w:rsidRPr="00F27BE4">
              <w:t xml:space="preserve"> audiovisua</w:t>
            </w:r>
            <w:r>
              <w:t>is</w:t>
            </w:r>
            <w:r w:rsidRPr="00F27BE4">
              <w:t>.</w:t>
            </w:r>
          </w:p>
        </w:tc>
      </w:tr>
      <w:tr w:rsidR="006E4B13" w:rsidRPr="00136AD8" w14:paraId="443EF42A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1A30156" w14:textId="77777777" w:rsidR="006E4B13" w:rsidRPr="00136AD8" w:rsidRDefault="006E4B13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E7E6E6" w:themeFill="background2"/>
          </w:tcPr>
          <w:p w14:paraId="057713CB" w14:textId="77777777" w:rsidR="006E4B13" w:rsidRPr="00136AD8" w:rsidRDefault="006E4B13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Linguagem Audiovisual.</w:t>
            </w:r>
          </w:p>
        </w:tc>
      </w:tr>
    </w:tbl>
    <w:p w14:paraId="3E29C98C" w14:textId="77777777" w:rsidR="006E4B13" w:rsidRPr="00136AD8" w:rsidRDefault="006E4B13" w:rsidP="006E4B1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425D4FA" w14:textId="77777777" w:rsidR="006E4B13" w:rsidRDefault="006E4B13" w:rsidP="006E4B1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1A6861D9" w14:textId="77777777" w:rsidR="006E4B13" w:rsidRDefault="006E4B13" w:rsidP="006E4B13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317E924E" w14:textId="77777777" w:rsidR="006E4B13" w:rsidRPr="00136AD8" w:rsidRDefault="006E4B13" w:rsidP="006E4B1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E4B13" w:rsidRPr="00136AD8" w14:paraId="541D0E96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BF9752" w14:textId="77777777" w:rsidR="006E4B13" w:rsidRPr="009B0242" w:rsidRDefault="006E4B13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Cs/>
                <w:smallCaps/>
                <w:sz w:val="18"/>
                <w:szCs w:val="18"/>
              </w:rPr>
            </w:pPr>
            <w:r w:rsidRPr="009B0242">
              <w:rPr>
                <w:rFonts w:ascii="Verdana Pro Light" w:eastAsia="Arial Unicode MS" w:hAnsi="Verdana Pro Light" w:cs="Arial Unicode MS"/>
                <w:bCs/>
                <w:smallCaps/>
                <w:sz w:val="18"/>
                <w:szCs w:val="18"/>
              </w:rPr>
              <w:t>Realizações</w:t>
            </w:r>
          </w:p>
        </w:tc>
      </w:tr>
      <w:tr w:rsidR="006E4B13" w:rsidRPr="00136AD8" w14:paraId="760C3745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C57C9C" w14:textId="42853AB4" w:rsidR="006E4B13" w:rsidRPr="00C218FF" w:rsidRDefault="006E4B13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</w:pP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R1. </w:t>
            </w:r>
            <w:r w:rsidR="002F630E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Definir o conceito geral da narrativa visual </w:t>
            </w:r>
          </w:p>
          <w:p w14:paraId="284A70FF" w14:textId="3E78CB41" w:rsidR="006E4B13" w:rsidRPr="00C218FF" w:rsidRDefault="006E4B13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</w:pP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R2.</w:t>
            </w: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ab/>
            </w:r>
            <w:r w:rsidR="0047679D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Criar uma estrutura </w:t>
            </w:r>
            <w:r w:rsidR="00BC7115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para a narrativa, aplicando a técnica do </w:t>
            </w:r>
            <w:r w:rsidR="0047679D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arco narrativo </w:t>
            </w:r>
            <w:r w:rsidR="00AC0EDD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e desenvolver os personagens</w:t>
            </w:r>
          </w:p>
          <w:p w14:paraId="36EBE87A" w14:textId="34B96424" w:rsidR="006E4B13" w:rsidRDefault="006E4B13" w:rsidP="006F579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</w:pP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R3.</w:t>
            </w: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ab/>
            </w:r>
            <w:r w:rsidR="00CB1C1C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 </w:t>
            </w:r>
            <w:r w:rsidR="00AC0EDD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Visualizar a narrativa e definir o</w:t>
            </w:r>
            <w:r w:rsidR="00AC0EDD" w:rsidRPr="00AC0EDD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 enquadramento da câmara, a composição visual, a iluminação e a paleta de cores</w:t>
            </w:r>
          </w:p>
          <w:p w14:paraId="13426AE9" w14:textId="2A0E69CC" w:rsidR="006E4B13" w:rsidRPr="003A58B4" w:rsidRDefault="006E4B13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R</w:t>
            </w:r>
            <w:r w:rsidR="006F579D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4</w:t>
            </w:r>
            <w:r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ab/>
              <w:t>Produzir um guião</w:t>
            </w:r>
            <w:r w:rsidR="006F579D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 com </w:t>
            </w:r>
            <w:r w:rsidR="006F579D" w:rsidRPr="006F579D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cenas, diálogos e ações</w:t>
            </w:r>
          </w:p>
        </w:tc>
      </w:tr>
      <w:tr w:rsidR="006E4B13" w:rsidRPr="00136AD8" w14:paraId="4AF15FEB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B14EF9" w14:textId="77777777" w:rsidR="006E4B13" w:rsidRPr="001B353A" w:rsidRDefault="006E4B13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2F7881" w14:textId="77777777" w:rsidR="006E4B13" w:rsidRPr="001B353A" w:rsidRDefault="006E4B13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62EC2BC" w14:textId="77777777" w:rsidR="006E4B13" w:rsidRPr="001B353A" w:rsidRDefault="006E4B13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E4B13" w:rsidRPr="00136AD8" w14:paraId="7FCFFC06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98800" w14:textId="77777777" w:rsidR="006E4B13" w:rsidRPr="00D64B22" w:rsidRDefault="006E4B13" w:rsidP="00F02262">
            <w:pPr>
              <w:pStyle w:val="PargrafodaLista"/>
              <w:numPr>
                <w:ilvl w:val="0"/>
                <w:numId w:val="4"/>
              </w:numPr>
              <w:tabs>
                <w:tab w:val="left" w:pos="432"/>
              </w:tabs>
              <w:spacing w:before="120" w:after="0" w:line="276" w:lineRule="auto"/>
              <w:ind w:left="0" w:firstLine="88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64B2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Origem histórica do audiovisual</w:t>
            </w:r>
          </w:p>
          <w:p w14:paraId="07E3225F" w14:textId="77777777" w:rsidR="006E4B13" w:rsidRPr="00D64B22" w:rsidRDefault="006E4B13" w:rsidP="00F02262">
            <w:pPr>
              <w:pStyle w:val="PargrafodaLista"/>
              <w:numPr>
                <w:ilvl w:val="0"/>
                <w:numId w:val="4"/>
              </w:numPr>
              <w:tabs>
                <w:tab w:val="left" w:pos="432"/>
              </w:tabs>
              <w:spacing w:after="0" w:line="276" w:lineRule="auto"/>
              <w:ind w:left="46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4B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de audiovisual</w:t>
            </w:r>
          </w:p>
          <w:p w14:paraId="2FAA5D18" w14:textId="77777777" w:rsidR="006E4B13" w:rsidRPr="00D64B22" w:rsidRDefault="006E4B13" w:rsidP="00F02262">
            <w:pPr>
              <w:pStyle w:val="PargrafodaLista"/>
              <w:numPr>
                <w:ilvl w:val="0"/>
                <w:numId w:val="4"/>
              </w:numPr>
              <w:tabs>
                <w:tab w:val="left" w:pos="432"/>
              </w:tabs>
              <w:spacing w:after="0" w:line="276" w:lineRule="auto"/>
              <w:ind w:left="46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4B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Fatores sociais e culturais</w:t>
            </w:r>
          </w:p>
          <w:p w14:paraId="35C23F9B" w14:textId="77777777" w:rsidR="006E4B13" w:rsidRPr="00D64B22" w:rsidRDefault="006E4B13" w:rsidP="00F02262">
            <w:pPr>
              <w:pStyle w:val="PargrafodaLista"/>
              <w:numPr>
                <w:ilvl w:val="0"/>
                <w:numId w:val="4"/>
              </w:numPr>
              <w:tabs>
                <w:tab w:val="left" w:pos="432"/>
              </w:tabs>
              <w:spacing w:after="0" w:line="276" w:lineRule="auto"/>
              <w:ind w:left="46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4B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Perspetivas do espaço visual</w:t>
            </w:r>
          </w:p>
          <w:p w14:paraId="780EE7A2" w14:textId="77777777" w:rsidR="006E4B13" w:rsidRPr="00AF4966" w:rsidRDefault="006E4B13" w:rsidP="00F02262">
            <w:pPr>
              <w:pStyle w:val="PargrafodaLista"/>
              <w:numPr>
                <w:ilvl w:val="0"/>
                <w:numId w:val="4"/>
              </w:numPr>
              <w:tabs>
                <w:tab w:val="left" w:pos="432"/>
              </w:tabs>
              <w:spacing w:before="120" w:after="0" w:line="276" w:lineRule="auto"/>
              <w:ind w:left="0" w:firstLine="88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64B2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Evolução histórica dos principais meios audiovisuais</w:t>
            </w:r>
          </w:p>
          <w:p w14:paraId="6ED9393F" w14:textId="77777777" w:rsidR="006E4B13" w:rsidRPr="00D64B22" w:rsidRDefault="006E4B13" w:rsidP="00F02262">
            <w:pPr>
              <w:pStyle w:val="PargrafodaLista"/>
              <w:numPr>
                <w:ilvl w:val="0"/>
                <w:numId w:val="4"/>
              </w:numPr>
              <w:tabs>
                <w:tab w:val="left" w:pos="432"/>
              </w:tabs>
              <w:spacing w:before="120" w:after="0" w:line="276" w:lineRule="auto"/>
              <w:ind w:left="0" w:firstLine="88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64B2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Início da era do espaço virtual</w:t>
            </w:r>
          </w:p>
          <w:p w14:paraId="1E76086B" w14:textId="77777777" w:rsidR="006E4B13" w:rsidRPr="00D64B22" w:rsidRDefault="006E4B13" w:rsidP="00F02262">
            <w:pPr>
              <w:pStyle w:val="PargrafodaLista"/>
              <w:numPr>
                <w:ilvl w:val="0"/>
                <w:numId w:val="4"/>
              </w:numPr>
              <w:tabs>
                <w:tab w:val="left" w:pos="432"/>
              </w:tabs>
              <w:spacing w:before="120" w:after="0" w:line="276" w:lineRule="auto"/>
              <w:ind w:left="0" w:firstLine="88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64B2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Espaço virtual como fator difusor do audiovisual</w:t>
            </w:r>
          </w:p>
          <w:p w14:paraId="312DC551" w14:textId="77777777" w:rsidR="006E4B13" w:rsidRPr="00226C26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64B2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Julgamento estético e social do audiovisual</w:t>
            </w:r>
          </w:p>
          <w:p w14:paraId="43F7831A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  <w:t>Imagem</w:t>
            </w:r>
          </w:p>
          <w:p w14:paraId="096D4BA6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Espaço, tempo e ação</w:t>
            </w:r>
          </w:p>
          <w:p w14:paraId="40FBD28E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 pintura como referência</w:t>
            </w:r>
          </w:p>
          <w:p w14:paraId="17C974B8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Enquadramento e composição</w:t>
            </w:r>
          </w:p>
          <w:p w14:paraId="268F763C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Escala de planos</w:t>
            </w:r>
          </w:p>
          <w:p w14:paraId="68B7A8E5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Movimentos de câmara e profundidade de campo</w:t>
            </w:r>
          </w:p>
          <w:p w14:paraId="68D755DF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Regras</w:t>
            </w:r>
          </w:p>
          <w:p w14:paraId="28062F71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Ângulos de câmara</w:t>
            </w:r>
          </w:p>
          <w:p w14:paraId="1056DD51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Tipos de Lentes</w:t>
            </w:r>
          </w:p>
          <w:p w14:paraId="6F75290A" w14:textId="77777777" w:rsidR="006E4B13" w:rsidRPr="00D734C3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0" w:line="360" w:lineRule="auto"/>
              <w:ind w:left="216" w:hanging="142"/>
              <w:contextualSpacing w:val="0"/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734C3"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  <w:t>Som</w:t>
            </w:r>
          </w:p>
          <w:p w14:paraId="7CB462CF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Música</w:t>
            </w:r>
          </w:p>
          <w:p w14:paraId="2F3F9AE8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Voz</w:t>
            </w:r>
          </w:p>
          <w:p w14:paraId="36268BED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Ambiente e silêncio</w:t>
            </w:r>
          </w:p>
          <w:p w14:paraId="7FD2CE2C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Contraponto sonoro</w:t>
            </w:r>
          </w:p>
          <w:p w14:paraId="553C6E56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Perspetiva sonora</w:t>
            </w:r>
          </w:p>
          <w:p w14:paraId="0A61B8EE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Leitmotiv e voz </w:t>
            </w:r>
            <w:proofErr w:type="spellStart"/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off</w:t>
            </w:r>
            <w:proofErr w:type="spellEnd"/>
          </w:p>
          <w:p w14:paraId="62003436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Som direto</w:t>
            </w:r>
          </w:p>
          <w:p w14:paraId="3CDFECD6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Efeitos sonoros</w:t>
            </w:r>
          </w:p>
          <w:p w14:paraId="758D92D3" w14:textId="77777777" w:rsidR="006E4B13" w:rsidRPr="00D734C3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734C3"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Montagem</w:t>
            </w:r>
          </w:p>
          <w:p w14:paraId="534694A0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plano como unidade base do filme</w:t>
            </w:r>
          </w:p>
          <w:p w14:paraId="55C08E39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Narrativa, rítmica e intelectual</w:t>
            </w:r>
          </w:p>
          <w:p w14:paraId="571D0137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Narrativa linear, paralela, alternada e invertida</w:t>
            </w:r>
          </w:p>
          <w:p w14:paraId="0EC47306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Raccord</w:t>
            </w:r>
            <w:proofErr w:type="spellEnd"/>
          </w:p>
          <w:p w14:paraId="217D7111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Pontuação</w:t>
            </w:r>
          </w:p>
          <w:p w14:paraId="64676261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598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Figuras de estilo</w:t>
            </w:r>
          </w:p>
          <w:p w14:paraId="6D360ED5" w14:textId="77777777" w:rsidR="006E4B13" w:rsidRPr="00D734C3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734C3"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  <w:t>Cenário</w:t>
            </w:r>
          </w:p>
          <w:p w14:paraId="4DE3FB49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Luz e cor</w:t>
            </w:r>
          </w:p>
          <w:p w14:paraId="3E2C0DBD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Interior ou exterior</w:t>
            </w:r>
          </w:p>
          <w:p w14:paraId="3B17ECEB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Natural </w:t>
            </w:r>
            <w:proofErr w:type="spellStart"/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vs</w:t>
            </w:r>
            <w:proofErr w:type="spellEnd"/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 artificial</w:t>
            </w:r>
          </w:p>
          <w:p w14:paraId="1FE8C45F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O valor psicológico e dramático do cenário e da luz</w:t>
            </w:r>
          </w:p>
          <w:p w14:paraId="3FC2318D" w14:textId="77777777" w:rsidR="006E4B13" w:rsidRPr="00325332" w:rsidRDefault="006E4B13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142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00325332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Arquitetura dos espaços</w:t>
            </w:r>
          </w:p>
          <w:p w14:paraId="17F3BB2D" w14:textId="77777777" w:rsidR="006E4B13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734C3"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  <w:t>Realização e atores</w:t>
            </w:r>
          </w:p>
          <w:p w14:paraId="7C6075BA" w14:textId="77777777" w:rsidR="006E4B13" w:rsidRPr="00AF4966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E559D"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  <w:t>Escrita. Argumento, tema e sinopse</w:t>
            </w:r>
          </w:p>
          <w:p w14:paraId="1B914C3F" w14:textId="77777777" w:rsidR="006E4B13" w:rsidRPr="0054390B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4390B">
              <w:rPr>
                <w:rFonts w:ascii="Verdana Pro Light" w:hAnsi="Verdana Pro Light" w:cs="Arial Unicode MS"/>
                <w:b/>
                <w:bCs/>
                <w:sz w:val="18"/>
                <w:szCs w:val="18"/>
                <w:lang w:eastAsia="pt-PT"/>
              </w:rPr>
              <w:t>Estruturas narrativas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CBF23" w14:textId="77777777" w:rsidR="00DD09B2" w:rsidRPr="00DD09B2" w:rsidRDefault="00DD09B2" w:rsidP="00DD09B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D0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Criar narrativas explorando várias teorias da linguagem audiovisual.</w:t>
            </w:r>
          </w:p>
          <w:p w14:paraId="59CB402A" w14:textId="77777777" w:rsidR="006E4B13" w:rsidRDefault="006E4B13" w:rsidP="00DD09B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4F67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nalisar como os meios audiovisuais refletem e influenciam a sociedade e a cultura ao longo do tempo.</w:t>
            </w:r>
          </w:p>
          <w:p w14:paraId="656961CC" w14:textId="77777777" w:rsidR="006E4B13" w:rsidRDefault="006E4B13" w:rsidP="00DD09B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F67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pesquisa histórica, consultando fontes primárias e secundárias para obter informações sobre o desenvolvimento dos meios audiovisuais.</w:t>
            </w:r>
          </w:p>
          <w:p w14:paraId="16D9C772" w14:textId="77777777" w:rsidR="006E4B13" w:rsidRDefault="006E4B13" w:rsidP="00DD09B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1C2D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os diferentes 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</w:t>
            </w:r>
            <w:r w:rsidRPr="001C2D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neros narrativos, como drama, comédia, suspense, ficção científica, documentário, entre outros.</w:t>
            </w:r>
          </w:p>
          <w:p w14:paraId="3BC52F50" w14:textId="77777777" w:rsidR="006E4B13" w:rsidRDefault="006E4B13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1C2D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econhecer as estruturas narrativas comuns, incluindo o desenvolvimento de personagens, conflito, clímax e resolução, em diferentes formas de narrativas audiovisuais.</w:t>
            </w:r>
          </w:p>
          <w:p w14:paraId="16B4F42B" w14:textId="77777777" w:rsidR="006E4B13" w:rsidRDefault="006E4B13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1C2D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estilos de direção influenciam a forma como a história é contada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707E2DF" w14:textId="77777777" w:rsidR="006E4B13" w:rsidRDefault="006E4B13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064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econhecer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</w:t>
            </w:r>
            <w:r w:rsidRPr="008064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guionismo</w:t>
            </w:r>
            <w:proofErr w:type="spellEnd"/>
            <w:r w:rsidRPr="008064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como flashbacks, narração não linear, diálogos, monólogos, e outras ferramentas utilizadas para construir narrativas envolventes.</w:t>
            </w:r>
          </w:p>
          <w:p w14:paraId="44976944" w14:textId="77777777" w:rsidR="006E4B13" w:rsidRDefault="006E4B13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</w:t>
            </w:r>
            <w:r w:rsidRPr="008064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como elementos visuais, como cenários, figurinos, cinematografia, e elementos sonoros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8064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contribuem para a narrativa.</w:t>
            </w:r>
          </w:p>
          <w:p w14:paraId="7FAE30E3" w14:textId="77777777" w:rsidR="006E4B13" w:rsidRDefault="006E4B13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8064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iferenciar entre narrativas seriadas e episódicas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89676D7" w14:textId="77777777" w:rsidR="006E4B13" w:rsidRDefault="006E4B13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064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uma análise crítica das escolhas narrativas.</w:t>
            </w:r>
          </w:p>
          <w:p w14:paraId="1F59F20B" w14:textId="1F1512DB" w:rsidR="006E4B13" w:rsidRPr="00057283" w:rsidRDefault="00303FC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>Escolher</w:t>
            </w:r>
            <w:r w:rsidRPr="00C218FF"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  <w:t xml:space="preserve"> a relação de escala de plano de imagem/som.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764F7" w14:textId="77777777" w:rsidR="006E4B13" w:rsidRPr="0020338E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28D930D2" w14:textId="77777777" w:rsidR="006E4B13" w:rsidRPr="0020338E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2F32C101" w14:textId="77777777" w:rsidR="006E4B13" w:rsidRPr="0020338E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49231F9A" w14:textId="77777777" w:rsidR="006E4B13" w:rsidRPr="0020338E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6380216C" w14:textId="77777777" w:rsidR="006E4B13" w:rsidRPr="0020338E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458F1B34" w14:textId="77777777" w:rsidR="006E4B13" w:rsidRPr="0020338E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1E13741B" w14:textId="77777777" w:rsidR="006E4B13" w:rsidRPr="0020338E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6B59FDF5" w14:textId="77777777" w:rsidR="006E4B13" w:rsidRPr="0020338E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76708B26" w14:textId="77777777" w:rsidR="006E4B13" w:rsidRPr="0020338E" w:rsidRDefault="006E4B13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5697276A" w14:textId="77777777" w:rsidR="006E4B13" w:rsidRPr="00057283" w:rsidRDefault="006E4B13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8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9046F4F" w14:textId="77777777" w:rsidR="006E4B13" w:rsidRDefault="006E4B13" w:rsidP="006E4B1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A2F10B9" w14:textId="77777777" w:rsidR="006E4B13" w:rsidRPr="00F87025" w:rsidRDefault="006E4B13" w:rsidP="006E4B1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smallCaps/>
        </w:rPr>
        <w:br w:type="page"/>
      </w: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AA1800C" w14:textId="77777777" w:rsidR="006E4B13" w:rsidRPr="00F20E6F" w:rsidRDefault="006E4B13" w:rsidP="006E4B13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Conceber</w:t>
      </w:r>
      <w:r w:rsidRPr="007111F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narrativa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s</w:t>
      </w:r>
      <w:r w:rsidRPr="007111F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 audiovisua</w:t>
      </w: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0BA02FC" w14:textId="77777777" w:rsidR="006E4B13" w:rsidRPr="00564406" w:rsidRDefault="006E4B13" w:rsidP="006E4B13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1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entendimento das estruturas narrativas, incluindo a introdução de personagens, desenvolvimento do enredo, clímax e resolução.</w:t>
      </w:r>
    </w:p>
    <w:p w14:paraId="4B1140FB" w14:textId="77777777" w:rsidR="006E4B13" w:rsidRDefault="006E4B13" w:rsidP="006E4B13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D2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dentifica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os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estilos de direção específicos e compreender como esses estilos impactam a narrativa e a experiência do espectador.</w:t>
      </w:r>
    </w:p>
    <w:p w14:paraId="6FF6C94D" w14:textId="77777777" w:rsidR="006E4B13" w:rsidRDefault="006E4B13" w:rsidP="006E4B1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3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nalisa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as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narrativas em 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é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dias interativas, considerando as escolhas do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utilizador 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 </w:t>
      </w:r>
      <w:r w:rsidRPr="005C3C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seu impacto na progressão da história.</w:t>
      </w:r>
    </w:p>
    <w:p w14:paraId="6995934B" w14:textId="77777777" w:rsidR="006E4B13" w:rsidRDefault="006E4B13" w:rsidP="006E4B1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409C0F" w14:textId="77777777" w:rsidR="006E4B13" w:rsidRPr="00136AD8" w:rsidRDefault="006E4B13" w:rsidP="006E4B1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BAFAFF0" w14:textId="77777777" w:rsidR="006E4B13" w:rsidRPr="00F87025" w:rsidRDefault="006E4B13" w:rsidP="006E4B1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DFD3E69" w14:textId="77777777" w:rsidR="006E4B13" w:rsidRPr="00984B30" w:rsidRDefault="006E4B13" w:rsidP="006E4B1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27503323" w14:textId="77777777" w:rsidR="006E4B13" w:rsidRPr="00984B30" w:rsidRDefault="006E4B13" w:rsidP="006E4B1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AC69C42" w14:textId="77777777" w:rsidR="006E4B13" w:rsidRPr="00984B30" w:rsidRDefault="006E4B13" w:rsidP="006E4B1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06561F3" w14:textId="77777777" w:rsidR="006E4B13" w:rsidRPr="00984B30" w:rsidRDefault="006E4B13" w:rsidP="006E4B1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C6B762E" w14:textId="77777777" w:rsidR="006E4B13" w:rsidRPr="00051C79" w:rsidRDefault="006E4B13" w:rsidP="006E4B1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A18074" w14:textId="77777777" w:rsidR="006E4B13" w:rsidRPr="00F87025" w:rsidRDefault="006E4B13" w:rsidP="006E4B1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BC9AF63" w14:textId="77777777" w:rsidR="006E4B13" w:rsidRPr="00564406" w:rsidRDefault="006E4B13" w:rsidP="006E4B1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ligado à internet.</w:t>
      </w:r>
    </w:p>
    <w:p w14:paraId="035A7396" w14:textId="77777777" w:rsidR="006E4B13" w:rsidRPr="00564406" w:rsidRDefault="006E4B13" w:rsidP="006E4B1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010F678" w14:textId="77777777" w:rsidR="006E4B13" w:rsidRPr="00501DC8" w:rsidRDefault="006E4B13" w:rsidP="006E4B1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5CC1D2D" w14:textId="77777777" w:rsidR="006E4B13" w:rsidRDefault="006E4B13" w:rsidP="006E4B1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2884167" w14:textId="77777777" w:rsidR="006E4B13" w:rsidRDefault="006E4B13" w:rsidP="006E4B1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0420880" w14:textId="77777777" w:rsidR="006E4B13" w:rsidRPr="00501DC8" w:rsidRDefault="006E4B13" w:rsidP="006E4B1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04CE88C" w14:textId="77777777" w:rsidR="006E4B13" w:rsidRPr="00051C79" w:rsidRDefault="006E4B13" w:rsidP="006E4B1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8218BA" w14:textId="77777777" w:rsidR="006E4B13" w:rsidRPr="00F87025" w:rsidRDefault="006E4B13" w:rsidP="006E4B1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6FB778E" w14:textId="77777777" w:rsidR="006E4B13" w:rsidRPr="00051C79" w:rsidRDefault="006E4B13" w:rsidP="006E4B1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265036" w14:textId="77777777" w:rsidR="006E4B13" w:rsidRPr="00051C79" w:rsidRDefault="006E4B13" w:rsidP="006E4B1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Técnico Multimédia </w:t>
      </w:r>
    </w:p>
    <w:p w14:paraId="20E0085A" w14:textId="77777777" w:rsidR="006E4B13" w:rsidRPr="00051C79" w:rsidRDefault="006E4B13" w:rsidP="006E4B1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AD2B47" w14:textId="77777777" w:rsidR="006E4B13" w:rsidRDefault="006E4B13" w:rsidP="006E4B1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730E865" w14:textId="77777777" w:rsidR="006E4B13" w:rsidRDefault="006E4B13" w:rsidP="0033771D">
      <w:pPr>
        <w:rPr>
          <w:rFonts w:ascii="Verdana Pro Light" w:hAnsi="Verdana Pro Light"/>
          <w:smallCaps/>
        </w:rPr>
      </w:pPr>
    </w:p>
    <w:p w14:paraId="2F33B307" w14:textId="77777777" w:rsidR="00CC3CD3" w:rsidRDefault="00CC3CD3" w:rsidP="0033771D">
      <w:pPr>
        <w:rPr>
          <w:rFonts w:ascii="Verdana Pro Light" w:hAnsi="Verdana Pro Light"/>
          <w:smallCaps/>
        </w:rPr>
      </w:pPr>
    </w:p>
    <w:p w14:paraId="5B2C8CC8" w14:textId="7B89A8D7" w:rsidR="003E20BA" w:rsidRDefault="003E20BA" w:rsidP="003E20BA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73765" w:rsidRPr="00136AD8" w14:paraId="3F0CEA97" w14:textId="77777777" w:rsidTr="0027376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09E3233" w14:textId="614E045C" w:rsidR="00273765" w:rsidRPr="00136AD8" w:rsidRDefault="00273765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B40220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8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B4022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FF898DB" w14:textId="21044EE2" w:rsidR="00273765" w:rsidRPr="009C256C" w:rsidRDefault="003B503A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 xml:space="preserve">Captar imagens em estúdio e em reportagem </w:t>
            </w:r>
          </w:p>
        </w:tc>
      </w:tr>
      <w:tr w:rsidR="00273765" w:rsidRPr="00136AD8" w14:paraId="14C57023" w14:textId="77777777" w:rsidTr="00273765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D90854F" w14:textId="3599CF3F" w:rsidR="00273765" w:rsidRPr="00136AD8" w:rsidRDefault="00273765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B40220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C571B76" w14:textId="77777777" w:rsidR="00273765" w:rsidRPr="00136AD8" w:rsidRDefault="00273765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90CC3">
              <w:rPr>
                <w:rFonts w:ascii="Verdana Pro Light" w:eastAsia="Arial Unicode MS" w:hAnsi="Verdana Pro Light" w:cs="Times New Roman"/>
                <w:sz w:val="18"/>
                <w:szCs w:val="18"/>
              </w:rPr>
              <w:t>Operações de câmara - estúdio e exteriores</w:t>
            </w:r>
          </w:p>
        </w:tc>
      </w:tr>
    </w:tbl>
    <w:p w14:paraId="756BA243" w14:textId="77777777" w:rsidR="00273765" w:rsidRPr="00136AD8" w:rsidRDefault="00273765" w:rsidP="0027376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D3CE358" w14:textId="52682373" w:rsidR="00273765" w:rsidRDefault="00273765" w:rsidP="0027376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21C738AC" w14:textId="12460F03" w:rsidR="00273765" w:rsidRDefault="00273765" w:rsidP="00273765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63EA7C4F" w14:textId="77777777" w:rsidR="00273765" w:rsidRPr="00136AD8" w:rsidRDefault="00273765" w:rsidP="0027376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73765" w:rsidRPr="00136AD8" w14:paraId="36FCB0F6" w14:textId="77777777" w:rsidTr="007251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AFDEA2" w14:textId="77777777" w:rsidR="00273765" w:rsidRPr="001B353A" w:rsidRDefault="00273765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73765" w:rsidRPr="00136AD8" w14:paraId="446592BD" w14:textId="77777777" w:rsidTr="007251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1DAB7B" w14:textId="3294FC3C" w:rsidR="00273765" w:rsidRPr="00C90CC3" w:rsidRDefault="00273765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="00A452B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o </w:t>
            </w:r>
            <w:r w:rsidR="00A452BE" w:rsidRPr="00A452B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roteiro ou um plano de filmagem detalhado, </w:t>
            </w:r>
            <w:r w:rsidR="00F74A7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 as</w:t>
            </w:r>
            <w:r w:rsidR="00A452BE" w:rsidRPr="00A452B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cenas </w:t>
            </w:r>
            <w:r w:rsidR="00F74A7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</w:t>
            </w:r>
            <w:r w:rsidR="00A452BE" w:rsidRPr="00A452BE">
              <w:rPr>
                <w:rFonts w:ascii="Verdana Pro Light" w:eastAsia="Arial Unicode MS" w:hAnsi="Verdana Pro Light" w:cs="Arial Unicode MS"/>
                <w:sz w:val="18"/>
                <w:szCs w:val="18"/>
              </w:rPr>
              <w:t>captur</w:t>
            </w:r>
            <w:r w:rsidR="00F74A7E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A452BE" w:rsidRPr="00A452BE">
              <w:rPr>
                <w:rFonts w:ascii="Verdana Pro Light" w:eastAsia="Arial Unicode MS" w:hAnsi="Verdana Pro Light" w:cs="Arial Unicode MS"/>
                <w:sz w:val="18"/>
                <w:szCs w:val="18"/>
              </w:rPr>
              <w:t>, os locais onde serão filmadas</w:t>
            </w:r>
            <w:r w:rsidR="00F74A7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proofErr w:type="spellStart"/>
            <w:r w:rsidR="00F74A7E">
              <w:rPr>
                <w:rFonts w:ascii="Verdana Pro Light" w:eastAsia="Arial Unicode MS" w:hAnsi="Verdana Pro Light" w:cs="Arial Unicode MS"/>
                <w:sz w:val="18"/>
                <w:szCs w:val="18"/>
              </w:rPr>
              <w:t>etc</w:t>
            </w:r>
            <w:proofErr w:type="spellEnd"/>
          </w:p>
          <w:p w14:paraId="6848468D" w14:textId="7A2D8804" w:rsidR="00273765" w:rsidRPr="00C90CC3" w:rsidRDefault="00273765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92A2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Em </w:t>
            </w:r>
            <w:r w:rsidR="00092A24" w:rsidRPr="00092A24">
              <w:rPr>
                <w:rFonts w:ascii="Verdana Pro Light" w:eastAsia="Arial Unicode MS" w:hAnsi="Verdana Pro Light" w:cs="Arial Unicode MS"/>
                <w:sz w:val="18"/>
                <w:szCs w:val="18"/>
              </w:rPr>
              <w:t>estúdio, organiz</w:t>
            </w:r>
            <w:r w:rsidR="00092A2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ar </w:t>
            </w:r>
            <w:r w:rsidR="00092A24" w:rsidRPr="00092A24">
              <w:rPr>
                <w:rFonts w:ascii="Verdana Pro Light" w:eastAsia="Arial Unicode MS" w:hAnsi="Verdana Pro Light" w:cs="Arial Unicode MS"/>
                <w:sz w:val="18"/>
                <w:szCs w:val="18"/>
              </w:rPr>
              <w:t>cenários, iluminação e adereços</w:t>
            </w:r>
            <w:r w:rsidR="00092A24">
              <w:rPr>
                <w:rFonts w:ascii="Verdana Pro Light" w:eastAsia="Arial Unicode MS" w:hAnsi="Verdana Pro Light" w:cs="Arial Unicode MS"/>
                <w:sz w:val="18"/>
                <w:szCs w:val="18"/>
              </w:rPr>
              <w:t>. Em</w:t>
            </w:r>
            <w:r w:rsidR="00092A24" w:rsidRPr="00092A2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reportagem, plan</w:t>
            </w:r>
            <w:r w:rsidR="00092A24">
              <w:rPr>
                <w:rFonts w:ascii="Verdana Pro Light" w:eastAsia="Arial Unicode MS" w:hAnsi="Verdana Pro Light" w:cs="Arial Unicode MS"/>
                <w:sz w:val="18"/>
                <w:szCs w:val="18"/>
              </w:rPr>
              <w:t>ear</w:t>
            </w:r>
            <w:r w:rsidR="00092A24" w:rsidRPr="00092A2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locais a visita</w:t>
            </w:r>
            <w:r w:rsidR="00092A24">
              <w:rPr>
                <w:rFonts w:ascii="Verdana Pro Light" w:eastAsia="Arial Unicode MS" w:hAnsi="Verdana Pro Light" w:cs="Arial Unicode MS"/>
                <w:sz w:val="18"/>
                <w:szCs w:val="18"/>
              </w:rPr>
              <w:t>r,</w:t>
            </w:r>
            <w:r w:rsidR="00092A24" w:rsidRPr="00092A2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entrevistas ou eventos</w:t>
            </w:r>
            <w:r w:rsidR="00092A2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</w:p>
          <w:p w14:paraId="37C78A41" w14:textId="505DD25A" w:rsidR="00273765" w:rsidRPr="00C90CC3" w:rsidRDefault="00273765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D6C3B">
              <w:rPr>
                <w:rFonts w:ascii="Verdana Pro Light" w:eastAsia="Arial Unicode MS" w:hAnsi="Verdana Pro Light" w:cs="Arial Unicode MS"/>
                <w:sz w:val="18"/>
                <w:szCs w:val="18"/>
              </w:rPr>
              <w:t>V</w:t>
            </w:r>
            <w:r w:rsidR="005D6C3B" w:rsidRPr="005D6C3B">
              <w:rPr>
                <w:rFonts w:ascii="Verdana Pro Light" w:eastAsia="Arial Unicode MS" w:hAnsi="Verdana Pro Light" w:cs="Arial Unicode MS"/>
                <w:sz w:val="18"/>
                <w:szCs w:val="18"/>
              </w:rPr>
              <w:t>erifi</w:t>
            </w:r>
            <w:r w:rsidR="005D6C3B">
              <w:rPr>
                <w:rFonts w:ascii="Verdana Pro Light" w:eastAsia="Arial Unicode MS" w:hAnsi="Verdana Pro Light" w:cs="Arial Unicode MS"/>
                <w:sz w:val="18"/>
                <w:szCs w:val="18"/>
              </w:rPr>
              <w:t>car</w:t>
            </w:r>
            <w:r w:rsidR="005D6C3B" w:rsidRPr="005D6C3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prepar</w:t>
            </w:r>
            <w:r w:rsidR="005D6C3B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5D6C3B" w:rsidRPr="005D6C3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equipamento necessário, incluindo </w:t>
            </w:r>
            <w:r w:rsidR="00DB76CA" w:rsidRPr="005D6C3B">
              <w:rPr>
                <w:rFonts w:ascii="Verdana Pro Light" w:eastAsia="Arial Unicode MS" w:hAnsi="Verdana Pro Light" w:cs="Arial Unicode MS"/>
                <w:sz w:val="18"/>
                <w:szCs w:val="18"/>
              </w:rPr>
              <w:t>câmaras</w:t>
            </w:r>
            <w:r w:rsidR="005D6C3B" w:rsidRPr="005D6C3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vídeo, microfones, tripés, iluminação e acessórios de gravação de áudio.</w:t>
            </w:r>
            <w:r w:rsidR="00DB76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Verificar baterias e cartões de memória</w:t>
            </w:r>
          </w:p>
          <w:p w14:paraId="7D0FC331" w14:textId="77777777" w:rsidR="00273765" w:rsidRPr="00C90CC3" w:rsidRDefault="00273765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C90CC3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regras de captação de imagem de acordo com o tipo de produção</w:t>
            </w:r>
          </w:p>
          <w:p w14:paraId="60C01800" w14:textId="3B58442B" w:rsidR="00273765" w:rsidRPr="00C90CC3" w:rsidRDefault="00273765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A16C3">
              <w:rPr>
                <w:rFonts w:ascii="Verdana Pro Light" w:eastAsia="Arial Unicode MS" w:hAnsi="Verdana Pro Light" w:cs="Arial Unicode MS"/>
                <w:sz w:val="18"/>
                <w:szCs w:val="18"/>
              </w:rPr>
              <w:t>Revisão e edição</w:t>
            </w:r>
          </w:p>
        </w:tc>
      </w:tr>
      <w:tr w:rsidR="00273765" w:rsidRPr="00136AD8" w14:paraId="72D7F8A6" w14:textId="77777777" w:rsidTr="007251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BB353B" w14:textId="77777777" w:rsidR="00273765" w:rsidRPr="001B353A" w:rsidRDefault="00273765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F5C05F" w14:textId="77777777" w:rsidR="00273765" w:rsidRPr="001B353A" w:rsidRDefault="00273765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5E1CF3B" w14:textId="77777777" w:rsidR="00273765" w:rsidRPr="001B353A" w:rsidRDefault="00273765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73765" w:rsidRPr="00136AD8" w14:paraId="3F11AA55" w14:textId="77777777" w:rsidTr="007251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4FB8C" w14:textId="79EE550C" w:rsidR="004541A7" w:rsidRDefault="004541A7" w:rsidP="004541A7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280" w:hanging="19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0F67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isão, objetivos e estilo da produção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26B0000" w14:textId="77777777" w:rsidR="00273765" w:rsidRPr="00BD48CC" w:rsidRDefault="00273765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BD48CC">
              <w:rPr>
                <w:rFonts w:ascii="Verdana Pro Light" w:hAnsi="Verdana Pro Light"/>
                <w:b/>
                <w:bCs/>
                <w:sz w:val="18"/>
                <w:szCs w:val="18"/>
              </w:rPr>
              <w:t>Captação de imagem em estúdio</w:t>
            </w:r>
          </w:p>
          <w:p w14:paraId="3DEBD80B" w14:textId="77777777" w:rsidR="00273765" w:rsidRPr="00C90CC3" w:rsidRDefault="00273765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Ligações e cablagem de imagem</w:t>
            </w:r>
          </w:p>
          <w:p w14:paraId="1BCBE1E2" w14:textId="77777777" w:rsidR="00273765" w:rsidRPr="00C90CC3" w:rsidRDefault="00273765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Equipa de captação de imagem</w:t>
            </w:r>
          </w:p>
          <w:p w14:paraId="77A5644E" w14:textId="77777777" w:rsidR="00273765" w:rsidRPr="00C90CC3" w:rsidRDefault="00273765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Planos e enquadramentos para programas de informação</w:t>
            </w:r>
          </w:p>
          <w:p w14:paraId="1F05EFEF" w14:textId="77777777" w:rsidR="00273765" w:rsidRPr="00C90CC3" w:rsidRDefault="00273765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Movimentos de câmara em estúdio</w:t>
            </w:r>
          </w:p>
          <w:p w14:paraId="41D2775F" w14:textId="77777777" w:rsidR="00273765" w:rsidRPr="00BD48CC" w:rsidRDefault="00273765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BD48CC">
              <w:rPr>
                <w:rFonts w:ascii="Verdana Pro Light" w:hAnsi="Verdana Pro Light"/>
                <w:b/>
                <w:bCs/>
                <w:sz w:val="18"/>
                <w:szCs w:val="18"/>
              </w:rPr>
              <w:t>Captação de imagem em reportagem</w:t>
            </w:r>
          </w:p>
          <w:p w14:paraId="423A3F4B" w14:textId="77777777" w:rsidR="00273765" w:rsidRPr="00C90CC3" w:rsidRDefault="00273765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Métodos operacionais em equipa</w:t>
            </w:r>
          </w:p>
          <w:p w14:paraId="4F9AFA89" w14:textId="77777777" w:rsidR="00273765" w:rsidRPr="00C90CC3" w:rsidRDefault="00273765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Produzir ensaios jornalísticos</w:t>
            </w:r>
          </w:p>
          <w:p w14:paraId="078A2EE4" w14:textId="77777777" w:rsidR="00273765" w:rsidRPr="00C90CC3" w:rsidRDefault="00273765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Enquadramento de repórteres nas passagens, aberturas e encerramentos</w:t>
            </w:r>
          </w:p>
          <w:p w14:paraId="5B35A17D" w14:textId="77777777" w:rsidR="00273765" w:rsidRPr="000F677A" w:rsidRDefault="00273765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Cenas de corte, contra plano, regra dos 180°</w:t>
            </w:r>
          </w:p>
          <w:p w14:paraId="33812F3F" w14:textId="77777777" w:rsidR="00273765" w:rsidRPr="000F677A" w:rsidRDefault="00273765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0F677A">
              <w:rPr>
                <w:rFonts w:ascii="Verdana Pro Light" w:hAnsi="Verdana Pro Light"/>
                <w:b/>
                <w:bCs/>
                <w:sz w:val="18"/>
                <w:szCs w:val="18"/>
              </w:rPr>
              <w:t>Captação de imagem em produções musicais</w:t>
            </w:r>
          </w:p>
          <w:p w14:paraId="7DFE60DF" w14:textId="77777777" w:rsidR="00273765" w:rsidRPr="000F677A" w:rsidRDefault="00273765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0F677A">
              <w:rPr>
                <w:rFonts w:ascii="Verdana Pro Light" w:hAnsi="Verdana Pro Light"/>
                <w:b/>
                <w:bCs/>
                <w:sz w:val="18"/>
                <w:szCs w:val="18"/>
              </w:rPr>
              <w:t>Captação de imagem de cenas de conflitos (guerras e “conflitos urbanos”)</w:t>
            </w:r>
          </w:p>
          <w:p w14:paraId="22D734D0" w14:textId="77777777" w:rsidR="00273765" w:rsidRPr="000F677A" w:rsidRDefault="00273765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0F677A">
              <w:rPr>
                <w:rFonts w:ascii="Verdana Pro Light" w:hAnsi="Verdana Pro Light"/>
                <w:b/>
                <w:bCs/>
                <w:sz w:val="18"/>
                <w:szCs w:val="18"/>
              </w:rPr>
              <w:lastRenderedPageBreak/>
              <w:t>Captação de imagem em produção publicitária e artística</w:t>
            </w:r>
          </w:p>
          <w:p w14:paraId="3511D552" w14:textId="77777777" w:rsidR="00273765" w:rsidRPr="00C90CC3" w:rsidRDefault="00273765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Métodos teóricos de produções de imagens publicitárias</w:t>
            </w:r>
          </w:p>
          <w:p w14:paraId="083188C1" w14:textId="77777777" w:rsidR="00273765" w:rsidRPr="00C90CC3" w:rsidRDefault="00273765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Comercias e institucionais</w:t>
            </w:r>
          </w:p>
          <w:p w14:paraId="6F57FF0B" w14:textId="77777777" w:rsidR="00273765" w:rsidRPr="00C90CC3" w:rsidRDefault="00273765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Shows (ao vivo e gravação de clipes)</w:t>
            </w:r>
          </w:p>
          <w:p w14:paraId="1DE04C46" w14:textId="77777777" w:rsidR="00273765" w:rsidRPr="000F677A" w:rsidRDefault="00273765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F677A">
              <w:rPr>
                <w:rFonts w:ascii="Verdana Pro Light" w:hAnsi="Verdana Pro Light"/>
                <w:b/>
                <w:bCs/>
                <w:sz w:val="18"/>
                <w:szCs w:val="18"/>
              </w:rPr>
              <w:t>Informações de técnicas específicas de linguagem e estrutura operacional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77028" w14:textId="48BCE97D" w:rsidR="004541A7" w:rsidRDefault="004541A7" w:rsidP="0072517D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280" w:hanging="19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</w:t>
            </w:r>
            <w:r w:rsidRPr="000F67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0F67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técnicas de captação de imagem de acordo com o contexto.</w:t>
            </w:r>
          </w:p>
          <w:p w14:paraId="264CA270" w14:textId="77777777" w:rsidR="00273765" w:rsidRDefault="00273765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0F67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onfigura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</w:t>
            </w:r>
            <w:r w:rsidRPr="000F67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câmara, incluindo abertura, velocidade do obturador, ISO e balanço de brancos, para otimizar a qualidade da imagem.</w:t>
            </w:r>
          </w:p>
          <w:p w14:paraId="650059E8" w14:textId="77777777" w:rsidR="00273765" w:rsidRDefault="00273765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381F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justar as técnicas de captação para atender à estética visual desejada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9861476" w14:textId="77777777" w:rsidR="00273765" w:rsidRDefault="00273765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381F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scolhe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</w:t>
            </w:r>
            <w:r w:rsidRPr="00381F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mais apropriado tipo de câmara, lente, suporte e outros equipamentos, para cada tipo de produção.</w:t>
            </w:r>
          </w:p>
          <w:p w14:paraId="07CBE463" w14:textId="77777777" w:rsidR="00273765" w:rsidRDefault="00273765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381F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elecionar os enquadramentos adequados para transmitir eficazmente a narrativa da produção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405648F" w14:textId="77777777" w:rsidR="00273765" w:rsidRDefault="00273765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381F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técnicas específicas a cada um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dos géneros de audiovisual</w:t>
            </w:r>
            <w:r w:rsidRPr="00381F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2737C26" w14:textId="77777777" w:rsidR="00092A24" w:rsidRDefault="00273765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381F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valiar os ambientes de gravação, adaptando a captação</w:t>
            </w:r>
          </w:p>
          <w:p w14:paraId="4DEF9D70" w14:textId="6C4732C4" w:rsidR="00273765" w:rsidRDefault="00092A24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0CC3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Aplicar técnicas captação de imagem de acordo com o tipo de produção.</w:t>
            </w:r>
            <w:r w:rsidR="00273765" w:rsidRPr="00381F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imagem de acordo com as condições de luz</w:t>
            </w:r>
            <w:r w:rsidR="002737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C77A335" w14:textId="12562FB0" w:rsidR="00273765" w:rsidRPr="00057283" w:rsidRDefault="004541A7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="00273765" w:rsidRPr="00381F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movimentos de câmara criativos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D1A13" w14:textId="77777777" w:rsidR="00273765" w:rsidRPr="0020338E" w:rsidRDefault="00273765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359DFB15" w14:textId="77777777" w:rsidR="00273765" w:rsidRPr="0020338E" w:rsidRDefault="00273765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08B6269B" w14:textId="77777777" w:rsidR="00273765" w:rsidRPr="0020338E" w:rsidRDefault="00273765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4EF3B0D8" w14:textId="77777777" w:rsidR="00273765" w:rsidRPr="0020338E" w:rsidRDefault="00273765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75D43292" w14:textId="77777777" w:rsidR="00273765" w:rsidRPr="0020338E" w:rsidRDefault="00273765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68A4FEA7" w14:textId="77777777" w:rsidR="00273765" w:rsidRPr="0020338E" w:rsidRDefault="00273765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1CCA3100" w14:textId="77777777" w:rsidR="00273765" w:rsidRPr="0020338E" w:rsidRDefault="00273765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13C688CC" w14:textId="77777777" w:rsidR="00273765" w:rsidRPr="0020338E" w:rsidRDefault="00273765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427AABA3" w14:textId="77777777" w:rsidR="00273765" w:rsidRPr="0020338E" w:rsidRDefault="00273765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77176886" w14:textId="77777777" w:rsidR="00273765" w:rsidRDefault="00273765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11D47D" w14:textId="77777777" w:rsidR="00273765" w:rsidRPr="00057283" w:rsidRDefault="00273765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3C06070" w14:textId="77777777" w:rsidR="00273765" w:rsidRDefault="00273765" w:rsidP="0027376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6406F32" w14:textId="77777777" w:rsidR="00273765" w:rsidRDefault="00273765" w:rsidP="0027376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0F6A816" w14:textId="77777777" w:rsidR="00273765" w:rsidRPr="00F87025" w:rsidRDefault="00273765" w:rsidP="0027376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19AFC14" w14:textId="77777777" w:rsidR="00273765" w:rsidRPr="00F20E6F" w:rsidRDefault="00273765" w:rsidP="0027376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90CC3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Aplicar as técnicas e regras de captação de imagem de acordo com o tipo de produção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1C56BED" w14:textId="77777777" w:rsidR="00273765" w:rsidRPr="00564406" w:rsidRDefault="00273765" w:rsidP="00273765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</w:t>
      </w:r>
      <w:r w:rsidRPr="00381F4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aptur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Pr="00381F4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visão e estilo visual desejados para a produção, mantendo a fidelidade ao conceito original.</w:t>
      </w:r>
    </w:p>
    <w:p w14:paraId="5DCA22B6" w14:textId="77777777" w:rsidR="00273765" w:rsidRPr="00564406" w:rsidRDefault="00273765" w:rsidP="00273765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E96A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E96A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consistência nas escolhas estilísticas ao longo da produção, garantindo que a captação de imagem contribua para a coesão visual.</w:t>
      </w:r>
    </w:p>
    <w:p w14:paraId="2EA28220" w14:textId="77777777" w:rsidR="00273765" w:rsidRPr="00564406" w:rsidRDefault="00273765" w:rsidP="00273765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E96A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dapta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96A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técnicas de captação de imagem de acordo com o g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é</w:t>
      </w:r>
      <w:r w:rsidRPr="00E96A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nero específico da produção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B66CF95" w14:textId="77777777" w:rsidR="00273765" w:rsidRDefault="00273765" w:rsidP="00273765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Pr="00E96A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96A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qualidade técnica da imagem, considerando critérios como foco, exposição adequada, balanço de brancos e ausência de artefactos indesejados.</w:t>
      </w:r>
    </w:p>
    <w:p w14:paraId="22364552" w14:textId="77777777" w:rsidR="00273765" w:rsidRDefault="00273765" w:rsidP="00273765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E96A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96A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técnicas inovadoras e criativas, adicionando elementos visuais únicos e interessantes à produção.</w:t>
      </w:r>
    </w:p>
    <w:p w14:paraId="170E2B7D" w14:textId="77777777" w:rsidR="00273765" w:rsidRDefault="00273765" w:rsidP="00273765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6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  <w:r w:rsidRPr="00E96A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upera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96A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desafios técnicos que surgem durante a captação, demonstrando capacidade de resolução de problemas em tempo real.</w:t>
      </w:r>
    </w:p>
    <w:p w14:paraId="15A725F1" w14:textId="77777777" w:rsidR="00273765" w:rsidRPr="00136AD8" w:rsidRDefault="00273765" w:rsidP="0027376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67459F" w14:textId="77777777" w:rsidR="00273765" w:rsidRPr="00F87025" w:rsidRDefault="00273765" w:rsidP="0027376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CE6D202" w14:textId="77777777" w:rsidR="00273765" w:rsidRDefault="00273765" w:rsidP="0027376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7E136A1E" w14:textId="77777777" w:rsidR="00273765" w:rsidRPr="008047E3" w:rsidRDefault="00273765" w:rsidP="0027376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49DB0778" w14:textId="77777777" w:rsidR="00273765" w:rsidRPr="00984B30" w:rsidRDefault="00273765" w:rsidP="0027376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Salas de Espetáculo</w:t>
      </w:r>
    </w:p>
    <w:p w14:paraId="72BA691F" w14:textId="77777777" w:rsidR="00273765" w:rsidRPr="00984B30" w:rsidRDefault="00273765" w:rsidP="0027376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45FC4FE" w14:textId="77777777" w:rsidR="00273765" w:rsidRPr="00051C79" w:rsidRDefault="00273765" w:rsidP="0027376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15327F" w14:textId="77777777" w:rsidR="00273765" w:rsidRPr="00F87025" w:rsidRDefault="00273765" w:rsidP="0027376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D3EED1B" w14:textId="77777777" w:rsidR="00273765" w:rsidRDefault="00273765" w:rsidP="0027376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ligação à internet</w:t>
      </w:r>
    </w:p>
    <w:p w14:paraId="521AFCC6" w14:textId="77777777" w:rsidR="00273765" w:rsidRPr="00564406" w:rsidRDefault="00273765" w:rsidP="0027376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iluminação</w:t>
      </w:r>
    </w:p>
    <w:p w14:paraId="70601B35" w14:textId="77777777" w:rsidR="00273765" w:rsidRPr="00564406" w:rsidRDefault="00273765" w:rsidP="0027376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Câmaras de vídeo.</w:t>
      </w:r>
    </w:p>
    <w:p w14:paraId="3200B3F2" w14:textId="77777777" w:rsidR="00273765" w:rsidRDefault="00273765" w:rsidP="0027376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0040FC6" w14:textId="77777777" w:rsidR="00273765" w:rsidRPr="00501DC8" w:rsidRDefault="00273765" w:rsidP="0027376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6DDF600" w14:textId="77777777" w:rsidR="00273765" w:rsidRPr="00051C79" w:rsidRDefault="00273765" w:rsidP="0027376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331406" w14:textId="77777777" w:rsidR="00273765" w:rsidRPr="00F87025" w:rsidRDefault="00273765" w:rsidP="0027376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E940299" w14:textId="77777777" w:rsidR="00273765" w:rsidRPr="00051C79" w:rsidRDefault="00273765" w:rsidP="0027376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F3467F1" w14:textId="77777777" w:rsidR="00273765" w:rsidRPr="00051C79" w:rsidRDefault="00273765" w:rsidP="0027376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8489E1" w14:textId="77777777" w:rsidR="00273765" w:rsidRPr="00051C79" w:rsidRDefault="00273765" w:rsidP="0027376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D033A4" w14:textId="665AC8CB" w:rsidR="003E20BA" w:rsidRDefault="00273765" w:rsidP="003E20B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E20BA" w:rsidRPr="00136AD8" w14:paraId="1A3B89EB" w14:textId="77777777" w:rsidTr="009277C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15A0D12" w14:textId="09CB6076" w:rsidR="003E20BA" w:rsidRPr="00136AD8" w:rsidRDefault="003E20BA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EF611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="00B2596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B2596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6B433FF" w14:textId="77777777" w:rsidR="003E20BA" w:rsidRPr="009C256C" w:rsidRDefault="003E20BA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3" w:name="_Hlk155900521"/>
            <w:r w:rsidRPr="00F27BE4">
              <w:t>Efetuar fotografia digital em ambientes exteriores e interiores.</w:t>
            </w:r>
            <w:bookmarkEnd w:id="3"/>
          </w:p>
        </w:tc>
      </w:tr>
      <w:tr w:rsidR="003E20BA" w:rsidRPr="00136AD8" w14:paraId="2447CC49" w14:textId="77777777" w:rsidTr="009277C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926AC66" w14:textId="3F725B91" w:rsidR="003E20BA" w:rsidRPr="00136AD8" w:rsidRDefault="003E20BA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B25962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BB0AF74" w14:textId="77777777" w:rsidR="003E20BA" w:rsidRPr="00136AD8" w:rsidRDefault="00427855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427855">
              <w:rPr>
                <w:rFonts w:ascii="Verdana Pro Light" w:eastAsia="Arial Unicode MS" w:hAnsi="Verdana Pro Light" w:cs="Times New Roman"/>
                <w:sz w:val="18"/>
                <w:szCs w:val="18"/>
              </w:rPr>
              <w:t>Fotografia digital</w:t>
            </w:r>
          </w:p>
        </w:tc>
      </w:tr>
    </w:tbl>
    <w:p w14:paraId="7174C982" w14:textId="77777777" w:rsidR="003E20BA" w:rsidRPr="00136AD8" w:rsidRDefault="003E20BA" w:rsidP="003E20B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8637AE3" w14:textId="36581A83" w:rsidR="003E20BA" w:rsidRDefault="003E20BA" w:rsidP="003E20B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3D82EA6" w14:textId="65CF622D" w:rsidR="004541A7" w:rsidRDefault="004541A7" w:rsidP="004541A7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0B6E1748" w14:textId="77777777" w:rsidR="003E20BA" w:rsidRPr="00136AD8" w:rsidRDefault="003E20BA" w:rsidP="003E20B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E20BA" w:rsidRPr="00136AD8" w14:paraId="5955E8A2" w14:textId="77777777" w:rsidTr="009277C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7FDD35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E20BA" w:rsidRPr="00136AD8" w14:paraId="4C8DE40F" w14:textId="77777777" w:rsidTr="009277C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1D5B51" w14:textId="3AE86995" w:rsidR="009D2D99" w:rsidRPr="00050DCD" w:rsidRDefault="00EF611B" w:rsidP="009D2D99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4541A7"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D2D9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Avaliar as condições e planear a sessão fotográfica </w:t>
            </w:r>
          </w:p>
          <w:p w14:paraId="0B70AA78" w14:textId="108D6F7D" w:rsidR="00050DCD" w:rsidRPr="00050DCD" w:rsidRDefault="00EF611B" w:rsidP="00EF611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13C2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Escolher os ângulos, os elementos </w:t>
            </w:r>
            <w:r w:rsidR="00582120" w:rsidRPr="00582120">
              <w:rPr>
                <w:rFonts w:ascii="Verdana Pro Light" w:eastAsia="Arial Unicode MS" w:hAnsi="Verdana Pro Light" w:cs="Arial Unicode MS"/>
                <w:sz w:val="18"/>
                <w:szCs w:val="18"/>
              </w:rPr>
              <w:t>mais interessantes do ambiente</w:t>
            </w:r>
            <w:r w:rsidR="0058212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aplicar a regra dos terços </w:t>
            </w:r>
          </w:p>
          <w:p w14:paraId="7C486C45" w14:textId="45BA9400" w:rsidR="00050DCD" w:rsidRPr="00050DCD" w:rsidRDefault="00EF611B" w:rsidP="00EF611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D7054" w:rsidRPr="008D7054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Configur</w:t>
            </w:r>
            <w:r w:rsidR="008D7054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8D7054" w:rsidRPr="008D705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ajustes da </w:t>
            </w:r>
            <w:r w:rsidR="00135D17" w:rsidRPr="008D7054">
              <w:rPr>
                <w:rFonts w:ascii="Verdana Pro Light" w:eastAsia="Arial Unicode MS" w:hAnsi="Verdana Pro Light" w:cs="Arial Unicode MS"/>
                <w:sz w:val="18"/>
                <w:szCs w:val="18"/>
              </w:rPr>
              <w:t>câmara</w:t>
            </w:r>
            <w:r w:rsidR="008D7054" w:rsidRPr="008D705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acordo com as condições de iluminação e o efeito desejado</w:t>
            </w:r>
            <w:r w:rsidR="008D7054">
              <w:rPr>
                <w:rFonts w:ascii="Verdana Pro Light" w:eastAsia="Arial Unicode MS" w:hAnsi="Verdana Pro Light" w:cs="Arial Unicode MS"/>
                <w:sz w:val="18"/>
                <w:szCs w:val="18"/>
              </w:rPr>
              <w:t>: ajustar</w:t>
            </w:r>
            <w:r w:rsidR="008D7054" w:rsidRPr="008D705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abertura do diafragma, velocidade do obturador, ISO e balanço de branco.</w:t>
            </w:r>
          </w:p>
          <w:p w14:paraId="016E997E" w14:textId="5449F229" w:rsidR="00050DCD" w:rsidRPr="00050DCD" w:rsidRDefault="00EF611B" w:rsidP="00EF611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 w:rsidR="004541A7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B33DC">
              <w:rPr>
                <w:rFonts w:ascii="Verdana Pro Light" w:eastAsia="Arial Unicode MS" w:hAnsi="Verdana Pro Light" w:cs="Arial Unicode MS"/>
                <w:sz w:val="18"/>
                <w:szCs w:val="18"/>
              </w:rPr>
              <w:t>Capturar a imagem</w:t>
            </w:r>
          </w:p>
          <w:p w14:paraId="12B533B8" w14:textId="75E70515" w:rsidR="003E20BA" w:rsidRPr="00C877D7" w:rsidRDefault="00EF611B" w:rsidP="00C877D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62F59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662F59" w:rsidRPr="00662F59">
              <w:rPr>
                <w:rFonts w:ascii="Verdana Pro Light" w:eastAsia="Arial Unicode MS" w:hAnsi="Verdana Pro Light" w:cs="Arial Unicode MS"/>
                <w:sz w:val="18"/>
                <w:szCs w:val="18"/>
              </w:rPr>
              <w:t>just</w:t>
            </w:r>
            <w:r w:rsidR="00662F59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662F59" w:rsidRPr="00662F5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662F59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662F59" w:rsidRPr="00662F5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exposição, contraste, saturação de cores, nitidez e corr</w:t>
            </w:r>
            <w:r w:rsidR="00662F5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igir </w:t>
            </w:r>
            <w:r w:rsidR="00662F59" w:rsidRPr="00662F59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distorções.</w:t>
            </w:r>
          </w:p>
        </w:tc>
      </w:tr>
      <w:tr w:rsidR="003E20BA" w:rsidRPr="00136AD8" w14:paraId="55810C30" w14:textId="77777777" w:rsidTr="009277C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72FD35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68D60A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8E7F3CE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E20BA" w:rsidRPr="00EF611B" w14:paraId="741B1962" w14:textId="77777777" w:rsidTr="009277C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D6BEC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Princípios básicos da produção fotográfica e o uso dos equipamentos fotográficos digitais</w:t>
            </w:r>
          </w:p>
          <w:p w14:paraId="47E21872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Valores expressivos da imagem – estética e sentido crítico</w:t>
            </w:r>
          </w:p>
          <w:p w14:paraId="47D0B3D7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Fotografia digital</w:t>
            </w:r>
          </w:p>
          <w:p w14:paraId="2C90248F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Breve história da fotografia</w:t>
            </w:r>
          </w:p>
          <w:p w14:paraId="30D7598B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 digital – o passado e o futuro</w:t>
            </w:r>
          </w:p>
          <w:p w14:paraId="5092E9EF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Terminologia</w:t>
            </w:r>
          </w:p>
          <w:p w14:paraId="2F2557C2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Câmaras e imagens digitais</w:t>
            </w:r>
          </w:p>
          <w:p w14:paraId="46A47076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digitais</w:t>
            </w:r>
          </w:p>
          <w:p w14:paraId="2D7B478B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Controlos da câmara</w:t>
            </w:r>
          </w:p>
          <w:p w14:paraId="6D746FD1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Enquadramento de Imagens</w:t>
            </w:r>
          </w:p>
          <w:p w14:paraId="26F29A57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Captação de Imagens</w:t>
            </w:r>
          </w:p>
          <w:p w14:paraId="4417C75C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 contínua</w:t>
            </w:r>
          </w:p>
          <w:p w14:paraId="5F47E066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 de reprodução</w:t>
            </w:r>
          </w:p>
          <w:p w14:paraId="637889EF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Sensores de Imagem - introdução</w:t>
            </w:r>
          </w:p>
          <w:p w14:paraId="225090B5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Exposição e controlo</w:t>
            </w:r>
          </w:p>
          <w:p w14:paraId="07CC4567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Controlos de exposição – o obturador e a abertura</w:t>
            </w:r>
          </w:p>
          <w:p w14:paraId="428F2522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de exposição</w:t>
            </w:r>
          </w:p>
          <w:p w14:paraId="08906358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de cena</w:t>
            </w:r>
          </w:p>
          <w:p w14:paraId="263FE037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Velocidade do obturador e abertura</w:t>
            </w:r>
          </w:p>
          <w:p w14:paraId="7B896F20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 de exposição</w:t>
            </w:r>
          </w:p>
          <w:p w14:paraId="627913F6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Fotómetro</w:t>
            </w:r>
          </w:p>
          <w:p w14:paraId="59FFAF97" w14:textId="77777777" w:rsidR="00EF611B" w:rsidRPr="00EF611B" w:rsidRDefault="00EF611B" w:rsidP="00EF611B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000AEC" w14:textId="77777777" w:rsidR="00EF611B" w:rsidRPr="00EF611B" w:rsidRDefault="00EF611B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Nitidez</w:t>
            </w:r>
          </w:p>
          <w:p w14:paraId="39AFDC1F" w14:textId="77777777" w:rsidR="00EF611B" w:rsidRPr="00EF611B" w:rsidRDefault="00EF611B" w:rsidP="0042785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Estabilização de imagem</w:t>
            </w:r>
          </w:p>
          <w:p w14:paraId="2A9C69AE" w14:textId="77777777" w:rsidR="00EF611B" w:rsidRPr="00EF611B" w:rsidRDefault="00EF611B" w:rsidP="0042785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(ISO</w:t>
            </w:r>
          </w:p>
          <w:p w14:paraId="4D8EF893" w14:textId="77777777" w:rsidR="00EF611B" w:rsidRPr="00EF611B" w:rsidRDefault="00EF611B" w:rsidP="0042785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Focagem</w:t>
            </w:r>
          </w:p>
          <w:p w14:paraId="00E2FA5F" w14:textId="77777777" w:rsidR="00EF611B" w:rsidRPr="00EF611B" w:rsidRDefault="00EF611B" w:rsidP="0042785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Profundidade de campo</w:t>
            </w:r>
          </w:p>
          <w:p w14:paraId="1EABAF42" w14:textId="77777777" w:rsidR="00EF611B" w:rsidRPr="00EF611B" w:rsidRDefault="00EF611B" w:rsidP="0042785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Captar a expressão do movimento</w:t>
            </w:r>
          </w:p>
          <w:p w14:paraId="3B6F38EA" w14:textId="77777777" w:rsidR="00EF611B" w:rsidRPr="00427855" w:rsidRDefault="00EF611B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Dispositivos de armazenamento da câmara</w:t>
            </w:r>
          </w:p>
          <w:p w14:paraId="34E7485B" w14:textId="77777777" w:rsidR="00EF611B" w:rsidRPr="00EF611B" w:rsidRDefault="00EF611B" w:rsidP="0042785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Armazenamento das imagens na câmara e no computador</w:t>
            </w:r>
          </w:p>
          <w:p w14:paraId="27CF970A" w14:textId="77777777" w:rsidR="00EF611B" w:rsidRPr="00EF611B" w:rsidRDefault="00EF611B" w:rsidP="0042785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de imagem</w:t>
            </w:r>
          </w:p>
          <w:p w14:paraId="61E21526" w14:textId="77777777" w:rsidR="00EF611B" w:rsidRPr="00EF611B" w:rsidRDefault="00EF611B" w:rsidP="0042785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Transferência de imagens</w:t>
            </w:r>
          </w:p>
          <w:p w14:paraId="39524DB0" w14:textId="77777777" w:rsidR="00EF611B" w:rsidRPr="00EF611B" w:rsidRDefault="00EF611B" w:rsidP="0042785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dos ficheiros de imagem</w:t>
            </w:r>
          </w:p>
          <w:p w14:paraId="257B2E95" w14:textId="77777777" w:rsidR="00EF611B" w:rsidRPr="00427855" w:rsidRDefault="00EF611B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</w:t>
            </w:r>
          </w:p>
          <w:p w14:paraId="01B6D536" w14:textId="77777777" w:rsidR="00EF611B" w:rsidRPr="00EF611B" w:rsidRDefault="00EF611B" w:rsidP="0042785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Balanço de brancos</w:t>
            </w:r>
          </w:p>
          <w:p w14:paraId="5E1E2C3E" w14:textId="77777777" w:rsidR="00EF611B" w:rsidRPr="00EF611B" w:rsidRDefault="00EF611B" w:rsidP="0042785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cor</w:t>
            </w:r>
          </w:p>
          <w:p w14:paraId="46942622" w14:textId="77777777" w:rsidR="00EF611B" w:rsidRPr="00EF611B" w:rsidRDefault="00EF611B" w:rsidP="0042785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Reenquadramento</w:t>
            </w:r>
          </w:p>
          <w:p w14:paraId="3C87CE81" w14:textId="77777777" w:rsidR="00EF611B" w:rsidRPr="00EF611B" w:rsidRDefault="00EF611B" w:rsidP="0042785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e correção de cor</w:t>
            </w:r>
          </w:p>
          <w:p w14:paraId="4109F0C6" w14:textId="77777777" w:rsidR="00EF611B" w:rsidRPr="00EF611B" w:rsidRDefault="00EF611B" w:rsidP="0042785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correção localizada</w:t>
            </w:r>
          </w:p>
          <w:p w14:paraId="3566A177" w14:textId="77777777" w:rsidR="00EF611B" w:rsidRPr="00EF611B" w:rsidRDefault="00EF611B" w:rsidP="0042785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</w:t>
            </w:r>
          </w:p>
          <w:p w14:paraId="3D4D1B49" w14:textId="77777777" w:rsidR="003E20BA" w:rsidRPr="001B353A" w:rsidRDefault="00EF611B" w:rsidP="00427855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Filtros de gradação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C9D2E" w14:textId="77777777" w:rsidR="00A23174" w:rsidRPr="002C18A9" w:rsidRDefault="00A23174" w:rsidP="00A2317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Interpretar as instruções de funcionamento dos equipamentos de captura de imagem</w:t>
            </w:r>
          </w:p>
          <w:p w14:paraId="2EC6C980" w14:textId="77777777" w:rsidR="00A23174" w:rsidRPr="002C18A9" w:rsidRDefault="00A23174" w:rsidP="00A2317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as funções dos dispositivos de captura de imagem</w:t>
            </w:r>
          </w:p>
          <w:p w14:paraId="1B2CFA89" w14:textId="77777777" w:rsidR="00A23174" w:rsidRPr="002C18A9" w:rsidRDefault="00A23174" w:rsidP="00A2317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e utilizar as funcionalidades do software de edição de imagens</w:t>
            </w:r>
          </w:p>
          <w:p w14:paraId="279414BD" w14:textId="77777777" w:rsidR="00A23174" w:rsidRPr="002C18A9" w:rsidRDefault="00A23174" w:rsidP="00A2317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procedimentos de captação de imagem</w:t>
            </w:r>
          </w:p>
          <w:p w14:paraId="76EC6E9F" w14:textId="77777777" w:rsidR="00A23174" w:rsidRPr="002C18A9" w:rsidRDefault="00A23174" w:rsidP="00A2317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procedimentos de tratamento de imagem</w:t>
            </w:r>
          </w:p>
          <w:p w14:paraId="675CD367" w14:textId="77777777" w:rsidR="00A23174" w:rsidRDefault="00A23174" w:rsidP="00A23174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enquadramento</w:t>
            </w:r>
          </w:p>
          <w:p w14:paraId="6F270A2E" w14:textId="1B2AB1C8" w:rsidR="003E20BA" w:rsidRDefault="00B9776D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</w:t>
            </w:r>
            <w:r w:rsidRPr="00050DC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valores expressivos da imagem através da estética e sentido crítico.</w:t>
            </w:r>
          </w:p>
          <w:p w14:paraId="766A534E" w14:textId="77777777" w:rsidR="00B9776D" w:rsidRDefault="00B9776D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DCD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 terminologia adequada ao domínio da fotografia digital.</w:t>
            </w:r>
          </w:p>
          <w:p w14:paraId="326827AB" w14:textId="77777777" w:rsidR="00B9776D" w:rsidRDefault="00B9776D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Escolher</w:t>
            </w:r>
            <w:r w:rsidRPr="00050DC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</w:t>
            </w:r>
            <w:r w:rsidRPr="00050DCD">
              <w:rPr>
                <w:rFonts w:ascii="Verdana Pro Light" w:eastAsia="Arial Unicode MS" w:hAnsi="Verdana Pro Light" w:cs="Arial Unicode MS"/>
                <w:sz w:val="18"/>
                <w:szCs w:val="18"/>
              </w:rPr>
              <w:t>câmara digita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l </w:t>
            </w:r>
          </w:p>
          <w:p w14:paraId="1CCA35DB" w14:textId="77777777" w:rsidR="003E20BA" w:rsidRDefault="00B9776D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Captar </w:t>
            </w:r>
            <w:r w:rsidRPr="00050DCD">
              <w:rPr>
                <w:rFonts w:ascii="Verdana Pro Light" w:eastAsia="Arial Unicode MS" w:hAnsi="Verdana Pro Light" w:cs="Arial Unicode MS"/>
                <w:sz w:val="18"/>
                <w:szCs w:val="18"/>
              </w:rPr>
              <w:t>fotografia digital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em interior e </w:t>
            </w:r>
            <w:proofErr w:type="gram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exterior</w:t>
            </w:r>
            <w:r w:rsidRPr="00050DCD">
              <w:rPr>
                <w:rFonts w:ascii="Verdana Pro Light" w:eastAsia="Arial Unicode MS" w:hAnsi="Verdana Pro Light" w:cs="Arial Unicode MS"/>
                <w:sz w:val="18"/>
                <w:szCs w:val="18"/>
              </w:rPr>
              <w:t>..</w:t>
            </w:r>
            <w:proofErr w:type="gramEnd"/>
          </w:p>
          <w:p w14:paraId="2C29142A" w14:textId="77777777" w:rsidR="00C13128" w:rsidRDefault="00B9776D" w:rsidP="00C1312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DCD">
              <w:rPr>
                <w:rFonts w:ascii="Verdana Pro Light" w:eastAsia="Arial Unicode MS" w:hAnsi="Verdana Pro Light" w:cs="Arial Unicode MS"/>
                <w:sz w:val="18"/>
                <w:szCs w:val="18"/>
              </w:rPr>
              <w:t>Editar fotografias digitais</w:t>
            </w:r>
          </w:p>
          <w:p w14:paraId="02FB6C08" w14:textId="77777777" w:rsidR="00C13128" w:rsidRDefault="00C13128" w:rsidP="00C1312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1312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 regra dos terços, dividindo a imagem em </w:t>
            </w:r>
            <w:proofErr w:type="gramStart"/>
            <w:r w:rsidRPr="00C1312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terços horizontal</w:t>
            </w:r>
            <w:proofErr w:type="gramEnd"/>
            <w:r w:rsidRPr="00C1312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verticalmente para posicionar elementos chave e criar composições visualmente atraentes.</w:t>
            </w:r>
          </w:p>
          <w:p w14:paraId="16F80511" w14:textId="2079FD69" w:rsidR="00C13128" w:rsidRPr="00C13128" w:rsidRDefault="00C13128" w:rsidP="00C1312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1312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Escolher o enquadramento adequado para destacar o objeto principal.</w:t>
            </w:r>
          </w:p>
          <w:p w14:paraId="47BE78E7" w14:textId="1480CF67" w:rsidR="00C13128" w:rsidRPr="00057283" w:rsidRDefault="00C13128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108DC" w14:textId="77777777" w:rsidR="00EE4162" w:rsidRPr="00EF611B" w:rsidRDefault="00EE4162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012DE30D" w14:textId="77777777" w:rsidR="00EE4162" w:rsidRPr="00EF611B" w:rsidRDefault="00EE4162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86C1867" w14:textId="77777777" w:rsidR="00EE4162" w:rsidRPr="00EF611B" w:rsidRDefault="00EE4162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45F1077A" w14:textId="77777777" w:rsidR="00EE4162" w:rsidRPr="00EF611B" w:rsidRDefault="00EE4162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4AB8B361" w14:textId="77777777" w:rsidR="00EE4162" w:rsidRPr="00EF611B" w:rsidRDefault="00EE4162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2AC664D5" w14:textId="77777777" w:rsidR="00EE4162" w:rsidRPr="00EF611B" w:rsidRDefault="00EE4162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18171BFE" w14:textId="77777777" w:rsidR="00EE4162" w:rsidRPr="00EF611B" w:rsidRDefault="00EE4162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999A63B" w14:textId="77777777" w:rsidR="00EE4162" w:rsidRPr="00EF611B" w:rsidRDefault="00EE4162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268AFFCD" w14:textId="77777777" w:rsidR="00EE4162" w:rsidRPr="00EF611B" w:rsidRDefault="00EE4162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F61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3D841132" w14:textId="77777777" w:rsidR="003E20BA" w:rsidRDefault="003E20BA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948E13" w14:textId="77777777" w:rsidR="003E20BA" w:rsidRPr="00057283" w:rsidRDefault="003E20BA" w:rsidP="00EF61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EA9C46E" w14:textId="77777777" w:rsidR="003E20BA" w:rsidRPr="00EF611B" w:rsidRDefault="003E20BA" w:rsidP="00EF611B">
      <w:pPr>
        <w:pStyle w:val="PargrafodaLista"/>
        <w:numPr>
          <w:ilvl w:val="0"/>
          <w:numId w:val="4"/>
        </w:numPr>
        <w:spacing w:before="120" w:after="0" w:line="276" w:lineRule="auto"/>
        <w:ind w:left="215" w:hanging="213"/>
        <w:contextualSpacing w:val="0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</w:p>
    <w:p w14:paraId="61E1854D" w14:textId="77777777" w:rsidR="003E20BA" w:rsidRDefault="003E20BA" w:rsidP="003E20B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3C3D6E8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B184665" w14:textId="77777777" w:rsidR="003E20BA" w:rsidRPr="00F20E6F" w:rsidRDefault="00427855" w:rsidP="003E20BA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27855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Efetuar fotografia digital em ambientes exteriores e interiores</w:t>
      </w:r>
      <w:r w:rsidR="003E20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D514870" w14:textId="77777777" w:rsidR="003E20BA" w:rsidRPr="00564406" w:rsidRDefault="003E20BA" w:rsidP="003E20B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="00A23174"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justa</w:t>
      </w:r>
      <w:r w:rsid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A23174"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configurações da câmara para garantir uma exposição adequada, evitando áreas muito escuras (subexposição) ou muito claras (superexposição).</w:t>
      </w:r>
    </w:p>
    <w:p w14:paraId="1254CFED" w14:textId="77777777" w:rsidR="003E20BA" w:rsidRPr="00564406" w:rsidRDefault="003E20BA" w:rsidP="003E20B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="00A23174"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proveita</w:t>
      </w:r>
      <w:r w:rsid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A23174"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luz natural de forma eficiente, considerando a direção, intensidade e temperatura de cor da luz solar.</w:t>
      </w:r>
    </w:p>
    <w:p w14:paraId="5AB96567" w14:textId="77777777" w:rsidR="003E20BA" w:rsidRPr="00564406" w:rsidRDefault="003E20BA" w:rsidP="003E20B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 w:rsid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Compondo</w:t>
      </w:r>
      <w:r w:rsidR="00A23174"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imagens de maneira criativa, considerando elementos como linhas, formas, texturas e padrões presentes no ambiente exterior.</w:t>
      </w:r>
    </w:p>
    <w:p w14:paraId="15740400" w14:textId="77777777" w:rsidR="003E20BA" w:rsidRDefault="003E20BA" w:rsidP="003E20B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</w:t>
      </w:r>
      <w:r w:rsidR="00A23174"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aranti</w:t>
      </w:r>
      <w:r w:rsid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A23174"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nitidez nos elementos principais da cena, utilizando técnicas como foco.</w:t>
      </w:r>
    </w:p>
    <w:p w14:paraId="1ECA36D7" w14:textId="77777777" w:rsidR="00A23174" w:rsidRDefault="00A23174" w:rsidP="00A23174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</w:t>
      </w:r>
      <w:r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ida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áreas de sombra e realce, evitando perda de detalhes importantes nas partes escuras ou claras da imagem.</w:t>
      </w:r>
    </w:p>
    <w:p w14:paraId="4EA68A7B" w14:textId="77777777" w:rsidR="00A23174" w:rsidRDefault="00A23174" w:rsidP="00A23174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6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="00A02F1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</w:t>
      </w:r>
      <w:r w:rsidR="00A02F11" w:rsidRPr="00A02F1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rabalha</w:t>
      </w:r>
      <w:r w:rsidR="00A02F1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A02F11" w:rsidRPr="00A02F1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diferentes fontes de iluminação artificial presente no ambiente interior</w:t>
      </w:r>
      <w:r w:rsidRPr="00A2317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61B693F" w14:textId="77777777" w:rsidR="00A23174" w:rsidRPr="00136AD8" w:rsidRDefault="00A23174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A18A8D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44D15F3" w14:textId="77777777" w:rsidR="00DD403C" w:rsidRDefault="00DD403C" w:rsidP="00DD403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1C4FACC6" w14:textId="77777777" w:rsidR="00DD403C" w:rsidRDefault="00DD403C" w:rsidP="00DD403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fotografia</w:t>
      </w:r>
    </w:p>
    <w:p w14:paraId="37A3E2D3" w14:textId="77777777" w:rsidR="00DD403C" w:rsidRPr="008047E3" w:rsidRDefault="00DD403C" w:rsidP="00DD403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254189A7" w14:textId="77777777" w:rsidR="00DD403C" w:rsidRPr="00984B30" w:rsidRDefault="00DD403C" w:rsidP="00DD403C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E4A8CB4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04C8B4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B949022" w14:textId="77777777" w:rsidR="00A02F11" w:rsidRPr="00564406" w:rsidRDefault="00A02F11" w:rsidP="00A02F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captura de imagem</w:t>
      </w:r>
    </w:p>
    <w:p w14:paraId="3D6A542D" w14:textId="77777777" w:rsidR="00A02F11" w:rsidRPr="00564406" w:rsidRDefault="00A02F11" w:rsidP="00A02F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e software de edição de imagem</w:t>
      </w:r>
    </w:p>
    <w:p w14:paraId="332C0483" w14:textId="77777777" w:rsidR="00A02F11" w:rsidRPr="00501DC8" w:rsidRDefault="00A02F11" w:rsidP="00A02F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3AB5D7FA" w14:textId="77777777" w:rsidR="003E20BA" w:rsidRDefault="00A02F11" w:rsidP="003E20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Luzes e flashes.</w:t>
      </w:r>
    </w:p>
    <w:p w14:paraId="6D2B691C" w14:textId="77777777" w:rsidR="003E20BA" w:rsidRPr="00501DC8" w:rsidRDefault="003E20BA" w:rsidP="003E20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56C4877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24C949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C4AB702" w14:textId="65B47319" w:rsidR="003E20BA" w:rsidRPr="00051C79" w:rsidRDefault="00CF3A49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Técnico desenho digital </w:t>
      </w:r>
    </w:p>
    <w:p w14:paraId="795B981F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E7D9A4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95567F" w14:textId="77777777" w:rsidR="003E20BA" w:rsidRDefault="003E20BA" w:rsidP="003E20B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D6149" w:rsidRPr="00136AD8" w14:paraId="33C7EF4A" w14:textId="77777777" w:rsidTr="00DD6149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5CE34CF" w14:textId="45E471E2" w:rsidR="00DD6149" w:rsidRPr="00136AD8" w:rsidRDefault="00DD6149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  <w:r w:rsidR="00DF5A4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2CCBEFD" w14:textId="0442D143" w:rsidR="00DD6149" w:rsidRPr="009C256C" w:rsidRDefault="00AE51C2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 xml:space="preserve">Captar áudio </w:t>
            </w:r>
          </w:p>
        </w:tc>
      </w:tr>
      <w:tr w:rsidR="00DD6149" w:rsidRPr="00136AD8" w14:paraId="2C4B21F0" w14:textId="77777777" w:rsidTr="00DD6149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833BBA2" w14:textId="79FD5FAE" w:rsidR="00DD6149" w:rsidRPr="00136AD8" w:rsidRDefault="00DD6149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C65A1E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3B1EFD9" w14:textId="77777777" w:rsidR="00DD6149" w:rsidRPr="00136AD8" w:rsidRDefault="00DD6149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90CC3">
              <w:rPr>
                <w:rFonts w:ascii="Verdana Pro Light" w:eastAsia="Arial Unicode MS" w:hAnsi="Verdana Pro Light" w:cs="Times New Roman"/>
                <w:sz w:val="18"/>
                <w:szCs w:val="18"/>
              </w:rPr>
              <w:t>Fundamentos do áudio, captação e mistura</w:t>
            </w:r>
          </w:p>
        </w:tc>
      </w:tr>
    </w:tbl>
    <w:p w14:paraId="5961C050" w14:textId="77777777" w:rsidR="00DD6149" w:rsidRPr="00136AD8" w:rsidRDefault="00DD6149" w:rsidP="00DD614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61BABE2" w14:textId="68686CD9" w:rsidR="00DD6149" w:rsidRDefault="00DD6149" w:rsidP="00DD614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F428824" w14:textId="77777777" w:rsidR="00DD6149" w:rsidRDefault="00DD6149" w:rsidP="00DD6149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3E9DC961" w14:textId="77777777" w:rsidR="00DD6149" w:rsidRPr="00136AD8" w:rsidRDefault="00DD6149" w:rsidP="00DD614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D6149" w:rsidRPr="00136AD8" w14:paraId="22785EE3" w14:textId="77777777" w:rsidTr="007251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4364A1" w14:textId="77777777" w:rsidR="00DD6149" w:rsidRPr="001B353A" w:rsidRDefault="00DD6149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D6149" w:rsidRPr="00136AD8" w14:paraId="7549BBF8" w14:textId="77777777" w:rsidTr="007251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319EC0" w14:textId="0D740E35" w:rsidR="00DD6149" w:rsidRPr="00C90CC3" w:rsidRDefault="00DD6149" w:rsidP="00552D4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2461D4"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A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a situação</w:t>
            </w:r>
            <w:r w:rsidR="00552D4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em que vai ocorrer a catação de áudio</w:t>
            </w:r>
            <w:r w:rsidR="00FA795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r w:rsidR="00552D46"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="00552D46" w:rsidRPr="00552D46">
              <w:rPr>
                <w:rFonts w:ascii="Verdana Pro Light" w:eastAsia="Arial Unicode MS" w:hAnsi="Verdana Pro Light" w:cs="Arial Unicode MS"/>
                <w:sz w:val="18"/>
                <w:szCs w:val="18"/>
              </w:rPr>
              <w:t>elecion</w:t>
            </w:r>
            <w:r w:rsidR="00552D46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552D46" w:rsidRPr="00552D4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microfones para a situação de gravação</w:t>
            </w:r>
          </w:p>
          <w:p w14:paraId="20A3DAE2" w14:textId="41B42E10" w:rsidR="00DD6149" w:rsidRDefault="00DD6149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165BA"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165BA" w:rsidRPr="000165BA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Configur</w:t>
            </w:r>
            <w:r w:rsidR="000165BA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0165BA" w:rsidRPr="000165B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níveis de ganho nos equipamentos de gravação</w:t>
            </w:r>
          </w:p>
          <w:p w14:paraId="47648B82" w14:textId="76A8C1AA" w:rsidR="000165BA" w:rsidRPr="00C90CC3" w:rsidRDefault="000165BA" w:rsidP="000165B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Capturar o áudio </w:t>
            </w:r>
          </w:p>
          <w:p w14:paraId="249EA5C2" w14:textId="1F8D22BD" w:rsidR="00DD6149" w:rsidRPr="000A7122" w:rsidRDefault="00DD6149" w:rsidP="000A712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165BA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Editar através de</w:t>
            </w:r>
            <w:r w:rsidRPr="00C90CC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softwares de áudio</w:t>
            </w:r>
            <w:r w:rsidR="000A712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="000A7122" w:rsidRPr="000A7122">
              <w:rPr>
                <w:rFonts w:ascii="Verdana Pro Light" w:eastAsia="Arial Unicode MS" w:hAnsi="Verdana Pro Light" w:cs="Arial Unicode MS"/>
                <w:sz w:val="18"/>
                <w:szCs w:val="18"/>
              </w:rPr>
              <w:t>ajustando os níveis de volume, equalização, compressão e efeitos conforme necessário</w:t>
            </w:r>
          </w:p>
        </w:tc>
      </w:tr>
      <w:tr w:rsidR="00DD6149" w:rsidRPr="00136AD8" w14:paraId="6CFD9F83" w14:textId="77777777" w:rsidTr="007251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BD17A6" w14:textId="77777777" w:rsidR="00DD6149" w:rsidRPr="001B353A" w:rsidRDefault="00DD6149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410D33" w14:textId="77777777" w:rsidR="00DD6149" w:rsidRPr="001B353A" w:rsidRDefault="00DD6149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FA44BD2" w14:textId="77777777" w:rsidR="00DD6149" w:rsidRPr="001B353A" w:rsidRDefault="00DD6149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D6149" w:rsidRPr="00136AD8" w14:paraId="747EDDEA" w14:textId="77777777" w:rsidTr="007251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D57D4" w14:textId="77777777" w:rsidR="00DD6149" w:rsidRPr="00DC3888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C3888">
              <w:rPr>
                <w:rFonts w:ascii="Verdana Pro Light" w:hAnsi="Verdana Pro Light"/>
                <w:b/>
                <w:bCs/>
                <w:sz w:val="18"/>
                <w:szCs w:val="18"/>
              </w:rPr>
              <w:t>Teoria do áudio – princípios básicos do som</w:t>
            </w:r>
          </w:p>
          <w:p w14:paraId="3E7F47F1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Amplitude áudio (decibel)</w:t>
            </w:r>
          </w:p>
          <w:p w14:paraId="33F7BFEB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Espectro de frequências áudio (Hertz)</w:t>
            </w:r>
          </w:p>
          <w:p w14:paraId="428A6C45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Timbre</w:t>
            </w:r>
          </w:p>
          <w:p w14:paraId="53685AFF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Envelope sonoro</w:t>
            </w:r>
          </w:p>
          <w:p w14:paraId="6577D0DC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Comportamento do som no espaço (princípios de acústica)</w:t>
            </w:r>
          </w:p>
          <w:p w14:paraId="40947B29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Forma de onda (</w:t>
            </w:r>
            <w:proofErr w:type="spellStart"/>
            <w:r w:rsidRPr="00C90CC3">
              <w:rPr>
                <w:rFonts w:ascii="Verdana Pro Light" w:hAnsi="Verdana Pro Light"/>
                <w:sz w:val="18"/>
                <w:szCs w:val="18"/>
              </w:rPr>
              <w:t>waveform</w:t>
            </w:r>
            <w:proofErr w:type="spellEnd"/>
            <w:r w:rsidRPr="00C90CC3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1B45BBAC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Processadores dinâmicos (compressores e noise gate)</w:t>
            </w:r>
          </w:p>
          <w:p w14:paraId="5D3D7EEA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Mono e stereo</w:t>
            </w:r>
          </w:p>
          <w:p w14:paraId="1B3AB126" w14:textId="77777777" w:rsidR="00DD6149" w:rsidRPr="00AC69AF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AC69AF">
              <w:rPr>
                <w:rFonts w:ascii="Verdana Pro Light" w:hAnsi="Verdana Pro Light"/>
                <w:b/>
                <w:bCs/>
                <w:sz w:val="18"/>
                <w:szCs w:val="18"/>
              </w:rPr>
              <w:t>Transdutores</w:t>
            </w:r>
          </w:p>
          <w:p w14:paraId="35AAC5FD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Ouvido humano</w:t>
            </w:r>
          </w:p>
          <w:p w14:paraId="737A43D0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Altifalantes</w:t>
            </w:r>
          </w:p>
          <w:p w14:paraId="348878A7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Ativos e passivos</w:t>
            </w:r>
          </w:p>
          <w:p w14:paraId="72895C55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C90CC3">
              <w:rPr>
                <w:rFonts w:ascii="Verdana Pro Light" w:hAnsi="Verdana Pro Light"/>
                <w:sz w:val="18"/>
                <w:szCs w:val="18"/>
              </w:rPr>
              <w:t>Nearfield</w:t>
            </w:r>
            <w:proofErr w:type="spellEnd"/>
            <w:r w:rsidRPr="00C90CC3">
              <w:rPr>
                <w:rFonts w:ascii="Verdana Pro Light" w:hAnsi="Verdana Pro Light"/>
                <w:sz w:val="18"/>
                <w:szCs w:val="18"/>
              </w:rPr>
              <w:t xml:space="preserve"> e </w:t>
            </w:r>
            <w:proofErr w:type="spellStart"/>
            <w:r w:rsidRPr="00C90CC3">
              <w:rPr>
                <w:rFonts w:ascii="Verdana Pro Light" w:hAnsi="Verdana Pro Light"/>
                <w:sz w:val="18"/>
                <w:szCs w:val="18"/>
              </w:rPr>
              <w:t>Farfield</w:t>
            </w:r>
            <w:proofErr w:type="spellEnd"/>
          </w:p>
          <w:p w14:paraId="1AA81587" w14:textId="77777777" w:rsidR="00DD6149" w:rsidRPr="00AC69AF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AC69AF">
              <w:rPr>
                <w:rFonts w:ascii="Verdana Pro Light" w:hAnsi="Verdana Pro Light"/>
                <w:b/>
                <w:bCs/>
                <w:sz w:val="18"/>
                <w:szCs w:val="18"/>
              </w:rPr>
              <w:t>Microfones</w:t>
            </w:r>
          </w:p>
          <w:p w14:paraId="3D4E9E35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Dinâmicos; condensadores e de fita (</w:t>
            </w:r>
            <w:proofErr w:type="spellStart"/>
            <w:r w:rsidRPr="00C90CC3">
              <w:rPr>
                <w:rFonts w:ascii="Verdana Pro Light" w:hAnsi="Verdana Pro Light"/>
                <w:sz w:val="18"/>
                <w:szCs w:val="18"/>
              </w:rPr>
              <w:t>Ribbons</w:t>
            </w:r>
            <w:proofErr w:type="spellEnd"/>
            <w:r w:rsidRPr="00C90CC3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0C1819A5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Polaridades</w:t>
            </w:r>
          </w:p>
          <w:p w14:paraId="139C7FDF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C90CC3">
              <w:rPr>
                <w:rFonts w:ascii="Verdana Pro Light" w:hAnsi="Verdana Pro Light"/>
                <w:sz w:val="18"/>
                <w:szCs w:val="18"/>
              </w:rPr>
              <w:t>Phase</w:t>
            </w:r>
            <w:proofErr w:type="spellEnd"/>
          </w:p>
          <w:p w14:paraId="75E258F0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Resposta a frequência</w:t>
            </w:r>
          </w:p>
          <w:p w14:paraId="077AE19B" w14:textId="77777777" w:rsidR="00DD6149" w:rsidRPr="00AC69AF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AC69AF">
              <w:rPr>
                <w:rFonts w:ascii="Verdana Pro Light" w:hAnsi="Verdana Pro Light"/>
                <w:b/>
                <w:bCs/>
                <w:sz w:val="18"/>
                <w:szCs w:val="18"/>
              </w:rPr>
              <w:t>Conexões Áudio</w:t>
            </w:r>
          </w:p>
          <w:p w14:paraId="102DB8E0" w14:textId="77777777" w:rsidR="00DD6149" w:rsidRPr="00AC69AF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46" w:hanging="284"/>
              <w:rPr>
                <w:rFonts w:ascii="Verdana Pro Light" w:hAnsi="Verdana Pro Light"/>
                <w:sz w:val="18"/>
                <w:szCs w:val="18"/>
                <w:lang w:val="en-US"/>
              </w:rPr>
            </w:pPr>
            <w:r w:rsidRPr="00AC69AF">
              <w:rPr>
                <w:rFonts w:ascii="Verdana Pro Light" w:hAnsi="Verdana Pro Light"/>
                <w:sz w:val="18"/>
                <w:szCs w:val="18"/>
                <w:lang w:val="en-US"/>
              </w:rPr>
              <w:t>XLR, Jack, RCA, Line, Mic, ADAT, SPDIF, optical</w:t>
            </w:r>
          </w:p>
          <w:p w14:paraId="451A1A61" w14:textId="77777777" w:rsidR="00DD6149" w:rsidRPr="00AC69AF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AC69AF">
              <w:rPr>
                <w:rFonts w:ascii="Verdana Pro Light" w:hAnsi="Verdana Pro Light"/>
                <w:b/>
                <w:bCs/>
                <w:sz w:val="18"/>
                <w:szCs w:val="18"/>
              </w:rPr>
              <w:t>Captação</w:t>
            </w:r>
          </w:p>
          <w:p w14:paraId="1572CD23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Gravadores portáteis</w:t>
            </w:r>
          </w:p>
          <w:p w14:paraId="70347FA5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Técnicas de captação em estúdio</w:t>
            </w:r>
          </w:p>
          <w:p w14:paraId="2911C52B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Técnicas de captação em exterior</w:t>
            </w:r>
          </w:p>
          <w:p w14:paraId="29C5CF93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Técnicas de captação em software</w:t>
            </w:r>
          </w:p>
          <w:p w14:paraId="24B902C9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lastRenderedPageBreak/>
              <w:t>Técnicas de captação com perche</w:t>
            </w:r>
          </w:p>
          <w:p w14:paraId="68AC9E53" w14:textId="77777777" w:rsidR="00DD6149" w:rsidRPr="00AC69AF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AC69AF">
              <w:rPr>
                <w:rFonts w:ascii="Verdana Pro Light" w:hAnsi="Verdana Pro Light"/>
                <w:b/>
                <w:bCs/>
                <w:sz w:val="18"/>
                <w:szCs w:val="18"/>
              </w:rPr>
              <w:t>Mistura áudio</w:t>
            </w:r>
          </w:p>
          <w:p w14:paraId="4142D707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História da gravação multipistas</w:t>
            </w:r>
          </w:p>
          <w:p w14:paraId="3C401191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Mistura analógica</w:t>
            </w:r>
          </w:p>
          <w:p w14:paraId="00EEC258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Mistura digital</w:t>
            </w:r>
          </w:p>
          <w:p w14:paraId="62A25533" w14:textId="77777777" w:rsidR="00DD6149" w:rsidRPr="005232C8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  <w:lang w:val="en-US"/>
              </w:rPr>
            </w:pPr>
            <w:r w:rsidRPr="005232C8">
              <w:rPr>
                <w:rFonts w:ascii="Verdana Pro Light" w:hAnsi="Verdana Pro Light"/>
                <w:b/>
                <w:bCs/>
                <w:sz w:val="18"/>
                <w:szCs w:val="18"/>
                <w:lang w:val="en-US"/>
              </w:rPr>
              <w:t xml:space="preserve">Digital </w:t>
            </w:r>
            <w:proofErr w:type="spellStart"/>
            <w:r w:rsidRPr="005232C8">
              <w:rPr>
                <w:rFonts w:ascii="Verdana Pro Light" w:hAnsi="Verdana Pro Light"/>
                <w:b/>
                <w:bCs/>
                <w:sz w:val="18"/>
                <w:szCs w:val="18"/>
                <w:lang w:val="en-US"/>
              </w:rPr>
              <w:t>áudio</w:t>
            </w:r>
            <w:proofErr w:type="spellEnd"/>
            <w:r w:rsidRPr="005232C8">
              <w:rPr>
                <w:rFonts w:ascii="Verdana Pro Light" w:hAnsi="Verdana Pro Light"/>
                <w:b/>
                <w:bCs/>
                <w:sz w:val="18"/>
                <w:szCs w:val="18"/>
                <w:lang w:val="en-US"/>
              </w:rPr>
              <w:t xml:space="preserve"> Workstation (D.A.W.)</w:t>
            </w:r>
          </w:p>
          <w:p w14:paraId="08AB7E51" w14:textId="77777777" w:rsidR="00DD6149" w:rsidRPr="00C90CC3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Introdução aos vários softwares de edição áudio</w:t>
            </w:r>
          </w:p>
          <w:p w14:paraId="3619A0E0" w14:textId="77777777" w:rsidR="00DD6149" w:rsidRPr="001B353A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3" w:hanging="28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Introdução às possibilidades de edição áudio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AD91F" w14:textId="77777777" w:rsidR="00A03443" w:rsidRPr="00A03443" w:rsidRDefault="00A03443" w:rsidP="00A034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034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Compreender o conceito de frequência em relação ao som, incluindo como ela é medida em hertz (Hz) e sua relação com a perceção de agudo e grave.</w:t>
            </w:r>
          </w:p>
          <w:p w14:paraId="1AB8743F" w14:textId="77777777" w:rsidR="00A03443" w:rsidRPr="00A03443" w:rsidRDefault="00A03443" w:rsidP="00A034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034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amplitude como a medida da intensidade ou volume do som, compreendendo a relação entre amplitude e volume sonoro percebido.</w:t>
            </w:r>
          </w:p>
          <w:p w14:paraId="315063A3" w14:textId="77777777" w:rsidR="00A03443" w:rsidRPr="00A03443" w:rsidRDefault="00A03443" w:rsidP="00A034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034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visualmente a forma de onda, explicando como diferentes formas estão associadas a diferentes fontes sonoras e timbres.</w:t>
            </w:r>
          </w:p>
          <w:p w14:paraId="740B3A61" w14:textId="77777777" w:rsidR="00A03443" w:rsidRPr="00A03443" w:rsidRDefault="00A03443" w:rsidP="00A034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034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timbre, destacando como ele contribui para a qualidade única de um som e permite a diferenciação entre diferentes fontes sonoras.</w:t>
            </w:r>
          </w:p>
          <w:p w14:paraId="67E3BA3B" w14:textId="0A506CAC" w:rsidR="00A03443" w:rsidRPr="00A03443" w:rsidRDefault="00A03443" w:rsidP="00A034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034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Explicar o fenómeno da reflexão do som, descrevendo como as ondas sonoras interagem com superfícies e são refletidas de volta.</w:t>
            </w:r>
          </w:p>
          <w:p w14:paraId="218179AD" w14:textId="3561115C" w:rsidR="00144B38" w:rsidRDefault="00144B38" w:rsidP="00A034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C00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tipos e características principais dos microfones</w:t>
            </w:r>
          </w:p>
          <w:p w14:paraId="50DE3EF8" w14:textId="77777777" w:rsidR="00A03443" w:rsidRDefault="00A03443" w:rsidP="00A034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Pr="005232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microfones,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</w:t>
            </w:r>
            <w:r w:rsidRPr="005232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suas características, </w:t>
            </w:r>
            <w:proofErr w:type="spellStart"/>
            <w:r w:rsidRPr="005232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direcionalidades</w:t>
            </w:r>
            <w:proofErr w:type="spellEnd"/>
            <w:r w:rsidRPr="005232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padrões polares, essenciais para a captura eficaz de som.</w:t>
            </w:r>
          </w:p>
          <w:p w14:paraId="087A5A41" w14:textId="77777777" w:rsidR="00A03443" w:rsidRPr="00144B38" w:rsidRDefault="00A03443" w:rsidP="00A034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4B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e lidar com potenciais problemas acústicos, como eco, ruídos externos e reverberação.</w:t>
            </w:r>
          </w:p>
          <w:p w14:paraId="58E5342C" w14:textId="77777777" w:rsidR="00A03443" w:rsidRPr="00144B38" w:rsidRDefault="00A03443" w:rsidP="00A034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4B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Posicionar microfones de forma estratégica para captar o som desejado e minimizar interferências indesejadas.</w:t>
            </w:r>
          </w:p>
          <w:p w14:paraId="6C0F5D8A" w14:textId="77777777" w:rsidR="00A03443" w:rsidRPr="00144B38" w:rsidRDefault="00A03443" w:rsidP="00A034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4B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diferentes condições ambientais, como ambientes externos, espaços fechados, salas de concerto, entre outros.</w:t>
            </w:r>
          </w:p>
          <w:p w14:paraId="47D9C57E" w14:textId="6C17B3CE" w:rsidR="00A03443" w:rsidRPr="00A03443" w:rsidRDefault="00A03443" w:rsidP="00A034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4B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Ajustar as configurações de captação para lidar com variações nas condições ambientais.</w:t>
            </w:r>
          </w:p>
          <w:p w14:paraId="2E342248" w14:textId="77777777" w:rsidR="00DD6149" w:rsidRDefault="00DD6149" w:rsidP="00A034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 w:rsidRPr="005232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compressão (redução de amplitude) e expansão (aumento de amplitude) no processamento de áudio.</w:t>
            </w:r>
          </w:p>
          <w:p w14:paraId="0CD31CAF" w14:textId="77777777" w:rsidR="001C006A" w:rsidRDefault="00DD6149" w:rsidP="00A034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E6A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</w:t>
            </w:r>
            <w:r w:rsidRPr="00BE6A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áudio, incluindo a combinação de várias fontes sonoras, ajuste de amplitudes e controle de posicionamento estéreo (</w:t>
            </w:r>
            <w:proofErr w:type="spellStart"/>
            <w:r w:rsidRPr="00BE6A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panning</w:t>
            </w:r>
            <w:proofErr w:type="spellEnd"/>
            <w:r w:rsidRPr="00BE6A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).</w:t>
            </w:r>
            <w:r w:rsidR="001C006A" w:rsidRPr="00C90C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AFCDD4D" w14:textId="77777777" w:rsidR="001C006A" w:rsidRDefault="001C006A" w:rsidP="00A034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0C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os diferentes parâmetros do som.</w:t>
            </w:r>
          </w:p>
          <w:p w14:paraId="2113ECFD" w14:textId="756FAA3E" w:rsidR="00DD6149" w:rsidRPr="00A03443" w:rsidRDefault="001C006A" w:rsidP="00A0344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C00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o espectro da intensidade sonora.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76EAB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44DD57E8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7A824B8D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73994C1E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5B0A0A51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2B3AA32A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03923EA7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1C7A4F95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1B4BC27A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44707067" w14:textId="77777777" w:rsidR="00DD6149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894EE18" w14:textId="77777777" w:rsidR="00DD6149" w:rsidRPr="00057283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21459FC" w14:textId="77777777" w:rsidR="00DD6149" w:rsidRDefault="00DD6149" w:rsidP="00DD614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1CCFBAE" w14:textId="77777777" w:rsidR="00DD6149" w:rsidRDefault="00DD6149" w:rsidP="00DD614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FE0019A" w14:textId="77777777" w:rsidR="00DD6149" w:rsidRPr="00F87025" w:rsidRDefault="00DD6149" w:rsidP="00DD6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FAA3E0B" w14:textId="31072824" w:rsidR="00DD6149" w:rsidRPr="00F20E6F" w:rsidRDefault="00C65A1E" w:rsidP="00DD614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Captar áudio:</w:t>
      </w:r>
    </w:p>
    <w:p w14:paraId="211B28AE" w14:textId="66D9692B" w:rsidR="00DD6149" w:rsidRPr="00564406" w:rsidRDefault="00DD6149" w:rsidP="00DD6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="00FF7D6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Posicionando e direcionando os microfones adequadamente </w:t>
      </w:r>
    </w:p>
    <w:p w14:paraId="29F45847" w14:textId="3C8CCA67" w:rsidR="00DD6149" w:rsidRPr="00564406" w:rsidRDefault="00DD6149" w:rsidP="00DD6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="007D309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Equilibrando a relação </w:t>
      </w:r>
      <w:r w:rsidR="00D87CB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sinal-ruído</w:t>
      </w:r>
    </w:p>
    <w:p w14:paraId="1DEB770F" w14:textId="1289A103" w:rsidR="00DD6149" w:rsidRPr="00564406" w:rsidRDefault="00DD6149" w:rsidP="00DD6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 w:rsidR="00AB123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Limitando ou eliminando a distorção</w:t>
      </w:r>
    </w:p>
    <w:p w14:paraId="6D433710" w14:textId="3DA492C7" w:rsidR="00DD6149" w:rsidRDefault="00DD6149" w:rsidP="00DD6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="00FF7D6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Garantindo a clareza e inteligibilidade do áudio produzido</w:t>
      </w:r>
    </w:p>
    <w:p w14:paraId="46A45EFE" w14:textId="65ED651B" w:rsidR="00DD6149" w:rsidRDefault="00DD6149" w:rsidP="00DD6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="00FF7D6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</w:t>
      </w:r>
      <w:r w:rsidR="0030067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 áudio estável e consistente, sem variações de volume</w:t>
      </w:r>
      <w:r w:rsidR="00FF7D6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garantindo uma </w:t>
      </w:r>
      <w:r w:rsidR="00FF7D64" w:rsidRPr="00FF7D6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experiência auditiva agradável e imersiva</w:t>
      </w:r>
    </w:p>
    <w:p w14:paraId="2ADD0B9E" w14:textId="77777777" w:rsidR="00DD6149" w:rsidRPr="00136AD8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1381F7" w14:textId="77777777" w:rsidR="00DD6149" w:rsidRPr="00F87025" w:rsidRDefault="00DD6149" w:rsidP="00DD6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06DCB33" w14:textId="77777777" w:rsidR="00DD6149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3F196813" w14:textId="77777777" w:rsidR="00DD6149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som</w:t>
      </w:r>
    </w:p>
    <w:p w14:paraId="4CBA872E" w14:textId="77777777" w:rsidR="00DD6149" w:rsidRPr="008047E3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2AE0C73B" w14:textId="77777777" w:rsidR="00DD6149" w:rsidRPr="00984B30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Salas de Espetáculo</w:t>
      </w:r>
    </w:p>
    <w:p w14:paraId="0C47DBE8" w14:textId="77777777" w:rsidR="00DD6149" w:rsidRPr="00051C79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CC12F9" w14:textId="77777777" w:rsidR="00DD6149" w:rsidRPr="00F87025" w:rsidRDefault="00DD6149" w:rsidP="00DD6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F009D12" w14:textId="77777777" w:rsidR="00DD6149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ligação à internet</w:t>
      </w:r>
    </w:p>
    <w:p w14:paraId="7596815F" w14:textId="77777777" w:rsidR="00DD6149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captação de som</w:t>
      </w:r>
    </w:p>
    <w:p w14:paraId="29EDFE71" w14:textId="77777777" w:rsidR="00DD6149" w:rsidRPr="00564406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2A47024E" w14:textId="77777777" w:rsidR="00DD6149" w:rsidRPr="00051C79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30283B" w14:textId="77777777" w:rsidR="00DD6149" w:rsidRPr="00F87025" w:rsidRDefault="00DD6149" w:rsidP="00DD6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F841442" w14:textId="77777777" w:rsidR="00DD6149" w:rsidRPr="00051C79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0A03FD" w14:textId="77777777" w:rsidR="00DD6149" w:rsidRPr="00051C79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47E85A" w14:textId="77777777" w:rsidR="00DD6149" w:rsidRPr="00051C79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A98210" w14:textId="77777777" w:rsidR="00DD6149" w:rsidRDefault="00DD6149" w:rsidP="00DD614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B6BE0" w:rsidRPr="00136AD8" w14:paraId="064923C9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C816DA6" w14:textId="04DFE6B2" w:rsidR="00DB6BE0" w:rsidRPr="00136AD8" w:rsidRDefault="00DB6BE0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A92D39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11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A92D3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C5865E1" w14:textId="2BF5DB86" w:rsidR="00DB6BE0" w:rsidRPr="009C256C" w:rsidRDefault="00DB6BE0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27BE4">
              <w:t>Aplicar técnicas de captação</w:t>
            </w:r>
            <w:r w:rsidR="00D60F5D">
              <w:t xml:space="preserve"> e gravação de</w:t>
            </w:r>
            <w:r w:rsidRPr="00F27BE4">
              <w:t xml:space="preserve"> áudio </w:t>
            </w:r>
            <w:r>
              <w:t>digital</w:t>
            </w:r>
            <w:r w:rsidR="004B05B9">
              <w:t xml:space="preserve"> diferenciadas </w:t>
            </w:r>
          </w:p>
        </w:tc>
      </w:tr>
      <w:tr w:rsidR="00DB6BE0" w:rsidRPr="00136AD8" w14:paraId="36166528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EEE8E97" w14:textId="1D4014F9" w:rsidR="00DB6BE0" w:rsidRPr="00136AD8" w:rsidRDefault="00DB6BE0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121B29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0E11603" w14:textId="77777777" w:rsidR="00DB6BE0" w:rsidRPr="00136AD8" w:rsidRDefault="00DB6BE0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D24FE">
              <w:rPr>
                <w:rFonts w:ascii="Verdana Pro Light" w:eastAsia="Arial Unicode MS" w:hAnsi="Verdana Pro Light" w:cs="Times New Roman"/>
                <w:sz w:val="18"/>
                <w:szCs w:val="18"/>
              </w:rPr>
              <w:t>Áudio digital e técnicas de captação</w:t>
            </w:r>
          </w:p>
        </w:tc>
      </w:tr>
    </w:tbl>
    <w:p w14:paraId="143370DF" w14:textId="77777777" w:rsidR="00DB6BE0" w:rsidRPr="00136AD8" w:rsidRDefault="00DB6BE0" w:rsidP="00DB6BE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47DDD7A" w14:textId="77777777" w:rsidR="00DB6BE0" w:rsidRDefault="00DB6BE0" w:rsidP="00DB6BE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3BA64938" w14:textId="77777777" w:rsidR="00DB6BE0" w:rsidRDefault="00DB6BE0" w:rsidP="00DB6BE0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7553B026" w14:textId="77777777" w:rsidR="00DB6BE0" w:rsidRPr="00136AD8" w:rsidRDefault="00DB6BE0" w:rsidP="00DB6BE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B6BE0" w:rsidRPr="00136AD8" w14:paraId="6CE66F8C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999499" w14:textId="77777777" w:rsidR="00DB6BE0" w:rsidRPr="001B353A" w:rsidRDefault="00DB6BE0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B6BE0" w:rsidRPr="00136AD8" w14:paraId="2E61AEDB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08E17E" w14:textId="24190FF8" w:rsidR="00DB6BE0" w:rsidRPr="003D24FE" w:rsidRDefault="00DB6BE0" w:rsidP="001C5D51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Recolher e i</w:t>
            </w:r>
            <w:r w:rsidRPr="003D24FE">
              <w:rPr>
                <w:rFonts w:ascii="Verdana Pro Light" w:eastAsia="Arial Unicode MS" w:hAnsi="Verdana Pro Light" w:cs="Arial Unicode MS"/>
                <w:sz w:val="18"/>
                <w:szCs w:val="18"/>
              </w:rPr>
              <w:t>nterpretar o sinal de captação de áudio digital e suas características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72A06802" w14:textId="0154D173" w:rsidR="00B35D74" w:rsidRDefault="00DB6BE0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B35D74"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35D74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</w:t>
            </w:r>
            <w:r w:rsidR="00B35D74" w:rsidRPr="003D24F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equipamentos de criação de som e música digital.</w:t>
            </w:r>
          </w:p>
          <w:p w14:paraId="48F87489" w14:textId="588350FC" w:rsidR="00DB6BE0" w:rsidRPr="002C18A9" w:rsidRDefault="00B35D74" w:rsidP="00B35D7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DB6BE0" w:rsidRPr="003D24FE">
              <w:rPr>
                <w:rFonts w:ascii="Verdana Pro Light" w:eastAsia="Arial Unicode MS" w:hAnsi="Verdana Pro Light" w:cs="Arial Unicode MS"/>
                <w:sz w:val="18"/>
                <w:szCs w:val="18"/>
              </w:rPr>
              <w:t>Sonorizar conteúdos multimédia aplicado a videojogos.</w:t>
            </w:r>
          </w:p>
          <w:p w14:paraId="7E9B7EF0" w14:textId="77777777" w:rsidR="00DB6BE0" w:rsidRPr="001B353A" w:rsidRDefault="00DB6BE0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</w:tc>
      </w:tr>
      <w:tr w:rsidR="00DB6BE0" w:rsidRPr="00136AD8" w14:paraId="0D3C43F6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47DD029" w14:textId="77777777" w:rsidR="00DB6BE0" w:rsidRPr="001B353A" w:rsidRDefault="00DB6BE0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A7B579" w14:textId="77777777" w:rsidR="00DB6BE0" w:rsidRPr="001B353A" w:rsidRDefault="00DB6BE0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1E9B11B" w14:textId="77777777" w:rsidR="00DB6BE0" w:rsidRPr="001B353A" w:rsidRDefault="00DB6BE0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B6BE0" w:rsidRPr="00136AD8" w14:paraId="007C7FB9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7DE1A" w14:textId="77777777" w:rsidR="00DB6BE0" w:rsidRPr="00983471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983471">
              <w:rPr>
                <w:rFonts w:ascii="Verdana Pro Light" w:hAnsi="Verdana Pro Light"/>
                <w:b/>
                <w:bCs/>
                <w:sz w:val="18"/>
                <w:szCs w:val="18"/>
              </w:rPr>
              <w:t>Áudio e gravação digital</w:t>
            </w:r>
          </w:p>
          <w:p w14:paraId="34E06BF4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Sample rate</w:t>
            </w:r>
          </w:p>
          <w:p w14:paraId="209A47AF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Bit rate</w:t>
            </w:r>
          </w:p>
          <w:p w14:paraId="59BCC875" w14:textId="77777777" w:rsidR="00DB6BE0" w:rsidRPr="00983471" w:rsidRDefault="00DB6BE0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  <w:lang w:val="en-US"/>
              </w:rPr>
            </w:pPr>
            <w:proofErr w:type="spellStart"/>
            <w:r w:rsidRPr="00983471">
              <w:rPr>
                <w:rFonts w:ascii="Verdana Pro Light" w:hAnsi="Verdana Pro Light"/>
                <w:sz w:val="18"/>
                <w:szCs w:val="18"/>
                <w:lang w:val="en-US"/>
              </w:rPr>
              <w:t>Formatos</w:t>
            </w:r>
            <w:proofErr w:type="spellEnd"/>
            <w:r w:rsidRPr="00983471">
              <w:rPr>
                <w:rFonts w:ascii="Verdana Pro Light" w:hAnsi="Verdana Pro Light"/>
                <w:sz w:val="18"/>
                <w:szCs w:val="18"/>
                <w:lang w:val="en-US"/>
              </w:rPr>
              <w:t xml:space="preserve"> Lossless: WAV, AIFF, FLAC</w:t>
            </w:r>
          </w:p>
          <w:p w14:paraId="3A632013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Formatos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Lossy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: MP3, AAC,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Vorbis</w:t>
            </w:r>
            <w:proofErr w:type="spellEnd"/>
          </w:p>
          <w:p w14:paraId="07D23E24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Conversão analógica para digital</w:t>
            </w:r>
          </w:p>
          <w:p w14:paraId="27A69843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Conversão digital para analógica</w:t>
            </w:r>
          </w:p>
          <w:p w14:paraId="3D2C0A1F" w14:textId="77777777" w:rsidR="00DB6BE0" w:rsidRPr="00983471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983471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Conceitos áudio em cinema de Michel </w:t>
            </w:r>
            <w:proofErr w:type="spellStart"/>
            <w:r w:rsidRPr="00983471">
              <w:rPr>
                <w:rFonts w:ascii="Verdana Pro Light" w:hAnsi="Verdana Pro Light"/>
                <w:b/>
                <w:bCs/>
                <w:sz w:val="18"/>
                <w:szCs w:val="18"/>
              </w:rPr>
              <w:t>Chion</w:t>
            </w:r>
            <w:proofErr w:type="spellEnd"/>
          </w:p>
          <w:p w14:paraId="5D8D218D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Contrato audiovisual</w:t>
            </w:r>
          </w:p>
          <w:p w14:paraId="0A4CF358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Acousmatic</w:t>
            </w:r>
            <w:proofErr w:type="spellEnd"/>
          </w:p>
          <w:p w14:paraId="452037A2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Anempathetic</w:t>
            </w:r>
            <w:proofErr w:type="spellEnd"/>
          </w:p>
          <w:p w14:paraId="00031254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Empathetic</w:t>
            </w:r>
            <w:proofErr w:type="spellEnd"/>
          </w:p>
          <w:p w14:paraId="10E2D724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Full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extension</w:t>
            </w:r>
            <w:proofErr w:type="spellEnd"/>
          </w:p>
          <w:p w14:paraId="69644383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Null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extension</w:t>
            </w:r>
            <w:proofErr w:type="spellEnd"/>
          </w:p>
          <w:p w14:paraId="467EF289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Hyper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real</w:t>
            </w:r>
          </w:p>
          <w:p w14:paraId="0F2B502F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Ambiente/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Drone</w:t>
            </w:r>
            <w:proofErr w:type="spellEnd"/>
          </w:p>
          <w:p w14:paraId="0BAFC975" w14:textId="77777777" w:rsidR="00DB6BE0" w:rsidRPr="00983471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983471">
              <w:rPr>
                <w:rFonts w:ascii="Verdana Pro Light" w:hAnsi="Verdana Pro Light"/>
                <w:b/>
                <w:bCs/>
                <w:sz w:val="18"/>
                <w:szCs w:val="18"/>
              </w:rPr>
              <w:t>Técnicas de captação em eventos televisivos</w:t>
            </w:r>
          </w:p>
          <w:p w14:paraId="71D051B0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Captação em contexto de estúdio de televisão</w:t>
            </w:r>
          </w:p>
          <w:p w14:paraId="5FDAB204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Captação em contexto de reportagem</w:t>
            </w:r>
          </w:p>
          <w:p w14:paraId="63EC1EA4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Captação em contexto de evento desportivo</w:t>
            </w:r>
          </w:p>
          <w:p w14:paraId="74605596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Captação em contexto de ficção</w:t>
            </w:r>
          </w:p>
          <w:p w14:paraId="2EC05DCB" w14:textId="77777777" w:rsidR="00DB6BE0" w:rsidRPr="00983471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983471">
              <w:rPr>
                <w:rFonts w:ascii="Verdana Pro Light" w:hAnsi="Verdana Pro Light"/>
                <w:b/>
                <w:bCs/>
                <w:sz w:val="18"/>
                <w:szCs w:val="18"/>
              </w:rPr>
              <w:t>Áudio no contexto de videojogos</w:t>
            </w:r>
          </w:p>
          <w:p w14:paraId="24DB09CB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História do áudio nos videojogos</w:t>
            </w:r>
          </w:p>
          <w:p w14:paraId="02136A72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Sonorização de áudio para trailer de videojogo</w:t>
            </w:r>
          </w:p>
          <w:p w14:paraId="3DE745A5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Banco de sons para videojogo</w:t>
            </w:r>
          </w:p>
          <w:p w14:paraId="6C67A78D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5F93D08B" w14:textId="77777777" w:rsidR="00DB6BE0" w:rsidRPr="00983471" w:rsidRDefault="00DB6BE0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983471">
              <w:rPr>
                <w:rFonts w:ascii="Verdana Pro Light" w:hAnsi="Verdana Pro Light"/>
                <w:b/>
                <w:bCs/>
                <w:sz w:val="18"/>
                <w:szCs w:val="18"/>
              </w:rPr>
              <w:lastRenderedPageBreak/>
              <w:t>Equipamentos de criação de som e música digital</w:t>
            </w:r>
          </w:p>
          <w:p w14:paraId="44B45C4E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MIDI - samplers e sintetizadores</w:t>
            </w:r>
          </w:p>
          <w:p w14:paraId="5646072F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Ligações MIDI</w:t>
            </w:r>
          </w:p>
          <w:p w14:paraId="578E70A9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Sampling</w:t>
            </w:r>
            <w:proofErr w:type="spellEnd"/>
          </w:p>
          <w:p w14:paraId="0E84F464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Sintetizadores</w:t>
            </w:r>
          </w:p>
          <w:p w14:paraId="1DA05082" w14:textId="77777777" w:rsidR="00DB6BE0" w:rsidRPr="003D24FE" w:rsidRDefault="00DB6BE0" w:rsidP="00F02262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Drum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Machines</w:t>
            </w:r>
            <w:proofErr w:type="spellEnd"/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D5D33" w14:textId="77777777" w:rsidR="00DB6BE0" w:rsidRDefault="00DB6BE0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</w:t>
            </w:r>
            <w:r w:rsidRPr="00C27B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justar configurações como ganho, polaridade e filtros para otimizar a qualidade do áudio.</w:t>
            </w:r>
          </w:p>
          <w:p w14:paraId="5F079091" w14:textId="77777777" w:rsidR="00DB6BE0" w:rsidRDefault="00DB6BE0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27B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ditar e processar áudio utilizando softwares de edição, removendo ruídos indesejados e otimizando a qualidade do som.</w:t>
            </w:r>
          </w:p>
          <w:p w14:paraId="4041E6B0" w14:textId="77777777" w:rsidR="00DB6BE0" w:rsidRPr="00057283" w:rsidRDefault="00DB6BE0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C27B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ensar criativamente ao enfrentar desafios específicos de captação de áudio em ambientes variados.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BC9E0" w14:textId="77777777" w:rsidR="00DB6BE0" w:rsidRPr="0020338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7FBC6B57" w14:textId="77777777" w:rsidR="00DB6BE0" w:rsidRPr="0020338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7A6EE80E" w14:textId="77777777" w:rsidR="00DB6BE0" w:rsidRPr="0020338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0BC9603E" w14:textId="77777777" w:rsidR="00DB6BE0" w:rsidRPr="0020338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477DE771" w14:textId="77777777" w:rsidR="00DB6BE0" w:rsidRPr="0020338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4424A760" w14:textId="77777777" w:rsidR="00DB6BE0" w:rsidRPr="0020338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4D35F919" w14:textId="77777777" w:rsidR="00DB6BE0" w:rsidRPr="0020338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2AA20B26" w14:textId="77777777" w:rsidR="00DB6BE0" w:rsidRPr="0020338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25928D31" w14:textId="77777777" w:rsidR="00DB6BE0" w:rsidRPr="0020338E" w:rsidRDefault="00DB6BE0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023F6938" w14:textId="77777777" w:rsidR="00DB6BE0" w:rsidRDefault="00DB6BE0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B449B5" w14:textId="77777777" w:rsidR="00DB6BE0" w:rsidRPr="00057283" w:rsidRDefault="00DB6BE0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33C93F4" w14:textId="77777777" w:rsidR="00DB6BE0" w:rsidRDefault="00DB6BE0" w:rsidP="00DB6BE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604D6E1" w14:textId="77777777" w:rsidR="00DB6BE0" w:rsidRDefault="00DB6BE0" w:rsidP="00DB6BE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2B42F83" w14:textId="77777777" w:rsidR="00DB6BE0" w:rsidRPr="00F87025" w:rsidRDefault="00DB6BE0" w:rsidP="00DB6BE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58F69CA" w14:textId="521D1CC1" w:rsidR="00DB6BE0" w:rsidRPr="00F20E6F" w:rsidRDefault="00786686" w:rsidP="00DB6BE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78668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Aplicar técnicas de captação e gravação de áudio digital</w:t>
      </w:r>
      <w:r w:rsidR="00913D9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diferenciadas </w:t>
      </w:r>
    </w:p>
    <w:p w14:paraId="79DA42DF" w14:textId="77777777" w:rsidR="00DB6BE0" w:rsidRPr="00564406" w:rsidRDefault="00DB6BE0" w:rsidP="00DB6BE0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</w:t>
      </w:r>
      <w:r w:rsidRPr="00C27BC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rava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com</w:t>
      </w:r>
      <w:r w:rsidRPr="00C27BC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qualidade de áudio clara, sem distorções, ruídos indesejados ou problemas acústicos percetíveis.</w:t>
      </w:r>
    </w:p>
    <w:p w14:paraId="541463E1" w14:textId="2C44D5C9" w:rsidR="00DB6BE0" w:rsidRDefault="00DB6BE0" w:rsidP="00DB6BE0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="003C00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Adequando a técnica de captação áudio </w:t>
      </w:r>
      <w:r w:rsidR="00A1300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ao contexto e evento</w:t>
      </w:r>
    </w:p>
    <w:p w14:paraId="2D489BAF" w14:textId="77777777" w:rsidR="00DB6BE0" w:rsidRPr="00136AD8" w:rsidRDefault="00DB6BE0" w:rsidP="00DB6BE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896675" w14:textId="77777777" w:rsidR="00DB6BE0" w:rsidRPr="00F87025" w:rsidRDefault="00DB6BE0" w:rsidP="00DB6BE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32C8733" w14:textId="77777777" w:rsidR="00DB6BE0" w:rsidRDefault="00DB6BE0" w:rsidP="00DB6BE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2E4B6A33" w14:textId="77777777" w:rsidR="00DB6BE0" w:rsidRDefault="00DB6BE0" w:rsidP="00DB6BE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som</w:t>
      </w:r>
    </w:p>
    <w:p w14:paraId="1E35E29F" w14:textId="77777777" w:rsidR="00DB6BE0" w:rsidRPr="008047E3" w:rsidRDefault="00DB6BE0" w:rsidP="00DB6BE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05700617" w14:textId="0B52AC0E" w:rsidR="00DB6BE0" w:rsidRPr="003363B7" w:rsidRDefault="00DB6BE0" w:rsidP="003363B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Salas de Espetáculo</w:t>
      </w:r>
    </w:p>
    <w:p w14:paraId="35A64CF0" w14:textId="77777777" w:rsidR="00DB6BE0" w:rsidRPr="00051C79" w:rsidRDefault="00DB6BE0" w:rsidP="00DB6BE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E26FF3" w14:textId="77777777" w:rsidR="00DB6BE0" w:rsidRPr="00F87025" w:rsidRDefault="00DB6BE0" w:rsidP="00DB6BE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4ED922C" w14:textId="77777777" w:rsidR="00DB6BE0" w:rsidRDefault="00DB6BE0" w:rsidP="00DB6BE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ligação à internet</w:t>
      </w:r>
    </w:p>
    <w:p w14:paraId="390D741B" w14:textId="77777777" w:rsidR="00DB6BE0" w:rsidRDefault="00DB6BE0" w:rsidP="00DB6BE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captação de som</w:t>
      </w:r>
    </w:p>
    <w:p w14:paraId="542C0CA5" w14:textId="77777777" w:rsidR="00DB6BE0" w:rsidRDefault="00DB6BE0" w:rsidP="00DB6BE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38EDF1CE" w14:textId="77777777" w:rsidR="00DB6BE0" w:rsidRPr="00564406" w:rsidRDefault="00DB6BE0" w:rsidP="00DB6BE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Mesa de mistura</w:t>
      </w:r>
    </w:p>
    <w:p w14:paraId="1B6239D7" w14:textId="77777777" w:rsidR="00DB6BE0" w:rsidRPr="00501DC8" w:rsidRDefault="00DB6BE0" w:rsidP="00DB6BE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251A3F5" w14:textId="77777777" w:rsidR="00DB6BE0" w:rsidRPr="00051C79" w:rsidRDefault="00DB6BE0" w:rsidP="00DB6BE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0B9FFB" w14:textId="77777777" w:rsidR="00DB6BE0" w:rsidRPr="00F87025" w:rsidRDefault="00DB6BE0" w:rsidP="00DB6BE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6053FF2" w14:textId="77777777" w:rsidR="00DB6BE0" w:rsidRPr="00051C79" w:rsidRDefault="00DB6BE0" w:rsidP="00DB6BE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72DFA3" w14:textId="77777777" w:rsidR="00DB6BE0" w:rsidRPr="00051C79" w:rsidRDefault="00DB6BE0" w:rsidP="00DB6BE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FA36F2" w14:textId="77777777" w:rsidR="00DB6BE0" w:rsidRPr="00051C79" w:rsidRDefault="00DB6BE0" w:rsidP="00DB6BE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EB073C" w14:textId="491ACDBC" w:rsidR="00DB6BE0" w:rsidRDefault="00DB6BE0" w:rsidP="00DB6BE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D6149" w:rsidRPr="00136AD8" w14:paraId="03FC4F3B" w14:textId="77777777" w:rsidTr="007251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EEF7096" w14:textId="1E2D2DA0" w:rsidR="00DD6149" w:rsidRPr="00136AD8" w:rsidRDefault="00DD6149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2BEFCFD" w14:textId="77777777" w:rsidR="00DD6149" w:rsidRPr="009C256C" w:rsidRDefault="00DD6149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27BE4">
              <w:t>Sonorizar e misturar som em software digital.</w:t>
            </w:r>
          </w:p>
        </w:tc>
      </w:tr>
      <w:tr w:rsidR="00DD6149" w:rsidRPr="00136AD8" w14:paraId="2C9298EF" w14:textId="77777777" w:rsidTr="007251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1782B55" w14:textId="68CC55FD" w:rsidR="00DD6149" w:rsidRPr="00136AD8" w:rsidRDefault="00DD6149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13</w:t>
            </w:r>
          </w:p>
        </w:tc>
        <w:tc>
          <w:tcPr>
            <w:tcW w:w="7324" w:type="dxa"/>
            <w:shd w:val="clear" w:color="auto" w:fill="E7E6E6" w:themeFill="background2"/>
          </w:tcPr>
          <w:p w14:paraId="7A230563" w14:textId="77777777" w:rsidR="00DD6149" w:rsidRPr="00136AD8" w:rsidRDefault="00DD6149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A83199">
              <w:rPr>
                <w:rFonts w:ascii="Verdana Pro Light" w:eastAsia="Arial Unicode MS" w:hAnsi="Verdana Pro Light" w:cs="Times New Roman"/>
                <w:sz w:val="18"/>
                <w:szCs w:val="18"/>
              </w:rPr>
              <w:t>Áudio em televisão e cinema</w:t>
            </w:r>
          </w:p>
        </w:tc>
      </w:tr>
    </w:tbl>
    <w:p w14:paraId="0F01D27B" w14:textId="77777777" w:rsidR="00DD6149" w:rsidRPr="00136AD8" w:rsidRDefault="00DD6149" w:rsidP="00DD614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3F4815D" w14:textId="020BBDDB" w:rsidR="00DD6149" w:rsidRDefault="00DD6149" w:rsidP="00DD614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2FF3901" w14:textId="77777777" w:rsidR="00DD6149" w:rsidRDefault="00DD6149" w:rsidP="00DD6149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6613ADF7" w14:textId="77777777" w:rsidR="00DD6149" w:rsidRPr="00136AD8" w:rsidRDefault="00DD6149" w:rsidP="00DD614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D6149" w:rsidRPr="00136AD8" w14:paraId="259B09C9" w14:textId="77777777" w:rsidTr="007251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05CD20" w14:textId="77777777" w:rsidR="00DD6149" w:rsidRPr="001B353A" w:rsidRDefault="00DD6149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D6149" w:rsidRPr="00136AD8" w14:paraId="119DD376" w14:textId="77777777" w:rsidTr="007251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FC297D" w14:textId="3AA3BC92" w:rsidR="00DD6149" w:rsidRPr="00A83199" w:rsidRDefault="00DD6149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7A0837"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73C9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Organizar e preparar os arquivos áudio </w:t>
            </w:r>
          </w:p>
          <w:p w14:paraId="63D053F5" w14:textId="2834A5E6" w:rsidR="00DD6149" w:rsidRPr="00A83199" w:rsidRDefault="00DD6149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7A0837"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846F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a equalização a cada faixa </w:t>
            </w:r>
          </w:p>
          <w:p w14:paraId="4A31DD02" w14:textId="29C1EBD1" w:rsidR="00DD6149" w:rsidRPr="00A83199" w:rsidRDefault="00DD6149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7A0837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846F5"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a dinâmi</w:t>
            </w:r>
            <w:r w:rsidR="003D1889">
              <w:rPr>
                <w:rFonts w:ascii="Verdana Pro Light" w:eastAsia="Arial Unicode MS" w:hAnsi="Verdana Pro Light" w:cs="Arial Unicode MS"/>
                <w:sz w:val="18"/>
                <w:szCs w:val="18"/>
              </w:rPr>
              <w:t>ca (</w:t>
            </w:r>
            <w:r w:rsidR="003D1889" w:rsidRPr="003D1889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Compressão, Expansão, Limitação)</w:t>
            </w:r>
          </w:p>
          <w:p w14:paraId="562D873C" w14:textId="6E1D49FC" w:rsidR="00DD6149" w:rsidRPr="002C18A9" w:rsidRDefault="00DD6149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7A0837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D1889">
              <w:rPr>
                <w:rFonts w:ascii="Verdana Pro Light" w:eastAsia="Arial Unicode MS" w:hAnsi="Verdana Pro Light" w:cs="Arial Unicode MS"/>
                <w:sz w:val="18"/>
                <w:szCs w:val="18"/>
              </w:rPr>
              <w:t>Adicionar e</w:t>
            </w:r>
            <w:r w:rsidR="003D1889" w:rsidRPr="003D188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feitos e </w:t>
            </w:r>
            <w:r w:rsidR="003D1889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o p</w:t>
            </w:r>
            <w:r w:rsidR="003D1889" w:rsidRPr="003D188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rocessamento </w:t>
            </w:r>
            <w:r w:rsidR="003D1889">
              <w:rPr>
                <w:rFonts w:ascii="Verdana Pro Light" w:eastAsia="Arial Unicode MS" w:hAnsi="Verdana Pro Light" w:cs="Arial Unicode MS"/>
                <w:sz w:val="18"/>
                <w:szCs w:val="18"/>
              </w:rPr>
              <w:t>á</w:t>
            </w:r>
            <w:r w:rsidR="003D1889" w:rsidRPr="003D1889">
              <w:rPr>
                <w:rFonts w:ascii="Verdana Pro Light" w:eastAsia="Arial Unicode MS" w:hAnsi="Verdana Pro Light" w:cs="Arial Unicode MS"/>
                <w:sz w:val="18"/>
                <w:szCs w:val="18"/>
              </w:rPr>
              <w:t>udio</w:t>
            </w:r>
          </w:p>
          <w:p w14:paraId="328774EF" w14:textId="6D5A0395" w:rsidR="00DD6149" w:rsidRPr="006C4047" w:rsidRDefault="00DD6149" w:rsidP="006C404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7A0837"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="006C4047" w:rsidRPr="006C4047">
              <w:rPr>
                <w:rFonts w:ascii="Verdana Pro Light" w:eastAsia="Arial Unicode MS" w:hAnsi="Verdana Pro Light" w:cs="Arial Unicode MS"/>
                <w:sz w:val="18"/>
                <w:szCs w:val="18"/>
              </w:rPr>
              <w:t>Refin</w:t>
            </w:r>
            <w:r w:rsidR="006C4047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6C4047" w:rsidRPr="006C404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balanceamento e a automatização</w:t>
            </w:r>
          </w:p>
        </w:tc>
      </w:tr>
      <w:tr w:rsidR="00DD6149" w:rsidRPr="00136AD8" w14:paraId="42C924F9" w14:textId="77777777" w:rsidTr="007251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C61926" w14:textId="77777777" w:rsidR="00DD6149" w:rsidRPr="001B353A" w:rsidRDefault="00DD6149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0BFCB5A" w14:textId="77777777" w:rsidR="00DD6149" w:rsidRPr="001B353A" w:rsidRDefault="00DD6149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8E921FA" w14:textId="77777777" w:rsidR="00DD6149" w:rsidRPr="001B353A" w:rsidRDefault="00DD6149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D6149" w:rsidRPr="00136AD8" w14:paraId="419F9EAA" w14:textId="77777777" w:rsidTr="007251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C444B" w14:textId="77777777" w:rsidR="00DD6149" w:rsidRPr="00866AEA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866AEA">
              <w:rPr>
                <w:rFonts w:ascii="Verdana Pro Light" w:hAnsi="Verdana Pro Light"/>
                <w:b/>
                <w:bCs/>
                <w:sz w:val="18"/>
                <w:szCs w:val="18"/>
              </w:rPr>
              <w:t>História do som no cinema</w:t>
            </w:r>
          </w:p>
          <w:p w14:paraId="3AF4B0F0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Cinema mudo</w:t>
            </w:r>
          </w:p>
          <w:p w14:paraId="5834A9CC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Thomas A. Edison e o fonógrafo</w:t>
            </w:r>
          </w:p>
          <w:p w14:paraId="7762E34E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 xml:space="preserve">Primeiros </w:t>
            </w:r>
            <w:proofErr w:type="spellStart"/>
            <w:r w:rsidRPr="00A83199">
              <w:rPr>
                <w:rFonts w:ascii="Verdana Pro Light" w:hAnsi="Verdana Pro Light"/>
                <w:sz w:val="18"/>
                <w:szCs w:val="18"/>
              </w:rPr>
              <w:t>talkies</w:t>
            </w:r>
            <w:proofErr w:type="spellEnd"/>
          </w:p>
          <w:p w14:paraId="27B70C44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Evolução da tecnologia áudio</w:t>
            </w:r>
          </w:p>
          <w:p w14:paraId="345E59F5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Papel do áudio no desenvolvimento da indústria do cinema</w:t>
            </w:r>
          </w:p>
          <w:p w14:paraId="22ADC9E6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A83199">
              <w:rPr>
                <w:rFonts w:ascii="Verdana Pro Light" w:hAnsi="Verdana Pro Light"/>
                <w:sz w:val="18"/>
                <w:szCs w:val="18"/>
              </w:rPr>
              <w:t>Dolby</w:t>
            </w:r>
            <w:proofErr w:type="spellEnd"/>
            <w:r w:rsidRPr="00A83199">
              <w:rPr>
                <w:rFonts w:ascii="Verdana Pro Light" w:hAnsi="Verdana Pro Light"/>
                <w:sz w:val="18"/>
                <w:szCs w:val="18"/>
              </w:rPr>
              <w:t xml:space="preserve"> Stereo</w:t>
            </w:r>
          </w:p>
          <w:p w14:paraId="00273162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A83199">
              <w:rPr>
                <w:rFonts w:ascii="Verdana Pro Light" w:hAnsi="Verdana Pro Light"/>
                <w:sz w:val="18"/>
                <w:szCs w:val="18"/>
              </w:rPr>
              <w:t>Surround</w:t>
            </w:r>
            <w:proofErr w:type="spellEnd"/>
          </w:p>
          <w:p w14:paraId="7A9E323F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A83199">
              <w:rPr>
                <w:rFonts w:ascii="Verdana Pro Light" w:hAnsi="Verdana Pro Light"/>
                <w:sz w:val="18"/>
                <w:szCs w:val="18"/>
              </w:rPr>
              <w:t>Dolby</w:t>
            </w:r>
            <w:proofErr w:type="spellEnd"/>
            <w:r w:rsidRPr="00A83199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A83199">
              <w:rPr>
                <w:rFonts w:ascii="Verdana Pro Light" w:hAnsi="Verdana Pro Light"/>
                <w:sz w:val="18"/>
                <w:szCs w:val="18"/>
              </w:rPr>
              <w:t>Atmos</w:t>
            </w:r>
            <w:proofErr w:type="spellEnd"/>
          </w:p>
          <w:p w14:paraId="21FA9D31" w14:textId="77777777" w:rsidR="00DD6149" w:rsidRPr="00866AEA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866AEA">
              <w:rPr>
                <w:rFonts w:ascii="Verdana Pro Light" w:hAnsi="Verdana Pro Light"/>
                <w:b/>
                <w:bCs/>
                <w:sz w:val="18"/>
                <w:szCs w:val="18"/>
              </w:rPr>
              <w:t>Técnicas de mistura numa workstation de áudio digital</w:t>
            </w:r>
          </w:p>
          <w:p w14:paraId="266D1DDF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Introdução ao software de áudio</w:t>
            </w:r>
          </w:p>
          <w:p w14:paraId="431FA8E9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Mistura</w:t>
            </w:r>
          </w:p>
          <w:p w14:paraId="309FD5A0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Masterização</w:t>
            </w:r>
          </w:p>
          <w:p w14:paraId="7ED332F0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E</w:t>
            </w:r>
            <w:r w:rsidRPr="00A83199">
              <w:rPr>
                <w:rFonts w:ascii="Verdana Pro Light" w:hAnsi="Verdana Pro Light"/>
                <w:sz w:val="18"/>
                <w:szCs w:val="18"/>
              </w:rPr>
              <w:t>qualização</w:t>
            </w:r>
          </w:p>
          <w:p w14:paraId="07561CE6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Compressão</w:t>
            </w:r>
          </w:p>
          <w:p w14:paraId="0D9F52D6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A83199">
              <w:rPr>
                <w:rFonts w:ascii="Verdana Pro Light" w:hAnsi="Verdana Pro Light"/>
                <w:sz w:val="18"/>
                <w:szCs w:val="18"/>
              </w:rPr>
              <w:t>Gating</w:t>
            </w:r>
            <w:proofErr w:type="spellEnd"/>
          </w:p>
          <w:p w14:paraId="3439A6D2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A83199">
              <w:rPr>
                <w:rFonts w:ascii="Verdana Pro Light" w:hAnsi="Verdana Pro Light"/>
                <w:sz w:val="18"/>
                <w:szCs w:val="18"/>
              </w:rPr>
              <w:t>Reverb</w:t>
            </w:r>
            <w:proofErr w:type="spellEnd"/>
          </w:p>
          <w:p w14:paraId="22C1A048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A83199">
              <w:rPr>
                <w:rFonts w:ascii="Verdana Pro Light" w:hAnsi="Verdana Pro Light"/>
                <w:sz w:val="18"/>
                <w:szCs w:val="18"/>
              </w:rPr>
              <w:t>Delay</w:t>
            </w:r>
            <w:proofErr w:type="spellEnd"/>
          </w:p>
          <w:p w14:paraId="792EA366" w14:textId="77777777" w:rsidR="00DD6149" w:rsidRPr="00866AEA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866AEA">
              <w:rPr>
                <w:rFonts w:ascii="Verdana Pro Light" w:hAnsi="Verdana Pro Light"/>
                <w:b/>
                <w:bCs/>
                <w:sz w:val="18"/>
                <w:szCs w:val="18"/>
              </w:rPr>
              <w:t>Tecnologia Áudio em Televisão e Cinema</w:t>
            </w:r>
          </w:p>
          <w:p w14:paraId="0D3F7792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Microfone de lapela</w:t>
            </w:r>
          </w:p>
          <w:p w14:paraId="56DAC4B9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Microfone de mão</w:t>
            </w:r>
          </w:p>
          <w:p w14:paraId="21B9DF40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Microfone de ambiente</w:t>
            </w:r>
          </w:p>
          <w:p w14:paraId="72B65F42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Bola de vento</w:t>
            </w:r>
          </w:p>
          <w:p w14:paraId="59714BFB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Gravador portátil</w:t>
            </w:r>
          </w:p>
          <w:p w14:paraId="6A7CB053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Perche</w:t>
            </w:r>
          </w:p>
          <w:p w14:paraId="4C855FAE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A83199">
              <w:rPr>
                <w:rFonts w:ascii="Verdana Pro Light" w:hAnsi="Verdana Pro Light"/>
                <w:sz w:val="18"/>
                <w:szCs w:val="18"/>
              </w:rPr>
              <w:t>Blimp</w:t>
            </w:r>
            <w:proofErr w:type="spellEnd"/>
          </w:p>
          <w:p w14:paraId="33B475E5" w14:textId="77777777" w:rsidR="00DD614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A83199">
              <w:rPr>
                <w:rFonts w:ascii="Verdana Pro Light" w:hAnsi="Verdana Pro Light"/>
                <w:sz w:val="18"/>
                <w:szCs w:val="18"/>
              </w:rPr>
              <w:t>In-Ear</w:t>
            </w:r>
            <w:proofErr w:type="spellEnd"/>
          </w:p>
          <w:p w14:paraId="2D1BAA4F" w14:textId="77777777" w:rsidR="00DD6149" w:rsidRDefault="00DD6149" w:rsidP="0072517D">
            <w:pPr>
              <w:spacing w:after="0" w:line="240" w:lineRule="auto"/>
              <w:rPr>
                <w:rFonts w:ascii="Verdana Pro Light" w:hAnsi="Verdana Pro Light"/>
                <w:sz w:val="18"/>
                <w:szCs w:val="18"/>
              </w:rPr>
            </w:pPr>
          </w:p>
          <w:p w14:paraId="1961638E" w14:textId="77777777" w:rsidR="00DD6149" w:rsidRPr="00CF4099" w:rsidRDefault="00DD6149" w:rsidP="0072517D">
            <w:pPr>
              <w:spacing w:after="0" w:line="240" w:lineRule="auto"/>
              <w:rPr>
                <w:rFonts w:ascii="Verdana Pro Light" w:hAnsi="Verdana Pro Light"/>
                <w:sz w:val="18"/>
                <w:szCs w:val="18"/>
              </w:rPr>
            </w:pPr>
          </w:p>
          <w:p w14:paraId="483503AB" w14:textId="77777777" w:rsidR="00DD6149" w:rsidRPr="00CF40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F4099">
              <w:rPr>
                <w:rFonts w:ascii="Verdana Pro Light" w:hAnsi="Verdana Pro Light"/>
                <w:b/>
                <w:bCs/>
                <w:sz w:val="18"/>
                <w:szCs w:val="18"/>
              </w:rPr>
              <w:t>Nomenclatura áudio em televisão</w:t>
            </w:r>
          </w:p>
          <w:p w14:paraId="34DAA318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A83199">
              <w:rPr>
                <w:rFonts w:ascii="Verdana Pro Light" w:hAnsi="Verdana Pro Light"/>
                <w:sz w:val="18"/>
                <w:szCs w:val="18"/>
              </w:rPr>
              <w:t>Clean</w:t>
            </w:r>
            <w:proofErr w:type="spellEnd"/>
            <w:r w:rsidRPr="00A83199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A83199">
              <w:rPr>
                <w:rFonts w:ascii="Verdana Pro Light" w:hAnsi="Verdana Pro Light"/>
                <w:sz w:val="18"/>
                <w:szCs w:val="18"/>
              </w:rPr>
              <w:t>Feed</w:t>
            </w:r>
            <w:proofErr w:type="spellEnd"/>
          </w:p>
          <w:p w14:paraId="42AF9FBE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PGM áudio</w:t>
            </w:r>
          </w:p>
          <w:p w14:paraId="66901590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A83199">
              <w:rPr>
                <w:rFonts w:ascii="Verdana Pro Light" w:hAnsi="Verdana Pro Light"/>
                <w:sz w:val="18"/>
                <w:szCs w:val="18"/>
              </w:rPr>
              <w:lastRenderedPageBreak/>
              <w:t>Intercom</w:t>
            </w:r>
            <w:proofErr w:type="spellEnd"/>
          </w:p>
          <w:p w14:paraId="40981179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Sem Fim</w:t>
            </w:r>
          </w:p>
          <w:p w14:paraId="24E338D5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Música para genérico</w:t>
            </w:r>
          </w:p>
          <w:p w14:paraId="3C08101B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Operador Áudio</w:t>
            </w:r>
          </w:p>
          <w:p w14:paraId="1C5EB5A6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Assistente Áudio</w:t>
            </w:r>
          </w:p>
          <w:p w14:paraId="786B72F9" w14:textId="77777777" w:rsidR="00DD6149" w:rsidRPr="00CF4099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F4099">
              <w:rPr>
                <w:rFonts w:ascii="Verdana Pro Light" w:hAnsi="Verdana Pro Light"/>
                <w:b/>
                <w:bCs/>
                <w:sz w:val="18"/>
                <w:szCs w:val="18"/>
              </w:rPr>
              <w:t>Nomenclatura áudio em cinema</w:t>
            </w:r>
          </w:p>
          <w:p w14:paraId="4D26BA36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A83199">
              <w:rPr>
                <w:rFonts w:ascii="Verdana Pro Light" w:hAnsi="Verdana Pro Light"/>
                <w:sz w:val="18"/>
                <w:szCs w:val="18"/>
              </w:rPr>
              <w:t>Foley</w:t>
            </w:r>
            <w:proofErr w:type="spellEnd"/>
          </w:p>
          <w:p w14:paraId="61C277EA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SFX</w:t>
            </w:r>
          </w:p>
          <w:p w14:paraId="7C7F4517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ADR</w:t>
            </w:r>
          </w:p>
          <w:p w14:paraId="398A7193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Dobragem</w:t>
            </w:r>
          </w:p>
          <w:p w14:paraId="0F33F5BD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Música ambiente</w:t>
            </w:r>
          </w:p>
          <w:p w14:paraId="57670543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Banda Sonora</w:t>
            </w:r>
          </w:p>
          <w:p w14:paraId="2641BE9F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Mistura</w:t>
            </w:r>
          </w:p>
          <w:p w14:paraId="433AA716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Pós-produção</w:t>
            </w:r>
          </w:p>
          <w:p w14:paraId="3C28E237" w14:textId="77777777" w:rsidR="00DD6149" w:rsidRPr="00CF4099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F4099">
              <w:rPr>
                <w:rFonts w:ascii="Verdana Pro Light" w:hAnsi="Verdana Pro Light"/>
                <w:b/>
                <w:bCs/>
                <w:sz w:val="18"/>
                <w:szCs w:val="18"/>
              </w:rPr>
              <w:t>Som para imagem – software digital</w:t>
            </w:r>
          </w:p>
          <w:p w14:paraId="077B2F0D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Sonorização vídeo</w:t>
            </w:r>
          </w:p>
          <w:p w14:paraId="1BC8BBC0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Edição áudio</w:t>
            </w:r>
          </w:p>
          <w:p w14:paraId="7ED766CC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Banco de sons</w:t>
            </w:r>
          </w:p>
          <w:p w14:paraId="288FAD33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 xml:space="preserve">Captação </w:t>
            </w:r>
            <w:proofErr w:type="spellStart"/>
            <w:r w:rsidRPr="00A83199">
              <w:rPr>
                <w:rFonts w:ascii="Verdana Pro Light" w:hAnsi="Verdana Pro Light"/>
                <w:sz w:val="18"/>
                <w:szCs w:val="18"/>
              </w:rPr>
              <w:t>Foley</w:t>
            </w:r>
            <w:proofErr w:type="spellEnd"/>
          </w:p>
          <w:p w14:paraId="2AF45891" w14:textId="77777777" w:rsidR="00DD6149" w:rsidRPr="00A83199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ind w:left="738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A83199">
              <w:rPr>
                <w:rFonts w:ascii="Verdana Pro Light" w:hAnsi="Verdana Pro Light"/>
                <w:sz w:val="18"/>
                <w:szCs w:val="18"/>
              </w:rPr>
              <w:t>Produção e edição de efeitos especiais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629ED" w14:textId="77777777" w:rsidR="00DD6149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Utilizar </w:t>
            </w:r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softwares de áudio populares, como Pro </w:t>
            </w:r>
            <w:proofErr w:type="spellStart"/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Tools</w:t>
            </w:r>
            <w:proofErr w:type="spellEnd"/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Logic</w:t>
            </w:r>
            <w:proofErr w:type="spellEnd"/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Pro, </w:t>
            </w:r>
            <w:proofErr w:type="spellStart"/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Ableton</w:t>
            </w:r>
            <w:proofErr w:type="spellEnd"/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Live, ou outros, dependendo das necessidades do projeto.</w:t>
            </w:r>
          </w:p>
          <w:p w14:paraId="307363C2" w14:textId="77777777" w:rsidR="00DD6149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perar mesas de mistura virtuais, ajustando </w:t>
            </w:r>
            <w:proofErr w:type="spellStart"/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faders</w:t>
            </w:r>
            <w:proofErr w:type="spellEnd"/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equalizadores, compressores e outros efeitos dentro do software.</w:t>
            </w:r>
          </w:p>
          <w:p w14:paraId="55C6CA37" w14:textId="77777777" w:rsidR="00DD6149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faders</w:t>
            </w:r>
            <w:proofErr w:type="spellEnd"/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equalizadores, compressores e outros efeitos dentro do software.</w:t>
            </w:r>
          </w:p>
          <w:p w14:paraId="4648776C" w14:textId="77777777" w:rsidR="00DD6149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ditar áudio de maneira precisa, cortando, copiando, colando, e ajustando a temporização para garantir uma qualidade sonora consistente.</w:t>
            </w:r>
          </w:p>
          <w:p w14:paraId="651A4319" w14:textId="77777777" w:rsidR="00DD6149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Executar mistura</w:t>
            </w:r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estéreo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mistura </w:t>
            </w:r>
            <w:proofErr w:type="spellStart"/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surround</w:t>
            </w:r>
            <w:proofErr w:type="spellEnd"/>
            <w:r w:rsidRPr="00CF40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para criar uma experiência sonora imersiva e espacial.</w:t>
            </w:r>
          </w:p>
          <w:p w14:paraId="3B8D0042" w14:textId="77777777" w:rsidR="00DD6149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68235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tilizar equalização de forma eficaz, ajustando as características tonais das faixas para melhorar a clareza e a separação de instrumentos.</w:t>
            </w:r>
          </w:p>
          <w:p w14:paraId="2B4FA637" w14:textId="77777777" w:rsidR="00DD6149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68235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68235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técnicas de compressão e limitação para controlar a dinâmica e garantir um equilíbrio sonoro consistente.</w:t>
            </w:r>
          </w:p>
          <w:p w14:paraId="29A85556" w14:textId="77777777" w:rsidR="00DD6149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235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Us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68235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efeitos de áudio, como </w:t>
            </w:r>
            <w:proofErr w:type="spellStart"/>
            <w:r w:rsidRPr="0068235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reverb</w:t>
            </w:r>
            <w:proofErr w:type="spellEnd"/>
            <w:r w:rsidRPr="0068235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68235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delay</w:t>
            </w:r>
            <w:proofErr w:type="spellEnd"/>
            <w:r w:rsidRPr="0068235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chorus e outros, para adicionar profundidade e personalidade à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mistura</w:t>
            </w:r>
            <w:r w:rsidRPr="0068235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9DE976A" w14:textId="77777777" w:rsidR="00DD6149" w:rsidRPr="00057283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68235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incronizar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mistura</w:t>
            </w:r>
            <w:r w:rsidRPr="0068235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áudio com o vídeo de maneira precisa, garantindo uma perfeita integração em projetos audiovisuais.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388D0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24845C18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04CDD7F8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67E2F100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084477C7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45B3BA8D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1B0881FA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306F03A0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2DEAE69F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279E1EE8" w14:textId="77777777" w:rsidR="00DD6149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146625" w14:textId="77777777" w:rsidR="00DD6149" w:rsidRPr="00057283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396B81A" w14:textId="77777777" w:rsidR="00DD6149" w:rsidRDefault="00DD6149" w:rsidP="00DD614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82176D7" w14:textId="77777777" w:rsidR="00DD6149" w:rsidRDefault="00DD6149" w:rsidP="00DD614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6D8F530" w14:textId="77777777" w:rsidR="00DD6149" w:rsidRPr="00F87025" w:rsidRDefault="00DD6149" w:rsidP="00DD6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C431F89" w14:textId="77777777" w:rsidR="00DD6149" w:rsidRPr="00F20E6F" w:rsidRDefault="00DD6149" w:rsidP="00DD614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8319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Sonorizar e misturar som em software digital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61D903B" w14:textId="77777777" w:rsidR="00DD6149" w:rsidRPr="00564406" w:rsidRDefault="00DD6149" w:rsidP="00DD6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68235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35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 equilíbrio adequado entre diferentes elementos sonoros, evitando que algum instrumento ou voz se destaque excessivamente.</w:t>
      </w:r>
    </w:p>
    <w:p w14:paraId="5732E985" w14:textId="77777777" w:rsidR="00DD6149" w:rsidRPr="00564406" w:rsidRDefault="00DD6149" w:rsidP="00DD6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68235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68235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 qualidade geral da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mistura</w:t>
      </w:r>
      <w:r w:rsidRPr="0068235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considerando clareza, nitidez, e agradabilidade auditiva.</w:t>
      </w:r>
    </w:p>
    <w:p w14:paraId="57357519" w14:textId="77777777" w:rsidR="00DD6149" w:rsidRPr="00564406" w:rsidRDefault="00DD6149" w:rsidP="00DD6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</w:t>
      </w:r>
      <w:r w:rsidRPr="0068235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arantindo uma variação apropriada de volume e evitando distorções ou picos indesejados.</w:t>
      </w:r>
    </w:p>
    <w:p w14:paraId="38DA1B7F" w14:textId="77777777" w:rsidR="00DD6149" w:rsidRDefault="00DD6149" w:rsidP="00DD6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  <w:r w:rsidRPr="0068235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incroniza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35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</w:t>
      </w:r>
      <w:r w:rsidRPr="0068235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elementos sonoros com eventos visuais.</w:t>
      </w:r>
    </w:p>
    <w:p w14:paraId="225DA1B1" w14:textId="77777777" w:rsidR="00DD6149" w:rsidRDefault="00DD6149" w:rsidP="00DD6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</w:t>
      </w:r>
      <w:r w:rsidRPr="0068235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qualiza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35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características tonais de cada elemento, assegurando que cada parte da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mistura</w:t>
      </w:r>
      <w:r w:rsidRPr="0068235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tenha seu espaço adequado na frequência.</w:t>
      </w:r>
    </w:p>
    <w:p w14:paraId="7D10D2DF" w14:textId="77777777" w:rsidR="00DD6149" w:rsidRPr="00136AD8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76B179" w14:textId="77777777" w:rsidR="00DD6149" w:rsidRPr="00F87025" w:rsidRDefault="00DD6149" w:rsidP="00DD6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9831732" w14:textId="77777777" w:rsidR="00DD6149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251DA166" w14:textId="77777777" w:rsidR="00DD6149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som</w:t>
      </w:r>
    </w:p>
    <w:p w14:paraId="7CC57D6C" w14:textId="77777777" w:rsidR="00DD6149" w:rsidRPr="008047E3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3F69A15B" w14:textId="77777777" w:rsidR="00DD6149" w:rsidRPr="00984B30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Salas de Espetáculo</w:t>
      </w:r>
    </w:p>
    <w:p w14:paraId="525FE31E" w14:textId="77777777" w:rsidR="00DD6149" w:rsidRPr="00984B30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398E58B" w14:textId="77777777" w:rsidR="00DD6149" w:rsidRPr="00051C79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AAD1B2" w14:textId="77777777" w:rsidR="00DD6149" w:rsidRPr="00F87025" w:rsidRDefault="00DD6149" w:rsidP="00DD6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33B8F74" w14:textId="77777777" w:rsidR="00DD6149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ligação à internet</w:t>
      </w:r>
    </w:p>
    <w:p w14:paraId="5EFB1D4C" w14:textId="77777777" w:rsidR="00DD6149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captação de som</w:t>
      </w:r>
    </w:p>
    <w:p w14:paraId="629FC360" w14:textId="77777777" w:rsidR="00DD6149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261720C1" w14:textId="77777777" w:rsidR="00DD6149" w:rsidRPr="00564406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Mesa de mistura</w:t>
      </w:r>
    </w:p>
    <w:p w14:paraId="60504EA6" w14:textId="77777777" w:rsidR="00DD6149" w:rsidRPr="00051C79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E61B89" w14:textId="77777777" w:rsidR="00DD6149" w:rsidRPr="00F87025" w:rsidRDefault="00DD6149" w:rsidP="00DD6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DBB1975" w14:textId="77777777" w:rsidR="00DD6149" w:rsidRPr="00051C79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CC6A4D" w14:textId="77777777" w:rsidR="00DD6149" w:rsidRPr="00051C79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171325" w14:textId="77777777" w:rsidR="00DD6149" w:rsidRPr="00051C79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463FFE" w14:textId="77777777" w:rsidR="00DD6149" w:rsidRDefault="00DD6149" w:rsidP="00DD614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FAA513B" w14:textId="09950ED8" w:rsidR="00DD6149" w:rsidRDefault="00DD6149" w:rsidP="00DD6149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D6149" w:rsidRPr="00136AD8" w14:paraId="5854C6E6" w14:textId="77777777" w:rsidTr="007251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3FB04E0" w14:textId="63043C02" w:rsidR="00DD6149" w:rsidRPr="00136AD8" w:rsidRDefault="00DD6149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C215D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15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C215D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FF6C0F2" w14:textId="4ACDFB4F" w:rsidR="00DD6149" w:rsidRPr="009C256C" w:rsidRDefault="00DD6149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3606C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Editar e exportar conteúdos </w:t>
            </w:r>
            <w:r w:rsidR="00F5651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audiovisuais </w:t>
            </w:r>
          </w:p>
        </w:tc>
      </w:tr>
      <w:tr w:rsidR="00DD6149" w:rsidRPr="00136AD8" w14:paraId="413BCA87" w14:textId="77777777" w:rsidTr="007251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75F4E3B" w14:textId="7524F379" w:rsidR="00DD6149" w:rsidRPr="00136AD8" w:rsidRDefault="00DD6149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C215D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E48FDC2" w14:textId="77777777" w:rsidR="00DD6149" w:rsidRPr="00136AD8" w:rsidRDefault="00DD6149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D24FE">
              <w:rPr>
                <w:rFonts w:ascii="Verdana Pro Light" w:eastAsia="Arial Unicode MS" w:hAnsi="Verdana Pro Light" w:cs="Times New Roman"/>
                <w:sz w:val="18"/>
                <w:szCs w:val="18"/>
              </w:rPr>
              <w:t>Edição de vídeo digital</w:t>
            </w:r>
          </w:p>
        </w:tc>
      </w:tr>
    </w:tbl>
    <w:p w14:paraId="2DD568B9" w14:textId="77777777" w:rsidR="00DD6149" w:rsidRPr="00136AD8" w:rsidRDefault="00DD6149" w:rsidP="00DD614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F1F4637" w14:textId="6A6E42A6" w:rsidR="00DD6149" w:rsidRDefault="00DD6149" w:rsidP="00DD614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9C53D8C" w14:textId="77777777" w:rsidR="007A0837" w:rsidRDefault="007A0837" w:rsidP="007A0837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1DD590FC" w14:textId="77777777" w:rsidR="00DD6149" w:rsidRPr="00136AD8" w:rsidRDefault="00DD6149" w:rsidP="00DD614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D6149" w:rsidRPr="00136AD8" w14:paraId="06F04A78" w14:textId="77777777" w:rsidTr="007251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27E7B1" w14:textId="77777777" w:rsidR="00DD6149" w:rsidRPr="001B353A" w:rsidRDefault="00DD6149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D6149" w:rsidRPr="00136AD8" w14:paraId="7C50DD5E" w14:textId="77777777" w:rsidTr="007251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6596EA" w14:textId="528AE5C4" w:rsidR="00DD6149" w:rsidRPr="003D24FE" w:rsidRDefault="00DD6149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="005A4A4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Importar, </w:t>
            </w:r>
            <w:r w:rsidR="0008119B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organizar, rotular</w:t>
            </w:r>
            <w:r w:rsidR="005A4A4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nomear </w:t>
            </w:r>
            <w:r w:rsidR="0008119B" w:rsidRPr="0008119B">
              <w:rPr>
                <w:rFonts w:ascii="Verdana Pro Light" w:eastAsia="Arial Unicode MS" w:hAnsi="Verdana Pro Light" w:cs="Arial Unicode MS"/>
                <w:sz w:val="18"/>
                <w:szCs w:val="18"/>
              </w:rPr>
              <w:t>as faixas e os clipes</w:t>
            </w:r>
          </w:p>
          <w:p w14:paraId="3C75A660" w14:textId="54FD82A2" w:rsidR="00CD0F8A" w:rsidRDefault="00DD6149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="00CD0F8A">
              <w:t xml:space="preserve"> C</w:t>
            </w:r>
            <w:r w:rsidR="00CD0F8A" w:rsidRPr="00CD0F8A">
              <w:rPr>
                <w:rFonts w:ascii="Verdana Pro Light" w:eastAsia="Arial Unicode MS" w:hAnsi="Verdana Pro Light" w:cs="Arial Unicode MS"/>
                <w:sz w:val="18"/>
                <w:szCs w:val="18"/>
              </w:rPr>
              <w:t>ort</w:t>
            </w:r>
            <w:r w:rsidR="00CD0F8A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CD0F8A" w:rsidRPr="00CD0F8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organiz</w:t>
            </w:r>
            <w:r w:rsidR="00CD0F8A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CD0F8A" w:rsidRPr="00CD0F8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clipes de vídeo de acordo com a narrativa ou o fluxo</w:t>
            </w:r>
          </w:p>
          <w:p w14:paraId="135B6720" w14:textId="3BE6DB8D" w:rsidR="00DD6149" w:rsidRPr="003D24FE" w:rsidRDefault="00CD0F8A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8D7A21">
              <w:rPr>
                <w:rFonts w:ascii="Verdana Pro Light" w:eastAsia="Arial Unicode MS" w:hAnsi="Verdana Pro Light" w:cs="Arial Unicode MS"/>
                <w:sz w:val="18"/>
                <w:szCs w:val="18"/>
              </w:rPr>
              <w:t>Ajustar e s</w:t>
            </w:r>
            <w:r w:rsidR="007A0837">
              <w:rPr>
                <w:rFonts w:ascii="Verdana Pro Light" w:eastAsia="Arial Unicode MS" w:hAnsi="Verdana Pro Light" w:cs="Arial Unicode MS"/>
                <w:sz w:val="18"/>
                <w:szCs w:val="18"/>
              </w:rPr>
              <w:t>incronizar áudio e vídeo.</w:t>
            </w:r>
          </w:p>
          <w:p w14:paraId="3490017B" w14:textId="0063A19F" w:rsidR="00DD6149" w:rsidRPr="003D24FE" w:rsidRDefault="008D7A21" w:rsidP="008D7A2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R4. </w:t>
            </w:r>
            <w:r w:rsidRPr="008D7A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Corrigir cor e gradação.</w:t>
            </w:r>
          </w:p>
          <w:p w14:paraId="139590C5" w14:textId="0F1DFED4" w:rsidR="00DD6149" w:rsidRPr="002C18A9" w:rsidRDefault="00DD6149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8D7A21"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3D24FE">
              <w:rPr>
                <w:rFonts w:ascii="Verdana Pro Light" w:eastAsia="Arial Unicode MS" w:hAnsi="Verdana Pro Light" w:cs="Arial Unicode MS"/>
                <w:sz w:val="18"/>
                <w:szCs w:val="18"/>
              </w:rPr>
              <w:t>Editar e exportar conteúdos completos, utilizando as ferramentas de edição de vídeo digital.</w:t>
            </w:r>
          </w:p>
          <w:p w14:paraId="6BDF9B2C" w14:textId="77777777" w:rsidR="00DD6149" w:rsidRPr="001B353A" w:rsidRDefault="00DD6149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DD6149" w:rsidRPr="00136AD8" w14:paraId="335D9170" w14:textId="77777777" w:rsidTr="007251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495F0D" w14:textId="77777777" w:rsidR="00DD6149" w:rsidRPr="001B353A" w:rsidRDefault="00DD6149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D051F6" w14:textId="77777777" w:rsidR="00DD6149" w:rsidRPr="001B353A" w:rsidRDefault="00DD6149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4E514D9" w14:textId="77777777" w:rsidR="00DD6149" w:rsidRPr="001B353A" w:rsidRDefault="00DD6149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D6149" w:rsidRPr="00136AD8" w14:paraId="4F8B2D02" w14:textId="77777777" w:rsidTr="007251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14FE7" w14:textId="77777777" w:rsidR="00DD6149" w:rsidRPr="00F06E24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06E24">
              <w:rPr>
                <w:rFonts w:ascii="Verdana Pro Light" w:hAnsi="Verdana Pro Light"/>
                <w:b/>
                <w:bCs/>
                <w:sz w:val="18"/>
                <w:szCs w:val="18"/>
              </w:rPr>
              <w:t>Formatos de vídeo digital</w:t>
            </w:r>
          </w:p>
          <w:p w14:paraId="72831F11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4:3 e 16:9</w:t>
            </w:r>
          </w:p>
          <w:p w14:paraId="2B4BBA53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Resolução de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Frame</w:t>
            </w:r>
            <w:proofErr w:type="spellEnd"/>
          </w:p>
          <w:p w14:paraId="1337D267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Imagens entrelaçados e progressivas (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Frames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Fields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5F8F817F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Formatos SD e HD, 2K e 4K e novos formatos</w:t>
            </w:r>
          </w:p>
          <w:p w14:paraId="1F67DB4D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Formatos de vídeo 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codecs</w:t>
            </w:r>
            <w:proofErr w:type="spellEnd"/>
          </w:p>
          <w:p w14:paraId="6E54DD9B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Bit rate e suas consequências</w:t>
            </w:r>
          </w:p>
          <w:p w14:paraId="48C66BD5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Frame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rate</w:t>
            </w:r>
          </w:p>
          <w:p w14:paraId="7F23B333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Timecode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NDF e DF</w:t>
            </w:r>
          </w:p>
          <w:p w14:paraId="179EB027" w14:textId="77777777" w:rsidR="00DD6149" w:rsidRPr="00F06E24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06E24">
              <w:rPr>
                <w:rFonts w:ascii="Verdana Pro Light" w:hAnsi="Verdana Pro Light"/>
                <w:b/>
                <w:bCs/>
                <w:sz w:val="18"/>
                <w:szCs w:val="18"/>
              </w:rPr>
              <w:t>Softwares de edição de vídeo digital</w:t>
            </w:r>
          </w:p>
          <w:p w14:paraId="3DD88F20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Equipamento informático para edição de vídeo digital</w:t>
            </w:r>
          </w:p>
          <w:p w14:paraId="37F798FD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Configuração inicial do programa</w:t>
            </w:r>
          </w:p>
          <w:p w14:paraId="30B4FE00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Formatos de projeto e organização (Auto Save)</w:t>
            </w:r>
          </w:p>
          <w:p w14:paraId="2A81028B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Principais layouts da área de trabalho</w:t>
            </w:r>
          </w:p>
          <w:p w14:paraId="324B5F58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Importação de vídeo e configurações</w:t>
            </w:r>
          </w:p>
          <w:p w14:paraId="10958C70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Monitor de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Preview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Program</w:t>
            </w:r>
            <w:proofErr w:type="spellEnd"/>
          </w:p>
          <w:p w14:paraId="54395384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Timeline</w:t>
            </w:r>
            <w:proofErr w:type="spellEnd"/>
          </w:p>
          <w:p w14:paraId="3645DCF3" w14:textId="77777777" w:rsidR="00DD6149" w:rsidRPr="00F06E24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proofErr w:type="spellStart"/>
            <w:r w:rsidRPr="00F06E24">
              <w:rPr>
                <w:rFonts w:ascii="Verdana Pro Light" w:hAnsi="Verdana Pro Light"/>
                <w:b/>
                <w:bCs/>
                <w:sz w:val="18"/>
                <w:szCs w:val="18"/>
              </w:rPr>
              <w:t>Track</w:t>
            </w:r>
            <w:proofErr w:type="spellEnd"/>
            <w:r w:rsidRPr="00F06E2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de vídeo e áudio</w:t>
            </w:r>
          </w:p>
          <w:p w14:paraId="313A22A1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Edição com as ferramentas do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track</w:t>
            </w:r>
            <w:proofErr w:type="spellEnd"/>
          </w:p>
          <w:p w14:paraId="1E4F57DA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Primeiras ferramentas de edição (Cut 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Triming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64EA061B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lastRenderedPageBreak/>
              <w:t xml:space="preserve">Edição com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mark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in 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mark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out</w:t>
            </w:r>
          </w:p>
          <w:p w14:paraId="00F937B1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Setup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Workspace</w:t>
            </w:r>
            <w:proofErr w:type="spellEnd"/>
          </w:p>
          <w:p w14:paraId="73DA3AC5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Safe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area</w:t>
            </w:r>
            <w:proofErr w:type="spellEnd"/>
          </w:p>
          <w:p w14:paraId="160D7D9F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Ferramentas Clip Volume 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Track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Volume</w:t>
            </w:r>
          </w:p>
          <w:p w14:paraId="1E990AEA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Painel áudio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Mix</w:t>
            </w:r>
            <w:proofErr w:type="spellEnd"/>
          </w:p>
          <w:p w14:paraId="704477CA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Ferramentas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Insert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Overlay</w:t>
            </w:r>
            <w:proofErr w:type="spellEnd"/>
          </w:p>
          <w:p w14:paraId="0DB476D9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Ferramenta Fast e Slow.</w:t>
            </w:r>
          </w:p>
          <w:p w14:paraId="5F401D0D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Ferramenta de criação e design de títulos</w:t>
            </w:r>
          </w:p>
          <w:p w14:paraId="39A75ABC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Uso seguro do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Title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Safe</w:t>
            </w:r>
          </w:p>
          <w:p w14:paraId="64509E0F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Títulos em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motion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(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Roll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e Crawl)</w:t>
            </w:r>
          </w:p>
          <w:p w14:paraId="03CC9565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Pre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Roll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Post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Roll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de créditos</w:t>
            </w:r>
          </w:p>
          <w:p w14:paraId="5A8C0567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Uso de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templates</w:t>
            </w:r>
            <w:proofErr w:type="spellEnd"/>
          </w:p>
          <w:p w14:paraId="48B825B9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Painel Effect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Control</w:t>
            </w:r>
            <w:proofErr w:type="spellEnd"/>
          </w:p>
          <w:p w14:paraId="5B8BF3DC" w14:textId="77777777" w:rsidR="00DD6149" w:rsidRPr="00F06E24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  <w:lang w:val="en-US"/>
              </w:rPr>
            </w:pPr>
            <w:r w:rsidRPr="00F06E24">
              <w:rPr>
                <w:rFonts w:ascii="Verdana Pro Light" w:hAnsi="Verdana Pro Light"/>
                <w:sz w:val="18"/>
                <w:szCs w:val="18"/>
                <w:lang w:val="en-US"/>
              </w:rPr>
              <w:t>Ferramentas Motion (Position, Scale, Rotation, Opacity e Anchor Point)</w:t>
            </w:r>
          </w:p>
          <w:p w14:paraId="23172DF8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Ferramentas avançadas de edição (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Ripple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Rolling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Tool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4B4B3DE9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Ferramentas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Strech</w:t>
            </w:r>
            <w:proofErr w:type="spellEnd"/>
          </w:p>
          <w:p w14:paraId="2093040A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Ferramenta Slipe e Slide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Tool</w:t>
            </w:r>
            <w:proofErr w:type="spellEnd"/>
          </w:p>
          <w:p w14:paraId="430EB8CB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Conceito e uso de Time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Remapping</w:t>
            </w:r>
            <w:proofErr w:type="spellEnd"/>
          </w:p>
          <w:p w14:paraId="26D41053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Efeitos de transição</w:t>
            </w:r>
          </w:p>
          <w:p w14:paraId="30830C0E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Efeitos de vídeo</w:t>
            </w:r>
          </w:p>
          <w:p w14:paraId="2E724F00" w14:textId="77777777" w:rsidR="00DD6149" w:rsidRPr="00F06E24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  <w:lang w:val="en-US"/>
              </w:rPr>
            </w:pPr>
            <w:r w:rsidRPr="00F06E24">
              <w:rPr>
                <w:rFonts w:ascii="Verdana Pro Light" w:hAnsi="Verdana Pro Light"/>
                <w:sz w:val="18"/>
                <w:szCs w:val="18"/>
                <w:lang w:val="en-US"/>
              </w:rPr>
              <w:t>Matte Key e Chroma-Key</w:t>
            </w:r>
          </w:p>
          <w:p w14:paraId="724D8BA3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Animação por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Keyframes</w:t>
            </w:r>
            <w:proofErr w:type="spellEnd"/>
          </w:p>
          <w:p w14:paraId="23F2E7D9" w14:textId="77777777" w:rsidR="00DD6149" w:rsidRPr="00F06E24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06E24">
              <w:rPr>
                <w:rFonts w:ascii="Verdana Pro Light" w:hAnsi="Verdana Pro Light"/>
                <w:b/>
                <w:bCs/>
                <w:sz w:val="18"/>
                <w:szCs w:val="18"/>
              </w:rPr>
              <w:t>Integração com software de tratamento de imagem</w:t>
            </w:r>
          </w:p>
          <w:p w14:paraId="38B53E95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   Automações e configurações</w:t>
            </w:r>
          </w:p>
          <w:p w14:paraId="1C2EB04D" w14:textId="77777777" w:rsidR="00DD6149" w:rsidRPr="00BF45D9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BF45D9">
              <w:rPr>
                <w:rFonts w:ascii="Verdana Pro Light" w:hAnsi="Verdana Pro Light"/>
                <w:b/>
                <w:bCs/>
                <w:sz w:val="18"/>
                <w:szCs w:val="18"/>
              </w:rPr>
              <w:t>Gravação de áudio e controlo de nível</w:t>
            </w:r>
          </w:p>
          <w:p w14:paraId="462E291A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Formatos 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codecs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de áudio</w:t>
            </w:r>
          </w:p>
          <w:p w14:paraId="73EBADF2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Exportação áudio</w:t>
            </w:r>
          </w:p>
          <w:p w14:paraId="337D2582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Ferramentas de Croma 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Luma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(Monitor de forma de onda 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vectorscópio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6314CB29" w14:textId="77777777" w:rsidR="00DD6149" w:rsidRPr="00972904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972904">
              <w:rPr>
                <w:rFonts w:ascii="Verdana Pro Light" w:hAnsi="Verdana Pro Light"/>
                <w:b/>
                <w:bCs/>
                <w:sz w:val="18"/>
                <w:szCs w:val="18"/>
              </w:rPr>
              <w:t>Project Manager</w:t>
            </w:r>
          </w:p>
          <w:p w14:paraId="2FC2C30E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Ferramentas - Capture 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Batch</w:t>
            </w:r>
            <w:proofErr w:type="spellEnd"/>
          </w:p>
          <w:p w14:paraId="5DC1BDC9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Bars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and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Tone</w:t>
            </w:r>
          </w:p>
          <w:p w14:paraId="6C9AAFB8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Universal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Counting</w:t>
            </w:r>
            <w:proofErr w:type="spellEnd"/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 Leader</w:t>
            </w:r>
          </w:p>
          <w:p w14:paraId="05540EAC" w14:textId="77777777" w:rsidR="00DD6149" w:rsidRPr="004069A8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069A8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Adobe Media </w:t>
            </w:r>
            <w:proofErr w:type="spellStart"/>
            <w:r w:rsidRPr="004069A8">
              <w:rPr>
                <w:rFonts w:ascii="Verdana Pro Light" w:hAnsi="Verdana Pro Light"/>
                <w:b/>
                <w:bCs/>
                <w:sz w:val="18"/>
                <w:szCs w:val="18"/>
              </w:rPr>
              <w:t>Encoder</w:t>
            </w:r>
            <w:proofErr w:type="spellEnd"/>
          </w:p>
          <w:p w14:paraId="04C39476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>Exportação de vídeo</w:t>
            </w:r>
          </w:p>
          <w:p w14:paraId="5E231A47" w14:textId="77777777" w:rsidR="00DD6149" w:rsidRPr="003D24FE" w:rsidRDefault="00DD6149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3D24FE">
              <w:rPr>
                <w:rFonts w:ascii="Verdana Pro Light" w:hAnsi="Verdana Pro Light"/>
                <w:sz w:val="18"/>
                <w:szCs w:val="18"/>
              </w:rPr>
              <w:t xml:space="preserve">Configurações de formatos e </w:t>
            </w:r>
            <w:proofErr w:type="spellStart"/>
            <w:r w:rsidRPr="003D24FE">
              <w:rPr>
                <w:rFonts w:ascii="Verdana Pro Light" w:hAnsi="Verdana Pro Light"/>
                <w:sz w:val="18"/>
                <w:szCs w:val="18"/>
              </w:rPr>
              <w:t>codecs</w:t>
            </w:r>
            <w:proofErr w:type="spellEnd"/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40477" w14:textId="77777777" w:rsidR="00DD6149" w:rsidRDefault="00DD6149" w:rsidP="00AF4966">
            <w:pPr>
              <w:pStyle w:val="PargrafodaLista"/>
              <w:tabs>
                <w:tab w:val="left" w:pos="459"/>
              </w:tabs>
              <w:spacing w:before="120" w:after="0" w:line="276" w:lineRule="auto"/>
              <w:ind w:left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1C0793" w14:textId="77777777" w:rsidR="00DD6149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5C0F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tilizar as ferramentas básicas e avançadas do software para editar, cortar, ajustar volume, aplicar efeitos, entre outros.</w:t>
            </w:r>
          </w:p>
          <w:p w14:paraId="4A5B4AAC" w14:textId="77777777" w:rsidR="00DD6149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5C0F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esenvolver e seguir eficientes fluxos de trabalho de edição, desde a importação de arquivos até a exportação final.</w:t>
            </w:r>
          </w:p>
          <w:p w14:paraId="338F008A" w14:textId="77777777" w:rsidR="00DD6149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5C0F8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narrativas envolventes através da edição.</w:t>
            </w:r>
          </w:p>
          <w:p w14:paraId="10146DFA" w14:textId="77777777" w:rsidR="00DD6149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1651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scolh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1651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cortes, transições, efeitos visuais e sonoros que contribuam para a qualidade geral do conteúdo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84E0AB3" w14:textId="77777777" w:rsidR="008D7A21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A77E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xportar conteúdo em </w:t>
            </w:r>
            <w:r w:rsidR="007A08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formatos</w:t>
            </w:r>
            <w:r w:rsidRPr="00A77E9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 w:rsidR="008D7A21" w:rsidRPr="003D24F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7698B540" w14:textId="2EA3ADC4" w:rsidR="00DD6149" w:rsidRPr="00057283" w:rsidRDefault="008D7A21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D24FE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os softwares mais utilizados no mercado audiovisual para edição de vídeo digital.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E52C2" w14:textId="77777777" w:rsidR="00DD6149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69B5B8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1C6D1422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1FAA3059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5F0D918F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269602E0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63F922BD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67B6A4EB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64E1B9AA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429C96FC" w14:textId="77777777" w:rsidR="00DD6149" w:rsidRPr="0020338E" w:rsidRDefault="00DD614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0C590E6D" w14:textId="77777777" w:rsidR="00DD6149" w:rsidRPr="00057283" w:rsidRDefault="00DD614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94A9585" w14:textId="77777777" w:rsidR="00DD6149" w:rsidRDefault="00DD6149" w:rsidP="00DD614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D56E975" w14:textId="77777777" w:rsidR="00DD6149" w:rsidRDefault="00DD6149" w:rsidP="00DD614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A46F4AF" w14:textId="77777777" w:rsidR="00DD6149" w:rsidRPr="00F87025" w:rsidRDefault="00DD6149" w:rsidP="00DD6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F25CCD9" w14:textId="26828F91" w:rsidR="00DD6149" w:rsidRPr="00F20E6F" w:rsidRDefault="00DD6149" w:rsidP="00DD614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D24F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Editar e exportar conteúdos </w:t>
      </w:r>
      <w:r w:rsidR="00FA28EF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audiovisuais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8304A45" w14:textId="77777777" w:rsidR="00DD6149" w:rsidRPr="00564406" w:rsidRDefault="00DD6149" w:rsidP="00DD6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Sincronizando á</w:t>
      </w:r>
      <w:r w:rsidRPr="00A77E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udio e vídeo ao longo do conteúdo, sem desalinhamentos percetíveis.</w:t>
      </w:r>
    </w:p>
    <w:p w14:paraId="2F9DFDB4" w14:textId="77777777" w:rsidR="00DD6149" w:rsidRPr="00564406" w:rsidRDefault="00DD6149" w:rsidP="00DD6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</w:t>
      </w:r>
      <w:r w:rsidRPr="00A77E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arantindo uma transição suave entre cenas, cortes e elementos visuais e sonoros.</w:t>
      </w:r>
    </w:p>
    <w:p w14:paraId="5B1AA48D" w14:textId="77777777" w:rsidR="00DD6149" w:rsidRPr="00564406" w:rsidRDefault="00DD6149" w:rsidP="00DD6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</w:t>
      </w:r>
      <w:r w:rsidRPr="00A77E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ealiza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A77E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Pr="00A77E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correção de cor e gradação de forma adequada, mantendo uma estética visual consistente.</w:t>
      </w:r>
    </w:p>
    <w:p w14:paraId="28279DF9" w14:textId="77777777" w:rsidR="00DD6149" w:rsidRDefault="00DD6149" w:rsidP="00DD6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A77E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dequa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A77E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 conteúdo </w:t>
      </w:r>
      <w:r w:rsidRPr="00A77E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ao público-alvo, levando em consideração preferências, sensibilidades e requisitos específicos.</w:t>
      </w:r>
    </w:p>
    <w:p w14:paraId="12E430C0" w14:textId="77777777" w:rsidR="00DD6149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</w:t>
      </w:r>
      <w:r w:rsidRPr="00A77E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xporta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A77E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 no formato e na resolução apropriados para a plataforma de distribuição final, garantindo compatibilidade e qualidade.</w:t>
      </w:r>
    </w:p>
    <w:p w14:paraId="572F00AD" w14:textId="77777777" w:rsidR="00DD6149" w:rsidRDefault="00DD6149" w:rsidP="00DD6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6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Pr="00A77E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77E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consistência na aparência visual e sonora ao longo de todo o conteúdo, evitando mudanças bruscas que possam distrair o espectador.</w:t>
      </w:r>
    </w:p>
    <w:p w14:paraId="4139DF43" w14:textId="77777777" w:rsidR="00DD6149" w:rsidRPr="00136AD8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436F530" w14:textId="77777777" w:rsidR="00DD6149" w:rsidRPr="00F87025" w:rsidRDefault="00DD6149" w:rsidP="00DD6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B692933" w14:textId="77777777" w:rsidR="00DD6149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7C5E5F8B" w14:textId="77777777" w:rsidR="00DD6149" w:rsidRPr="008047E3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4B84456A" w14:textId="77777777" w:rsidR="00DD6149" w:rsidRPr="00984B30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Salas de Espetáculo</w:t>
      </w:r>
    </w:p>
    <w:p w14:paraId="2C67DF55" w14:textId="77777777" w:rsidR="00DD6149" w:rsidRPr="00051C79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EF81F8" w14:textId="77777777" w:rsidR="00DD6149" w:rsidRPr="00F87025" w:rsidRDefault="00DD6149" w:rsidP="00DD6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A59C283" w14:textId="77777777" w:rsidR="00DD6149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ligação à internet</w:t>
      </w:r>
    </w:p>
    <w:p w14:paraId="5087F700" w14:textId="77777777" w:rsidR="00DD6149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0B1BABEC" w14:textId="77777777" w:rsidR="00DD6149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3F9F25F2" w14:textId="77777777" w:rsidR="00DD6149" w:rsidRPr="00564406" w:rsidRDefault="00DD6149" w:rsidP="00DD6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77F8B01" w14:textId="77777777" w:rsidR="00DD6149" w:rsidRPr="00051C79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3049A40" w14:textId="77777777" w:rsidR="00DD6149" w:rsidRPr="00F87025" w:rsidRDefault="00DD6149" w:rsidP="00DD6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29E70E0" w14:textId="77777777" w:rsidR="00DD6149" w:rsidRPr="00051C79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5D233B" w14:textId="77777777" w:rsidR="00DD6149" w:rsidRPr="00051C79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1D70F6" w14:textId="77777777" w:rsidR="00DD6149" w:rsidRPr="00051C79" w:rsidRDefault="00DD6149" w:rsidP="00DD6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838819" w14:textId="398A715A" w:rsidR="00DD6149" w:rsidRDefault="00DD6149" w:rsidP="00DD614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835D7" w:rsidRPr="00136AD8" w14:paraId="33B9A856" w14:textId="77777777" w:rsidTr="007251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FA4844A" w14:textId="5A4546BC" w:rsidR="001835D7" w:rsidRPr="00136AD8" w:rsidRDefault="001835D7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573BA2A" w14:textId="224EA43C" w:rsidR="001835D7" w:rsidRPr="009C256C" w:rsidRDefault="001835D7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27BE4">
              <w:t xml:space="preserve">Editar conteúdos vídeo </w:t>
            </w:r>
            <w:r w:rsidR="008459B4">
              <w:t xml:space="preserve">para televisão e para cinema </w:t>
            </w:r>
          </w:p>
        </w:tc>
      </w:tr>
      <w:tr w:rsidR="001835D7" w:rsidRPr="00136AD8" w14:paraId="7BBA9F24" w14:textId="77777777" w:rsidTr="007251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47BC53A" w14:textId="7B1C709D" w:rsidR="001835D7" w:rsidRPr="00136AD8" w:rsidRDefault="001835D7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16</w:t>
            </w:r>
          </w:p>
        </w:tc>
        <w:tc>
          <w:tcPr>
            <w:tcW w:w="7324" w:type="dxa"/>
            <w:shd w:val="clear" w:color="auto" w:fill="E7E6E6" w:themeFill="background2"/>
          </w:tcPr>
          <w:p w14:paraId="4B4A480B" w14:textId="77777777" w:rsidR="001835D7" w:rsidRPr="00136AD8" w:rsidRDefault="001835D7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AB3889">
              <w:rPr>
                <w:rFonts w:ascii="Verdana Pro Light" w:eastAsia="Arial Unicode MS" w:hAnsi="Verdana Pro Light" w:cs="Times New Roman"/>
                <w:sz w:val="18"/>
                <w:szCs w:val="18"/>
              </w:rPr>
              <w:t>Edição de vídeo digital em televisão e cinema</w:t>
            </w:r>
          </w:p>
        </w:tc>
      </w:tr>
    </w:tbl>
    <w:p w14:paraId="41781D6B" w14:textId="77777777" w:rsidR="001835D7" w:rsidRPr="00136AD8" w:rsidRDefault="001835D7" w:rsidP="001835D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80D56BB" w14:textId="3605C212" w:rsidR="001835D7" w:rsidRDefault="001835D7" w:rsidP="001835D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256B5E61" w14:textId="77777777" w:rsidR="001835D7" w:rsidRDefault="001835D7" w:rsidP="001835D7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72C51AFF" w14:textId="77777777" w:rsidR="001835D7" w:rsidRPr="00136AD8" w:rsidRDefault="001835D7" w:rsidP="001835D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835D7" w:rsidRPr="00136AD8" w14:paraId="1E20CD75" w14:textId="77777777" w:rsidTr="007251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A9AB64" w14:textId="77777777" w:rsidR="001835D7" w:rsidRPr="001B353A" w:rsidRDefault="001835D7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835D7" w:rsidRPr="00136AD8" w14:paraId="0EB46772" w14:textId="77777777" w:rsidTr="007251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76C8D5" w14:textId="053A2C6D" w:rsidR="001835D7" w:rsidRPr="005214F6" w:rsidRDefault="001835D7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="0022409D" w:rsidRPr="0022409D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</w:t>
            </w:r>
            <w:r w:rsidR="0022409D">
              <w:rPr>
                <w:rFonts w:ascii="Verdana Pro Light" w:eastAsia="Arial Unicode MS" w:hAnsi="Verdana Pro Light" w:cs="Arial Unicode MS"/>
                <w:sz w:val="18"/>
                <w:szCs w:val="18"/>
              </w:rPr>
              <w:t>cionar</w:t>
            </w:r>
            <w:r w:rsidR="0022409D" w:rsidRPr="002240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r w:rsidR="00CA7BD0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organizar</w:t>
            </w:r>
            <w:r w:rsidR="0022409D" w:rsidRPr="002240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CA7BD0">
              <w:rPr>
                <w:rFonts w:ascii="Verdana Pro Light" w:eastAsia="Arial Unicode MS" w:hAnsi="Verdana Pro Light" w:cs="Arial Unicode MS"/>
                <w:sz w:val="18"/>
                <w:szCs w:val="18"/>
              </w:rPr>
              <w:t>o</w:t>
            </w:r>
            <w:r w:rsidR="0022409D" w:rsidRPr="002240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CA7BD0">
              <w:rPr>
                <w:rFonts w:ascii="Verdana Pro Light" w:eastAsia="Arial Unicode MS" w:hAnsi="Verdana Pro Light" w:cs="Arial Unicode MS"/>
                <w:sz w:val="18"/>
                <w:szCs w:val="18"/>
              </w:rPr>
              <w:t>m</w:t>
            </w:r>
            <w:r w:rsidR="0022409D" w:rsidRPr="002240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aterial </w:t>
            </w:r>
            <w:r w:rsidR="00CA7BD0">
              <w:rPr>
                <w:rFonts w:ascii="Verdana Pro Light" w:eastAsia="Arial Unicode MS" w:hAnsi="Verdana Pro Light" w:cs="Arial Unicode MS"/>
                <w:sz w:val="18"/>
                <w:szCs w:val="18"/>
              </w:rPr>
              <w:t>b</w:t>
            </w:r>
            <w:r w:rsidR="0022409D" w:rsidRPr="0022409D">
              <w:rPr>
                <w:rFonts w:ascii="Verdana Pro Light" w:eastAsia="Arial Unicode MS" w:hAnsi="Verdana Pro Light" w:cs="Arial Unicode MS"/>
                <w:sz w:val="18"/>
                <w:szCs w:val="18"/>
              </w:rPr>
              <w:t>ruto</w:t>
            </w:r>
          </w:p>
          <w:p w14:paraId="47039095" w14:textId="1ECB2CC0" w:rsidR="001835D7" w:rsidRPr="005214F6" w:rsidRDefault="001835D7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40F8B" w:rsidRPr="00140F8B">
              <w:rPr>
                <w:rFonts w:ascii="Verdana Pro Light" w:eastAsia="Arial Unicode MS" w:hAnsi="Verdana Pro Light" w:cs="Arial Unicode MS"/>
                <w:sz w:val="18"/>
                <w:szCs w:val="18"/>
              </w:rPr>
              <w:t>Mont</w:t>
            </w:r>
            <w:r w:rsidR="00140F8B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140F8B" w:rsidRPr="00140F8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sequência do vídeo de acordo com o roteiro ou storyboard</w:t>
            </w:r>
          </w:p>
          <w:p w14:paraId="6ECE920C" w14:textId="7F424B67" w:rsidR="001835D7" w:rsidRPr="005214F6" w:rsidRDefault="001835D7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40F8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Colorizar e corrigir a cor e mixar o áudio </w:t>
            </w:r>
          </w:p>
          <w:p w14:paraId="05C5C21C" w14:textId="6567C515" w:rsidR="001835D7" w:rsidRPr="001B353A" w:rsidRDefault="00140F8B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40F8B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 xml:space="preserve"> </w:t>
            </w:r>
            <w:r w:rsidR="00E5755D" w:rsidRPr="00E5755D">
              <w:rPr>
                <w:rFonts w:ascii="Verdana Pro Light" w:eastAsia="Arial Unicode MS" w:hAnsi="Verdana Pro Light" w:cs="Arial Unicode MS"/>
                <w:sz w:val="18"/>
                <w:szCs w:val="18"/>
              </w:rPr>
              <w:t>Exportar e aplica</w:t>
            </w:r>
            <w:r w:rsidR="00E5755D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E5755D" w:rsidRPr="00E5755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formatação específica</w:t>
            </w:r>
            <w:r w:rsidR="00E5755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 xml:space="preserve"> </w:t>
            </w:r>
          </w:p>
        </w:tc>
      </w:tr>
      <w:tr w:rsidR="001835D7" w:rsidRPr="00136AD8" w14:paraId="3D29AD99" w14:textId="77777777" w:rsidTr="007251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F12787" w14:textId="77777777" w:rsidR="001835D7" w:rsidRPr="001B353A" w:rsidRDefault="001835D7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8638D6" w14:textId="77777777" w:rsidR="001835D7" w:rsidRPr="001B353A" w:rsidRDefault="001835D7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F3F5EED" w14:textId="77777777" w:rsidR="001835D7" w:rsidRPr="001B353A" w:rsidRDefault="001835D7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835D7" w:rsidRPr="00136AD8" w14:paraId="0AE10E2C" w14:textId="77777777" w:rsidTr="007251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59808" w14:textId="77777777" w:rsidR="001835D7" w:rsidRPr="008819F1" w:rsidRDefault="001835D7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8819F1">
              <w:rPr>
                <w:rFonts w:ascii="Verdana Pro Light" w:hAnsi="Verdana Pro Light"/>
                <w:b/>
                <w:bCs/>
                <w:sz w:val="18"/>
                <w:szCs w:val="18"/>
              </w:rPr>
              <w:t>Edição de vídeo digital em televisão e cinema</w:t>
            </w:r>
          </w:p>
          <w:p w14:paraId="22D62F65" w14:textId="77777777" w:rsidR="001835D7" w:rsidRPr="005214F6" w:rsidRDefault="001835D7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Papel do editor em televisão e papel do montador no cinema</w:t>
            </w:r>
          </w:p>
          <w:p w14:paraId="0DE4E9EC" w14:textId="77777777" w:rsidR="001835D7" w:rsidRPr="00F06E24" w:rsidRDefault="001835D7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06E2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Métodos de trabalho em cinema </w:t>
            </w:r>
            <w:proofErr w:type="spellStart"/>
            <w:r w:rsidRPr="00F06E24">
              <w:rPr>
                <w:rFonts w:ascii="Verdana Pro Light" w:hAnsi="Verdana Pro Light"/>
                <w:b/>
                <w:bCs/>
                <w:sz w:val="18"/>
                <w:szCs w:val="18"/>
              </w:rPr>
              <w:t>vs</w:t>
            </w:r>
            <w:proofErr w:type="spellEnd"/>
            <w:r w:rsidRPr="00F06E2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televisão</w:t>
            </w:r>
          </w:p>
          <w:p w14:paraId="21EEBE01" w14:textId="77777777" w:rsidR="001835D7" w:rsidRPr="005214F6" w:rsidRDefault="001835D7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Organização do trabalho na televisão e no cinema</w:t>
            </w:r>
          </w:p>
          <w:p w14:paraId="5EFBF9D6" w14:textId="77777777" w:rsidR="001835D7" w:rsidRPr="005214F6" w:rsidRDefault="001835D7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Géneros televisivos </w:t>
            </w: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vs</w:t>
            </w:r>
            <w:proofErr w:type="spellEnd"/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 géneros cinematográficos</w:t>
            </w:r>
          </w:p>
          <w:p w14:paraId="03AC7FE8" w14:textId="77777777" w:rsidR="001835D7" w:rsidRPr="00F06E24" w:rsidRDefault="001835D7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06E24">
              <w:rPr>
                <w:rFonts w:ascii="Verdana Pro Light" w:hAnsi="Verdana Pro Light"/>
                <w:b/>
                <w:bCs/>
                <w:sz w:val="18"/>
                <w:szCs w:val="18"/>
              </w:rPr>
              <w:t>Linguagem de edição de vídeo digital no universo televisivo e cinematográfico</w:t>
            </w:r>
          </w:p>
          <w:p w14:paraId="0BB38FBF" w14:textId="77777777" w:rsidR="001835D7" w:rsidRPr="005214F6" w:rsidRDefault="001835D7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Linguagens: ficção e documentário</w:t>
            </w:r>
          </w:p>
          <w:p w14:paraId="029E492A" w14:textId="77777777" w:rsidR="001835D7" w:rsidRPr="005214F6" w:rsidRDefault="001835D7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Linguagens de edição</w:t>
            </w:r>
          </w:p>
          <w:p w14:paraId="0D697B45" w14:textId="77777777" w:rsidR="001835D7" w:rsidRPr="005214F6" w:rsidRDefault="001835D7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Continuidade espácio-temporal</w:t>
            </w:r>
          </w:p>
          <w:p w14:paraId="22AAC396" w14:textId="77777777" w:rsidR="001835D7" w:rsidRPr="005214F6" w:rsidRDefault="001835D7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Ritmo</w:t>
            </w:r>
          </w:p>
          <w:p w14:paraId="0C1E20D8" w14:textId="77777777" w:rsidR="001835D7" w:rsidRPr="00F06E24" w:rsidRDefault="001835D7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06E24">
              <w:rPr>
                <w:rFonts w:ascii="Verdana Pro Light" w:hAnsi="Verdana Pro Light"/>
                <w:b/>
                <w:bCs/>
                <w:sz w:val="18"/>
                <w:szCs w:val="18"/>
              </w:rPr>
              <w:t>Edição de conteúdos de vídeo digital em televisão e cinema</w:t>
            </w:r>
          </w:p>
          <w:p w14:paraId="7ADEBFA7" w14:textId="77777777" w:rsidR="001835D7" w:rsidRPr="005214F6" w:rsidRDefault="001835D7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Material de cobertura</w:t>
            </w:r>
          </w:p>
          <w:p w14:paraId="4E6B6AEB" w14:textId="77777777" w:rsidR="001835D7" w:rsidRPr="005214F6" w:rsidRDefault="001835D7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Edição de reportagem</w:t>
            </w:r>
          </w:p>
          <w:p w14:paraId="09F19FF4" w14:textId="77777777" w:rsidR="001835D7" w:rsidRPr="005214F6" w:rsidRDefault="001835D7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Edição de ficção de narrativa linear e não-linear</w:t>
            </w:r>
          </w:p>
          <w:p w14:paraId="1591FA4E" w14:textId="77777777" w:rsidR="001835D7" w:rsidRPr="005214F6" w:rsidRDefault="001835D7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Montagem paralela</w:t>
            </w:r>
          </w:p>
          <w:p w14:paraId="1C3C51B0" w14:textId="77777777" w:rsidR="001835D7" w:rsidRPr="005214F6" w:rsidRDefault="001835D7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Montagem invisível</w:t>
            </w:r>
          </w:p>
          <w:p w14:paraId="51168E20" w14:textId="77777777" w:rsidR="001835D7" w:rsidRPr="005214F6" w:rsidRDefault="001835D7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Som na montagem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73C83" w14:textId="77777777" w:rsidR="001835D7" w:rsidRDefault="001835D7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 w:rsidRPr="005107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softwares de edição de vídeo, como Adobe </w:t>
            </w:r>
            <w:proofErr w:type="spellStart"/>
            <w:r w:rsidRPr="005107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Premiere</w:t>
            </w:r>
            <w:proofErr w:type="spellEnd"/>
            <w:r w:rsidRPr="005107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Final Cut Pro, </w:t>
            </w:r>
            <w:proofErr w:type="spellStart"/>
            <w:r w:rsidRPr="005107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DaVinci</w:t>
            </w:r>
            <w:proofErr w:type="spellEnd"/>
            <w:r w:rsidRPr="005107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Resolve, entre outros.</w:t>
            </w:r>
          </w:p>
          <w:p w14:paraId="6BA949F2" w14:textId="77777777" w:rsidR="00AF222B" w:rsidRDefault="00AF222B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14F6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Distinguir as características e método de trabalho da edição em televisão e cinema.</w:t>
            </w:r>
          </w:p>
          <w:p w14:paraId="3B769DBB" w14:textId="77777777" w:rsidR="00140F8B" w:rsidRDefault="00140F8B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14F6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 linguagem da montagem no universo televisivo e cinematográfico.</w:t>
            </w:r>
          </w:p>
          <w:p w14:paraId="2ADBE2C7" w14:textId="3DE2A8E8" w:rsidR="001835D7" w:rsidRDefault="001835D7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556A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transições de forma criativa, escolhendo aquelas que complementam a atmosfera do vídeo e contribuem para a narrativa.</w:t>
            </w:r>
          </w:p>
          <w:p w14:paraId="0A430EDE" w14:textId="77777777" w:rsidR="001835D7" w:rsidRDefault="001835D7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556A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ncorpora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</w:t>
            </w:r>
            <w:r w:rsidRPr="00556A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 visuais, gráficos e animações de forma aprimorar a estética do vídeo.</w:t>
            </w:r>
          </w:p>
          <w:p w14:paraId="499E0907" w14:textId="77777777" w:rsidR="001835D7" w:rsidRDefault="001835D7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556A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scolh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er </w:t>
            </w:r>
            <w:r w:rsidRPr="00556A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cores, composição visual e estilo de edição, para criar uma experiência visualmente atraente.</w:t>
            </w:r>
          </w:p>
          <w:p w14:paraId="4ECD3C17" w14:textId="7FC0B5F0" w:rsidR="001835D7" w:rsidRPr="00057283" w:rsidRDefault="00DE45F3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1835D7" w:rsidRPr="00556A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técnicas inovadoras na edição, buscando constantemente aprimorar a criatividade.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7236F" w14:textId="77777777" w:rsidR="001835D7" w:rsidRPr="0020338E" w:rsidRDefault="001835D7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05673471" w14:textId="77777777" w:rsidR="001835D7" w:rsidRPr="0020338E" w:rsidRDefault="001835D7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635381BB" w14:textId="77777777" w:rsidR="001835D7" w:rsidRPr="0020338E" w:rsidRDefault="001835D7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15A4C2FF" w14:textId="77777777" w:rsidR="001835D7" w:rsidRPr="0020338E" w:rsidRDefault="001835D7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6CD95EDD" w14:textId="77777777" w:rsidR="001835D7" w:rsidRPr="0020338E" w:rsidRDefault="001835D7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6A194742" w14:textId="77777777" w:rsidR="001835D7" w:rsidRPr="0020338E" w:rsidRDefault="001835D7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66CF9C4B" w14:textId="77777777" w:rsidR="001835D7" w:rsidRPr="0020338E" w:rsidRDefault="001835D7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45ABE9F9" w14:textId="77777777" w:rsidR="001835D7" w:rsidRPr="0020338E" w:rsidRDefault="001835D7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6F3BD18B" w14:textId="77777777" w:rsidR="001835D7" w:rsidRPr="0020338E" w:rsidRDefault="001835D7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64E2A466" w14:textId="77777777" w:rsidR="001835D7" w:rsidRDefault="001835D7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5C9D443" w14:textId="77777777" w:rsidR="001835D7" w:rsidRPr="00057283" w:rsidRDefault="001835D7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6E95CD0" w14:textId="77777777" w:rsidR="001835D7" w:rsidRDefault="001835D7" w:rsidP="001835D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19A858E" w14:textId="77777777" w:rsidR="001835D7" w:rsidRDefault="001835D7" w:rsidP="001835D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0028B4D" w14:textId="77777777" w:rsidR="001835D7" w:rsidRPr="00F87025" w:rsidRDefault="001835D7" w:rsidP="001835D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CA6E669" w14:textId="77777777" w:rsidR="001835D7" w:rsidRPr="00F20E6F" w:rsidRDefault="001835D7" w:rsidP="001835D7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214F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Editar conteúdos vídeo de forma criativa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9E21106" w14:textId="77777777" w:rsidR="001835D7" w:rsidRPr="00564406" w:rsidRDefault="001835D7" w:rsidP="001835D7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556A9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presenta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56A9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narrativa visual clara e envolvente, mantendo a atenção do espectador ao longo de sua duração.</w:t>
      </w:r>
    </w:p>
    <w:p w14:paraId="70B40CEF" w14:textId="77777777" w:rsidR="001835D7" w:rsidRPr="00564406" w:rsidRDefault="001835D7" w:rsidP="001835D7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556A9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56A9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originalidade na escolha de abordagens, transições, efeitos visuais e outros elementos que contribuam para a singularidade e criatividade do vídeo.</w:t>
      </w:r>
    </w:p>
    <w:p w14:paraId="46613378" w14:textId="77777777" w:rsidR="001835D7" w:rsidRPr="00564406" w:rsidRDefault="001835D7" w:rsidP="001835D7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556A9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linha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56A9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características e preferências do público-alvo, considerando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 </w:t>
      </w:r>
      <w:r w:rsidRPr="00556A9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sua sensibilidade cultural, idade e interesses.</w:t>
      </w:r>
    </w:p>
    <w:p w14:paraId="1A006C2C" w14:textId="77777777" w:rsidR="001835D7" w:rsidRDefault="001835D7" w:rsidP="001835D7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Aplicando </w:t>
      </w:r>
      <w:r w:rsidRPr="00556A9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transições e efeitos visuais de maneira suave e harm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ó</w:t>
      </w:r>
      <w:r w:rsidRPr="00556A9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nica, contribuindo para a fluidez do vídeo sem distrair excessivamente.</w:t>
      </w:r>
    </w:p>
    <w:p w14:paraId="1D4284D7" w14:textId="77777777" w:rsidR="001835D7" w:rsidRDefault="001835D7" w:rsidP="001835D7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  <w:r w:rsidRPr="00556A9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incroniza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o </w:t>
      </w:r>
      <w:r w:rsidRPr="00556A9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áudio e vídeo, evitando qualquer descompasso que possa prejudicar a experiência do espectador.</w:t>
      </w:r>
    </w:p>
    <w:p w14:paraId="1BEEF011" w14:textId="77777777" w:rsidR="001835D7" w:rsidRDefault="001835D7" w:rsidP="001835D7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6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Selecionando pistas musicais</w:t>
      </w:r>
      <w:r w:rsidRPr="00556A9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efeitos sonoros que complementem a atmosfera do vídeo.</w:t>
      </w:r>
    </w:p>
    <w:p w14:paraId="387C8C5A" w14:textId="77777777" w:rsidR="001835D7" w:rsidRPr="00136AD8" w:rsidRDefault="001835D7" w:rsidP="001835D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D2119CF" w14:textId="77777777" w:rsidR="001835D7" w:rsidRPr="00F87025" w:rsidRDefault="001835D7" w:rsidP="001835D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9E7EE1F" w14:textId="77777777" w:rsidR="001835D7" w:rsidRDefault="001835D7" w:rsidP="001835D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71A6DF85" w14:textId="77777777" w:rsidR="001835D7" w:rsidRPr="008047E3" w:rsidRDefault="001835D7" w:rsidP="001835D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29D9DD5D" w14:textId="77777777" w:rsidR="001835D7" w:rsidRPr="00984B30" w:rsidRDefault="001835D7" w:rsidP="001835D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Salas de Espetáculo</w:t>
      </w:r>
    </w:p>
    <w:p w14:paraId="260E0FEE" w14:textId="77777777" w:rsidR="001835D7" w:rsidRPr="00984B30" w:rsidRDefault="001835D7" w:rsidP="001835D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485DA75" w14:textId="77777777" w:rsidR="001835D7" w:rsidRPr="00051C79" w:rsidRDefault="001835D7" w:rsidP="001835D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1A6870" w14:textId="77777777" w:rsidR="001835D7" w:rsidRPr="00F87025" w:rsidRDefault="001835D7" w:rsidP="001835D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625516C" w14:textId="77777777" w:rsidR="001835D7" w:rsidRDefault="001835D7" w:rsidP="001835D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ligação à internet</w:t>
      </w:r>
    </w:p>
    <w:p w14:paraId="10B19A0B" w14:textId="77777777" w:rsidR="001835D7" w:rsidRDefault="001835D7" w:rsidP="001835D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086F4A94" w14:textId="77777777" w:rsidR="001835D7" w:rsidRDefault="001835D7" w:rsidP="001835D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308CB42F" w14:textId="77777777" w:rsidR="001835D7" w:rsidRPr="00564406" w:rsidRDefault="001835D7" w:rsidP="001835D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Banco de vídeos e de áudio.</w:t>
      </w:r>
    </w:p>
    <w:p w14:paraId="20E92D31" w14:textId="77777777" w:rsidR="001835D7" w:rsidRPr="00501DC8" w:rsidRDefault="001835D7" w:rsidP="001835D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C777A88" w14:textId="77777777" w:rsidR="001835D7" w:rsidRPr="00051C79" w:rsidRDefault="001835D7" w:rsidP="001835D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A4830D" w14:textId="77777777" w:rsidR="001835D7" w:rsidRPr="00F87025" w:rsidRDefault="001835D7" w:rsidP="001835D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8448D27" w14:textId="77777777" w:rsidR="001835D7" w:rsidRPr="00051C79" w:rsidRDefault="001835D7" w:rsidP="001835D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E7B55C" w14:textId="77777777" w:rsidR="001835D7" w:rsidRPr="00051C79" w:rsidRDefault="001835D7" w:rsidP="001835D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2559FE" w14:textId="77777777" w:rsidR="001835D7" w:rsidRPr="00051C79" w:rsidRDefault="001835D7" w:rsidP="001835D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2B6A95" w14:textId="3FFA61BB" w:rsidR="001835D7" w:rsidRDefault="001835D7" w:rsidP="001835D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A68E3" w:rsidRPr="00136AD8" w14:paraId="70EC8F96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1FE9FD6" w14:textId="77777777" w:rsidR="00EA68E3" w:rsidRPr="00136AD8" w:rsidRDefault="00EA68E3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BC57D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046A31E" w14:textId="77777777" w:rsidR="00EA68E3" w:rsidRPr="00AA7B53" w:rsidRDefault="00EA68E3" w:rsidP="00F02262">
            <w:pPr>
              <w:spacing w:before="120" w:after="120" w:line="240" w:lineRule="auto"/>
            </w:pPr>
            <w:r w:rsidRPr="007757E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Editar sequências de vídeo a partir de guião</w:t>
            </w:r>
          </w:p>
        </w:tc>
      </w:tr>
      <w:tr w:rsidR="00EA68E3" w:rsidRPr="00136AD8" w14:paraId="294611E3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E4D5797" w14:textId="77777777" w:rsidR="00EA68E3" w:rsidRPr="00136AD8" w:rsidRDefault="00EA68E3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CA7FF4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</w:t>
            </w:r>
            <w:r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8261D7D" w14:textId="77777777" w:rsidR="00EA68E3" w:rsidRPr="00136AD8" w:rsidRDefault="00EA68E3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Vídeo Digital</w:t>
            </w:r>
          </w:p>
        </w:tc>
      </w:tr>
    </w:tbl>
    <w:p w14:paraId="00290444" w14:textId="77777777" w:rsidR="00EA68E3" w:rsidRPr="00136AD8" w:rsidRDefault="00EA68E3" w:rsidP="00EA68E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0954D2A" w14:textId="77777777" w:rsidR="00EA68E3" w:rsidRPr="003200F2" w:rsidRDefault="00EA68E3" w:rsidP="00EA68E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4" w:name="_Hlk157973262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ABE2165" w14:textId="77777777" w:rsidR="00EA68E3" w:rsidRPr="00136AD8" w:rsidRDefault="00EA68E3" w:rsidP="00EA68E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A68E3" w:rsidRPr="00136AD8" w14:paraId="393BBDDD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13FF74" w14:textId="77777777" w:rsidR="00EA68E3" w:rsidRPr="001B353A" w:rsidRDefault="00EA68E3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A68E3" w:rsidRPr="00136AD8" w14:paraId="426AFA7D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EF8E04" w14:textId="77777777" w:rsidR="00EA68E3" w:rsidRPr="0038426E" w:rsidRDefault="00EA68E3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Organizar o material vídeo disponível</w:t>
            </w:r>
          </w:p>
          <w:p w14:paraId="58281B46" w14:textId="77777777" w:rsidR="00EA68E3" w:rsidRPr="0038426E" w:rsidRDefault="00EA68E3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Escolher takes e selecionar clipes</w:t>
            </w:r>
          </w:p>
          <w:p w14:paraId="15AB34E2" w14:textId="77777777" w:rsidR="00EA68E3" w:rsidRPr="0038426E" w:rsidRDefault="00EA68E3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Organizar a sequência lógica da informação visual</w:t>
            </w:r>
          </w:p>
          <w:p w14:paraId="64187D85" w14:textId="77777777" w:rsidR="00EA68E3" w:rsidRPr="0038426E" w:rsidRDefault="00EA68E3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Corrigir a cor e a imagem </w:t>
            </w:r>
          </w:p>
          <w:p w14:paraId="1A9432BB" w14:textId="77777777" w:rsidR="00EA68E3" w:rsidRPr="00DE0F96" w:rsidRDefault="00EA68E3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Renderizar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e</w:t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xportar as sequências de vídeo</w:t>
            </w:r>
          </w:p>
        </w:tc>
      </w:tr>
      <w:tr w:rsidR="00EA68E3" w:rsidRPr="00136AD8" w14:paraId="4E3A5412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D185CFD" w14:textId="77777777" w:rsidR="00EA68E3" w:rsidRPr="001B353A" w:rsidRDefault="00EA68E3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B405A4" w14:textId="77777777" w:rsidR="00EA68E3" w:rsidRPr="001B353A" w:rsidRDefault="00EA68E3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749331A" w14:textId="77777777" w:rsidR="00EA68E3" w:rsidRPr="001B353A" w:rsidRDefault="00EA68E3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A68E3" w:rsidRPr="00136AD8" w14:paraId="3CF62696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B81879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de captação de vídeo.</w:t>
            </w:r>
          </w:p>
          <w:p w14:paraId="678F9CF1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Familiaridade com pelo menos um software de edição de vídeo popular.</w:t>
            </w:r>
          </w:p>
          <w:p w14:paraId="0B84B23B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onceitos fundamentais de vídeo.</w:t>
            </w:r>
          </w:p>
          <w:p w14:paraId="7CB62B64" w14:textId="77777777" w:rsidR="00EA68E3" w:rsidRPr="00427855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Anatomia e fisiologia do olho humano e a câmara</w:t>
            </w:r>
          </w:p>
          <w:p w14:paraId="73AB90BD" w14:textId="77777777" w:rsidR="00EA68E3" w:rsidRPr="0037664B" w:rsidRDefault="00EA68E3" w:rsidP="00EA68E3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CCD - o olho da câmara</w:t>
            </w:r>
          </w:p>
          <w:p w14:paraId="17DC94C7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ormatos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ficheiros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vídeo (MP4, MOV, AVI).</w:t>
            </w:r>
          </w:p>
          <w:p w14:paraId="04446259" w14:textId="77777777" w:rsidR="00EA68E3" w:rsidRPr="00427855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Sinal de vídeo</w:t>
            </w:r>
          </w:p>
          <w:p w14:paraId="4E7DB1D2" w14:textId="77777777" w:rsidR="00EA68E3" w:rsidRPr="00427855" w:rsidRDefault="00EA68E3" w:rsidP="00EA68E3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Sinal analógico </w:t>
            </w:r>
            <w:proofErr w:type="spellStart"/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Vs</w:t>
            </w:r>
            <w:proofErr w:type="spellEnd"/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sinal digital - características</w:t>
            </w:r>
          </w:p>
          <w:p w14:paraId="471B95B0" w14:textId="77777777" w:rsidR="00EA68E3" w:rsidRPr="00427855" w:rsidRDefault="00EA68E3" w:rsidP="00EA68E3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Linhas, campos e quadros</w:t>
            </w:r>
          </w:p>
          <w:p w14:paraId="084A56F5" w14:textId="77777777" w:rsidR="00EA68E3" w:rsidRPr="00427855" w:rsidRDefault="00EA68E3" w:rsidP="00EA68E3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Pixels e seus aspetos</w:t>
            </w:r>
          </w:p>
          <w:p w14:paraId="26F6BC90" w14:textId="77777777" w:rsidR="00EA68E3" w:rsidRPr="00427855" w:rsidRDefault="00EA68E3" w:rsidP="00EA68E3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Medidores eletrónicos do sinal de vídeo e os seus ajustes</w:t>
            </w:r>
          </w:p>
          <w:p w14:paraId="62ACA5B2" w14:textId="77777777" w:rsidR="00EA68E3" w:rsidRPr="007455E0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7455E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Progressive</w:t>
            </w:r>
            <w:proofErr w:type="spellEnd"/>
            <w:r w:rsidRPr="007455E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scan</w:t>
            </w:r>
          </w:p>
          <w:p w14:paraId="145D7F26" w14:textId="77777777" w:rsidR="00EA68E3" w:rsidRPr="00427855" w:rsidRDefault="00EA68E3" w:rsidP="00EA68E3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filme ao vídeo</w:t>
            </w:r>
          </w:p>
          <w:p w14:paraId="61E39458" w14:textId="77777777" w:rsidR="00EA68E3" w:rsidRPr="007455E0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455E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Suportes de câmara</w:t>
            </w:r>
          </w:p>
          <w:p w14:paraId="72BECF01" w14:textId="77777777" w:rsidR="00EA68E3" w:rsidRPr="007455E0" w:rsidRDefault="00EA68E3" w:rsidP="00EA68E3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455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Tripé, Grua</w:t>
            </w:r>
          </w:p>
          <w:p w14:paraId="1D184DCE" w14:textId="77777777" w:rsidR="00EA68E3" w:rsidRPr="00427855" w:rsidRDefault="00EA68E3" w:rsidP="00EA68E3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Pedestal</w:t>
            </w:r>
          </w:p>
          <w:p w14:paraId="486D95CD" w14:textId="77777777" w:rsidR="00EA68E3" w:rsidRPr="007455E0" w:rsidRDefault="00EA68E3" w:rsidP="00EA68E3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455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Dolly</w:t>
            </w:r>
            <w:proofErr w:type="spellEnd"/>
            <w:r w:rsidRPr="007455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7455E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Steadycam</w:t>
            </w:r>
            <w:proofErr w:type="spellEnd"/>
          </w:p>
          <w:p w14:paraId="2F18BBA1" w14:textId="77777777" w:rsidR="00EA68E3" w:rsidRPr="007455E0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7455E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Camcorder</w:t>
            </w:r>
            <w:proofErr w:type="spellEnd"/>
          </w:p>
          <w:p w14:paraId="62E2E761" w14:textId="77777777" w:rsidR="00EA68E3" w:rsidRPr="00427855" w:rsidRDefault="00EA68E3" w:rsidP="00EA68E3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321" w:hanging="59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partes constituintes</w:t>
            </w:r>
          </w:p>
          <w:p w14:paraId="35D3508D" w14:textId="77777777" w:rsidR="00EA68E3" w:rsidRPr="00427855" w:rsidRDefault="00EA68E3" w:rsidP="00EA68E3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321" w:hanging="59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Controles básicos da câmara</w:t>
            </w:r>
          </w:p>
          <w:p w14:paraId="06C602AC" w14:textId="77777777" w:rsidR="00EA68E3" w:rsidRPr="00427855" w:rsidRDefault="00EA68E3" w:rsidP="00EA68E3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321" w:hanging="59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Uso das baterias</w:t>
            </w:r>
          </w:p>
          <w:p w14:paraId="756144F7" w14:textId="77777777" w:rsidR="00EA68E3" w:rsidRPr="00427855" w:rsidRDefault="00EA68E3" w:rsidP="00EA68E3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321" w:hanging="59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Material de transporte de equipamento</w:t>
            </w:r>
          </w:p>
          <w:p w14:paraId="2F9FB8AF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Montagem e desmontagem de uma </w:t>
            </w:r>
            <w:proofErr w:type="spellStart"/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camcorder</w:t>
            </w:r>
            <w:proofErr w:type="spellEnd"/>
            <w:r w:rsidRPr="004278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profissional sobre um tripé</w:t>
            </w:r>
          </w:p>
          <w:p w14:paraId="1D7CDC48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Correção de Cor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A1B6D4D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 Visuais.</w:t>
            </w:r>
          </w:p>
          <w:p w14:paraId="693D172F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Enquadramentos e planos de cena.</w:t>
            </w:r>
          </w:p>
          <w:p w14:paraId="67AF5BB6" w14:textId="77777777" w:rsidR="00EA68E3" w:rsidRPr="007035B1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Exportação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E35B3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Utilizar hardware de aquisição de vídeo</w:t>
            </w:r>
          </w:p>
          <w:p w14:paraId="323EF30A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Descrever</w:t>
            </w: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especificidades técnicas de um vídeo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3FE8666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8426E">
              <w:rPr>
                <w:rFonts w:ascii="Verdana Pro Light" w:eastAsia="Arial Unicode MS" w:hAnsi="Verdana Pro Light" w:cs="Arial Unicode MS"/>
                <w:sz w:val="18"/>
                <w:szCs w:val="18"/>
              </w:rPr>
              <w:t>Operar um software de edição</w:t>
            </w:r>
          </w:p>
          <w:p w14:paraId="4676C0A2" w14:textId="77777777" w:rsidR="00EA68E3" w:rsidRPr="00517AA8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operações básicas de edição na linha do tempo.</w:t>
            </w:r>
          </w:p>
          <w:p w14:paraId="54C8EEED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transições e efeitos para melhorar a narrativa visual</w:t>
            </w:r>
          </w:p>
          <w:p w14:paraId="3B82DF67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incroniza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trilhas de áudio e vídeo.</w:t>
            </w:r>
          </w:p>
          <w:p w14:paraId="26C13C13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B2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estilo visual consistente ao vídeo</w:t>
            </w:r>
          </w:p>
          <w:p w14:paraId="5E2A6D95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Exportar sequências de vídeo dependendo do suporte final</w:t>
            </w:r>
          </w:p>
          <w:p w14:paraId="1CBACE50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899D17" w14:textId="77777777" w:rsidR="00EA68E3" w:rsidRPr="0005728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C66E1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32E39251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F70F954" w14:textId="77777777" w:rsidR="00EA68E3" w:rsidRDefault="00EA68E3" w:rsidP="00EA68E3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0C19E56F" w14:textId="77777777" w:rsidR="00EA68E3" w:rsidRPr="00AB5AF8" w:rsidRDefault="00EA68E3" w:rsidP="00EA68E3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5883859A" w14:textId="77777777" w:rsidR="00EA68E3" w:rsidRPr="00AB5AF8" w:rsidRDefault="00EA68E3" w:rsidP="00EA68E3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8A93A37" w14:textId="77777777" w:rsidR="00EA68E3" w:rsidRPr="00AB5AF8" w:rsidRDefault="00EA68E3" w:rsidP="00EA68E3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F2B1E95" w14:textId="77777777" w:rsidR="00EA68E3" w:rsidRPr="00AB5AF8" w:rsidRDefault="00EA68E3" w:rsidP="00EA68E3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441025C" w14:textId="77777777" w:rsidR="00EA68E3" w:rsidRPr="00A128FE" w:rsidRDefault="00EA68E3" w:rsidP="00EA68E3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D046128" w14:textId="77777777" w:rsidR="00EA68E3" w:rsidRPr="00AB5AF8" w:rsidRDefault="00EA68E3" w:rsidP="00EA68E3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0C101E4A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166BFCB" w14:textId="77777777" w:rsidR="00EA68E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DD8B074" w14:textId="77777777" w:rsidR="00EA68E3" w:rsidRPr="00057283" w:rsidRDefault="00EA68E3" w:rsidP="00EA68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A33172B" w14:textId="77777777" w:rsidR="00EA68E3" w:rsidRDefault="00EA68E3" w:rsidP="00EA68E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50C9BD3" w14:textId="77777777" w:rsidR="00EA68E3" w:rsidRDefault="00EA68E3" w:rsidP="00EA68E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FC2A0E7" w14:textId="77777777" w:rsidR="00EA68E3" w:rsidRPr="00F87025" w:rsidRDefault="00EA68E3" w:rsidP="00EA68E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8A3A10D" w14:textId="77777777" w:rsidR="00EA68E3" w:rsidRPr="00F20E6F" w:rsidRDefault="00EA68E3" w:rsidP="00EA68E3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7035B1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Editar sequências de vídeo a partir de guião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8662F30" w14:textId="77777777" w:rsidR="00EA68E3" w:rsidRPr="0064164C" w:rsidRDefault="00EA68E3" w:rsidP="00EA68E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endo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narrativa visual coesa e compreensível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32D1881" w14:textId="77777777" w:rsidR="00EA68E3" w:rsidRPr="0064164C" w:rsidRDefault="00EA68E3" w:rsidP="00EA68E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Eliminando os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corte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transições abruptas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, para manter </w:t>
      </w:r>
      <w:r w:rsidRPr="00633E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linha do tempo precisa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412056C" w14:textId="77777777" w:rsidR="00EA68E3" w:rsidRPr="0064164C" w:rsidRDefault="00EA68E3" w:rsidP="00EA68E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Sincronizando áudio e vídeo.</w:t>
      </w:r>
    </w:p>
    <w:p w14:paraId="5266E40A" w14:textId="77777777" w:rsidR="00EA68E3" w:rsidRPr="0064164C" w:rsidRDefault="00EA68E3" w:rsidP="00EA68E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Aplicando correção de cor.</w:t>
      </w:r>
    </w:p>
    <w:p w14:paraId="50472B60" w14:textId="77777777" w:rsidR="00EA68E3" w:rsidRPr="0064164C" w:rsidRDefault="00EA68E3" w:rsidP="00EA68E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Adaptando a sequência de vídeo ao suporte desejado.</w:t>
      </w:r>
    </w:p>
    <w:p w14:paraId="5557D040" w14:textId="77777777" w:rsidR="00EA68E3" w:rsidRPr="00136AD8" w:rsidRDefault="00EA68E3" w:rsidP="00EA68E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DD00F1" w14:textId="77777777" w:rsidR="00EA68E3" w:rsidRPr="00F87025" w:rsidRDefault="00EA68E3" w:rsidP="00EA68E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D79E149" w14:textId="77777777" w:rsidR="00EA68E3" w:rsidRPr="00984B30" w:rsidRDefault="00EA68E3" w:rsidP="00EA68E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Agências digitais em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>
        <w:rPr>
          <w:rFonts w:ascii="Verdana Pro Light" w:eastAsia="Arial Unicode MS" w:hAnsi="Verdana Pro Light" w:cs="Arial Unicode MS"/>
          <w:sz w:val="18"/>
          <w:szCs w:val="18"/>
        </w:rPr>
        <w:t>Audiovisuais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7C48F26" w14:textId="77777777" w:rsidR="00EA68E3" w:rsidRPr="00984B30" w:rsidRDefault="00EA68E3" w:rsidP="00EA68E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Produtoras de audiovisuais.</w:t>
      </w:r>
    </w:p>
    <w:p w14:paraId="2AB498A5" w14:textId="77777777" w:rsidR="00EA68E3" w:rsidRPr="00984B30" w:rsidRDefault="00EA68E3" w:rsidP="00EA68E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FC7A3B">
        <w:rPr>
          <w:rFonts w:ascii="Verdana Pro Light" w:eastAsia="Arial Unicode MS" w:hAnsi="Verdana Pro Light" w:cs="Arial Unicode MS"/>
          <w:sz w:val="18"/>
          <w:szCs w:val="18"/>
        </w:rPr>
        <w:t>Freelance e Trabalho Aut</w:t>
      </w:r>
      <w:r>
        <w:rPr>
          <w:rFonts w:ascii="Verdana Pro Light" w:eastAsia="Arial Unicode MS" w:hAnsi="Verdana Pro Light" w:cs="Arial Unicode MS"/>
          <w:sz w:val="18"/>
          <w:szCs w:val="18"/>
        </w:rPr>
        <w:t>ó</w:t>
      </w:r>
      <w:r w:rsidRPr="00FC7A3B">
        <w:rPr>
          <w:rFonts w:ascii="Verdana Pro Light" w:eastAsia="Arial Unicode MS" w:hAnsi="Verdana Pro Light" w:cs="Arial Unicode MS"/>
          <w:sz w:val="18"/>
          <w:szCs w:val="18"/>
        </w:rPr>
        <w:t>nomo</w:t>
      </w:r>
    </w:p>
    <w:p w14:paraId="6D50C4BC" w14:textId="77777777" w:rsidR="00EA68E3" w:rsidRPr="00984B30" w:rsidRDefault="00EA68E3" w:rsidP="00EA68E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E98557C" w14:textId="77777777" w:rsidR="00EA68E3" w:rsidRPr="00051C79" w:rsidRDefault="00EA68E3" w:rsidP="00EA68E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514532F" w14:textId="77777777" w:rsidR="00EA68E3" w:rsidRPr="00F87025" w:rsidRDefault="00EA68E3" w:rsidP="00EA68E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7C80372" w14:textId="77777777" w:rsidR="00EA68E3" w:rsidRDefault="00EA68E3" w:rsidP="00EA68E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 de aquisição de vídeo</w:t>
      </w:r>
    </w:p>
    <w:p w14:paraId="0F39104C" w14:textId="77777777" w:rsidR="00EA68E3" w:rsidRPr="005E2D82" w:rsidRDefault="00EA68E3" w:rsidP="00EA68E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E2D8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B32EBF5" w14:textId="77777777" w:rsidR="00EA68E3" w:rsidRDefault="00EA68E3" w:rsidP="00EA68E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0B92E043" w14:textId="77777777" w:rsidR="00EA68E3" w:rsidRPr="00501DC8" w:rsidRDefault="00EA68E3" w:rsidP="00EA68E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CB21E0B" w14:textId="77777777" w:rsidR="00EA68E3" w:rsidRPr="00051C79" w:rsidRDefault="00EA68E3" w:rsidP="00EA68E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374C35" w14:textId="77777777" w:rsidR="00EA68E3" w:rsidRPr="00F87025" w:rsidRDefault="00EA68E3" w:rsidP="00EA68E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C7380A4" w14:textId="77777777" w:rsidR="00EA68E3" w:rsidRPr="00051C79" w:rsidRDefault="00EA68E3" w:rsidP="00EA68E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1B094A" w14:textId="4EAACD0A" w:rsidR="00EA68E3" w:rsidRPr="00051C79" w:rsidRDefault="00EA68E3" w:rsidP="00EA68E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Técnico multimédia </w:t>
      </w:r>
    </w:p>
    <w:bookmarkEnd w:id="4"/>
    <w:p w14:paraId="06404383" w14:textId="77777777" w:rsidR="00EA68E3" w:rsidRPr="00051C79" w:rsidRDefault="00EA68E3" w:rsidP="00EA68E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EA3D67" w14:textId="17F2097C" w:rsidR="00DD6149" w:rsidRDefault="00DD6149" w:rsidP="00DD6149">
      <w:pPr>
        <w:rPr>
          <w:rFonts w:ascii="Verdana Pro Light" w:hAnsi="Verdana Pro Light"/>
          <w:smallCaps/>
        </w:rPr>
      </w:pPr>
    </w:p>
    <w:p w14:paraId="73C9F39E" w14:textId="77777777" w:rsidR="00EA68E3" w:rsidRDefault="00EA68E3" w:rsidP="00DD6149">
      <w:pPr>
        <w:rPr>
          <w:rFonts w:ascii="Verdana Pro Light" w:hAnsi="Verdana Pro Light"/>
          <w:smallCaps/>
        </w:rPr>
      </w:pPr>
    </w:p>
    <w:p w14:paraId="38AE232C" w14:textId="77777777" w:rsidR="00EA68E3" w:rsidRDefault="00EA68E3" w:rsidP="00DD6149">
      <w:pPr>
        <w:rPr>
          <w:rFonts w:ascii="Verdana Pro Light" w:hAnsi="Verdana Pro Light"/>
          <w:smallCaps/>
        </w:rPr>
      </w:pPr>
    </w:p>
    <w:p w14:paraId="00D820BC" w14:textId="77777777" w:rsidR="00EA68E3" w:rsidRDefault="00EA68E3" w:rsidP="00DD6149">
      <w:pPr>
        <w:rPr>
          <w:rFonts w:ascii="Verdana Pro Light" w:hAnsi="Verdana Pro Light"/>
          <w:smallCaps/>
        </w:rPr>
      </w:pPr>
    </w:p>
    <w:p w14:paraId="2343828B" w14:textId="77777777" w:rsidR="00EA68E3" w:rsidRDefault="00EA68E3" w:rsidP="00DD6149">
      <w:pPr>
        <w:rPr>
          <w:rFonts w:ascii="Verdana Pro Light" w:hAnsi="Verdana Pro Light"/>
          <w:smallCaps/>
        </w:rPr>
      </w:pPr>
    </w:p>
    <w:p w14:paraId="7A954361" w14:textId="77777777" w:rsidR="00EA68E3" w:rsidRDefault="00EA68E3" w:rsidP="00DD6149">
      <w:pPr>
        <w:rPr>
          <w:rFonts w:ascii="Verdana Pro Light" w:hAnsi="Verdana Pro Light"/>
          <w:smallCaps/>
        </w:rPr>
      </w:pPr>
    </w:p>
    <w:p w14:paraId="756E4B37" w14:textId="77777777" w:rsidR="00EA68E3" w:rsidRDefault="00EA68E3" w:rsidP="00DD6149">
      <w:pPr>
        <w:rPr>
          <w:rFonts w:ascii="Verdana Pro Light" w:hAnsi="Verdana Pro Light"/>
          <w:smallCaps/>
        </w:rPr>
      </w:pPr>
    </w:p>
    <w:p w14:paraId="2B8A8D58" w14:textId="77777777" w:rsidR="00EA68E3" w:rsidRDefault="00EA68E3" w:rsidP="00DD6149">
      <w:pPr>
        <w:rPr>
          <w:rFonts w:ascii="Verdana Pro Light" w:hAnsi="Verdana Pro Light"/>
          <w:smallCaps/>
        </w:rPr>
      </w:pPr>
    </w:p>
    <w:p w14:paraId="78C2AB74" w14:textId="77777777" w:rsidR="00EA68E3" w:rsidRDefault="00EA68E3" w:rsidP="00DD6149">
      <w:pPr>
        <w:rPr>
          <w:rFonts w:ascii="Verdana Pro Light" w:hAnsi="Verdana Pro Light"/>
          <w:smallCaps/>
        </w:rPr>
      </w:pPr>
    </w:p>
    <w:p w14:paraId="13C735BD" w14:textId="77777777" w:rsidR="00EA68E3" w:rsidRDefault="00EA68E3" w:rsidP="00DD6149">
      <w:pPr>
        <w:rPr>
          <w:rFonts w:ascii="Verdana Pro Light" w:hAnsi="Verdana Pro Light"/>
          <w:smallCaps/>
        </w:rPr>
      </w:pPr>
    </w:p>
    <w:p w14:paraId="3613281E" w14:textId="77777777" w:rsidR="00EA68E3" w:rsidRDefault="00EA68E3" w:rsidP="00DD6149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402AD" w:rsidRPr="00136AD8" w14:paraId="6863FFB4" w14:textId="77777777" w:rsidTr="007251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E84E78F" w14:textId="17BB5AD7" w:rsidR="008402AD" w:rsidRPr="00136AD8" w:rsidRDefault="008402AD" w:rsidP="008402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0958C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16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0958C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BB42108" w14:textId="77777777" w:rsidR="008402AD" w:rsidRPr="009C256C" w:rsidRDefault="008402AD" w:rsidP="008402A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27BE4">
              <w:t>Criar grafismos apelativos de acordo com os conteúdos audiovisuais.</w:t>
            </w:r>
          </w:p>
        </w:tc>
      </w:tr>
      <w:tr w:rsidR="008402AD" w:rsidRPr="00136AD8" w14:paraId="4A39A929" w14:textId="77777777" w:rsidTr="007251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F558763" w14:textId="282B6AF6" w:rsidR="008402AD" w:rsidRPr="00136AD8" w:rsidRDefault="008402AD" w:rsidP="008402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28</w:t>
            </w:r>
          </w:p>
        </w:tc>
        <w:tc>
          <w:tcPr>
            <w:tcW w:w="7324" w:type="dxa"/>
            <w:shd w:val="clear" w:color="auto" w:fill="E7E6E6" w:themeFill="background2"/>
          </w:tcPr>
          <w:p w14:paraId="6F37C97D" w14:textId="77777777" w:rsidR="008402AD" w:rsidRPr="00136AD8" w:rsidRDefault="008402AD" w:rsidP="008402A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214F6">
              <w:rPr>
                <w:rFonts w:ascii="Verdana Pro Light" w:eastAsia="Arial Unicode MS" w:hAnsi="Verdana Pro Light" w:cs="Times New Roman"/>
                <w:sz w:val="18"/>
                <w:szCs w:val="18"/>
              </w:rPr>
              <w:t>Pós-produção de vídeo digital</w:t>
            </w:r>
          </w:p>
        </w:tc>
      </w:tr>
    </w:tbl>
    <w:p w14:paraId="211B6157" w14:textId="77777777" w:rsidR="008402AD" w:rsidRPr="00136AD8" w:rsidRDefault="008402AD" w:rsidP="0072517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271F91C" w14:textId="24B3188A" w:rsidR="008402AD" w:rsidRDefault="008402AD" w:rsidP="0072517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F674028" w14:textId="77777777" w:rsidR="008402AD" w:rsidRDefault="008402AD" w:rsidP="008402AD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596E6AFB" w14:textId="77777777" w:rsidR="008402AD" w:rsidRPr="00136AD8" w:rsidRDefault="008402AD" w:rsidP="0072517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402AD" w:rsidRPr="00136AD8" w14:paraId="4E367360" w14:textId="77777777" w:rsidTr="007251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0B07C8" w14:textId="77777777" w:rsidR="008402AD" w:rsidRPr="001B353A" w:rsidRDefault="008402AD" w:rsidP="008402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402AD" w:rsidRPr="00136AD8" w14:paraId="18F0EFA2" w14:textId="77777777" w:rsidTr="007251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E36A3" w14:textId="2A6CABA5" w:rsidR="00015F01" w:rsidRDefault="008402AD" w:rsidP="008402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="00D62CE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Criar o conceito de design alinhado com a identidade vidual do </w:t>
            </w:r>
            <w:r w:rsidR="004A1EB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conteúdo </w:t>
            </w:r>
          </w:p>
          <w:p w14:paraId="19F4FD1F" w14:textId="24F04C2F" w:rsidR="008402AD" w:rsidRPr="005214F6" w:rsidRDefault="004A1EB7" w:rsidP="004A1EB7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8402AD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Desenhar objetos em</w:t>
            </w:r>
            <w:r w:rsidR="008402AD" w:rsidRPr="005214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softwares de composição de imagem.</w:t>
            </w:r>
          </w:p>
          <w:p w14:paraId="669F6088" w14:textId="24FBF5D0" w:rsidR="008402AD" w:rsidRPr="005214F6" w:rsidRDefault="008402AD" w:rsidP="008402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A1EB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Produzir e animar os </w:t>
            </w:r>
            <w:r w:rsidRPr="005214F6">
              <w:rPr>
                <w:rFonts w:ascii="Verdana Pro Light" w:eastAsia="Arial Unicode MS" w:hAnsi="Verdana Pro Light" w:cs="Arial Unicode MS"/>
                <w:sz w:val="18"/>
                <w:szCs w:val="18"/>
              </w:rPr>
              <w:t>grafismos</w:t>
            </w:r>
          </w:p>
          <w:p w14:paraId="4476B455" w14:textId="4DA7E486" w:rsidR="008402AD" w:rsidRPr="001B353A" w:rsidRDefault="008402AD" w:rsidP="004912C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5214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Corrigir a imagem vídeo nas suas diversas componentes </w:t>
            </w:r>
          </w:p>
        </w:tc>
      </w:tr>
      <w:tr w:rsidR="008402AD" w:rsidRPr="00136AD8" w14:paraId="0FF7642E" w14:textId="77777777" w:rsidTr="007251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25C9A7" w14:textId="77777777" w:rsidR="008402AD" w:rsidRPr="001B353A" w:rsidRDefault="008402AD" w:rsidP="008402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AB60786" w14:textId="77777777" w:rsidR="008402AD" w:rsidRPr="001B353A" w:rsidRDefault="008402AD" w:rsidP="008402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44B8342" w14:textId="77777777" w:rsidR="008402AD" w:rsidRPr="001B353A" w:rsidRDefault="008402AD" w:rsidP="008402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402AD" w:rsidRPr="00136AD8" w14:paraId="1BC4B7EC" w14:textId="77777777" w:rsidTr="007251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CAED17" w14:textId="77777777" w:rsidR="008402AD" w:rsidRPr="00D2747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2747A">
              <w:rPr>
                <w:rFonts w:ascii="Verdana Pro Light" w:hAnsi="Verdana Pro Light"/>
                <w:b/>
                <w:bCs/>
                <w:sz w:val="18"/>
                <w:szCs w:val="18"/>
              </w:rPr>
              <w:t>Introdução à pós-produção</w:t>
            </w:r>
          </w:p>
          <w:p w14:paraId="23F63D8F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Softwares de composição de imagem</w:t>
            </w:r>
          </w:p>
          <w:p w14:paraId="38A46540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Criação de composições</w:t>
            </w:r>
          </w:p>
          <w:p w14:paraId="15CD1AF9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Área de trabalho</w:t>
            </w:r>
          </w:p>
          <w:p w14:paraId="78908A4F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Posição, rotação, escala e opacidade</w:t>
            </w:r>
          </w:p>
          <w:p w14:paraId="5C170051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Timecode</w:t>
            </w:r>
            <w:proofErr w:type="spellEnd"/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 e </w:t>
            </w: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frames</w:t>
            </w:r>
            <w:proofErr w:type="spellEnd"/>
          </w:p>
          <w:p w14:paraId="79741AEF" w14:textId="77777777" w:rsidR="008402AD" w:rsidRPr="00D2747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2747A">
              <w:rPr>
                <w:rFonts w:ascii="Verdana Pro Light" w:hAnsi="Verdana Pro Light"/>
                <w:b/>
                <w:bCs/>
                <w:sz w:val="18"/>
                <w:szCs w:val="18"/>
              </w:rPr>
              <w:t>Iniciação de um projeto</w:t>
            </w:r>
          </w:p>
          <w:p w14:paraId="763A3829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Importação de ficheiros</w:t>
            </w:r>
          </w:p>
          <w:p w14:paraId="3289681E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Introdução à animação</w:t>
            </w:r>
          </w:p>
          <w:p w14:paraId="5C6C1E0A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Posição</w:t>
            </w:r>
          </w:p>
          <w:p w14:paraId="3AC948FD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Escala</w:t>
            </w:r>
          </w:p>
          <w:p w14:paraId="5701E634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Opacidade</w:t>
            </w:r>
          </w:p>
          <w:p w14:paraId="7EE93FFD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Rotação</w:t>
            </w:r>
          </w:p>
          <w:p w14:paraId="5548CAB7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Criação de textos</w:t>
            </w:r>
          </w:p>
          <w:p w14:paraId="6495A76B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Animação de textos</w:t>
            </w:r>
          </w:p>
          <w:p w14:paraId="5C44A503" w14:textId="77777777" w:rsidR="008402AD" w:rsidRPr="00D2747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2747A">
              <w:rPr>
                <w:rFonts w:ascii="Verdana Pro Light" w:hAnsi="Verdana Pro Light"/>
                <w:b/>
                <w:bCs/>
                <w:sz w:val="18"/>
                <w:szCs w:val="18"/>
              </w:rPr>
              <w:t>Importação de objetos criados</w:t>
            </w:r>
          </w:p>
          <w:p w14:paraId="507B4891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Motion</w:t>
            </w:r>
            <w:proofErr w:type="spellEnd"/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Graphics</w:t>
            </w:r>
            <w:proofErr w:type="spellEnd"/>
          </w:p>
          <w:p w14:paraId="249BD2C5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Lettering</w:t>
            </w:r>
            <w:proofErr w:type="spellEnd"/>
          </w:p>
          <w:p w14:paraId="08F19F38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Motion</w:t>
            </w:r>
            <w:proofErr w:type="spellEnd"/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Blur</w:t>
            </w:r>
            <w:proofErr w:type="spellEnd"/>
          </w:p>
          <w:p w14:paraId="3875DE0B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Shapes</w:t>
            </w:r>
            <w:proofErr w:type="spellEnd"/>
          </w:p>
          <w:p w14:paraId="1CD41667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Ajuste do </w:t>
            </w: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Anchor</w:t>
            </w:r>
            <w:proofErr w:type="spellEnd"/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Point</w:t>
            </w:r>
            <w:proofErr w:type="spellEnd"/>
          </w:p>
          <w:p w14:paraId="0F6C2F0F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Animação baseado em </w:t>
            </w: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Keyframes</w:t>
            </w:r>
            <w:proofErr w:type="spellEnd"/>
          </w:p>
          <w:p w14:paraId="44560A6C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Animação de camadas com Zoom In e Zoom Out</w:t>
            </w:r>
          </w:p>
          <w:p w14:paraId="33DA9F03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Puppet</w:t>
            </w:r>
            <w:proofErr w:type="spellEnd"/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Tools</w:t>
            </w:r>
            <w:proofErr w:type="spellEnd"/>
          </w:p>
          <w:p w14:paraId="6512FE65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Ajuste de projeto para trabalhar com software de tratamento de imagem</w:t>
            </w:r>
          </w:p>
          <w:p w14:paraId="24B64D66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Criação de máscaras</w:t>
            </w:r>
          </w:p>
          <w:p w14:paraId="00C3FA54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Roto </w:t>
            </w: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Brush</w:t>
            </w:r>
            <w:proofErr w:type="spellEnd"/>
          </w:p>
          <w:p w14:paraId="79672BCC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Camadas PSD</w:t>
            </w:r>
          </w:p>
          <w:p w14:paraId="060835AA" w14:textId="77777777" w:rsidR="008402AD" w:rsidRPr="00D2747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2747A">
              <w:rPr>
                <w:rFonts w:ascii="Verdana Pro Light" w:hAnsi="Verdana Pro Light"/>
                <w:b/>
                <w:bCs/>
                <w:sz w:val="18"/>
                <w:szCs w:val="18"/>
              </w:rPr>
              <w:t>Correção de cor</w:t>
            </w:r>
          </w:p>
          <w:p w14:paraId="03FF5FDA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Monitor de referência</w:t>
            </w:r>
          </w:p>
          <w:p w14:paraId="770CDE4C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Ajuste de cor com o </w:t>
            </w: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Levels</w:t>
            </w:r>
            <w:proofErr w:type="spellEnd"/>
          </w:p>
          <w:p w14:paraId="43B8FAFA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lastRenderedPageBreak/>
              <w:t>Ajuste de cor com Color Finesse 3</w:t>
            </w:r>
          </w:p>
          <w:p w14:paraId="2A811BEB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Color </w:t>
            </w: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Grading</w:t>
            </w:r>
            <w:proofErr w:type="spellEnd"/>
          </w:p>
          <w:p w14:paraId="3618CAB5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Composição 3D</w:t>
            </w:r>
          </w:p>
          <w:p w14:paraId="70254E67" w14:textId="77777777" w:rsidR="008402AD" w:rsidRPr="008D4BB8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8D4BB8">
              <w:rPr>
                <w:rFonts w:ascii="Verdana Pro Light" w:hAnsi="Verdana Pro Light"/>
                <w:b/>
                <w:bCs/>
                <w:sz w:val="18"/>
                <w:szCs w:val="18"/>
              </w:rPr>
              <w:t>Criação de uma câmara</w:t>
            </w:r>
          </w:p>
          <w:p w14:paraId="623DBEA6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Adicionar uma câmara</w:t>
            </w:r>
          </w:p>
          <w:p w14:paraId="75C7E29C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Criação de texto 3D</w:t>
            </w:r>
          </w:p>
          <w:p w14:paraId="104D61A0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Views</w:t>
            </w:r>
            <w:proofErr w:type="spellEnd"/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 3D</w:t>
            </w:r>
          </w:p>
          <w:p w14:paraId="03A700C9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Luz 3D</w:t>
            </w:r>
          </w:p>
          <w:p w14:paraId="38D5C156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Importação de Background</w:t>
            </w:r>
          </w:p>
          <w:p w14:paraId="7B66E16C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Cenário e texto 3D</w:t>
            </w:r>
          </w:p>
          <w:p w14:paraId="34E2DCA1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Track</w:t>
            </w:r>
            <w:proofErr w:type="spellEnd"/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Motion</w:t>
            </w:r>
            <w:proofErr w:type="spellEnd"/>
          </w:p>
          <w:p w14:paraId="7E36D1A5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Warp</w:t>
            </w:r>
            <w:proofErr w:type="spellEnd"/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Stabilizer</w:t>
            </w:r>
            <w:proofErr w:type="spellEnd"/>
          </w:p>
          <w:p w14:paraId="181599E2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Pontos de </w:t>
            </w: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Tracking</w:t>
            </w:r>
            <w:proofErr w:type="spellEnd"/>
          </w:p>
          <w:p w14:paraId="0FBD3F28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Simulação de partículas</w:t>
            </w:r>
          </w:p>
          <w:p w14:paraId="6A2CA304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Timewarp</w:t>
            </w:r>
            <w:proofErr w:type="spellEnd"/>
          </w:p>
          <w:p w14:paraId="4D76C737" w14:textId="77777777" w:rsidR="008402AD" w:rsidRPr="008D4BB8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8D4BB8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Criação de ficheiro para </w:t>
            </w:r>
            <w:proofErr w:type="spellStart"/>
            <w:r w:rsidRPr="008D4BB8">
              <w:rPr>
                <w:rFonts w:ascii="Verdana Pro Light" w:hAnsi="Verdana Pro Light"/>
                <w:b/>
                <w:bCs/>
                <w:sz w:val="18"/>
                <w:szCs w:val="18"/>
              </w:rPr>
              <w:t>renderizar</w:t>
            </w:r>
            <w:proofErr w:type="spellEnd"/>
          </w:p>
          <w:p w14:paraId="60C55EFF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Formatos de vídeo</w:t>
            </w:r>
          </w:p>
          <w:p w14:paraId="0EDA4A8F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Formatos de áudio</w:t>
            </w:r>
          </w:p>
          <w:p w14:paraId="676B1555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>Formatos de imagem</w:t>
            </w:r>
          </w:p>
          <w:p w14:paraId="121E3F5D" w14:textId="77777777" w:rsidR="008402AD" w:rsidRPr="005214F6" w:rsidRDefault="008402AD" w:rsidP="008402A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881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5214F6">
              <w:rPr>
                <w:rFonts w:ascii="Verdana Pro Light" w:hAnsi="Verdana Pro Light"/>
                <w:sz w:val="18"/>
                <w:szCs w:val="18"/>
              </w:rPr>
              <w:t xml:space="preserve">Render </w:t>
            </w:r>
            <w:proofErr w:type="spellStart"/>
            <w:r w:rsidRPr="005214F6">
              <w:rPr>
                <w:rFonts w:ascii="Verdana Pro Light" w:hAnsi="Verdana Pro Light"/>
                <w:sz w:val="18"/>
                <w:szCs w:val="18"/>
              </w:rPr>
              <w:t>Queue</w:t>
            </w:r>
            <w:proofErr w:type="spellEnd"/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19253" w14:textId="24EFF43B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</w:t>
            </w:r>
            <w:r w:rsidRPr="001A75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elementos gráficos </w:t>
            </w:r>
          </w:p>
          <w:p w14:paraId="79075530" w14:textId="77777777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1A75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1A75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software de design gráfico, como Adobe </w:t>
            </w:r>
            <w:proofErr w:type="spellStart"/>
            <w:r w:rsidRPr="001A75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Illustrator</w:t>
            </w:r>
            <w:proofErr w:type="spellEnd"/>
            <w:r w:rsidRPr="001A75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Photoshop, </w:t>
            </w:r>
            <w:proofErr w:type="spellStart"/>
            <w:r w:rsidRPr="001A75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Canva</w:t>
            </w:r>
            <w:proofErr w:type="spellEnd"/>
            <w:r w:rsidRPr="001A75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ou outras ferramentas relevantes ao seu trabalho.</w:t>
            </w:r>
          </w:p>
          <w:p w14:paraId="4A80A3B4" w14:textId="45A993B8" w:rsidR="008402AD" w:rsidRPr="004912C7" w:rsidRDefault="008402AD" w:rsidP="004912C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1A75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raduzir visualmente conceitos complexos </w:t>
            </w:r>
          </w:p>
          <w:p w14:paraId="4415128C" w14:textId="0943612A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</w:t>
            </w:r>
            <w:r w:rsidRPr="002153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grafismos</w:t>
            </w:r>
            <w:r w:rsidR="004912C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</w:t>
            </w:r>
            <w:r w:rsidRPr="002153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diferentes plataformas, seja em vídeos, redes sociais, apresentações ou outros formatos.</w:t>
            </w:r>
          </w:p>
          <w:p w14:paraId="77755CBF" w14:textId="1DCE2D74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53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Integrar elementos da identidade visual da marca ou projeto nos grafismos </w:t>
            </w:r>
          </w:p>
          <w:p w14:paraId="514D26D8" w14:textId="7770FE06" w:rsidR="004912C7" w:rsidRDefault="008402AD" w:rsidP="004912C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Garantir a</w:t>
            </w:r>
            <w:r w:rsidRPr="002153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responsividade do design</w:t>
            </w:r>
          </w:p>
          <w:p w14:paraId="3B4C4D43" w14:textId="78007470" w:rsidR="008402AD" w:rsidRPr="00057283" w:rsidRDefault="008402AD" w:rsidP="004912C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53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te</w:t>
            </w:r>
            <w:r w:rsidR="004912C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2153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tes nos grafismos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3CC7E5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2BCDA41D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0B1DB332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0D7043A8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26E04A3E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058CE792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099C849D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549833D4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6E094014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73EC26F7" w14:textId="77777777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9FBA8E" w14:textId="77777777" w:rsidR="008402AD" w:rsidRPr="00057283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4D0A682" w14:textId="77777777" w:rsidR="008402AD" w:rsidRDefault="008402AD" w:rsidP="0072517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390B7E6" w14:textId="77777777" w:rsidR="008402AD" w:rsidRDefault="008402AD" w:rsidP="0072517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1EBB0E5" w14:textId="77777777" w:rsidR="008402AD" w:rsidRPr="00F87025" w:rsidRDefault="008402AD" w:rsidP="00725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9EE1FD3" w14:textId="77777777" w:rsidR="008402AD" w:rsidRPr="00F20E6F" w:rsidRDefault="008402AD" w:rsidP="0072517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214F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grafismos apelativos de acordo com os conteúdos audiovisuais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F47CB4E" w14:textId="77777777" w:rsidR="008402AD" w:rsidRPr="00564406" w:rsidRDefault="008402AD" w:rsidP="0072517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215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linha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215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Pr="00215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 grafismos com o conteúdo audiovisual, complementando a mensagem transmitida de forma clara e eficaz.</w:t>
      </w:r>
    </w:p>
    <w:p w14:paraId="204F2729" w14:textId="77777777" w:rsidR="008402AD" w:rsidRPr="00564406" w:rsidRDefault="008402AD" w:rsidP="0072517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215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215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os grafismos sigam uma estética consistente com o estilo geral do conteúdo, mantendo uma identidade visual harmoniosa.</w:t>
      </w:r>
    </w:p>
    <w:p w14:paraId="179E0FBC" w14:textId="77777777" w:rsidR="008402AD" w:rsidRPr="00564406" w:rsidRDefault="008402AD" w:rsidP="0072517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</w:t>
      </w:r>
      <w:r w:rsidRPr="00215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apturando a atenção do espectador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com</w:t>
      </w:r>
      <w:r w:rsidRPr="00215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grafismos visualmente atrativos.</w:t>
      </w:r>
    </w:p>
    <w:p w14:paraId="25CE6FD9" w14:textId="77777777" w:rsidR="008402AD" w:rsidRDefault="008402AD" w:rsidP="0072517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215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dapt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ar os grafismos </w:t>
      </w:r>
      <w:r w:rsidRPr="00215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diferentes plataformas, mantendo sua eficácia em vários dispositivos e ambientes.</w:t>
      </w:r>
    </w:p>
    <w:p w14:paraId="7BA5956B" w14:textId="77777777" w:rsidR="008402AD" w:rsidRDefault="008402AD" w:rsidP="0072517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Pr="00215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215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originalidade e criatividade na conceção dos grafismos, evitando clich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é</w:t>
      </w:r>
      <w:r w:rsidRPr="00215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 e explorando abordagens inovadoras.</w:t>
      </w:r>
    </w:p>
    <w:p w14:paraId="1A6235EA" w14:textId="77777777" w:rsidR="008402AD" w:rsidRDefault="008402AD" w:rsidP="0072517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Pr="00215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2153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grafismos de forma natural com os elementos audiovisuais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4BB1837" w14:textId="77777777" w:rsidR="008402AD" w:rsidRPr="00136AD8" w:rsidRDefault="008402AD" w:rsidP="007251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9CD763" w14:textId="77777777" w:rsidR="008402AD" w:rsidRPr="00F87025" w:rsidRDefault="008402AD" w:rsidP="00725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3FFCFE7" w14:textId="77777777" w:rsidR="008402AD" w:rsidRDefault="008402AD" w:rsidP="007251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57D789B6" w14:textId="77777777" w:rsidR="008402AD" w:rsidRPr="008047E3" w:rsidRDefault="008402AD" w:rsidP="007251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02CAFF2F" w14:textId="77777777" w:rsidR="008402AD" w:rsidRPr="00984B30" w:rsidRDefault="008402AD" w:rsidP="007251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Salas de Espetáculo</w:t>
      </w:r>
    </w:p>
    <w:p w14:paraId="40AC6F69" w14:textId="77777777" w:rsidR="008402AD" w:rsidRPr="00051C79" w:rsidRDefault="008402AD" w:rsidP="007251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3AF7F9" w14:textId="77777777" w:rsidR="008402AD" w:rsidRPr="00F87025" w:rsidRDefault="008402AD" w:rsidP="00725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B47DA5C" w14:textId="77777777" w:rsidR="008402AD" w:rsidRDefault="008402AD" w:rsidP="007251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ligação à internet</w:t>
      </w:r>
    </w:p>
    <w:p w14:paraId="2E90B92A" w14:textId="77777777" w:rsidR="008402AD" w:rsidRDefault="008402AD" w:rsidP="007251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011C4D83" w14:textId="77777777" w:rsidR="008402AD" w:rsidRDefault="008402AD" w:rsidP="007251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35D6587B" w14:textId="77777777" w:rsidR="008402AD" w:rsidRPr="00564406" w:rsidRDefault="008402AD" w:rsidP="007251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imagem e vetores.</w:t>
      </w:r>
    </w:p>
    <w:p w14:paraId="7B0D41DF" w14:textId="77777777" w:rsidR="008402AD" w:rsidRPr="00501DC8" w:rsidRDefault="008402AD" w:rsidP="007251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6A4EF7D" w14:textId="77777777" w:rsidR="008402AD" w:rsidRPr="00051C79" w:rsidRDefault="008402AD" w:rsidP="007251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846268" w14:textId="77777777" w:rsidR="008402AD" w:rsidRPr="00F87025" w:rsidRDefault="008402AD" w:rsidP="00725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1BFFB03" w14:textId="77777777" w:rsidR="008402AD" w:rsidRPr="00051C79" w:rsidRDefault="008402AD" w:rsidP="007251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0D63A7" w14:textId="77777777" w:rsidR="008402AD" w:rsidRPr="00051C79" w:rsidRDefault="008402AD" w:rsidP="007251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B4D508" w14:textId="77777777" w:rsidR="008402AD" w:rsidRPr="00051C79" w:rsidRDefault="008402AD" w:rsidP="007251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5D8C2B" w14:textId="77777777" w:rsidR="008402AD" w:rsidRDefault="008402AD" w:rsidP="0072517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0D715A0" w14:textId="77777777" w:rsidR="008402AD" w:rsidRDefault="008402AD" w:rsidP="0072517D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402AD" w:rsidRPr="00136AD8" w14:paraId="4E84A0A5" w14:textId="77777777" w:rsidTr="007251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6658A52" w14:textId="743E5984" w:rsidR="008402AD" w:rsidRPr="00136AD8" w:rsidRDefault="008402AD" w:rsidP="008402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078348B" w14:textId="77777777" w:rsidR="008402AD" w:rsidRPr="009C256C" w:rsidRDefault="008402AD" w:rsidP="008402A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27BE4">
              <w:t>Produzir um videoclip.</w:t>
            </w:r>
          </w:p>
        </w:tc>
      </w:tr>
      <w:tr w:rsidR="008402AD" w:rsidRPr="00136AD8" w14:paraId="6875F1CA" w14:textId="77777777" w:rsidTr="007251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113C65D" w14:textId="37F7F299" w:rsidR="008402AD" w:rsidRPr="00136AD8" w:rsidRDefault="008402AD" w:rsidP="008402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19</w:t>
            </w:r>
          </w:p>
        </w:tc>
        <w:tc>
          <w:tcPr>
            <w:tcW w:w="7324" w:type="dxa"/>
            <w:shd w:val="clear" w:color="auto" w:fill="E7E6E6" w:themeFill="background2"/>
          </w:tcPr>
          <w:p w14:paraId="7EADB140" w14:textId="77777777" w:rsidR="008402AD" w:rsidRPr="00136AD8" w:rsidRDefault="008402AD" w:rsidP="008402A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EC3652">
              <w:rPr>
                <w:rFonts w:ascii="Verdana Pro Light" w:eastAsia="Arial Unicode MS" w:hAnsi="Verdana Pro Light" w:cs="Times New Roman"/>
                <w:sz w:val="18"/>
                <w:szCs w:val="18"/>
              </w:rPr>
              <w:t>Realização de videoclip</w:t>
            </w:r>
          </w:p>
        </w:tc>
      </w:tr>
    </w:tbl>
    <w:p w14:paraId="0FC9B0DF" w14:textId="77777777" w:rsidR="008402AD" w:rsidRPr="00136AD8" w:rsidRDefault="008402AD" w:rsidP="0072517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793105C" w14:textId="3E22B17F" w:rsidR="008402AD" w:rsidRDefault="008402AD" w:rsidP="0072517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25E90090" w14:textId="258EDBF3" w:rsidR="008402AD" w:rsidRDefault="008402AD" w:rsidP="008402AD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6FE77FD9" w14:textId="77777777" w:rsidR="008402AD" w:rsidRPr="00136AD8" w:rsidRDefault="008402AD" w:rsidP="0072517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402AD" w:rsidRPr="00136AD8" w14:paraId="3ED90143" w14:textId="77777777" w:rsidTr="007251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208D4A" w14:textId="77777777" w:rsidR="008402AD" w:rsidRPr="001B353A" w:rsidRDefault="008402AD" w:rsidP="008402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402AD" w:rsidRPr="00136AD8" w14:paraId="3A4617E8" w14:textId="77777777" w:rsidTr="007251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3CAF89" w14:textId="5EFEA78A" w:rsidR="00F448F2" w:rsidRDefault="008402AD" w:rsidP="008402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="00F448F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Desenvolver e orçamentar a </w:t>
            </w:r>
            <w:r w:rsidR="0056058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ideia e o roteiro </w:t>
            </w:r>
          </w:p>
          <w:p w14:paraId="261235B7" w14:textId="318B2FC1" w:rsidR="008402AD" w:rsidRPr="00EC3652" w:rsidRDefault="00F448F2" w:rsidP="008402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A411D0" w:rsidRPr="00A411D0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</w:t>
            </w:r>
            <w:r w:rsidR="00A411D0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A411D0" w:rsidRPr="00A411D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filmagens de acordo com o roteiro ou storyboard</w:t>
            </w:r>
          </w:p>
          <w:p w14:paraId="23A3872C" w14:textId="658E3AB3" w:rsidR="008402AD" w:rsidRPr="00EC3652" w:rsidRDefault="008402AD" w:rsidP="008402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F448F2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C370D" w:rsidRPr="008C370D">
              <w:rPr>
                <w:rFonts w:ascii="Verdana Pro Light" w:eastAsia="Arial Unicode MS" w:hAnsi="Verdana Pro Light" w:cs="Arial Unicode MS"/>
                <w:sz w:val="18"/>
                <w:szCs w:val="18"/>
              </w:rPr>
              <w:t>Coorden</w:t>
            </w:r>
            <w:r w:rsidR="008C370D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8C370D" w:rsidRPr="008C370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atividades da equip</w:t>
            </w:r>
            <w:r w:rsidR="008C370D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8C370D" w:rsidRPr="008C370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produção</w:t>
            </w:r>
          </w:p>
          <w:p w14:paraId="553BACD9" w14:textId="616627C1" w:rsidR="008402AD" w:rsidRDefault="008402AD" w:rsidP="003C07A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F448F2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E60B96">
              <w:t xml:space="preserve"> </w:t>
            </w:r>
            <w:r w:rsidR="00E60B96" w:rsidRPr="00E60B96">
              <w:rPr>
                <w:rFonts w:ascii="Verdana Pro Light" w:eastAsia="Arial Unicode MS" w:hAnsi="Verdana Pro Light" w:cs="Arial Unicode MS"/>
                <w:sz w:val="18"/>
                <w:szCs w:val="18"/>
              </w:rPr>
              <w:t>Import</w:t>
            </w:r>
            <w:r w:rsidR="00E60B96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E60B96" w:rsidRPr="00E60B9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material de vídeo e áudio para o software de ediçã</w:t>
            </w:r>
            <w:r w:rsidR="00E60B96">
              <w:rPr>
                <w:rFonts w:ascii="Verdana Pro Light" w:eastAsia="Arial Unicode MS" w:hAnsi="Verdana Pro Light" w:cs="Arial Unicode MS"/>
                <w:sz w:val="18"/>
                <w:szCs w:val="18"/>
              </w:rPr>
              <w:t>o e m</w:t>
            </w:r>
            <w:r w:rsidRPr="00EC3652">
              <w:rPr>
                <w:rFonts w:ascii="Verdana Pro Light" w:eastAsia="Arial Unicode MS" w:hAnsi="Verdana Pro Light" w:cs="Arial Unicode MS"/>
                <w:sz w:val="18"/>
                <w:szCs w:val="18"/>
              </w:rPr>
              <w:t>anipular o ritmo visual</w:t>
            </w:r>
          </w:p>
          <w:p w14:paraId="24144FCC" w14:textId="005B95FC" w:rsidR="00F448F2" w:rsidRPr="003C07A5" w:rsidRDefault="00560588" w:rsidP="00203BB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 w:rsidR="00203BBC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Organizar a ficha do filme</w:t>
            </w:r>
          </w:p>
        </w:tc>
      </w:tr>
      <w:tr w:rsidR="008402AD" w:rsidRPr="00136AD8" w14:paraId="1AD84367" w14:textId="77777777" w:rsidTr="007251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0FEE1B" w14:textId="77777777" w:rsidR="008402AD" w:rsidRPr="001B353A" w:rsidRDefault="008402AD" w:rsidP="008402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2E5EF2" w14:textId="77777777" w:rsidR="008402AD" w:rsidRPr="001B353A" w:rsidRDefault="008402AD" w:rsidP="008402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1FD3B49" w14:textId="77777777" w:rsidR="008402AD" w:rsidRPr="001B353A" w:rsidRDefault="008402AD" w:rsidP="008402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402AD" w:rsidRPr="00136AD8" w14:paraId="7112C093" w14:textId="77777777" w:rsidTr="007251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E7ED6" w14:textId="77777777" w:rsidR="008402AD" w:rsidRPr="00D06BF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06BFA">
              <w:rPr>
                <w:rFonts w:ascii="Verdana Pro Light" w:hAnsi="Verdana Pro Light"/>
                <w:b/>
                <w:bCs/>
                <w:sz w:val="18"/>
                <w:szCs w:val="18"/>
              </w:rPr>
              <w:t>Visionamento de videoclips</w:t>
            </w:r>
          </w:p>
          <w:p w14:paraId="5C74CF54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Análise crítica e analítica</w:t>
            </w:r>
          </w:p>
          <w:p w14:paraId="08429F76" w14:textId="77777777" w:rsidR="008402AD" w:rsidRDefault="008402AD" w:rsidP="008402AD">
            <w:pPr>
              <w:pStyle w:val="PargrafodaLista"/>
              <w:spacing w:before="60" w:after="60" w:line="240" w:lineRule="auto"/>
              <w:ind w:left="431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</w:p>
          <w:p w14:paraId="7EEC3274" w14:textId="77777777" w:rsidR="008402AD" w:rsidRPr="00D06BF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06BFA">
              <w:rPr>
                <w:rFonts w:ascii="Verdana Pro Light" w:hAnsi="Verdana Pro Light"/>
                <w:b/>
                <w:bCs/>
                <w:sz w:val="18"/>
                <w:szCs w:val="18"/>
              </w:rPr>
              <w:t>Imagens adequadas à interpretação criativa da música</w:t>
            </w:r>
          </w:p>
          <w:p w14:paraId="46587C02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4B9A39E8" w14:textId="77777777" w:rsidR="008402AD" w:rsidRPr="00D06BF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06BFA">
              <w:rPr>
                <w:rFonts w:ascii="Verdana Pro Light" w:hAnsi="Verdana Pro Light"/>
                <w:b/>
                <w:bCs/>
                <w:sz w:val="18"/>
                <w:szCs w:val="18"/>
              </w:rPr>
              <w:t>História e importância dos videoclips – binómio música/vídeo</w:t>
            </w:r>
          </w:p>
          <w:p w14:paraId="76AC69AC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4F5ED702" w14:textId="77777777" w:rsidR="008402AD" w:rsidRPr="00D06BF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06BFA">
              <w:rPr>
                <w:rFonts w:ascii="Verdana Pro Light" w:hAnsi="Verdana Pro Light"/>
                <w:b/>
                <w:bCs/>
                <w:sz w:val="18"/>
                <w:szCs w:val="18"/>
              </w:rPr>
              <w:t>Multiplicidade de modelos narrativos</w:t>
            </w:r>
          </w:p>
          <w:p w14:paraId="046B3462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1FC5401C" w14:textId="77777777" w:rsidR="008402AD" w:rsidRPr="00D06BF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06BFA">
              <w:rPr>
                <w:rFonts w:ascii="Verdana Pro Light" w:hAnsi="Verdana Pro Light"/>
                <w:b/>
                <w:bCs/>
                <w:sz w:val="18"/>
                <w:szCs w:val="18"/>
              </w:rPr>
              <w:t>Sincronismo do discurso sonoro e visual no audiovisual</w:t>
            </w:r>
          </w:p>
          <w:p w14:paraId="6D3947F6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498AA7BF" w14:textId="77777777" w:rsidR="008402AD" w:rsidRPr="00D06BF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06BFA">
              <w:rPr>
                <w:rFonts w:ascii="Verdana Pro Light" w:hAnsi="Verdana Pro Light"/>
                <w:b/>
                <w:bCs/>
                <w:sz w:val="18"/>
                <w:szCs w:val="18"/>
              </w:rPr>
              <w:t>Fases da produção de um videoclip</w:t>
            </w:r>
          </w:p>
          <w:p w14:paraId="67521C22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540E24B5" w14:textId="77777777" w:rsidR="008402AD" w:rsidRPr="00D06BF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06BFA">
              <w:rPr>
                <w:rFonts w:ascii="Verdana Pro Light" w:hAnsi="Verdana Pro Light"/>
                <w:b/>
                <w:bCs/>
                <w:sz w:val="18"/>
                <w:szCs w:val="18"/>
              </w:rPr>
              <w:t>Dossiê de produção</w:t>
            </w:r>
          </w:p>
          <w:p w14:paraId="3DA32439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Pré-produção</w:t>
            </w:r>
          </w:p>
          <w:p w14:paraId="36B16AD6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Função estética</w:t>
            </w:r>
          </w:p>
          <w:p w14:paraId="4F5C5C32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Planificação</w:t>
            </w:r>
          </w:p>
          <w:p w14:paraId="2549DCCE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Produção</w:t>
            </w:r>
          </w:p>
          <w:p w14:paraId="1DA8A13B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Mapa de relevo</w:t>
            </w:r>
          </w:p>
          <w:p w14:paraId="693E1877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Mapa de produção</w:t>
            </w:r>
          </w:p>
          <w:p w14:paraId="0E3D8ABD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Mapa de gravação</w:t>
            </w:r>
          </w:p>
          <w:p w14:paraId="6A0031A6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Equipa técnica</w:t>
            </w:r>
          </w:p>
          <w:p w14:paraId="247DA7F7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Equipa artística</w:t>
            </w:r>
          </w:p>
          <w:p w14:paraId="03A16F79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Funções</w:t>
            </w:r>
          </w:p>
          <w:p w14:paraId="633E2609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Competências</w:t>
            </w:r>
          </w:p>
          <w:p w14:paraId="62460022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Produção</w:t>
            </w:r>
          </w:p>
          <w:p w14:paraId="32800287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Rodagem – performance e método</w:t>
            </w:r>
          </w:p>
          <w:p w14:paraId="73EDB747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lastRenderedPageBreak/>
              <w:t>Equipamentos</w:t>
            </w:r>
          </w:p>
          <w:p w14:paraId="019D0E84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Atores</w:t>
            </w:r>
          </w:p>
          <w:p w14:paraId="01428AD7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Adereços</w:t>
            </w:r>
          </w:p>
          <w:p w14:paraId="70D50603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Pós-produção</w:t>
            </w:r>
          </w:p>
          <w:p w14:paraId="3754975D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Digitalização</w:t>
            </w:r>
          </w:p>
          <w:p w14:paraId="433F9617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Edição e pós-produção</w:t>
            </w:r>
          </w:p>
          <w:p w14:paraId="796DB8E2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Ritmo audiovisual</w:t>
            </w:r>
          </w:p>
          <w:p w14:paraId="015AAFB7" w14:textId="77777777" w:rsidR="008402AD" w:rsidRPr="00D06BF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06BFA">
              <w:rPr>
                <w:rFonts w:ascii="Verdana Pro Light" w:hAnsi="Verdana Pro Light"/>
                <w:b/>
                <w:bCs/>
                <w:sz w:val="18"/>
                <w:szCs w:val="18"/>
              </w:rPr>
              <w:t>Ficha do filme</w:t>
            </w:r>
          </w:p>
          <w:p w14:paraId="0F13AB77" w14:textId="77777777" w:rsidR="008402AD" w:rsidRPr="00FC7FB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C7FBA">
              <w:rPr>
                <w:rFonts w:ascii="Verdana Pro Light" w:hAnsi="Verdana Pro Light"/>
                <w:b/>
                <w:bCs/>
                <w:sz w:val="18"/>
                <w:szCs w:val="18"/>
              </w:rPr>
              <w:t>Materiais promocionais para a preparação da exibição do filme</w:t>
            </w:r>
          </w:p>
          <w:p w14:paraId="00A5BF9D" w14:textId="77777777" w:rsidR="008402AD" w:rsidRPr="00FC7FB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contextualSpacing w:val="0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C7FBA">
              <w:rPr>
                <w:rFonts w:ascii="Verdana Pro Light" w:hAnsi="Verdana Pro Light"/>
                <w:b/>
                <w:bCs/>
                <w:sz w:val="18"/>
                <w:szCs w:val="18"/>
              </w:rPr>
              <w:t>Master do exercício do videoclip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49EAB" w14:textId="77777777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</w:t>
            </w:r>
            <w:r w:rsidRPr="00CB7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conceitos criativos e inovadores que se alinhem à mensagem da música e à identidade do artista.</w:t>
            </w:r>
          </w:p>
          <w:p w14:paraId="39380A42" w14:textId="0CDBE2AB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CB7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esenvolver a direção de arte </w:t>
            </w:r>
          </w:p>
          <w:p w14:paraId="35EE649D" w14:textId="77777777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Elaborar</w:t>
            </w:r>
            <w:r w:rsidRPr="00CB7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storyboards que representem visualmente a sequência de cenas e a narrativa do videoclipe.</w:t>
            </w:r>
          </w:p>
          <w:p w14:paraId="15969E53" w14:textId="385BB8FB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CB7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perar câm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CB7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ras de vídeo profissionais</w:t>
            </w:r>
          </w:p>
          <w:p w14:paraId="4E448DF9" w14:textId="21644523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Planear a</w:t>
            </w:r>
            <w:r w:rsidRPr="00CB7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composição, iluminação e escolha de enquadramentos.</w:t>
            </w:r>
          </w:p>
          <w:p w14:paraId="37076FA9" w14:textId="77777777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s</w:t>
            </w:r>
            <w:r w:rsidRPr="00CB7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oftware de edição de vídeo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35376F2" w14:textId="77777777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CB7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rientar os artistas ou elenco, garantindo performances convincentes e alinhadas com a visão do videoclipe.</w:t>
            </w:r>
          </w:p>
          <w:p w14:paraId="2406DF82" w14:textId="77777777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CB7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rganizar a logística de produção, incluindo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alugueres</w:t>
            </w:r>
            <w:r w:rsidRPr="00CB7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cronogramas, equipamentos e equip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CB7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C9F6AA4" w14:textId="77777777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CB7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</w:t>
            </w:r>
            <w:r w:rsidRPr="00CB7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orçamento </w:t>
            </w:r>
          </w:p>
          <w:p w14:paraId="36B93D8B" w14:textId="6D423E7D" w:rsidR="00AF5604" w:rsidRPr="00057283" w:rsidRDefault="00AF5604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560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Contextualizar a produção videográfica contemporânea.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AC3A0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2FAFD1EE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0715543B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584D1AD2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210ADDC1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38EA0B6E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05C55E65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7FC2FD96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76876CD5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446725A2" w14:textId="77777777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41B943D" w14:textId="77777777" w:rsidR="008402AD" w:rsidRPr="00057283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772AE20" w14:textId="77777777" w:rsidR="008402AD" w:rsidRDefault="008402AD" w:rsidP="0072517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58F0308" w14:textId="77777777" w:rsidR="008402AD" w:rsidRDefault="008402AD" w:rsidP="0072517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A73F1B1" w14:textId="77777777" w:rsidR="008402AD" w:rsidRPr="00F87025" w:rsidRDefault="008402AD" w:rsidP="00725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D0BFE73" w14:textId="77777777" w:rsidR="008402AD" w:rsidRPr="00F20E6F" w:rsidRDefault="008402AD" w:rsidP="0072517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A513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Produzir um videoclip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02D51E0" w14:textId="77777777" w:rsidR="008402AD" w:rsidRPr="00564406" w:rsidRDefault="008402AD" w:rsidP="0072517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Utilizando</w:t>
      </w:r>
      <w:r w:rsidRPr="005851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programas de edição de vídeo como Adobe </w:t>
      </w:r>
      <w:proofErr w:type="spellStart"/>
      <w:r w:rsidRPr="005851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Premiere</w:t>
      </w:r>
      <w:proofErr w:type="spellEnd"/>
      <w:r w:rsidRPr="005851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, Final Cut </w:t>
      </w:r>
      <w:proofErr w:type="gramStart"/>
      <w:r w:rsidRPr="005851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 ou</w:t>
      </w:r>
      <w:proofErr w:type="gramEnd"/>
      <w:r w:rsidRPr="005851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outros.</w:t>
      </w:r>
    </w:p>
    <w:p w14:paraId="25AADEE2" w14:textId="77777777" w:rsidR="008402AD" w:rsidRPr="00564406" w:rsidRDefault="008402AD" w:rsidP="0072517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7037C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7037C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efeitos especiais, correção de cor e outros elementos na fase de pós-produção.</w:t>
      </w:r>
    </w:p>
    <w:p w14:paraId="27355C25" w14:textId="77777777" w:rsidR="008402AD" w:rsidRPr="00564406" w:rsidRDefault="008402AD" w:rsidP="0072517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 w:rsidRPr="007037C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Desenvolve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7037C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ideias criativas e originais para o videoclipe.</w:t>
      </w:r>
    </w:p>
    <w:p w14:paraId="451CBB54" w14:textId="77777777" w:rsidR="008402AD" w:rsidRDefault="008402AD" w:rsidP="0072517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</w:t>
      </w:r>
      <w:r w:rsidRPr="007037C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lanea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7037C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todas as etapas da produção, desde a pré-produção até a pós-produção.</w:t>
      </w:r>
    </w:p>
    <w:p w14:paraId="7A4B4EB8" w14:textId="77777777" w:rsidR="008402AD" w:rsidRPr="00136AD8" w:rsidRDefault="008402AD" w:rsidP="007251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Pr="00A517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Incorpora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517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elementos promocionais ou estratégias de marketing no videoclipe.</w:t>
      </w:r>
    </w:p>
    <w:p w14:paraId="3617D471" w14:textId="77777777" w:rsidR="008402AD" w:rsidRPr="00136AD8" w:rsidRDefault="008402AD" w:rsidP="007251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6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</w:t>
      </w:r>
      <w:r w:rsidRPr="00211FD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211FD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 estilo visual que complemente a música.</w:t>
      </w:r>
    </w:p>
    <w:p w14:paraId="4B3DC698" w14:textId="77777777" w:rsidR="008402AD" w:rsidRPr="00136AD8" w:rsidRDefault="008402AD" w:rsidP="007251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BF8A35E" w14:textId="77777777" w:rsidR="008402AD" w:rsidRPr="00F87025" w:rsidRDefault="008402AD" w:rsidP="00725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CA00113" w14:textId="77777777" w:rsidR="008402AD" w:rsidRPr="00984B30" w:rsidRDefault="008402AD" w:rsidP="007251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11560B06" w14:textId="77777777" w:rsidR="008402AD" w:rsidRPr="00984B30" w:rsidRDefault="008402AD" w:rsidP="007251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CF1A5D8" w14:textId="77777777" w:rsidR="008402AD" w:rsidRPr="00984B30" w:rsidRDefault="008402AD" w:rsidP="007251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D741FF1" w14:textId="77777777" w:rsidR="008402AD" w:rsidRPr="00984B30" w:rsidRDefault="008402AD" w:rsidP="007251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AFA3D89" w14:textId="77777777" w:rsidR="008402AD" w:rsidRPr="00051C79" w:rsidRDefault="008402AD" w:rsidP="007251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179A91" w14:textId="77777777" w:rsidR="008402AD" w:rsidRPr="00F87025" w:rsidRDefault="008402AD" w:rsidP="00725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D9198CC" w14:textId="77777777" w:rsidR="008402AD" w:rsidRDefault="008402AD" w:rsidP="007251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ligação à internet</w:t>
      </w:r>
    </w:p>
    <w:p w14:paraId="159FA826" w14:textId="77777777" w:rsidR="008402AD" w:rsidRPr="0081716B" w:rsidRDefault="008402AD" w:rsidP="007251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29026BB5" w14:textId="77777777" w:rsidR="008402AD" w:rsidRPr="00564406" w:rsidRDefault="008402AD" w:rsidP="007251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imagem e vetores.</w:t>
      </w:r>
    </w:p>
    <w:p w14:paraId="5CEAD78B" w14:textId="77777777" w:rsidR="008402AD" w:rsidRPr="00501DC8" w:rsidRDefault="008402AD" w:rsidP="007251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385BD2B4" w14:textId="77777777" w:rsidR="008402AD" w:rsidRPr="00501DC8" w:rsidRDefault="008402AD" w:rsidP="0072517D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5AF09C0" w14:textId="77777777" w:rsidR="008402AD" w:rsidRPr="00051C79" w:rsidRDefault="008402AD" w:rsidP="007251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15D3BC" w14:textId="77777777" w:rsidR="008402AD" w:rsidRPr="00F87025" w:rsidRDefault="008402AD" w:rsidP="00725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B6883A0" w14:textId="77777777" w:rsidR="008402AD" w:rsidRPr="00051C79" w:rsidRDefault="008402AD" w:rsidP="007251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38E7109" w14:textId="77777777" w:rsidR="008402AD" w:rsidRPr="00051C79" w:rsidRDefault="008402AD" w:rsidP="007251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932CEC" w14:textId="77777777" w:rsidR="008402AD" w:rsidRPr="00051C79" w:rsidRDefault="008402AD" w:rsidP="007251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2F64F3" w14:textId="77777777" w:rsidR="008402AD" w:rsidRDefault="008402AD" w:rsidP="0072517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402AD" w:rsidRPr="00136AD8" w14:paraId="5E8F3EBF" w14:textId="77777777" w:rsidTr="007251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440AAFF" w14:textId="59632CDC" w:rsidR="008402AD" w:rsidRPr="00136AD8" w:rsidRDefault="008402AD" w:rsidP="008402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6071F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18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071F5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FECE80F" w14:textId="32D5C496" w:rsidR="008402AD" w:rsidRPr="009C256C" w:rsidRDefault="000E3EDC" w:rsidP="008402A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P</w:t>
            </w:r>
            <w:r w:rsidR="008402AD" w:rsidRPr="00F27BE4">
              <w:t>roduzir curtas-metragens de ficção.</w:t>
            </w:r>
          </w:p>
        </w:tc>
      </w:tr>
      <w:tr w:rsidR="008402AD" w:rsidRPr="00136AD8" w14:paraId="6A8D8491" w14:textId="77777777" w:rsidTr="007251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867012D" w14:textId="0EB3D6E2" w:rsidR="008402AD" w:rsidRPr="00136AD8" w:rsidRDefault="008402AD" w:rsidP="008402A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6071F5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2A4E261" w14:textId="77777777" w:rsidR="008402AD" w:rsidRPr="00136AD8" w:rsidRDefault="008402AD" w:rsidP="008402A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A5136">
              <w:rPr>
                <w:rFonts w:ascii="Verdana Pro Light" w:eastAsia="Arial Unicode MS" w:hAnsi="Verdana Pro Light" w:cs="Times New Roman"/>
                <w:sz w:val="18"/>
                <w:szCs w:val="18"/>
              </w:rPr>
              <w:t>Realização de ficção</w:t>
            </w:r>
          </w:p>
        </w:tc>
      </w:tr>
    </w:tbl>
    <w:p w14:paraId="5223AD01" w14:textId="77777777" w:rsidR="008402AD" w:rsidRPr="00136AD8" w:rsidRDefault="008402AD" w:rsidP="0072517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DB0E2A5" w14:textId="24884D6E" w:rsidR="008402AD" w:rsidRDefault="008402AD" w:rsidP="0072517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0EA00A91" w14:textId="2D3A2B19" w:rsidR="008402AD" w:rsidRDefault="008402AD" w:rsidP="008402AD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45F3A144" w14:textId="77777777" w:rsidR="008402AD" w:rsidRPr="00136AD8" w:rsidRDefault="008402AD" w:rsidP="0072517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402AD" w:rsidRPr="00136AD8" w14:paraId="49BD932A" w14:textId="77777777" w:rsidTr="007251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7E98ED" w14:textId="77777777" w:rsidR="008402AD" w:rsidRPr="001B353A" w:rsidRDefault="008402AD" w:rsidP="008402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402AD" w:rsidRPr="00136AD8" w14:paraId="44D9E6F8" w14:textId="77777777" w:rsidTr="007251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C38EA6" w14:textId="2072CAD3" w:rsidR="008402AD" w:rsidRPr="003A5136" w:rsidRDefault="008402AD" w:rsidP="008402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="00E04E05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 o roteiro</w:t>
            </w:r>
          </w:p>
          <w:p w14:paraId="4FE496D7" w14:textId="338AD4E7" w:rsidR="00516F5E" w:rsidRDefault="008402AD" w:rsidP="00516F5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16F5E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as etapas e produção (s</w:t>
            </w:r>
            <w:r w:rsidR="00516F5E" w:rsidRPr="00516F5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eleção de elenco, escolha de </w:t>
            </w:r>
            <w:proofErr w:type="spellStart"/>
            <w:r w:rsidR="00516F5E" w:rsidRPr="00516F5E">
              <w:rPr>
                <w:rFonts w:ascii="Verdana Pro Light" w:eastAsia="Arial Unicode MS" w:hAnsi="Verdana Pro Light" w:cs="Arial Unicode MS"/>
                <w:sz w:val="18"/>
                <w:szCs w:val="18"/>
              </w:rPr>
              <w:t>loca</w:t>
            </w:r>
            <w:r w:rsidR="00516F5E">
              <w:rPr>
                <w:rFonts w:ascii="Verdana Pro Light" w:eastAsia="Arial Unicode MS" w:hAnsi="Verdana Pro Light" w:cs="Arial Unicode MS"/>
                <w:sz w:val="18"/>
                <w:szCs w:val="18"/>
              </w:rPr>
              <w:t>lzações</w:t>
            </w:r>
            <w:proofErr w:type="spellEnd"/>
            <w:r w:rsidR="00516F5E" w:rsidRPr="00516F5E">
              <w:rPr>
                <w:rFonts w:ascii="Verdana Pro Light" w:eastAsia="Arial Unicode MS" w:hAnsi="Verdana Pro Light" w:cs="Arial Unicode MS"/>
                <w:sz w:val="18"/>
                <w:szCs w:val="18"/>
              </w:rPr>
              <w:t>, definição de figurinos e adereços, e agendamento de filmagens</w:t>
            </w:r>
            <w:r w:rsidR="00516F5E"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77620599" w14:textId="77777777" w:rsidR="00761402" w:rsidRDefault="008402AD" w:rsidP="0076140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75689F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3A513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Realizar </w:t>
            </w:r>
            <w:r w:rsidR="00761402" w:rsidRPr="00761402">
              <w:rPr>
                <w:rFonts w:ascii="Verdana Pro Light" w:eastAsia="Arial Unicode MS" w:hAnsi="Verdana Pro Light" w:cs="Arial Unicode MS"/>
                <w:sz w:val="18"/>
                <w:szCs w:val="18"/>
              </w:rPr>
              <w:t>filmagens de acordo com o roteiro e o plano de filmagem estabelecidos</w:t>
            </w:r>
          </w:p>
          <w:p w14:paraId="4BE92688" w14:textId="610FDB8F" w:rsidR="00786322" w:rsidRDefault="00786322" w:rsidP="0076140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Pós-produzir </w:t>
            </w:r>
            <w:r w:rsidR="00AE4A6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exportar para o formato adequado </w:t>
            </w:r>
          </w:p>
          <w:p w14:paraId="5E5010E5" w14:textId="2263FB3E" w:rsidR="00761402" w:rsidRPr="003A5136" w:rsidRDefault="00786322" w:rsidP="0076140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761402" w:rsidRPr="003A5136"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um dossiê de produção.</w:t>
            </w:r>
          </w:p>
          <w:p w14:paraId="3E5458A7" w14:textId="77777777" w:rsidR="008402AD" w:rsidRPr="001B353A" w:rsidRDefault="008402AD" w:rsidP="008402A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402AD" w:rsidRPr="00136AD8" w14:paraId="7CD27CDC" w14:textId="77777777" w:rsidTr="007251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7E8BEF" w14:textId="77777777" w:rsidR="008402AD" w:rsidRPr="001B353A" w:rsidRDefault="008402AD" w:rsidP="008402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CB59D7" w14:textId="77777777" w:rsidR="008402AD" w:rsidRPr="001B353A" w:rsidRDefault="008402AD" w:rsidP="008402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7427D6C" w14:textId="77777777" w:rsidR="008402AD" w:rsidRPr="001B353A" w:rsidRDefault="008402AD" w:rsidP="008402A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402AD" w:rsidRPr="00136AD8" w14:paraId="13D58F09" w14:textId="77777777" w:rsidTr="007251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D01F4" w14:textId="77777777" w:rsidR="008402AD" w:rsidRPr="006D3085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6D3085">
              <w:rPr>
                <w:rFonts w:ascii="Verdana Pro Light" w:hAnsi="Verdana Pro Light"/>
                <w:b/>
                <w:bCs/>
                <w:sz w:val="18"/>
                <w:szCs w:val="18"/>
              </w:rPr>
              <w:t>Géneros da ficção</w:t>
            </w:r>
          </w:p>
          <w:p w14:paraId="3810B533" w14:textId="77777777" w:rsidR="008402AD" w:rsidRPr="006D3085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6D3085">
              <w:rPr>
                <w:rFonts w:ascii="Verdana Pro Light" w:hAnsi="Verdana Pro Light"/>
                <w:b/>
                <w:bCs/>
                <w:sz w:val="18"/>
                <w:szCs w:val="18"/>
              </w:rPr>
              <w:t>Áreas de trabalho</w:t>
            </w:r>
          </w:p>
          <w:p w14:paraId="74042AE8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Realização</w:t>
            </w:r>
          </w:p>
          <w:p w14:paraId="5EEF0E20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Produção</w:t>
            </w:r>
          </w:p>
          <w:p w14:paraId="13FDC79B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Câmara</w:t>
            </w:r>
          </w:p>
          <w:p w14:paraId="09DF40F5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Som</w:t>
            </w:r>
          </w:p>
          <w:p w14:paraId="54CB9A98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Direção artística</w:t>
            </w:r>
          </w:p>
          <w:p w14:paraId="21F69DC6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Pós-produção</w:t>
            </w:r>
          </w:p>
          <w:p w14:paraId="0D0F85A2" w14:textId="77777777" w:rsidR="008402AD" w:rsidRPr="0017570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175706">
              <w:rPr>
                <w:rFonts w:ascii="Verdana Pro Light" w:hAnsi="Verdana Pro Light"/>
                <w:b/>
                <w:bCs/>
                <w:sz w:val="18"/>
                <w:szCs w:val="18"/>
              </w:rPr>
              <w:t>Organização e funções na composição das equipas</w:t>
            </w:r>
          </w:p>
          <w:p w14:paraId="27863D05" w14:textId="77777777" w:rsidR="008402AD" w:rsidRPr="0017570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175706">
              <w:rPr>
                <w:rFonts w:ascii="Verdana Pro Light" w:hAnsi="Verdana Pro Light"/>
                <w:b/>
                <w:bCs/>
                <w:sz w:val="18"/>
                <w:szCs w:val="18"/>
              </w:rPr>
              <w:t>Assistência de realização, produção e anotação</w:t>
            </w:r>
          </w:p>
          <w:p w14:paraId="63DF9FE3" w14:textId="77777777" w:rsidR="008402AD" w:rsidRPr="0017570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175706">
              <w:rPr>
                <w:rFonts w:ascii="Verdana Pro Light" w:hAnsi="Verdana Pro Light"/>
                <w:b/>
                <w:bCs/>
                <w:sz w:val="18"/>
                <w:szCs w:val="18"/>
              </w:rPr>
              <w:t>Argumento</w:t>
            </w:r>
          </w:p>
          <w:p w14:paraId="1505B4B7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Narrativo</w:t>
            </w:r>
          </w:p>
          <w:p w14:paraId="16F27D84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Estético</w:t>
            </w:r>
          </w:p>
          <w:p w14:paraId="6FC5EACC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Técnico</w:t>
            </w:r>
          </w:p>
          <w:p w14:paraId="16CD76A5" w14:textId="77777777" w:rsidR="008402AD" w:rsidRPr="0017570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175706">
              <w:rPr>
                <w:rFonts w:ascii="Verdana Pro Light" w:hAnsi="Verdana Pro Light"/>
                <w:b/>
                <w:bCs/>
                <w:sz w:val="18"/>
                <w:szCs w:val="18"/>
              </w:rPr>
              <w:t>Importância da preparação do exercício de ficção e trabalho de coordenação das várias equipas</w:t>
            </w:r>
          </w:p>
          <w:p w14:paraId="634D4605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Produtor / Realizador</w:t>
            </w:r>
          </w:p>
          <w:p w14:paraId="268422DB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Noção e trabalho com o conceito “fora de campo”</w:t>
            </w:r>
          </w:p>
          <w:p w14:paraId="3639FAC2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Dossiê de produção</w:t>
            </w:r>
          </w:p>
          <w:p w14:paraId="6955BE17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Pré-produção</w:t>
            </w:r>
          </w:p>
          <w:p w14:paraId="196A5B7D" w14:textId="77777777" w:rsidR="008402AD" w:rsidRPr="00435A0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35A0A">
              <w:rPr>
                <w:rFonts w:ascii="Verdana Pro Light" w:hAnsi="Verdana Pro Light"/>
                <w:b/>
                <w:bCs/>
                <w:sz w:val="18"/>
                <w:szCs w:val="18"/>
              </w:rPr>
              <w:t>Importância das reuniões com toda a equipa</w:t>
            </w:r>
          </w:p>
          <w:p w14:paraId="204489CD" w14:textId="77777777" w:rsidR="008402AD" w:rsidRPr="00435A0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35A0A">
              <w:rPr>
                <w:rFonts w:ascii="Verdana Pro Light" w:hAnsi="Verdana Pro Light"/>
                <w:b/>
                <w:bCs/>
                <w:sz w:val="18"/>
                <w:szCs w:val="18"/>
              </w:rPr>
              <w:t>Importância dos ensaios com atores e equipa técnica</w:t>
            </w:r>
          </w:p>
          <w:p w14:paraId="00674A94" w14:textId="77777777" w:rsidR="008402AD" w:rsidRPr="00435A0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35A0A">
              <w:rPr>
                <w:rFonts w:ascii="Verdana Pro Light" w:hAnsi="Verdana Pro Light"/>
                <w:b/>
                <w:bCs/>
                <w:sz w:val="18"/>
                <w:szCs w:val="18"/>
              </w:rPr>
              <w:t>Plano de trabalho</w:t>
            </w:r>
          </w:p>
          <w:p w14:paraId="15A4BFB9" w14:textId="77777777" w:rsidR="008402AD" w:rsidRPr="00435A0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35A0A">
              <w:rPr>
                <w:rFonts w:ascii="Verdana Pro Light" w:hAnsi="Verdana Pro Light"/>
                <w:b/>
                <w:bCs/>
                <w:sz w:val="18"/>
                <w:szCs w:val="18"/>
              </w:rPr>
              <w:t>Atores, casting e criação de personagens</w:t>
            </w:r>
          </w:p>
          <w:p w14:paraId="6C5BD946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3A5136">
              <w:rPr>
                <w:rFonts w:ascii="Verdana Pro Light" w:hAnsi="Verdana Pro Light"/>
                <w:sz w:val="18"/>
                <w:szCs w:val="18"/>
              </w:rPr>
              <w:t>Conceptboard</w:t>
            </w:r>
            <w:proofErr w:type="spellEnd"/>
            <w:r w:rsidRPr="003A5136">
              <w:rPr>
                <w:rFonts w:ascii="Verdana Pro Light" w:hAnsi="Verdana Pro Light"/>
                <w:sz w:val="18"/>
                <w:szCs w:val="18"/>
              </w:rPr>
              <w:t xml:space="preserve">, storyboard e </w:t>
            </w:r>
            <w:proofErr w:type="spellStart"/>
            <w:r w:rsidRPr="003A5136">
              <w:rPr>
                <w:rFonts w:ascii="Verdana Pro Light" w:hAnsi="Verdana Pro Light"/>
                <w:sz w:val="18"/>
                <w:szCs w:val="18"/>
              </w:rPr>
              <w:t>shootingboard</w:t>
            </w:r>
            <w:proofErr w:type="spellEnd"/>
          </w:p>
          <w:p w14:paraId="1AAB3C10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lastRenderedPageBreak/>
              <w:t>Enquadramento e visualização</w:t>
            </w:r>
          </w:p>
          <w:p w14:paraId="362BF194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Locais</w:t>
            </w:r>
          </w:p>
          <w:p w14:paraId="4EDF8458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Guarda-roupa</w:t>
            </w:r>
          </w:p>
          <w:p w14:paraId="6FE50C0B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Iluminação</w:t>
            </w:r>
          </w:p>
          <w:p w14:paraId="410BE74D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Cenário utilizando locais naturais</w:t>
            </w:r>
          </w:p>
          <w:p w14:paraId="00B53EA2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Características e condições de construção cenográfica para ambientes ficcionados</w:t>
            </w:r>
          </w:p>
          <w:p w14:paraId="44306F2B" w14:textId="77777777" w:rsidR="008402AD" w:rsidRPr="00435A0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35A0A">
              <w:rPr>
                <w:rFonts w:ascii="Verdana Pro Light" w:hAnsi="Verdana Pro Light"/>
                <w:b/>
                <w:bCs/>
                <w:sz w:val="18"/>
                <w:szCs w:val="18"/>
              </w:rPr>
              <w:t>Adereços</w:t>
            </w:r>
          </w:p>
          <w:p w14:paraId="1125A5CF" w14:textId="77777777" w:rsidR="008402AD" w:rsidRPr="00435A0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35A0A">
              <w:rPr>
                <w:rFonts w:ascii="Verdana Pro Light" w:hAnsi="Verdana Pro Light"/>
                <w:b/>
                <w:bCs/>
                <w:sz w:val="18"/>
                <w:szCs w:val="18"/>
              </w:rPr>
              <w:t>Produção</w:t>
            </w:r>
          </w:p>
          <w:p w14:paraId="6C56A554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Filmagens</w:t>
            </w:r>
          </w:p>
          <w:p w14:paraId="53116B05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Som direto – Captação de som</w:t>
            </w:r>
          </w:p>
          <w:p w14:paraId="5E43810C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Os atores – Opções criativas e técnicas</w:t>
            </w:r>
          </w:p>
          <w:p w14:paraId="5EBA8838" w14:textId="77777777" w:rsidR="008402AD" w:rsidRPr="00435A0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35A0A">
              <w:rPr>
                <w:rFonts w:ascii="Verdana Pro Light" w:hAnsi="Verdana Pro Light"/>
                <w:b/>
                <w:bCs/>
                <w:sz w:val="18"/>
                <w:szCs w:val="18"/>
              </w:rPr>
              <w:t>Pós-produção</w:t>
            </w:r>
          </w:p>
          <w:p w14:paraId="3508A489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Edição</w:t>
            </w:r>
          </w:p>
          <w:p w14:paraId="279CED98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Montagem</w:t>
            </w:r>
          </w:p>
          <w:p w14:paraId="4A53A12E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Tratamento de imagem</w:t>
            </w:r>
          </w:p>
          <w:p w14:paraId="055B4E10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Efeitos especiais</w:t>
            </w:r>
          </w:p>
          <w:p w14:paraId="1ACE61F4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Banda sonora</w:t>
            </w:r>
          </w:p>
          <w:p w14:paraId="7A909292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Locução</w:t>
            </w:r>
          </w:p>
          <w:p w14:paraId="1753EF71" w14:textId="77777777" w:rsidR="008402AD" w:rsidRPr="00435A0A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35A0A">
              <w:rPr>
                <w:rFonts w:ascii="Verdana Pro Light" w:hAnsi="Verdana Pro Light"/>
                <w:b/>
                <w:bCs/>
                <w:sz w:val="18"/>
                <w:szCs w:val="18"/>
              </w:rPr>
              <w:t>Masterização</w:t>
            </w:r>
          </w:p>
          <w:p w14:paraId="0A157408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Materiais promocionais para a preparação da exibição do filme</w:t>
            </w:r>
          </w:p>
          <w:p w14:paraId="7411104C" w14:textId="77777777" w:rsidR="008402AD" w:rsidRPr="003A5136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Master do exercício da ficção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97F8C" w14:textId="77777777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</w:t>
            </w:r>
            <w:r w:rsidRPr="00211F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lanear as etapas da produção, desde a pré-produção até a pós-produção.</w:t>
            </w:r>
          </w:p>
          <w:p w14:paraId="58DECF63" w14:textId="77777777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211F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oordenar as etapas da produção, desde a pré-produção até a pós-produção.</w:t>
            </w:r>
          </w:p>
          <w:p w14:paraId="76C6E546" w14:textId="0A1AA6AA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77B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Escolh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B77B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loca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  <w:r w:rsidRPr="00B77B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FF79BAF" w14:textId="77777777" w:rsidR="00AE4A68" w:rsidRDefault="00AE4A68" w:rsidP="00AE4A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211F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rientar os atores </w:t>
            </w:r>
          </w:p>
          <w:p w14:paraId="291C4711" w14:textId="77777777" w:rsidR="00AE4A68" w:rsidRDefault="00AE4A68" w:rsidP="00AE4A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211F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scolh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211F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ângulos de câmara e direção de arte.</w:t>
            </w:r>
          </w:p>
          <w:p w14:paraId="0DE3D030" w14:textId="798ECE2E" w:rsidR="008402AD" w:rsidRPr="00AE4A68" w:rsidRDefault="008402AD" w:rsidP="00AE4A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B77B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ditar o filme</w:t>
            </w:r>
          </w:p>
          <w:p w14:paraId="308A25D5" w14:textId="77777777" w:rsidR="008402AD" w:rsidRPr="00057283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77B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Orientar a equipe e manter um ambiente colaborativo durante a produção.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A2AD4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52A9E7AC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5B299776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65A46BDF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6FCB3A54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62898D11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51F5BC63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5B48FB6E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19E28028" w14:textId="77777777" w:rsidR="008402AD" w:rsidRPr="0020338E" w:rsidRDefault="008402AD" w:rsidP="008402A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215B462A" w14:textId="77777777" w:rsidR="008402AD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9F859C" w14:textId="77777777" w:rsidR="008402AD" w:rsidRPr="00057283" w:rsidRDefault="008402AD" w:rsidP="008402A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2DD0C30" w14:textId="77777777" w:rsidR="008402AD" w:rsidRDefault="008402AD" w:rsidP="0072517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5293E96" w14:textId="5EF843BC" w:rsidR="008402AD" w:rsidRDefault="008402AD" w:rsidP="008402A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A239826" w14:textId="77777777" w:rsidR="008402AD" w:rsidRDefault="008402AD" w:rsidP="008402AD">
      <w:pPr>
        <w:rPr>
          <w:rFonts w:ascii="Verdana Pro Light" w:hAnsi="Verdana Pro Light"/>
          <w:smallCaps/>
        </w:rPr>
      </w:pPr>
    </w:p>
    <w:p w14:paraId="368C1EB2" w14:textId="13787E28" w:rsidR="008402AD" w:rsidRPr="00F87025" w:rsidRDefault="008402AD" w:rsidP="008402A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8826490" w14:textId="1F521C78" w:rsidR="008402AD" w:rsidRPr="00F20E6F" w:rsidRDefault="001A1AD8" w:rsidP="008402A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</w:t>
      </w:r>
      <w:r w:rsidR="008402AD" w:rsidRPr="003A513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roduzir curtas-metragens de ficção</w:t>
      </w:r>
      <w:r w:rsidR="008402A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D58B03E" w14:textId="77777777" w:rsidR="008402AD" w:rsidRPr="00564406" w:rsidRDefault="008402AD" w:rsidP="008402A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4305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4305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qualidade da filmagem, incluindo composição de cena, iluminação e uso efetivo da câmara.</w:t>
      </w:r>
    </w:p>
    <w:p w14:paraId="4E6E22C0" w14:textId="77777777" w:rsidR="008402AD" w:rsidRPr="00564406" w:rsidRDefault="008402AD" w:rsidP="008402A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4305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4305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qualidade da edição, considerando a fluidez da narrativa, transições suaves e coerência visual.</w:t>
      </w:r>
    </w:p>
    <w:p w14:paraId="7237ECB3" w14:textId="77777777" w:rsidR="008402AD" w:rsidRPr="00564406" w:rsidRDefault="008402AD" w:rsidP="008402A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4305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nalisa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4305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ritmo da narrativa para garantir que o filme seja envolvente do início ao fim.</w:t>
      </w:r>
    </w:p>
    <w:p w14:paraId="66807DC5" w14:textId="77777777" w:rsidR="008402AD" w:rsidRDefault="008402AD" w:rsidP="008402A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</w:t>
      </w:r>
      <w:r w:rsidRPr="004305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ncluindo cenários, figurinos e adereços.</w:t>
      </w:r>
    </w:p>
    <w:p w14:paraId="6077F06A" w14:textId="67F82F5B" w:rsidR="008402AD" w:rsidRDefault="008402AD" w:rsidP="008402A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1A1AD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</w:t>
      </w:r>
      <w:r w:rsidRPr="004305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efeitos </w:t>
      </w:r>
      <w:r w:rsidRPr="004305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visuais, 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43059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qualidade no contexto do filme.</w:t>
      </w:r>
    </w:p>
    <w:p w14:paraId="744EF449" w14:textId="77777777" w:rsidR="008402AD" w:rsidRPr="00136AD8" w:rsidRDefault="008402AD" w:rsidP="008402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FE964C" w14:textId="77777777" w:rsidR="008402AD" w:rsidRPr="00F87025" w:rsidRDefault="008402AD" w:rsidP="008402A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8D8AC2A" w14:textId="77777777" w:rsidR="008402AD" w:rsidRDefault="008402AD" w:rsidP="008402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 xml:space="preserve">Produtoras de audiovisual, </w:t>
      </w:r>
      <w:proofErr w:type="gramStart"/>
      <w:r w:rsidRPr="0BD833C7"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proofErr w:type="gramEnd"/>
      <w:r w:rsidRPr="0BD833C7">
        <w:rPr>
          <w:rFonts w:ascii="Verdana Pro Light" w:eastAsia="Arial Unicode MS" w:hAnsi="Verdana Pro Light" w:cs="Arial Unicode MS"/>
          <w:sz w:val="18"/>
          <w:szCs w:val="18"/>
        </w:rPr>
        <w:t xml:space="preserve"> e Design.</w:t>
      </w:r>
    </w:p>
    <w:p w14:paraId="1B5196D6" w14:textId="77777777" w:rsidR="008402AD" w:rsidRPr="008047E3" w:rsidRDefault="008402AD" w:rsidP="008402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24143F79" w14:textId="77777777" w:rsidR="008402AD" w:rsidRPr="00984B30" w:rsidRDefault="008402AD" w:rsidP="008402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7D3D37C" w14:textId="77777777" w:rsidR="008402AD" w:rsidRPr="00051C79" w:rsidRDefault="008402AD" w:rsidP="008402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464FD4F" w14:textId="77777777" w:rsidR="008402AD" w:rsidRPr="00F87025" w:rsidRDefault="008402AD" w:rsidP="008402A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156A18E" w14:textId="77777777" w:rsidR="008402AD" w:rsidRDefault="008402AD" w:rsidP="008402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ligação à internet</w:t>
      </w:r>
    </w:p>
    <w:p w14:paraId="3380A6F8" w14:textId="77777777" w:rsidR="008402AD" w:rsidRPr="0081716B" w:rsidRDefault="008402AD" w:rsidP="008402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69923E86" w14:textId="77777777" w:rsidR="008402AD" w:rsidRPr="00564406" w:rsidRDefault="008402AD" w:rsidP="008402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imagem e vetores.</w:t>
      </w:r>
    </w:p>
    <w:p w14:paraId="2A7590FE" w14:textId="77777777" w:rsidR="008402AD" w:rsidRPr="00501DC8" w:rsidRDefault="008402AD" w:rsidP="008402A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7B4832D7" w14:textId="77777777" w:rsidR="008402AD" w:rsidRPr="00051C79" w:rsidRDefault="008402AD" w:rsidP="008402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BD368C1" w14:textId="77777777" w:rsidR="008402AD" w:rsidRPr="00F87025" w:rsidRDefault="008402AD" w:rsidP="008402A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8667754" w14:textId="77777777" w:rsidR="008402AD" w:rsidRPr="00051C79" w:rsidRDefault="008402AD" w:rsidP="008402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FC825F" w14:textId="77777777" w:rsidR="008402AD" w:rsidRPr="00051C79" w:rsidRDefault="008402AD" w:rsidP="008402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223A79" w14:textId="77777777" w:rsidR="008402AD" w:rsidRPr="00051C79" w:rsidRDefault="008402AD" w:rsidP="008402A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4B7064" w14:textId="514FFB54" w:rsidR="008402AD" w:rsidRDefault="008402AD" w:rsidP="008402A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E647D" w:rsidRPr="00136AD8" w14:paraId="663EE518" w14:textId="77777777" w:rsidTr="007251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5FE961B" w14:textId="2E272815" w:rsidR="008E647D" w:rsidRPr="00136AD8" w:rsidRDefault="008E647D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BF4EE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19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BF4EE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2D165E5" w14:textId="77777777" w:rsidR="008E647D" w:rsidRPr="009C256C" w:rsidRDefault="008E647D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27BE4">
              <w:t>Realizar um programa de televisão de estúdio em direto.</w:t>
            </w:r>
          </w:p>
        </w:tc>
      </w:tr>
      <w:tr w:rsidR="008E647D" w:rsidRPr="00136AD8" w14:paraId="3AF7B04B" w14:textId="77777777" w:rsidTr="007251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5E7C0EF" w14:textId="560DBFA7" w:rsidR="008E647D" w:rsidRPr="00136AD8" w:rsidRDefault="008E647D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BF4EEB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6E143EC" w14:textId="77777777" w:rsidR="008E647D" w:rsidRPr="00136AD8" w:rsidRDefault="008E647D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90CC3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Realização para televisão – </w:t>
            </w:r>
            <w:proofErr w:type="spellStart"/>
            <w:r w:rsidRPr="00C90CC3">
              <w:rPr>
                <w:rFonts w:ascii="Verdana Pro Light" w:eastAsia="Arial Unicode MS" w:hAnsi="Verdana Pro Light" w:cs="Times New Roman"/>
                <w:sz w:val="18"/>
                <w:szCs w:val="18"/>
              </w:rPr>
              <w:t>multicâmara</w:t>
            </w:r>
            <w:proofErr w:type="spellEnd"/>
          </w:p>
        </w:tc>
      </w:tr>
    </w:tbl>
    <w:p w14:paraId="4B32F4F4" w14:textId="77777777" w:rsidR="008E647D" w:rsidRPr="00136AD8" w:rsidRDefault="008E647D" w:rsidP="008E647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CEC07F5" w14:textId="082B7861" w:rsidR="008E647D" w:rsidRDefault="008E647D" w:rsidP="008E647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096639E1" w14:textId="77777777" w:rsidR="008E647D" w:rsidRDefault="008E647D" w:rsidP="008E647D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05FA419C" w14:textId="77777777" w:rsidR="008E647D" w:rsidRPr="00136AD8" w:rsidRDefault="008E647D" w:rsidP="008E647D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E647D" w:rsidRPr="00136AD8" w14:paraId="468E3A3B" w14:textId="77777777" w:rsidTr="007251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B3BE08" w14:textId="77777777" w:rsidR="008E647D" w:rsidRPr="001B353A" w:rsidRDefault="008E647D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E647D" w:rsidRPr="00136AD8" w14:paraId="0FF91FDA" w14:textId="77777777" w:rsidTr="007251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BC0438" w14:textId="77777777" w:rsidR="006C703D" w:rsidRDefault="008E647D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C703D" w:rsidRPr="006C703D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</w:t>
            </w:r>
            <w:r w:rsidR="006C703D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6C703D" w:rsidRPr="006C703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logística do estúdio, incluindo disposição de cenários, câmaras, iluminação e equipamentos de áudio </w:t>
            </w:r>
          </w:p>
          <w:p w14:paraId="43ABBFF8" w14:textId="76AB4DA6" w:rsidR="008E647D" w:rsidRPr="00C90CC3" w:rsidRDefault="008E647D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B35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Realizar ensaios, testar equipamentos </w:t>
            </w:r>
          </w:p>
          <w:p w14:paraId="2EF07180" w14:textId="28BF96CF" w:rsidR="008E647D" w:rsidRPr="00C90CC3" w:rsidRDefault="008E647D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6584A"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="0046584A" w:rsidRPr="0046584A">
              <w:rPr>
                <w:rFonts w:ascii="Verdana Pro Light" w:eastAsia="Arial Unicode MS" w:hAnsi="Verdana Pro Light" w:cs="Arial Unicode MS"/>
                <w:sz w:val="18"/>
                <w:szCs w:val="18"/>
              </w:rPr>
              <w:t>oorden</w:t>
            </w:r>
            <w:r w:rsidR="0046584A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46584A" w:rsidRPr="0046584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atividades da equipe técnica, direcionando </w:t>
            </w:r>
            <w:proofErr w:type="spellStart"/>
            <w:r w:rsidR="0046584A" w:rsidRPr="0046584A">
              <w:rPr>
                <w:rFonts w:ascii="Verdana Pro Light" w:eastAsia="Arial Unicode MS" w:hAnsi="Verdana Pro Light" w:cs="Arial Unicode MS"/>
                <w:sz w:val="18"/>
                <w:szCs w:val="18"/>
              </w:rPr>
              <w:t>câmeras</w:t>
            </w:r>
            <w:proofErr w:type="spellEnd"/>
            <w:r w:rsidR="0046584A" w:rsidRPr="0046584A">
              <w:rPr>
                <w:rFonts w:ascii="Verdana Pro Light" w:eastAsia="Arial Unicode MS" w:hAnsi="Verdana Pro Light" w:cs="Arial Unicode MS"/>
                <w:sz w:val="18"/>
                <w:szCs w:val="18"/>
              </w:rPr>
              <w:t>, ajustando iluminação e garantindo que o áudio claro.</w:t>
            </w:r>
          </w:p>
          <w:p w14:paraId="6D4F22DB" w14:textId="6343C55E" w:rsidR="008E647D" w:rsidRPr="00D23503" w:rsidRDefault="008E647D" w:rsidP="00D2350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6584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Controlar </w:t>
            </w:r>
            <w:r w:rsidR="00D23503">
              <w:rPr>
                <w:rFonts w:ascii="Verdana Pro Light" w:eastAsia="Arial Unicode MS" w:hAnsi="Verdana Pro Light" w:cs="Arial Unicode MS"/>
                <w:sz w:val="18"/>
                <w:szCs w:val="18"/>
              </w:rPr>
              <w:t>tempos dos segmentos e efetuar ajustes</w:t>
            </w:r>
            <w:r w:rsidRPr="00C90CC3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8E647D" w:rsidRPr="00136AD8" w14:paraId="6F56BA39" w14:textId="77777777" w:rsidTr="007251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479E13" w14:textId="77777777" w:rsidR="008E647D" w:rsidRPr="001B353A" w:rsidRDefault="008E647D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881B5D" w14:textId="77777777" w:rsidR="008E647D" w:rsidRPr="001B353A" w:rsidRDefault="008E647D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98E9E2A" w14:textId="77777777" w:rsidR="008E647D" w:rsidRPr="001B353A" w:rsidRDefault="008E647D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E647D" w:rsidRPr="00136AD8" w14:paraId="483D6325" w14:textId="77777777" w:rsidTr="007251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31E68" w14:textId="77777777" w:rsidR="008E647D" w:rsidRPr="00E96A21" w:rsidRDefault="008E647D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E96A21">
              <w:rPr>
                <w:rFonts w:ascii="Verdana Pro Light" w:hAnsi="Verdana Pro Light"/>
                <w:b/>
                <w:bCs/>
                <w:sz w:val="18"/>
                <w:szCs w:val="18"/>
              </w:rPr>
              <w:t>Vocabulário e glossário de estúdio e régie de televisão</w:t>
            </w:r>
          </w:p>
          <w:p w14:paraId="5D2265CE" w14:textId="77777777" w:rsidR="008E647D" w:rsidRPr="00E96A21" w:rsidRDefault="008E647D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E96A21">
              <w:rPr>
                <w:rFonts w:ascii="Verdana Pro Light" w:hAnsi="Verdana Pro Light"/>
                <w:b/>
                <w:bCs/>
                <w:sz w:val="18"/>
                <w:szCs w:val="18"/>
              </w:rPr>
              <w:t>Equipa de produção televisiva em estúdio</w:t>
            </w:r>
          </w:p>
          <w:p w14:paraId="0BA86A94" w14:textId="77777777" w:rsidR="008E647D" w:rsidRPr="00C90CC3" w:rsidRDefault="008E647D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Papel dos realizadores no estúdio</w:t>
            </w:r>
          </w:p>
          <w:p w14:paraId="570D61F7" w14:textId="77777777" w:rsidR="008E647D" w:rsidRPr="00E96A21" w:rsidRDefault="008E647D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Funções da equipa de produção em televisão</w:t>
            </w:r>
          </w:p>
          <w:p w14:paraId="37743565" w14:textId="77777777" w:rsidR="008E647D" w:rsidRPr="00E96A21" w:rsidRDefault="008E647D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E96A21">
              <w:rPr>
                <w:rFonts w:ascii="Verdana Pro Light" w:hAnsi="Verdana Pro Light"/>
                <w:b/>
                <w:bCs/>
                <w:sz w:val="18"/>
                <w:szCs w:val="18"/>
              </w:rPr>
              <w:t>Equipamentos, hardware e software para régie</w:t>
            </w:r>
          </w:p>
          <w:p w14:paraId="0031366B" w14:textId="77777777" w:rsidR="008E647D" w:rsidRPr="00E96A21" w:rsidRDefault="008E647D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E96A21">
              <w:rPr>
                <w:rFonts w:ascii="Verdana Pro Light" w:hAnsi="Verdana Pro Light"/>
                <w:b/>
                <w:bCs/>
                <w:sz w:val="18"/>
                <w:szCs w:val="18"/>
              </w:rPr>
              <w:t>Planificação de um programa de televisão</w:t>
            </w:r>
          </w:p>
          <w:p w14:paraId="7B01485C" w14:textId="77777777" w:rsidR="008E647D" w:rsidRPr="00C90CC3" w:rsidRDefault="008E647D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Guião de um programa de estúdio em direto</w:t>
            </w:r>
          </w:p>
          <w:p w14:paraId="7B41F90A" w14:textId="77777777" w:rsidR="008E647D" w:rsidRPr="00C90CC3" w:rsidRDefault="008E647D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Entrevistas - ao vivo e gravadas</w:t>
            </w:r>
          </w:p>
          <w:p w14:paraId="2CFBFA62" w14:textId="77777777" w:rsidR="008E647D" w:rsidRPr="00C90CC3" w:rsidRDefault="008E647D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Preparação de folhas de câmara, ordens de execução e gráficos de tempo</w:t>
            </w:r>
          </w:p>
          <w:p w14:paraId="59C13DEB" w14:textId="77777777" w:rsidR="008E647D" w:rsidRPr="00C90CC3" w:rsidRDefault="008E647D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Vocabulário e glossário de operação em estúdio e régie</w:t>
            </w:r>
          </w:p>
          <w:p w14:paraId="657142AD" w14:textId="77777777" w:rsidR="008E647D" w:rsidRPr="00C90CC3" w:rsidRDefault="008E647D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Ordens de execução</w:t>
            </w:r>
          </w:p>
          <w:p w14:paraId="4517CCAD" w14:textId="77777777" w:rsidR="008E647D" w:rsidRPr="00C90CC3" w:rsidRDefault="008E647D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Folha de câmara</w:t>
            </w:r>
          </w:p>
          <w:p w14:paraId="3D13DCEB" w14:textId="77777777" w:rsidR="008E647D" w:rsidRPr="00C90CC3" w:rsidRDefault="008E647D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Temporizações e contagens</w:t>
            </w:r>
          </w:p>
          <w:p w14:paraId="3E0EF591" w14:textId="77777777" w:rsidR="008E647D" w:rsidRPr="00C90CC3" w:rsidRDefault="008E647D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Ensaio de realização de programa de informação</w:t>
            </w:r>
          </w:p>
          <w:p w14:paraId="5EEF9F7B" w14:textId="77777777" w:rsidR="008E647D" w:rsidRPr="00C90CC3" w:rsidRDefault="008E647D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Briefing de produção à equipa</w:t>
            </w:r>
          </w:p>
          <w:p w14:paraId="29C6096D" w14:textId="77777777" w:rsidR="008E647D" w:rsidRPr="001B353A" w:rsidRDefault="008E647D" w:rsidP="0072517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90CC3">
              <w:rPr>
                <w:rFonts w:ascii="Verdana Pro Light" w:hAnsi="Verdana Pro Light"/>
                <w:sz w:val="18"/>
                <w:szCs w:val="18"/>
              </w:rPr>
              <w:t>Realização de um programa de televisão de estúdio em direto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468F9" w14:textId="77777777" w:rsidR="008E647D" w:rsidRDefault="008E647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52259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iderar e coordenar uma equipa multifuncional, incluindo câmaras, operadores de áudio, diretores, produtores e outros membros da equipa.</w:t>
            </w:r>
          </w:p>
          <w:p w14:paraId="001BF227" w14:textId="4AC8E2F4" w:rsidR="008E647D" w:rsidRDefault="008E647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52259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erir o tempo durante a transmissão ao vivo</w:t>
            </w:r>
          </w:p>
          <w:p w14:paraId="73CF12C3" w14:textId="33284FF1" w:rsidR="008E647D" w:rsidRDefault="00D23503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Nomear</w:t>
            </w:r>
            <w:r w:rsidR="008E647D" w:rsidRPr="0052259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possíveis problemas técnicos ou logísticos e implementar soluções proativas</w:t>
            </w:r>
            <w:r w:rsidR="008E64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A0FC510" w14:textId="24726BC0" w:rsidR="008E647D" w:rsidRDefault="008E647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52259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mprovisar de forma criativa em situações imprevistas</w:t>
            </w:r>
          </w:p>
          <w:p w14:paraId="7A07EB53" w14:textId="7B161C30" w:rsidR="008E647D" w:rsidRPr="00057283" w:rsidRDefault="008E647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259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Monitoriza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52259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todos os elementos técnicos, incluindo som, imagem, gráficos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DBBA4D" w14:textId="77777777" w:rsidR="008E647D" w:rsidRPr="0020338E" w:rsidRDefault="008E647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3486EC39" w14:textId="77777777" w:rsidR="008E647D" w:rsidRPr="0020338E" w:rsidRDefault="008E647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37210ECA" w14:textId="77777777" w:rsidR="008E647D" w:rsidRPr="0020338E" w:rsidRDefault="008E647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0A412B2F" w14:textId="77777777" w:rsidR="008E647D" w:rsidRPr="0020338E" w:rsidRDefault="008E647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01226EB6" w14:textId="77777777" w:rsidR="008E647D" w:rsidRPr="0020338E" w:rsidRDefault="008E647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20FDFE48" w14:textId="77777777" w:rsidR="008E647D" w:rsidRPr="0020338E" w:rsidRDefault="008E647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4B10D28B" w14:textId="77777777" w:rsidR="008E647D" w:rsidRPr="0020338E" w:rsidRDefault="008E647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5F6A014A" w14:textId="77777777" w:rsidR="008E647D" w:rsidRPr="0020338E" w:rsidRDefault="008E647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00C04D80" w14:textId="77777777" w:rsidR="008E647D" w:rsidRPr="0020338E" w:rsidRDefault="008E647D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6C69E444" w14:textId="77777777" w:rsidR="008E647D" w:rsidRDefault="008E647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566EA75" w14:textId="77777777" w:rsidR="008E647D" w:rsidRPr="00057283" w:rsidRDefault="008E647D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61157B5" w14:textId="77777777" w:rsidR="008E647D" w:rsidRDefault="008E647D" w:rsidP="008E647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25EAFB8" w14:textId="77777777" w:rsidR="008E647D" w:rsidRDefault="008E647D" w:rsidP="008E647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587EE26" w14:textId="77777777" w:rsidR="008E647D" w:rsidRPr="00F87025" w:rsidRDefault="008E647D" w:rsidP="008E64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AC80C82" w14:textId="77777777" w:rsidR="008E647D" w:rsidRPr="00F20E6F" w:rsidRDefault="008E647D" w:rsidP="008E647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90CC3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Realizar um programa de televisão de estúdio em direto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794B5DC" w14:textId="77777777" w:rsidR="008E647D" w:rsidRPr="00564406" w:rsidRDefault="008E647D" w:rsidP="008E647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BC43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BC43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precisão técnica na operação de equipamentos de estúdio, incluindo câmaras, iluminação, áudio, gráficos, e outros dispositivos.</w:t>
      </w:r>
    </w:p>
    <w:p w14:paraId="2F11A292" w14:textId="77777777" w:rsidR="008E647D" w:rsidRPr="00564406" w:rsidRDefault="008E647D" w:rsidP="008E647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BC43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C43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capacidade de seguir 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guião</w:t>
      </w:r>
      <w:r w:rsidRPr="00BC43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manter a estrutura planeada do programa, garantindo que os segmentos ocorram no tempo previsto.</w:t>
      </w:r>
    </w:p>
    <w:p w14:paraId="52969939" w14:textId="77777777" w:rsidR="008E647D" w:rsidRPr="00564406" w:rsidRDefault="008E647D" w:rsidP="008E647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 w:rsidRPr="00BC43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Observa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BC43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transições suaves entre diferentes partes do programa, evitando cortes abruptos e mantendo a continuidade visual e narrativa.</w:t>
      </w:r>
    </w:p>
    <w:p w14:paraId="768105E8" w14:textId="77777777" w:rsidR="008E647D" w:rsidRDefault="008E647D" w:rsidP="008E647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</w:t>
      </w:r>
      <w:r w:rsidRPr="00BC43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mprovisa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C43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forma criativa quando necessário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ECC8C31" w14:textId="77777777" w:rsidR="008E647D" w:rsidRDefault="008E647D" w:rsidP="008E647D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</w:t>
      </w:r>
      <w:r w:rsidRPr="001D706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arantindo nitidez visual, áudio claro e ausência de problemas técnicos.</w:t>
      </w:r>
    </w:p>
    <w:p w14:paraId="182B17D5" w14:textId="77777777" w:rsidR="008E647D" w:rsidRPr="00136AD8" w:rsidRDefault="008E647D" w:rsidP="008E64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3E0CA9" w14:textId="77777777" w:rsidR="008E647D" w:rsidRPr="00F87025" w:rsidRDefault="008E647D" w:rsidP="008E64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F7897C6" w14:textId="77777777" w:rsidR="008E647D" w:rsidRDefault="008E647D" w:rsidP="008E64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20633B62" w14:textId="77777777" w:rsidR="008E647D" w:rsidRDefault="008E647D" w:rsidP="008E64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som</w:t>
      </w:r>
    </w:p>
    <w:p w14:paraId="19E9D7C6" w14:textId="77777777" w:rsidR="008E647D" w:rsidRPr="008047E3" w:rsidRDefault="008E647D" w:rsidP="008E64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3B07911C" w14:textId="77777777" w:rsidR="008E647D" w:rsidRPr="00984B30" w:rsidRDefault="008E647D" w:rsidP="008E64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Salas de Espetáculo</w:t>
      </w:r>
    </w:p>
    <w:p w14:paraId="2C56B245" w14:textId="77777777" w:rsidR="008E647D" w:rsidRPr="00984B30" w:rsidRDefault="008E647D" w:rsidP="008E64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501C567" w14:textId="77777777" w:rsidR="008E647D" w:rsidRPr="00051C79" w:rsidRDefault="008E647D" w:rsidP="008E64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FFECD11" w14:textId="77777777" w:rsidR="008E647D" w:rsidRPr="00F87025" w:rsidRDefault="008E647D" w:rsidP="008E64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D0DFE68" w14:textId="77777777" w:rsidR="008E647D" w:rsidRDefault="008E647D" w:rsidP="008E64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ligação à internet</w:t>
      </w:r>
    </w:p>
    <w:p w14:paraId="4CE5D816" w14:textId="77777777" w:rsidR="008E647D" w:rsidRDefault="008E647D" w:rsidP="008E64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iluminação</w:t>
      </w:r>
    </w:p>
    <w:p w14:paraId="289FAB05" w14:textId="77777777" w:rsidR="008E647D" w:rsidRPr="00564406" w:rsidRDefault="008E647D" w:rsidP="008E64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suporte</w:t>
      </w:r>
    </w:p>
    <w:p w14:paraId="1070AF4B" w14:textId="77777777" w:rsidR="008E647D" w:rsidRDefault="008E647D" w:rsidP="008E64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Câmaras de vídeo.</w:t>
      </w:r>
    </w:p>
    <w:p w14:paraId="4E0186DE" w14:textId="77777777" w:rsidR="008E647D" w:rsidRPr="00564406" w:rsidRDefault="008E647D" w:rsidP="008E64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 xml:space="preserve">Equipamento de </w:t>
      </w:r>
      <w:proofErr w:type="spellStart"/>
      <w:r w:rsidRPr="0BD833C7">
        <w:rPr>
          <w:rFonts w:ascii="Verdana Pro Light" w:eastAsia="Arial Unicode MS" w:hAnsi="Verdana Pro Light" w:cs="Arial Unicode MS"/>
          <w:sz w:val="18"/>
          <w:szCs w:val="18"/>
        </w:rPr>
        <w:t>streaming</w:t>
      </w:r>
      <w:proofErr w:type="spellEnd"/>
      <w:r w:rsidRPr="0BD833C7">
        <w:rPr>
          <w:rFonts w:ascii="Verdana Pro Light" w:eastAsia="Arial Unicode MS" w:hAnsi="Verdana Pro Light" w:cs="Arial Unicode MS"/>
          <w:sz w:val="18"/>
          <w:szCs w:val="18"/>
        </w:rPr>
        <w:t xml:space="preserve"> ou </w:t>
      </w:r>
      <w:proofErr w:type="spellStart"/>
      <w:r w:rsidRPr="0BD833C7">
        <w:rPr>
          <w:rFonts w:ascii="Verdana Pro Light" w:eastAsia="Arial Unicode MS" w:hAnsi="Verdana Pro Light" w:cs="Arial Unicode MS"/>
          <w:sz w:val="18"/>
          <w:szCs w:val="18"/>
        </w:rPr>
        <w:t>broadcast</w:t>
      </w:r>
      <w:proofErr w:type="spellEnd"/>
    </w:p>
    <w:p w14:paraId="2B9FDC73" w14:textId="77777777" w:rsidR="008E647D" w:rsidRDefault="008E647D" w:rsidP="008E64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ED8ED89" w14:textId="77777777" w:rsidR="008E647D" w:rsidRPr="00501DC8" w:rsidRDefault="008E647D" w:rsidP="008E647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31D7EBB" w14:textId="77777777" w:rsidR="008E647D" w:rsidRPr="00051C79" w:rsidRDefault="008E647D" w:rsidP="008E64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939D3B" w14:textId="77777777" w:rsidR="008E647D" w:rsidRPr="00F87025" w:rsidRDefault="008E647D" w:rsidP="008E64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303BD59" w14:textId="77777777" w:rsidR="008E647D" w:rsidRPr="00051C79" w:rsidRDefault="008E647D" w:rsidP="008E64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83BBCD" w14:textId="77777777" w:rsidR="008E647D" w:rsidRPr="00051C79" w:rsidRDefault="008E647D" w:rsidP="008E64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C8715B" w14:textId="77777777" w:rsidR="008E647D" w:rsidRPr="00051C79" w:rsidRDefault="008E647D" w:rsidP="008E647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B16747" w14:textId="77777777" w:rsidR="008E647D" w:rsidRDefault="008E647D" w:rsidP="008E647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E20BA" w:rsidRPr="00136AD8" w14:paraId="1B707120" w14:textId="77777777" w:rsidTr="009277C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FB6C91F" w14:textId="14CD0606" w:rsidR="003E20BA" w:rsidRPr="00136AD8" w:rsidRDefault="003E20BA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095F24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095F2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24E932A" w14:textId="77777777" w:rsidR="003E20BA" w:rsidRPr="009C256C" w:rsidRDefault="003E20BA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27BE4">
              <w:t>Montar e utilizar equipamentos de iluminação.</w:t>
            </w:r>
          </w:p>
        </w:tc>
      </w:tr>
      <w:tr w:rsidR="003E20BA" w:rsidRPr="00136AD8" w14:paraId="51902F64" w14:textId="77777777" w:rsidTr="009277C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3B09B50" w14:textId="464BD8EC" w:rsidR="003E20BA" w:rsidRPr="00136AD8" w:rsidRDefault="003E20BA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</w:t>
            </w:r>
            <w:r w:rsidR="005E5D3D">
              <w:rPr>
                <w:rFonts w:ascii="Verdana Pro Light" w:hAnsi="Verdana Pro Light" w:cs="Times New Roman"/>
                <w:smallCaps/>
                <w:sz w:val="18"/>
                <w:szCs w:val="18"/>
              </w:rPr>
              <w:t>20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5E5D3D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9432FDD" w14:textId="77777777" w:rsidR="003E20BA" w:rsidRPr="00136AD8" w:rsidRDefault="002B6C6B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Princípios de iluminação</w:t>
            </w:r>
          </w:p>
        </w:tc>
      </w:tr>
    </w:tbl>
    <w:p w14:paraId="2376DDB5" w14:textId="77777777" w:rsidR="003E20BA" w:rsidRPr="00136AD8" w:rsidRDefault="003E20BA" w:rsidP="003E20B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2241C15" w14:textId="7886BF19" w:rsidR="003E20BA" w:rsidRDefault="003E20BA" w:rsidP="003E20B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B029483" w14:textId="479875B6" w:rsidR="008E647D" w:rsidRDefault="008E647D" w:rsidP="008E647D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5E56155D" w14:textId="77777777" w:rsidR="003E20BA" w:rsidRPr="00136AD8" w:rsidRDefault="003E20BA" w:rsidP="003E20B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E20BA" w:rsidRPr="00136AD8" w14:paraId="38F84059" w14:textId="77777777" w:rsidTr="009277C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77E726B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E20BA" w:rsidRPr="00136AD8" w14:paraId="4452763E" w14:textId="77777777" w:rsidTr="009277C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C96921" w14:textId="3E197323" w:rsidR="002B6C6B" w:rsidRPr="002B6C6B" w:rsidRDefault="003E20BA" w:rsidP="002B6C6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="008E647D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Compor a iluminação com</w:t>
            </w:r>
            <w:r w:rsidR="002B6C6B" w:rsidRPr="002B6C6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luz natural e artificial.</w:t>
            </w:r>
          </w:p>
          <w:p w14:paraId="10C739B4" w14:textId="64B778AA" w:rsidR="002B6C6B" w:rsidRPr="002B6C6B" w:rsidRDefault="00BA565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E647D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</w:t>
            </w:r>
            <w:r w:rsidR="008E647D" w:rsidRPr="002B6C6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2B6C6B" w:rsidRPr="002B6C6B">
              <w:rPr>
                <w:rFonts w:ascii="Verdana Pro Light" w:eastAsia="Arial Unicode MS" w:hAnsi="Verdana Pro Light" w:cs="Arial Unicode MS"/>
                <w:sz w:val="18"/>
                <w:szCs w:val="18"/>
              </w:rPr>
              <w:t>tipos de lâmpadas</w:t>
            </w:r>
            <w:r w:rsidR="008E64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de </w:t>
            </w:r>
            <w:r w:rsidR="002B6C6B" w:rsidRPr="002B6C6B">
              <w:rPr>
                <w:rFonts w:ascii="Verdana Pro Light" w:eastAsia="Arial Unicode MS" w:hAnsi="Verdana Pro Light" w:cs="Arial Unicode MS"/>
                <w:sz w:val="18"/>
                <w:szCs w:val="18"/>
              </w:rPr>
              <w:t>refletores.</w:t>
            </w:r>
          </w:p>
          <w:p w14:paraId="45FD5966" w14:textId="38465B69" w:rsidR="002B6C6B" w:rsidRPr="002B6C6B" w:rsidRDefault="008E647D" w:rsidP="00BA565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</w:t>
            </w:r>
            <w:r w:rsidR="00BA5652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BA5652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Escolher</w:t>
            </w:r>
            <w:r w:rsidRPr="002B6C6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2B6C6B" w:rsidRPr="002B6C6B">
              <w:rPr>
                <w:rFonts w:ascii="Verdana Pro Light" w:eastAsia="Arial Unicode MS" w:hAnsi="Verdana Pro Light" w:cs="Arial Unicode MS"/>
                <w:sz w:val="18"/>
                <w:szCs w:val="18"/>
              </w:rPr>
              <w:t>e enumerar os equipamentos de iluminação de estúdio e exteriores.</w:t>
            </w:r>
          </w:p>
          <w:p w14:paraId="45E02E06" w14:textId="132F0433" w:rsidR="003E20BA" w:rsidRPr="005E5D3D" w:rsidRDefault="008E647D" w:rsidP="005E5D3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</w:t>
            </w:r>
            <w:r w:rsidR="00BA5652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="00BA5652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B6C6B" w:rsidRPr="002B6C6B">
              <w:rPr>
                <w:rFonts w:ascii="Verdana Pro Light" w:eastAsia="Arial Unicode MS" w:hAnsi="Verdana Pro Light" w:cs="Arial Unicode MS"/>
                <w:sz w:val="18"/>
                <w:szCs w:val="18"/>
              </w:rPr>
              <w:t>Montar e utilizar equipamentos de iluminação adequados aos objetivos pretendidos.</w:t>
            </w:r>
          </w:p>
        </w:tc>
      </w:tr>
      <w:tr w:rsidR="003E20BA" w:rsidRPr="00136AD8" w14:paraId="642531E3" w14:textId="77777777" w:rsidTr="009277C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8F0F1A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432579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401624F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E20BA" w:rsidRPr="00136AD8" w14:paraId="4FA2E6E3" w14:textId="77777777" w:rsidTr="009277C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7AC5B" w14:textId="77777777" w:rsidR="00BA5652" w:rsidRPr="00CE5B1F" w:rsidRDefault="00BA5652" w:rsidP="00BA565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E5B1F">
              <w:rPr>
                <w:rFonts w:ascii="Verdana Pro Light" w:hAnsi="Verdana Pro Light"/>
                <w:b/>
                <w:bCs/>
                <w:sz w:val="18"/>
                <w:szCs w:val="18"/>
              </w:rPr>
              <w:t>Iluminação</w:t>
            </w:r>
          </w:p>
          <w:p w14:paraId="159BDF33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Princípios (luz natural e luz artificial)</w:t>
            </w:r>
          </w:p>
          <w:p w14:paraId="17CE6D97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Definição de luz</w:t>
            </w:r>
          </w:p>
          <w:p w14:paraId="654EFDF7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Três pontos principais da qualidade das lâmpadas</w:t>
            </w:r>
          </w:p>
          <w:p w14:paraId="2271CAD8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IRC (índice de reprodução de cor)</w:t>
            </w:r>
          </w:p>
          <w:p w14:paraId="027F7958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K (eficiência luminosa)</w:t>
            </w:r>
          </w:p>
          <w:p w14:paraId="6F5ED346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Graus Kelvin (temperatura de cor)</w:t>
            </w:r>
          </w:p>
          <w:p w14:paraId="23DC0804" w14:textId="77777777" w:rsidR="00BA5652" w:rsidRPr="008F7D76" w:rsidRDefault="00BA5652" w:rsidP="00BA565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8F7D76">
              <w:rPr>
                <w:rFonts w:ascii="Verdana Pro Light" w:hAnsi="Verdana Pro Light"/>
                <w:b/>
                <w:bCs/>
                <w:sz w:val="18"/>
                <w:szCs w:val="18"/>
              </w:rPr>
              <w:t>Tipos de lâmpadas</w:t>
            </w:r>
          </w:p>
          <w:p w14:paraId="4B2C34EE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Incandescentes</w:t>
            </w:r>
          </w:p>
          <w:p w14:paraId="79F76021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Halógenas</w:t>
            </w:r>
          </w:p>
          <w:p w14:paraId="222FD1BE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Mistas</w:t>
            </w:r>
          </w:p>
          <w:p w14:paraId="1F8E3453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Vapor de mercúrio</w:t>
            </w:r>
          </w:p>
          <w:p w14:paraId="2D7A26E0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BA5652">
              <w:rPr>
                <w:rFonts w:ascii="Verdana Pro Light" w:hAnsi="Verdana Pro Light"/>
                <w:sz w:val="18"/>
                <w:szCs w:val="18"/>
              </w:rPr>
              <w:t>Multivapores</w:t>
            </w:r>
            <w:proofErr w:type="spellEnd"/>
            <w:r w:rsidRPr="00BA5652">
              <w:rPr>
                <w:rFonts w:ascii="Verdana Pro Light" w:hAnsi="Verdana Pro Light"/>
                <w:sz w:val="18"/>
                <w:szCs w:val="18"/>
              </w:rPr>
              <w:t xml:space="preserve"> metálicos</w:t>
            </w:r>
          </w:p>
          <w:p w14:paraId="4232273B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Vapor de sódio</w:t>
            </w:r>
          </w:p>
          <w:p w14:paraId="1917E3B1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Lâmpadas de descarga</w:t>
            </w:r>
          </w:p>
          <w:p w14:paraId="4486CE4C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Fluorescentes</w:t>
            </w:r>
          </w:p>
          <w:p w14:paraId="02A52104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Fluorescentes compactas</w:t>
            </w:r>
          </w:p>
          <w:p w14:paraId="13F03D0B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BA5652">
              <w:rPr>
                <w:rFonts w:ascii="Verdana Pro Light" w:hAnsi="Verdana Pro Light"/>
                <w:sz w:val="18"/>
                <w:szCs w:val="18"/>
              </w:rPr>
              <w:t>LEDs</w:t>
            </w:r>
            <w:proofErr w:type="spellEnd"/>
          </w:p>
          <w:p w14:paraId="02629762" w14:textId="77777777" w:rsidR="00BA5652" w:rsidRPr="008F7D76" w:rsidRDefault="00BA5652" w:rsidP="00BA565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8F7D76">
              <w:rPr>
                <w:rFonts w:ascii="Verdana Pro Light" w:hAnsi="Verdana Pro Light"/>
                <w:b/>
                <w:bCs/>
                <w:sz w:val="18"/>
                <w:szCs w:val="18"/>
              </w:rPr>
              <w:t>Refletores</w:t>
            </w:r>
          </w:p>
          <w:p w14:paraId="1B56408D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 xml:space="preserve">Equipamentos refletores de tungstênio e </w:t>
            </w:r>
            <w:proofErr w:type="spellStart"/>
            <w:r w:rsidRPr="00BA5652">
              <w:rPr>
                <w:rFonts w:ascii="Verdana Pro Light" w:hAnsi="Verdana Pro Light"/>
                <w:sz w:val="18"/>
                <w:szCs w:val="18"/>
              </w:rPr>
              <w:t>Day</w:t>
            </w:r>
            <w:proofErr w:type="spellEnd"/>
            <w:r w:rsidRPr="00BA5652">
              <w:rPr>
                <w:rFonts w:ascii="Verdana Pro Light" w:hAnsi="Verdana Pro Light"/>
                <w:sz w:val="18"/>
                <w:szCs w:val="18"/>
              </w:rPr>
              <w:t>-light</w:t>
            </w:r>
          </w:p>
          <w:p w14:paraId="56F732AC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 xml:space="preserve">Tipo de refletores: </w:t>
            </w:r>
            <w:proofErr w:type="spellStart"/>
            <w:r w:rsidRPr="00BA5652">
              <w:rPr>
                <w:rFonts w:ascii="Verdana Pro Light" w:hAnsi="Verdana Pro Light"/>
                <w:sz w:val="18"/>
                <w:szCs w:val="18"/>
              </w:rPr>
              <w:t>Fresnel</w:t>
            </w:r>
            <w:proofErr w:type="spellEnd"/>
            <w:r w:rsidRPr="00BA5652">
              <w:rPr>
                <w:rFonts w:ascii="Verdana Pro Light" w:hAnsi="Verdana Pro Light"/>
                <w:sz w:val="18"/>
                <w:szCs w:val="18"/>
              </w:rPr>
              <w:t xml:space="preserve">, aberto, spot, </w:t>
            </w:r>
            <w:proofErr w:type="spellStart"/>
            <w:proofErr w:type="gramStart"/>
            <w:r w:rsidRPr="00BA5652">
              <w:rPr>
                <w:rFonts w:ascii="Verdana Pro Light" w:hAnsi="Verdana Pro Light"/>
                <w:sz w:val="18"/>
                <w:szCs w:val="18"/>
              </w:rPr>
              <w:t>mini.brut</w:t>
            </w:r>
            <w:proofErr w:type="spellEnd"/>
            <w:proofErr w:type="gramEnd"/>
            <w:r w:rsidRPr="00BA5652">
              <w:rPr>
                <w:rFonts w:ascii="Verdana Pro Light" w:hAnsi="Verdana Pro Light"/>
                <w:sz w:val="18"/>
                <w:szCs w:val="18"/>
              </w:rPr>
              <w:t xml:space="preserve">, </w:t>
            </w:r>
            <w:proofErr w:type="spellStart"/>
            <w:r w:rsidRPr="00BA5652">
              <w:rPr>
                <w:rFonts w:ascii="Verdana Pro Light" w:hAnsi="Verdana Pro Light"/>
                <w:sz w:val="18"/>
                <w:szCs w:val="18"/>
              </w:rPr>
              <w:t>maxi-brut</w:t>
            </w:r>
            <w:proofErr w:type="spellEnd"/>
            <w:r w:rsidRPr="00BA5652">
              <w:rPr>
                <w:rFonts w:ascii="Verdana Pro Light" w:hAnsi="Verdana Pro Light"/>
                <w:sz w:val="18"/>
                <w:szCs w:val="18"/>
              </w:rPr>
              <w:t xml:space="preserve">, soft, calhas, </w:t>
            </w:r>
            <w:proofErr w:type="spellStart"/>
            <w:r w:rsidRPr="00BA5652">
              <w:rPr>
                <w:rFonts w:ascii="Verdana Pro Light" w:hAnsi="Verdana Pro Light"/>
                <w:sz w:val="18"/>
                <w:szCs w:val="18"/>
              </w:rPr>
              <w:t>Sun-gun</w:t>
            </w:r>
            <w:proofErr w:type="spellEnd"/>
            <w:r w:rsidRPr="00BA5652">
              <w:rPr>
                <w:rFonts w:ascii="Verdana Pro Light" w:hAnsi="Verdana Pro Light"/>
                <w:sz w:val="18"/>
                <w:szCs w:val="18"/>
              </w:rPr>
              <w:t xml:space="preserve">, </w:t>
            </w:r>
            <w:proofErr w:type="spellStart"/>
            <w:r w:rsidRPr="00BA5652">
              <w:rPr>
                <w:rFonts w:ascii="Verdana Pro Light" w:hAnsi="Verdana Pro Light"/>
                <w:sz w:val="18"/>
                <w:szCs w:val="18"/>
              </w:rPr>
              <w:t>mini-kits</w:t>
            </w:r>
            <w:proofErr w:type="spellEnd"/>
            <w:r w:rsidRPr="00BA5652">
              <w:rPr>
                <w:rFonts w:ascii="Verdana Pro Light" w:hAnsi="Verdana Pro Light"/>
                <w:sz w:val="18"/>
                <w:szCs w:val="18"/>
              </w:rPr>
              <w:t>, HMI, balões</w:t>
            </w:r>
          </w:p>
          <w:p w14:paraId="645FCBF8" w14:textId="77777777" w:rsidR="00BA5652" w:rsidRPr="008F7D76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8F7D76">
              <w:rPr>
                <w:rFonts w:ascii="Verdana Pro Light" w:hAnsi="Verdana Pro Light"/>
                <w:b/>
                <w:bCs/>
                <w:sz w:val="18"/>
                <w:szCs w:val="18"/>
              </w:rPr>
              <w:t>Equipamentos de iluminação de estúdio e exteriores</w:t>
            </w:r>
          </w:p>
          <w:p w14:paraId="4A20E0FB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Filtros difusores e sua aplicação</w:t>
            </w:r>
          </w:p>
          <w:p w14:paraId="6A63C8A2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Rebatedores</w:t>
            </w:r>
          </w:p>
          <w:p w14:paraId="1114EBAF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Temperatura de cor</w:t>
            </w:r>
          </w:p>
          <w:p w14:paraId="6AA26393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Conceito</w:t>
            </w:r>
          </w:p>
          <w:p w14:paraId="72D2F7C9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Formação das cores</w:t>
            </w:r>
          </w:p>
          <w:p w14:paraId="2278BDC0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Síntese aditiva e subtrativa das cores</w:t>
            </w:r>
          </w:p>
          <w:p w14:paraId="0D143F9A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lastRenderedPageBreak/>
              <w:t>Filtros de correção de cor e sua aplicação</w:t>
            </w:r>
          </w:p>
          <w:p w14:paraId="5CD8AA0C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Luz natural e luz artificial</w:t>
            </w:r>
          </w:p>
          <w:p w14:paraId="7F00638D" w14:textId="77777777" w:rsidR="00BA5652" w:rsidRPr="00BA5652" w:rsidRDefault="00BA5652" w:rsidP="008F7D76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Direção da luz, contraste e cor</w:t>
            </w:r>
          </w:p>
          <w:p w14:paraId="4CF80638" w14:textId="77777777" w:rsidR="003E20BA" w:rsidRPr="00781953" w:rsidRDefault="00BA5652" w:rsidP="00781953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781953">
              <w:rPr>
                <w:rFonts w:ascii="Verdana Pro Light" w:hAnsi="Verdana Pro Light"/>
                <w:b/>
                <w:bCs/>
                <w:sz w:val="18"/>
                <w:szCs w:val="18"/>
              </w:rPr>
              <w:t>Linguagem no set - glossário, vocabulário e apresentação dos equipamentos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4B007" w14:textId="08EA88A5" w:rsidR="003E20BA" w:rsidRPr="005E5D3D" w:rsidRDefault="00781953" w:rsidP="005E5D3D">
            <w:pPr>
              <w:tabs>
                <w:tab w:val="left" w:pos="459"/>
              </w:tabs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5D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.</w:t>
            </w:r>
          </w:p>
          <w:p w14:paraId="7A27AC04" w14:textId="61FEF2C7" w:rsidR="00781953" w:rsidRPr="005E5D3D" w:rsidRDefault="002E19E9" w:rsidP="005E5D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5D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Posicionar as fontes de luz de maneira estratégica </w:t>
            </w:r>
          </w:p>
          <w:p w14:paraId="5EFF1BA6" w14:textId="496EF3BB" w:rsidR="002E19E9" w:rsidRDefault="002E19E9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2E19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ontrolar sombras e realces </w:t>
            </w:r>
          </w:p>
          <w:p w14:paraId="7BD4956E" w14:textId="2515E880" w:rsidR="002E19E9" w:rsidRDefault="002E19E9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2E19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tilizar modificadores de luz, como </w:t>
            </w:r>
            <w:proofErr w:type="spellStart"/>
            <w:r w:rsidRPr="002E19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softboxes</w:t>
            </w:r>
            <w:proofErr w:type="spellEnd"/>
            <w:r w:rsidRPr="002E19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2E19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snoots</w:t>
            </w:r>
            <w:proofErr w:type="spellEnd"/>
            <w:r w:rsidRPr="002E19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gramStart"/>
            <w:r w:rsidRPr="002E19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gelatinas, e difusores</w:t>
            </w:r>
            <w:proofErr w:type="gramEnd"/>
          </w:p>
          <w:p w14:paraId="25758CE8" w14:textId="42DBBFA1" w:rsidR="002E19E9" w:rsidRDefault="002E19E9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2E19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quilibrar a luz artificial com a luz ambiente</w:t>
            </w:r>
          </w:p>
          <w:p w14:paraId="29AB6225" w14:textId="331C243B" w:rsidR="002E19E9" w:rsidRDefault="002E19E9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2E19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os equipamentos de iluminação a diferentes cenários</w:t>
            </w:r>
          </w:p>
          <w:p w14:paraId="2EE0F252" w14:textId="6817DE88" w:rsidR="002E19E9" w:rsidRDefault="002E19E9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</w:t>
            </w:r>
            <w:r w:rsidRPr="002E19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várias fontes de luz simultaneamente</w:t>
            </w:r>
          </w:p>
          <w:p w14:paraId="0CF0CB4E" w14:textId="77777777" w:rsidR="005E5D3D" w:rsidRDefault="002E19E9" w:rsidP="005E5D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2E19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valiar as necessidades específicas de iluminação de cada projeto</w:t>
            </w:r>
          </w:p>
          <w:p w14:paraId="1A179553" w14:textId="0CB4352C" w:rsidR="002E19E9" w:rsidRPr="00057283" w:rsidRDefault="002E19E9" w:rsidP="005E5D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2E19E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anusear equipamentos de iluminação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844EE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3F0925A5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5CF5F3D8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62989B8E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13947A9E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4230C5AE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641C8C96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364A314E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57525CDE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0DC1A132" w14:textId="77777777" w:rsidR="003E20BA" w:rsidRDefault="003E20BA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51A7E5" w14:textId="77777777" w:rsidR="003E20BA" w:rsidRPr="00057283" w:rsidRDefault="003E20BA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780857B" w14:textId="77777777" w:rsidR="003E20BA" w:rsidRDefault="003E20BA" w:rsidP="003E20B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88D928E" w14:textId="77777777" w:rsidR="003E20BA" w:rsidRDefault="003E20BA" w:rsidP="003E20B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A3C2761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0BF8D42" w14:textId="77777777" w:rsidR="003E20BA" w:rsidRPr="00F20E6F" w:rsidRDefault="00C90CC3" w:rsidP="003E20BA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90CC3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Montar e utilizar equipamentos de iluminação</w:t>
      </w:r>
      <w:r w:rsidR="003E20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F9AC85C" w14:textId="77777777" w:rsidR="003E20BA" w:rsidRPr="00564406" w:rsidRDefault="003E20BA" w:rsidP="003E20B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="002E19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</w:t>
      </w:r>
      <w:r w:rsidR="002E19E9" w:rsidRPr="002E19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onfigura</w:t>
      </w:r>
      <w:r w:rsidR="002E19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2E19E9" w:rsidRPr="002E19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equipamentos de iluminação de forma precisa, ajustando a intensidade, temperatura de cor e direção da luz conforme necessário.</w:t>
      </w:r>
    </w:p>
    <w:p w14:paraId="000551C9" w14:textId="00DB1ED6" w:rsidR="003E20BA" w:rsidRPr="00564406" w:rsidRDefault="003E20BA" w:rsidP="003E20B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="002E19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 w:rsidR="002E19E9" w:rsidRPr="002E19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emonstrando eficiência e habilidade em otimizar o tempo de preparação</w:t>
      </w:r>
      <w:r w:rsidR="002E19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na montagem e desmontagem</w:t>
      </w:r>
      <w:r w:rsidR="002E19E9" w:rsidRPr="002E19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71F3B39" w14:textId="77777777" w:rsidR="003E20BA" w:rsidRPr="00564406" w:rsidRDefault="003E20BA" w:rsidP="003E20B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 w:rsidR="002E19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</w:t>
      </w:r>
      <w:r w:rsidR="002E19E9" w:rsidRPr="002E19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osiciona</w:t>
      </w:r>
      <w:r w:rsidR="002E19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2E19E9" w:rsidRPr="002E19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fontes de luz de maneira estratégica, alcançando o efeito desejado na cena e proporcionando uma iluminação equilibrada.</w:t>
      </w:r>
    </w:p>
    <w:p w14:paraId="342FE42F" w14:textId="46846ECF" w:rsidR="003E20BA" w:rsidRDefault="003E20BA" w:rsidP="003E20B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2E19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="00EC082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Garantindo s segurança de pessoas e bens </w:t>
      </w:r>
    </w:p>
    <w:p w14:paraId="2C51A4AF" w14:textId="77777777" w:rsidR="0011703D" w:rsidRDefault="0011703D" w:rsidP="003E20B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11703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dapta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1703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equipamentos de iluminação a diferentes ambientes, considerando as características específicas de cada loca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</w:t>
      </w:r>
      <w:r w:rsidRPr="0011703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3279D99" w14:textId="77777777" w:rsidR="0011703D" w:rsidRPr="00136AD8" w:rsidRDefault="0011703D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6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</w:t>
      </w:r>
      <w:r w:rsidRPr="0011703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1703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modificadores de luz de maneira criativa, moldando a luz para atender às necessidades estilísticas de cada projeto.</w:t>
      </w:r>
    </w:p>
    <w:p w14:paraId="31D5D01F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29E116C" w14:textId="77777777" w:rsidR="00DD403C" w:rsidRDefault="00DD403C" w:rsidP="00DD403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350F461C" w14:textId="77777777" w:rsidR="00DD403C" w:rsidRDefault="00DD403C" w:rsidP="00DD403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fotografia</w:t>
      </w:r>
    </w:p>
    <w:p w14:paraId="26016CFA" w14:textId="77777777" w:rsidR="00DD403C" w:rsidRPr="008047E3" w:rsidRDefault="00DD403C" w:rsidP="00DD403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1FBE6D44" w14:textId="77777777" w:rsidR="00DD403C" w:rsidRPr="00984B30" w:rsidRDefault="00DD403C" w:rsidP="00DD403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Salas de Espetáculo</w:t>
      </w:r>
    </w:p>
    <w:p w14:paraId="67729740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217261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82DBDF1" w14:textId="77777777" w:rsidR="003E20BA" w:rsidRPr="00564406" w:rsidRDefault="0011703D" w:rsidP="003E20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iluminação.</w:t>
      </w:r>
    </w:p>
    <w:p w14:paraId="1DDCA410" w14:textId="77777777" w:rsidR="003E20BA" w:rsidRPr="00564406" w:rsidRDefault="003E20BA" w:rsidP="003E20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48EC7AA" w14:textId="77777777" w:rsidR="003E20BA" w:rsidRPr="00501DC8" w:rsidRDefault="003E20BA" w:rsidP="003E20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48E9408" w14:textId="77777777" w:rsidR="003E20BA" w:rsidRDefault="003E20BA" w:rsidP="003E20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CD1D77D" w14:textId="77777777" w:rsidR="003E20BA" w:rsidRDefault="003E20BA" w:rsidP="003E20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944B56C" w14:textId="77777777" w:rsidR="003E20BA" w:rsidRPr="00501DC8" w:rsidRDefault="003E20BA" w:rsidP="003E20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BF0AFFF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9CB994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6884AD7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5ABFF7B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7508BF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DD52EA" w14:textId="77777777" w:rsidR="003E20BA" w:rsidRDefault="003E20BA" w:rsidP="003E20B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E20BA" w:rsidRPr="00136AD8" w14:paraId="19539B28" w14:textId="77777777" w:rsidTr="009277C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BC2B871" w14:textId="0BF534AD" w:rsidR="003E20BA" w:rsidRPr="00136AD8" w:rsidRDefault="003E20BA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BA565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="00457539"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  <w:r w:rsidR="0045753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82AB44B" w14:textId="0319661E" w:rsidR="003E20BA" w:rsidRPr="00722D47" w:rsidRDefault="00722D47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sz w:val="18"/>
                <w:szCs w:val="18"/>
              </w:rPr>
            </w:pPr>
            <w:bookmarkStart w:id="5" w:name="_Hlk156671505"/>
            <w:r w:rsidRPr="00722D4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</w:rPr>
              <w:t>Aplicar processos e métodos de iluminação para estúdio e exteriores</w:t>
            </w:r>
            <w:r w:rsidRPr="00722D47">
              <w:rPr>
                <w:b/>
                <w:bCs/>
              </w:rPr>
              <w:t xml:space="preserve"> </w:t>
            </w:r>
            <w:bookmarkEnd w:id="5"/>
          </w:p>
        </w:tc>
      </w:tr>
      <w:tr w:rsidR="003E20BA" w:rsidRPr="00136AD8" w14:paraId="79F653B4" w14:textId="77777777" w:rsidTr="009277C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7741563" w14:textId="5C0D4E08" w:rsidR="003E20BA" w:rsidRPr="00136AD8" w:rsidRDefault="003E20BA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="00457539"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  <w:r w:rsidR="00457539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23</w:t>
            </w:r>
          </w:p>
        </w:tc>
        <w:tc>
          <w:tcPr>
            <w:tcW w:w="7324" w:type="dxa"/>
            <w:shd w:val="clear" w:color="auto" w:fill="E7E6E6" w:themeFill="background2"/>
          </w:tcPr>
          <w:p w14:paraId="7B655838" w14:textId="77777777" w:rsidR="003E20BA" w:rsidRPr="00136AD8" w:rsidRDefault="00BA5652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A5652">
              <w:rPr>
                <w:rFonts w:ascii="Verdana Pro Light" w:eastAsia="Arial Unicode MS" w:hAnsi="Verdana Pro Light" w:cs="Times New Roman"/>
                <w:sz w:val="18"/>
                <w:szCs w:val="18"/>
              </w:rPr>
              <w:t>Iluminação para estúdio e exteriores</w:t>
            </w:r>
          </w:p>
        </w:tc>
      </w:tr>
    </w:tbl>
    <w:p w14:paraId="79F607DD" w14:textId="77777777" w:rsidR="003E20BA" w:rsidRPr="00136AD8" w:rsidRDefault="003E20BA" w:rsidP="003E20B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E98A3A4" w14:textId="307C4A7D" w:rsidR="003E20BA" w:rsidRDefault="003E20BA" w:rsidP="003E20B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C33EE79" w14:textId="32DDA18D" w:rsidR="008E647D" w:rsidRDefault="008E647D" w:rsidP="008E647D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70CABC3E" w14:textId="77777777" w:rsidR="003E20BA" w:rsidRPr="00136AD8" w:rsidRDefault="003E20BA" w:rsidP="003E20B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E20BA" w:rsidRPr="00136AD8" w14:paraId="3EA20D10" w14:textId="77777777" w:rsidTr="009277C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A4857E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E20BA" w:rsidRPr="00136AD8" w14:paraId="234420B7" w14:textId="77777777" w:rsidTr="009277C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98D217" w14:textId="76F6D459" w:rsidR="00BA5652" w:rsidRPr="00BA5652" w:rsidRDefault="0011703D" w:rsidP="0099750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</w:p>
          <w:p w14:paraId="7CC07FDD" w14:textId="77777777" w:rsidR="00BA5652" w:rsidRPr="00BA5652" w:rsidRDefault="0011703D" w:rsidP="0011703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A5652" w:rsidRPr="00BA5652">
              <w:rPr>
                <w:rFonts w:ascii="Verdana Pro Light" w:eastAsia="Arial Unicode MS" w:hAnsi="Verdana Pro Light" w:cs="Arial Unicode MS"/>
                <w:sz w:val="18"/>
                <w:szCs w:val="18"/>
              </w:rPr>
              <w:t>Representar em desenho a estratégia de iluminação com recurso a simbologia.</w:t>
            </w:r>
          </w:p>
          <w:p w14:paraId="7FF6345F" w14:textId="7A9446B1" w:rsidR="003E20BA" w:rsidRPr="001B353A" w:rsidRDefault="0011703D" w:rsidP="00FD63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E647D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Desenhar</w:t>
            </w:r>
            <w:r w:rsidR="008E647D" w:rsidRPr="00BA565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BA5652" w:rsidRPr="00BA5652">
              <w:rPr>
                <w:rFonts w:ascii="Verdana Pro Light" w:eastAsia="Arial Unicode MS" w:hAnsi="Verdana Pro Light" w:cs="Arial Unicode MS"/>
                <w:sz w:val="18"/>
                <w:szCs w:val="18"/>
              </w:rPr>
              <w:t>o esquema de montagem de um projeto de iluminação para estúdio e exteriores.</w:t>
            </w:r>
            <w:r w:rsidR="003E20BA"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</w:tc>
      </w:tr>
      <w:tr w:rsidR="003E20BA" w:rsidRPr="00136AD8" w14:paraId="71C8F54D" w14:textId="77777777" w:rsidTr="009277C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A7DE3B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05376D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92C4111" w14:textId="77777777" w:rsidR="003E20BA" w:rsidRPr="001B353A" w:rsidRDefault="003E20BA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E20BA" w:rsidRPr="00BA5652" w14:paraId="4388E7CC" w14:textId="77777777" w:rsidTr="009277C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779CB" w14:textId="77777777" w:rsidR="00BA5652" w:rsidRPr="0011703D" w:rsidRDefault="00BA5652" w:rsidP="00FD6358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11703D">
              <w:rPr>
                <w:rFonts w:ascii="Verdana Pro Light" w:hAnsi="Verdana Pro Light"/>
                <w:b/>
                <w:bCs/>
                <w:sz w:val="18"/>
                <w:szCs w:val="18"/>
              </w:rPr>
              <w:t>Iluminação para estúdio e exteriores</w:t>
            </w:r>
          </w:p>
          <w:p w14:paraId="13882D1A" w14:textId="77777777" w:rsidR="00BA5652" w:rsidRPr="00BA5652" w:rsidRDefault="00BA5652" w:rsidP="0011703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Objetivos</w:t>
            </w:r>
          </w:p>
          <w:p w14:paraId="6A36F571" w14:textId="77777777" w:rsidR="00BA5652" w:rsidRPr="00BA5652" w:rsidRDefault="00BA5652" w:rsidP="0011703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Processos de luminotécnica de cena</w:t>
            </w:r>
          </w:p>
          <w:p w14:paraId="5972D654" w14:textId="77777777" w:rsidR="00BA5652" w:rsidRPr="00BA5652" w:rsidRDefault="00BA5652" w:rsidP="0011703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 xml:space="preserve">Método de Stanley </w:t>
            </w:r>
            <w:proofErr w:type="spellStart"/>
            <w:r w:rsidRPr="00BA5652">
              <w:rPr>
                <w:rFonts w:ascii="Verdana Pro Light" w:hAnsi="Verdana Pro Light"/>
                <w:sz w:val="18"/>
                <w:szCs w:val="18"/>
              </w:rPr>
              <w:t>McCandless</w:t>
            </w:r>
            <w:proofErr w:type="spellEnd"/>
          </w:p>
          <w:p w14:paraId="25952C09" w14:textId="77777777" w:rsidR="00BA5652" w:rsidRPr="00BA5652" w:rsidRDefault="00BA5652" w:rsidP="0011703D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Instalação e comando de equipamento de iluminação</w:t>
            </w:r>
          </w:p>
          <w:p w14:paraId="66C70EBD" w14:textId="77777777" w:rsidR="00BA5652" w:rsidRPr="0011703D" w:rsidRDefault="00BA5652" w:rsidP="0011703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11703D">
              <w:rPr>
                <w:rFonts w:ascii="Verdana Pro Light" w:hAnsi="Verdana Pro Light"/>
                <w:b/>
                <w:bCs/>
                <w:sz w:val="18"/>
                <w:szCs w:val="18"/>
              </w:rPr>
              <w:t>Tipos de iluminação e principais ângulos de focagem em exteriores e interiores</w:t>
            </w:r>
          </w:p>
          <w:p w14:paraId="7D8D4EB6" w14:textId="77777777" w:rsidR="00BA5652" w:rsidRPr="00BA5652" w:rsidRDefault="00BA5652" w:rsidP="0011703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Variáveis de iluminação</w:t>
            </w:r>
          </w:p>
          <w:p w14:paraId="31118518" w14:textId="77777777" w:rsidR="00BA5652" w:rsidRPr="00BA5652" w:rsidRDefault="00BA5652" w:rsidP="0011703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Técnicas de iluminação</w:t>
            </w:r>
          </w:p>
          <w:p w14:paraId="082BAFA1" w14:textId="77777777" w:rsidR="00BA5652" w:rsidRPr="0011703D" w:rsidRDefault="00BA5652" w:rsidP="00FD6358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11703D">
              <w:rPr>
                <w:rFonts w:ascii="Verdana Pro Light" w:hAnsi="Verdana Pro Light"/>
                <w:b/>
                <w:bCs/>
                <w:sz w:val="18"/>
                <w:szCs w:val="18"/>
              </w:rPr>
              <w:t>Câmaras de vídeo</w:t>
            </w:r>
          </w:p>
          <w:p w14:paraId="0EFD7906" w14:textId="77777777" w:rsidR="00BA5652" w:rsidRPr="00BA5652" w:rsidRDefault="00BA5652" w:rsidP="0011703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Limites tonais e alcance dinâmico</w:t>
            </w:r>
          </w:p>
          <w:p w14:paraId="2D18A43C" w14:textId="77777777" w:rsidR="00BA5652" w:rsidRPr="0011703D" w:rsidRDefault="00BA5652" w:rsidP="0011703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11703D">
              <w:rPr>
                <w:rFonts w:ascii="Verdana Pro Light" w:hAnsi="Verdana Pro Light"/>
                <w:b/>
                <w:bCs/>
                <w:sz w:val="18"/>
                <w:szCs w:val="18"/>
              </w:rPr>
              <w:t>Representação em desenho do projeto de iluminação para estúdio e exteriores</w:t>
            </w:r>
          </w:p>
          <w:p w14:paraId="25616F76" w14:textId="77777777" w:rsidR="00BA5652" w:rsidRPr="00BA5652" w:rsidRDefault="00BA5652" w:rsidP="0011703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Esquema de montagem</w:t>
            </w:r>
          </w:p>
          <w:p w14:paraId="25FDB74B" w14:textId="77777777" w:rsidR="00BA5652" w:rsidRPr="00BA5652" w:rsidRDefault="0011703D" w:rsidP="0011703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S</w:t>
            </w:r>
            <w:r w:rsidR="00BA5652" w:rsidRPr="00BA5652">
              <w:rPr>
                <w:rFonts w:ascii="Verdana Pro Light" w:hAnsi="Verdana Pro Light"/>
                <w:sz w:val="18"/>
                <w:szCs w:val="18"/>
              </w:rPr>
              <w:t>imbologia</w:t>
            </w:r>
          </w:p>
          <w:p w14:paraId="116D7F48" w14:textId="77777777" w:rsidR="00BA5652" w:rsidRPr="00BA5652" w:rsidRDefault="00BA5652" w:rsidP="0011703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Componentes do desenho de luz no vídeo e na fotografia</w:t>
            </w:r>
          </w:p>
          <w:p w14:paraId="30B8A820" w14:textId="77777777" w:rsidR="00BA5652" w:rsidRPr="00BA5652" w:rsidRDefault="00BA5652" w:rsidP="0011703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Elementos que constituem uma imagem</w:t>
            </w:r>
          </w:p>
          <w:p w14:paraId="3716AB97" w14:textId="77777777" w:rsidR="00BA5652" w:rsidRPr="0011703D" w:rsidRDefault="00BA5652" w:rsidP="0011703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11703D">
              <w:rPr>
                <w:rFonts w:ascii="Verdana Pro Light" w:hAnsi="Verdana Pro Light"/>
                <w:b/>
                <w:bCs/>
                <w:sz w:val="18"/>
                <w:szCs w:val="18"/>
              </w:rPr>
              <w:t>Sinopse de iluminação para estúdio e exteriores</w:t>
            </w:r>
          </w:p>
          <w:p w14:paraId="7BC1A322" w14:textId="77777777" w:rsidR="00BA5652" w:rsidRPr="00BA5652" w:rsidRDefault="00BA5652" w:rsidP="00FD63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Matemática das projeções</w:t>
            </w:r>
          </w:p>
          <w:p w14:paraId="4E9C430A" w14:textId="77777777" w:rsidR="00BA5652" w:rsidRPr="00BA5652" w:rsidRDefault="00BA5652" w:rsidP="00FD63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Lei do Inverso do Quadrado da Distância</w:t>
            </w:r>
          </w:p>
          <w:p w14:paraId="5BC4C1DB" w14:textId="2568F3FB" w:rsidR="00BA5652" w:rsidRPr="00BA5652" w:rsidRDefault="00BA5652" w:rsidP="00FD63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 xml:space="preserve">Iluminação com </w:t>
            </w:r>
            <w:r w:rsidR="00457539">
              <w:rPr>
                <w:rFonts w:ascii="Verdana Pro Light" w:hAnsi="Verdana Pro Light"/>
                <w:sz w:val="18"/>
                <w:szCs w:val="18"/>
              </w:rPr>
              <w:t xml:space="preserve">1 a 5 </w:t>
            </w:r>
            <w:r w:rsidRPr="00BA5652">
              <w:rPr>
                <w:rFonts w:ascii="Verdana Pro Light" w:hAnsi="Verdana Pro Light"/>
                <w:sz w:val="18"/>
                <w:szCs w:val="18"/>
              </w:rPr>
              <w:t>pontos</w:t>
            </w:r>
          </w:p>
          <w:p w14:paraId="0BF6D352" w14:textId="77777777" w:rsidR="003E20BA" w:rsidRPr="00BA5652" w:rsidRDefault="00BA5652" w:rsidP="00FD635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746" w:hanging="284"/>
              <w:rPr>
                <w:rFonts w:ascii="Verdana Pro Light" w:hAnsi="Verdana Pro Light"/>
                <w:sz w:val="18"/>
                <w:szCs w:val="18"/>
              </w:rPr>
            </w:pPr>
            <w:r w:rsidRPr="00BA5652">
              <w:rPr>
                <w:rFonts w:ascii="Verdana Pro Light" w:hAnsi="Verdana Pro Light"/>
                <w:sz w:val="18"/>
                <w:szCs w:val="18"/>
              </w:rPr>
              <w:t>Contraste: sombras e luz de enchimento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F9CFA6" w14:textId="77777777" w:rsidR="00997506" w:rsidRPr="00997506" w:rsidRDefault="00997506" w:rsidP="0099750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997506">
              <w:rPr>
                <w:rFonts w:ascii="Verdana Pro Light" w:hAnsi="Verdana Pro Light"/>
                <w:sz w:val="18"/>
                <w:szCs w:val="18"/>
              </w:rPr>
              <w:t>Comparar as várias técnicas de iluminação para estúdio e exteriores.</w:t>
            </w:r>
          </w:p>
          <w:p w14:paraId="6AC7FD00" w14:textId="77777777" w:rsidR="00997506" w:rsidRPr="00997506" w:rsidRDefault="00997506" w:rsidP="0099750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997506">
              <w:rPr>
                <w:rFonts w:ascii="Verdana Pro Light" w:hAnsi="Verdana Pro Light"/>
                <w:sz w:val="18"/>
                <w:szCs w:val="18"/>
              </w:rPr>
              <w:t>Identificar variáveis de iluminação que interferem na imagem.</w:t>
            </w:r>
          </w:p>
          <w:p w14:paraId="357DE0EB" w14:textId="4C1F608E" w:rsidR="00997506" w:rsidRPr="00997506" w:rsidRDefault="00997506" w:rsidP="0099750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997506">
              <w:rPr>
                <w:rFonts w:ascii="Verdana Pro Light" w:hAnsi="Verdana Pro Light"/>
                <w:sz w:val="18"/>
                <w:szCs w:val="18"/>
              </w:rPr>
              <w:t>Comparar limites tonais das câmaras de vídeo.</w:t>
            </w:r>
          </w:p>
          <w:p w14:paraId="1715B7E6" w14:textId="685DCF83" w:rsidR="003E20BA" w:rsidRPr="00BA5652" w:rsidRDefault="00FD6358" w:rsidP="00BA565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E</w:t>
            </w:r>
            <w:r w:rsidRPr="00FD6358">
              <w:rPr>
                <w:rFonts w:ascii="Verdana Pro Light" w:hAnsi="Verdana Pro Light"/>
                <w:sz w:val="18"/>
                <w:szCs w:val="18"/>
              </w:rPr>
              <w:t>xplicar conceitos complexos de luminotécnica.</w:t>
            </w:r>
          </w:p>
          <w:p w14:paraId="373CB47E" w14:textId="71EEB53F" w:rsidR="003E20BA" w:rsidRDefault="00FD6358" w:rsidP="00BA565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R</w:t>
            </w:r>
            <w:r w:rsidRPr="00FD6358">
              <w:rPr>
                <w:rFonts w:ascii="Verdana Pro Light" w:hAnsi="Verdana Pro Light"/>
                <w:sz w:val="18"/>
                <w:szCs w:val="18"/>
              </w:rPr>
              <w:t>ealizar demonstrações práticas de iluminação para ilustrar conceitos e técnicas específicas.</w:t>
            </w:r>
          </w:p>
          <w:p w14:paraId="013330E5" w14:textId="745F000A" w:rsidR="00FD6358" w:rsidRPr="004927F1" w:rsidRDefault="00FD6358" w:rsidP="004927F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D6358">
              <w:rPr>
                <w:rFonts w:ascii="Verdana Pro Light" w:hAnsi="Verdana Pro Light"/>
                <w:sz w:val="18"/>
                <w:szCs w:val="18"/>
              </w:rPr>
              <w:t>Utiliza</w:t>
            </w:r>
            <w:r>
              <w:rPr>
                <w:rFonts w:ascii="Verdana Pro Light" w:hAnsi="Verdana Pro Light"/>
                <w:sz w:val="18"/>
                <w:szCs w:val="18"/>
              </w:rPr>
              <w:t>r</w:t>
            </w:r>
            <w:r w:rsidRPr="00FD6358">
              <w:rPr>
                <w:rFonts w:ascii="Verdana Pro Light" w:hAnsi="Verdana Pro Light"/>
                <w:sz w:val="18"/>
                <w:szCs w:val="18"/>
              </w:rPr>
              <w:t xml:space="preserve"> exemplos visuais</w:t>
            </w:r>
            <w:r w:rsidR="00457539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r w:rsidRPr="00FD6358">
              <w:rPr>
                <w:rFonts w:ascii="Verdana Pro Light" w:hAnsi="Verdana Pro Light"/>
                <w:sz w:val="18"/>
                <w:szCs w:val="18"/>
              </w:rPr>
              <w:t>para ilustrar processos e resultados.</w:t>
            </w:r>
          </w:p>
          <w:p w14:paraId="00F7FB5C" w14:textId="5B606301" w:rsidR="00FD6358" w:rsidRPr="004927F1" w:rsidRDefault="004927F1" w:rsidP="004927F1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Compreender </w:t>
            </w:r>
            <w:r w:rsidR="00FD6358" w:rsidRPr="00FD6358">
              <w:rPr>
                <w:rFonts w:ascii="Verdana Pro Light" w:hAnsi="Verdana Pro Light"/>
                <w:sz w:val="18"/>
                <w:szCs w:val="18"/>
              </w:rPr>
              <w:t>como a luminotécnica é utilizada na resolução de desafios específicos, como sombras indesejadas, realces excessivos, ou criação de atmosferas específicas.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2A857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7DB0DE5E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054FB829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5E58A1AF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093F9789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67A517E4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43927DB7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65EDA0EE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6843C74A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0B415341" w14:textId="77777777" w:rsidR="003E20BA" w:rsidRPr="00BA5652" w:rsidRDefault="003E20BA" w:rsidP="00BA565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64239145" w14:textId="77777777" w:rsidR="003E20BA" w:rsidRPr="00BA5652" w:rsidRDefault="003E20BA" w:rsidP="00BA565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</w:tc>
      </w:tr>
    </w:tbl>
    <w:p w14:paraId="76314DE1" w14:textId="77777777" w:rsidR="003E20BA" w:rsidRDefault="003E20BA" w:rsidP="003E20B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C85A999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EC82BFA" w14:textId="187E7F64" w:rsidR="003E20BA" w:rsidRPr="00F20E6F" w:rsidRDefault="005D7EFD" w:rsidP="003E20BA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D7EF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Aplicar processos e métodos de iluminação para estúdio e exteriores</w:t>
      </w:r>
      <w:r w:rsidR="003E20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4B8AE53" w14:textId="003A73E1" w:rsidR="003E20BA" w:rsidRPr="00564406" w:rsidRDefault="003E20BA" w:rsidP="003E20B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5D7EF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1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="00BD48CC" w:rsidRPr="00BD48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</w:t>
      </w:r>
      <w:r w:rsidR="00BD48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BD48CC" w:rsidRPr="00BD48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 conhecimento sólido e aprofundado dos princípios da luminotécnica, incluindo temperatura de cor, intensidade, direção e qualidade da luz.</w:t>
      </w:r>
    </w:p>
    <w:p w14:paraId="1C04987F" w14:textId="7F042C25" w:rsidR="003E20BA" w:rsidRPr="00564406" w:rsidRDefault="003E20BA" w:rsidP="003E20B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5D7EF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2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="00BD48CC" w:rsidRPr="00BD48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 w:rsidR="00BD48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BD48CC" w:rsidRPr="00BD48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exemplos visuais, como fotografias, vídeos ou esquemas, para ilustrar conceitos e tornar a explicação mais compreensível.</w:t>
      </w:r>
    </w:p>
    <w:p w14:paraId="775AFAA7" w14:textId="52B148FF" w:rsidR="003E20BA" w:rsidRDefault="003E20BA" w:rsidP="003E20B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5D7EF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3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="00BD48CC" w:rsidRPr="00BD48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Estabele</w:t>
      </w:r>
      <w:r w:rsidR="00BD48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cendo</w:t>
      </w:r>
      <w:r w:rsidR="00BD48CC" w:rsidRPr="00BD48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</w:t>
      </w:r>
      <w:r w:rsidR="00BD48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ligação</w:t>
      </w:r>
      <w:r w:rsidR="00BD48CC" w:rsidRPr="00BD48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entre os conceitos teóricos e a aplicação prática em projetos reais</w:t>
      </w:r>
      <w:r w:rsidR="00BD48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84ED38C" w14:textId="5EF670DB" w:rsidR="00BD48CC" w:rsidRDefault="00BD48CC" w:rsidP="00BD48C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5D7EF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</w:t>
      </w:r>
      <w:r w:rsidRPr="00BD48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esolve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D48C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problemas práticos relacionados à luminotécnica </w:t>
      </w:r>
    </w:p>
    <w:p w14:paraId="03169DDF" w14:textId="77777777" w:rsidR="00BD48CC" w:rsidRDefault="00BD48CC" w:rsidP="003E20B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15B318CE" w14:textId="77777777" w:rsidR="00BD48CC" w:rsidRPr="00136AD8" w:rsidRDefault="00BD48CC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CB516F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CFFDB74" w14:textId="77777777" w:rsidR="00DD403C" w:rsidRDefault="00DD403C" w:rsidP="00DD403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1E92B999" w14:textId="77777777" w:rsidR="00DD403C" w:rsidRDefault="00DD403C" w:rsidP="00DD403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fotografia</w:t>
      </w:r>
    </w:p>
    <w:p w14:paraId="7DE6EEDB" w14:textId="77777777" w:rsidR="00DD403C" w:rsidRPr="008047E3" w:rsidRDefault="00DD403C" w:rsidP="00DD403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1F664451" w14:textId="77777777" w:rsidR="00DD403C" w:rsidRPr="00984B30" w:rsidRDefault="00DD403C" w:rsidP="00DD403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Salas de Espetáculo</w:t>
      </w:r>
    </w:p>
    <w:p w14:paraId="31579B89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F6B4E2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B85FAF8" w14:textId="77777777" w:rsidR="003E20BA" w:rsidRDefault="00BD48CC" w:rsidP="003E20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ligação à internet</w:t>
      </w:r>
    </w:p>
    <w:p w14:paraId="5DF9F720" w14:textId="77777777" w:rsidR="00BD48CC" w:rsidRPr="00564406" w:rsidRDefault="00BD48CC" w:rsidP="003E20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iluminação</w:t>
      </w:r>
    </w:p>
    <w:p w14:paraId="598A6A5A" w14:textId="77777777" w:rsidR="003E20BA" w:rsidRPr="00564406" w:rsidRDefault="00BD48CC" w:rsidP="003E20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Câmaras de vídeo.</w:t>
      </w:r>
    </w:p>
    <w:p w14:paraId="2E1EF5D5" w14:textId="77777777" w:rsidR="003E20BA" w:rsidRDefault="003E20BA" w:rsidP="003E20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4C9BEDF" w14:textId="77777777" w:rsidR="003E20BA" w:rsidRPr="00501DC8" w:rsidRDefault="003E20BA" w:rsidP="003E20B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AAC70B0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6BFD8F" w14:textId="77777777" w:rsidR="003E20BA" w:rsidRPr="00F87025" w:rsidRDefault="003E20BA" w:rsidP="003E20B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DEB26E5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401820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2EA640F" w14:textId="77777777" w:rsidR="003E20BA" w:rsidRPr="00051C79" w:rsidRDefault="003E20BA" w:rsidP="003E20B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0D6487" w14:textId="77777777" w:rsidR="003E20BA" w:rsidRDefault="003E20BA" w:rsidP="003E20B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B3A76" w:rsidRPr="00136AD8" w14:paraId="3E5C7382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FCC866E" w14:textId="77777777" w:rsidR="006B3A76" w:rsidRPr="00136AD8" w:rsidRDefault="006B3A76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44DF92A" w14:textId="7DDC084F" w:rsidR="006B3A76" w:rsidRPr="009C256C" w:rsidRDefault="006B3A76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6" w:name="_Hlk155885250"/>
            <w:r w:rsidRPr="00F27BE4">
              <w:t xml:space="preserve">Elaborar orçamentos </w:t>
            </w:r>
            <w:r w:rsidR="00F41D99">
              <w:t>de um</w:t>
            </w:r>
            <w:r w:rsidRPr="00F27BE4">
              <w:t xml:space="preserve"> produto audiovisual para televisão e cinema</w:t>
            </w:r>
            <w:bookmarkEnd w:id="6"/>
            <w:r w:rsidRPr="00F27BE4">
              <w:t>.</w:t>
            </w:r>
          </w:p>
        </w:tc>
      </w:tr>
      <w:tr w:rsidR="006B3A76" w:rsidRPr="00136AD8" w14:paraId="72756DD0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BC8255A" w14:textId="77777777" w:rsidR="006B3A76" w:rsidRPr="00136AD8" w:rsidRDefault="006B3A76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E7E6E6" w:themeFill="background2"/>
          </w:tcPr>
          <w:p w14:paraId="484DF9D0" w14:textId="77777777" w:rsidR="006B3A76" w:rsidRPr="00136AD8" w:rsidRDefault="006B3A76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 </w:t>
            </w:r>
            <w:r w:rsidRPr="00EE4162">
              <w:rPr>
                <w:rFonts w:ascii="Verdana Pro Light" w:eastAsia="Arial Unicode MS" w:hAnsi="Verdana Pro Light" w:cs="Times New Roman"/>
                <w:sz w:val="18"/>
                <w:szCs w:val="18"/>
              </w:rPr>
              <w:t>Produção audiovisual para televisão e cinema</w:t>
            </w:r>
          </w:p>
        </w:tc>
      </w:tr>
    </w:tbl>
    <w:p w14:paraId="1E02A8D2" w14:textId="77777777" w:rsidR="006B3A76" w:rsidRPr="00136AD8" w:rsidRDefault="006B3A76" w:rsidP="006B3A7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7133543" w14:textId="77777777" w:rsidR="006B3A76" w:rsidRDefault="006B3A76" w:rsidP="006B3A7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6EF3549" w14:textId="77777777" w:rsidR="006B3A76" w:rsidRDefault="006B3A76" w:rsidP="006B3A76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01DC2B95" w14:textId="77777777" w:rsidR="006B3A76" w:rsidRPr="00136AD8" w:rsidRDefault="006B3A76" w:rsidP="006B3A7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B3A76" w:rsidRPr="00136AD8" w14:paraId="3FE64119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80A27B" w14:textId="77777777" w:rsidR="006B3A76" w:rsidRPr="001B353A" w:rsidRDefault="006B3A76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B3A76" w:rsidRPr="00136AD8" w14:paraId="18ABC2A1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5C2296" w14:textId="77777777" w:rsidR="006B3A76" w:rsidRPr="00EE4162" w:rsidRDefault="006B3A76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o projeto audiovisual e identificar os requisitos técnicos </w:t>
            </w:r>
          </w:p>
          <w:p w14:paraId="0CA7D1C7" w14:textId="77777777" w:rsidR="006B3A76" w:rsidRPr="00EE4162" w:rsidRDefault="006B3A76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Levantar a necessidade de equipamentos e de recursos humanos </w:t>
            </w:r>
          </w:p>
          <w:p w14:paraId="1D276762" w14:textId="77777777" w:rsidR="006B3A76" w:rsidRPr="00EE4162" w:rsidRDefault="006B3A76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Fazer o cálculo orçamental dos recursos  </w:t>
            </w:r>
          </w:p>
          <w:p w14:paraId="0BB5D4E6" w14:textId="77777777" w:rsidR="006B3A76" w:rsidRPr="00EE4162" w:rsidRDefault="006B3A76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Elaborar o orçamento </w:t>
            </w:r>
          </w:p>
          <w:p w14:paraId="59B53B2B" w14:textId="77777777" w:rsidR="006B3A76" w:rsidRPr="001B353A" w:rsidRDefault="006B3A76" w:rsidP="00F0226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6B3A76" w:rsidRPr="00136AD8" w14:paraId="48C8B641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566472" w14:textId="77777777" w:rsidR="006B3A76" w:rsidRPr="001B353A" w:rsidRDefault="006B3A76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58279A" w14:textId="77777777" w:rsidR="006B3A76" w:rsidRPr="001B353A" w:rsidRDefault="006B3A76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9F43602" w14:textId="77777777" w:rsidR="006B3A76" w:rsidRPr="001B353A" w:rsidRDefault="006B3A76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B3A76" w:rsidRPr="00136AD8" w14:paraId="5B615020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4B90C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Produção audiovisual para televisão e cinema</w:t>
            </w:r>
          </w:p>
          <w:p w14:paraId="6B3BEE9A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</w:t>
            </w:r>
          </w:p>
          <w:p w14:paraId="753D83B3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Mercado de trabalho</w:t>
            </w:r>
          </w:p>
          <w:p w14:paraId="53F270AC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601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Produtos audiovisuais</w:t>
            </w:r>
          </w:p>
          <w:p w14:paraId="16D96010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Produção audiovisual para televisão</w:t>
            </w:r>
          </w:p>
          <w:p w14:paraId="2C46F6AB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à produção televisiva</w:t>
            </w:r>
          </w:p>
          <w:p w14:paraId="3971C215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ao mundo audiovisual</w:t>
            </w:r>
          </w:p>
          <w:p w14:paraId="5C2F6FCD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 de produção</w:t>
            </w:r>
          </w:p>
          <w:p w14:paraId="22E0F2F3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Programas, propostas e argumentos</w:t>
            </w:r>
          </w:p>
          <w:p w14:paraId="2AD52833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Institucional, publicitário e </w:t>
            </w:r>
            <w:proofErr w:type="spellStart"/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broadcast</w:t>
            </w:r>
            <w:proofErr w:type="spellEnd"/>
          </w:p>
          <w:p w14:paraId="4E73F0C9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 de programas para televisão: tipos, fases e características da produção em estúdio, exteriores e transmissões</w:t>
            </w:r>
          </w:p>
          <w:p w14:paraId="50E93B11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Três fases da produção: pré-produção – produção e pós-produção</w:t>
            </w:r>
          </w:p>
          <w:p w14:paraId="1E8BD22B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Passos fundamentais da produção audiovisual</w:t>
            </w:r>
          </w:p>
          <w:p w14:paraId="750A9109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Planificação da produção</w:t>
            </w:r>
          </w:p>
          <w:p w14:paraId="316B092C" w14:textId="77777777" w:rsidR="006B3A76" w:rsidRPr="00B136AD" w:rsidRDefault="006B3A76" w:rsidP="00F02262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4B9D0C" w14:textId="77777777" w:rsidR="006B3A76" w:rsidRPr="00350E6F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Produção audiovisual para cinema</w:t>
            </w:r>
          </w:p>
          <w:p w14:paraId="59D4BAD0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do produtor</w:t>
            </w:r>
          </w:p>
          <w:p w14:paraId="510F954E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Relação entre produção e equipa</w:t>
            </w:r>
          </w:p>
          <w:p w14:paraId="5DDF9FB6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Organograma de produção</w:t>
            </w:r>
          </w:p>
          <w:p w14:paraId="66FEE2CE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Produção executiva</w:t>
            </w:r>
          </w:p>
          <w:p w14:paraId="5B4FE2EF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Captação de recursos</w:t>
            </w:r>
          </w:p>
          <w:p w14:paraId="22C1CC75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Função do Produtor Executivo</w:t>
            </w:r>
          </w:p>
          <w:p w14:paraId="7FCD71FA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Relação do Produtor Executivo com a direção</w:t>
            </w:r>
          </w:p>
          <w:p w14:paraId="079A7CFC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Distribuição de verba</w:t>
            </w:r>
          </w:p>
          <w:p w14:paraId="4CB97815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 geral</w:t>
            </w:r>
          </w:p>
          <w:p w14:paraId="0240A1BD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Função do Diretor de Produção</w:t>
            </w:r>
          </w:p>
          <w:p w14:paraId="0489768D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 de casting</w:t>
            </w:r>
          </w:p>
          <w:p w14:paraId="2895BD1E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Contratos/autorizações</w:t>
            </w:r>
          </w:p>
          <w:p w14:paraId="1384F3B8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pesquisa</w:t>
            </w:r>
          </w:p>
          <w:p w14:paraId="6E869D8A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Pré-produção, produção e pós-produção</w:t>
            </w:r>
          </w:p>
          <w:p w14:paraId="3D56A876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 de figuração</w:t>
            </w:r>
          </w:p>
          <w:p w14:paraId="408999B3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Pré-produção, produção e pós-produção de figuração</w:t>
            </w:r>
          </w:p>
          <w:p w14:paraId="79DA31E7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 de décor</w:t>
            </w:r>
          </w:p>
          <w:p w14:paraId="42B96EDE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Set de filmagem</w:t>
            </w:r>
          </w:p>
          <w:p w14:paraId="5EDF0F8A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Ordem do dia</w:t>
            </w:r>
          </w:p>
          <w:p w14:paraId="2E64199E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filmagem</w:t>
            </w:r>
          </w:p>
          <w:p w14:paraId="51379F3C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Folha de produção</w:t>
            </w:r>
          </w:p>
          <w:p w14:paraId="5DE49CA8" w14:textId="77777777" w:rsidR="006B3A76" w:rsidRPr="00350E6F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350E6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Orçamentos</w:t>
            </w:r>
          </w:p>
          <w:p w14:paraId="265ACD66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e recursos humanos, técnicos, financeiros e logísticos</w:t>
            </w:r>
          </w:p>
          <w:p w14:paraId="048678E8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de segurança e prevenção de riscos</w:t>
            </w:r>
          </w:p>
          <w:p w14:paraId="35D90E42" w14:textId="77777777" w:rsidR="006B3A76" w:rsidRPr="00B136AD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Custos de produção</w:t>
            </w:r>
          </w:p>
          <w:p w14:paraId="6304D9BC" w14:textId="77777777" w:rsidR="006B3A76" w:rsidRPr="001B353A" w:rsidRDefault="006B3A76" w:rsidP="00F02262">
            <w:pPr>
              <w:pStyle w:val="PargrafodaLista"/>
              <w:numPr>
                <w:ilvl w:val="0"/>
                <w:numId w:val="4"/>
              </w:numPr>
              <w:spacing w:after="0" w:line="276" w:lineRule="auto"/>
              <w:ind w:left="598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36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Contratos e orçamentos, aspetos legais e direitos de autor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1E061" w14:textId="77777777" w:rsidR="006B3A76" w:rsidRDefault="006B3A76" w:rsidP="00F02262">
            <w:pPr>
              <w:pStyle w:val="PargrafodaLista"/>
              <w:numPr>
                <w:ilvl w:val="0"/>
                <w:numId w:val="4"/>
              </w:numP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E4162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Enumerar os diferentes tipos de produção audiovisual para televisão e cinema.</w:t>
            </w:r>
          </w:p>
          <w:p w14:paraId="72279E8A" w14:textId="77777777" w:rsidR="00E92E3C" w:rsidRDefault="006B3A76" w:rsidP="00E92E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E4162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passos fundamentais a seguir numa produção para televisão e para cinema.</w:t>
            </w:r>
          </w:p>
          <w:p w14:paraId="6EC0C97A" w14:textId="778987B2" w:rsidR="006B3A76" w:rsidRPr="00E92E3C" w:rsidRDefault="006B3A76" w:rsidP="00E92E3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2E3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os recursos humanos, técnicos, financeiros e logísticos da produção para televisão e para cinema </w:t>
            </w:r>
          </w:p>
          <w:p w14:paraId="74FE2F40" w14:textId="77777777" w:rsidR="006B3A76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E4162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aspetos jurídicos da produção audiovisual para televisão e cinema.</w:t>
            </w:r>
          </w:p>
          <w:p w14:paraId="566793AC" w14:textId="77777777" w:rsidR="006B3A76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E4162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fases da produção para televisão e para cinema.</w:t>
            </w:r>
          </w:p>
          <w:p w14:paraId="5E991D33" w14:textId="77777777" w:rsidR="006B3A76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E4162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 mercado de trabalho e tipos de produtos audiovisuais.</w:t>
            </w:r>
          </w:p>
          <w:p w14:paraId="33022710" w14:textId="77777777" w:rsidR="006B3A76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E4162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Distinguir a produção audiovisual para televisão e da produção audiovisual para cinema.</w:t>
            </w:r>
          </w:p>
          <w:p w14:paraId="74A15C1D" w14:textId="77777777" w:rsidR="006B3A76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7C72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e avaliar riscos potenciais que podem impactar o orçamento, como atrasos na produção, mudanças de elenco, condições meteorológicas adversas, entre outros.</w:t>
            </w:r>
          </w:p>
          <w:p w14:paraId="6D57B36D" w14:textId="77777777" w:rsidR="006B3A76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7C72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folhas de cálculo</w:t>
            </w:r>
            <w:r w:rsidRPr="007C72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outras ferramentas financeiras para criar orçamentos.</w:t>
            </w:r>
          </w:p>
          <w:p w14:paraId="588B5635" w14:textId="77777777" w:rsidR="006B3A76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N</w:t>
            </w:r>
            <w:r w:rsidRPr="007C72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egociar contratos com fornecedores, elenco, equipe técnica e outros </w:t>
            </w:r>
            <w:proofErr w:type="spellStart"/>
            <w:r w:rsidRPr="007C72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stakeholders</w:t>
            </w:r>
            <w:proofErr w:type="spellEnd"/>
            <w:r w:rsidRPr="007C72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4770199" w14:textId="77777777" w:rsidR="006B3A76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as</w:t>
            </w:r>
            <w:r w:rsidRPr="007C72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leis fiscais e incentivos disponíveis na região de produção.</w:t>
            </w:r>
          </w:p>
          <w:p w14:paraId="14853C53" w14:textId="77777777" w:rsidR="006B3A76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7C72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stimar com precisão os custos associados a diferentes aspetos da produção, como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aluguer</w:t>
            </w:r>
            <w:r w:rsidRPr="007C72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equipamento, salários, figurinos, maquiagem, efeitos especiais, entre outros.</w:t>
            </w:r>
          </w:p>
          <w:p w14:paraId="56680BCD" w14:textId="77777777" w:rsidR="006B3A76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</w:t>
            </w:r>
            <w:r w:rsidRPr="007C72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recursos humanos, incluindo a contratação de profissionais qualificados, a definição de papéis e responsabilidades, e o desenvolvimento de uma equip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7C72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coesa.</w:t>
            </w:r>
          </w:p>
          <w:p w14:paraId="70999488" w14:textId="77777777" w:rsidR="006B3A76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7C72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planos de contingência para lidar com imprevistos e emergências.</w:t>
            </w:r>
          </w:p>
          <w:p w14:paraId="4EE4162C" w14:textId="77777777" w:rsidR="006B3A76" w:rsidRPr="00057283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7C72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omunicar eficazmente com membros da equipe, produtores, investidores e outras partes interessadas.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37E10" w14:textId="77777777" w:rsidR="006B3A76" w:rsidRPr="0020338E" w:rsidRDefault="006B3A7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1577EAC1" w14:textId="77777777" w:rsidR="006B3A76" w:rsidRPr="0020338E" w:rsidRDefault="006B3A7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3475B7C5" w14:textId="77777777" w:rsidR="006B3A76" w:rsidRPr="0020338E" w:rsidRDefault="006B3A7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2317C940" w14:textId="77777777" w:rsidR="006B3A76" w:rsidRPr="0020338E" w:rsidRDefault="006B3A7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62905711" w14:textId="77777777" w:rsidR="006B3A76" w:rsidRPr="0020338E" w:rsidRDefault="006B3A7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56691791" w14:textId="77777777" w:rsidR="006B3A76" w:rsidRPr="0020338E" w:rsidRDefault="006B3A7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18BA0133" w14:textId="77777777" w:rsidR="006B3A76" w:rsidRPr="0020338E" w:rsidRDefault="006B3A7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32CCCE1B" w14:textId="77777777" w:rsidR="006B3A76" w:rsidRPr="0020338E" w:rsidRDefault="006B3A7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760BADB5" w14:textId="77777777" w:rsidR="006B3A76" w:rsidRPr="0020338E" w:rsidRDefault="006B3A7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3913F908" w14:textId="77777777" w:rsidR="006B3A76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E45808C" w14:textId="77777777" w:rsidR="006B3A76" w:rsidRPr="00057283" w:rsidRDefault="006B3A7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F4BD097" w14:textId="77777777" w:rsidR="006B3A76" w:rsidRDefault="006B3A76" w:rsidP="006B3A7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A8DF916" w14:textId="77777777" w:rsidR="006B3A76" w:rsidRDefault="006B3A76" w:rsidP="006B3A7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3999EBB" w14:textId="77777777" w:rsidR="006B3A76" w:rsidRPr="00F87025" w:rsidRDefault="006B3A76" w:rsidP="006B3A7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76B2854" w14:textId="77777777" w:rsidR="006B3A76" w:rsidRPr="00F20E6F" w:rsidRDefault="006B3A76" w:rsidP="006B3A76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50E6F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orçamentos para um produto audiovisual para televisão e cinema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4F6E16D" w14:textId="77777777" w:rsidR="006B3A76" w:rsidRPr="00564406" w:rsidRDefault="006B3A76" w:rsidP="006B3A76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</w:t>
      </w:r>
      <w:r w:rsidRPr="0096599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efletindo uma compreensão sólida dos custos associados a diferentes aspetos da produção.</w:t>
      </w:r>
    </w:p>
    <w:p w14:paraId="7E32F44D" w14:textId="77777777" w:rsidR="006B3A76" w:rsidRPr="00564406" w:rsidRDefault="006B3A76" w:rsidP="006B3A76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 w:rsidRPr="0096599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etalha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96599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Pr="0096599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despesas, evidenciando uma compreensão abrangente de todos os elementos que contribuem para o orçamento.</w:t>
      </w:r>
    </w:p>
    <w:p w14:paraId="03D328C9" w14:textId="77777777" w:rsidR="006B3A76" w:rsidRPr="00564406" w:rsidRDefault="006B3A76" w:rsidP="006B3A76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96599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presenta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96599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orçamento, com explicações claras e justificativas para cada linha de despesa, facilitando a compreensão.</w:t>
      </w:r>
    </w:p>
    <w:p w14:paraId="56D04F68" w14:textId="77777777" w:rsidR="006B3A76" w:rsidRDefault="006B3A76" w:rsidP="006B3A76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Pr="0096599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Alinha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</w:t>
      </w:r>
      <w:r w:rsidRPr="0096599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o orçamento com o cronograma de produção, garantindo que os recursos financeiros estejam disponíveis quando necessário em cada fase do projeto.</w:t>
      </w:r>
    </w:p>
    <w:p w14:paraId="10831EF4" w14:textId="77777777" w:rsidR="006B3A76" w:rsidRDefault="006B3A76" w:rsidP="006B3A76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Pr="0096599E"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</w:t>
      </w:r>
      <w:r w:rsidRPr="0096599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lanea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</w:t>
      </w:r>
      <w:r w:rsidRPr="0096599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riscos financeiros, demonstrando a capacidade de antecipar e lidar proactivamente com possíveis desafios orçamentários.</w:t>
      </w:r>
    </w:p>
    <w:p w14:paraId="114725C6" w14:textId="77777777" w:rsidR="006B3A76" w:rsidRDefault="006B3A76" w:rsidP="006B3A76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6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Pr="0096599E">
        <w:t xml:space="preserve"> </w:t>
      </w:r>
      <w:r w:rsidRPr="0096599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6599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abordagem eficiente no uso de recursos financeiros, otimizando custos sem comprometer a qualidade do produto final.</w:t>
      </w:r>
    </w:p>
    <w:p w14:paraId="7180DA12" w14:textId="77777777" w:rsidR="006B3A76" w:rsidRPr="00136AD8" w:rsidRDefault="006B3A76" w:rsidP="006B3A7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73AC6C4" w14:textId="77777777" w:rsidR="006B3A76" w:rsidRPr="00F87025" w:rsidRDefault="006B3A76" w:rsidP="006B3A7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4E85281" w14:textId="77777777" w:rsidR="006B3A76" w:rsidRDefault="006B3A76" w:rsidP="006B3A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7FB1D7BB" w14:textId="77777777" w:rsidR="006B3A76" w:rsidRPr="008047E3" w:rsidRDefault="006B3A76" w:rsidP="006B3A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64AE1BF7" w14:textId="77777777" w:rsidR="006B3A76" w:rsidRPr="00051C79" w:rsidRDefault="006B3A76" w:rsidP="006B3A7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673B677" w14:textId="77777777" w:rsidR="006B3A76" w:rsidRPr="00F87025" w:rsidRDefault="006B3A76" w:rsidP="006B3A7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02B9DA4" w14:textId="77777777" w:rsidR="006B3A76" w:rsidRPr="00564406" w:rsidRDefault="006B3A76" w:rsidP="006B3A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ligado à internet.</w:t>
      </w:r>
    </w:p>
    <w:p w14:paraId="444B6F13" w14:textId="77777777" w:rsidR="006B3A76" w:rsidRPr="00564406" w:rsidRDefault="006B3A76" w:rsidP="006B3A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Editor de Texto</w:t>
      </w:r>
    </w:p>
    <w:p w14:paraId="1CF10538" w14:textId="77777777" w:rsidR="006B3A76" w:rsidRDefault="006B3A76" w:rsidP="006B3A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Folhas de Cálculo</w:t>
      </w:r>
    </w:p>
    <w:p w14:paraId="6561FC99" w14:textId="77777777" w:rsidR="006B3A76" w:rsidRPr="00501DC8" w:rsidRDefault="006B3A76" w:rsidP="006B3A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Software de Planeamento</w:t>
      </w:r>
    </w:p>
    <w:p w14:paraId="7B246FD1" w14:textId="77777777" w:rsidR="006B3A76" w:rsidRDefault="006B3A76" w:rsidP="006B3A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FE296E4" w14:textId="77777777" w:rsidR="006B3A76" w:rsidRDefault="006B3A76" w:rsidP="006B3A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2C38D4E" w14:textId="77777777" w:rsidR="006B3A76" w:rsidRPr="00501DC8" w:rsidRDefault="006B3A76" w:rsidP="006B3A7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310D96E" w14:textId="77777777" w:rsidR="006B3A76" w:rsidRPr="00051C79" w:rsidRDefault="006B3A76" w:rsidP="006B3A7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72209C" w14:textId="77777777" w:rsidR="006B3A76" w:rsidRPr="00F87025" w:rsidRDefault="006B3A76" w:rsidP="006B3A7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D59DDBB" w14:textId="77777777" w:rsidR="006B3A76" w:rsidRPr="00051C79" w:rsidRDefault="006B3A76" w:rsidP="006B3A7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9C3FB3" w14:textId="77777777" w:rsidR="006B3A76" w:rsidRDefault="006B3A76" w:rsidP="006B3A7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8FFE2F" w14:textId="77777777" w:rsidR="00C57E69" w:rsidRDefault="00C57E69" w:rsidP="006B3A7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AD0E779" w14:textId="77777777" w:rsidR="00C57E69" w:rsidRDefault="00C57E69" w:rsidP="006B3A7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D59BA1" w14:textId="77777777" w:rsidR="00C57E69" w:rsidRDefault="00C57E69" w:rsidP="006B3A7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EA39CF" w14:textId="77777777" w:rsidR="00C57E69" w:rsidRDefault="00C57E69" w:rsidP="006B3A7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9C3448" w14:textId="77777777" w:rsidR="00C57E69" w:rsidRDefault="00C57E69" w:rsidP="006B3A7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8815D33" w14:textId="77777777" w:rsidR="00C57E69" w:rsidRPr="00051C79" w:rsidRDefault="00C57E69" w:rsidP="006B3A7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BD78B5" w14:textId="77777777" w:rsidR="006B3A76" w:rsidRDefault="006B3A76" w:rsidP="003E20BA">
      <w:pPr>
        <w:rPr>
          <w:rFonts w:ascii="Verdana Pro Light" w:hAnsi="Verdana Pro Light"/>
          <w:smallCaps/>
        </w:rPr>
      </w:pPr>
    </w:p>
    <w:p w14:paraId="3E323ADF" w14:textId="431EC245" w:rsidR="003E20BA" w:rsidRDefault="003E20BA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3606C" w:rsidRPr="00136AD8" w14:paraId="23A58C04" w14:textId="77777777" w:rsidTr="009277C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80947CB" w14:textId="0E0F9E8C" w:rsidR="00C3606C" w:rsidRPr="00136AD8" w:rsidRDefault="00C3606C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076BD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076BDE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45753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713F4DE" w14:textId="08420D4C" w:rsidR="00C3606C" w:rsidRPr="009C256C" w:rsidRDefault="002461D4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461D4">
              <w:t>Planear a apresentação de um projeto audiovisual.</w:t>
            </w:r>
          </w:p>
        </w:tc>
      </w:tr>
      <w:tr w:rsidR="00C3606C" w:rsidRPr="00136AD8" w14:paraId="53AAECA1" w14:textId="77777777" w:rsidTr="009277C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0F9451B" w14:textId="6904C512" w:rsidR="00C3606C" w:rsidRPr="00136AD8" w:rsidRDefault="00C3606C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076BDE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457539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E7E6E6" w:themeFill="background2"/>
          </w:tcPr>
          <w:p w14:paraId="15DCD382" w14:textId="77777777" w:rsidR="00C3606C" w:rsidRPr="00136AD8" w:rsidRDefault="00D71C66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71C66">
              <w:rPr>
                <w:rFonts w:ascii="Verdana Pro Light" w:eastAsia="Arial Unicode MS" w:hAnsi="Verdana Pro Light" w:cs="Times New Roman"/>
                <w:sz w:val="18"/>
                <w:szCs w:val="18"/>
              </w:rPr>
              <w:t>Promoção e apresentação de projeto audiovisual</w:t>
            </w:r>
          </w:p>
        </w:tc>
      </w:tr>
    </w:tbl>
    <w:p w14:paraId="5F44C47D" w14:textId="77777777" w:rsidR="00C3606C" w:rsidRPr="00136AD8" w:rsidRDefault="00C3606C" w:rsidP="00C3606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C32CDBE" w14:textId="6BEAF4A9" w:rsidR="00C3606C" w:rsidRDefault="00C3606C" w:rsidP="00C3606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18D2D8A" w14:textId="77777777" w:rsidR="00457539" w:rsidRDefault="00457539" w:rsidP="00457539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740BE629" w14:textId="77777777" w:rsidR="00C3606C" w:rsidRPr="00136AD8" w:rsidRDefault="00C3606C" w:rsidP="00C3606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3606C" w:rsidRPr="00136AD8" w14:paraId="460DB5D5" w14:textId="77777777" w:rsidTr="009277C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89A1B8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3606C" w:rsidRPr="00136AD8" w14:paraId="7F5EF4D5" w14:textId="77777777" w:rsidTr="009277C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0589BE" w14:textId="4B266E5F" w:rsidR="00D71C66" w:rsidRPr="00D71C66" w:rsidRDefault="00C3606C" w:rsidP="00D71C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57539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Conceber</w:t>
            </w:r>
            <w:r w:rsidR="00D71C66" w:rsidRPr="00D71C6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estratégia de divulgação, distribuição e monitorização de um projeto audiovisual.</w:t>
            </w:r>
          </w:p>
          <w:p w14:paraId="4A81FDF0" w14:textId="1C651F29" w:rsidR="00D71C66" w:rsidRPr="00D71C66" w:rsidRDefault="00D71C66" w:rsidP="00D71C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57539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</w:t>
            </w:r>
            <w:r w:rsidR="00457539" w:rsidRPr="00D71C6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D71C66">
              <w:rPr>
                <w:rFonts w:ascii="Verdana Pro Light" w:eastAsia="Arial Unicode MS" w:hAnsi="Verdana Pro Light" w:cs="Arial Unicode MS"/>
                <w:sz w:val="18"/>
                <w:szCs w:val="18"/>
              </w:rPr>
              <w:t>oportunidades de promoção de um projeto audiovisual.</w:t>
            </w:r>
          </w:p>
          <w:p w14:paraId="77F7B7B3" w14:textId="6E6929E7" w:rsidR="00C3606C" w:rsidRPr="001B353A" w:rsidRDefault="00D71C66" w:rsidP="00D71C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461D4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a apresentação de</w:t>
            </w:r>
            <w:r w:rsidRPr="00D71C6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um projeto audiovisual para diferentes meios de comunicação.</w:t>
            </w:r>
          </w:p>
          <w:p w14:paraId="754F5439" w14:textId="77777777" w:rsidR="00C3606C" w:rsidRPr="001B353A" w:rsidRDefault="00C3606C" w:rsidP="009277C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C3606C" w:rsidRPr="00136AD8" w14:paraId="74800F79" w14:textId="77777777" w:rsidTr="009277C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E37F65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9B34CF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F45D16D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3606C" w:rsidRPr="00136AD8" w14:paraId="251887EA" w14:textId="77777777" w:rsidTr="009277C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E7CBB" w14:textId="77777777" w:rsidR="00D71C66" w:rsidRPr="00076BDE" w:rsidRDefault="00D71C66" w:rsidP="00D71C6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076BDE">
              <w:rPr>
                <w:rFonts w:ascii="Verdana Pro Light" w:hAnsi="Verdana Pro Light"/>
                <w:b/>
                <w:bCs/>
                <w:sz w:val="18"/>
                <w:szCs w:val="18"/>
              </w:rPr>
              <w:t>A ideia e a oportunidade</w:t>
            </w:r>
          </w:p>
          <w:p w14:paraId="456401CD" w14:textId="77777777" w:rsidR="00D71C66" w:rsidRPr="00076BDE" w:rsidRDefault="00D71C66" w:rsidP="00D71C6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076BDE">
              <w:rPr>
                <w:rFonts w:ascii="Verdana Pro Light" w:hAnsi="Verdana Pro Light"/>
                <w:b/>
                <w:bCs/>
                <w:sz w:val="18"/>
                <w:szCs w:val="18"/>
              </w:rPr>
              <w:t>Oportunidades</w:t>
            </w:r>
          </w:p>
          <w:p w14:paraId="28A5F6A8" w14:textId="77777777" w:rsidR="00D71C66" w:rsidRPr="00D71C66" w:rsidRDefault="00D71C66" w:rsidP="00076BDE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D71C66">
              <w:rPr>
                <w:rFonts w:ascii="Verdana Pro Light" w:hAnsi="Verdana Pro Light"/>
                <w:sz w:val="18"/>
                <w:szCs w:val="18"/>
              </w:rPr>
              <w:t>Canais de televisão</w:t>
            </w:r>
          </w:p>
          <w:p w14:paraId="01F45511" w14:textId="77777777" w:rsidR="00D71C66" w:rsidRPr="00D71C66" w:rsidRDefault="00D71C66" w:rsidP="00076BDE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D71C66">
              <w:rPr>
                <w:rFonts w:ascii="Verdana Pro Light" w:hAnsi="Verdana Pro Light"/>
                <w:sz w:val="18"/>
                <w:szCs w:val="18"/>
              </w:rPr>
              <w:t>Editais</w:t>
            </w:r>
          </w:p>
          <w:p w14:paraId="15700BF9" w14:textId="77777777" w:rsidR="00D71C66" w:rsidRPr="00D71C66" w:rsidRDefault="00D71C66" w:rsidP="00076BDE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D71C66">
              <w:rPr>
                <w:rFonts w:ascii="Verdana Pro Light" w:hAnsi="Verdana Pro Light"/>
                <w:sz w:val="18"/>
                <w:szCs w:val="18"/>
              </w:rPr>
              <w:t>Fundos</w:t>
            </w:r>
          </w:p>
          <w:p w14:paraId="06881C0A" w14:textId="77777777" w:rsidR="00D71C66" w:rsidRPr="00D71C66" w:rsidRDefault="00D71C66" w:rsidP="00076BDE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D71C66">
              <w:rPr>
                <w:rFonts w:ascii="Verdana Pro Light" w:hAnsi="Verdana Pro Light"/>
                <w:sz w:val="18"/>
                <w:szCs w:val="18"/>
              </w:rPr>
              <w:t>Leis de incentivo</w:t>
            </w:r>
          </w:p>
          <w:p w14:paraId="2EA8682D" w14:textId="77777777" w:rsidR="00D71C66" w:rsidRDefault="00D71C66" w:rsidP="00076BDE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D71C66">
              <w:rPr>
                <w:rFonts w:ascii="Verdana Pro Light" w:hAnsi="Verdana Pro Light"/>
                <w:sz w:val="18"/>
                <w:szCs w:val="18"/>
              </w:rPr>
              <w:t>Patrocinadores</w:t>
            </w:r>
          </w:p>
          <w:p w14:paraId="0DB15733" w14:textId="77777777" w:rsidR="00076BDE" w:rsidRPr="00D71C66" w:rsidRDefault="00076BDE" w:rsidP="00076BDE">
            <w:pPr>
              <w:pStyle w:val="PargrafodaLista"/>
              <w:spacing w:before="60" w:after="60" w:line="240" w:lineRule="auto"/>
              <w:ind w:left="881"/>
              <w:rPr>
                <w:rFonts w:ascii="Verdana Pro Light" w:hAnsi="Verdana Pro Light"/>
                <w:sz w:val="18"/>
                <w:szCs w:val="18"/>
              </w:rPr>
            </w:pPr>
          </w:p>
          <w:p w14:paraId="676AF2A0" w14:textId="77777777" w:rsidR="00D71C66" w:rsidRPr="00076BDE" w:rsidRDefault="00D71C66" w:rsidP="00D71C6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076BDE">
              <w:rPr>
                <w:rFonts w:ascii="Verdana Pro Light" w:hAnsi="Verdana Pro Light"/>
                <w:b/>
                <w:bCs/>
                <w:sz w:val="18"/>
                <w:szCs w:val="18"/>
              </w:rPr>
              <w:t>Importância do público-alvo</w:t>
            </w:r>
          </w:p>
          <w:p w14:paraId="0CEADFAF" w14:textId="77777777" w:rsidR="00D71C66" w:rsidRDefault="00D71C66" w:rsidP="00076BDE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076BDE">
              <w:rPr>
                <w:rFonts w:ascii="Verdana Pro Light" w:hAnsi="Verdana Pro Light"/>
                <w:b/>
                <w:bCs/>
                <w:sz w:val="18"/>
                <w:szCs w:val="18"/>
              </w:rPr>
              <w:t>Formatos de entrega e padrões para exibição em canais de TV</w:t>
            </w:r>
          </w:p>
          <w:p w14:paraId="29940435" w14:textId="77777777" w:rsidR="00076BDE" w:rsidRPr="00076BDE" w:rsidRDefault="00076BDE" w:rsidP="00076BDE">
            <w:pPr>
              <w:spacing w:before="60" w:after="60" w:line="240" w:lineRule="auto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</w:p>
          <w:p w14:paraId="2E72319B" w14:textId="77777777" w:rsidR="00D71C66" w:rsidRPr="00076BDE" w:rsidRDefault="00D71C66" w:rsidP="00076BDE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076BDE">
              <w:rPr>
                <w:rFonts w:ascii="Verdana Pro Light" w:hAnsi="Verdana Pro Light"/>
                <w:b/>
                <w:bCs/>
                <w:sz w:val="18"/>
                <w:szCs w:val="18"/>
              </w:rPr>
              <w:t>Outros medias na hora de desenvolver o conteúdo do projeto</w:t>
            </w:r>
          </w:p>
          <w:p w14:paraId="6DE5E4AB" w14:textId="77777777" w:rsidR="00D71C66" w:rsidRPr="00D71C66" w:rsidRDefault="00D71C66" w:rsidP="00076BDE">
            <w:pPr>
              <w:pStyle w:val="PargrafodaLista"/>
              <w:spacing w:before="60" w:after="60" w:line="360" w:lineRule="auto"/>
              <w:ind w:left="429"/>
              <w:rPr>
                <w:rFonts w:ascii="Verdana Pro Light" w:hAnsi="Verdana Pro Light"/>
                <w:sz w:val="18"/>
                <w:szCs w:val="18"/>
              </w:rPr>
            </w:pPr>
          </w:p>
          <w:p w14:paraId="27825A66" w14:textId="77777777" w:rsidR="00D71C66" w:rsidRPr="00076BDE" w:rsidRDefault="00D71C66" w:rsidP="00076BDE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076BDE">
              <w:rPr>
                <w:rFonts w:ascii="Verdana Pro Light" w:hAnsi="Verdana Pro Light"/>
                <w:b/>
                <w:bCs/>
                <w:sz w:val="18"/>
                <w:szCs w:val="18"/>
              </w:rPr>
              <w:t>Cuidados necessários desde a criação do projeto</w:t>
            </w:r>
          </w:p>
          <w:p w14:paraId="4ED2D2A5" w14:textId="77777777" w:rsidR="00D71C66" w:rsidRPr="00D71C66" w:rsidRDefault="00D71C66" w:rsidP="00076BDE">
            <w:pPr>
              <w:pStyle w:val="PargrafodaLista"/>
              <w:spacing w:before="60" w:after="60" w:line="360" w:lineRule="auto"/>
              <w:ind w:left="429"/>
              <w:rPr>
                <w:rFonts w:ascii="Verdana Pro Light" w:hAnsi="Verdana Pro Light"/>
                <w:sz w:val="18"/>
                <w:szCs w:val="18"/>
              </w:rPr>
            </w:pPr>
          </w:p>
          <w:p w14:paraId="08E7EABF" w14:textId="77777777" w:rsidR="00D71C66" w:rsidRPr="00076BDE" w:rsidRDefault="00D71C66" w:rsidP="00076BDE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076BDE">
              <w:rPr>
                <w:rFonts w:ascii="Verdana Pro Light" w:hAnsi="Verdana Pro Light"/>
                <w:b/>
                <w:bCs/>
                <w:sz w:val="18"/>
                <w:szCs w:val="18"/>
              </w:rPr>
              <w:t>Trabalho com os canais de comunicação que já tem os seus portais e redes</w:t>
            </w:r>
          </w:p>
          <w:p w14:paraId="44255CF4" w14:textId="77777777" w:rsidR="00D71C66" w:rsidRPr="00D71C66" w:rsidRDefault="00D71C66" w:rsidP="00076BDE">
            <w:pPr>
              <w:pStyle w:val="PargrafodaLista"/>
              <w:spacing w:before="60" w:after="60" w:line="360" w:lineRule="auto"/>
              <w:ind w:left="429"/>
              <w:rPr>
                <w:rFonts w:ascii="Verdana Pro Light" w:hAnsi="Verdana Pro Light"/>
                <w:sz w:val="18"/>
                <w:szCs w:val="18"/>
              </w:rPr>
            </w:pPr>
          </w:p>
          <w:p w14:paraId="686BE5FD" w14:textId="77777777" w:rsidR="00D71C66" w:rsidRPr="00076BDE" w:rsidRDefault="00D71C66" w:rsidP="00076BDE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076BDE">
              <w:rPr>
                <w:rFonts w:ascii="Verdana Pro Light" w:hAnsi="Verdana Pro Light"/>
                <w:b/>
                <w:bCs/>
                <w:sz w:val="18"/>
                <w:szCs w:val="18"/>
              </w:rPr>
              <w:t>Otimização do conteúdo para a utilização em vários meios</w:t>
            </w:r>
          </w:p>
          <w:p w14:paraId="0E630397" w14:textId="77777777" w:rsidR="00D71C66" w:rsidRPr="00D71C66" w:rsidRDefault="00D71C66" w:rsidP="00076BDE">
            <w:pPr>
              <w:pStyle w:val="PargrafodaLista"/>
              <w:spacing w:before="60" w:after="60" w:line="360" w:lineRule="auto"/>
              <w:ind w:left="429"/>
              <w:rPr>
                <w:rFonts w:ascii="Verdana Pro Light" w:hAnsi="Verdana Pro Light"/>
                <w:sz w:val="18"/>
                <w:szCs w:val="18"/>
              </w:rPr>
            </w:pPr>
          </w:p>
          <w:p w14:paraId="078D61D2" w14:textId="77777777" w:rsidR="00D71C66" w:rsidRPr="00076BDE" w:rsidRDefault="00D71C66" w:rsidP="00076BDE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076BDE">
              <w:rPr>
                <w:rFonts w:ascii="Verdana Pro Light" w:hAnsi="Verdana Pro Light"/>
                <w:b/>
                <w:bCs/>
                <w:sz w:val="18"/>
                <w:szCs w:val="18"/>
              </w:rPr>
              <w:t>Apresentação de projetos para: patrocinadores, emissoras de TV, programas de incentivo e editais</w:t>
            </w:r>
          </w:p>
          <w:p w14:paraId="55EE5DF9" w14:textId="77777777" w:rsidR="00D71C66" w:rsidRPr="00D71C66" w:rsidRDefault="00D71C66" w:rsidP="00076BDE">
            <w:pPr>
              <w:pStyle w:val="PargrafodaLista"/>
              <w:spacing w:before="60" w:after="60" w:line="360" w:lineRule="auto"/>
              <w:ind w:left="429"/>
              <w:rPr>
                <w:rFonts w:ascii="Verdana Pro Light" w:hAnsi="Verdana Pro Light"/>
                <w:sz w:val="18"/>
                <w:szCs w:val="18"/>
              </w:rPr>
            </w:pPr>
          </w:p>
          <w:p w14:paraId="34980B80" w14:textId="77777777" w:rsidR="00C3606C" w:rsidRPr="00076BDE" w:rsidRDefault="00D71C66" w:rsidP="00076BDE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contextualSpacing w:val="0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076BDE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Formas de apresentação: física, eletrónica e </w:t>
            </w:r>
            <w:proofErr w:type="spellStart"/>
            <w:r w:rsidRPr="00076BDE">
              <w:rPr>
                <w:rFonts w:ascii="Verdana Pro Light" w:hAnsi="Verdana Pro Light"/>
                <w:b/>
                <w:bCs/>
                <w:sz w:val="18"/>
                <w:szCs w:val="18"/>
              </w:rPr>
              <w:t>pitchings</w:t>
            </w:r>
            <w:proofErr w:type="spellEnd"/>
          </w:p>
          <w:p w14:paraId="47FDF282" w14:textId="77777777" w:rsidR="00C3606C" w:rsidRPr="00D71C66" w:rsidRDefault="00C3606C" w:rsidP="00D71C66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4D4A3A" w14:textId="77777777" w:rsidR="00C3606C" w:rsidRDefault="00410EF7" w:rsidP="005C184D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0E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recursos visuais, como slides ou vídeos, para complementar a apresentação.</w:t>
            </w:r>
          </w:p>
          <w:p w14:paraId="54258D94" w14:textId="77777777" w:rsidR="00C3606C" w:rsidRDefault="00410EF7" w:rsidP="005C184D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10E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esponder perguntas detalhadas sobre o projeto.</w:t>
            </w:r>
          </w:p>
          <w:p w14:paraId="3FB54001" w14:textId="522FD34E" w:rsidR="00C3606C" w:rsidRPr="00517AA8" w:rsidRDefault="00967E82" w:rsidP="005C184D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Argumentar</w:t>
            </w:r>
            <w:r w:rsidR="00410EF7" w:rsidRPr="00410E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sobre a viabilidade e méritos do projeto.</w:t>
            </w:r>
          </w:p>
          <w:p w14:paraId="27654D04" w14:textId="77777777" w:rsidR="00C3606C" w:rsidRDefault="00410EF7" w:rsidP="005C184D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0E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Destacar os pontos fortes do projeto que o diferenciam e o tornam atrativo.</w:t>
            </w:r>
          </w:p>
          <w:p w14:paraId="74486672" w14:textId="09AC1A77" w:rsidR="00C3606C" w:rsidRDefault="00A95648" w:rsidP="005C184D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="00410EF7" w:rsidRPr="00410EF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a apresentação de acordo com os interesses e preocupações específicos do público.</w:t>
            </w:r>
          </w:p>
          <w:p w14:paraId="188F1502" w14:textId="77777777" w:rsidR="00C3606C" w:rsidRDefault="009E62A1" w:rsidP="005C184D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62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Demonstrar familiaridade com os aspetos técnicos da produção audiovisual.</w:t>
            </w:r>
          </w:p>
          <w:p w14:paraId="4425AF4A" w14:textId="77777777" w:rsidR="00C3606C" w:rsidRDefault="009E62A1" w:rsidP="005C184D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62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terminologia específica da indústria de maneira precisa e apropriada.</w:t>
            </w:r>
          </w:p>
          <w:p w14:paraId="74C2813F" w14:textId="77777777" w:rsidR="00C3606C" w:rsidRDefault="009E62A1" w:rsidP="005C184D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62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slides visualmente atraentes e informativos.</w:t>
            </w:r>
          </w:p>
          <w:p w14:paraId="64E54625" w14:textId="77777777" w:rsidR="00C3606C" w:rsidRDefault="009E62A1" w:rsidP="005C184D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E62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Incorporar vídeos, imagens e outros elementos visuais para melhorar a compreensão do projeto.</w:t>
            </w:r>
          </w:p>
          <w:p w14:paraId="4AC0E7CF" w14:textId="77777777" w:rsidR="00C3606C" w:rsidRDefault="005C184D" w:rsidP="005C184D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C18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Manter a apresentação dentro do tempo estabelecido.</w:t>
            </w:r>
          </w:p>
          <w:p w14:paraId="6589DF64" w14:textId="77777777" w:rsidR="00C3606C" w:rsidRDefault="005C184D" w:rsidP="005C184D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C18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Controlar o ritmo da apresentação para manter o interesse da audiência.</w:t>
            </w:r>
          </w:p>
          <w:p w14:paraId="754BEE72" w14:textId="77777777" w:rsidR="00C3606C" w:rsidRPr="00057283" w:rsidRDefault="00C3606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77390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21E947BC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0D71CAD8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617F8840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749AD989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73985840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367E7647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2C8C5258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1E3FB790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0D71CEA1" w14:textId="77777777" w:rsidR="00C3606C" w:rsidRDefault="00C3606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10BC9F" w14:textId="77777777" w:rsidR="00C3606C" w:rsidRDefault="00C3606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20FA33" w14:textId="77777777" w:rsidR="00C3606C" w:rsidRDefault="00C3606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2B5996" w14:textId="77777777" w:rsidR="00C3606C" w:rsidRPr="00057283" w:rsidRDefault="00C3606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922ED3B" w14:textId="77777777" w:rsidR="00C3606C" w:rsidRDefault="00C3606C" w:rsidP="00C3606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BF3C661" w14:textId="2A800B0B" w:rsidR="00C3606C" w:rsidRDefault="00C3606C" w:rsidP="00C3606C">
      <w:pPr>
        <w:rPr>
          <w:rFonts w:ascii="Verdana Pro Light" w:hAnsi="Verdana Pro Light"/>
          <w:smallCaps/>
        </w:rPr>
      </w:pPr>
    </w:p>
    <w:p w14:paraId="220E37D4" w14:textId="77777777" w:rsidR="00C3606C" w:rsidRPr="00F87025" w:rsidRDefault="00C3606C" w:rsidP="00C36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6808986" w14:textId="53798418" w:rsidR="00C3606C" w:rsidRPr="00F20E6F" w:rsidRDefault="002461D4" w:rsidP="00C3606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461D4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Planear a apresentação de um projeto audiovisual.</w:t>
      </w:r>
      <w:r w:rsidR="00C3606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C28946C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E3297" w:rsidRPr="00DE329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 w:rsidR="00DE329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DE3297" w:rsidRPr="00DE329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se a mensagem do projeto foi compreendida de maneira geral pela audiência.</w:t>
      </w:r>
    </w:p>
    <w:p w14:paraId="1BD2DCA9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E3297" w:rsidRPr="00DE329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DE329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="00DE3297" w:rsidRPr="00DE329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se os objetivos do projeto foram comunicados de forma clara.</w:t>
      </w:r>
    </w:p>
    <w:p w14:paraId="036808AE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F7568" w:rsidRPr="003F756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3F756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3F7568" w:rsidRPr="003F756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capacidade de persuadir e convencer os </w:t>
      </w:r>
      <w:proofErr w:type="spellStart"/>
      <w:r w:rsidR="003F7568" w:rsidRPr="003F7568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stakeholders</w:t>
      </w:r>
      <w:proofErr w:type="spellEnd"/>
      <w:r w:rsidR="003F7568" w:rsidRPr="003F756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da viabilidade e relevância do projeto.</w:t>
      </w:r>
    </w:p>
    <w:p w14:paraId="4921A10D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F756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="003F7568" w:rsidRPr="003F756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presenta</w:t>
      </w:r>
      <w:r w:rsidR="003F756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de forma precisa</w:t>
      </w:r>
      <w:r w:rsidR="003F7568" w:rsidRPr="003F756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informações técnicas relacionadas ao projeto.</w:t>
      </w:r>
    </w:p>
    <w:p w14:paraId="2A2C3F26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F756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</w:t>
      </w:r>
      <w:r w:rsidR="003F7568" w:rsidRPr="003F756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esponder a perguntas de forma clara e completa.</w:t>
      </w:r>
    </w:p>
    <w:p w14:paraId="7E7F5CF5" w14:textId="77777777" w:rsidR="00C3606C" w:rsidRPr="00136AD8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71E2022" w14:textId="77777777" w:rsidR="00C3606C" w:rsidRPr="00F87025" w:rsidRDefault="00C3606C" w:rsidP="00C36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9C39F60" w14:textId="77777777" w:rsidR="00C3606C" w:rsidRPr="00984B30" w:rsidRDefault="00C3606C" w:rsidP="00C36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0C61CC9" w14:textId="77777777" w:rsidR="00410EF7" w:rsidRPr="00984B30" w:rsidRDefault="00410EF7" w:rsidP="00410E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0B4B2EFA" w14:textId="77777777" w:rsidR="00C3606C" w:rsidRPr="00984B30" w:rsidRDefault="00C3606C" w:rsidP="00C36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E55EC22" w14:textId="77777777" w:rsidR="00C3606C" w:rsidRPr="00984B30" w:rsidRDefault="00C3606C" w:rsidP="00C36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150C0DA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031F46" w14:textId="77777777" w:rsidR="00C3606C" w:rsidRPr="00F87025" w:rsidRDefault="00C3606C" w:rsidP="00C36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CD37D1F" w14:textId="77777777" w:rsidR="00410EF7" w:rsidRDefault="00410EF7" w:rsidP="00410E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ligação à internet</w:t>
      </w:r>
    </w:p>
    <w:p w14:paraId="1873ED0C" w14:textId="77777777" w:rsidR="00410EF7" w:rsidRDefault="00410EF7" w:rsidP="00410E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captura de vídeo e som.</w:t>
      </w:r>
    </w:p>
    <w:p w14:paraId="3259B695" w14:textId="77777777" w:rsidR="00410EF7" w:rsidRDefault="00410EF7" w:rsidP="00410E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iluminação</w:t>
      </w:r>
    </w:p>
    <w:p w14:paraId="36BE4813" w14:textId="77777777" w:rsidR="00410EF7" w:rsidRPr="0081716B" w:rsidRDefault="00410EF7" w:rsidP="00410E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3CDFC17E" w14:textId="77777777" w:rsidR="00410EF7" w:rsidRPr="00564406" w:rsidRDefault="00410EF7" w:rsidP="00410E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imagem e vetores.</w:t>
      </w:r>
    </w:p>
    <w:p w14:paraId="6F0EC847" w14:textId="77777777" w:rsidR="00410EF7" w:rsidRPr="00501DC8" w:rsidRDefault="00410EF7" w:rsidP="00410E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25262CE7" w14:textId="77777777" w:rsidR="00C3606C" w:rsidRDefault="00C3606C" w:rsidP="00C36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4955CFB" w14:textId="77777777" w:rsidR="00C3606C" w:rsidRPr="00501DC8" w:rsidRDefault="00C3606C" w:rsidP="00C36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11CD277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C2EB6F" w14:textId="77777777" w:rsidR="00C3606C" w:rsidRPr="00F87025" w:rsidRDefault="00C3606C" w:rsidP="00C36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5CED0C1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A2B1DE7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27240D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9EC73C" w14:textId="1989EF7D" w:rsidR="00C3606C" w:rsidRDefault="00C3606C" w:rsidP="00C360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57539" w:rsidRPr="00136AD8" w14:paraId="16DD3A4A" w14:textId="77777777" w:rsidTr="0072517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7F4A1DD" w14:textId="77777777" w:rsidR="00457539" w:rsidRPr="00136AD8" w:rsidRDefault="00457539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EF27772" w14:textId="6BCF813A" w:rsidR="00457539" w:rsidRPr="009C256C" w:rsidRDefault="000A75BF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A75B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Efetuar a manutenção preventiva de equipamentos audiovisuais</w:t>
            </w:r>
          </w:p>
        </w:tc>
      </w:tr>
      <w:tr w:rsidR="00457539" w:rsidRPr="00136AD8" w14:paraId="32DFE243" w14:textId="77777777" w:rsidTr="0072517D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011F59C" w14:textId="77777777" w:rsidR="00457539" w:rsidRPr="00136AD8" w:rsidRDefault="00457539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25</w:t>
            </w:r>
          </w:p>
        </w:tc>
        <w:tc>
          <w:tcPr>
            <w:tcW w:w="7324" w:type="dxa"/>
            <w:shd w:val="clear" w:color="auto" w:fill="E7E6E6" w:themeFill="background2"/>
          </w:tcPr>
          <w:p w14:paraId="0C083B84" w14:textId="77777777" w:rsidR="00457539" w:rsidRPr="00136AD8" w:rsidRDefault="00457539" w:rsidP="0072517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A5136">
              <w:rPr>
                <w:rFonts w:ascii="Verdana Pro Light" w:eastAsia="Arial Unicode MS" w:hAnsi="Verdana Pro Light" w:cs="Times New Roman"/>
                <w:sz w:val="18"/>
                <w:szCs w:val="18"/>
              </w:rPr>
              <w:t>Manutenção e segurança de equipamentos audiovisuais</w:t>
            </w:r>
          </w:p>
        </w:tc>
      </w:tr>
    </w:tbl>
    <w:p w14:paraId="51F7FDBB" w14:textId="77777777" w:rsidR="00457539" w:rsidRPr="00136AD8" w:rsidRDefault="00457539" w:rsidP="0045753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1CDBD29" w14:textId="77777777" w:rsidR="00457539" w:rsidRDefault="00457539" w:rsidP="0045753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CDE99A6" w14:textId="77777777" w:rsidR="00457539" w:rsidRDefault="00457539" w:rsidP="00457539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580A480A" w14:textId="77777777" w:rsidR="00457539" w:rsidRPr="00136AD8" w:rsidRDefault="00457539" w:rsidP="0045753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57539" w:rsidRPr="00136AD8" w14:paraId="7EF9B9CF" w14:textId="77777777" w:rsidTr="0072517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D7A7C28" w14:textId="77777777" w:rsidR="00457539" w:rsidRPr="001B353A" w:rsidRDefault="00457539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57539" w:rsidRPr="00136AD8" w14:paraId="4E6E13B0" w14:textId="77777777" w:rsidTr="0072517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5A2BA4" w14:textId="77777777" w:rsidR="00457539" w:rsidRPr="003A5136" w:rsidRDefault="00457539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C1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3A5136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elementos de ligação utilizados para ligar os equipamentos audiovisuais.</w:t>
            </w:r>
          </w:p>
          <w:p w14:paraId="17490CB8" w14:textId="77777777" w:rsidR="00457539" w:rsidRPr="003A5136" w:rsidRDefault="00457539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3A5136">
              <w:rPr>
                <w:rFonts w:ascii="Verdana Pro Light" w:eastAsia="Arial Unicode MS" w:hAnsi="Verdana Pro Light" w:cs="Arial Unicode MS"/>
                <w:sz w:val="18"/>
                <w:szCs w:val="18"/>
              </w:rPr>
              <w:t>Soldar pequenos componentes eletrónicos, cabos e fichas.</w:t>
            </w:r>
          </w:p>
          <w:p w14:paraId="6879B606" w14:textId="77777777" w:rsidR="00457539" w:rsidRPr="003A5136" w:rsidRDefault="00457539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3A5136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reparações de avarias eletrónicas e mecânicas em equipamentos audiovisuais.</w:t>
            </w:r>
          </w:p>
          <w:p w14:paraId="2048F373" w14:textId="77777777" w:rsidR="00457539" w:rsidRPr="003A5136" w:rsidRDefault="00457539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3A5136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procedimentos de manutenção de equipamentos audiovisuais.</w:t>
            </w:r>
          </w:p>
          <w:p w14:paraId="29B05281" w14:textId="77777777" w:rsidR="00457539" w:rsidRPr="002C18A9" w:rsidRDefault="00457539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3A5136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riscos derivados da realização de produções audiovisuais ou da participação em espetáculos.</w:t>
            </w:r>
          </w:p>
          <w:p w14:paraId="6C59DC87" w14:textId="77777777" w:rsidR="00457539" w:rsidRPr="001B353A" w:rsidRDefault="00457539" w:rsidP="00725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457539" w:rsidRPr="00136AD8" w14:paraId="2E0F7EF9" w14:textId="77777777" w:rsidTr="0072517D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F62F76" w14:textId="77777777" w:rsidR="00457539" w:rsidRPr="001B353A" w:rsidRDefault="00457539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87AA9E" w14:textId="77777777" w:rsidR="00457539" w:rsidRPr="001B353A" w:rsidRDefault="00457539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9A946D7" w14:textId="77777777" w:rsidR="00457539" w:rsidRPr="001B353A" w:rsidRDefault="00457539" w:rsidP="0072517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57539" w:rsidRPr="00136AD8" w14:paraId="7A499143" w14:textId="77777777" w:rsidTr="0072517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6DA45" w14:textId="77777777" w:rsidR="00457539" w:rsidRPr="008E4DEF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8E4DEF">
              <w:rPr>
                <w:rFonts w:ascii="Verdana Pro Light" w:hAnsi="Verdana Pro Light"/>
                <w:b/>
                <w:bCs/>
                <w:sz w:val="18"/>
                <w:szCs w:val="18"/>
              </w:rPr>
              <w:t>Elementos de ligação de equipamento audiovisual</w:t>
            </w:r>
          </w:p>
          <w:p w14:paraId="07704B4F" w14:textId="77777777" w:rsidR="00457539" w:rsidRPr="003A5136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Cabos coaxiais</w:t>
            </w:r>
          </w:p>
          <w:p w14:paraId="7A05B8B0" w14:textId="77777777" w:rsidR="00457539" w:rsidRPr="003A5136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Cabos de áudio e respetivas impedâncias em ohms</w:t>
            </w:r>
          </w:p>
          <w:p w14:paraId="488B3179" w14:textId="77777777" w:rsidR="00457539" w:rsidRPr="008E4DEF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8E4DEF">
              <w:rPr>
                <w:rFonts w:ascii="Verdana Pro Light" w:hAnsi="Verdana Pro Light"/>
                <w:b/>
                <w:bCs/>
                <w:sz w:val="18"/>
                <w:szCs w:val="18"/>
              </w:rPr>
              <w:t>Soldadura simples</w:t>
            </w:r>
          </w:p>
          <w:p w14:paraId="1EF5BA6A" w14:textId="77777777" w:rsidR="00457539" w:rsidRPr="003A5136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Ferros de soldar e soldaduras</w:t>
            </w:r>
          </w:p>
          <w:p w14:paraId="53FD249C" w14:textId="77777777" w:rsidR="00457539" w:rsidRPr="008E4DEF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8E4DEF">
              <w:rPr>
                <w:rFonts w:ascii="Verdana Pro Light" w:hAnsi="Verdana Pro Light"/>
                <w:b/>
                <w:bCs/>
                <w:sz w:val="18"/>
                <w:szCs w:val="18"/>
              </w:rPr>
              <w:t>Ferramentas de eletricidade e eletrónica</w:t>
            </w:r>
          </w:p>
          <w:p w14:paraId="3172660A" w14:textId="77777777" w:rsidR="00457539" w:rsidRPr="008E4DEF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8E4DEF">
              <w:rPr>
                <w:rFonts w:ascii="Verdana Pro Light" w:hAnsi="Verdana Pro Light"/>
                <w:b/>
                <w:bCs/>
                <w:sz w:val="18"/>
                <w:szCs w:val="18"/>
              </w:rPr>
              <w:t>Avarias</w:t>
            </w:r>
          </w:p>
          <w:p w14:paraId="0CC160A8" w14:textId="77777777" w:rsidR="00457539" w:rsidRPr="003A5136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Avarias mecânicas mais comuns dos equipamentos</w:t>
            </w:r>
          </w:p>
          <w:p w14:paraId="71A5CA65" w14:textId="77777777" w:rsidR="00457539" w:rsidRPr="00A127C9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A127C9">
              <w:rPr>
                <w:rFonts w:ascii="Verdana Pro Light" w:hAnsi="Verdana Pro Light"/>
                <w:b/>
                <w:bCs/>
                <w:sz w:val="18"/>
                <w:szCs w:val="18"/>
              </w:rPr>
              <w:t>Manutenção dos equipamentos audiovisuais</w:t>
            </w:r>
          </w:p>
          <w:p w14:paraId="00527BD5" w14:textId="77777777" w:rsidR="00457539" w:rsidRPr="003A5136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Limpeza e conservação das cabeças de gravação de um gravador de vídeo</w:t>
            </w:r>
          </w:p>
          <w:p w14:paraId="776546A9" w14:textId="77777777" w:rsidR="00457539" w:rsidRPr="003A5136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Modos de verificar os vários ajustes a fazer aos equipamentos, quando ocorrerem alterações ao</w:t>
            </w:r>
          </w:p>
          <w:p w14:paraId="0354A8A7" w14:textId="77777777" w:rsidR="00457539" w:rsidRPr="003A5136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Funcionamento habitual</w:t>
            </w:r>
          </w:p>
          <w:p w14:paraId="61D6B5B4" w14:textId="77777777" w:rsidR="00457539" w:rsidRPr="00A127C9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A127C9">
              <w:rPr>
                <w:rFonts w:ascii="Verdana Pro Light" w:hAnsi="Verdana Pro Light"/>
                <w:b/>
                <w:bCs/>
                <w:sz w:val="18"/>
                <w:szCs w:val="18"/>
              </w:rPr>
              <w:t>Riscos</w:t>
            </w:r>
          </w:p>
          <w:p w14:paraId="0505AC96" w14:textId="77777777" w:rsidR="00457539" w:rsidRPr="003A5136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Nível de perigo e toxicidade associados à manipulação dos diferentes materiais</w:t>
            </w:r>
          </w:p>
          <w:p w14:paraId="45BABA14" w14:textId="77777777" w:rsidR="00457539" w:rsidRPr="003A5136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3A5136">
              <w:rPr>
                <w:rFonts w:ascii="Verdana Pro Light" w:hAnsi="Verdana Pro Light"/>
                <w:sz w:val="18"/>
                <w:szCs w:val="18"/>
              </w:rPr>
              <w:t>Produtos, ferramentas e equipamentos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164F6" w14:textId="77777777" w:rsidR="00457539" w:rsidRDefault="0045753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4305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e diagnosticar problemas técnicos nos equipamentos.</w:t>
            </w:r>
          </w:p>
          <w:p w14:paraId="2A0B0716" w14:textId="77777777" w:rsidR="00457539" w:rsidRDefault="0045753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4305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eterminar as causas subjacentes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4305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problemas encontrados.</w:t>
            </w:r>
          </w:p>
          <w:p w14:paraId="041BA90B" w14:textId="77777777" w:rsidR="00457539" w:rsidRDefault="0045753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</w:t>
            </w:r>
            <w:r w:rsidRPr="004305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alizar soldagem básica para reparar conexões elétricas.</w:t>
            </w:r>
          </w:p>
          <w:p w14:paraId="3430BA80" w14:textId="77777777" w:rsidR="00457539" w:rsidRDefault="0045753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4305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ubstituir ou reparar componentes defeituosos.</w:t>
            </w:r>
          </w:p>
          <w:p w14:paraId="4C6FA07C" w14:textId="77777777" w:rsidR="00457539" w:rsidRDefault="0045753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A262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 e interpretar manuais técnicos dos fabricantes dos equipamentos.</w:t>
            </w:r>
          </w:p>
          <w:p w14:paraId="716C82AB" w14:textId="77777777" w:rsidR="00457539" w:rsidRDefault="0045753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A262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ntender e seguir diagramas elétricos.</w:t>
            </w:r>
          </w:p>
          <w:p w14:paraId="6ADDE137" w14:textId="77777777" w:rsidR="00457539" w:rsidRDefault="0045753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262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262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ferramentas específicas para manutenção de equipamentos audiovisuais.</w:t>
            </w:r>
          </w:p>
          <w:p w14:paraId="5D15E800" w14:textId="77777777" w:rsidR="00457539" w:rsidRDefault="0045753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A262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262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ferramentas e equipamentos de trabalho.</w:t>
            </w:r>
          </w:p>
          <w:p w14:paraId="2C722CEE" w14:textId="77777777" w:rsidR="00457539" w:rsidRPr="00057283" w:rsidRDefault="0045753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262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Encontrar soluções criativas para desafios técnicos.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273A3" w14:textId="77777777" w:rsidR="00457539" w:rsidRPr="0020338E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318B1180" w14:textId="77777777" w:rsidR="00457539" w:rsidRPr="0020338E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3F2B3ACF" w14:textId="77777777" w:rsidR="00457539" w:rsidRPr="0020338E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787BF2D5" w14:textId="77777777" w:rsidR="00457539" w:rsidRPr="0020338E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461FDB33" w14:textId="77777777" w:rsidR="00457539" w:rsidRPr="0020338E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4F291D40" w14:textId="77777777" w:rsidR="00457539" w:rsidRPr="0020338E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77540566" w14:textId="77777777" w:rsidR="00457539" w:rsidRPr="0020338E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6D60227F" w14:textId="77777777" w:rsidR="00457539" w:rsidRPr="0020338E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1C185980" w14:textId="77777777" w:rsidR="00457539" w:rsidRPr="0020338E" w:rsidRDefault="00457539" w:rsidP="0072517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6D2E449C" w14:textId="77777777" w:rsidR="00457539" w:rsidRDefault="0045753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0B0EF5" w14:textId="77777777" w:rsidR="00457539" w:rsidRPr="00057283" w:rsidRDefault="00457539" w:rsidP="007251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356A362" w14:textId="77777777" w:rsidR="00457539" w:rsidRDefault="00457539" w:rsidP="0045753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DC6E41B" w14:textId="77777777" w:rsidR="00457539" w:rsidRDefault="00457539" w:rsidP="0045753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229C33D" w14:textId="77777777" w:rsidR="00457539" w:rsidRPr="00F87025" w:rsidRDefault="00457539" w:rsidP="0045753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733D66D" w14:textId="77777777" w:rsidR="00457539" w:rsidRPr="00F20E6F" w:rsidRDefault="00457539" w:rsidP="0045753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A513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Aplicar procedimentos de manutenção de equipamentos audiovisuais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AB5D036" w14:textId="77777777" w:rsidR="00457539" w:rsidRPr="00564406" w:rsidRDefault="00457539" w:rsidP="0045753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 w:rsidRPr="00A262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A262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se a manutenção resultou em aumento na confiabilidade operacional dos equipamentos.</w:t>
      </w:r>
    </w:p>
    <w:p w14:paraId="5C01A5CC" w14:textId="77777777" w:rsidR="00457539" w:rsidRPr="00564406" w:rsidRDefault="00457539" w:rsidP="0045753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A262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262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se as intervenções de manutenção levaram a uma redução no número de falhas.</w:t>
      </w:r>
    </w:p>
    <w:p w14:paraId="46425874" w14:textId="77777777" w:rsidR="00457539" w:rsidRPr="00564406" w:rsidRDefault="00457539" w:rsidP="0045753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 w:rsidRPr="00A262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indo</w:t>
      </w:r>
      <w:r w:rsidRPr="00A262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manutenção preserve ou melhore a qualidade do áudio e vídeo produzidos pelos equipamentos.</w:t>
      </w:r>
    </w:p>
    <w:p w14:paraId="7A482FB5" w14:textId="77777777" w:rsidR="00457539" w:rsidRDefault="00457539" w:rsidP="0045753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Pr="00A262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262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os equipamentos estejam em conformidade com as normas de segurança aplicáveis após a manutenção.</w:t>
      </w:r>
    </w:p>
    <w:p w14:paraId="3E5B1D3A" w14:textId="77777777" w:rsidR="00457539" w:rsidRDefault="00457539" w:rsidP="0045753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5</w:t>
      </w:r>
      <w:r w:rsidRPr="005644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 w:rsidRPr="00D266F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Identifica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D266F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elimina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D266F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qualquer risco de segurança relacionado ao uso dos equipamentos.</w:t>
      </w:r>
    </w:p>
    <w:p w14:paraId="487D1841" w14:textId="77777777" w:rsidR="00457539" w:rsidRPr="00136AD8" w:rsidRDefault="00457539" w:rsidP="0045753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185BD2" w14:textId="77777777" w:rsidR="00457539" w:rsidRPr="00F87025" w:rsidRDefault="00457539" w:rsidP="0045753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B873178" w14:textId="77777777" w:rsidR="00457539" w:rsidRPr="00984B30" w:rsidRDefault="00457539" w:rsidP="0045753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0C81D2EB" w14:textId="77777777" w:rsidR="00457539" w:rsidRPr="00984B30" w:rsidRDefault="00457539" w:rsidP="0045753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B853166" w14:textId="77777777" w:rsidR="00457539" w:rsidRPr="00984B30" w:rsidRDefault="00457539" w:rsidP="0045753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FC50073" w14:textId="77777777" w:rsidR="00457539" w:rsidRPr="00984B30" w:rsidRDefault="00457539" w:rsidP="0045753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3AF3948" w14:textId="77777777" w:rsidR="00457539" w:rsidRPr="00051C79" w:rsidRDefault="00457539" w:rsidP="0045753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356297" w14:textId="77777777" w:rsidR="00457539" w:rsidRPr="00F87025" w:rsidRDefault="00457539" w:rsidP="0045753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F13EFD5" w14:textId="77777777" w:rsidR="00457539" w:rsidRDefault="00457539" w:rsidP="0045753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ligado à internet.</w:t>
      </w:r>
    </w:p>
    <w:p w14:paraId="2AE481F7" w14:textId="77777777" w:rsidR="00457539" w:rsidRPr="00564406" w:rsidRDefault="00457539" w:rsidP="0045753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Aparelhos de medição</w:t>
      </w:r>
    </w:p>
    <w:p w14:paraId="1B5AB46E" w14:textId="77777777" w:rsidR="00457539" w:rsidRPr="00501DC8" w:rsidRDefault="00457539" w:rsidP="0045753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Ferramentas várias</w:t>
      </w:r>
    </w:p>
    <w:p w14:paraId="01C88F52" w14:textId="77777777" w:rsidR="00457539" w:rsidRDefault="00457539" w:rsidP="0045753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soldadura</w:t>
      </w:r>
    </w:p>
    <w:p w14:paraId="062EE87A" w14:textId="77777777" w:rsidR="00457539" w:rsidRDefault="00457539" w:rsidP="0045753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0993FD4" w14:textId="77777777" w:rsidR="00457539" w:rsidRPr="00501DC8" w:rsidRDefault="00457539" w:rsidP="0045753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23278A2" w14:textId="77777777" w:rsidR="00457539" w:rsidRPr="00051C79" w:rsidRDefault="00457539" w:rsidP="0045753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4A9421" w14:textId="77777777" w:rsidR="00457539" w:rsidRPr="00F87025" w:rsidRDefault="00457539" w:rsidP="0045753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9216F16" w14:textId="77777777" w:rsidR="00457539" w:rsidRPr="00051C79" w:rsidRDefault="00457539" w:rsidP="0045753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AF6234" w14:textId="77777777" w:rsidR="00457539" w:rsidRPr="00051C79" w:rsidRDefault="00457539" w:rsidP="0045753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573C1C" w14:textId="77777777" w:rsidR="00457539" w:rsidRPr="00051C79" w:rsidRDefault="00457539" w:rsidP="0045753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A9C221" w14:textId="77777777" w:rsidR="00457539" w:rsidRDefault="00457539" w:rsidP="0045753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160C612" w14:textId="5EF70A53" w:rsidR="003D7D92" w:rsidRDefault="003D7D92" w:rsidP="003D7D92">
      <w:pPr>
        <w:rPr>
          <w:rFonts w:ascii="Verdana Pro Light" w:hAnsi="Verdana Pro Light"/>
          <w:smallCaps/>
        </w:rPr>
      </w:pPr>
    </w:p>
    <w:p w14:paraId="5BB55E6F" w14:textId="77777777" w:rsidR="00457539" w:rsidRDefault="00457539" w:rsidP="00C3606C">
      <w:pPr>
        <w:rPr>
          <w:rFonts w:ascii="Verdana Pro Light" w:hAnsi="Verdana Pro Light"/>
          <w:smallCaps/>
        </w:rPr>
      </w:pPr>
    </w:p>
    <w:p w14:paraId="694E31B2" w14:textId="77777777" w:rsidR="006F276D" w:rsidRDefault="006F276D" w:rsidP="006F276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 xml:space="preserve"> Opcionais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C6F29" w:rsidRPr="00136AD8" w14:paraId="170682E3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A0DCF22" w14:textId="19F89A36" w:rsidR="003C6F29" w:rsidRPr="00136AD8" w:rsidRDefault="003C6F29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7" w:name="_Hlk154520308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09329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01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ED0457B" w14:textId="77777777" w:rsidR="003C6F29" w:rsidRPr="00AA7B53" w:rsidRDefault="003C6F29" w:rsidP="00F02262">
            <w:pPr>
              <w:spacing w:after="0"/>
            </w:pPr>
            <w:r>
              <w:t>Elaborar storyboards</w:t>
            </w:r>
          </w:p>
        </w:tc>
      </w:tr>
      <w:bookmarkEnd w:id="7"/>
      <w:tr w:rsidR="003C6F29" w:rsidRPr="00136AD8" w14:paraId="5B83052F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FD7F409" w14:textId="5ABFFD9B" w:rsidR="003C6F29" w:rsidRPr="00136AD8" w:rsidRDefault="003C6F29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09329B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4AB9F89A" w14:textId="77777777" w:rsidR="003C6F29" w:rsidRPr="00136AD8" w:rsidRDefault="003C6F29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Storyboard</w:t>
            </w:r>
          </w:p>
        </w:tc>
      </w:tr>
    </w:tbl>
    <w:p w14:paraId="4C6AC2BA" w14:textId="77777777" w:rsidR="003C6F29" w:rsidRPr="00136AD8" w:rsidRDefault="003C6F29" w:rsidP="003C6F2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6BD2D91" w14:textId="77777777" w:rsidR="003C6F29" w:rsidRPr="003200F2" w:rsidRDefault="003C6F29" w:rsidP="003C6F2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289DEE8" w14:textId="77777777" w:rsidR="003C6F29" w:rsidRPr="00136AD8" w:rsidRDefault="003C6F29" w:rsidP="003C6F2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C6F29" w:rsidRPr="00136AD8" w14:paraId="0253D4D7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392BD8" w14:textId="77777777" w:rsidR="003C6F29" w:rsidRPr="001B353A" w:rsidRDefault="003C6F29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C6F29" w:rsidRPr="00136AD8" w14:paraId="670CA9A9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18E7A3" w14:textId="77777777" w:rsidR="003C6F29" w:rsidRPr="001B353A" w:rsidRDefault="003C6F29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Planear o roteiro visual</w:t>
            </w:r>
          </w:p>
          <w:p w14:paraId="077B4684" w14:textId="77777777" w:rsidR="003C6F29" w:rsidRPr="001B353A" w:rsidRDefault="003C6F29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Dividir o roteiro em cenas e secções e criar representações visuais</w:t>
            </w:r>
            <w:r w:rsidRPr="00CC45C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1F4CE875" w14:textId="77777777" w:rsidR="003C6F29" w:rsidRDefault="003C6F29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Incluir vídeos, áudios, animações ou interatividade </w:t>
            </w:r>
          </w:p>
          <w:p w14:paraId="647E9450" w14:textId="77777777" w:rsidR="003C6F29" w:rsidRPr="009F4B7F" w:rsidRDefault="003C6F29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Rever, finalizar e apresentar</w:t>
            </w:r>
          </w:p>
        </w:tc>
      </w:tr>
      <w:tr w:rsidR="003C6F29" w:rsidRPr="00136AD8" w14:paraId="661D31CB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D5A81C" w14:textId="77777777" w:rsidR="003C6F29" w:rsidRPr="001B353A" w:rsidRDefault="003C6F29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9F33B4" w14:textId="77777777" w:rsidR="003C6F29" w:rsidRPr="001B353A" w:rsidRDefault="003C6F29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C8F7235" w14:textId="77777777" w:rsidR="003C6F29" w:rsidRPr="001B353A" w:rsidRDefault="003C6F29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C6F29" w:rsidRPr="00136AD8" w14:paraId="21E01867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0C3116" w14:textId="77777777" w:rsidR="003C6F29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041D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básicos da narrativa visual, incluindo composição, enquadramento, perspetiva e uso de cores para transmitir emoções e informações</w:t>
            </w:r>
          </w:p>
          <w:p w14:paraId="33C3C188" w14:textId="77777777" w:rsidR="003C6F29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criação, como lápis, canetas, tablets gráficos ou software de storyboard.</w:t>
            </w:r>
          </w:p>
          <w:p w14:paraId="77E43C25" w14:textId="77777777" w:rsidR="003C6F29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Conhecimento dos diferentes tipos de planos de câmara e como contar uma história visualmente.</w:t>
            </w:r>
          </w:p>
          <w:p w14:paraId="09E44B0F" w14:textId="77777777" w:rsidR="003C6F29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Compreensão das necessidades visuais e da direção de cena específica para a produção.</w:t>
            </w:r>
          </w:p>
          <w:p w14:paraId="16203C6B" w14:textId="77777777" w:rsidR="003C6F29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ompreensão narrativa e colaboração efetiva</w:t>
            </w:r>
          </w:p>
          <w:p w14:paraId="6DBA90A9" w14:textId="77777777" w:rsidR="003C6F29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4CA1A7" w14:textId="77777777" w:rsidR="003C6F29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E239B0" w14:textId="77777777" w:rsidR="003C6F29" w:rsidRPr="001B353A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C13B8" w14:textId="77777777" w:rsidR="003C6F29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desenhos simples e claros.</w:t>
            </w:r>
          </w:p>
          <w:p w14:paraId="201D3A36" w14:textId="77777777" w:rsidR="003C6F29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ransmitir emoções e ações por meio de expressões faciais e gestos</w:t>
            </w:r>
          </w:p>
          <w:p w14:paraId="1C4EDE38" w14:textId="77777777" w:rsidR="003C6F29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ompor cenas de forma atraente e informativa</w:t>
            </w:r>
          </w:p>
          <w:p w14:paraId="18AFD174" w14:textId="77777777" w:rsidR="003C6F29" w:rsidRPr="00517AA8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rganizar as cenas de forma lógica e coesa</w:t>
            </w:r>
          </w:p>
          <w:p w14:paraId="2C031114" w14:textId="77777777" w:rsidR="003C6F29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transições visuais suaves entre as cenas.</w:t>
            </w:r>
          </w:p>
          <w:p w14:paraId="0CB3001D" w14:textId="77777777" w:rsidR="003C6F29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444A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e traduzir as informações do roteiro em imagens.</w:t>
            </w:r>
          </w:p>
          <w:p w14:paraId="4A1815D4" w14:textId="77777777" w:rsidR="003C6F29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software para criação de storyboard</w:t>
            </w:r>
          </w:p>
          <w:p w14:paraId="190A2FD3" w14:textId="77777777" w:rsidR="003C6F29" w:rsidRPr="00057283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961E8" w14:textId="77777777" w:rsidR="003C6F29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4C8DDA38" w14:textId="77777777" w:rsidR="003C6F29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8F9877B" w14:textId="77777777" w:rsidR="003C6F29" w:rsidRDefault="003C6F29" w:rsidP="00F0226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17CF8487" w14:textId="77777777" w:rsidR="003C6F29" w:rsidRPr="00AB5AF8" w:rsidRDefault="003C6F29" w:rsidP="00F0226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0F1BF8DA" w14:textId="77777777" w:rsidR="003C6F29" w:rsidRPr="00AB5AF8" w:rsidRDefault="003C6F29" w:rsidP="00F0226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3F267373" w14:textId="77777777" w:rsidR="003C6F29" w:rsidRPr="00AB5AF8" w:rsidRDefault="003C6F29" w:rsidP="00F0226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127DBB8" w14:textId="77777777" w:rsidR="003C6F29" w:rsidRPr="00AB5AF8" w:rsidRDefault="003C6F29" w:rsidP="00F0226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3124ECA0" w14:textId="77777777" w:rsidR="003C6F29" w:rsidRPr="00A128FE" w:rsidRDefault="003C6F29" w:rsidP="00F0226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7096743D" w14:textId="77777777" w:rsidR="003C6F29" w:rsidRPr="00AB5AF8" w:rsidRDefault="003C6F29" w:rsidP="00F0226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56F63840" w14:textId="77777777" w:rsidR="003C6F29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Trabalho em equipa </w:t>
            </w:r>
          </w:p>
          <w:p w14:paraId="3ED8E543" w14:textId="77777777" w:rsidR="003C6F29" w:rsidRPr="00057283" w:rsidRDefault="003C6F2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Adaptabilidade tecnológica </w:t>
            </w:r>
          </w:p>
        </w:tc>
      </w:tr>
    </w:tbl>
    <w:p w14:paraId="2D14F1D3" w14:textId="77777777" w:rsidR="003C6F29" w:rsidRDefault="003C6F29" w:rsidP="003C6F2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78DED4B" w14:textId="77777777" w:rsidR="003C6F29" w:rsidRDefault="003C6F29" w:rsidP="003C6F2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AD50E38" w14:textId="77777777" w:rsidR="003C6F29" w:rsidRPr="00F87025" w:rsidRDefault="003C6F29" w:rsidP="003C6F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A8F481F" w14:textId="77777777" w:rsidR="003C6F29" w:rsidRPr="00F20E6F" w:rsidRDefault="003C6F29" w:rsidP="003C6F2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44A8A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storyboards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5CE9592" w14:textId="77777777" w:rsidR="003C6F29" w:rsidRPr="0064164C" w:rsidRDefault="003C6F29" w:rsidP="003C6F2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omunica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claramente a progressão da narrativa?</w:t>
      </w:r>
    </w:p>
    <w:p w14:paraId="614CC061" w14:textId="77777777" w:rsidR="003C6F29" w:rsidRPr="0064164C" w:rsidRDefault="003C6F29" w:rsidP="003C6F2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presenta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uma composição visual equilibrada e atraente</w:t>
      </w:r>
    </w:p>
    <w:p w14:paraId="587D27DF" w14:textId="77777777" w:rsidR="003C6F29" w:rsidRPr="0064164C" w:rsidRDefault="003C6F29" w:rsidP="003C6F2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daptados para atender aos requisitos específicos da </w:t>
      </w:r>
      <w:proofErr w:type="spellStart"/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mídia</w:t>
      </w:r>
      <w:proofErr w:type="spellEnd"/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final, seja cinema, televisão, animação, etc.?</w:t>
      </w:r>
    </w:p>
    <w:p w14:paraId="546F7FA9" w14:textId="77777777" w:rsidR="003C6F29" w:rsidRPr="0064164C" w:rsidRDefault="003C6F29" w:rsidP="003C6F2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Mantendo a</w:t>
      </w:r>
      <w:r w:rsidRPr="006603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aparência visual dos personagens e cenários é consistente ao longo do storyboard</w:t>
      </w:r>
    </w:p>
    <w:p w14:paraId="54815494" w14:textId="77777777" w:rsidR="003C6F29" w:rsidRPr="00136AD8" w:rsidRDefault="003C6F29" w:rsidP="003C6F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09697F9" w14:textId="77777777" w:rsidR="003C6F29" w:rsidRPr="00F87025" w:rsidRDefault="003C6F29" w:rsidP="003C6F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C50D5A5" w14:textId="77777777" w:rsidR="003C6F29" w:rsidRPr="00984B30" w:rsidRDefault="003C6F29" w:rsidP="003C6F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3420D889" w14:textId="77777777" w:rsidR="003C6F29" w:rsidRPr="00984B30" w:rsidRDefault="003C6F29" w:rsidP="003C6F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B1FCA95" w14:textId="77777777" w:rsidR="003C6F29" w:rsidRPr="00051C79" w:rsidRDefault="003C6F29" w:rsidP="003C6F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ABB146" w14:textId="77777777" w:rsidR="003C6F29" w:rsidRPr="00F87025" w:rsidRDefault="003C6F29" w:rsidP="003C6F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EBCA550" w14:textId="77777777" w:rsidR="003C6F29" w:rsidRPr="009F3A3C" w:rsidRDefault="003C6F29" w:rsidP="003C6F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F3A3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61EFAEE" w14:textId="77777777" w:rsidR="003C6F29" w:rsidRDefault="003C6F29" w:rsidP="003C6F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 para criação de Storyboards</w:t>
      </w:r>
    </w:p>
    <w:p w14:paraId="0D8D4286" w14:textId="77777777" w:rsidR="003C6F29" w:rsidRPr="00501DC8" w:rsidRDefault="003C6F29" w:rsidP="003C6F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desenho</w:t>
      </w:r>
    </w:p>
    <w:p w14:paraId="7F3DBBC8" w14:textId="77777777" w:rsidR="003C6F29" w:rsidRDefault="003C6F29" w:rsidP="003C6F2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E59F531" w14:textId="77777777" w:rsidR="003C6F29" w:rsidRPr="00051C79" w:rsidRDefault="003C6F29" w:rsidP="003C6F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205DA6" w14:textId="77777777" w:rsidR="003C6F29" w:rsidRPr="00F87025" w:rsidRDefault="003C6F29" w:rsidP="003C6F2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0B58517" w14:textId="77777777" w:rsidR="003C6F29" w:rsidRPr="00051C79" w:rsidRDefault="003C6F29" w:rsidP="003C6F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BFB0C1" w14:textId="77777777" w:rsidR="003C6F29" w:rsidRPr="00051C79" w:rsidRDefault="003C6F29" w:rsidP="003C6F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AEC9716" w14:textId="77777777" w:rsidR="003C6F29" w:rsidRPr="00051C79" w:rsidRDefault="003C6F29" w:rsidP="003C6F2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6CD899" w14:textId="77777777" w:rsidR="003C6F29" w:rsidRDefault="003C6F29" w:rsidP="003C6F29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37BE2280" w14:textId="77777777" w:rsidR="003C6F29" w:rsidRDefault="003C6F29" w:rsidP="003C6F2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6F94D0B" w14:textId="77777777" w:rsidR="00842287" w:rsidRDefault="00842287" w:rsidP="003C6F29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42287" w:rsidRPr="00136AD8" w14:paraId="2C02235B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9271F4A" w14:textId="772FBC60" w:rsidR="00842287" w:rsidRPr="00136AD8" w:rsidRDefault="00842287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09329B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09329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CE80484" w14:textId="77777777" w:rsidR="00842287" w:rsidRPr="009C256C" w:rsidRDefault="00842287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9277C0">
              <w:t>Elaborar um guião formatado para projeto cinematográfico.</w:t>
            </w:r>
          </w:p>
        </w:tc>
      </w:tr>
      <w:tr w:rsidR="00842287" w:rsidRPr="00136AD8" w14:paraId="2283F545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9132702" w14:textId="182424CF" w:rsidR="00842287" w:rsidRPr="00136AD8" w:rsidRDefault="00842287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09329B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1ECC6679" w14:textId="77777777" w:rsidR="00842287" w:rsidRPr="00136AD8" w:rsidRDefault="00842287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945463">
              <w:rPr>
                <w:rFonts w:ascii="Verdana Pro Light" w:eastAsia="Arial Unicode MS" w:hAnsi="Verdana Pro Light" w:cs="Times New Roman"/>
                <w:sz w:val="18"/>
                <w:szCs w:val="18"/>
              </w:rPr>
              <w:t>Guião para cinema – argumento, escrita e formatação</w:t>
            </w:r>
          </w:p>
        </w:tc>
      </w:tr>
    </w:tbl>
    <w:p w14:paraId="3B650C38" w14:textId="77777777" w:rsidR="00842287" w:rsidRPr="00136AD8" w:rsidRDefault="00842287" w:rsidP="0084228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E928401" w14:textId="77777777" w:rsidR="00842287" w:rsidRDefault="00842287" w:rsidP="0084228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45DEF507" w14:textId="77777777" w:rsidR="00842287" w:rsidRDefault="00842287" w:rsidP="00842287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156ADF25" w14:textId="77777777" w:rsidR="00842287" w:rsidRPr="00136AD8" w:rsidRDefault="00842287" w:rsidP="0084228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42287" w:rsidRPr="00136AD8" w14:paraId="3D7412D9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FF3A80" w14:textId="77777777" w:rsidR="00842287" w:rsidRPr="001B353A" w:rsidRDefault="00842287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42287" w:rsidRPr="00136AD8" w14:paraId="70A83B4B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03DA36" w14:textId="54A7A019" w:rsidR="00842287" w:rsidRPr="00945463" w:rsidRDefault="00842287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34D2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Conceber e desenvolver a ideia, elaborando a(s) trama(s) e os temas  </w:t>
            </w:r>
          </w:p>
          <w:p w14:paraId="13D7191E" w14:textId="31C74AE2" w:rsidR="00842287" w:rsidRPr="00945463" w:rsidRDefault="00842287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B417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Escrever o argumento a partir de </w:t>
            </w:r>
            <w:r w:rsidR="00C441AC" w:rsidRPr="00C441AC">
              <w:rPr>
                <w:rFonts w:ascii="Verdana Pro Light" w:eastAsia="Arial Unicode MS" w:hAnsi="Verdana Pro Light" w:cs="Arial Unicode MS"/>
                <w:sz w:val="18"/>
                <w:szCs w:val="18"/>
              </w:rPr>
              <w:t>software de roteiro</w:t>
            </w:r>
          </w:p>
          <w:p w14:paraId="3DEB6306" w14:textId="57F36404" w:rsidR="00842287" w:rsidRPr="00945463" w:rsidRDefault="00842287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441AC" w:rsidRPr="00C441AC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Descrev</w:t>
            </w:r>
            <w:r w:rsidR="00606737">
              <w:rPr>
                <w:rFonts w:ascii="Verdana Pro Light" w:eastAsia="Arial Unicode MS" w:hAnsi="Verdana Pro Light" w:cs="Arial Unicode MS"/>
                <w:sz w:val="18"/>
                <w:szCs w:val="18"/>
              </w:rPr>
              <w:t>er</w:t>
            </w:r>
            <w:r w:rsidR="00C441AC" w:rsidRPr="00C441A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ações, diálogos e elementos visuais</w:t>
            </w:r>
          </w:p>
          <w:p w14:paraId="3B6018E7" w14:textId="533FE1AB" w:rsidR="00842287" w:rsidRPr="003D24EF" w:rsidRDefault="00842287" w:rsidP="003D24E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8730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Formatar de acordo com os padrões da indústria cinematográfica </w:t>
            </w:r>
          </w:p>
        </w:tc>
      </w:tr>
      <w:tr w:rsidR="00842287" w:rsidRPr="00136AD8" w14:paraId="4ADBF45F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F7A33D" w14:textId="77777777" w:rsidR="00842287" w:rsidRPr="001B353A" w:rsidRDefault="00842287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3DF95B" w14:textId="77777777" w:rsidR="00842287" w:rsidRPr="001B353A" w:rsidRDefault="00842287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F93F99D" w14:textId="77777777" w:rsidR="00842287" w:rsidRPr="001B353A" w:rsidRDefault="00842287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42287" w:rsidRPr="00136AD8" w14:paraId="33540E12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AAF69" w14:textId="77777777" w:rsidR="00842287" w:rsidRPr="00C30BBA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30BBA">
              <w:rPr>
                <w:rFonts w:ascii="Verdana Pro Light" w:hAnsi="Verdana Pro Light"/>
                <w:b/>
                <w:bCs/>
                <w:sz w:val="18"/>
                <w:szCs w:val="18"/>
              </w:rPr>
              <w:t>Da ideia à matéria</w:t>
            </w:r>
          </w:p>
          <w:p w14:paraId="2D683340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 xml:space="preserve">    Matérias ligadas à experiência pessoal</w:t>
            </w:r>
          </w:p>
          <w:p w14:paraId="1182EB81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 xml:space="preserve">    Matérias que não estão ligadas à experiência pessoal</w:t>
            </w:r>
          </w:p>
          <w:p w14:paraId="669171C1" w14:textId="77777777" w:rsidR="00842287" w:rsidRPr="00C30BBA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30BBA">
              <w:rPr>
                <w:rFonts w:ascii="Verdana Pro Light" w:hAnsi="Verdana Pro Light"/>
                <w:b/>
                <w:bCs/>
                <w:sz w:val="18"/>
                <w:szCs w:val="18"/>
              </w:rPr>
              <w:t>Argumento</w:t>
            </w:r>
          </w:p>
          <w:p w14:paraId="74C5D44C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Elementos dramatúrgicos do enredo</w:t>
            </w:r>
          </w:p>
          <w:p w14:paraId="646E69FC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Crise</w:t>
            </w:r>
          </w:p>
          <w:p w14:paraId="7AE4C47B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Incidente desencadeante</w:t>
            </w:r>
          </w:p>
          <w:p w14:paraId="35529E04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Clímax</w:t>
            </w:r>
          </w:p>
          <w:p w14:paraId="3D84D8B1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Exposição</w:t>
            </w:r>
          </w:p>
          <w:p w14:paraId="2C79E4F4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Resolução</w:t>
            </w:r>
          </w:p>
          <w:p w14:paraId="5B5138A2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Personagem</w:t>
            </w:r>
          </w:p>
          <w:p w14:paraId="55F69071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Criação e construção de um personagem</w:t>
            </w:r>
          </w:p>
          <w:p w14:paraId="6F1026F9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Conflito</w:t>
            </w:r>
          </w:p>
          <w:p w14:paraId="59B41C2F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Definição de conflito</w:t>
            </w:r>
          </w:p>
          <w:p w14:paraId="6DAA2F7B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Conflito e o protagonista</w:t>
            </w:r>
          </w:p>
          <w:p w14:paraId="34EC7DEA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Conflito e a sua resolução</w:t>
            </w:r>
          </w:p>
          <w:p w14:paraId="6FA75A23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Gestão do tempo e duração</w:t>
            </w:r>
          </w:p>
          <w:p w14:paraId="0239F2A5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Gestão dos dispositivos narrativos</w:t>
            </w:r>
          </w:p>
          <w:p w14:paraId="041E5639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Estrutura ternária</w:t>
            </w:r>
          </w:p>
          <w:p w14:paraId="1ADE779E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Primeiro Ato</w:t>
            </w:r>
          </w:p>
          <w:p w14:paraId="639FA7A0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Segundo Ato</w:t>
            </w:r>
          </w:p>
          <w:p w14:paraId="7EEEA1C4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Terceiro Ato</w:t>
            </w:r>
          </w:p>
          <w:p w14:paraId="23C0CF4C" w14:textId="77777777" w:rsidR="00842287" w:rsidRPr="00C30BBA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30BBA">
              <w:rPr>
                <w:rFonts w:ascii="Verdana Pro Light" w:hAnsi="Verdana Pro Light"/>
                <w:b/>
                <w:bCs/>
                <w:sz w:val="18"/>
                <w:szCs w:val="18"/>
              </w:rPr>
              <w:t>Plano, cena e sequência</w:t>
            </w:r>
          </w:p>
          <w:p w14:paraId="36DD4A16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Continuidade dialogada</w:t>
            </w:r>
          </w:p>
          <w:p w14:paraId="626FFFAA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Planificação técnica ou guião de rodagem</w:t>
            </w:r>
          </w:p>
          <w:p w14:paraId="7DAFF625" w14:textId="77777777" w:rsidR="00842287" w:rsidRPr="00CC1EE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Criação e formatação de um guião para projeto cinematográfico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2DE07" w14:textId="77777777" w:rsidR="00842287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8B24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e incorporar pontos de viragem cruciais na narrativa.</w:t>
            </w:r>
          </w:p>
          <w:p w14:paraId="518CA4A8" w14:textId="77777777" w:rsidR="00842287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8B24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personagens tridimensionais com motivações claras.</w:t>
            </w:r>
          </w:p>
          <w:p w14:paraId="1B95B360" w14:textId="77777777" w:rsidR="00842287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8B24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screver diálogos que revelem a personalidade e avancem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8B24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enredo</w:t>
            </w:r>
            <w:r w:rsidRPr="008B24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90F2465" w14:textId="77777777" w:rsidR="00842287" w:rsidRPr="00517AA8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8B24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escrever cenas de forma clara e concisa.</w:t>
            </w:r>
          </w:p>
          <w:p w14:paraId="34F40B36" w14:textId="77777777" w:rsidR="00842287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8B24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anter um fluxo narrativo contínuo e envolvente.</w:t>
            </w:r>
          </w:p>
          <w:p w14:paraId="115EEC43" w14:textId="77777777" w:rsidR="00842287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8B24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ontrolar o ritmo da história de acordo com as necessidades emocionais e dramáticas.</w:t>
            </w:r>
          </w:p>
          <w:p w14:paraId="019A916C" w14:textId="77777777" w:rsidR="00842287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D657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daptar o estilo de escrita ao género cinematográfico escolhido.</w:t>
            </w:r>
          </w:p>
          <w:p w14:paraId="21C98FDD" w14:textId="77777777" w:rsidR="00842287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D657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xplorar temas subjacentes de forma coerente.</w:t>
            </w:r>
          </w:p>
          <w:p w14:paraId="4CA0CA88" w14:textId="77777777" w:rsidR="00842287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57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Garantir consistência na abordagem dos temas ao longo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guião</w:t>
            </w:r>
            <w:r w:rsidRPr="00D657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F86A00E" w14:textId="77777777" w:rsidR="00842287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D657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erar ideias inovadoras e únicas.</w:t>
            </w:r>
          </w:p>
          <w:p w14:paraId="7AB716BE" w14:textId="77777777" w:rsidR="00842287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657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imagens visuais vívidas através de descrições.</w:t>
            </w:r>
          </w:p>
          <w:p w14:paraId="5CF0792C" w14:textId="77777777" w:rsidR="00842287" w:rsidRPr="00057283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657A75" w14:textId="77777777" w:rsidR="00842287" w:rsidRPr="0020338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20179C71" w14:textId="77777777" w:rsidR="00842287" w:rsidRPr="0020338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44D96EE5" w14:textId="77777777" w:rsidR="00842287" w:rsidRPr="0020338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64802AD8" w14:textId="77777777" w:rsidR="00842287" w:rsidRPr="0020338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23F890A3" w14:textId="77777777" w:rsidR="00842287" w:rsidRPr="0020338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11D193D6" w14:textId="77777777" w:rsidR="00842287" w:rsidRPr="0020338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30212B52" w14:textId="77777777" w:rsidR="00842287" w:rsidRPr="0020338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0387B392" w14:textId="77777777" w:rsidR="00842287" w:rsidRPr="0020338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0800A629" w14:textId="77777777" w:rsidR="00842287" w:rsidRPr="0020338E" w:rsidRDefault="00842287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1BF31643" w14:textId="77777777" w:rsidR="00842287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A9D7FD" w14:textId="77777777" w:rsidR="00842287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CFE1F9" w14:textId="77777777" w:rsidR="00842287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71CD7DD" w14:textId="77777777" w:rsidR="00842287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91FAED" w14:textId="77777777" w:rsidR="00842287" w:rsidRPr="00057283" w:rsidRDefault="00842287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AAC9651" w14:textId="77777777" w:rsidR="00842287" w:rsidRDefault="00842287" w:rsidP="0084228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A0F69BC" w14:textId="77777777" w:rsidR="00842287" w:rsidRPr="00F87025" w:rsidRDefault="00842287" w:rsidP="0084228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C580FA4" w14:textId="77777777" w:rsidR="00842287" w:rsidRPr="00F20E6F" w:rsidRDefault="00842287" w:rsidP="00842287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45463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um guião formatado para projeto cinematográfico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95CBEDA" w14:textId="77777777" w:rsidR="00842287" w:rsidRPr="0064164C" w:rsidRDefault="00842287" w:rsidP="0084228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</w:t>
      </w:r>
      <w:r w:rsidRPr="00D6577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egu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indo</w:t>
      </w:r>
      <w:r w:rsidRPr="00D6577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</w:t>
      </w:r>
      <w:r w:rsidRPr="00D6577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estrutura narrativa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da </w:t>
      </w:r>
      <w:r w:rsidRPr="00D6577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divisão em três atos, com uma introdução, desenvolvimento e conclusão.</w:t>
      </w:r>
    </w:p>
    <w:p w14:paraId="6612747B" w14:textId="77777777" w:rsidR="00842287" w:rsidRPr="0064164C" w:rsidRDefault="00842287" w:rsidP="0084228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D</w:t>
      </w:r>
      <w:r w:rsidRPr="00D6577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esenvolv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endo o</w:t>
      </w:r>
      <w:r w:rsidRPr="00D6577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 personagens com motivações claras e arcos de transformação.</w:t>
      </w:r>
    </w:p>
    <w:p w14:paraId="6D0B70DE" w14:textId="77777777" w:rsidR="00842287" w:rsidRPr="0064164C" w:rsidRDefault="00842287" w:rsidP="0084228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Seguindo</w:t>
      </w:r>
      <w:r w:rsidRPr="00D6577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padrões de formatação da indústria cinematográfica.</w:t>
      </w:r>
    </w:p>
    <w:p w14:paraId="6AF5DAD9" w14:textId="77777777" w:rsidR="00842287" w:rsidRPr="0064164C" w:rsidRDefault="00842287" w:rsidP="0084228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</w:t>
      </w:r>
      <w:r w:rsidRPr="00D6577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endo</w:t>
      </w:r>
      <w:r w:rsidRPr="00D6577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 fluxo narrativo contínuo, evitando interrupções abruptas ou confusões.</w:t>
      </w:r>
    </w:p>
    <w:p w14:paraId="74D9ADBE" w14:textId="77777777" w:rsidR="00842287" w:rsidRPr="0064164C" w:rsidRDefault="00842287" w:rsidP="0084228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D6577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ontrola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D6577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ritmo da história</w:t>
      </w:r>
      <w:r w:rsidRPr="00D6577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forma apropriada para manter o interesse do público.</w:t>
      </w:r>
    </w:p>
    <w:p w14:paraId="5DEB360D" w14:textId="77777777" w:rsidR="00842287" w:rsidRPr="00136AD8" w:rsidRDefault="00842287" w:rsidP="0084228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857D72" w14:textId="77777777" w:rsidR="00842287" w:rsidRPr="00F87025" w:rsidRDefault="00842287" w:rsidP="0084228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32A4765" w14:textId="77777777" w:rsidR="00842287" w:rsidRPr="00984B30" w:rsidRDefault="00842287" w:rsidP="0084228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801C463" w14:textId="77777777" w:rsidR="00842287" w:rsidRPr="00984B30" w:rsidRDefault="00842287" w:rsidP="0084228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16D7C383" w14:textId="77777777" w:rsidR="00842287" w:rsidRPr="00984B30" w:rsidRDefault="00842287" w:rsidP="0084228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E743F3F" w14:textId="77777777" w:rsidR="00842287" w:rsidRPr="00984B30" w:rsidRDefault="00842287" w:rsidP="0084228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CAB38BD" w14:textId="77777777" w:rsidR="00842287" w:rsidRPr="00051C79" w:rsidRDefault="00842287" w:rsidP="0084228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AC9761" w14:textId="77777777" w:rsidR="00842287" w:rsidRPr="00F87025" w:rsidRDefault="00842287" w:rsidP="0084228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B3853A9" w14:textId="77777777" w:rsidR="00842287" w:rsidRDefault="00842287" w:rsidP="0084228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ligação à internet</w:t>
      </w:r>
    </w:p>
    <w:p w14:paraId="2AEE31B1" w14:textId="77777777" w:rsidR="00842287" w:rsidRDefault="00842287" w:rsidP="0084228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escrita de guiões</w:t>
      </w:r>
    </w:p>
    <w:p w14:paraId="0EF52F17" w14:textId="77777777" w:rsidR="00842287" w:rsidRPr="00501DC8" w:rsidRDefault="00842287" w:rsidP="0084228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F1C4C63" w14:textId="77777777" w:rsidR="00842287" w:rsidRPr="00501DC8" w:rsidRDefault="00842287" w:rsidP="0084228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BAB534C" w14:textId="77777777" w:rsidR="00842287" w:rsidRPr="00051C79" w:rsidRDefault="00842287" w:rsidP="0084228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A762A6" w14:textId="77777777" w:rsidR="00842287" w:rsidRPr="00F87025" w:rsidRDefault="00842287" w:rsidP="0084228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E80648E" w14:textId="77777777" w:rsidR="00842287" w:rsidRPr="00051C79" w:rsidRDefault="00842287" w:rsidP="0084228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9E64CA" w14:textId="77777777" w:rsidR="00842287" w:rsidRPr="00051C79" w:rsidRDefault="00842287" w:rsidP="0084228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8D84FA" w14:textId="77777777" w:rsidR="00842287" w:rsidRPr="00051C79" w:rsidRDefault="00842287" w:rsidP="0084228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D067B3" w14:textId="393364BB" w:rsidR="00842287" w:rsidRDefault="00842287" w:rsidP="0084228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40FB7DF" w14:textId="77777777" w:rsidR="003C6F29" w:rsidRDefault="003C6F29" w:rsidP="006F276D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F4F58" w:rsidRPr="00136AD8" w14:paraId="370739B1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7D55EE4" w14:textId="6E603A58" w:rsidR="00FF4F58" w:rsidRPr="00136AD8" w:rsidRDefault="00FF4F5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8" w:name="_Hlk156746116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C3606C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="004809E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3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4809E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FA639E1" w14:textId="77777777" w:rsidR="00FF4F58" w:rsidRPr="009C256C" w:rsidRDefault="00C3606C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3606C">
              <w:t>Executar procedimentos de fotografia em laboratório.</w:t>
            </w:r>
          </w:p>
        </w:tc>
      </w:tr>
      <w:bookmarkEnd w:id="8"/>
      <w:tr w:rsidR="00FF4F58" w:rsidRPr="00136AD8" w14:paraId="7D2B599D" w14:textId="77777777" w:rsidTr="00FF4F58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B3D03AF" w14:textId="28821974" w:rsidR="00FF4F58" w:rsidRPr="00136AD8" w:rsidRDefault="00FF4F5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4809EA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5EC315E2" w14:textId="77777777" w:rsidR="00FF4F58" w:rsidRPr="00136AD8" w:rsidRDefault="008D12FD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8D12FD">
              <w:rPr>
                <w:rFonts w:ascii="Verdana Pro Light" w:eastAsia="Arial Unicode MS" w:hAnsi="Verdana Pro Light" w:cs="Times New Roman"/>
                <w:sz w:val="18"/>
                <w:szCs w:val="18"/>
              </w:rPr>
              <w:t>Linguagens e práticas fotográficas</w:t>
            </w:r>
          </w:p>
        </w:tc>
      </w:tr>
    </w:tbl>
    <w:p w14:paraId="0319C610" w14:textId="77777777" w:rsidR="00FF4F58" w:rsidRPr="00136AD8" w:rsidRDefault="00FF4F58" w:rsidP="00FF4F5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ED00831" w14:textId="4CCF1D72" w:rsidR="00FF4F58" w:rsidRDefault="00FF4F58" w:rsidP="00FF4F5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C3606C"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4065E810" w14:textId="77777777" w:rsidR="00B824C7" w:rsidRDefault="00B824C7" w:rsidP="00B824C7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5DD6F201" w14:textId="77777777" w:rsidR="00FF4F58" w:rsidRPr="00136AD8" w:rsidRDefault="00FF4F58" w:rsidP="00FF4F5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F4F58" w:rsidRPr="00136AD8" w14:paraId="4AF36AC6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0EF5AB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F4F58" w:rsidRPr="00136AD8" w14:paraId="388E6DD8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41CF8" w14:textId="707BD8DF" w:rsidR="008D12FD" w:rsidRPr="008D12FD" w:rsidRDefault="00FF4F58" w:rsidP="008D12F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71EF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Preparar o equipamento e materiais </w:t>
            </w:r>
          </w:p>
          <w:p w14:paraId="70E85DA3" w14:textId="2B6632A6" w:rsidR="008D12FD" w:rsidRPr="008D12FD" w:rsidRDefault="008D12FD" w:rsidP="008D12F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C4A2F"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="00EC4A2F" w:rsidRPr="00EC4A2F">
              <w:rPr>
                <w:rFonts w:ascii="Verdana Pro Light" w:eastAsia="Arial Unicode MS" w:hAnsi="Verdana Pro Light" w:cs="Arial Unicode MS"/>
                <w:sz w:val="18"/>
                <w:szCs w:val="18"/>
              </w:rPr>
              <w:t>arreg</w:t>
            </w:r>
            <w:r w:rsidR="00EC4A2F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EC4A2F" w:rsidRPr="00EC4A2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filme no tanque de revelação</w:t>
            </w:r>
            <w:r w:rsidR="00EC4A2F">
              <w:rPr>
                <w:rFonts w:ascii="Verdana Pro Light" w:eastAsia="Arial Unicode MS" w:hAnsi="Verdana Pro Light" w:cs="Arial Unicode MS"/>
                <w:sz w:val="18"/>
                <w:szCs w:val="18"/>
              </w:rPr>
              <w:t>, preparar</w:t>
            </w:r>
            <w:r w:rsidR="00EC4A2F" w:rsidRPr="00EC4A2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soluções químicas de revelação, fixação e lavagem</w:t>
            </w:r>
          </w:p>
          <w:p w14:paraId="1D5D26AF" w14:textId="7EC845A1" w:rsidR="008D12FD" w:rsidRPr="008D12FD" w:rsidRDefault="008D12FD" w:rsidP="008D12F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841F1">
              <w:rPr>
                <w:rFonts w:ascii="Verdana Pro Light" w:eastAsia="Arial Unicode MS" w:hAnsi="Verdana Pro Light" w:cs="Arial Unicode MS"/>
                <w:sz w:val="18"/>
                <w:szCs w:val="18"/>
              </w:rPr>
              <w:t>Ampliar e imprimir fotograficam</w:t>
            </w:r>
            <w:r w:rsidR="00EE3677">
              <w:rPr>
                <w:rFonts w:ascii="Verdana Pro Light" w:eastAsia="Arial Unicode MS" w:hAnsi="Verdana Pro Light" w:cs="Arial Unicode MS"/>
                <w:sz w:val="18"/>
                <w:szCs w:val="18"/>
              </w:rPr>
              <w:t>ente, a</w:t>
            </w:r>
            <w:r w:rsidR="00EE3677" w:rsidRPr="00EE3677">
              <w:rPr>
                <w:rFonts w:ascii="Verdana Pro Light" w:eastAsia="Arial Unicode MS" w:hAnsi="Verdana Pro Light" w:cs="Arial Unicode MS"/>
                <w:sz w:val="18"/>
                <w:szCs w:val="18"/>
              </w:rPr>
              <w:t>just</w:t>
            </w:r>
            <w:r w:rsidR="00EE3677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EE3677" w:rsidRPr="00EE367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foco, o contraste e a exposição</w:t>
            </w:r>
          </w:p>
          <w:p w14:paraId="19A1D3C7" w14:textId="77777777" w:rsidR="008D12FD" w:rsidRPr="008D12FD" w:rsidRDefault="008D12FD" w:rsidP="008D12F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8D12FD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procedimentos de fotografia em laboratório.</w:t>
            </w:r>
          </w:p>
          <w:p w14:paraId="53608300" w14:textId="5B6387C4" w:rsidR="00FF4F58" w:rsidRPr="00E52D8E" w:rsidRDefault="008D12FD" w:rsidP="00E52D8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8D12FD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Proceder ao acabamento e apresentação de fotografias.</w:t>
            </w:r>
          </w:p>
        </w:tc>
      </w:tr>
      <w:tr w:rsidR="00FF4F58" w:rsidRPr="00136AD8" w14:paraId="41434877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B18BEF3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62550F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A65DFB0" w14:textId="77777777" w:rsidR="00FF4F58" w:rsidRPr="001B353A" w:rsidRDefault="00FF4F5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F4F58" w:rsidRPr="00136AD8" w14:paraId="3DE81302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FDBCA" w14:textId="77777777" w:rsidR="00945463" w:rsidRPr="00076BDE" w:rsidRDefault="00945463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076BDE">
              <w:rPr>
                <w:rFonts w:ascii="Verdana Pro Light" w:hAnsi="Verdana Pro Light"/>
                <w:b/>
                <w:bCs/>
                <w:sz w:val="18"/>
                <w:szCs w:val="18"/>
              </w:rPr>
              <w:t>Estruturação da Imagem</w:t>
            </w:r>
          </w:p>
          <w:p w14:paraId="127EC31F" w14:textId="04906AD0" w:rsidR="00945463" w:rsidRPr="00E52D8E" w:rsidRDefault="00945463" w:rsidP="00E52D8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076BDE">
              <w:rPr>
                <w:rFonts w:ascii="Verdana Pro Light" w:hAnsi="Verdana Pro Light"/>
                <w:b/>
                <w:bCs/>
                <w:sz w:val="18"/>
                <w:szCs w:val="18"/>
              </w:rPr>
              <w:t>Funções desempenhadas pela fotografia</w:t>
            </w:r>
          </w:p>
          <w:p w14:paraId="24103BBA" w14:textId="77777777" w:rsidR="00945463" w:rsidRPr="00076BDE" w:rsidRDefault="00945463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076BDE">
              <w:rPr>
                <w:rFonts w:ascii="Verdana Pro Light" w:hAnsi="Verdana Pro Light"/>
                <w:b/>
                <w:bCs/>
                <w:sz w:val="18"/>
                <w:szCs w:val="18"/>
              </w:rPr>
              <w:t>Luz</w:t>
            </w:r>
          </w:p>
          <w:p w14:paraId="1DD022A4" w14:textId="77777777" w:rsidR="00945463" w:rsidRPr="00945463" w:rsidRDefault="00945463" w:rsidP="00076BD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Comprimento de onda e as cores</w:t>
            </w:r>
          </w:p>
          <w:p w14:paraId="54CDBFC6" w14:textId="77777777" w:rsidR="00945463" w:rsidRPr="00945463" w:rsidRDefault="00945463" w:rsidP="00076BD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Sombras</w:t>
            </w:r>
          </w:p>
          <w:p w14:paraId="7442F2BB" w14:textId="77777777" w:rsidR="00945463" w:rsidRPr="00945463" w:rsidRDefault="00945463" w:rsidP="00076BD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 xml:space="preserve">Intensidade da luz e </w:t>
            </w:r>
            <w:r w:rsidR="00236D7F">
              <w:rPr>
                <w:rFonts w:ascii="Verdana Pro Light" w:hAnsi="Verdana Pro Light"/>
                <w:sz w:val="18"/>
                <w:szCs w:val="18"/>
              </w:rPr>
              <w:t>d</w:t>
            </w:r>
            <w:r w:rsidRPr="00945463">
              <w:rPr>
                <w:rFonts w:ascii="Verdana Pro Light" w:hAnsi="Verdana Pro Light"/>
                <w:sz w:val="18"/>
                <w:szCs w:val="18"/>
              </w:rPr>
              <w:t>istância</w:t>
            </w:r>
          </w:p>
          <w:p w14:paraId="4766EE0A" w14:textId="77777777" w:rsidR="00945463" w:rsidRPr="00945463" w:rsidRDefault="00945463" w:rsidP="00076BD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Como a luz forma as imagens</w:t>
            </w:r>
          </w:p>
          <w:p w14:paraId="52C6C415" w14:textId="77777777" w:rsidR="00945463" w:rsidRPr="00236D7F" w:rsidRDefault="00945463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Objetivas fotográficas</w:t>
            </w:r>
          </w:p>
          <w:p w14:paraId="2E5D3A4A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Abertura e números F</w:t>
            </w:r>
          </w:p>
          <w:p w14:paraId="4991E87F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Profundidade de campo</w:t>
            </w:r>
          </w:p>
          <w:p w14:paraId="7D913224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Distância focal</w:t>
            </w:r>
          </w:p>
          <w:p w14:paraId="463D7F65" w14:textId="77777777" w:rsidR="00945463" w:rsidRPr="00236D7F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Máquinas fotográficas de película</w:t>
            </w:r>
          </w:p>
          <w:p w14:paraId="404D2A52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Componentes essenciais</w:t>
            </w:r>
          </w:p>
          <w:p w14:paraId="6B5D6374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 xml:space="preserve">Visor direto e </w:t>
            </w:r>
            <w:proofErr w:type="spellStart"/>
            <w:r w:rsidRPr="00945463">
              <w:rPr>
                <w:rFonts w:ascii="Verdana Pro Light" w:hAnsi="Verdana Pro Light"/>
                <w:sz w:val="18"/>
                <w:szCs w:val="18"/>
              </w:rPr>
              <w:t>reflex</w:t>
            </w:r>
            <w:proofErr w:type="spellEnd"/>
          </w:p>
          <w:p w14:paraId="78BD46E8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Funcionamento</w:t>
            </w:r>
          </w:p>
          <w:p w14:paraId="10563688" w14:textId="77777777" w:rsidR="00945463" w:rsidRPr="00236D7F" w:rsidRDefault="00945463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Películas fotográficas e filtros</w:t>
            </w:r>
          </w:p>
          <w:p w14:paraId="5676C9CF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Emulsões de halogéneo de prata</w:t>
            </w:r>
          </w:p>
          <w:p w14:paraId="2628F234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Películas para fotografia a preto e branco</w:t>
            </w:r>
          </w:p>
          <w:p w14:paraId="0BE06CDE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Películas para fotografia a cores</w:t>
            </w:r>
          </w:p>
          <w:p w14:paraId="3BBD2810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lastRenderedPageBreak/>
              <w:t>Armazenamento de películas – antes de depois da exposição</w:t>
            </w:r>
          </w:p>
          <w:p w14:paraId="62B6B61E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Conjunto de filtros</w:t>
            </w:r>
          </w:p>
          <w:p w14:paraId="1675819B" w14:textId="77777777" w:rsidR="00945463" w:rsidRPr="00236D7F" w:rsidRDefault="00945463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Medição e exposição</w:t>
            </w:r>
          </w:p>
          <w:p w14:paraId="34F9CF95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Exposição de diferentes tipos de películas</w:t>
            </w:r>
          </w:p>
          <w:p w14:paraId="6E9D4A69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Fatores que determinam a exposição</w:t>
            </w:r>
          </w:p>
          <w:p w14:paraId="233CA2B2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Luz de flash</w:t>
            </w:r>
          </w:p>
          <w:p w14:paraId="683A4693" w14:textId="77777777" w:rsidR="00945463" w:rsidRPr="00236D7F" w:rsidRDefault="00945463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Revelação da película</w:t>
            </w:r>
          </w:p>
          <w:p w14:paraId="1EB27349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Equipamentos e preparação</w:t>
            </w:r>
          </w:p>
          <w:p w14:paraId="3EFD70FD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Revelação de negativos a preto e branco</w:t>
            </w:r>
          </w:p>
          <w:p w14:paraId="1BE47FF7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Permanência dos resultados</w:t>
            </w:r>
          </w:p>
          <w:p w14:paraId="280DE958" w14:textId="77777777" w:rsidR="00945463" w:rsidRPr="00236D7F" w:rsidRDefault="00945463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Câmara escura</w:t>
            </w:r>
          </w:p>
          <w:p w14:paraId="38BD9ACD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Laboratório fotográfico</w:t>
            </w:r>
          </w:p>
          <w:p w14:paraId="5CE88F66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Organização do laboratório e equipamento</w:t>
            </w:r>
          </w:p>
          <w:p w14:paraId="60D22F98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O ampliador e acessórios</w:t>
            </w:r>
          </w:p>
          <w:p w14:paraId="7A78B780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Papéis de impressão</w:t>
            </w:r>
          </w:p>
          <w:p w14:paraId="0424AF2D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Luz de segurança</w:t>
            </w:r>
          </w:p>
          <w:p w14:paraId="0E6106A0" w14:textId="77777777" w:rsidR="00236D7F" w:rsidRDefault="00236D7F" w:rsidP="00236D7F">
            <w:pPr>
              <w:pStyle w:val="PargrafodaLista"/>
              <w:spacing w:before="60" w:after="60" w:line="360" w:lineRule="auto"/>
              <w:ind w:left="429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</w:p>
          <w:p w14:paraId="3B47E139" w14:textId="77777777" w:rsidR="00945463" w:rsidRPr="00236D7F" w:rsidRDefault="00945463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Procedimentos de revelação</w:t>
            </w:r>
          </w:p>
          <w:p w14:paraId="4F980AEB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Ampliação</w:t>
            </w:r>
          </w:p>
          <w:p w14:paraId="16E7B097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Realização de provas de contacto</w:t>
            </w:r>
          </w:p>
          <w:p w14:paraId="516E54D1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Controlos de ampliação</w:t>
            </w:r>
          </w:p>
          <w:p w14:paraId="10B8A61A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Materiais e técnicas de impressão</w:t>
            </w:r>
          </w:p>
          <w:p w14:paraId="16C8F490" w14:textId="77777777" w:rsidR="00945463" w:rsidRPr="00945463" w:rsidRDefault="00945463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365AE5DF" w14:textId="77777777" w:rsidR="00FF4F58" w:rsidRPr="00236D7F" w:rsidRDefault="00945463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Acabamento e apresentação</w:t>
            </w:r>
          </w:p>
          <w:p w14:paraId="58316045" w14:textId="77777777" w:rsidR="00FF4F58" w:rsidRPr="00945463" w:rsidRDefault="00FF4F58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  <w:p w14:paraId="7947231C" w14:textId="77777777" w:rsidR="00FF4F58" w:rsidRPr="00945463" w:rsidRDefault="00FF4F58" w:rsidP="00236D7F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59928" w14:textId="77777777" w:rsidR="00D141AF" w:rsidRDefault="00D141A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D12FD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Explicar os fenómenos da luz e da formação da imagem fotográfica.</w:t>
            </w:r>
          </w:p>
          <w:p w14:paraId="294DD511" w14:textId="77777777" w:rsidR="00171EFA" w:rsidRDefault="00171EFA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D12FD">
              <w:rPr>
                <w:rFonts w:ascii="Verdana Pro Light" w:eastAsia="Arial Unicode MS" w:hAnsi="Verdana Pro Light" w:cs="Arial Unicode MS"/>
                <w:sz w:val="18"/>
                <w:szCs w:val="18"/>
              </w:rPr>
              <w:t>Explicar o funcionamento da câmara fotográfica.</w:t>
            </w:r>
          </w:p>
          <w:p w14:paraId="391AE687" w14:textId="6F7652A7" w:rsidR="00FF4F58" w:rsidRDefault="00AA661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AA66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justar o foco e controlar a profundidade de campo de acordo com as necessidades.</w:t>
            </w:r>
          </w:p>
          <w:p w14:paraId="580A9E89" w14:textId="77777777" w:rsidR="00FF4F58" w:rsidRDefault="00AA661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AA66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rocessar filmes fotográficos em soluções químicas.</w:t>
            </w:r>
          </w:p>
          <w:p w14:paraId="2A70D147" w14:textId="77777777" w:rsidR="00FF4F58" w:rsidRDefault="00AA661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A66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Executar procedimentos de impressão em laboratório.</w:t>
            </w:r>
          </w:p>
          <w:p w14:paraId="45194CA9" w14:textId="77777777" w:rsidR="00FF4F58" w:rsidRPr="00517AA8" w:rsidRDefault="00AA661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A66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Saber como os produtos químicos interagem durante o processamento de filmes e papéis fotográficos.</w:t>
            </w:r>
          </w:p>
          <w:p w14:paraId="769ECE40" w14:textId="77777777" w:rsidR="00FF4F58" w:rsidRDefault="00AA661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AA66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idar com produtos químicos fotográficos.</w:t>
            </w:r>
          </w:p>
          <w:p w14:paraId="455B6BCE" w14:textId="77777777" w:rsidR="00FF4F58" w:rsidRDefault="00AA661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AA66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tilizar medidores de luz para determinar a exposição correta.</w:t>
            </w:r>
          </w:p>
          <w:p w14:paraId="5F438FBB" w14:textId="77777777" w:rsidR="00FF4F58" w:rsidRDefault="00AA661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A66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dispositivos para medir e corrigir a reprodução de cores.</w:t>
            </w:r>
          </w:p>
          <w:p w14:paraId="3DEDE73A" w14:textId="77777777" w:rsidR="00FF4F58" w:rsidRDefault="00AC1C7E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C1C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orrigir imperfeições e ajustar elementos visuais nas imagens digitalmente.</w:t>
            </w:r>
          </w:p>
          <w:p w14:paraId="6ACC844B" w14:textId="77777777" w:rsidR="00FF4F58" w:rsidRDefault="00AC1C7E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AC1C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C1C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negativos, impressões ou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ficheiros</w:t>
            </w:r>
            <w:r w:rsidRPr="00AC1C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digitais.</w:t>
            </w:r>
          </w:p>
          <w:p w14:paraId="42FC247C" w14:textId="77777777" w:rsidR="00FF4F58" w:rsidRDefault="00AC1C7E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</w:t>
            </w:r>
            <w:r w:rsidRPr="00AC1C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e corrigir defeitos em imagens.</w:t>
            </w:r>
          </w:p>
          <w:p w14:paraId="5E1090F9" w14:textId="77777777" w:rsidR="00FF4F58" w:rsidRDefault="00AC1C7E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C1C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Integrar novas ferramentas e tecnologias no fluxo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C9677D3" w14:textId="77777777" w:rsidR="00FF4F58" w:rsidRDefault="00AC1C7E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AC1C7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pequenos detalhes que podem impactar a qualidade da imagem.</w:t>
            </w:r>
          </w:p>
          <w:p w14:paraId="737FAB8C" w14:textId="77777777" w:rsidR="00FF4F58" w:rsidRPr="00057283" w:rsidRDefault="00FF4F58" w:rsidP="00AC1C7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50828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0476A866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5726F791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0CF45D74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15B1F493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67005F2D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14502EE5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6323D018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6FF31ECE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5CF1A8DD" w14:textId="77777777" w:rsidR="00FF4F58" w:rsidRPr="00057283" w:rsidRDefault="00FF4F5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B2DFCB6" w14:textId="77777777" w:rsidR="00FF4F58" w:rsidRDefault="00FF4F58" w:rsidP="00FF4F5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E448271" w14:textId="77777777" w:rsidR="00FF4F58" w:rsidRDefault="00FF4F58" w:rsidP="00FF4F5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54D2F53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D1D49D0" w14:textId="77777777" w:rsidR="00FF4F58" w:rsidRPr="00F20E6F" w:rsidRDefault="00945463" w:rsidP="00FF4F5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45463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Executar procedimentos de fotografia em laboratório</w:t>
      </w:r>
      <w:r w:rsidR="00FF4F5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7A56F0E" w14:textId="77777777" w:rsidR="00FF4F58" w:rsidRPr="0064164C" w:rsidRDefault="00FF4F58" w:rsidP="00FF4F5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C1C7E" w:rsidRP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 w:rsid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AC1C7E" w:rsidRP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as imagens estejam corretamente expostas de acordo com as configurações da câmara.</w:t>
      </w:r>
    </w:p>
    <w:p w14:paraId="70A2324B" w14:textId="77777777" w:rsidR="00FF4F58" w:rsidRPr="0064164C" w:rsidRDefault="00FF4F58" w:rsidP="00FF4F5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C1C7E" w:rsidRP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 w:rsid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AC1C7E" w:rsidRP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 balanço de branco esteja ajustado adequadamente para reproduzir cores precisas.</w:t>
      </w:r>
    </w:p>
    <w:p w14:paraId="197048A8" w14:textId="77777777" w:rsidR="00FF4F58" w:rsidRPr="0064164C" w:rsidRDefault="00FF4F58" w:rsidP="00FF4F5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Realizando corretamente o </w:t>
      </w:r>
      <w:r w:rsidR="00AC1C7E" w:rsidRP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processamento químico, resultando em negativos ou impressões de alta qualidade.</w:t>
      </w:r>
    </w:p>
    <w:p w14:paraId="03A00D9B" w14:textId="77777777" w:rsidR="00FF4F58" w:rsidRPr="0064164C" w:rsidRDefault="00FF4F58" w:rsidP="00FF4F5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C1C7E" w:rsidRP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Mante</w:t>
      </w:r>
      <w:r w:rsid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AC1C7E" w:rsidRP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organização eficiente para facilitar a localização de imagens quando necessário.</w:t>
      </w:r>
    </w:p>
    <w:p w14:paraId="2E36AC1B" w14:textId="77777777" w:rsidR="00FF4F58" w:rsidRDefault="00FF4F58" w:rsidP="00FF4F5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C1C7E" w:rsidRP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AC1C7E" w:rsidRP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cada imagem quanto à nitidez, composição e reprodução de cores.</w:t>
      </w:r>
    </w:p>
    <w:p w14:paraId="02755583" w14:textId="77777777" w:rsidR="00AC1C7E" w:rsidRPr="0064164C" w:rsidRDefault="00AC1C7E" w:rsidP="00AC1C7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Identifica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corrigi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AC1C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quaisquer defeitos ou imperfeições nas imagens.</w:t>
      </w:r>
    </w:p>
    <w:p w14:paraId="6A5E43ED" w14:textId="77777777" w:rsidR="00AC1C7E" w:rsidRPr="0064164C" w:rsidRDefault="00AC1C7E" w:rsidP="00FF4F5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3D60C3ED" w14:textId="77777777" w:rsidR="00FF4F58" w:rsidRPr="00136AD8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4929FF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5DCFFBE" w14:textId="77777777" w:rsidR="00FF4F58" w:rsidRDefault="00AC1C7E" w:rsidP="00B1717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4A4BE946" w14:textId="77777777" w:rsidR="00AC1C7E" w:rsidRPr="00AC1C7E" w:rsidRDefault="00AC1C7E" w:rsidP="00B1717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Laboratórios Fotográficos</w:t>
      </w:r>
    </w:p>
    <w:p w14:paraId="5D4106AF" w14:textId="77777777" w:rsidR="00FF4F58" w:rsidRPr="00984B30" w:rsidRDefault="00AC1C7E" w:rsidP="00FF4F5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Agências e Fotógrafos Profissionais</w:t>
      </w:r>
    </w:p>
    <w:p w14:paraId="22AA42C4" w14:textId="77777777" w:rsidR="00FF4F58" w:rsidRPr="00984B30" w:rsidRDefault="00AC1C7E" w:rsidP="00FF4F5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Fotografia de Arte</w:t>
      </w:r>
    </w:p>
    <w:p w14:paraId="78D00ED9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D69D21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456F666" w14:textId="77777777" w:rsidR="00FF4F58" w:rsidRDefault="00AC1C7E" w:rsidP="00FF4F5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</w:t>
      </w:r>
      <w:r w:rsidR="00B17173" w:rsidRPr="0BD833C7">
        <w:rPr>
          <w:rFonts w:ascii="Verdana Pro Light" w:eastAsia="Arial Unicode MS" w:hAnsi="Verdana Pro Light" w:cs="Arial Unicode MS"/>
          <w:sz w:val="18"/>
          <w:szCs w:val="18"/>
        </w:rPr>
        <w:t>âmaras fotográficas</w:t>
      </w:r>
    </w:p>
    <w:p w14:paraId="373760C0" w14:textId="77777777" w:rsidR="00B17173" w:rsidRPr="00501DC8" w:rsidRDefault="00B17173" w:rsidP="00FF4F5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Filmes preto e branco e coloridos</w:t>
      </w:r>
    </w:p>
    <w:p w14:paraId="62877A58" w14:textId="77777777" w:rsidR="00FF4F58" w:rsidRDefault="00B17173" w:rsidP="00FF4F5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 de Revelação.</w:t>
      </w:r>
    </w:p>
    <w:p w14:paraId="026D5E96" w14:textId="77777777" w:rsidR="00B17173" w:rsidRPr="00501DC8" w:rsidRDefault="00B17173" w:rsidP="00FF4F5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 de Impressão</w:t>
      </w:r>
    </w:p>
    <w:p w14:paraId="38D24116" w14:textId="77777777" w:rsidR="00FF4F58" w:rsidRDefault="00B17173" w:rsidP="00FF4F5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 fotográfico</w:t>
      </w:r>
    </w:p>
    <w:p w14:paraId="7517C35B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BAE6D26" w14:textId="77777777" w:rsidR="00FF4F58" w:rsidRPr="00F87025" w:rsidRDefault="00FF4F58" w:rsidP="00FF4F5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D9E24A4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F09F9E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828236D" w14:textId="77777777" w:rsidR="00FF4F58" w:rsidRPr="00051C79" w:rsidRDefault="00FF4F58" w:rsidP="00FF4F5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E3DAD3" w14:textId="77777777" w:rsidR="00C3606C" w:rsidRDefault="00FF4F58" w:rsidP="00C360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017BF" w:rsidRPr="00136AD8" w14:paraId="0AD30E5C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E5EA13B" w14:textId="2492D4DB" w:rsidR="004017BF" w:rsidRPr="00136AD8" w:rsidRDefault="004017BF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9" w:name="_Hlk156750680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79211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F5C165E" w14:textId="77777777" w:rsidR="004017BF" w:rsidRPr="009C256C" w:rsidRDefault="004017BF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26D35">
              <w:t>Executar diversos exercícios de preparação da câmara de vídeo e de captação.</w:t>
            </w:r>
          </w:p>
        </w:tc>
      </w:tr>
      <w:bookmarkEnd w:id="9"/>
      <w:tr w:rsidR="004017BF" w:rsidRPr="00136AD8" w14:paraId="58CE4B07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DDA9CC9" w14:textId="2D3A0469" w:rsidR="004017BF" w:rsidRPr="00136AD8" w:rsidRDefault="004017BF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6BDC228" w14:textId="77777777" w:rsidR="004017BF" w:rsidRPr="00136AD8" w:rsidRDefault="004017BF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477194">
              <w:rPr>
                <w:rFonts w:ascii="Verdana Pro Light" w:eastAsia="Arial Unicode MS" w:hAnsi="Verdana Pro Light" w:cs="Times New Roman"/>
                <w:sz w:val="18"/>
                <w:szCs w:val="18"/>
              </w:rPr>
              <w:t>Câmara de vídeo</w:t>
            </w:r>
          </w:p>
        </w:tc>
      </w:tr>
    </w:tbl>
    <w:p w14:paraId="7D2124DB" w14:textId="77777777" w:rsidR="004017BF" w:rsidRPr="00136AD8" w:rsidRDefault="004017BF" w:rsidP="004017B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B8FD32D" w14:textId="77777777" w:rsidR="004017BF" w:rsidRDefault="004017BF" w:rsidP="004017B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57A55BA9" w14:textId="77777777" w:rsidR="004017BF" w:rsidRDefault="004017BF" w:rsidP="004017BF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7DBA3509" w14:textId="77777777" w:rsidR="004017BF" w:rsidRPr="00136AD8" w:rsidRDefault="004017BF" w:rsidP="004017B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017BF" w:rsidRPr="00136AD8" w14:paraId="4DE26EA1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91A7E2" w14:textId="77777777" w:rsidR="004017BF" w:rsidRPr="001B353A" w:rsidRDefault="004017BF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017BF" w:rsidRPr="00136AD8" w14:paraId="47E5B138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BAF520" w14:textId="77777777" w:rsidR="004017BF" w:rsidRPr="00F70225" w:rsidRDefault="004017BF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F70225">
              <w:rPr>
                <w:rFonts w:ascii="Verdana Pro Light" w:eastAsia="Arial Unicode MS" w:hAnsi="Verdana Pro Light" w:cs="Arial Unicode MS"/>
                <w:sz w:val="18"/>
                <w:szCs w:val="18"/>
              </w:rPr>
              <w:t>Manipular menus para alteração da imagem de acordo com as diretrizes da realização.</w:t>
            </w:r>
          </w:p>
          <w:p w14:paraId="595A8FE9" w14:textId="77777777" w:rsidR="004017BF" w:rsidRPr="00F70225" w:rsidRDefault="004017BF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F70225">
              <w:rPr>
                <w:rFonts w:ascii="Verdana Pro Light" w:eastAsia="Arial Unicode MS" w:hAnsi="Verdana Pro Light" w:cs="Arial Unicode MS"/>
                <w:sz w:val="18"/>
                <w:szCs w:val="18"/>
              </w:rPr>
              <w:t>Manipular controlos de câmara avançados, para alteração da imagem de acordo com as diretrizes da realização.</w:t>
            </w:r>
          </w:p>
          <w:p w14:paraId="024FBBD6" w14:textId="77777777" w:rsidR="004017BF" w:rsidRPr="00C82134" w:rsidRDefault="004017BF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F70225">
              <w:rPr>
                <w:rFonts w:ascii="Verdana Pro Light" w:eastAsia="Arial Unicode MS" w:hAnsi="Verdana Pro Light" w:cs="Arial Unicode MS"/>
                <w:sz w:val="18"/>
                <w:szCs w:val="18"/>
              </w:rPr>
              <w:t>Experimentar diversos métodos de captação.</w:t>
            </w:r>
          </w:p>
        </w:tc>
      </w:tr>
      <w:tr w:rsidR="004017BF" w:rsidRPr="00136AD8" w14:paraId="56AE4E17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CC9F31" w14:textId="77777777" w:rsidR="004017BF" w:rsidRPr="001B353A" w:rsidRDefault="004017BF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03F038" w14:textId="77777777" w:rsidR="004017BF" w:rsidRPr="001B353A" w:rsidRDefault="004017BF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C2370E1" w14:textId="77777777" w:rsidR="004017BF" w:rsidRPr="001B353A" w:rsidRDefault="004017BF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017BF" w:rsidRPr="00136AD8" w14:paraId="198CB144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6A6D6" w14:textId="77777777" w:rsidR="004017BF" w:rsidRPr="00A46244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A46244">
              <w:rPr>
                <w:rFonts w:ascii="Verdana Pro Light" w:hAnsi="Verdana Pro Light"/>
                <w:b/>
                <w:bCs/>
                <w:sz w:val="18"/>
                <w:szCs w:val="18"/>
              </w:rPr>
              <w:t>Controlos e menus avançados de câmara</w:t>
            </w:r>
          </w:p>
          <w:p w14:paraId="4C6B61D1" w14:textId="77777777" w:rsidR="004017BF" w:rsidRPr="00F70225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70225">
              <w:rPr>
                <w:rFonts w:ascii="Verdana Pro Light" w:hAnsi="Verdana Pro Light"/>
                <w:sz w:val="18"/>
                <w:szCs w:val="18"/>
              </w:rPr>
              <w:t>Croma</w:t>
            </w:r>
          </w:p>
          <w:p w14:paraId="4E94755A" w14:textId="77777777" w:rsidR="004017BF" w:rsidRPr="00F70225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70225">
              <w:rPr>
                <w:rFonts w:ascii="Verdana Pro Light" w:hAnsi="Verdana Pro Light"/>
                <w:sz w:val="18"/>
                <w:szCs w:val="18"/>
              </w:rPr>
              <w:t>Gama</w:t>
            </w:r>
          </w:p>
          <w:p w14:paraId="3066E326" w14:textId="77777777" w:rsidR="004017BF" w:rsidRPr="00F70225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70225">
              <w:rPr>
                <w:rFonts w:ascii="Verdana Pro Light" w:hAnsi="Verdana Pro Light"/>
                <w:sz w:val="18"/>
                <w:szCs w:val="18"/>
              </w:rPr>
              <w:t>Pedestal</w:t>
            </w:r>
          </w:p>
          <w:p w14:paraId="76250065" w14:textId="77777777" w:rsidR="004017BF" w:rsidRPr="00F70225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70225">
              <w:rPr>
                <w:rFonts w:ascii="Verdana Pro Light" w:hAnsi="Verdana Pro Light"/>
                <w:sz w:val="18"/>
                <w:szCs w:val="18"/>
              </w:rPr>
              <w:t>Filtros</w:t>
            </w:r>
          </w:p>
          <w:p w14:paraId="048D097F" w14:textId="77777777" w:rsidR="004017BF" w:rsidRPr="00F70225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F70225">
              <w:rPr>
                <w:rFonts w:ascii="Verdana Pro Light" w:hAnsi="Verdana Pro Light"/>
                <w:sz w:val="18"/>
                <w:szCs w:val="18"/>
              </w:rPr>
              <w:t>Shutter</w:t>
            </w:r>
            <w:proofErr w:type="spellEnd"/>
          </w:p>
          <w:p w14:paraId="31B208B5" w14:textId="77777777" w:rsidR="004017BF" w:rsidRPr="00A46244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A46244">
              <w:rPr>
                <w:rFonts w:ascii="Verdana Pro Light" w:hAnsi="Verdana Pro Light"/>
                <w:b/>
                <w:bCs/>
                <w:sz w:val="18"/>
                <w:szCs w:val="18"/>
              </w:rPr>
              <w:t>Técnicas avançadas de captação de imagem</w:t>
            </w:r>
          </w:p>
          <w:p w14:paraId="1604CABE" w14:textId="77777777" w:rsidR="004017BF" w:rsidRPr="00F70225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70225">
              <w:rPr>
                <w:rFonts w:ascii="Verdana Pro Light" w:hAnsi="Verdana Pro Light"/>
                <w:sz w:val="18"/>
                <w:szCs w:val="18"/>
              </w:rPr>
              <w:t>Distâncias focais extremas</w:t>
            </w:r>
          </w:p>
          <w:p w14:paraId="50E29D56" w14:textId="77777777" w:rsidR="004017BF" w:rsidRPr="00F70225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70225">
              <w:rPr>
                <w:rFonts w:ascii="Verdana Pro Light" w:hAnsi="Verdana Pro Light"/>
                <w:sz w:val="18"/>
                <w:szCs w:val="18"/>
              </w:rPr>
              <w:t>Pontos de vista simultâneos ou pouco comuns</w:t>
            </w:r>
          </w:p>
          <w:p w14:paraId="20BABC91" w14:textId="77777777" w:rsidR="004017BF" w:rsidRPr="00F70225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70225">
              <w:rPr>
                <w:rFonts w:ascii="Verdana Pro Light" w:hAnsi="Verdana Pro Light"/>
                <w:sz w:val="18"/>
                <w:szCs w:val="18"/>
              </w:rPr>
              <w:t>Acessórios de estabilização de câmara específicos</w:t>
            </w:r>
          </w:p>
          <w:p w14:paraId="36E0D5BA" w14:textId="77777777" w:rsidR="004017BF" w:rsidRPr="00F70225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881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70225">
              <w:rPr>
                <w:rFonts w:ascii="Verdana Pro Light" w:hAnsi="Verdana Pro Light"/>
                <w:sz w:val="18"/>
                <w:szCs w:val="18"/>
              </w:rPr>
              <w:t xml:space="preserve">Acessórios de movimentação de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40C3F" w14:textId="77777777" w:rsidR="004017BF" w:rsidRDefault="004017BF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20B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onfigura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D20B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câmaras de </w:t>
            </w:r>
            <w:r w:rsidRPr="00D20B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vídeo, como resolução, taxa de quadros (FPS), ISO, abertura do obturador e balanço de branco.</w:t>
            </w:r>
          </w:p>
          <w:p w14:paraId="0106B843" w14:textId="77777777" w:rsidR="004017BF" w:rsidRDefault="004017BF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ompor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</w:t>
            </w:r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cena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usando a regra dos terços para criar uma imagem visualmente atraente.</w:t>
            </w:r>
          </w:p>
          <w:p w14:paraId="79D7A0FA" w14:textId="77777777" w:rsidR="004017BF" w:rsidRDefault="004017BF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Usar </w:t>
            </w:r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enquadramento, como planos abertos, planos fechados e ângulos de câmara.</w:t>
            </w:r>
          </w:p>
          <w:p w14:paraId="60479154" w14:textId="77777777" w:rsidR="004017BF" w:rsidRPr="00517AA8" w:rsidRDefault="004017BF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Prati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</w:t>
            </w:r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movimentos suaves da câmara, como panorâmicas, travellings e movimentos de inclinação.</w:t>
            </w:r>
          </w:p>
          <w:p w14:paraId="349F284C" w14:textId="77777777" w:rsidR="004017BF" w:rsidRDefault="004017BF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Editar em </w:t>
            </w:r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programas de edição de vídeo, como Adobe </w:t>
            </w:r>
            <w:proofErr w:type="spellStart"/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Premiere</w:t>
            </w:r>
            <w:proofErr w:type="spellEnd"/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Final Cut </w:t>
            </w:r>
            <w:proofErr w:type="gramStart"/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 ou</w:t>
            </w:r>
            <w:proofErr w:type="gramEnd"/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DaVinci</w:t>
            </w:r>
            <w:proofErr w:type="spellEnd"/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Resolve.</w:t>
            </w:r>
          </w:p>
          <w:p w14:paraId="58D9AAD9" w14:textId="77777777" w:rsidR="004017BF" w:rsidRDefault="004017BF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cortes precisos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17C2C5C" w14:textId="77777777" w:rsidR="004017BF" w:rsidRDefault="004017BF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dicionar transições e ajustar a sincronização de áudio.</w:t>
            </w:r>
          </w:p>
          <w:p w14:paraId="03BEA3FC" w14:textId="77777777" w:rsidR="004017BF" w:rsidRDefault="004017BF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 visuais básicos para aprimorar a qualidade visual do vídeo.</w:t>
            </w:r>
          </w:p>
          <w:p w14:paraId="43A5B6DD" w14:textId="77777777" w:rsidR="004017BF" w:rsidRDefault="004017BF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ditar e mi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sturar</w:t>
            </w:r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áudio para obter uma qualidade sonora profissional.</w:t>
            </w:r>
          </w:p>
          <w:p w14:paraId="47651E97" w14:textId="77777777" w:rsidR="004017BF" w:rsidRDefault="004017BF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riar ou seguir um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guião</w:t>
            </w:r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que conte uma história convincente.</w:t>
            </w:r>
          </w:p>
          <w:p w14:paraId="0D536CB0" w14:textId="77777777" w:rsidR="004017BF" w:rsidRPr="00057283" w:rsidRDefault="004017BF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Criar um plano de produção </w:t>
            </w:r>
            <w:proofErr w:type="gramStart"/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eficiente(</w:t>
            </w:r>
            <w:proofErr w:type="gramEnd"/>
            <w:r w:rsidRPr="00582A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cronogramas e orçamentos).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D49A5" w14:textId="77777777" w:rsidR="004017BF" w:rsidRPr="0020338E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657F1123" w14:textId="77777777" w:rsidR="004017BF" w:rsidRPr="0020338E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56C14F85" w14:textId="77777777" w:rsidR="004017BF" w:rsidRPr="0020338E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5114790F" w14:textId="77777777" w:rsidR="004017BF" w:rsidRPr="0020338E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197502D4" w14:textId="77777777" w:rsidR="004017BF" w:rsidRPr="0020338E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38FA3258" w14:textId="77777777" w:rsidR="004017BF" w:rsidRPr="0020338E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716A1DB4" w14:textId="77777777" w:rsidR="004017BF" w:rsidRPr="0020338E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0F026407" w14:textId="77777777" w:rsidR="004017BF" w:rsidRPr="0020338E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69C407BA" w14:textId="77777777" w:rsidR="004017BF" w:rsidRPr="0020338E" w:rsidRDefault="004017BF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20696AB3" w14:textId="77777777" w:rsidR="004017BF" w:rsidRDefault="004017BF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2F1FBC" w14:textId="77777777" w:rsidR="004017BF" w:rsidRDefault="004017BF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5E12672" w14:textId="77777777" w:rsidR="004017BF" w:rsidRPr="00057283" w:rsidRDefault="004017BF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5794CFA" w14:textId="77777777" w:rsidR="004017BF" w:rsidRDefault="004017BF" w:rsidP="004017B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98AF367" w14:textId="121529A6" w:rsidR="004017BF" w:rsidRDefault="004017BF" w:rsidP="004017BF">
      <w:pPr>
        <w:rPr>
          <w:rFonts w:ascii="Verdana Pro Light" w:hAnsi="Verdana Pro Light"/>
          <w:smallCaps/>
        </w:rPr>
      </w:pPr>
    </w:p>
    <w:p w14:paraId="42A8956D" w14:textId="77777777" w:rsidR="004017BF" w:rsidRPr="00F87025" w:rsidRDefault="004017BF" w:rsidP="004017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8795CB9" w14:textId="77777777" w:rsidR="004017BF" w:rsidRPr="00F20E6F" w:rsidRDefault="004017BF" w:rsidP="004017BF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70225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Executar diversos exercícios de preparação da câmara de vídeo e de captação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2E71526" w14:textId="77777777" w:rsidR="004017BF" w:rsidRPr="0064164C" w:rsidRDefault="004017BF" w:rsidP="004017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82AC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indo</w:t>
      </w:r>
      <w:r w:rsidRPr="00582AC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exposição esteja equilibrada, evitando áreas </w:t>
      </w:r>
      <w:proofErr w:type="spellStart"/>
      <w:r w:rsidRPr="00582AC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subexpostas</w:t>
      </w:r>
      <w:proofErr w:type="spellEnd"/>
      <w:r w:rsidRPr="00582AC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ou superexpostas.</w:t>
      </w:r>
    </w:p>
    <w:p w14:paraId="36233AE2" w14:textId="77777777" w:rsidR="004017BF" w:rsidRPr="0064164C" w:rsidRDefault="004017BF" w:rsidP="004017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82AC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ando</w:t>
      </w:r>
      <w:r w:rsidRPr="00582AC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imagem esteja nítida e bem focada nos pontos-chave da cena.</w:t>
      </w:r>
    </w:p>
    <w:p w14:paraId="0096AF0C" w14:textId="77777777" w:rsidR="004017BF" w:rsidRPr="0064164C" w:rsidRDefault="004017BF" w:rsidP="004017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350DB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Certifi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cando</w:t>
      </w:r>
      <w:r w:rsidRPr="00350DB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-se de que as cores estejam precisas e correspondam à iluminação da cena.</w:t>
      </w:r>
    </w:p>
    <w:p w14:paraId="2FC602A7" w14:textId="77777777" w:rsidR="004017BF" w:rsidRPr="0064164C" w:rsidRDefault="004017BF" w:rsidP="004017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350DB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cando que</w:t>
      </w:r>
      <w:r w:rsidRPr="00350DB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enquadramentos utilizados são apropriados para transmitir a mensagem desejada.</w:t>
      </w:r>
    </w:p>
    <w:p w14:paraId="5A608959" w14:textId="77777777" w:rsidR="004017BF" w:rsidRDefault="004017BF" w:rsidP="004017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350DB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lumina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de forma</w:t>
      </w:r>
      <w:r w:rsidRPr="00350DB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apropriada a cena e destaca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350DB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elementos-chave.</w:t>
      </w:r>
    </w:p>
    <w:p w14:paraId="44820804" w14:textId="77777777" w:rsidR="004017BF" w:rsidRPr="0064164C" w:rsidRDefault="004017BF" w:rsidP="004017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Ajustando</w:t>
      </w:r>
      <w:r w:rsidRPr="00350DB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níveis de áudio evitando distorções ou falta de volume.</w:t>
      </w:r>
    </w:p>
    <w:p w14:paraId="4B7A5A2B" w14:textId="77777777" w:rsidR="004017BF" w:rsidRPr="00136AD8" w:rsidRDefault="004017BF" w:rsidP="004017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E1FFDC" w14:textId="77777777" w:rsidR="004017BF" w:rsidRPr="00F87025" w:rsidRDefault="004017BF" w:rsidP="004017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C216567" w14:textId="77777777" w:rsidR="004017BF" w:rsidRDefault="004017BF" w:rsidP="004017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783BE905" w14:textId="77777777" w:rsidR="004017BF" w:rsidRDefault="004017BF" w:rsidP="004017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som</w:t>
      </w:r>
    </w:p>
    <w:p w14:paraId="2D676565" w14:textId="77777777" w:rsidR="004017BF" w:rsidRPr="008047E3" w:rsidRDefault="004017BF" w:rsidP="004017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72A9A1D7" w14:textId="77777777" w:rsidR="004017BF" w:rsidRPr="00984B30" w:rsidRDefault="004017BF" w:rsidP="004017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Salas de Espetáculo</w:t>
      </w:r>
    </w:p>
    <w:p w14:paraId="70B2A040" w14:textId="77777777" w:rsidR="004017BF" w:rsidRPr="00051C79" w:rsidRDefault="004017BF" w:rsidP="004017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BAADDD" w14:textId="77777777" w:rsidR="004017BF" w:rsidRPr="00F87025" w:rsidRDefault="004017BF" w:rsidP="004017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7ACBF72" w14:textId="77777777" w:rsidR="004017BF" w:rsidRDefault="004017BF" w:rsidP="004017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acesso à internet.</w:t>
      </w:r>
    </w:p>
    <w:p w14:paraId="093928D2" w14:textId="77777777" w:rsidR="004017BF" w:rsidRPr="00564406" w:rsidRDefault="004017BF" w:rsidP="004017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Câmaras de vídeo.</w:t>
      </w:r>
    </w:p>
    <w:p w14:paraId="70DFC0CD" w14:textId="77777777" w:rsidR="004017BF" w:rsidRDefault="004017BF" w:rsidP="004017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52F4615F" w14:textId="77777777" w:rsidR="004017BF" w:rsidRDefault="004017BF" w:rsidP="004017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04485EBE" w14:textId="77777777" w:rsidR="004017BF" w:rsidRPr="00350DB7" w:rsidRDefault="004017BF" w:rsidP="004017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iluminação</w:t>
      </w:r>
    </w:p>
    <w:p w14:paraId="676761B5" w14:textId="77777777" w:rsidR="004017BF" w:rsidRDefault="004017BF" w:rsidP="004017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41C4FEC" w14:textId="77777777" w:rsidR="004017BF" w:rsidRPr="00501DC8" w:rsidRDefault="004017BF" w:rsidP="004017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D32CB2E" w14:textId="77777777" w:rsidR="004017BF" w:rsidRPr="00051C79" w:rsidRDefault="004017BF" w:rsidP="004017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A97143" w14:textId="77777777" w:rsidR="004017BF" w:rsidRPr="00F87025" w:rsidRDefault="004017BF" w:rsidP="004017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F6AF11A" w14:textId="77777777" w:rsidR="004017BF" w:rsidRPr="00051C79" w:rsidRDefault="004017BF" w:rsidP="004017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B06382" w14:textId="77777777" w:rsidR="004017BF" w:rsidRPr="00051C79" w:rsidRDefault="004017BF" w:rsidP="004017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E6762D" w14:textId="77777777" w:rsidR="004017BF" w:rsidRPr="00051C79" w:rsidRDefault="004017BF" w:rsidP="004017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63D213" w14:textId="7D50713D" w:rsidR="004017BF" w:rsidRDefault="004017BF" w:rsidP="004017B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121BE" w:rsidRPr="00136AD8" w14:paraId="74C37B9E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0257865" w14:textId="0C7EE1F5" w:rsidR="002121BE" w:rsidRPr="00136AD8" w:rsidRDefault="002121BE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0005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8886CD2" w14:textId="77777777" w:rsidR="002121BE" w:rsidRPr="009C256C" w:rsidRDefault="002121BE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26D35">
              <w:t>Instalar equipamentos áudio tendo em conta a acústica arquitetural.</w:t>
            </w:r>
          </w:p>
        </w:tc>
      </w:tr>
      <w:tr w:rsidR="002121BE" w:rsidRPr="00136AD8" w14:paraId="679D4808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A6A599B" w14:textId="32A5B62A" w:rsidR="002121BE" w:rsidRPr="00136AD8" w:rsidRDefault="002121BE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CFC56DE" w14:textId="77777777" w:rsidR="002121BE" w:rsidRPr="00136AD8" w:rsidRDefault="002121BE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9777C">
              <w:rPr>
                <w:rFonts w:ascii="Verdana Pro Light" w:eastAsia="Arial Unicode MS" w:hAnsi="Verdana Pro Light" w:cs="Times New Roman"/>
                <w:sz w:val="18"/>
                <w:szCs w:val="18"/>
              </w:rPr>
              <w:t>Som ao vivo - em sala e no exterior</w:t>
            </w:r>
          </w:p>
        </w:tc>
      </w:tr>
    </w:tbl>
    <w:p w14:paraId="17E13C64" w14:textId="77777777" w:rsidR="002121BE" w:rsidRPr="00136AD8" w:rsidRDefault="002121BE" w:rsidP="002121B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6D687DE" w14:textId="77777777" w:rsidR="002121BE" w:rsidRDefault="002121BE" w:rsidP="002121B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5F272AAF" w14:textId="77777777" w:rsidR="002121BE" w:rsidRDefault="002121BE" w:rsidP="002121BE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7C9D7002" w14:textId="77777777" w:rsidR="002121BE" w:rsidRPr="00136AD8" w:rsidRDefault="002121BE" w:rsidP="002121B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121BE" w:rsidRPr="00136AD8" w14:paraId="0D26B65D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EDF0745" w14:textId="77777777" w:rsidR="002121BE" w:rsidRPr="001B353A" w:rsidRDefault="002121BE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121BE" w:rsidRPr="00136AD8" w14:paraId="4B923321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2ECE87" w14:textId="0F459EF7" w:rsidR="002121BE" w:rsidRPr="00C9777C" w:rsidRDefault="002121BE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7656F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e m</w:t>
            </w:r>
            <w:r w:rsidR="006323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ontar os </w:t>
            </w:r>
            <w:r w:rsidRPr="00C9777C">
              <w:rPr>
                <w:rFonts w:ascii="Verdana Pro Light" w:eastAsia="Arial Unicode MS" w:hAnsi="Verdana Pro Light" w:cs="Arial Unicode MS"/>
                <w:sz w:val="18"/>
                <w:szCs w:val="18"/>
              </w:rPr>
              <w:t>equipamentos áudio necessários ao evento e às caraterísticas do espaço tendo em conta a acústica arquitetural.</w:t>
            </w:r>
          </w:p>
          <w:p w14:paraId="1BB5C220" w14:textId="77777777" w:rsidR="002121BE" w:rsidRPr="00C9777C" w:rsidRDefault="002121BE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C9777C">
              <w:rPr>
                <w:rFonts w:ascii="Verdana Pro Light" w:eastAsia="Arial Unicode MS" w:hAnsi="Verdana Pro Light" w:cs="Arial Unicode MS"/>
                <w:sz w:val="18"/>
                <w:szCs w:val="18"/>
              </w:rPr>
              <w:t>Operar na mesa de mistura de frente e na mesa de palco.</w:t>
            </w:r>
          </w:p>
          <w:p w14:paraId="26E4F821" w14:textId="77777777" w:rsidR="002121BE" w:rsidRPr="00C9777C" w:rsidRDefault="002121BE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C9777C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a equalização de um espaço acústico.</w:t>
            </w:r>
          </w:p>
          <w:p w14:paraId="390FCDCD" w14:textId="77777777" w:rsidR="002121BE" w:rsidRPr="00C9777C" w:rsidRDefault="002121BE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C9777C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o “</w:t>
            </w:r>
            <w:proofErr w:type="spellStart"/>
            <w:r w:rsidRPr="00C9777C">
              <w:rPr>
                <w:rFonts w:ascii="Verdana Pro Light" w:eastAsia="Arial Unicode MS" w:hAnsi="Verdana Pro Light" w:cs="Arial Unicode MS"/>
                <w:sz w:val="18"/>
                <w:szCs w:val="18"/>
              </w:rPr>
              <w:t>ringing</w:t>
            </w:r>
            <w:proofErr w:type="spellEnd"/>
            <w:r w:rsidRPr="00C9777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out” e controlar o feedback.</w:t>
            </w:r>
          </w:p>
          <w:p w14:paraId="2E56F3B6" w14:textId="77777777" w:rsidR="002121BE" w:rsidRPr="001B353A" w:rsidRDefault="002121BE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C9777C">
              <w:rPr>
                <w:rFonts w:ascii="Verdana Pro Light" w:eastAsia="Arial Unicode MS" w:hAnsi="Verdana Pro Light" w:cs="Arial Unicode MS"/>
                <w:sz w:val="18"/>
                <w:szCs w:val="18"/>
              </w:rPr>
              <w:t>Montar um PA (</w:t>
            </w:r>
            <w:proofErr w:type="spellStart"/>
            <w:r w:rsidRPr="00C9777C">
              <w:rPr>
                <w:rFonts w:ascii="Verdana Pro Light" w:eastAsia="Arial Unicode MS" w:hAnsi="Verdana Pro Light" w:cs="Arial Unicode MS"/>
                <w:sz w:val="18"/>
                <w:szCs w:val="18"/>
              </w:rPr>
              <w:t>Public</w:t>
            </w:r>
            <w:proofErr w:type="spellEnd"/>
            <w:r w:rsidRPr="00C9777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Pr="00C9777C">
              <w:rPr>
                <w:rFonts w:ascii="Verdana Pro Light" w:eastAsia="Arial Unicode MS" w:hAnsi="Verdana Pro Light" w:cs="Arial Unicode MS"/>
                <w:sz w:val="18"/>
                <w:szCs w:val="18"/>
              </w:rPr>
              <w:t>Adress</w:t>
            </w:r>
            <w:proofErr w:type="spellEnd"/>
            <w:r w:rsidRPr="00C9777C">
              <w:rPr>
                <w:rFonts w:ascii="Verdana Pro Light" w:eastAsia="Arial Unicode MS" w:hAnsi="Verdana Pro Light" w:cs="Arial Unicode MS"/>
                <w:sz w:val="18"/>
                <w:szCs w:val="18"/>
              </w:rPr>
              <w:t>).</w:t>
            </w:r>
          </w:p>
          <w:p w14:paraId="58D05679" w14:textId="77777777" w:rsidR="002121BE" w:rsidRPr="00477194" w:rsidRDefault="002121BE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2121BE" w:rsidRPr="00136AD8" w14:paraId="198BB268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C0444B" w14:textId="77777777" w:rsidR="002121BE" w:rsidRPr="001B353A" w:rsidRDefault="002121BE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508B9C6" w14:textId="77777777" w:rsidR="002121BE" w:rsidRPr="001B353A" w:rsidRDefault="002121BE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ACBDA8A" w14:textId="77777777" w:rsidR="002121BE" w:rsidRPr="001B353A" w:rsidRDefault="002121BE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121BE" w:rsidRPr="00136AD8" w14:paraId="64E2B87C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80431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Mesa de frente</w:t>
            </w:r>
          </w:p>
          <w:p w14:paraId="28D59F6C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Mesa de palco</w:t>
            </w:r>
          </w:p>
          <w:p w14:paraId="2651C0FC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Rack</w:t>
            </w:r>
            <w:proofErr w:type="spellEnd"/>
            <w:r w:rsidRPr="00477194">
              <w:rPr>
                <w:rFonts w:ascii="Verdana Pro Light" w:hAnsi="Verdana Pro Light"/>
                <w:sz w:val="18"/>
                <w:szCs w:val="18"/>
              </w:rPr>
              <w:t xml:space="preserve"> de processadores</w:t>
            </w:r>
          </w:p>
          <w:p w14:paraId="296559B7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Equalizador gráfico</w:t>
            </w:r>
          </w:p>
          <w:p w14:paraId="302F96FA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Técnica (</w:t>
            </w: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ringing</w:t>
            </w:r>
            <w:proofErr w:type="spellEnd"/>
            <w:r w:rsidRPr="00477194">
              <w:rPr>
                <w:rFonts w:ascii="Verdana Pro Light" w:hAnsi="Verdana Pro Light"/>
                <w:sz w:val="18"/>
                <w:szCs w:val="18"/>
              </w:rPr>
              <w:t xml:space="preserve"> out)</w:t>
            </w:r>
          </w:p>
          <w:p w14:paraId="2CBFB1F7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Analisador de espectro, gerador de ruído branco e ruído rosa</w:t>
            </w:r>
          </w:p>
          <w:p w14:paraId="511B0C99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Compressores e gates</w:t>
            </w:r>
          </w:p>
          <w:p w14:paraId="15BF2872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De-esser</w:t>
            </w:r>
            <w:proofErr w:type="spellEnd"/>
          </w:p>
          <w:p w14:paraId="617F4F3D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 xml:space="preserve">Feedback </w:t>
            </w: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distroyer</w:t>
            </w:r>
            <w:proofErr w:type="spellEnd"/>
          </w:p>
          <w:p w14:paraId="6C0FCF58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Reverb</w:t>
            </w:r>
            <w:proofErr w:type="spellEnd"/>
          </w:p>
          <w:p w14:paraId="35924A4C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Delay</w:t>
            </w:r>
            <w:proofErr w:type="spellEnd"/>
          </w:p>
          <w:p w14:paraId="48390BAB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Sampler</w:t>
            </w:r>
          </w:p>
          <w:p w14:paraId="4F817297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PA (</w:t>
            </w: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Public</w:t>
            </w:r>
            <w:proofErr w:type="spellEnd"/>
            <w:r w:rsidRPr="0047719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Address</w:t>
            </w:r>
            <w:proofErr w:type="spellEnd"/>
            <w:r w:rsidRPr="0047719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3415F208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 xml:space="preserve">Portabilidade </w:t>
            </w: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vs</w:t>
            </w:r>
            <w:proofErr w:type="spellEnd"/>
            <w:r w:rsidRPr="00477194">
              <w:rPr>
                <w:rFonts w:ascii="Verdana Pro Light" w:hAnsi="Verdana Pro Light"/>
                <w:sz w:val="18"/>
                <w:szCs w:val="18"/>
              </w:rPr>
              <w:t xml:space="preserve"> potência e fidelidade dum sistema de PA</w:t>
            </w:r>
          </w:p>
          <w:p w14:paraId="48F2FB51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Amplificadores</w:t>
            </w:r>
          </w:p>
          <w:p w14:paraId="2CA0272C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Crossovers</w:t>
            </w:r>
          </w:p>
          <w:p w14:paraId="170B872C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Colunas</w:t>
            </w:r>
          </w:p>
          <w:p w14:paraId="304D61B3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Acerto de fase e polaridade do sistema de amplificação</w:t>
            </w:r>
          </w:p>
          <w:p w14:paraId="23A9EB24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Monição de palco</w:t>
            </w:r>
          </w:p>
          <w:p w14:paraId="48AE991F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lastRenderedPageBreak/>
              <w:t>Monição de bastidores (teatros, casinos, TV, entre outros)</w:t>
            </w:r>
          </w:p>
          <w:p w14:paraId="6D351A51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Cablagem e ligações</w:t>
            </w:r>
          </w:p>
          <w:p w14:paraId="293F9063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 xml:space="preserve">Fichas </w:t>
            </w: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multipin</w:t>
            </w:r>
            <w:proofErr w:type="spellEnd"/>
          </w:p>
          <w:p w14:paraId="0692DC4B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Stage</w:t>
            </w:r>
            <w:proofErr w:type="spellEnd"/>
            <w:r w:rsidRPr="00477194">
              <w:rPr>
                <w:rFonts w:ascii="Verdana Pro Light" w:hAnsi="Verdana Pro Light"/>
                <w:sz w:val="18"/>
                <w:szCs w:val="18"/>
              </w:rPr>
              <w:t xml:space="preserve"> box, </w:t>
            </w: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multicore</w:t>
            </w:r>
            <w:proofErr w:type="spellEnd"/>
          </w:p>
          <w:p w14:paraId="4B19D0CF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 xml:space="preserve">D.I. - </w:t>
            </w: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Direct</w:t>
            </w:r>
            <w:proofErr w:type="spellEnd"/>
            <w:r w:rsidRPr="0047719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Injection</w:t>
            </w:r>
            <w:proofErr w:type="spellEnd"/>
          </w:p>
          <w:p w14:paraId="386C6B71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Grandes pressões sonoras</w:t>
            </w:r>
          </w:p>
          <w:p w14:paraId="3262AA83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Deafness</w:t>
            </w:r>
            <w:proofErr w:type="spellEnd"/>
          </w:p>
          <w:p w14:paraId="0E3442FA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 xml:space="preserve">dB, </w:t>
            </w: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dBA</w:t>
            </w:r>
            <w:proofErr w:type="spellEnd"/>
            <w:r w:rsidRPr="00477194">
              <w:rPr>
                <w:rFonts w:ascii="Verdana Pro Light" w:hAnsi="Verdana Pro Light"/>
                <w:sz w:val="18"/>
                <w:szCs w:val="18"/>
              </w:rPr>
              <w:t xml:space="preserve">, </w:t>
            </w:r>
            <w:proofErr w:type="spellStart"/>
            <w:r w:rsidRPr="00477194">
              <w:rPr>
                <w:rFonts w:ascii="Verdana Pro Light" w:hAnsi="Verdana Pro Light"/>
                <w:sz w:val="18"/>
                <w:szCs w:val="18"/>
              </w:rPr>
              <w:t>LAeq</w:t>
            </w:r>
            <w:proofErr w:type="spellEnd"/>
          </w:p>
          <w:p w14:paraId="05FA2D11" w14:textId="77777777" w:rsidR="002121BE" w:rsidRPr="00C8213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82134">
              <w:rPr>
                <w:rFonts w:ascii="Verdana Pro Light" w:hAnsi="Verdana Pro Light"/>
                <w:b/>
                <w:bCs/>
                <w:sz w:val="18"/>
                <w:szCs w:val="18"/>
              </w:rPr>
              <w:t>Local do evento</w:t>
            </w:r>
          </w:p>
          <w:p w14:paraId="699F9A26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Exterior</w:t>
            </w:r>
          </w:p>
          <w:p w14:paraId="2AE98DC1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Sala de espetáculos</w:t>
            </w:r>
          </w:p>
          <w:p w14:paraId="5CEFF8CF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Planta do local</w:t>
            </w:r>
          </w:p>
          <w:p w14:paraId="7D28F2EA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Número de lugares</w:t>
            </w:r>
          </w:p>
          <w:p w14:paraId="26FBF36B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Área e altura (volumes)</w:t>
            </w:r>
          </w:p>
          <w:p w14:paraId="2AB625D1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477194">
              <w:rPr>
                <w:rFonts w:ascii="Verdana Pro Light" w:hAnsi="Verdana Pro Light"/>
                <w:sz w:val="18"/>
                <w:szCs w:val="18"/>
              </w:rPr>
              <w:t>Cálculo de potência para o tipo de evento</w:t>
            </w:r>
          </w:p>
          <w:p w14:paraId="28D58384" w14:textId="77777777" w:rsidR="002121BE" w:rsidRPr="00477194" w:rsidRDefault="002121BE" w:rsidP="00F02262">
            <w:pPr>
              <w:pStyle w:val="PargrafodaLista"/>
              <w:spacing w:before="60" w:after="60" w:line="360" w:lineRule="auto"/>
              <w:ind w:left="429"/>
              <w:rPr>
                <w:rFonts w:ascii="Verdana Pro Light" w:hAnsi="Verdana Pro Light"/>
                <w:sz w:val="18"/>
                <w:szCs w:val="18"/>
              </w:rPr>
            </w:pPr>
          </w:p>
          <w:p w14:paraId="22232876" w14:textId="77777777" w:rsidR="002121BE" w:rsidRPr="00C8213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82134">
              <w:rPr>
                <w:rFonts w:ascii="Verdana Pro Light" w:hAnsi="Verdana Pro Light"/>
                <w:b/>
                <w:bCs/>
                <w:sz w:val="18"/>
                <w:szCs w:val="18"/>
              </w:rPr>
              <w:t>Técnicas de organização das diferentes equipas envolvidas num projeto de som ao vivo</w:t>
            </w:r>
          </w:p>
          <w:p w14:paraId="39D3F19D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12E8D719" w14:textId="77777777" w:rsidR="002121BE" w:rsidRPr="00C8213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82134">
              <w:rPr>
                <w:rFonts w:ascii="Verdana Pro Light" w:hAnsi="Verdana Pro Light"/>
                <w:b/>
                <w:bCs/>
                <w:sz w:val="18"/>
                <w:szCs w:val="18"/>
              </w:rPr>
              <w:t>Captação e gravação ao vivo de um evento</w:t>
            </w:r>
          </w:p>
          <w:p w14:paraId="0990A35E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0CD7F2FE" w14:textId="77777777" w:rsidR="002121BE" w:rsidRPr="00C8213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contextualSpacing w:val="0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proofErr w:type="spellStart"/>
            <w:r w:rsidRPr="00C82134">
              <w:rPr>
                <w:rFonts w:ascii="Verdana Pro Light" w:hAnsi="Verdana Pro Light"/>
                <w:b/>
                <w:bCs/>
                <w:sz w:val="18"/>
                <w:szCs w:val="18"/>
              </w:rPr>
              <w:t>Rigging</w:t>
            </w:r>
            <w:proofErr w:type="spellEnd"/>
            <w:r w:rsidRPr="00C8213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e elevação de estruturas</w:t>
            </w:r>
          </w:p>
          <w:p w14:paraId="5391A355" w14:textId="77777777" w:rsidR="002121BE" w:rsidRPr="00477194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3E267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</w:t>
            </w:r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valiar o ambiente em que os equipamentos serão instalados. </w:t>
            </w:r>
          </w:p>
          <w:p w14:paraId="028139D3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Medir a</w:t>
            </w:r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reverberação, análise de pontos de reflexão e identificação de possíveis problemas acústicos.</w:t>
            </w:r>
          </w:p>
          <w:p w14:paraId="3294142B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rojetar sistemas de áudio que atendam às necessidades específicas do espaço, considerando o tamanho, a forma e a função do ambiente</w:t>
            </w:r>
          </w:p>
          <w:p w14:paraId="75D67828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cionar</w:t>
            </w:r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alto-falantes, amplificadores e processadores de áudio, levando em conta as características do ambiente. </w:t>
            </w:r>
          </w:p>
          <w:p w14:paraId="3FCC92C3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osicionar os equipamentos para otimizar a distribuição do som.</w:t>
            </w:r>
          </w:p>
          <w:p w14:paraId="262722FA" w14:textId="77777777" w:rsidR="002121BE" w:rsidRPr="00517AA8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mplementar soluções de tratamento acústico, como painéis absorventes, difusores e </w:t>
            </w:r>
            <w:proofErr w:type="spellStart"/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bass</w:t>
            </w:r>
            <w:proofErr w:type="spellEnd"/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traps</w:t>
            </w:r>
            <w:proofErr w:type="spellEnd"/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para melhorar a qualidade do som no espaço.</w:t>
            </w:r>
          </w:p>
          <w:p w14:paraId="46758605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alibra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sistemas de áudio para garantir uma reprodução precisa do som. </w:t>
            </w:r>
          </w:p>
          <w:p w14:paraId="25A3464F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justar níveis, equalização e sincronização de alto-falantes.</w:t>
            </w:r>
          </w:p>
          <w:p w14:paraId="03CD0C09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arantir uma alimentação adequada aos equipamentos. </w:t>
            </w:r>
          </w:p>
          <w:p w14:paraId="6C5365BF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</w:t>
            </w:r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onectar e integrar diferentes componentes de áudio.</w:t>
            </w:r>
          </w:p>
          <w:p w14:paraId="56733E3B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4C31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iagnosticar e resolver problemas acústicos e técnicos que possam surgir durante ou após a instalação.</w:t>
            </w:r>
          </w:p>
          <w:p w14:paraId="1E27425D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329B6F6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25CD8A7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EF05DFA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521B74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F436F6" w14:textId="77777777" w:rsidR="002121BE" w:rsidRPr="00057283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D6518" w14:textId="77777777" w:rsidR="002121BE" w:rsidRPr="0020338E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2B4C0883" w14:textId="77777777" w:rsidR="002121BE" w:rsidRPr="0020338E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1EEF454F" w14:textId="77777777" w:rsidR="002121BE" w:rsidRPr="0020338E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5C42B89F" w14:textId="77777777" w:rsidR="002121BE" w:rsidRPr="0020338E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06B18C33" w14:textId="77777777" w:rsidR="002121BE" w:rsidRPr="0020338E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645C2B3C" w14:textId="77777777" w:rsidR="002121BE" w:rsidRPr="0020338E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3EF38B2B" w14:textId="77777777" w:rsidR="002121BE" w:rsidRPr="0020338E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202EB974" w14:textId="77777777" w:rsidR="002121BE" w:rsidRPr="0020338E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3B8D5FE6" w14:textId="77777777" w:rsidR="002121BE" w:rsidRPr="0020338E" w:rsidRDefault="002121BE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39A4BC58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FDA41E0" w14:textId="77777777" w:rsidR="002121BE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1E1A45" w14:textId="77777777" w:rsidR="002121BE" w:rsidRPr="00057283" w:rsidRDefault="002121BE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8CC4AC8" w14:textId="77777777" w:rsidR="002121BE" w:rsidRDefault="002121BE" w:rsidP="002121B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05DBD6A" w14:textId="77777777" w:rsidR="002121BE" w:rsidRDefault="002121BE" w:rsidP="002121B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7384E6C" w14:textId="77777777" w:rsidR="002121BE" w:rsidRPr="00F87025" w:rsidRDefault="002121BE" w:rsidP="002121B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6254094" w14:textId="77777777" w:rsidR="002121BE" w:rsidRPr="00F20E6F" w:rsidRDefault="002121BE" w:rsidP="002121BE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77194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Instalar equipamentos áudio tendo em conta a acústica arquitetural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E2B5098" w14:textId="77777777" w:rsidR="002121BE" w:rsidRPr="0064164C" w:rsidRDefault="002121BE" w:rsidP="002121B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</w:t>
      </w:r>
      <w:r w:rsidRPr="004C31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eproduzi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4C31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fielmente o som original, sem distorções indesejadas. A resposta de frequência deve ser equilibrada e adaptada ao ambiente.</w:t>
      </w:r>
    </w:p>
    <w:p w14:paraId="6EBFC775" w14:textId="77777777" w:rsidR="002121BE" w:rsidRPr="0064164C" w:rsidRDefault="002121BE" w:rsidP="002121B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4C31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Minimiza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4C31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reflexões indesejadas que possam causar coloração no som.</w:t>
      </w:r>
    </w:p>
    <w:p w14:paraId="4E53D774" w14:textId="77777777" w:rsidR="002121BE" w:rsidRDefault="002121BE" w:rsidP="002121B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4C31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ontrola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4C31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reverberação de acordo com as necessidades do ambiente. </w:t>
      </w:r>
    </w:p>
    <w:p w14:paraId="017D520A" w14:textId="77777777" w:rsidR="002121BE" w:rsidRPr="0064164C" w:rsidRDefault="002121BE" w:rsidP="002121B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4C31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4C31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distribuição uniforme do som em todo o espaço, evitando áreas com níveis sonoros significativamente diferentes.</w:t>
      </w:r>
    </w:p>
    <w:p w14:paraId="3FC0F564" w14:textId="77777777" w:rsidR="002121BE" w:rsidRDefault="002121BE" w:rsidP="002121B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</w:t>
      </w:r>
      <w:r w:rsidRPr="004C31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incroniza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4C31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Pr="004C311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 diferentes componentes do sistema para proporcionar uma experiência sonora coesa.</w:t>
      </w:r>
    </w:p>
    <w:p w14:paraId="6892DA2A" w14:textId="77777777" w:rsidR="002121BE" w:rsidRPr="0064164C" w:rsidRDefault="002121BE" w:rsidP="002121B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4F68C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4F68C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calibração precisa do sistema para ajustar níveis de volume, equalização e atrasos temporais, conforme necessário. Isso assegura uma reprodução precisa do conteúdo de áudio.</w:t>
      </w:r>
    </w:p>
    <w:p w14:paraId="64C86495" w14:textId="77777777" w:rsidR="002121BE" w:rsidRPr="00136AD8" w:rsidRDefault="002121BE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C79479" w14:textId="77777777" w:rsidR="002121BE" w:rsidRPr="00F87025" w:rsidRDefault="002121BE" w:rsidP="002121B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197D8D2" w14:textId="77777777" w:rsidR="002121BE" w:rsidRDefault="002121BE" w:rsidP="002121B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1965DBAA" w14:textId="77777777" w:rsidR="002121BE" w:rsidRDefault="002121BE" w:rsidP="002121B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som</w:t>
      </w:r>
    </w:p>
    <w:p w14:paraId="73A8C765" w14:textId="77777777" w:rsidR="002121BE" w:rsidRPr="008047E3" w:rsidRDefault="002121BE" w:rsidP="002121B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2CF66833" w14:textId="77777777" w:rsidR="002121BE" w:rsidRPr="00984B30" w:rsidRDefault="002121BE" w:rsidP="002121B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Salas de Espetáculo</w:t>
      </w:r>
    </w:p>
    <w:p w14:paraId="040845C5" w14:textId="77777777" w:rsidR="002121BE" w:rsidRPr="00051C79" w:rsidRDefault="002121BE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6956DB" w14:textId="77777777" w:rsidR="002121BE" w:rsidRPr="00F87025" w:rsidRDefault="002121BE" w:rsidP="002121B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035E38F" w14:textId="77777777" w:rsidR="002121BE" w:rsidRPr="00564406" w:rsidRDefault="002121BE" w:rsidP="002121B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acesso à internet.</w:t>
      </w:r>
    </w:p>
    <w:p w14:paraId="2E6789D1" w14:textId="77777777" w:rsidR="002121BE" w:rsidRDefault="002121BE" w:rsidP="002121B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551ED87D" w14:textId="77777777" w:rsidR="002121BE" w:rsidRDefault="002121BE" w:rsidP="002121B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produção musical (DAW)</w:t>
      </w:r>
    </w:p>
    <w:p w14:paraId="1B64192A" w14:textId="77777777" w:rsidR="002121BE" w:rsidRDefault="002121BE" w:rsidP="002121B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Mesa mistura</w:t>
      </w:r>
    </w:p>
    <w:p w14:paraId="6A262D5B" w14:textId="77777777" w:rsidR="002121BE" w:rsidRDefault="002121BE" w:rsidP="002121B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Microfones.</w:t>
      </w:r>
    </w:p>
    <w:p w14:paraId="55A6F8BD" w14:textId="77777777" w:rsidR="002121BE" w:rsidRPr="00501DC8" w:rsidRDefault="002121BE" w:rsidP="002121B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áudio.</w:t>
      </w:r>
    </w:p>
    <w:p w14:paraId="01A14E18" w14:textId="77777777" w:rsidR="002121BE" w:rsidRPr="00051C79" w:rsidRDefault="002121BE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3DA39F" w14:textId="77777777" w:rsidR="002121BE" w:rsidRPr="00F87025" w:rsidRDefault="002121BE" w:rsidP="002121B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BBAC761" w14:textId="77777777" w:rsidR="002121BE" w:rsidRPr="00051C79" w:rsidRDefault="002121BE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77FB78D" w14:textId="77777777" w:rsidR="002121BE" w:rsidRPr="00051C79" w:rsidRDefault="002121BE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B1A69D" w14:textId="77777777" w:rsidR="002121BE" w:rsidRDefault="002121BE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E42695" w14:textId="77777777" w:rsidR="00632367" w:rsidRDefault="00632367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0B2FD05" w14:textId="77777777" w:rsidR="00632367" w:rsidRDefault="00632367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424A67C" w14:textId="77777777" w:rsidR="00632367" w:rsidRDefault="00632367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1534B7" w14:textId="77777777" w:rsidR="00053214" w:rsidRDefault="00053214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967219" w14:textId="77777777" w:rsidR="00053214" w:rsidRDefault="00053214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677C8B" w14:textId="77777777" w:rsidR="00053214" w:rsidRDefault="00053214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0F4C34" w14:textId="77777777" w:rsidR="00053214" w:rsidRDefault="00053214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53214" w:rsidRPr="00136AD8" w14:paraId="3F01C0A3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7D3FA6F" w14:textId="77777777" w:rsidR="00053214" w:rsidRPr="00136AD8" w:rsidRDefault="00053214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0006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A3B4639" w14:textId="77777777" w:rsidR="00053214" w:rsidRPr="009C256C" w:rsidRDefault="00053214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90909">
              <w:t>Preparar e gravar projetos em estúdio e/ou palco.</w:t>
            </w:r>
          </w:p>
        </w:tc>
      </w:tr>
      <w:tr w:rsidR="00053214" w:rsidRPr="00136AD8" w14:paraId="02D8D7E1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1481571" w14:textId="3135DB15" w:rsidR="00053214" w:rsidRPr="00136AD8" w:rsidRDefault="00053214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F82377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56B5CEE" w14:textId="77777777" w:rsidR="00053214" w:rsidRPr="00136AD8" w:rsidRDefault="00053214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7F52E1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Áudio – </w:t>
            </w:r>
            <w:proofErr w:type="spellStart"/>
            <w:r w:rsidRPr="007F52E1">
              <w:rPr>
                <w:rFonts w:ascii="Verdana Pro Light" w:eastAsia="Arial Unicode MS" w:hAnsi="Verdana Pro Light" w:cs="Times New Roman"/>
                <w:sz w:val="18"/>
                <w:szCs w:val="18"/>
              </w:rPr>
              <w:t>broadcasting</w:t>
            </w:r>
            <w:proofErr w:type="spellEnd"/>
          </w:p>
        </w:tc>
      </w:tr>
    </w:tbl>
    <w:p w14:paraId="53DE75CE" w14:textId="77777777" w:rsidR="00053214" w:rsidRPr="00136AD8" w:rsidRDefault="00053214" w:rsidP="0005321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85A39FB" w14:textId="77777777" w:rsidR="00053214" w:rsidRDefault="00053214" w:rsidP="0005321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586F0A01" w14:textId="77777777" w:rsidR="00053214" w:rsidRDefault="00053214" w:rsidP="00053214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36DFAE91" w14:textId="77777777" w:rsidR="00053214" w:rsidRPr="00136AD8" w:rsidRDefault="00053214" w:rsidP="0005321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53214" w:rsidRPr="00136AD8" w14:paraId="22598BAA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E38C139" w14:textId="77777777" w:rsidR="00053214" w:rsidRPr="001B353A" w:rsidRDefault="00053214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53214" w:rsidRPr="00136AD8" w14:paraId="44D7F8E2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4FB812" w14:textId="6711EB4E" w:rsidR="00053214" w:rsidRPr="007F52E1" w:rsidRDefault="00053214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82E74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a p</w:t>
            </w:r>
            <w:r w:rsidR="00282E74" w:rsidRPr="00B927E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ré-produção e </w:t>
            </w:r>
            <w:r w:rsidR="00282E74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282E74" w:rsidRPr="00B927EC">
              <w:rPr>
                <w:rFonts w:ascii="Verdana Pro Light" w:eastAsia="Arial Unicode MS" w:hAnsi="Verdana Pro Light" w:cs="Arial Unicode MS"/>
                <w:sz w:val="18"/>
                <w:szCs w:val="18"/>
              </w:rPr>
              <w:t>gendamento</w:t>
            </w:r>
            <w:r w:rsidR="00282E74" w:rsidRPr="00E8194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6D557708" w14:textId="2DF99D73" w:rsidR="00053214" w:rsidRPr="001B353A" w:rsidRDefault="00053214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82E74" w:rsidRPr="00282E74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Criação/captação do conteúdo de áudio a ser transmitido</w:t>
            </w:r>
          </w:p>
          <w:p w14:paraId="02C46EB6" w14:textId="568B3735" w:rsidR="00053214" w:rsidRPr="001B353A" w:rsidRDefault="00053214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70D21">
              <w:rPr>
                <w:rFonts w:ascii="Verdana Pro Light" w:eastAsia="Arial Unicode MS" w:hAnsi="Verdana Pro Light" w:cs="Arial Unicode MS"/>
                <w:sz w:val="18"/>
                <w:szCs w:val="18"/>
              </w:rPr>
              <w:t>E</w:t>
            </w:r>
            <w:r w:rsidR="00470D21" w:rsidRPr="00470D21">
              <w:rPr>
                <w:rFonts w:ascii="Verdana Pro Light" w:eastAsia="Arial Unicode MS" w:hAnsi="Verdana Pro Light" w:cs="Arial Unicode MS"/>
                <w:sz w:val="18"/>
                <w:szCs w:val="18"/>
              </w:rPr>
              <w:t>nvi</w:t>
            </w:r>
            <w:r w:rsidR="00470D21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470D21" w:rsidRPr="00470D2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para o sistema de transmissão da estação de rádio ou plataforma de </w:t>
            </w:r>
            <w:proofErr w:type="spellStart"/>
            <w:r w:rsidR="00470D21" w:rsidRPr="00470D21">
              <w:rPr>
                <w:rFonts w:ascii="Verdana Pro Light" w:eastAsia="Arial Unicode MS" w:hAnsi="Verdana Pro Light" w:cs="Arial Unicode MS"/>
                <w:sz w:val="18"/>
                <w:szCs w:val="18"/>
              </w:rPr>
              <w:t>streaming</w:t>
            </w:r>
            <w:proofErr w:type="spellEnd"/>
            <w:r w:rsidR="00470D21" w:rsidRPr="00470D21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</w:tc>
      </w:tr>
      <w:tr w:rsidR="00053214" w:rsidRPr="00136AD8" w14:paraId="295E600F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73DBDC" w14:textId="77777777" w:rsidR="00053214" w:rsidRPr="001B353A" w:rsidRDefault="00053214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C644A9" w14:textId="77777777" w:rsidR="00053214" w:rsidRPr="001B353A" w:rsidRDefault="00053214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844FB03" w14:textId="77777777" w:rsidR="00053214" w:rsidRPr="001B353A" w:rsidRDefault="00053214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53214" w:rsidRPr="00136AD8" w14:paraId="0EA35BE0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7DB3E" w14:textId="77777777" w:rsidR="00053214" w:rsidRPr="009F5C19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9F5C19">
              <w:rPr>
                <w:rFonts w:ascii="Verdana Pro Light" w:hAnsi="Verdana Pro Light"/>
                <w:b/>
                <w:bCs/>
                <w:sz w:val="18"/>
                <w:szCs w:val="18"/>
              </w:rPr>
              <w:t>Conceitos, técnicas e meios de captação, mistura e gravação</w:t>
            </w:r>
          </w:p>
          <w:p w14:paraId="70C2B169" w14:textId="77777777" w:rsidR="00053214" w:rsidRPr="007F52E1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F52E1">
              <w:rPr>
                <w:rFonts w:ascii="Verdana Pro Light" w:hAnsi="Verdana Pro Light"/>
                <w:sz w:val="18"/>
                <w:szCs w:val="18"/>
              </w:rPr>
              <w:t>Concertos</w:t>
            </w:r>
          </w:p>
          <w:p w14:paraId="781D0BD1" w14:textId="77777777" w:rsidR="00053214" w:rsidRPr="007F52E1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F52E1">
              <w:rPr>
                <w:rFonts w:ascii="Verdana Pro Light" w:hAnsi="Verdana Pro Light"/>
                <w:sz w:val="18"/>
                <w:szCs w:val="18"/>
              </w:rPr>
              <w:t>Espetáculos musicais</w:t>
            </w:r>
          </w:p>
          <w:p w14:paraId="0D5B48BD" w14:textId="77777777" w:rsidR="00053214" w:rsidRPr="007F52E1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F52E1">
              <w:rPr>
                <w:rFonts w:ascii="Verdana Pro Light" w:hAnsi="Verdana Pro Light"/>
                <w:sz w:val="18"/>
                <w:szCs w:val="18"/>
              </w:rPr>
              <w:t>Entrevistas</w:t>
            </w:r>
          </w:p>
          <w:p w14:paraId="02023F39" w14:textId="77777777" w:rsidR="00053214" w:rsidRPr="007F52E1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F52E1">
              <w:rPr>
                <w:rFonts w:ascii="Verdana Pro Light" w:hAnsi="Verdana Pro Light"/>
                <w:sz w:val="18"/>
                <w:szCs w:val="18"/>
              </w:rPr>
              <w:t>Debates</w:t>
            </w:r>
          </w:p>
          <w:p w14:paraId="2B4028E7" w14:textId="77777777" w:rsidR="00053214" w:rsidRPr="007F52E1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F52E1">
              <w:rPr>
                <w:rFonts w:ascii="Verdana Pro Light" w:hAnsi="Verdana Pro Light"/>
                <w:sz w:val="18"/>
                <w:szCs w:val="18"/>
              </w:rPr>
              <w:t>Informativos</w:t>
            </w:r>
          </w:p>
          <w:p w14:paraId="576DEC6D" w14:textId="77777777" w:rsidR="00053214" w:rsidRPr="007F52E1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F52E1">
              <w:rPr>
                <w:rFonts w:ascii="Verdana Pro Light" w:hAnsi="Verdana Pro Light"/>
                <w:sz w:val="18"/>
                <w:szCs w:val="18"/>
              </w:rPr>
              <w:t>Desporto</w:t>
            </w:r>
          </w:p>
          <w:p w14:paraId="2F13FF85" w14:textId="77777777" w:rsidR="00053214" w:rsidRPr="007F52E1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7F52E1">
              <w:rPr>
                <w:rFonts w:ascii="Verdana Pro Light" w:hAnsi="Verdana Pro Light"/>
                <w:sz w:val="18"/>
                <w:szCs w:val="18"/>
              </w:rPr>
              <w:t>Talkshows</w:t>
            </w:r>
            <w:proofErr w:type="spellEnd"/>
          </w:p>
          <w:p w14:paraId="2D3E56B4" w14:textId="77777777" w:rsidR="00053214" w:rsidRPr="007F52E1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F52E1">
              <w:rPr>
                <w:rFonts w:ascii="Verdana Pro Light" w:hAnsi="Verdana Pro Light"/>
                <w:sz w:val="18"/>
                <w:szCs w:val="18"/>
              </w:rPr>
              <w:t>Outros formatos</w:t>
            </w:r>
          </w:p>
          <w:p w14:paraId="4B90F282" w14:textId="77777777" w:rsidR="00053214" w:rsidRPr="00DC7A9B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C7A9B">
              <w:rPr>
                <w:rFonts w:ascii="Verdana Pro Light" w:hAnsi="Verdana Pro Light"/>
                <w:b/>
                <w:bCs/>
                <w:sz w:val="18"/>
                <w:szCs w:val="18"/>
              </w:rPr>
              <w:t>Técnicas e meios de captação</w:t>
            </w:r>
          </w:p>
          <w:p w14:paraId="12B44B22" w14:textId="77777777" w:rsidR="00053214" w:rsidRPr="00DC7A9B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C7A9B">
              <w:rPr>
                <w:rFonts w:ascii="Verdana Pro Light" w:hAnsi="Verdana Pro Light"/>
                <w:b/>
                <w:bCs/>
                <w:sz w:val="18"/>
                <w:szCs w:val="18"/>
              </w:rPr>
              <w:t>Ruído</w:t>
            </w:r>
          </w:p>
          <w:p w14:paraId="29B30C07" w14:textId="77777777" w:rsidR="00053214" w:rsidRPr="007F52E1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F52E1">
              <w:rPr>
                <w:rFonts w:ascii="Verdana Pro Light" w:hAnsi="Verdana Pro Light"/>
                <w:sz w:val="18"/>
                <w:szCs w:val="18"/>
              </w:rPr>
              <w:t>Compressão</w:t>
            </w:r>
          </w:p>
          <w:p w14:paraId="54E1369E" w14:textId="77777777" w:rsidR="00053214" w:rsidRPr="007F52E1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F52E1">
              <w:rPr>
                <w:rFonts w:ascii="Verdana Pro Light" w:hAnsi="Verdana Pro Light"/>
                <w:sz w:val="18"/>
                <w:szCs w:val="18"/>
              </w:rPr>
              <w:t>Expansão</w:t>
            </w:r>
          </w:p>
          <w:p w14:paraId="5EF92F93" w14:textId="77777777" w:rsidR="00053214" w:rsidRPr="007F52E1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F52E1">
              <w:rPr>
                <w:rFonts w:ascii="Verdana Pro Light" w:hAnsi="Verdana Pro Light"/>
                <w:sz w:val="18"/>
                <w:szCs w:val="18"/>
              </w:rPr>
              <w:t>Redução</w:t>
            </w:r>
          </w:p>
          <w:p w14:paraId="18A314FD" w14:textId="77777777" w:rsidR="00053214" w:rsidRPr="00DC7A9B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C7A9B">
              <w:rPr>
                <w:rFonts w:ascii="Verdana Pro Light" w:hAnsi="Verdana Pro Light"/>
                <w:b/>
                <w:bCs/>
                <w:sz w:val="18"/>
                <w:szCs w:val="18"/>
              </w:rPr>
              <w:t>Sinais de VT</w:t>
            </w:r>
          </w:p>
          <w:p w14:paraId="4368E7AE" w14:textId="77777777" w:rsidR="00053214" w:rsidRPr="00DC7A9B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proofErr w:type="spellStart"/>
            <w:r w:rsidRPr="00DC7A9B">
              <w:rPr>
                <w:rFonts w:ascii="Verdana Pro Light" w:hAnsi="Verdana Pro Light"/>
                <w:b/>
                <w:bCs/>
                <w:sz w:val="18"/>
                <w:szCs w:val="18"/>
              </w:rPr>
              <w:t>Inserts</w:t>
            </w:r>
            <w:proofErr w:type="spellEnd"/>
            <w:r w:rsidRPr="00DC7A9B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de áudio</w:t>
            </w:r>
          </w:p>
          <w:p w14:paraId="2A8CD9C6" w14:textId="77777777" w:rsidR="00053214" w:rsidRPr="00DC7A9B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C7A9B">
              <w:rPr>
                <w:rFonts w:ascii="Verdana Pro Light" w:hAnsi="Verdana Pro Light"/>
                <w:b/>
                <w:bCs/>
                <w:sz w:val="18"/>
                <w:szCs w:val="18"/>
              </w:rPr>
              <w:t>Outros sinais de linha</w:t>
            </w:r>
          </w:p>
          <w:p w14:paraId="788B596B" w14:textId="77777777" w:rsidR="00053214" w:rsidRPr="00DC7A9B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DC7A9B">
              <w:rPr>
                <w:rFonts w:ascii="Verdana Pro Light" w:hAnsi="Verdana Pro Light"/>
                <w:b/>
                <w:bCs/>
                <w:sz w:val="18"/>
                <w:szCs w:val="18"/>
              </w:rPr>
              <w:t>Sinais de retorno e de intercomunicação</w:t>
            </w:r>
          </w:p>
          <w:p w14:paraId="14F24B92" w14:textId="77777777" w:rsidR="00053214" w:rsidRPr="007F52E1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2E49D085" w14:textId="77777777" w:rsidR="00053214" w:rsidRPr="007F52E1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145CC" w14:textId="77777777" w:rsidR="00053214" w:rsidRDefault="00053214" w:rsidP="00F02262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3D75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onfigurar e otimizar o ambiente de gravação, considerando acústica, iluminação e posicionamento de equipamentos.</w:t>
            </w:r>
          </w:p>
          <w:p w14:paraId="576F87E3" w14:textId="77777777" w:rsidR="00053214" w:rsidRDefault="00053214" w:rsidP="00F02262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Dirigir</w:t>
            </w:r>
            <w:r w:rsidRPr="003D75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músicos, atores ou qualquer talento envolvido no projeto.</w:t>
            </w:r>
          </w:p>
          <w:p w14:paraId="6CBCF511" w14:textId="77777777" w:rsidR="00053214" w:rsidRDefault="00053214" w:rsidP="00F02262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Gerir </w:t>
            </w:r>
            <w:r w:rsidRPr="003D75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equipa técnica, assegurando que todos trabalhem em sintonia.</w:t>
            </w:r>
          </w:p>
          <w:p w14:paraId="281272B5" w14:textId="77777777" w:rsidR="00053214" w:rsidRPr="00517AA8" w:rsidRDefault="00053214" w:rsidP="00F02262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3D75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rganizar eficientemente as sessões de gravação, incluindo planeamento de tempo, seleção de takes e gestão de recursos.</w:t>
            </w:r>
          </w:p>
          <w:p w14:paraId="66C74206" w14:textId="77777777" w:rsidR="00053214" w:rsidRDefault="00053214" w:rsidP="00F02262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D75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Contribui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3D75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decisões artísticas, como arranjos musicais, escolha de timbres, efeitos, etc.</w:t>
            </w:r>
          </w:p>
          <w:p w14:paraId="053CC9D5" w14:textId="77777777" w:rsidR="00053214" w:rsidRDefault="00053214" w:rsidP="00F02262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3D75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ombinar e equalizar diferentes faixas.</w:t>
            </w:r>
          </w:p>
          <w:p w14:paraId="0817A834" w14:textId="77777777" w:rsidR="00053214" w:rsidRDefault="00053214" w:rsidP="00F02262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3D75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asteriza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3D75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otimizar a qualidade sonora do produto final.</w:t>
            </w:r>
          </w:p>
          <w:p w14:paraId="0E9C92BC" w14:textId="77777777" w:rsidR="00053214" w:rsidRDefault="00053214" w:rsidP="00F02262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3D75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dir de forma </w:t>
            </w:r>
            <w:r w:rsidRPr="003D75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rápida e eficiente durante as sessões de gravação.</w:t>
            </w:r>
          </w:p>
          <w:p w14:paraId="27B5E07C" w14:textId="77777777" w:rsidR="00053214" w:rsidRDefault="00053214" w:rsidP="00F02262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3D75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olucionar problemas técnicos que possam surgir durante o processo de gravação.</w:t>
            </w:r>
          </w:p>
          <w:p w14:paraId="0771B2A4" w14:textId="77777777" w:rsidR="00053214" w:rsidRDefault="00053214" w:rsidP="00F02262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3D75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omunicar claramente as expectativas e direções aos artistas.</w:t>
            </w:r>
          </w:p>
          <w:p w14:paraId="2FDEFCE5" w14:textId="77777777" w:rsidR="00053214" w:rsidRPr="00057283" w:rsidRDefault="00053214" w:rsidP="00F02262">
            <w:pPr>
              <w:pStyle w:val="PargrafodaLista"/>
              <w:numPr>
                <w:ilvl w:val="0"/>
                <w:numId w:val="4"/>
              </w:numPr>
              <w:spacing w:before="120" w:after="0" w:line="240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42E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cronogramas de gravação realistas e eficientes.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8A354" w14:textId="77777777" w:rsidR="00053214" w:rsidRPr="0020338E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32BE8198" w14:textId="77777777" w:rsidR="00053214" w:rsidRPr="0020338E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517E60E9" w14:textId="77777777" w:rsidR="00053214" w:rsidRPr="0020338E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7858A96D" w14:textId="77777777" w:rsidR="00053214" w:rsidRPr="0020338E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7C68B22E" w14:textId="77777777" w:rsidR="00053214" w:rsidRPr="0020338E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57888B04" w14:textId="77777777" w:rsidR="00053214" w:rsidRPr="0020338E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2C49FF7B" w14:textId="77777777" w:rsidR="00053214" w:rsidRPr="0020338E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2DDAE228" w14:textId="77777777" w:rsidR="00053214" w:rsidRPr="0020338E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4122F584" w14:textId="77777777" w:rsidR="00053214" w:rsidRPr="0020338E" w:rsidRDefault="0005321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7531B2C0" w14:textId="77777777" w:rsidR="00053214" w:rsidRPr="00057283" w:rsidRDefault="0005321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C08580C" w14:textId="77777777" w:rsidR="00053214" w:rsidRDefault="00053214" w:rsidP="0005321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7269CA0" w14:textId="77777777" w:rsidR="00053214" w:rsidRDefault="00053214" w:rsidP="0005321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F537EE9" w14:textId="77777777" w:rsidR="00053214" w:rsidRPr="00F87025" w:rsidRDefault="00053214" w:rsidP="000532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138BA37" w14:textId="77777777" w:rsidR="00053214" w:rsidRPr="00F20E6F" w:rsidRDefault="00053214" w:rsidP="0005321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7F52E1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Preparar e gravar projetos em estúdio e/ou palco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84C9657" w14:textId="77777777" w:rsidR="00053214" w:rsidRPr="0064164C" w:rsidRDefault="00053214" w:rsidP="000532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G</w:t>
      </w:r>
      <w:r w:rsidRPr="003D75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rava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3D75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ou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captando a </w:t>
      </w:r>
      <w:r w:rsidRPr="003D75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performance ao vivo atende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3D75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aos padrões desejados em termos de clareza e nitidez</w:t>
      </w:r>
    </w:p>
    <w:p w14:paraId="6D305095" w14:textId="77777777" w:rsidR="00053214" w:rsidRPr="0064164C" w:rsidRDefault="00053214" w:rsidP="000532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</w:t>
      </w:r>
      <w:r w:rsidRPr="003D75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3D75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 tempo </w:t>
      </w:r>
      <w:r w:rsidRPr="003D750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 maneira eficiente durante as sessões de gravação ou apresentações ao vivo</w:t>
      </w:r>
    </w:p>
    <w:p w14:paraId="7190612E" w14:textId="77777777" w:rsidR="00053214" w:rsidRPr="0064164C" w:rsidRDefault="00053214" w:rsidP="000532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B42E9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linha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B42E9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Pr="00B42E9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proofErr w:type="gramStart"/>
      <w:r w:rsidRPr="00B42E9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resultado final</w:t>
      </w:r>
      <w:proofErr w:type="gramEnd"/>
      <w:r w:rsidRPr="00B42E9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a visão artística inicial do projeto</w:t>
      </w:r>
    </w:p>
    <w:p w14:paraId="4AED280F" w14:textId="77777777" w:rsidR="00053214" w:rsidRPr="0064164C" w:rsidRDefault="00053214" w:rsidP="000532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Mantendo a </w:t>
      </w:r>
      <w:r w:rsidRPr="00B42E9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consistência no estilo e na abordagem ao longo de todo o projeto</w:t>
      </w:r>
    </w:p>
    <w:p w14:paraId="07269527" w14:textId="77777777" w:rsidR="00053214" w:rsidRDefault="00053214" w:rsidP="000532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</w:t>
      </w:r>
      <w:r w:rsidRPr="00B42E9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B42E9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 de maneira eficiente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</w:t>
      </w:r>
      <w:r w:rsidRPr="00B42E9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 recursos técnicos, como microfones, câmaras, luzes</w:t>
      </w:r>
    </w:p>
    <w:p w14:paraId="6E34BA81" w14:textId="77777777" w:rsidR="00053214" w:rsidRPr="0064164C" w:rsidRDefault="00053214" w:rsidP="0005321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Preparando os e</w:t>
      </w:r>
      <w:r w:rsidRPr="00B42E9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quipamentos e instrumentos antecipadamente para evitar atrasos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77E3CFAF" w14:textId="77777777" w:rsidR="00053214" w:rsidRPr="00136AD8" w:rsidRDefault="00053214" w:rsidP="000532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A37145" w14:textId="77777777" w:rsidR="00053214" w:rsidRPr="00F87025" w:rsidRDefault="00053214" w:rsidP="000532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E3D5849" w14:textId="77777777" w:rsidR="00053214" w:rsidRDefault="00053214" w:rsidP="000532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62709181" w14:textId="77777777" w:rsidR="00053214" w:rsidRDefault="00053214" w:rsidP="000532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som</w:t>
      </w:r>
    </w:p>
    <w:p w14:paraId="138AE96B" w14:textId="77777777" w:rsidR="00053214" w:rsidRPr="008047E3" w:rsidRDefault="00053214" w:rsidP="000532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53296265" w14:textId="77777777" w:rsidR="00053214" w:rsidRPr="00984B30" w:rsidRDefault="00053214" w:rsidP="000532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Salas de Espetáculo</w:t>
      </w:r>
    </w:p>
    <w:p w14:paraId="75B0A331" w14:textId="77777777" w:rsidR="00053214" w:rsidRPr="00051C79" w:rsidRDefault="00053214" w:rsidP="000532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717B3A" w14:textId="77777777" w:rsidR="00053214" w:rsidRPr="00F87025" w:rsidRDefault="00053214" w:rsidP="000532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0910D40" w14:textId="77777777" w:rsidR="00053214" w:rsidRDefault="00053214" w:rsidP="000532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acesso à internet.</w:t>
      </w:r>
    </w:p>
    <w:p w14:paraId="37B63E65" w14:textId="77777777" w:rsidR="00053214" w:rsidRDefault="00053214" w:rsidP="000532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Câmaras de vídeo</w:t>
      </w:r>
    </w:p>
    <w:p w14:paraId="658482FA" w14:textId="77777777" w:rsidR="00053214" w:rsidRDefault="00053214" w:rsidP="000532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27A1AC4E" w14:textId="77777777" w:rsidR="00053214" w:rsidRDefault="00053214" w:rsidP="000532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005BED01" w14:textId="77777777" w:rsidR="00053214" w:rsidRDefault="00053214" w:rsidP="000532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som</w:t>
      </w:r>
    </w:p>
    <w:p w14:paraId="619FE979" w14:textId="77777777" w:rsidR="00053214" w:rsidRDefault="00053214" w:rsidP="000532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luz</w:t>
      </w:r>
    </w:p>
    <w:p w14:paraId="4ECCA3F2" w14:textId="77777777" w:rsidR="00053214" w:rsidRPr="00501DC8" w:rsidRDefault="00053214" w:rsidP="000532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Microfones.</w:t>
      </w:r>
    </w:p>
    <w:p w14:paraId="1BBA4CBD" w14:textId="77777777" w:rsidR="00053214" w:rsidRPr="00501DC8" w:rsidRDefault="00053214" w:rsidP="000532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51EAF9F" w14:textId="77777777" w:rsidR="00053214" w:rsidRPr="00051C79" w:rsidRDefault="00053214" w:rsidP="000532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44531C" w14:textId="77777777" w:rsidR="00053214" w:rsidRPr="00F87025" w:rsidRDefault="00053214" w:rsidP="000532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93525AC" w14:textId="77777777" w:rsidR="00053214" w:rsidRPr="00051C79" w:rsidRDefault="00053214" w:rsidP="000532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6F322C9" w14:textId="77777777" w:rsidR="00053214" w:rsidRPr="00051C79" w:rsidRDefault="00053214" w:rsidP="000532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8A30B1" w14:textId="77777777" w:rsidR="00053214" w:rsidRPr="00051C79" w:rsidRDefault="00053214" w:rsidP="000532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A14B55" w14:textId="77777777" w:rsidR="00053214" w:rsidRDefault="00053214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B13CD30" w14:textId="77777777" w:rsidR="00632367" w:rsidRDefault="00632367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8504E2" w14:textId="77777777" w:rsidR="00632367" w:rsidRDefault="00632367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58DE00" w14:textId="77777777" w:rsidR="00632367" w:rsidRDefault="00632367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442692" w14:textId="77777777" w:rsidR="00632367" w:rsidRDefault="00632367" w:rsidP="002121B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451AE4" w14:textId="77777777" w:rsidR="002121BE" w:rsidRDefault="002121BE" w:rsidP="004017BF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20026" w:rsidRPr="00136AD8" w14:paraId="2349F4E3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920FC01" w14:textId="303A1F8F" w:rsidR="00420026" w:rsidRPr="00136AD8" w:rsidRDefault="00420026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166E64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7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166E6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1707BCC" w14:textId="77777777" w:rsidR="00420026" w:rsidRPr="009C256C" w:rsidRDefault="00420026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10" w:name="_Hlk156748561"/>
            <w:r w:rsidRPr="00C26D35">
              <w:t>Editar e sincronizar áudio com a imagem</w:t>
            </w:r>
            <w:bookmarkEnd w:id="10"/>
            <w:r w:rsidRPr="00C26D35">
              <w:t>.</w:t>
            </w:r>
          </w:p>
        </w:tc>
      </w:tr>
      <w:tr w:rsidR="00420026" w:rsidRPr="00136AD8" w14:paraId="7A877356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7446FA5" w14:textId="77777777" w:rsidR="00420026" w:rsidRPr="00136AD8" w:rsidRDefault="00420026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E7E6E6" w:themeFill="background2"/>
          </w:tcPr>
          <w:p w14:paraId="477BFC36" w14:textId="77777777" w:rsidR="00420026" w:rsidRPr="00136AD8" w:rsidRDefault="00420026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Som para imagem</w:t>
            </w:r>
          </w:p>
        </w:tc>
      </w:tr>
    </w:tbl>
    <w:p w14:paraId="3960B4A3" w14:textId="77777777" w:rsidR="00420026" w:rsidRPr="00136AD8" w:rsidRDefault="00420026" w:rsidP="0042002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DFE9792" w14:textId="77777777" w:rsidR="00420026" w:rsidRDefault="00420026" w:rsidP="0042002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3B09AB62" w14:textId="77777777" w:rsidR="00420026" w:rsidRDefault="00420026" w:rsidP="00420026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7D00A54A" w14:textId="77777777" w:rsidR="00420026" w:rsidRPr="00136AD8" w:rsidRDefault="00420026" w:rsidP="0042002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20026" w:rsidRPr="00136AD8" w14:paraId="4175DB30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D20E28" w14:textId="77777777" w:rsidR="00420026" w:rsidRPr="001B353A" w:rsidRDefault="00420026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20026" w:rsidRPr="00136AD8" w14:paraId="589F57FB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66A54A" w14:textId="77777777" w:rsidR="00420026" w:rsidRPr="009E54AA" w:rsidRDefault="00420026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9E54AA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os princípios de edição e sequenciação digital na sincronização de áudio com a imagem.</w:t>
            </w:r>
          </w:p>
          <w:p w14:paraId="39DFF474" w14:textId="77777777" w:rsidR="00420026" w:rsidRPr="009E54AA" w:rsidRDefault="00420026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9E54AA">
              <w:rPr>
                <w:rFonts w:ascii="Verdana Pro Light" w:eastAsia="Arial Unicode MS" w:hAnsi="Verdana Pro Light" w:cs="Arial Unicode MS"/>
                <w:sz w:val="18"/>
                <w:szCs w:val="18"/>
              </w:rPr>
              <w:t>Gravar som direto, em sincronismo com a imagem, para posterior montagem e edição em estúdio.</w:t>
            </w:r>
          </w:p>
          <w:p w14:paraId="5FB1E78C" w14:textId="77777777" w:rsidR="00420026" w:rsidRPr="009E54AA" w:rsidRDefault="00420026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9E54A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e inserir pista de áudio com imagem.</w:t>
            </w:r>
          </w:p>
          <w:p w14:paraId="470CC4CB" w14:textId="77777777" w:rsidR="00420026" w:rsidRPr="001B353A" w:rsidRDefault="00420026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9E54AA">
              <w:rPr>
                <w:rFonts w:ascii="Verdana Pro Light" w:eastAsia="Arial Unicode MS" w:hAnsi="Verdana Pro Light" w:cs="Arial Unicode MS"/>
                <w:sz w:val="18"/>
                <w:szCs w:val="18"/>
              </w:rPr>
              <w:t>Editar e sincronizar áudio com a imagem.</w:t>
            </w:r>
          </w:p>
          <w:p w14:paraId="4FE67EE8" w14:textId="77777777" w:rsidR="00420026" w:rsidRPr="001B353A" w:rsidRDefault="00420026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420026" w:rsidRPr="00136AD8" w14:paraId="65581B19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FF1FE2" w14:textId="77777777" w:rsidR="00420026" w:rsidRPr="001B353A" w:rsidRDefault="00420026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D7709EE" w14:textId="77777777" w:rsidR="00420026" w:rsidRPr="001B353A" w:rsidRDefault="00420026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AC4A76E" w14:textId="77777777" w:rsidR="00420026" w:rsidRPr="001B353A" w:rsidRDefault="00420026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20026" w:rsidRPr="00136AD8" w14:paraId="36D59E1E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47CE8" w14:textId="77777777" w:rsidR="00420026" w:rsidRPr="007579EC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</w:rPr>
              <w:t>Gravadores portáteis analógicos e digitais</w:t>
            </w:r>
          </w:p>
          <w:p w14:paraId="2D087632" w14:textId="77777777" w:rsidR="00420026" w:rsidRPr="007579EC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</w:rPr>
              <w:t>Mesa de mistura portátil</w:t>
            </w:r>
          </w:p>
          <w:p w14:paraId="38AB328F" w14:textId="77777777" w:rsidR="00420026" w:rsidRPr="007579EC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</w:rPr>
              <w:t>Microfones</w:t>
            </w:r>
          </w:p>
          <w:p w14:paraId="1ABF69A0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Dinâmicos</w:t>
            </w:r>
          </w:p>
          <w:p w14:paraId="3C43D227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De fita (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ribbon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10E1F065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Condensadores</w:t>
            </w:r>
          </w:p>
          <w:p w14:paraId="46D01E72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Eletretos</w:t>
            </w:r>
          </w:p>
          <w:p w14:paraId="392CC764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PZM (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Pressure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Zone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Microphones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05EA2837" w14:textId="77777777" w:rsidR="00420026" w:rsidRPr="007579EC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</w:rPr>
              <w:t>Acessórios</w:t>
            </w:r>
          </w:p>
          <w:p w14:paraId="03157424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Perche</w:t>
            </w:r>
          </w:p>
          <w:p w14:paraId="6915385B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Bola de vento</w:t>
            </w:r>
          </w:p>
          <w:p w14:paraId="6E1FEC80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Suspensão elástica</w:t>
            </w:r>
          </w:p>
          <w:p w14:paraId="59C0DB7E" w14:textId="77777777" w:rsidR="00420026" w:rsidRPr="007579EC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</w:rPr>
              <w:t>Headphones</w:t>
            </w:r>
          </w:p>
          <w:p w14:paraId="56B14751" w14:textId="77777777" w:rsidR="00420026" w:rsidRPr="007579EC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</w:rPr>
              <w:t>Geradores</w:t>
            </w:r>
          </w:p>
          <w:p w14:paraId="6A09C065" w14:textId="77777777" w:rsidR="00420026" w:rsidRPr="007579EC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Leitores de time </w:t>
            </w:r>
            <w:proofErr w:type="spellStart"/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</w:rPr>
              <w:t>code</w:t>
            </w:r>
            <w:proofErr w:type="spellEnd"/>
          </w:p>
          <w:p w14:paraId="1326D7F5" w14:textId="77777777" w:rsidR="00420026" w:rsidRPr="007579EC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</w:rPr>
              <w:t>Formatos de filme – cinema</w:t>
            </w:r>
          </w:p>
          <w:p w14:paraId="54378FBE" w14:textId="77777777" w:rsidR="00420026" w:rsidRPr="007579EC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</w:rPr>
              <w:t>Formatos de vídeo</w:t>
            </w:r>
          </w:p>
          <w:p w14:paraId="72925FA3" w14:textId="77777777" w:rsidR="00420026" w:rsidRPr="007579EC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  <w:lang w:val="en-US"/>
              </w:rPr>
              <w:t>Edição</w:t>
            </w:r>
            <w:proofErr w:type="spellEnd"/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  <w:lang w:val="en-US"/>
              </w:rPr>
              <w:t xml:space="preserve"> on-line e off-line</w:t>
            </w:r>
          </w:p>
          <w:p w14:paraId="746BD477" w14:textId="77777777" w:rsidR="00420026" w:rsidRPr="007579EC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7579EC">
              <w:rPr>
                <w:rFonts w:ascii="Verdana Pro Light" w:hAnsi="Verdana Pro Light"/>
                <w:b/>
                <w:bCs/>
                <w:sz w:val="18"/>
                <w:szCs w:val="18"/>
              </w:rPr>
              <w:t>Edição linear e edição não-linear</w:t>
            </w:r>
          </w:p>
          <w:p w14:paraId="67C2DAEE" w14:textId="77777777" w:rsidR="00420026" w:rsidRPr="00B97BF8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B97BF8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Time </w:t>
            </w:r>
            <w:proofErr w:type="spellStart"/>
            <w:r w:rsidRPr="00B97BF8">
              <w:rPr>
                <w:rFonts w:ascii="Verdana Pro Light" w:hAnsi="Verdana Pro Light"/>
                <w:b/>
                <w:bCs/>
                <w:sz w:val="18"/>
                <w:szCs w:val="18"/>
              </w:rPr>
              <w:t>code</w:t>
            </w:r>
            <w:proofErr w:type="spellEnd"/>
            <w:r w:rsidRPr="00B97BF8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e sincronismo</w:t>
            </w:r>
          </w:p>
          <w:p w14:paraId="3955C67C" w14:textId="77777777" w:rsidR="00420026" w:rsidRPr="00B97BF8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B97BF8">
              <w:rPr>
                <w:rFonts w:ascii="Verdana Pro Light" w:hAnsi="Verdana Pro Light"/>
                <w:b/>
                <w:bCs/>
                <w:sz w:val="18"/>
                <w:szCs w:val="18"/>
              </w:rPr>
              <w:t>O guião e/ou o storyboard</w:t>
            </w:r>
          </w:p>
          <w:p w14:paraId="2AAC5DB6" w14:textId="77777777" w:rsidR="00420026" w:rsidRPr="00B97BF8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B97BF8">
              <w:rPr>
                <w:rFonts w:ascii="Verdana Pro Light" w:hAnsi="Verdana Pro Light"/>
                <w:b/>
                <w:bCs/>
                <w:sz w:val="18"/>
                <w:szCs w:val="18"/>
              </w:rPr>
              <w:t>Banda sonora</w:t>
            </w:r>
          </w:p>
          <w:p w14:paraId="3193E0B7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Conceito e principais componentes</w:t>
            </w:r>
          </w:p>
          <w:p w14:paraId="11209EE8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Sincronização do som real com a imagem</w:t>
            </w:r>
          </w:p>
          <w:p w14:paraId="2B7CD644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Bruitage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e ambientes</w:t>
            </w:r>
          </w:p>
          <w:p w14:paraId="6F34BA14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Sonoplastia</w:t>
            </w:r>
          </w:p>
          <w:p w14:paraId="54D38720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Foley</w:t>
            </w:r>
            <w:proofErr w:type="spellEnd"/>
          </w:p>
          <w:p w14:paraId="51F3CC30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Dobragem de vozes</w:t>
            </w:r>
          </w:p>
          <w:p w14:paraId="10ED270E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Efeitos sonoros</w:t>
            </w:r>
          </w:p>
          <w:p w14:paraId="750000DA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lastRenderedPageBreak/>
              <w:t>Montagem de música de fundo</w:t>
            </w:r>
          </w:p>
          <w:p w14:paraId="1C2D90F3" w14:textId="77777777" w:rsidR="00420026" w:rsidRPr="00ED6689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ED6689">
              <w:rPr>
                <w:rFonts w:ascii="Verdana Pro Light" w:hAnsi="Verdana Pro Light"/>
                <w:b/>
                <w:bCs/>
                <w:sz w:val="18"/>
                <w:szCs w:val="18"/>
              </w:rPr>
              <w:t>Formatos de mistura</w:t>
            </w:r>
          </w:p>
          <w:p w14:paraId="1B1E8788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Mono</w:t>
            </w:r>
          </w:p>
          <w:p w14:paraId="7D422A4B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Estéreo</w:t>
            </w:r>
          </w:p>
          <w:p w14:paraId="6E5D80CB" w14:textId="77777777" w:rsidR="00420026" w:rsidRPr="007E2C17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2EE33" w14:textId="77777777" w:rsidR="00420026" w:rsidRDefault="0042002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Utilizar</w:t>
            </w:r>
            <w:r w:rsidRPr="00BA3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software de edição de áudio e vídeo, como Adobe </w:t>
            </w:r>
            <w:proofErr w:type="spellStart"/>
            <w:r w:rsidRPr="00BA3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Premiere</w:t>
            </w:r>
            <w:proofErr w:type="spellEnd"/>
            <w:r w:rsidRPr="00BA3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Pro, Final Cut Pro, </w:t>
            </w:r>
            <w:proofErr w:type="spellStart"/>
            <w:r w:rsidRPr="00BA3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DaVinci</w:t>
            </w:r>
            <w:proofErr w:type="spellEnd"/>
            <w:r w:rsidRPr="00BA3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Resolve, Pro </w:t>
            </w:r>
            <w:proofErr w:type="spellStart"/>
            <w:r w:rsidRPr="00BA3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Tools</w:t>
            </w:r>
            <w:proofErr w:type="spellEnd"/>
            <w:r w:rsidRPr="00BA3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BA3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Audacity</w:t>
            </w:r>
            <w:proofErr w:type="spellEnd"/>
            <w:r w:rsidRPr="00BA37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entre outros.</w:t>
            </w:r>
          </w:p>
          <w:p w14:paraId="1B18D726" w14:textId="77777777" w:rsidR="00420026" w:rsidRDefault="0042002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Compreender </w:t>
            </w: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ritmo e tempo para sincronizar áudio e vídeo de maneira fluida.</w:t>
            </w:r>
          </w:p>
          <w:p w14:paraId="31B27F52" w14:textId="77777777" w:rsidR="00420026" w:rsidRDefault="0042002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justar volumes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equalização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7CB425C" w14:textId="77777777" w:rsidR="00420026" w:rsidRPr="00517AA8" w:rsidRDefault="0042002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efeitos sonoros.</w:t>
            </w:r>
          </w:p>
          <w:p w14:paraId="3BBD8788" w14:textId="77777777" w:rsidR="00420026" w:rsidRDefault="0042002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incronizar diálogos com os movimentos labiais dos personagens.</w:t>
            </w:r>
          </w:p>
          <w:p w14:paraId="71054A83" w14:textId="77777777" w:rsidR="00420026" w:rsidRDefault="0042002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rabalhar com várias faixas de áudio simultaneamente para alcançar uma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mistura</w:t>
            </w: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equilibrada.</w:t>
            </w:r>
          </w:p>
          <w:p w14:paraId="7308892F" w14:textId="77777777" w:rsidR="00420026" w:rsidRDefault="0042002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Entender a narrativa geral e o contexto do projeto para sincronizar áudio de acordo com a progressão da história.</w:t>
            </w:r>
          </w:p>
          <w:p w14:paraId="2983CB2F" w14:textId="77777777" w:rsidR="00420026" w:rsidRDefault="0042002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uma habilidade auditiva crítica para identificar imperfeições, erros ou desalinhamentos no áudio.</w:t>
            </w:r>
          </w:p>
          <w:p w14:paraId="40168E56" w14:textId="77777777" w:rsidR="00420026" w:rsidRDefault="0042002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Adicionar efeitos sonoros para melhorar a imersão e a qualidade geral da produção.</w:t>
            </w:r>
          </w:p>
          <w:p w14:paraId="3C5F3EED" w14:textId="77777777" w:rsidR="00420026" w:rsidRDefault="0042002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ambientes sonoros que complementem a atmosfera visual.</w:t>
            </w:r>
          </w:p>
          <w:p w14:paraId="2CFDE117" w14:textId="77777777" w:rsidR="00420026" w:rsidRDefault="0042002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00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Manter uma estrutura organizada no projeto de edição.</w:t>
            </w:r>
          </w:p>
          <w:p w14:paraId="22B104C7" w14:textId="77777777" w:rsidR="00420026" w:rsidRPr="00057283" w:rsidRDefault="0042002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0FC76" w14:textId="77777777" w:rsidR="00420026" w:rsidRPr="0020338E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32B24795" w14:textId="77777777" w:rsidR="00420026" w:rsidRPr="0020338E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7C70FDC3" w14:textId="77777777" w:rsidR="00420026" w:rsidRPr="0020338E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15C40B7E" w14:textId="77777777" w:rsidR="00420026" w:rsidRPr="0020338E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1CF998BF" w14:textId="77777777" w:rsidR="00420026" w:rsidRPr="0020338E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2E65A52A" w14:textId="77777777" w:rsidR="00420026" w:rsidRPr="0020338E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0C7E0491" w14:textId="77777777" w:rsidR="00420026" w:rsidRPr="0020338E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5981ED04" w14:textId="77777777" w:rsidR="00420026" w:rsidRPr="0020338E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686E9116" w14:textId="77777777" w:rsidR="00420026" w:rsidRPr="0020338E" w:rsidRDefault="00420026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74C0E2A3" w14:textId="77777777" w:rsidR="00420026" w:rsidRDefault="0042002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6C38BC4" w14:textId="77777777" w:rsidR="00420026" w:rsidRPr="00057283" w:rsidRDefault="00420026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C1FBC6A" w14:textId="77777777" w:rsidR="00420026" w:rsidRDefault="00420026" w:rsidP="0042002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88C0E58" w14:textId="77777777" w:rsidR="00420026" w:rsidRDefault="00420026" w:rsidP="0042002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00F05A9" w14:textId="77777777" w:rsidR="00420026" w:rsidRPr="00F87025" w:rsidRDefault="00420026" w:rsidP="0042002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B58E701" w14:textId="77777777" w:rsidR="00420026" w:rsidRPr="00F20E6F" w:rsidRDefault="00420026" w:rsidP="00420026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7E2C17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Editar e sincronizar áudio com a imagem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CA2FD90" w14:textId="77777777" w:rsidR="00420026" w:rsidRPr="0064164C" w:rsidRDefault="00420026" w:rsidP="0042002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os diálogos estejam perfeitamente sincronizados com os movimentos labiais dos personagens.</w:t>
      </w:r>
    </w:p>
    <w:p w14:paraId="33E63BE1" w14:textId="77777777" w:rsidR="00420026" w:rsidRPr="0064164C" w:rsidRDefault="00420026" w:rsidP="0042002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os cortes de áudio estejam alinhados de forma precisa com os cortes de vídeo.</w:t>
      </w:r>
    </w:p>
    <w:p w14:paraId="2293F3EB" w14:textId="77777777" w:rsidR="00420026" w:rsidRPr="0064164C" w:rsidRDefault="00420026" w:rsidP="0042002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Certifica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-se de que o áudio esteja livre de ruídos indesejados, distorções ou interferências.</w:t>
      </w:r>
    </w:p>
    <w:p w14:paraId="2101354C" w14:textId="77777777" w:rsidR="00420026" w:rsidRPr="0064164C" w:rsidRDefault="00420026" w:rsidP="0042002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Alcan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çando</w:t>
      </w:r>
      <w:r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mistura</w:t>
      </w:r>
      <w:r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equilibrada com volumes apropriados, nitidez e clareza.</w:t>
      </w:r>
    </w:p>
    <w:p w14:paraId="46665D8E" w14:textId="77777777" w:rsidR="00420026" w:rsidRDefault="00420026" w:rsidP="0042002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transições suaves entre as faixas de áudio para evitar cortes bruscos e interrupções abruptas.</w:t>
      </w:r>
    </w:p>
    <w:p w14:paraId="601FEC39" w14:textId="77777777" w:rsidR="00420026" w:rsidRPr="0064164C" w:rsidRDefault="00420026" w:rsidP="0042002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Integra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2A02B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música e efeitos sonoros de maneira que aprimorem a atmosfera e o tom da produção.</w:t>
      </w:r>
    </w:p>
    <w:p w14:paraId="43B6262A" w14:textId="77777777" w:rsidR="00420026" w:rsidRPr="00136AD8" w:rsidRDefault="00420026" w:rsidP="0042002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E302D5" w14:textId="77777777" w:rsidR="00420026" w:rsidRPr="00F87025" w:rsidRDefault="00420026" w:rsidP="0042002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8F07C98" w14:textId="77777777" w:rsidR="00420026" w:rsidRPr="00984B30" w:rsidRDefault="00420026" w:rsidP="0042002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CE8BD8B" w14:textId="77777777" w:rsidR="00420026" w:rsidRDefault="00420026" w:rsidP="0042002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17BC4DAC" w14:textId="77777777" w:rsidR="00420026" w:rsidRPr="008047E3" w:rsidRDefault="00420026" w:rsidP="0042002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2DFC8099" w14:textId="77777777" w:rsidR="00420026" w:rsidRPr="00984B30" w:rsidRDefault="00420026" w:rsidP="0042002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ADE4180" w14:textId="77777777" w:rsidR="00420026" w:rsidRPr="00051C79" w:rsidRDefault="00420026" w:rsidP="0042002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83B61F" w14:textId="77777777" w:rsidR="00420026" w:rsidRPr="00F87025" w:rsidRDefault="00420026" w:rsidP="0042002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6EEAF50" w14:textId="77777777" w:rsidR="00420026" w:rsidRPr="00564406" w:rsidRDefault="00420026" w:rsidP="0042002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acesso à internet.</w:t>
      </w:r>
    </w:p>
    <w:p w14:paraId="5DC840B1" w14:textId="77777777" w:rsidR="00420026" w:rsidRDefault="00420026" w:rsidP="0042002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66669BB8" w14:textId="77777777" w:rsidR="00420026" w:rsidRDefault="00420026" w:rsidP="0042002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0970BE62" w14:textId="77777777" w:rsidR="00420026" w:rsidRDefault="00420026" w:rsidP="0042002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Mesa mistura</w:t>
      </w:r>
    </w:p>
    <w:p w14:paraId="45447597" w14:textId="77777777" w:rsidR="00420026" w:rsidRDefault="00420026" w:rsidP="0042002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Microfones.</w:t>
      </w:r>
    </w:p>
    <w:p w14:paraId="6E600056" w14:textId="77777777" w:rsidR="00420026" w:rsidRPr="00051C79" w:rsidRDefault="00420026" w:rsidP="0042002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F9E551" w14:textId="77777777" w:rsidR="00420026" w:rsidRPr="00F87025" w:rsidRDefault="00420026" w:rsidP="0042002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4DF3ADA" w14:textId="77777777" w:rsidR="00420026" w:rsidRPr="00051C79" w:rsidRDefault="00420026" w:rsidP="0042002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E1A2BA" w14:textId="77777777" w:rsidR="00420026" w:rsidRPr="00051C79" w:rsidRDefault="00420026" w:rsidP="0042002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2C71C3" w14:textId="77777777" w:rsidR="00420026" w:rsidRPr="00051C79" w:rsidRDefault="00420026" w:rsidP="0042002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A76D83" w14:textId="45154EE2" w:rsidR="00420026" w:rsidRDefault="00420026" w:rsidP="0042002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31B69AB" w14:textId="77777777" w:rsidR="009A6CD2" w:rsidRDefault="009A6CD2" w:rsidP="00420026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A6CD2" w:rsidRPr="00136AD8" w14:paraId="5A574722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7B1E3FF" w14:textId="642781F3" w:rsidR="009A6CD2" w:rsidRPr="00136AD8" w:rsidRDefault="009A6CD2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E8473B2" w14:textId="77777777" w:rsidR="009A6CD2" w:rsidRPr="009C256C" w:rsidRDefault="009A6CD2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11" w:name="_Hlk156749478"/>
            <w:r w:rsidRPr="00C26D35">
              <w:t>Efetuar a sonoplastia de trabalhos em vídeo.</w:t>
            </w:r>
            <w:bookmarkEnd w:id="11"/>
          </w:p>
        </w:tc>
      </w:tr>
      <w:tr w:rsidR="009A6CD2" w:rsidRPr="00136AD8" w14:paraId="236AE5E3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150CA87" w14:textId="2C845881" w:rsidR="009A6CD2" w:rsidRPr="00136AD8" w:rsidRDefault="009A6CD2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3767B73" w14:textId="77777777" w:rsidR="009A6CD2" w:rsidRPr="00136AD8" w:rsidRDefault="009A6CD2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A6C10">
              <w:rPr>
                <w:rFonts w:ascii="Verdana Pro Light" w:eastAsia="Arial Unicode MS" w:hAnsi="Verdana Pro Light" w:cs="Times New Roman"/>
                <w:sz w:val="18"/>
                <w:szCs w:val="18"/>
              </w:rPr>
              <w:t>Pós-produção áudio para imagem</w:t>
            </w:r>
          </w:p>
        </w:tc>
      </w:tr>
    </w:tbl>
    <w:p w14:paraId="5701F9B9" w14:textId="77777777" w:rsidR="009A6CD2" w:rsidRPr="00136AD8" w:rsidRDefault="009A6CD2" w:rsidP="009A6CD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1D61A42" w14:textId="77777777" w:rsidR="009A6CD2" w:rsidRDefault="009A6CD2" w:rsidP="009A6CD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0DBA069C" w14:textId="77777777" w:rsidR="009A6CD2" w:rsidRDefault="009A6CD2" w:rsidP="009A6CD2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349C3DBB" w14:textId="77777777" w:rsidR="009A6CD2" w:rsidRPr="00136AD8" w:rsidRDefault="009A6CD2" w:rsidP="009A6CD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A6CD2" w:rsidRPr="00136AD8" w14:paraId="32EC9B75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F8FC1C" w14:textId="77777777" w:rsidR="009A6CD2" w:rsidRPr="001B353A" w:rsidRDefault="009A6CD2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A6CD2" w:rsidRPr="00136AD8" w14:paraId="5970E97A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14B6D0" w14:textId="77777777" w:rsidR="009A6CD2" w:rsidRPr="00DA6C10" w:rsidRDefault="009A6CD2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DA6C10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a sonoplastia de trabalhos em vídeo.</w:t>
            </w:r>
          </w:p>
          <w:p w14:paraId="47B62533" w14:textId="77777777" w:rsidR="009A6CD2" w:rsidRPr="001B353A" w:rsidRDefault="009A6CD2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DA6C10"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trabalhos de interação do som com áreas da imagem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para</w:t>
            </w:r>
            <w:r w:rsidRPr="00DA6C1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vídeo.</w:t>
            </w:r>
          </w:p>
          <w:p w14:paraId="31BDF4FD" w14:textId="77777777" w:rsidR="009A6CD2" w:rsidRPr="001B353A" w:rsidRDefault="009A6CD2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DA6C10"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trabalhos de interação do som com áreas da imagem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para</w:t>
            </w:r>
            <w:r w:rsidRPr="00DA6C1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animação</w:t>
            </w:r>
          </w:p>
          <w:p w14:paraId="5F6C511F" w14:textId="77777777" w:rsidR="009A6CD2" w:rsidRPr="001B353A" w:rsidRDefault="009A6CD2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9A6CD2" w:rsidRPr="00136AD8" w14:paraId="2CC61403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B9D7A4" w14:textId="77777777" w:rsidR="009A6CD2" w:rsidRPr="001B353A" w:rsidRDefault="009A6CD2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92A51E" w14:textId="77777777" w:rsidR="009A6CD2" w:rsidRPr="001B353A" w:rsidRDefault="009A6CD2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BD53103" w14:textId="77777777" w:rsidR="009A6CD2" w:rsidRPr="001B353A" w:rsidRDefault="009A6CD2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A6CD2" w:rsidRPr="00136AD8" w14:paraId="7DB003B5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A7B59" w14:textId="77777777" w:rsidR="009A6CD2" w:rsidRPr="00C82134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82134">
              <w:rPr>
                <w:rFonts w:ascii="Verdana Pro Light" w:hAnsi="Verdana Pro Light"/>
                <w:b/>
                <w:bCs/>
                <w:sz w:val="18"/>
                <w:szCs w:val="18"/>
              </w:rPr>
              <w:t>Protocolos, sincronismos e ligações</w:t>
            </w:r>
          </w:p>
          <w:p w14:paraId="355AF161" w14:textId="77777777" w:rsidR="009A6CD2" w:rsidRPr="00DA6C10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DA6C10">
              <w:rPr>
                <w:rFonts w:ascii="Verdana Pro Light" w:hAnsi="Verdana Pro Light"/>
                <w:sz w:val="18"/>
                <w:szCs w:val="18"/>
              </w:rPr>
              <w:t>Digital</w:t>
            </w:r>
          </w:p>
          <w:p w14:paraId="7CEAED3A" w14:textId="77777777" w:rsidR="009A6CD2" w:rsidRPr="00DA6C10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DA6C10">
              <w:rPr>
                <w:rFonts w:ascii="Verdana Pro Light" w:hAnsi="Verdana Pro Light"/>
                <w:sz w:val="18"/>
                <w:szCs w:val="18"/>
              </w:rPr>
              <w:t>Ótico</w:t>
            </w:r>
          </w:p>
          <w:p w14:paraId="5B9BC5DA" w14:textId="77777777" w:rsidR="009A6CD2" w:rsidRPr="00DA6C10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DA6C10">
              <w:rPr>
                <w:rFonts w:ascii="Verdana Pro Light" w:hAnsi="Verdana Pro Light"/>
                <w:sz w:val="18"/>
                <w:szCs w:val="18"/>
              </w:rPr>
              <w:t xml:space="preserve">Time </w:t>
            </w:r>
            <w:proofErr w:type="spellStart"/>
            <w:r w:rsidRPr="00DA6C10">
              <w:rPr>
                <w:rFonts w:ascii="Verdana Pro Light" w:hAnsi="Verdana Pro Light"/>
                <w:sz w:val="18"/>
                <w:szCs w:val="18"/>
              </w:rPr>
              <w:t>code</w:t>
            </w:r>
            <w:proofErr w:type="spellEnd"/>
          </w:p>
          <w:p w14:paraId="020218BC" w14:textId="77777777" w:rsidR="009A6CD2" w:rsidRPr="00C82134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82134">
              <w:rPr>
                <w:rFonts w:ascii="Verdana Pro Light" w:hAnsi="Verdana Pro Light"/>
                <w:b/>
                <w:bCs/>
                <w:sz w:val="18"/>
                <w:szCs w:val="18"/>
              </w:rPr>
              <w:t>Edição e mistura de som para imagem</w:t>
            </w:r>
          </w:p>
          <w:p w14:paraId="257BA44A" w14:textId="77777777" w:rsidR="009A6CD2" w:rsidRPr="00DA6C10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DA6C10">
              <w:rPr>
                <w:rFonts w:ascii="Verdana Pro Light" w:hAnsi="Verdana Pro Light"/>
                <w:sz w:val="18"/>
                <w:szCs w:val="18"/>
              </w:rPr>
              <w:t>Ferramentas</w:t>
            </w:r>
          </w:p>
          <w:p w14:paraId="135A6302" w14:textId="77777777" w:rsidR="009A6CD2" w:rsidRPr="00DA6C10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DA6C10">
              <w:rPr>
                <w:rFonts w:ascii="Verdana Pro Light" w:hAnsi="Verdana Pro Light"/>
                <w:sz w:val="18"/>
                <w:szCs w:val="18"/>
              </w:rPr>
              <w:t>Banco de sons</w:t>
            </w:r>
          </w:p>
          <w:p w14:paraId="0D951015" w14:textId="77777777" w:rsidR="009A6CD2" w:rsidRPr="00DA6C10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DA6C10">
              <w:rPr>
                <w:rFonts w:ascii="Verdana Pro Light" w:hAnsi="Verdana Pro Light"/>
                <w:sz w:val="18"/>
                <w:szCs w:val="18"/>
              </w:rPr>
              <w:t>Controladores áudio digital</w:t>
            </w:r>
          </w:p>
          <w:p w14:paraId="2A96ACA1" w14:textId="77777777" w:rsidR="009A6CD2" w:rsidRPr="00DA6C10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DA6C10">
              <w:rPr>
                <w:rFonts w:ascii="Verdana Pro Light" w:hAnsi="Verdana Pro Light"/>
                <w:sz w:val="18"/>
                <w:szCs w:val="18"/>
              </w:rPr>
              <w:t>Processadores de efeitos</w:t>
            </w:r>
          </w:p>
          <w:p w14:paraId="71695C66" w14:textId="77777777" w:rsidR="009A6CD2" w:rsidRPr="00C82134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82134">
              <w:rPr>
                <w:rFonts w:ascii="Verdana Pro Light" w:hAnsi="Verdana Pro Light"/>
                <w:b/>
                <w:bCs/>
                <w:sz w:val="18"/>
                <w:szCs w:val="18"/>
              </w:rPr>
              <w:t>Linguagem audiovisual</w:t>
            </w:r>
          </w:p>
          <w:p w14:paraId="720AB2EE" w14:textId="77777777" w:rsidR="009A6CD2" w:rsidRPr="00C82134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82134">
              <w:rPr>
                <w:rFonts w:ascii="Verdana Pro Light" w:hAnsi="Verdana Pro Light"/>
                <w:b/>
                <w:bCs/>
                <w:sz w:val="18"/>
                <w:szCs w:val="18"/>
              </w:rPr>
              <w:t>Sonorização</w:t>
            </w:r>
          </w:p>
          <w:p w14:paraId="1F7F5AA9" w14:textId="77777777" w:rsidR="009A6CD2" w:rsidRPr="00C82134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8213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Processamento </w:t>
            </w:r>
            <w:proofErr w:type="spellStart"/>
            <w:r w:rsidRPr="00C82134">
              <w:rPr>
                <w:rFonts w:ascii="Verdana Pro Light" w:hAnsi="Verdana Pro Light"/>
                <w:b/>
                <w:bCs/>
                <w:sz w:val="18"/>
                <w:szCs w:val="18"/>
              </w:rPr>
              <w:t>surround</w:t>
            </w:r>
            <w:proofErr w:type="spellEnd"/>
          </w:p>
          <w:p w14:paraId="73C5C528" w14:textId="77777777" w:rsidR="009A6CD2" w:rsidRPr="00C82134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8213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Mistura </w:t>
            </w:r>
            <w:proofErr w:type="spellStart"/>
            <w:r w:rsidRPr="00C82134">
              <w:rPr>
                <w:rFonts w:ascii="Verdana Pro Light" w:hAnsi="Verdana Pro Light"/>
                <w:b/>
                <w:bCs/>
                <w:sz w:val="18"/>
                <w:szCs w:val="18"/>
              </w:rPr>
              <w:t>surround</w:t>
            </w:r>
            <w:proofErr w:type="spellEnd"/>
          </w:p>
          <w:p w14:paraId="05297F7A" w14:textId="77777777" w:rsidR="009A6CD2" w:rsidRPr="00C82134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82134">
              <w:rPr>
                <w:rFonts w:ascii="Verdana Pro Light" w:hAnsi="Verdana Pro Light"/>
                <w:b/>
                <w:bCs/>
                <w:sz w:val="18"/>
                <w:szCs w:val="18"/>
              </w:rPr>
              <w:t>Dobragem</w:t>
            </w:r>
          </w:p>
          <w:p w14:paraId="240C2D2F" w14:textId="77777777" w:rsidR="009A6CD2" w:rsidRPr="00DA6C10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2E30F4" w14:textId="77777777" w:rsidR="009A6CD2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179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o conteúdo visual para entender a atmosfera, o ritmo, as emoções e os pontos-chave que requerem destaque sonoro.</w:t>
            </w:r>
          </w:p>
          <w:p w14:paraId="4118C20E" w14:textId="77777777" w:rsidR="009A6CD2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Usar </w:t>
            </w:r>
            <w:r w:rsidRPr="00E136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software de edição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mistura</w:t>
            </w:r>
            <w:r w:rsidRPr="00E136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áudio, como Pro </w:t>
            </w:r>
            <w:proofErr w:type="spellStart"/>
            <w:r w:rsidRPr="00E136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Tools</w:t>
            </w:r>
            <w:proofErr w:type="spellEnd"/>
            <w:r w:rsidRPr="00E136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Adobe </w:t>
            </w:r>
            <w:proofErr w:type="spellStart"/>
            <w:r w:rsidRPr="00E136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Audition</w:t>
            </w:r>
            <w:proofErr w:type="spellEnd"/>
            <w:r w:rsidRPr="00E136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</w:t>
            </w:r>
            <w:proofErr w:type="spellStart"/>
            <w:r w:rsidRPr="00E136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Logic</w:t>
            </w:r>
            <w:proofErr w:type="spellEnd"/>
            <w:r w:rsidRPr="00E136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Pro.</w:t>
            </w:r>
          </w:p>
          <w:p w14:paraId="6DD95C84" w14:textId="77777777" w:rsidR="009A6CD2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E136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incronizar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pistas</w:t>
            </w:r>
            <w:r w:rsidRPr="00E136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sonoras e efeitos sonoros com precisão em relação às imagens.</w:t>
            </w:r>
          </w:p>
          <w:p w14:paraId="46BF2518" w14:textId="77777777" w:rsidR="009A6CD2" w:rsidRPr="00517AA8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E136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scolher efeitos sonoros de uma biblioteca variada para enriquecer a narrativa e criar ambiente.</w:t>
            </w:r>
          </w:p>
          <w:p w14:paraId="2DFEEE59" w14:textId="77777777" w:rsidR="009A6CD2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E1368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efeitos sonoros para atender às necessidades específicas do vídeo.</w:t>
            </w:r>
          </w:p>
          <w:p w14:paraId="280AA400" w14:textId="77777777" w:rsidR="009A6CD2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odificar efeitos sonoros para atender às necessidades específicas do vídeo.</w:t>
            </w:r>
          </w:p>
          <w:p w14:paraId="3B425B68" w14:textId="77777777" w:rsidR="009A6CD2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ensar de forma criativa ao conceber e implementar o design sonoro para reforçar a narrativa.</w:t>
            </w:r>
          </w:p>
          <w:p w14:paraId="7BB98297" w14:textId="77777777" w:rsidR="009A6CD2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xperimentar diferentes sons e técnicas para alcançar resultados únicos.</w:t>
            </w:r>
          </w:p>
          <w:p w14:paraId="16D3C495" w14:textId="77777777" w:rsidR="009A6CD2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rava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áudio </w:t>
            </w:r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garanti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ndo</w:t>
            </w:r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áudio limpo e de alta qualidade.</w:t>
            </w:r>
          </w:p>
          <w:p w14:paraId="552946FE" w14:textId="77777777" w:rsidR="009A6CD2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M</w:t>
            </w:r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stur</w:t>
            </w:r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ar em formatos </w:t>
            </w:r>
            <w:proofErr w:type="spellStart"/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stéreo</w:t>
            </w:r>
            <w:proofErr w:type="spellEnd"/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surround</w:t>
            </w:r>
            <w:proofErr w:type="spellEnd"/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criando uma experiência imersiva quando necessário.</w:t>
            </w:r>
          </w:p>
          <w:p w14:paraId="2B956753" w14:textId="77777777" w:rsidR="009A6CD2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osicionar sons de maneira eficaz para coincidir com a localização visual no vídeo.</w:t>
            </w:r>
          </w:p>
          <w:p w14:paraId="1DA9A7F5" w14:textId="77777777" w:rsidR="009A6CD2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tar</w:t>
            </w:r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diálogos para melhorar clareza, consistência e naturalidade.</w:t>
            </w:r>
          </w:p>
          <w:p w14:paraId="109D1C74" w14:textId="77777777" w:rsidR="009A6CD2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cionar</w:t>
            </w:r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edi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tar</w:t>
            </w:r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músicas para complementar a atmosfera do vídeo.</w:t>
            </w:r>
          </w:p>
          <w:p w14:paraId="76593553" w14:textId="77777777" w:rsidR="009A6CD2" w:rsidRPr="00057283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D3F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composições originais, se necessário, para atender às exigências do projeto.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5FB147" w14:textId="77777777" w:rsidR="009A6CD2" w:rsidRPr="0020338E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0D20E203" w14:textId="77777777" w:rsidR="009A6CD2" w:rsidRPr="0020338E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418B522D" w14:textId="77777777" w:rsidR="009A6CD2" w:rsidRPr="0020338E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18DC4DF5" w14:textId="77777777" w:rsidR="009A6CD2" w:rsidRPr="0020338E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56A78007" w14:textId="77777777" w:rsidR="009A6CD2" w:rsidRPr="0020338E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72E76614" w14:textId="77777777" w:rsidR="009A6CD2" w:rsidRPr="0020338E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32440FCB" w14:textId="77777777" w:rsidR="009A6CD2" w:rsidRPr="0020338E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781EA267" w14:textId="77777777" w:rsidR="009A6CD2" w:rsidRPr="0020338E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4A494A72" w14:textId="77777777" w:rsidR="009A6CD2" w:rsidRPr="0020338E" w:rsidRDefault="009A6CD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78B9C928" w14:textId="77777777" w:rsidR="009A6CD2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A670A42" w14:textId="77777777" w:rsidR="009A6CD2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0129DE" w14:textId="77777777" w:rsidR="009A6CD2" w:rsidRPr="00057283" w:rsidRDefault="009A6CD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48B43B1" w14:textId="77777777" w:rsidR="009A6CD2" w:rsidRDefault="009A6CD2" w:rsidP="009A6CD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DB0D0C4" w14:textId="77777777" w:rsidR="009A6CD2" w:rsidRDefault="009A6CD2" w:rsidP="009A6CD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345C586" w14:textId="77777777" w:rsidR="009A6CD2" w:rsidRPr="00F87025" w:rsidRDefault="009A6CD2" w:rsidP="009A6C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6B762BE" w14:textId="77777777" w:rsidR="009A6CD2" w:rsidRPr="00F20E6F" w:rsidRDefault="009A6CD2" w:rsidP="009A6CD2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A6C10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Efetuar a sonoplastia de trabalhos em vídeo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45414A6" w14:textId="77777777" w:rsidR="009A6CD2" w:rsidRPr="0064164C" w:rsidRDefault="009A6CD2" w:rsidP="009A6C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D3F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DD3F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todos os elementos sonoros estejam perfeitamente sincronizados com as ações e imagens no vídeo.</w:t>
      </w:r>
    </w:p>
    <w:p w14:paraId="58A9076F" w14:textId="77777777" w:rsidR="009A6CD2" w:rsidRPr="0064164C" w:rsidRDefault="009A6CD2" w:rsidP="009A6C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D3F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Evita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DD3F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desfasamentos ou atrasos percetíveis entre o áudio e o vídeo.</w:t>
      </w:r>
    </w:p>
    <w:p w14:paraId="678F1326" w14:textId="77777777" w:rsidR="009A6CD2" w:rsidRPr="0064164C" w:rsidRDefault="009A6CD2" w:rsidP="009A6C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D3F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DD3F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 áudio está livre de ruídos indesejados, interferências e distorções.</w:t>
      </w:r>
    </w:p>
    <w:p w14:paraId="76DE933C" w14:textId="77777777" w:rsidR="009A6CD2" w:rsidRPr="0064164C" w:rsidRDefault="009A6CD2" w:rsidP="009A6C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D3F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DD3F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mistura</w:t>
      </w:r>
      <w:r w:rsidRPr="00DD3F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equilibrada, dando ênfase aos elementos sonoros mais relevantes para a narrativa.</w:t>
      </w:r>
    </w:p>
    <w:p w14:paraId="53C35D5B" w14:textId="77777777" w:rsidR="009A6CD2" w:rsidRDefault="009A6CD2" w:rsidP="009A6C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D3F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Certifica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DD3F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que os elementos sonoros contribuem para a narrativa, criando uma experiência auditiva harmoniosa.</w:t>
      </w:r>
    </w:p>
    <w:p w14:paraId="08E14FF1" w14:textId="77777777" w:rsidR="009A6CD2" w:rsidRPr="0064164C" w:rsidRDefault="009A6CD2" w:rsidP="009A6CD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DD3F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Captura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DD3F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transmiti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DD3F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emoções pretendidas através do áudio, seja através de música, efeitos sonoros ou diálogos.</w:t>
      </w:r>
    </w:p>
    <w:p w14:paraId="46C488E6" w14:textId="77777777" w:rsidR="009A6CD2" w:rsidRPr="00136AD8" w:rsidRDefault="009A6CD2" w:rsidP="009A6C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C4A9CE" w14:textId="77777777" w:rsidR="009A6CD2" w:rsidRPr="00F87025" w:rsidRDefault="009A6CD2" w:rsidP="009A6C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FB34444" w14:textId="77777777" w:rsidR="009A6CD2" w:rsidRDefault="009A6CD2" w:rsidP="009A6C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3B4EA511" w14:textId="77777777" w:rsidR="009A6CD2" w:rsidRDefault="009A6CD2" w:rsidP="009A6C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531F5823" w14:textId="77777777" w:rsidR="009A6CD2" w:rsidRDefault="009A6CD2" w:rsidP="009A6C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som</w:t>
      </w:r>
    </w:p>
    <w:p w14:paraId="7485242F" w14:textId="77777777" w:rsidR="009A6CD2" w:rsidRPr="008047E3" w:rsidRDefault="009A6CD2" w:rsidP="009A6C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32CA0760" w14:textId="77777777" w:rsidR="009A6CD2" w:rsidRPr="00984B30" w:rsidRDefault="009A6CD2" w:rsidP="009A6C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B89C1B9" w14:textId="77777777" w:rsidR="009A6CD2" w:rsidRPr="00051C79" w:rsidRDefault="009A6CD2" w:rsidP="009A6C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D99380" w14:textId="77777777" w:rsidR="009A6CD2" w:rsidRPr="00F87025" w:rsidRDefault="009A6CD2" w:rsidP="009A6C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BFC5F4E" w14:textId="77777777" w:rsidR="009A6CD2" w:rsidRPr="00564406" w:rsidRDefault="009A6CD2" w:rsidP="009A6C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acesso à internet.</w:t>
      </w:r>
    </w:p>
    <w:p w14:paraId="5BE109F4" w14:textId="77777777" w:rsidR="009A6CD2" w:rsidRDefault="009A6CD2" w:rsidP="009A6C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6347AE94" w14:textId="77777777" w:rsidR="009A6CD2" w:rsidRDefault="009A6CD2" w:rsidP="009A6C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500154E8" w14:textId="77777777" w:rsidR="009A6CD2" w:rsidRDefault="009A6CD2" w:rsidP="009A6C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Mesa mistura</w:t>
      </w:r>
    </w:p>
    <w:p w14:paraId="5E232CC2" w14:textId="77777777" w:rsidR="009A6CD2" w:rsidRDefault="009A6CD2" w:rsidP="009A6C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Microfones.</w:t>
      </w:r>
    </w:p>
    <w:p w14:paraId="0678FE93" w14:textId="77777777" w:rsidR="009A6CD2" w:rsidRDefault="009A6CD2" w:rsidP="009A6C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ACAF6B0" w14:textId="77777777" w:rsidR="009A6CD2" w:rsidRDefault="009A6CD2" w:rsidP="009A6C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7669B01" w14:textId="77777777" w:rsidR="009A6CD2" w:rsidRDefault="009A6CD2" w:rsidP="009A6C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655198F" w14:textId="77777777" w:rsidR="009A6CD2" w:rsidRPr="00501DC8" w:rsidRDefault="009A6CD2" w:rsidP="009A6CD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9C22C2A" w14:textId="77777777" w:rsidR="009A6CD2" w:rsidRPr="00051C79" w:rsidRDefault="009A6CD2" w:rsidP="009A6C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24F6FC" w14:textId="77777777" w:rsidR="009A6CD2" w:rsidRPr="00F87025" w:rsidRDefault="009A6CD2" w:rsidP="009A6CD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A241670" w14:textId="77777777" w:rsidR="009A6CD2" w:rsidRPr="00051C79" w:rsidRDefault="009A6CD2" w:rsidP="009A6C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7D87F2" w14:textId="77777777" w:rsidR="009A6CD2" w:rsidRPr="00051C79" w:rsidRDefault="009A6CD2" w:rsidP="009A6CD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7A5F96" w14:textId="77777777" w:rsidR="009A6CD2" w:rsidRDefault="009A6CD2" w:rsidP="00420026">
      <w:pPr>
        <w:rPr>
          <w:rFonts w:ascii="Verdana Pro Light" w:hAnsi="Verdana Pro Light"/>
          <w:smallCaps/>
        </w:rPr>
      </w:pPr>
    </w:p>
    <w:p w14:paraId="7AC13747" w14:textId="77777777" w:rsidR="00044E11" w:rsidRDefault="00044E11" w:rsidP="00420026">
      <w:pPr>
        <w:rPr>
          <w:rFonts w:ascii="Verdana Pro Light" w:hAnsi="Verdana Pro Light"/>
          <w:smallCaps/>
        </w:rPr>
      </w:pPr>
    </w:p>
    <w:p w14:paraId="04339B02" w14:textId="77777777" w:rsidR="00044E11" w:rsidRDefault="00044E11" w:rsidP="00420026">
      <w:pPr>
        <w:rPr>
          <w:rFonts w:ascii="Verdana Pro Light" w:hAnsi="Verdana Pro Light"/>
          <w:smallCaps/>
        </w:rPr>
      </w:pPr>
    </w:p>
    <w:p w14:paraId="6670FEB1" w14:textId="77777777" w:rsidR="00044E11" w:rsidRDefault="00044E11" w:rsidP="00420026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44E11" w:rsidRPr="00136AD8" w14:paraId="6FDB3240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D9E75FB" w14:textId="2EFA1D5E" w:rsidR="00044E11" w:rsidRPr="00136AD8" w:rsidRDefault="00044E11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 w:rsidR="00DC2AE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9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DC2AE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320E418" w14:textId="13DD9565" w:rsidR="00044E11" w:rsidRPr="009C256C" w:rsidRDefault="00044E11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12" w:name="_Hlk156751908"/>
            <w:r w:rsidRPr="00C26D35">
              <w:t>Planificar a rodagem</w:t>
            </w:r>
            <w:r w:rsidR="000D68FA">
              <w:t>, gravar</w:t>
            </w:r>
            <w:r w:rsidRPr="00C26D35">
              <w:t xml:space="preserve"> e pós-produ</w:t>
            </w:r>
            <w:r w:rsidR="000D68FA">
              <w:t>zir</w:t>
            </w:r>
            <w:r w:rsidRPr="00C26D35">
              <w:t xml:space="preserve"> um projeto com </w:t>
            </w:r>
            <w:proofErr w:type="spellStart"/>
            <w:r w:rsidRPr="00C26D35">
              <w:t>multicâmara</w:t>
            </w:r>
            <w:bookmarkEnd w:id="12"/>
            <w:proofErr w:type="spellEnd"/>
            <w:r w:rsidRPr="00C26D35">
              <w:t>.</w:t>
            </w:r>
          </w:p>
        </w:tc>
      </w:tr>
      <w:tr w:rsidR="00044E11" w:rsidRPr="00136AD8" w14:paraId="32AC4D51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723B0AB" w14:textId="1C3707CE" w:rsidR="00044E11" w:rsidRPr="00136AD8" w:rsidRDefault="00044E11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DC2AE2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F3D6DDB" w14:textId="77777777" w:rsidR="00044E11" w:rsidRPr="00136AD8" w:rsidRDefault="00044E11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595989">
              <w:rPr>
                <w:rFonts w:ascii="Verdana Pro Light" w:eastAsia="Arial Unicode MS" w:hAnsi="Verdana Pro Light" w:cs="Times New Roman"/>
                <w:sz w:val="18"/>
                <w:szCs w:val="18"/>
              </w:rPr>
              <w:t xml:space="preserve">Realização com </w:t>
            </w:r>
            <w:proofErr w:type="spellStart"/>
            <w:r w:rsidRPr="00595989">
              <w:rPr>
                <w:rFonts w:ascii="Verdana Pro Light" w:eastAsia="Arial Unicode MS" w:hAnsi="Verdana Pro Light" w:cs="Times New Roman"/>
                <w:sz w:val="18"/>
                <w:szCs w:val="18"/>
              </w:rPr>
              <w:t>multicâmara</w:t>
            </w:r>
            <w:proofErr w:type="spellEnd"/>
          </w:p>
        </w:tc>
      </w:tr>
    </w:tbl>
    <w:p w14:paraId="171EDF57" w14:textId="77777777" w:rsidR="00044E11" w:rsidRPr="00136AD8" w:rsidRDefault="00044E11" w:rsidP="00044E1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66AC7F4" w14:textId="77777777" w:rsidR="00044E11" w:rsidRDefault="00044E11" w:rsidP="00044E1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198589B9" w14:textId="77777777" w:rsidR="00044E11" w:rsidRDefault="00044E11" w:rsidP="00044E11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33014CE2" w14:textId="77777777" w:rsidR="00044E11" w:rsidRPr="00136AD8" w:rsidRDefault="00044E11" w:rsidP="00044E1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44E11" w:rsidRPr="00136AD8" w14:paraId="1DDBE897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EF494D" w14:textId="77777777" w:rsidR="00044E11" w:rsidRPr="001B353A" w:rsidRDefault="00044E11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44E11" w:rsidRPr="00136AD8" w14:paraId="00A36FB4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BCAA84" w14:textId="5BB53A49" w:rsidR="00044E11" w:rsidRPr="007416C0" w:rsidRDefault="00044E11" w:rsidP="002852B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852B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Planificar e organizar os recursos em função do guião </w:t>
            </w:r>
          </w:p>
          <w:p w14:paraId="52E6570E" w14:textId="118EFC4A" w:rsidR="00044E11" w:rsidRPr="007416C0" w:rsidRDefault="00044E11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2852B7"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7416C0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Planificar a colocação das câmaras de acordo com as normas estabelecidas.</w:t>
            </w:r>
          </w:p>
          <w:p w14:paraId="69A68A67" w14:textId="5A861C83" w:rsidR="00044E11" w:rsidRPr="007416C0" w:rsidRDefault="00044E11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2852B7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7416C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Proceder à gravação ou retransmissão em direto, tanto em estúdio como em unidades móveis de televisão, através da realização com </w:t>
            </w:r>
            <w:proofErr w:type="spellStart"/>
            <w:r w:rsidRPr="007416C0">
              <w:rPr>
                <w:rFonts w:ascii="Verdana Pro Light" w:eastAsia="Arial Unicode MS" w:hAnsi="Verdana Pro Light" w:cs="Arial Unicode MS"/>
                <w:sz w:val="18"/>
                <w:szCs w:val="18"/>
              </w:rPr>
              <w:t>multicâmara</w:t>
            </w:r>
            <w:proofErr w:type="spellEnd"/>
            <w:r w:rsidRPr="007416C0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06478419" w14:textId="564FFD1F" w:rsidR="00044E11" w:rsidRPr="000D68FA" w:rsidRDefault="00044E11" w:rsidP="000D68F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 w:rsidR="002852B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Realizar procedimentos de</w:t>
            </w:r>
            <w:r w:rsidRPr="007416C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pós-produção</w:t>
            </w:r>
          </w:p>
        </w:tc>
      </w:tr>
      <w:tr w:rsidR="00044E11" w:rsidRPr="00136AD8" w14:paraId="0FBE7193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00FDD9" w14:textId="77777777" w:rsidR="00044E11" w:rsidRPr="001B353A" w:rsidRDefault="00044E11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171CD0" w14:textId="77777777" w:rsidR="00044E11" w:rsidRPr="001B353A" w:rsidRDefault="00044E11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FB938A2" w14:textId="77777777" w:rsidR="00044E11" w:rsidRPr="001B353A" w:rsidRDefault="00044E11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44E11" w:rsidRPr="00136AD8" w14:paraId="53171B3B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7DC43" w14:textId="77777777" w:rsidR="00044E11" w:rsidRPr="002C5C9E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C5C9E">
              <w:rPr>
                <w:rFonts w:ascii="Verdana Pro Light" w:hAnsi="Verdana Pro Light"/>
                <w:b/>
                <w:bCs/>
                <w:sz w:val="18"/>
                <w:szCs w:val="18"/>
              </w:rPr>
              <w:t>Tipos de programas</w:t>
            </w:r>
          </w:p>
          <w:p w14:paraId="6669B13B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Ficção</w:t>
            </w:r>
          </w:p>
          <w:p w14:paraId="7FC11BCA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Entretenimento</w:t>
            </w:r>
          </w:p>
          <w:p w14:paraId="2E542226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Informativos</w:t>
            </w:r>
          </w:p>
          <w:p w14:paraId="6CAED8C1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Linguagem audiovisual na televisão</w:t>
            </w:r>
          </w:p>
          <w:p w14:paraId="0ABE52DC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Pequeno ecrã</w:t>
            </w:r>
          </w:p>
          <w:p w14:paraId="427D8761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Zapping</w:t>
            </w:r>
          </w:p>
          <w:p w14:paraId="64BF7CB0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Os diretos</w:t>
            </w:r>
          </w:p>
          <w:p w14:paraId="211F4DB9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Comunicação de massas</w:t>
            </w:r>
          </w:p>
          <w:p w14:paraId="48F56742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Os públicos</w:t>
            </w:r>
          </w:p>
          <w:p w14:paraId="09871989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Terminologia da linguagem televisiva</w:t>
            </w:r>
          </w:p>
          <w:p w14:paraId="1EEB45FC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 xml:space="preserve">Metodologias de produção na execução de projetos audiovisuais com </w:t>
            </w:r>
            <w:proofErr w:type="spellStart"/>
            <w:r w:rsidRPr="007416C0">
              <w:rPr>
                <w:rFonts w:ascii="Verdana Pro Light" w:hAnsi="Verdana Pro Light"/>
                <w:sz w:val="18"/>
                <w:szCs w:val="18"/>
              </w:rPr>
              <w:t>multicâmara</w:t>
            </w:r>
            <w:proofErr w:type="spellEnd"/>
          </w:p>
          <w:p w14:paraId="42E88447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6D276651" w14:textId="77777777" w:rsidR="00044E11" w:rsidRPr="002C5C9E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C5C9E">
              <w:rPr>
                <w:rFonts w:ascii="Verdana Pro Light" w:hAnsi="Verdana Pro Light"/>
                <w:b/>
                <w:bCs/>
                <w:sz w:val="18"/>
                <w:szCs w:val="18"/>
              </w:rPr>
              <w:t>Funções de: produtor/realizador</w:t>
            </w:r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</w:t>
            </w:r>
            <w:r w:rsidRPr="002C5C9E">
              <w:rPr>
                <w:rFonts w:ascii="Verdana Pro Light" w:hAnsi="Verdana Pro Light"/>
                <w:b/>
                <w:bCs/>
                <w:sz w:val="18"/>
                <w:szCs w:val="18"/>
              </w:rPr>
              <w:t>/</w:t>
            </w:r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</w:t>
            </w:r>
            <w:r w:rsidRPr="002C5C9E">
              <w:rPr>
                <w:rFonts w:ascii="Verdana Pro Light" w:hAnsi="Verdana Pro Light"/>
                <w:b/>
                <w:bCs/>
                <w:sz w:val="18"/>
                <w:szCs w:val="18"/>
              </w:rPr>
              <w:t>controlo de imagem</w:t>
            </w:r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</w:t>
            </w:r>
            <w:r w:rsidRPr="002C5C9E">
              <w:rPr>
                <w:rFonts w:ascii="Verdana Pro Light" w:hAnsi="Verdana Pro Light"/>
                <w:b/>
                <w:bCs/>
                <w:sz w:val="18"/>
                <w:szCs w:val="18"/>
              </w:rPr>
              <w:t>/anotador</w:t>
            </w:r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</w:t>
            </w:r>
            <w:r w:rsidRPr="002C5C9E">
              <w:rPr>
                <w:rFonts w:ascii="Verdana Pro Light" w:hAnsi="Verdana Pro Light"/>
                <w:b/>
                <w:bCs/>
                <w:sz w:val="18"/>
                <w:szCs w:val="18"/>
              </w:rPr>
              <w:t>/operadores de câmara/</w:t>
            </w:r>
            <w:r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</w:t>
            </w:r>
            <w:r w:rsidRPr="002C5C9E">
              <w:rPr>
                <w:rFonts w:ascii="Verdana Pro Light" w:hAnsi="Verdana Pro Light"/>
                <w:b/>
                <w:bCs/>
                <w:sz w:val="18"/>
                <w:szCs w:val="18"/>
              </w:rPr>
              <w:t>operadores de som</w:t>
            </w:r>
          </w:p>
          <w:p w14:paraId="1B8D190E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0F06E9A8" w14:textId="77777777" w:rsidR="00044E11" w:rsidRPr="009F5C19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9F5C19">
              <w:rPr>
                <w:rFonts w:ascii="Verdana Pro Light" w:hAnsi="Verdana Pro Light"/>
                <w:b/>
                <w:bCs/>
                <w:sz w:val="18"/>
                <w:szCs w:val="18"/>
              </w:rPr>
              <w:t>Produção</w:t>
            </w:r>
          </w:p>
          <w:p w14:paraId="173E9505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O estúdio</w:t>
            </w:r>
          </w:p>
          <w:p w14:paraId="56E7A320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 xml:space="preserve">Sistema </w:t>
            </w:r>
            <w:proofErr w:type="spellStart"/>
            <w:r w:rsidRPr="007416C0">
              <w:rPr>
                <w:rFonts w:ascii="Verdana Pro Light" w:hAnsi="Verdana Pro Light"/>
                <w:sz w:val="18"/>
                <w:szCs w:val="18"/>
              </w:rPr>
              <w:t>multicâmara</w:t>
            </w:r>
            <w:proofErr w:type="spellEnd"/>
          </w:p>
          <w:p w14:paraId="0F69F951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Câmaras de estúdio</w:t>
            </w:r>
          </w:p>
          <w:p w14:paraId="6F8E411C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Iluminação</w:t>
            </w:r>
          </w:p>
          <w:p w14:paraId="3F64C137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Croma em estúdio virtual</w:t>
            </w:r>
          </w:p>
          <w:p w14:paraId="17552024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Sistema de som no estúdio</w:t>
            </w:r>
          </w:p>
          <w:p w14:paraId="37BED1A8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Adereços</w:t>
            </w:r>
          </w:p>
          <w:p w14:paraId="2E7DE5EF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Características e condições de construção cenográfica para ambiente televisivo</w:t>
            </w:r>
          </w:p>
          <w:p w14:paraId="2EEADBBD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 xml:space="preserve">Problemas e especificidades da </w:t>
            </w:r>
            <w:r w:rsidRPr="007416C0">
              <w:rPr>
                <w:rFonts w:ascii="Verdana Pro Light" w:hAnsi="Verdana Pro Light"/>
                <w:sz w:val="18"/>
                <w:szCs w:val="18"/>
              </w:rPr>
              <w:lastRenderedPageBreak/>
              <w:t xml:space="preserve">cenografia num exercício </w:t>
            </w:r>
            <w:proofErr w:type="spellStart"/>
            <w:r w:rsidRPr="007416C0">
              <w:rPr>
                <w:rFonts w:ascii="Verdana Pro Light" w:hAnsi="Verdana Pro Light"/>
                <w:sz w:val="18"/>
                <w:szCs w:val="18"/>
              </w:rPr>
              <w:t>multicâmara</w:t>
            </w:r>
            <w:proofErr w:type="spellEnd"/>
            <w:r w:rsidRPr="007416C0">
              <w:rPr>
                <w:rFonts w:ascii="Verdana Pro Light" w:hAnsi="Verdana Pro Light"/>
                <w:sz w:val="18"/>
                <w:szCs w:val="18"/>
              </w:rPr>
              <w:t>, explicitamente televisivo, gravado em estúdio</w:t>
            </w:r>
          </w:p>
          <w:p w14:paraId="02FCBA4E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Régie/estúdio – opções criativas e técnicas</w:t>
            </w:r>
          </w:p>
          <w:p w14:paraId="3483F13E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Comunicação entre a régie e o estúdio</w:t>
            </w:r>
          </w:p>
          <w:p w14:paraId="44CAA620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 xml:space="preserve">Etapas da área de realização </w:t>
            </w:r>
            <w:proofErr w:type="spellStart"/>
            <w:r w:rsidRPr="007416C0">
              <w:rPr>
                <w:rFonts w:ascii="Verdana Pro Light" w:hAnsi="Verdana Pro Light"/>
                <w:sz w:val="18"/>
                <w:szCs w:val="18"/>
              </w:rPr>
              <w:t>vs</w:t>
            </w:r>
            <w:proofErr w:type="spellEnd"/>
            <w:r w:rsidRPr="007416C0">
              <w:rPr>
                <w:rFonts w:ascii="Verdana Pro Light" w:hAnsi="Verdana Pro Light"/>
                <w:sz w:val="18"/>
                <w:szCs w:val="18"/>
              </w:rPr>
              <w:t xml:space="preserve"> colocação e movimentos das câmaras</w:t>
            </w:r>
          </w:p>
          <w:p w14:paraId="2D53F8DC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Ângulos de câmara e desenvolvimento técnico</w:t>
            </w:r>
          </w:p>
          <w:p w14:paraId="097EE498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 xml:space="preserve">Técnicas de simulação de diretos com </w:t>
            </w:r>
            <w:proofErr w:type="spellStart"/>
            <w:r w:rsidRPr="007416C0">
              <w:rPr>
                <w:rFonts w:ascii="Verdana Pro Light" w:hAnsi="Verdana Pro Light"/>
                <w:sz w:val="18"/>
                <w:szCs w:val="18"/>
              </w:rPr>
              <w:t>multicâmara</w:t>
            </w:r>
            <w:proofErr w:type="spellEnd"/>
          </w:p>
          <w:p w14:paraId="6414586F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Escala de planos, determinada pela distância das câmaras relativamente aos personagens filmados</w:t>
            </w:r>
          </w:p>
          <w:p w14:paraId="7B918385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7416C0">
              <w:rPr>
                <w:rFonts w:ascii="Verdana Pro Light" w:hAnsi="Verdana Pro Light"/>
                <w:sz w:val="18"/>
                <w:szCs w:val="18"/>
              </w:rPr>
              <w:t>Multienquadramentos</w:t>
            </w:r>
            <w:proofErr w:type="spellEnd"/>
          </w:p>
          <w:p w14:paraId="186F866C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Apresentadores, convidados, atores e criação de personagens</w:t>
            </w:r>
          </w:p>
          <w:p w14:paraId="09848F84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Guarda-roupa</w:t>
            </w:r>
          </w:p>
          <w:p w14:paraId="3D8269DC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Preparação e maquilhagem dos apresentadores e atores</w:t>
            </w:r>
          </w:p>
          <w:p w14:paraId="4F23EB85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Acompanhamento e preparação dos convidados</w:t>
            </w:r>
          </w:p>
          <w:p w14:paraId="300F3BE9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Tratamento e cuidados comportamentais</w:t>
            </w:r>
          </w:p>
          <w:p w14:paraId="537A3761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Maquilhagem/cabelo</w:t>
            </w:r>
          </w:p>
          <w:p w14:paraId="12AB66FF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Técnicas de gravação de diretos com captura e mistura de som</w:t>
            </w:r>
          </w:p>
          <w:p w14:paraId="549B078C" w14:textId="77777777" w:rsidR="00044E11" w:rsidRPr="009F5C19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9F5C19">
              <w:rPr>
                <w:rFonts w:ascii="Verdana Pro Light" w:hAnsi="Verdana Pro Light"/>
                <w:b/>
                <w:bCs/>
                <w:sz w:val="18"/>
                <w:szCs w:val="18"/>
              </w:rPr>
              <w:t>Pós-produção</w:t>
            </w:r>
          </w:p>
          <w:p w14:paraId="5A7D6791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Edição</w:t>
            </w:r>
          </w:p>
          <w:p w14:paraId="17FAFA1F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Efeitos especiais</w:t>
            </w:r>
          </w:p>
          <w:p w14:paraId="125A45F1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Banda sonora</w:t>
            </w:r>
          </w:p>
          <w:p w14:paraId="2C39D763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7416C0">
              <w:rPr>
                <w:rFonts w:ascii="Verdana Pro Light" w:hAnsi="Verdana Pro Light"/>
                <w:sz w:val="18"/>
                <w:szCs w:val="18"/>
              </w:rPr>
              <w:t>Masterização</w:t>
            </w:r>
          </w:p>
          <w:p w14:paraId="4208CA94" w14:textId="77777777" w:rsidR="00044E11" w:rsidRPr="009F5C19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contextualSpacing w:val="0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9F5C19">
              <w:rPr>
                <w:rFonts w:ascii="Verdana Pro Light" w:hAnsi="Verdana Pro Light"/>
                <w:b/>
                <w:bCs/>
                <w:sz w:val="18"/>
                <w:szCs w:val="18"/>
              </w:rPr>
              <w:t>Materiais promocionais para a preparação da exibição do exercício realizado</w:t>
            </w:r>
          </w:p>
          <w:p w14:paraId="665072E5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  <w:p w14:paraId="3754A0F2" w14:textId="77777777" w:rsidR="00044E11" w:rsidRPr="007416C0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F3104" w14:textId="77777777" w:rsidR="00044E11" w:rsidRDefault="00044E11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11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Desenvolv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D411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guião</w:t>
            </w:r>
            <w:r w:rsidRPr="00D411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detalhado para guiar as filmagens, indicando as transições </w:t>
            </w:r>
            <w:proofErr w:type="spellStart"/>
            <w:r w:rsidRPr="00D411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multicâmara</w:t>
            </w:r>
            <w:proofErr w:type="spellEnd"/>
            <w:r w:rsidRPr="00D411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previstas.</w:t>
            </w:r>
          </w:p>
          <w:p w14:paraId="0FF83CC6" w14:textId="77777777" w:rsidR="00044E11" w:rsidRDefault="00044E11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4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Estabelec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034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cronograma claro para as filmagens, incluindo tempos de </w:t>
            </w:r>
            <w:proofErr w:type="spellStart"/>
            <w:r w:rsidRPr="000345B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setup</w:t>
            </w:r>
            <w:proofErr w:type="spellEnd"/>
            <w:r w:rsidRPr="00034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mudanças de câmara.</w:t>
            </w:r>
          </w:p>
          <w:p w14:paraId="414034FF" w14:textId="77777777" w:rsidR="00044E11" w:rsidRDefault="00044E11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4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cionar</w:t>
            </w:r>
            <w:r w:rsidRPr="00034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câmaras e equipamentos para atender às necessidades específicas do projeto.</w:t>
            </w:r>
          </w:p>
          <w:p w14:paraId="573DF5E6" w14:textId="77777777" w:rsidR="00044E11" w:rsidRPr="00517AA8" w:rsidRDefault="00044E11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4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Planea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</w:t>
            </w:r>
            <w:r w:rsidRPr="00034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posicionamento das câmaras para garantir cobertura completa e variedade de ângulos.</w:t>
            </w:r>
          </w:p>
          <w:p w14:paraId="7F0F5B88" w14:textId="77777777" w:rsidR="00044E11" w:rsidRDefault="00044E11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Montar</w:t>
            </w:r>
            <w:r w:rsidRPr="00034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sistema de comunicação claro com a equipa técnica para coordenar ações durante a rodagem.</w:t>
            </w:r>
          </w:p>
          <w:p w14:paraId="0B376E97" w14:textId="77777777" w:rsidR="00044E11" w:rsidRDefault="00044E11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4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Garantir sincronização entre as várias fontes de vídeo e </w:t>
            </w:r>
            <w:proofErr w:type="gramStart"/>
            <w:r w:rsidRPr="00034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áudio..</w:t>
            </w:r>
            <w:proofErr w:type="gramEnd"/>
          </w:p>
          <w:p w14:paraId="689A45D5" w14:textId="77777777" w:rsidR="00044E11" w:rsidRDefault="00044E11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4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Implementar um fluxo de trabalho organizado para otimizar a eficiência durante a edição.</w:t>
            </w:r>
          </w:p>
          <w:p w14:paraId="0175F850" w14:textId="77777777" w:rsidR="00044E11" w:rsidRDefault="00044E11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4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Incorporar efeitos visuais e transições de forma estratégica para melhorar a experiência visual.</w:t>
            </w:r>
          </w:p>
          <w:p w14:paraId="25C3D92D" w14:textId="77777777" w:rsidR="00044E11" w:rsidRDefault="00044E11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4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Tratar e eliminar ruídos indesejados para garantir qualidade sonora.</w:t>
            </w:r>
          </w:p>
          <w:p w14:paraId="656F4B18" w14:textId="77777777" w:rsidR="00044E11" w:rsidRDefault="00044E11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45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a entrega final considerando os formatos e resoluções necessários para a distribuição.</w:t>
            </w:r>
          </w:p>
          <w:p w14:paraId="79A0C273" w14:textId="77777777" w:rsidR="00044E11" w:rsidRDefault="00044E11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750BF7F" w14:textId="77777777" w:rsidR="00044E11" w:rsidRDefault="00044E11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FCF3F94" w14:textId="77777777" w:rsidR="00044E11" w:rsidRPr="00057283" w:rsidRDefault="00044E11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705CE" w14:textId="77777777" w:rsidR="00044E11" w:rsidRPr="0020338E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6A367F08" w14:textId="77777777" w:rsidR="00044E11" w:rsidRPr="0020338E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47B455E2" w14:textId="77777777" w:rsidR="00044E11" w:rsidRPr="0020338E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6C4FA23B" w14:textId="77777777" w:rsidR="00044E11" w:rsidRPr="0020338E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460F9730" w14:textId="77777777" w:rsidR="00044E11" w:rsidRPr="0020338E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5F27D9B0" w14:textId="77777777" w:rsidR="00044E11" w:rsidRPr="0020338E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16D71932" w14:textId="77777777" w:rsidR="00044E11" w:rsidRPr="0020338E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54EE47FD" w14:textId="77777777" w:rsidR="00044E11" w:rsidRPr="0020338E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544C90EC" w14:textId="77777777" w:rsidR="00044E11" w:rsidRPr="0020338E" w:rsidRDefault="00044E11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186089AD" w14:textId="77777777" w:rsidR="00044E11" w:rsidRDefault="00044E11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A8E6074" w14:textId="77777777" w:rsidR="00044E11" w:rsidRPr="00057283" w:rsidRDefault="00044E11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87C7F26" w14:textId="77777777" w:rsidR="00044E11" w:rsidRDefault="00044E11" w:rsidP="00044E1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B26B10B" w14:textId="77777777" w:rsidR="00044E11" w:rsidRDefault="00044E11" w:rsidP="00044E1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662BD7A" w14:textId="77777777" w:rsidR="00044E11" w:rsidRPr="00F87025" w:rsidRDefault="00044E11" w:rsidP="00044E1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50BB9EE" w14:textId="77777777" w:rsidR="00044E11" w:rsidRPr="00F20E6F" w:rsidRDefault="00044E11" w:rsidP="00044E11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7416C0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Planificar a rodagem e a pós-produção de um projeto com </w:t>
      </w:r>
      <w:proofErr w:type="spellStart"/>
      <w:r w:rsidRPr="007416C0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multicâmara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DE89350" w14:textId="77777777" w:rsidR="00044E11" w:rsidRPr="0064164C" w:rsidRDefault="00044E11" w:rsidP="00044E1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Usando um guião</w:t>
      </w:r>
      <w:r w:rsidRPr="000345B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detalhado que guie as filmagens e preveja transições </w:t>
      </w:r>
      <w:proofErr w:type="spellStart"/>
      <w:r w:rsidRPr="000345B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multicâmara</w:t>
      </w:r>
      <w:proofErr w:type="spellEnd"/>
      <w:r w:rsidRPr="000345B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E683236" w14:textId="77777777" w:rsidR="00044E11" w:rsidRPr="0064164C" w:rsidRDefault="00044E11" w:rsidP="00044E1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3949D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Sele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cionando</w:t>
      </w:r>
      <w:r w:rsidRPr="003949D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adequada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mente as</w:t>
      </w:r>
      <w:r w:rsidRPr="003949D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câmaras e equipamentos para atender às necessidades específicas do projeto.</w:t>
      </w:r>
    </w:p>
    <w:p w14:paraId="0E5B2CC5" w14:textId="77777777" w:rsidR="00044E11" w:rsidRPr="0064164C" w:rsidRDefault="00044E11" w:rsidP="00044E1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P</w:t>
      </w:r>
      <w:r w:rsidRPr="003949D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osiciona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3949D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câmaras para garantir uma cobertura completa e variedade de ângulos.</w:t>
      </w:r>
    </w:p>
    <w:p w14:paraId="5AD12B4D" w14:textId="77777777" w:rsidR="00044E11" w:rsidRPr="0064164C" w:rsidRDefault="00044E11" w:rsidP="00044E1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3949D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3949D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 sistema de nomenclatura consistente para facilitar a organização do material gravado.</w:t>
      </w:r>
    </w:p>
    <w:p w14:paraId="2577097B" w14:textId="77777777" w:rsidR="00044E11" w:rsidRDefault="00044E11" w:rsidP="00044E1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</w:t>
      </w:r>
      <w:r w:rsidRPr="003949D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dita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3949D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forma eficiente, mantendo uma narrativa coesa e interessante.</w:t>
      </w:r>
    </w:p>
    <w:p w14:paraId="62B38BB9" w14:textId="77777777" w:rsidR="00044E11" w:rsidRDefault="00044E11" w:rsidP="00044E1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3949D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justa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3949D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cores e garantir consistência visual entre as várias câmaras.</w:t>
      </w:r>
    </w:p>
    <w:p w14:paraId="1D042275" w14:textId="77777777" w:rsidR="00044E11" w:rsidRPr="0064164C" w:rsidRDefault="00044E11" w:rsidP="00044E1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CD7.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3949D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3949D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transi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ções</w:t>
      </w:r>
      <w:r w:rsidRPr="003949D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suave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  <w:r w:rsidRPr="003949D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entre diferentes fontes de câmara.</w:t>
      </w:r>
    </w:p>
    <w:p w14:paraId="42AAABB6" w14:textId="77777777" w:rsidR="00044E11" w:rsidRPr="00136AD8" w:rsidRDefault="00044E11" w:rsidP="00044E1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88A2A5A" w14:textId="77777777" w:rsidR="00044E11" w:rsidRPr="00F87025" w:rsidRDefault="00044E11" w:rsidP="00044E1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787923D" w14:textId="77777777" w:rsidR="00044E11" w:rsidRDefault="00044E11" w:rsidP="00044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07021C4F" w14:textId="77777777" w:rsidR="00044E11" w:rsidRDefault="00044E11" w:rsidP="00044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som</w:t>
      </w:r>
    </w:p>
    <w:p w14:paraId="7704B69F" w14:textId="77777777" w:rsidR="00044E11" w:rsidRPr="008047E3" w:rsidRDefault="00044E11" w:rsidP="00044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0ADEED3F" w14:textId="77777777" w:rsidR="00044E11" w:rsidRPr="00984B30" w:rsidRDefault="00044E11" w:rsidP="00044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Salas de Espetáculo</w:t>
      </w:r>
    </w:p>
    <w:p w14:paraId="25404A8D" w14:textId="77777777" w:rsidR="00044E11" w:rsidRPr="00051C79" w:rsidRDefault="00044E11" w:rsidP="00044E1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78D3B2" w14:textId="77777777" w:rsidR="00044E11" w:rsidRPr="00F87025" w:rsidRDefault="00044E11" w:rsidP="00044E1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C5E30A6" w14:textId="77777777" w:rsidR="00044E11" w:rsidRDefault="00044E11" w:rsidP="00044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acesso à internet.</w:t>
      </w:r>
    </w:p>
    <w:p w14:paraId="747D3A1A" w14:textId="77777777" w:rsidR="00044E11" w:rsidRPr="00564406" w:rsidRDefault="00044E11" w:rsidP="00044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Câmaras de vídeo.</w:t>
      </w:r>
    </w:p>
    <w:p w14:paraId="032AE392" w14:textId="77777777" w:rsidR="00044E11" w:rsidRDefault="00044E11" w:rsidP="00044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1F690FB7" w14:textId="77777777" w:rsidR="00044E11" w:rsidRDefault="00044E11" w:rsidP="00044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1C8C9163" w14:textId="77777777" w:rsidR="00044E11" w:rsidRPr="00350DB7" w:rsidRDefault="00044E11" w:rsidP="00044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iluminação</w:t>
      </w:r>
    </w:p>
    <w:p w14:paraId="57B24C65" w14:textId="77777777" w:rsidR="00044E11" w:rsidRDefault="00044E11" w:rsidP="00044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E2998D4" w14:textId="77777777" w:rsidR="00044E11" w:rsidRPr="00501DC8" w:rsidRDefault="00044E11" w:rsidP="00044E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CD8EA8F" w14:textId="77777777" w:rsidR="00044E11" w:rsidRPr="00051C79" w:rsidRDefault="00044E11" w:rsidP="00044E1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AB5F5E" w14:textId="77777777" w:rsidR="00044E11" w:rsidRPr="00F87025" w:rsidRDefault="00044E11" w:rsidP="00044E1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17676D0" w14:textId="77777777" w:rsidR="00044E11" w:rsidRPr="00051C79" w:rsidRDefault="00044E11" w:rsidP="00044E1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B8BEFC" w14:textId="77777777" w:rsidR="00044E11" w:rsidRPr="00051C79" w:rsidRDefault="00044E11" w:rsidP="00044E1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83B6F1" w14:textId="77777777" w:rsidR="00044E11" w:rsidRPr="00051C79" w:rsidRDefault="00044E11" w:rsidP="00044E1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10BFE5" w14:textId="77777777" w:rsidR="00044E11" w:rsidRDefault="00044E11" w:rsidP="00420026">
      <w:pPr>
        <w:rPr>
          <w:rFonts w:ascii="Verdana Pro Light" w:hAnsi="Verdana Pro Light"/>
          <w:smallCaps/>
        </w:rPr>
      </w:pPr>
    </w:p>
    <w:p w14:paraId="0276E212" w14:textId="77777777" w:rsidR="00044E11" w:rsidRDefault="00044E11" w:rsidP="00420026">
      <w:pPr>
        <w:rPr>
          <w:rFonts w:ascii="Verdana Pro Light" w:hAnsi="Verdana Pro Light"/>
          <w:smallCaps/>
        </w:rPr>
      </w:pPr>
    </w:p>
    <w:p w14:paraId="0C651AD6" w14:textId="77777777" w:rsidR="00044E11" w:rsidRDefault="00044E11" w:rsidP="00420026">
      <w:pPr>
        <w:rPr>
          <w:rFonts w:ascii="Verdana Pro Light" w:hAnsi="Verdana Pro Light"/>
          <w:smallCaps/>
        </w:rPr>
      </w:pPr>
    </w:p>
    <w:p w14:paraId="6577CD86" w14:textId="77777777" w:rsidR="00044E11" w:rsidRDefault="00044E11" w:rsidP="00420026">
      <w:pPr>
        <w:rPr>
          <w:rFonts w:ascii="Verdana Pro Light" w:hAnsi="Verdana Pro Light"/>
          <w:smallCaps/>
        </w:rPr>
      </w:pPr>
    </w:p>
    <w:p w14:paraId="727C95E1" w14:textId="77777777" w:rsidR="009A6CD2" w:rsidRDefault="009A6CD2" w:rsidP="00420026">
      <w:pPr>
        <w:rPr>
          <w:rFonts w:ascii="Verdana Pro Light" w:hAnsi="Verdana Pro Light"/>
          <w:smallCaps/>
        </w:rPr>
      </w:pPr>
    </w:p>
    <w:p w14:paraId="7256709B" w14:textId="77777777" w:rsidR="009A6CD2" w:rsidRDefault="009A6CD2" w:rsidP="00420026">
      <w:pPr>
        <w:rPr>
          <w:rFonts w:ascii="Verdana Pro Light" w:hAnsi="Verdana Pro Light"/>
          <w:smallCaps/>
        </w:rPr>
      </w:pPr>
    </w:p>
    <w:p w14:paraId="68E182AA" w14:textId="77777777" w:rsidR="004017BF" w:rsidRDefault="004017BF" w:rsidP="00C3606C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3606C" w:rsidRPr="00136AD8" w14:paraId="53C3AC5C" w14:textId="77777777" w:rsidTr="009277C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E4E9C69" w14:textId="4D348EE9" w:rsidR="00C3606C" w:rsidRPr="00136AD8" w:rsidRDefault="00C3606C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684B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4809E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8D30DC1" w14:textId="2D6BAF5D" w:rsidR="00C3606C" w:rsidRPr="009C256C" w:rsidRDefault="00407E05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A</w:t>
            </w:r>
            <w:r w:rsidR="00C3606C" w:rsidRPr="00C3606C">
              <w:t>companhar um projeto cinematográfico.</w:t>
            </w:r>
          </w:p>
        </w:tc>
      </w:tr>
      <w:tr w:rsidR="00C3606C" w:rsidRPr="00136AD8" w14:paraId="04359B23" w14:textId="77777777" w:rsidTr="009277C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4B81A05" w14:textId="3219B5F1" w:rsidR="00C3606C" w:rsidRPr="00136AD8" w:rsidRDefault="00C3606C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4809EA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75CAE810" w14:textId="77777777" w:rsidR="00C3606C" w:rsidRPr="00136AD8" w:rsidRDefault="00945463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945463">
              <w:rPr>
                <w:rFonts w:ascii="Verdana Pro Light" w:eastAsia="Arial Unicode MS" w:hAnsi="Verdana Pro Light" w:cs="Times New Roman"/>
                <w:sz w:val="18"/>
                <w:szCs w:val="18"/>
              </w:rPr>
              <w:t>Realização cinematográfica</w:t>
            </w:r>
          </w:p>
        </w:tc>
      </w:tr>
    </w:tbl>
    <w:p w14:paraId="178D41CB" w14:textId="77777777" w:rsidR="00C3606C" w:rsidRPr="00136AD8" w:rsidRDefault="00C3606C" w:rsidP="00C3606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121C571" w14:textId="19C4B436" w:rsidR="00C3606C" w:rsidRDefault="00C3606C" w:rsidP="00C3606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4A3A84B0" w14:textId="77777777" w:rsidR="00B824C7" w:rsidRDefault="00B824C7" w:rsidP="00B824C7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27A03879" w14:textId="77777777" w:rsidR="00C3606C" w:rsidRPr="00136AD8" w:rsidRDefault="00C3606C" w:rsidP="00C3606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3606C" w:rsidRPr="00136AD8" w14:paraId="3B87F9A7" w14:textId="77777777" w:rsidTr="009277C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A34B2E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3606C" w:rsidRPr="00136AD8" w14:paraId="6EDE6B40" w14:textId="77777777" w:rsidTr="009277C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81629E" w14:textId="55EED184" w:rsidR="00945463" w:rsidRPr="00945463" w:rsidRDefault="00C3606C" w:rsidP="0094546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84B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</w:t>
            </w:r>
            <w:r w:rsidR="002A081E">
              <w:rPr>
                <w:rFonts w:ascii="Verdana Pro Light" w:eastAsia="Arial Unicode MS" w:hAnsi="Verdana Pro Light" w:cs="Arial Unicode MS"/>
                <w:sz w:val="18"/>
                <w:szCs w:val="18"/>
              </w:rPr>
              <w:t>o elenco</w:t>
            </w:r>
          </w:p>
          <w:p w14:paraId="00B13745" w14:textId="5E765082" w:rsidR="00945463" w:rsidRPr="00945463" w:rsidRDefault="00945463" w:rsidP="0094546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945463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um guião e trans</w:t>
            </w:r>
            <w:r w:rsidR="002A081E">
              <w:rPr>
                <w:rFonts w:ascii="Verdana Pro Light" w:eastAsia="Arial Unicode MS" w:hAnsi="Verdana Pro Light" w:cs="Arial Unicode MS"/>
                <w:sz w:val="18"/>
                <w:szCs w:val="18"/>
              </w:rPr>
              <w:t>miti-lo a</w:t>
            </w:r>
            <w:r w:rsidRPr="0094546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atores e equipa técnica.</w:t>
            </w:r>
          </w:p>
          <w:p w14:paraId="29A20CD0" w14:textId="77777777" w:rsidR="00945463" w:rsidRPr="00945463" w:rsidRDefault="00945463" w:rsidP="0094546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945463">
              <w:rPr>
                <w:rFonts w:ascii="Verdana Pro Light" w:eastAsia="Arial Unicode MS" w:hAnsi="Verdana Pro Light" w:cs="Arial Unicode MS"/>
                <w:sz w:val="18"/>
                <w:szCs w:val="18"/>
              </w:rPr>
              <w:t>Organizar e selecionar cenários.</w:t>
            </w:r>
          </w:p>
          <w:p w14:paraId="11E08F19" w14:textId="2ED46743" w:rsidR="00C3606C" w:rsidRPr="00945463" w:rsidRDefault="00945463" w:rsidP="002A081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A081E">
              <w:rPr>
                <w:rFonts w:ascii="Verdana Pro Light" w:eastAsia="Arial Unicode MS" w:hAnsi="Verdana Pro Light" w:cs="Arial Unicode MS"/>
                <w:sz w:val="18"/>
                <w:szCs w:val="18"/>
              </w:rPr>
              <w:t>Apoiar a direção do</w:t>
            </w:r>
            <w:r w:rsidRPr="0094546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projeto cinematográfico.</w:t>
            </w:r>
          </w:p>
        </w:tc>
      </w:tr>
      <w:tr w:rsidR="00C3606C" w:rsidRPr="00136AD8" w14:paraId="546E8545" w14:textId="77777777" w:rsidTr="009277C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5C566CA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054CFD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3677E8C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3606C" w:rsidRPr="00136AD8" w14:paraId="511374CF" w14:textId="77777777" w:rsidTr="009277C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B7BB0" w14:textId="77777777" w:rsidR="00945463" w:rsidRPr="00236D7F" w:rsidRDefault="00945463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Obra cinematográfica</w:t>
            </w:r>
          </w:p>
          <w:p w14:paraId="00C4DDB1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Características</w:t>
            </w:r>
          </w:p>
          <w:p w14:paraId="1B797F1C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Definição da orientação artística do filme</w:t>
            </w:r>
          </w:p>
          <w:p w14:paraId="1F0E044E" w14:textId="77777777" w:rsidR="00945463" w:rsidRPr="00236D7F" w:rsidRDefault="00945463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Guião</w:t>
            </w:r>
          </w:p>
          <w:p w14:paraId="77C7ECFA" w14:textId="77777777" w:rsidR="00945463" w:rsidRPr="00945463" w:rsidRDefault="00945463" w:rsidP="007129BC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Análise e interpretação do guião</w:t>
            </w:r>
          </w:p>
          <w:p w14:paraId="4BDB23B3" w14:textId="77777777" w:rsidR="00945463" w:rsidRPr="00236D7F" w:rsidRDefault="00945463" w:rsidP="007129BC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Direção da interpretação dos atores</w:t>
            </w:r>
          </w:p>
          <w:p w14:paraId="30F5696A" w14:textId="77777777" w:rsidR="00945463" w:rsidRPr="00945463" w:rsidRDefault="00945463" w:rsidP="007129BC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Do ponto de vista técnico (enquadramentos)</w:t>
            </w:r>
          </w:p>
          <w:p w14:paraId="51D9C3C0" w14:textId="77777777" w:rsidR="00945463" w:rsidRPr="00945463" w:rsidRDefault="00945463" w:rsidP="007129BC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Do ponto de vista dramático (emoções)</w:t>
            </w:r>
          </w:p>
          <w:p w14:paraId="2A377817" w14:textId="77777777" w:rsidR="00945463" w:rsidRPr="00236D7F" w:rsidRDefault="00945463" w:rsidP="007129BC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Organização e seleção dos cenários</w:t>
            </w:r>
          </w:p>
          <w:p w14:paraId="2D06CDF1" w14:textId="77777777" w:rsidR="00945463" w:rsidRPr="00236D7F" w:rsidRDefault="00945463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•  Direção dos meios técnicos</w:t>
            </w:r>
          </w:p>
          <w:p w14:paraId="79176A3E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Sonoplastia</w:t>
            </w:r>
          </w:p>
          <w:p w14:paraId="1253C89C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Iluminação</w:t>
            </w:r>
          </w:p>
          <w:p w14:paraId="3343B45B" w14:textId="77777777" w:rsidR="00945463" w:rsidRPr="00945463" w:rsidRDefault="00945463" w:rsidP="00236D7F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Fotografia</w:t>
            </w:r>
          </w:p>
          <w:p w14:paraId="476ADCED" w14:textId="77777777" w:rsidR="00945463" w:rsidRDefault="00945463" w:rsidP="007129BC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Supervisão dos preparativos da produçã</w:t>
            </w:r>
            <w:r w:rsidR="007129BC">
              <w:rPr>
                <w:rFonts w:ascii="Verdana Pro Light" w:hAnsi="Verdana Pro Light"/>
                <w:b/>
                <w:bCs/>
                <w:sz w:val="18"/>
                <w:szCs w:val="18"/>
              </w:rPr>
              <w:t>o</w:t>
            </w:r>
          </w:p>
          <w:p w14:paraId="69AA5014" w14:textId="77777777" w:rsidR="007129BC" w:rsidRPr="00236D7F" w:rsidRDefault="007129BC" w:rsidP="007129BC">
            <w:pPr>
              <w:pStyle w:val="PargrafodaLista"/>
              <w:spacing w:before="60" w:after="60" w:line="240" w:lineRule="auto"/>
              <w:ind w:left="431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</w:p>
          <w:p w14:paraId="45CF0341" w14:textId="77777777" w:rsidR="00945463" w:rsidRDefault="00945463" w:rsidP="007129BC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Direção e supervisão da montagem</w:t>
            </w:r>
          </w:p>
          <w:p w14:paraId="31BCB559" w14:textId="77777777" w:rsidR="007129BC" w:rsidRPr="00236D7F" w:rsidRDefault="007129BC" w:rsidP="007129BC">
            <w:pPr>
              <w:pStyle w:val="PargrafodaLista"/>
              <w:spacing w:before="60" w:after="60" w:line="240" w:lineRule="auto"/>
              <w:ind w:left="431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</w:p>
          <w:p w14:paraId="2F85DDEA" w14:textId="77777777" w:rsidR="00945463" w:rsidRDefault="00945463" w:rsidP="007129BC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Acompanhamento do desenvolvimento do trailer</w:t>
            </w:r>
          </w:p>
          <w:p w14:paraId="3D9F37E5" w14:textId="77777777" w:rsidR="007129BC" w:rsidRPr="00236D7F" w:rsidRDefault="007129BC" w:rsidP="007129BC">
            <w:pPr>
              <w:pStyle w:val="PargrafodaLista"/>
              <w:spacing w:before="60" w:after="60" w:line="240" w:lineRule="auto"/>
              <w:ind w:left="431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</w:p>
          <w:p w14:paraId="20301686" w14:textId="77777777" w:rsidR="00C3606C" w:rsidRPr="00236D7F" w:rsidRDefault="00945463" w:rsidP="007129BC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contextualSpacing w:val="0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236D7F">
              <w:rPr>
                <w:rFonts w:ascii="Verdana Pro Light" w:hAnsi="Verdana Pro Light"/>
                <w:b/>
                <w:bCs/>
                <w:sz w:val="18"/>
                <w:szCs w:val="18"/>
              </w:rPr>
              <w:t>Criação de projeto prático cinematográfico</w:t>
            </w:r>
          </w:p>
          <w:p w14:paraId="6FDCCD59" w14:textId="77777777" w:rsidR="00C3606C" w:rsidRPr="00945463" w:rsidRDefault="00C3606C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75FF0" w14:textId="3A772A2E" w:rsidR="00C3606C" w:rsidRDefault="00684BC8" w:rsidP="00684BC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45463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características de uma obra cinematográfica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FE82D96" w14:textId="0C0E83CC" w:rsidR="00C3606C" w:rsidRDefault="002A61F7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Apoiar a seleção </w:t>
            </w:r>
            <w:r w:rsidR="00B17173" w:rsidRPr="00B171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coordenar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="00B17173" w:rsidRPr="00B171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equip</w:t>
            </w:r>
            <w:r w:rsidR="00B171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="00B17173" w:rsidRPr="00B171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profissionais </w:t>
            </w:r>
          </w:p>
          <w:p w14:paraId="3929C48F" w14:textId="77777777" w:rsidR="00C3606C" w:rsidRPr="00517AA8" w:rsidRDefault="00B17173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171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otivar a equip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B171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alcançar os objetivos do projeto</w:t>
            </w:r>
          </w:p>
          <w:p w14:paraId="12667F8A" w14:textId="77777777" w:rsidR="00C3606C" w:rsidRDefault="00B17173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B171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esenvolver e ger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</w:t>
            </w:r>
            <w:r w:rsidRPr="00B171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orçamento do projeto</w:t>
            </w:r>
          </w:p>
          <w:p w14:paraId="01377F98" w14:textId="77777777" w:rsidR="00C3606C" w:rsidRDefault="00B17173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71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Elabora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B171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cronograma eficiente para todas as fases do projeto.</w:t>
            </w:r>
          </w:p>
          <w:p w14:paraId="49268F02" w14:textId="77777777" w:rsidR="00C3606C" w:rsidRDefault="00B17173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B171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tilizar equipamentos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captação</w:t>
            </w:r>
            <w:r w:rsidRPr="00B171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edição de forma criativa para alcançar os objetivos estéticos desejados.</w:t>
            </w:r>
          </w:p>
          <w:p w14:paraId="674920AF" w14:textId="77777777" w:rsidR="00C3606C" w:rsidRDefault="00C3606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77C086" w14:textId="77777777" w:rsidR="00C3606C" w:rsidRDefault="00C3606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C21C48C" w14:textId="77777777" w:rsidR="00C3606C" w:rsidRDefault="00C3606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7E100A" w14:textId="77777777" w:rsidR="00C3606C" w:rsidRDefault="00C3606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D3A4006" w14:textId="77777777" w:rsidR="00C3606C" w:rsidRDefault="00C3606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EB711B4" w14:textId="77777777" w:rsidR="00C3606C" w:rsidRPr="00057283" w:rsidRDefault="00C3606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EF2F7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542BDFFF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323D13A0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6C26C0BB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25BCBD72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54BC8D76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608BD9E8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703384A7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0374DFAD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35B59DA1" w14:textId="77777777" w:rsidR="00C3606C" w:rsidRDefault="00C3606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36D02A8" w14:textId="77777777" w:rsidR="00C3606C" w:rsidRDefault="00C3606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0BA05A" w14:textId="77777777" w:rsidR="00C3606C" w:rsidRPr="00057283" w:rsidRDefault="00C3606C" w:rsidP="00EE41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2751A6A" w14:textId="77777777" w:rsidR="00C3606C" w:rsidRDefault="00C3606C" w:rsidP="00C3606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1833FF5" w14:textId="77777777" w:rsidR="00C3606C" w:rsidRDefault="00C3606C" w:rsidP="00C360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3395FC2" w14:textId="77777777" w:rsidR="00C3606C" w:rsidRPr="00F87025" w:rsidRDefault="00C3606C" w:rsidP="00C36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B1B99CC" w14:textId="443A2585" w:rsidR="00C3606C" w:rsidRPr="00F20E6F" w:rsidRDefault="00E741B6" w:rsidP="00C3606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E741B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Acompanhar um projeto cinematográfico</w:t>
      </w:r>
      <w:r w:rsidR="00C3606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CE81EEB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73971" w:rsidRP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173971" w:rsidRP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se </w:t>
      </w:r>
      <w:r w:rsidR="00173971" w:rsidRP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projeto reflete a visão criativa inicial estabelecida para o filme.</w:t>
      </w:r>
    </w:p>
    <w:p w14:paraId="1FF7084C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73971" w:rsidRP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Analisa</w:t>
      </w:r>
      <w:r w:rsid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173971" w:rsidRP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capacidade do projeto em provocar as emoções desejadas no público-alvo.</w:t>
      </w:r>
    </w:p>
    <w:p w14:paraId="630606E0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</w:t>
      </w:r>
      <w:r w:rsidR="00173971" w:rsidRP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eri</w:t>
      </w:r>
      <w:r w:rsid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="00173971" w:rsidRP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do </w:t>
      </w:r>
      <w:r w:rsid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 projeto </w:t>
      </w:r>
      <w:r w:rsidR="00173971" w:rsidRP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dentro dos limites orçamentários estabelecidos.</w:t>
      </w:r>
    </w:p>
    <w:p w14:paraId="7942B336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  <w:r w:rsidR="00173971" w:rsidRP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eguindo o cronograma estabelecido para as diversas fases, como pré-produção, filmagem e pós-produção.</w:t>
      </w:r>
    </w:p>
    <w:p w14:paraId="0EE217C8" w14:textId="77777777" w:rsidR="00C3606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73971" w:rsidRP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173971" w:rsidRP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qualidade técnica da cinematografia, edição, design de som e outros aspetos técnicos.</w:t>
      </w:r>
    </w:p>
    <w:p w14:paraId="12B6FC32" w14:textId="77777777" w:rsidR="00173971" w:rsidRPr="0064164C" w:rsidRDefault="00173971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C</w:t>
      </w:r>
      <w:r w:rsidRP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omunica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resolve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1739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problemas de forma eficaz.</w:t>
      </w:r>
    </w:p>
    <w:p w14:paraId="10F5C7E8" w14:textId="77777777" w:rsidR="00C3606C" w:rsidRPr="00136AD8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02DC88" w14:textId="77777777" w:rsidR="00C3606C" w:rsidRPr="00F87025" w:rsidRDefault="00C3606C" w:rsidP="00C36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8D331A9" w14:textId="77777777" w:rsidR="00C3606C" w:rsidRPr="00984B30" w:rsidRDefault="00C3606C" w:rsidP="00C36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924FB94" w14:textId="77777777" w:rsidR="00173971" w:rsidRPr="00984B30" w:rsidRDefault="00173971" w:rsidP="001739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4AD45F24" w14:textId="77777777" w:rsidR="00173971" w:rsidRPr="00984B30" w:rsidRDefault="00173971" w:rsidP="001739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052C404" w14:textId="77777777" w:rsidR="00173971" w:rsidRPr="00984B30" w:rsidRDefault="00173971" w:rsidP="001739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236A26D" w14:textId="77777777" w:rsidR="00173971" w:rsidRPr="00051C79" w:rsidRDefault="00173971" w:rsidP="0017397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01E253" w14:textId="77777777" w:rsidR="00173971" w:rsidRPr="00F87025" w:rsidRDefault="00173971" w:rsidP="001739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45462DE" w14:textId="77777777" w:rsidR="00173971" w:rsidRDefault="00173971" w:rsidP="001739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ligação à internet</w:t>
      </w:r>
    </w:p>
    <w:p w14:paraId="7461BAE2" w14:textId="77777777" w:rsidR="00173971" w:rsidRDefault="00173971" w:rsidP="001739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captura de vídeo e som.</w:t>
      </w:r>
    </w:p>
    <w:p w14:paraId="644B60F1" w14:textId="77777777" w:rsidR="00173971" w:rsidRDefault="00173971" w:rsidP="001739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iluminação</w:t>
      </w:r>
    </w:p>
    <w:p w14:paraId="3AD2ECAC" w14:textId="77777777" w:rsidR="00173971" w:rsidRPr="0081716B" w:rsidRDefault="00173971" w:rsidP="001739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48CE4445" w14:textId="77777777" w:rsidR="00173971" w:rsidRPr="00564406" w:rsidRDefault="00173971" w:rsidP="001739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imagem e vetores.</w:t>
      </w:r>
    </w:p>
    <w:p w14:paraId="2C1DF757" w14:textId="77777777" w:rsidR="00173971" w:rsidRPr="00501DC8" w:rsidRDefault="00173971" w:rsidP="001739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14A68A24" w14:textId="77777777" w:rsidR="00173971" w:rsidRDefault="00173971" w:rsidP="0017397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40E5022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250603" w14:textId="77777777" w:rsidR="00C3606C" w:rsidRPr="00F87025" w:rsidRDefault="00C3606C" w:rsidP="00C36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647CE0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178AC5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3388E6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17B785" w14:textId="77777777" w:rsidR="00C3606C" w:rsidRDefault="00C3606C" w:rsidP="00C360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3606C" w:rsidRPr="00136AD8" w14:paraId="4248CD73" w14:textId="77777777" w:rsidTr="009277C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BE84C98" w14:textId="19D38EEB" w:rsidR="00C3606C" w:rsidRPr="00136AD8" w:rsidRDefault="00C3606C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001B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11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E741B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9CF56FC" w14:textId="77777777" w:rsidR="00C3606C" w:rsidRPr="009C256C" w:rsidRDefault="00C3606C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13" w:name="_Hlk156746374"/>
            <w:r w:rsidRPr="00C26D35">
              <w:t>Criar um projeto prático de documentário</w:t>
            </w:r>
            <w:bookmarkEnd w:id="13"/>
            <w:r w:rsidRPr="00C26D35">
              <w:t>.</w:t>
            </w:r>
          </w:p>
        </w:tc>
      </w:tr>
      <w:tr w:rsidR="00C3606C" w:rsidRPr="00136AD8" w14:paraId="1E2596E6" w14:textId="77777777" w:rsidTr="009277C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DFE8EB0" w14:textId="2F22C2F9" w:rsidR="00C3606C" w:rsidRPr="00136AD8" w:rsidRDefault="00C3606C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001B3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29B4F4F1" w14:textId="77777777" w:rsidR="00C3606C" w:rsidRPr="00136AD8" w:rsidRDefault="00945463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945463">
              <w:rPr>
                <w:rFonts w:ascii="Verdana Pro Light" w:eastAsia="Arial Unicode MS" w:hAnsi="Verdana Pro Light" w:cs="Times New Roman"/>
                <w:sz w:val="18"/>
                <w:szCs w:val="18"/>
              </w:rPr>
              <w:t>Realização de documentário</w:t>
            </w:r>
          </w:p>
        </w:tc>
      </w:tr>
    </w:tbl>
    <w:p w14:paraId="231AA4C3" w14:textId="77777777" w:rsidR="00C3606C" w:rsidRPr="00136AD8" w:rsidRDefault="00C3606C" w:rsidP="00C3606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02F90F3" w14:textId="44FABDCC" w:rsidR="00C3606C" w:rsidRDefault="00C3606C" w:rsidP="00C3606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35D3195B" w14:textId="77777777" w:rsidR="00B824C7" w:rsidRDefault="00B824C7" w:rsidP="00B824C7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4BD89863" w14:textId="77777777" w:rsidR="00C3606C" w:rsidRPr="00136AD8" w:rsidRDefault="00C3606C" w:rsidP="00C3606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3606C" w:rsidRPr="00136AD8" w14:paraId="6E4A9232" w14:textId="77777777" w:rsidTr="009277C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5AED33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3606C" w:rsidRPr="00136AD8" w14:paraId="71F73D22" w14:textId="77777777" w:rsidTr="009277C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D76BBF" w14:textId="76C475BA" w:rsidR="00945463" w:rsidRPr="00945463" w:rsidRDefault="00C3606C" w:rsidP="0094546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F1614">
              <w:rPr>
                <w:rFonts w:ascii="Verdana Pro Light" w:eastAsia="Arial Unicode MS" w:hAnsi="Verdana Pro Light" w:cs="Arial Unicode MS"/>
                <w:sz w:val="18"/>
                <w:szCs w:val="18"/>
              </w:rPr>
              <w:t>D</w:t>
            </w:r>
            <w:r w:rsidR="00DF1614" w:rsidRPr="00DF1614">
              <w:rPr>
                <w:rFonts w:ascii="Verdana Pro Light" w:eastAsia="Arial Unicode MS" w:hAnsi="Verdana Pro Light" w:cs="Arial Unicode MS"/>
                <w:sz w:val="18"/>
                <w:szCs w:val="18"/>
              </w:rPr>
              <w:t>esenvolv</w:t>
            </w:r>
            <w:r w:rsidR="00DF1614">
              <w:rPr>
                <w:rFonts w:ascii="Verdana Pro Light" w:eastAsia="Arial Unicode MS" w:hAnsi="Verdana Pro Light" w:cs="Arial Unicode MS"/>
                <w:sz w:val="18"/>
                <w:szCs w:val="18"/>
              </w:rPr>
              <w:t>er</w:t>
            </w:r>
            <w:r w:rsidR="00DF1614" w:rsidRPr="00DF161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DF1614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DF1614" w:rsidRPr="00DF161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DF1614"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="00DF1614" w:rsidRPr="00DF161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deia e </w:t>
            </w:r>
            <w:r w:rsidR="00DF1614">
              <w:rPr>
                <w:rFonts w:ascii="Verdana Pro Light" w:eastAsia="Arial Unicode MS" w:hAnsi="Verdana Pro Light" w:cs="Arial Unicode MS"/>
                <w:sz w:val="18"/>
                <w:szCs w:val="18"/>
              </w:rPr>
              <w:t>p</w:t>
            </w:r>
            <w:r w:rsidR="00DF1614" w:rsidRPr="00DF1614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</w:t>
            </w:r>
            <w:r w:rsidR="00DF1614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BF0F7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tema</w:t>
            </w:r>
          </w:p>
          <w:p w14:paraId="0C4D414D" w14:textId="418E3867" w:rsidR="00945463" w:rsidRPr="00945463" w:rsidRDefault="007129BC" w:rsidP="007129B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F0F72"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o roteiro e planear a produção</w:t>
            </w:r>
          </w:p>
          <w:p w14:paraId="0ACEE252" w14:textId="6326381D" w:rsidR="00945463" w:rsidRPr="00945463" w:rsidRDefault="007129BC" w:rsidP="007129B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F0F7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Filmar e captar imagens </w:t>
            </w:r>
          </w:p>
          <w:p w14:paraId="7F3366AF" w14:textId="6FAB5B97" w:rsidR="00C3606C" w:rsidRPr="00001B38" w:rsidRDefault="007129BC" w:rsidP="00001B3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054A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Editar e pós-produzir </w:t>
            </w:r>
          </w:p>
        </w:tc>
      </w:tr>
      <w:tr w:rsidR="00C3606C" w:rsidRPr="00136AD8" w14:paraId="71D23CDB" w14:textId="77777777" w:rsidTr="009277C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F14168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66F698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70EE774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3606C" w:rsidRPr="00136AD8" w14:paraId="16D70772" w14:textId="77777777" w:rsidTr="009277C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59718" w14:textId="77777777" w:rsidR="00945463" w:rsidRPr="00EC15C3" w:rsidRDefault="00945463" w:rsidP="00EC15C3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EC15C3">
              <w:rPr>
                <w:rFonts w:ascii="Verdana Pro Light" w:hAnsi="Verdana Pro Light"/>
                <w:b/>
                <w:bCs/>
                <w:sz w:val="18"/>
                <w:szCs w:val="18"/>
              </w:rPr>
              <w:t>Introdução ao cinema documental</w:t>
            </w:r>
          </w:p>
          <w:p w14:paraId="1F323F2D" w14:textId="77777777" w:rsidR="00945463" w:rsidRPr="00945463" w:rsidRDefault="00945463" w:rsidP="00173971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602" w:hanging="455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Documentário como experimentação de novas linguagens audiovisuais</w:t>
            </w:r>
          </w:p>
          <w:p w14:paraId="65AE5173" w14:textId="77777777" w:rsidR="00945463" w:rsidRPr="00945463" w:rsidRDefault="00945463" w:rsidP="00173971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602" w:hanging="455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Escolas, vertentes, estilos e formatos de documentário</w:t>
            </w:r>
          </w:p>
          <w:p w14:paraId="6B779A24" w14:textId="77777777" w:rsidR="00945463" w:rsidRPr="00945463" w:rsidRDefault="00945463" w:rsidP="00173971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602" w:hanging="455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Expositivo, observacional, interativo ou reflexivo</w:t>
            </w:r>
          </w:p>
          <w:p w14:paraId="66615076" w14:textId="77777777" w:rsidR="00945463" w:rsidRPr="00C30BBA" w:rsidRDefault="00945463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30BBA">
              <w:rPr>
                <w:rFonts w:ascii="Verdana Pro Light" w:hAnsi="Verdana Pro Light"/>
                <w:b/>
                <w:bCs/>
                <w:sz w:val="18"/>
                <w:szCs w:val="18"/>
              </w:rPr>
              <w:t>Categorias do documentário</w:t>
            </w:r>
          </w:p>
          <w:p w14:paraId="3E58A299" w14:textId="77777777" w:rsidR="00945463" w:rsidRPr="00945463" w:rsidRDefault="00945463" w:rsidP="00173971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602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Discurso direto e discurso indireto</w:t>
            </w:r>
          </w:p>
          <w:p w14:paraId="6962985A" w14:textId="77777777" w:rsidR="00945463" w:rsidRPr="00C30BBA" w:rsidRDefault="00945463" w:rsidP="00173971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30BBA">
              <w:rPr>
                <w:rFonts w:ascii="Verdana Pro Light" w:hAnsi="Verdana Pro Light"/>
                <w:b/>
                <w:bCs/>
                <w:sz w:val="18"/>
                <w:szCs w:val="18"/>
              </w:rPr>
              <w:t>Voz e Modos de representação documental</w:t>
            </w:r>
          </w:p>
          <w:p w14:paraId="067BAD8F" w14:textId="77777777" w:rsidR="00945463" w:rsidRPr="00945463" w:rsidRDefault="00945463" w:rsidP="00173971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602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Modos expositivo</w:t>
            </w:r>
          </w:p>
          <w:p w14:paraId="51BDF9E6" w14:textId="77777777" w:rsidR="00945463" w:rsidRPr="00945463" w:rsidRDefault="00945463" w:rsidP="00173971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602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Observativo</w:t>
            </w:r>
          </w:p>
          <w:p w14:paraId="0028DA2E" w14:textId="77777777" w:rsidR="00945463" w:rsidRPr="00945463" w:rsidRDefault="00945463" w:rsidP="00173971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602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Reflexivo</w:t>
            </w:r>
          </w:p>
          <w:p w14:paraId="3A46C039" w14:textId="77777777" w:rsidR="00945463" w:rsidRPr="00945463" w:rsidRDefault="00945463" w:rsidP="00173971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602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Performativo</w:t>
            </w:r>
          </w:p>
          <w:p w14:paraId="47491650" w14:textId="77777777" w:rsidR="00945463" w:rsidRPr="00945463" w:rsidRDefault="00945463" w:rsidP="00173971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602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Poético</w:t>
            </w:r>
          </w:p>
          <w:p w14:paraId="59E9C77D" w14:textId="77777777" w:rsidR="00945463" w:rsidRPr="00C30BBA" w:rsidRDefault="00945463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30BBA">
              <w:rPr>
                <w:rFonts w:ascii="Verdana Pro Light" w:hAnsi="Verdana Pro Light"/>
                <w:b/>
                <w:bCs/>
                <w:sz w:val="18"/>
                <w:szCs w:val="18"/>
              </w:rPr>
              <w:t>Técnicas, estilos e recursos</w:t>
            </w:r>
          </w:p>
          <w:p w14:paraId="7896EABC" w14:textId="77777777" w:rsidR="00945463" w:rsidRPr="00945463" w:rsidRDefault="00945463" w:rsidP="00173971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602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Uso de metáforas</w:t>
            </w:r>
          </w:p>
          <w:p w14:paraId="50B836D1" w14:textId="77777777" w:rsidR="00945463" w:rsidRPr="00945463" w:rsidRDefault="00945463" w:rsidP="00173971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602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Narração em primeira pessoa</w:t>
            </w:r>
          </w:p>
          <w:p w14:paraId="461BC7F7" w14:textId="77777777" w:rsidR="00945463" w:rsidRPr="00945463" w:rsidRDefault="00945463" w:rsidP="00173971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602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Técnicas de animação</w:t>
            </w:r>
          </w:p>
          <w:p w14:paraId="32D338FB" w14:textId="77777777" w:rsidR="00945463" w:rsidRPr="00945463" w:rsidRDefault="00945463" w:rsidP="00173971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602" w:hanging="284"/>
              <w:rPr>
                <w:rFonts w:ascii="Verdana Pro Light" w:hAnsi="Verdana Pro Light"/>
                <w:sz w:val="18"/>
                <w:szCs w:val="18"/>
              </w:rPr>
            </w:pPr>
            <w:r w:rsidRPr="00945463">
              <w:rPr>
                <w:rFonts w:ascii="Verdana Pro Light" w:hAnsi="Verdana Pro Light"/>
                <w:sz w:val="18"/>
                <w:szCs w:val="18"/>
              </w:rPr>
              <w:t>Elementos de ficção</w:t>
            </w:r>
          </w:p>
          <w:p w14:paraId="6C3DBE63" w14:textId="77777777" w:rsidR="00C3606C" w:rsidRPr="00C30BBA" w:rsidRDefault="00945463" w:rsidP="00C30BBA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contextualSpacing w:val="0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C30BBA">
              <w:rPr>
                <w:rFonts w:ascii="Verdana Pro Light" w:hAnsi="Verdana Pro Light"/>
                <w:b/>
                <w:bCs/>
                <w:sz w:val="18"/>
                <w:szCs w:val="18"/>
              </w:rPr>
              <w:t>Criação de projeto prático de documentário</w:t>
            </w:r>
          </w:p>
          <w:p w14:paraId="17BDC791" w14:textId="77777777" w:rsidR="00C3606C" w:rsidRPr="00945463" w:rsidRDefault="00C3606C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  <w:p w14:paraId="669DB2DB" w14:textId="77777777" w:rsidR="00C3606C" w:rsidRPr="00945463" w:rsidRDefault="00C3606C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  <w:p w14:paraId="4AE369B4" w14:textId="77777777" w:rsidR="00C3606C" w:rsidRPr="00945463" w:rsidRDefault="00C3606C" w:rsidP="00945463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5AF8AF" w14:textId="77777777" w:rsidR="00C3606C" w:rsidRDefault="00173971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1739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pesquisa aprofundada sobre o tema do documentário.</w:t>
            </w:r>
          </w:p>
          <w:p w14:paraId="6A030054" w14:textId="77777777" w:rsidR="00C3606C" w:rsidRDefault="00173971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39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o contexto, a história e os elementos-chave do tema escolhido.</w:t>
            </w:r>
          </w:p>
          <w:p w14:paraId="10307D8C" w14:textId="77777777" w:rsidR="00C3606C" w:rsidRDefault="00173971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7397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uma narrativa clara e envolvente</w:t>
            </w:r>
          </w:p>
          <w:p w14:paraId="2F4D0DF8" w14:textId="77777777" w:rsidR="00C3606C" w:rsidRPr="00517AA8" w:rsidRDefault="00AF5F7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AF5F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struturar o documentário de forma lógica e cativante.</w:t>
            </w:r>
          </w:p>
          <w:p w14:paraId="3A1DC015" w14:textId="77777777" w:rsidR="00C3606C" w:rsidRDefault="00AF5F7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F5F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onduzir entrevistas eficazes para obter insights valiosos.</w:t>
            </w:r>
          </w:p>
          <w:p w14:paraId="225EA911" w14:textId="77777777" w:rsidR="00C3606C" w:rsidRDefault="00AF5F7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AF5F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uvi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de forma </w:t>
            </w:r>
            <w:r w:rsidRPr="00AF5F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ativ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AF5F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capturar histórias autênticas e nuances emocionais.</w:t>
            </w:r>
          </w:p>
          <w:p w14:paraId="2488B6F0" w14:textId="77777777" w:rsidR="00C3606C" w:rsidRDefault="00AF5F7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Câma</w:t>
            </w:r>
            <w:r w:rsidRPr="00AF5F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ras, microfones e outros equipamentos necessários para a produção.</w:t>
            </w:r>
          </w:p>
          <w:p w14:paraId="2BDECCC9" w14:textId="77777777" w:rsidR="00C3606C" w:rsidRDefault="00AF5F7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AF5F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tilizar iluminação adequada e composição visual para criar imagens impactantes.</w:t>
            </w:r>
          </w:p>
          <w:p w14:paraId="1D630C52" w14:textId="77777777" w:rsidR="00C3606C" w:rsidRDefault="00AF5F7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AF5F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AF5F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software de edição de vídeo, como Adobe </w:t>
            </w:r>
            <w:proofErr w:type="spellStart"/>
            <w:r w:rsidRPr="00AF5F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Premiere</w:t>
            </w:r>
            <w:proofErr w:type="spellEnd"/>
            <w:r w:rsidRPr="00AF5F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Final Cut Pro, ou outros.</w:t>
            </w:r>
          </w:p>
          <w:p w14:paraId="7BDC5C55" w14:textId="77777777" w:rsidR="00C3606C" w:rsidRDefault="00AF5F7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AF5F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ditar o material de forma a manter uma narrativa coesa.</w:t>
            </w:r>
          </w:p>
          <w:p w14:paraId="5AC0CCDB" w14:textId="6A1C508D" w:rsidR="00C3606C" w:rsidRPr="00057283" w:rsidRDefault="00AF5F7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AF5F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xplorar formas não convencionais de contar uma história.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FD21D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0FAC733C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65CD9053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1A269D97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567870BD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6589D60E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73E5B74B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4EB59AC7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27FF98BD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13935957" w14:textId="77777777" w:rsidR="00C3606C" w:rsidRPr="00057283" w:rsidRDefault="00C3606C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24553AA" w14:textId="77777777" w:rsidR="00C3606C" w:rsidRDefault="00C3606C" w:rsidP="00C3606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8A783E3" w14:textId="77777777" w:rsidR="00C3606C" w:rsidRDefault="00C3606C" w:rsidP="00C360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D7B8137" w14:textId="77777777" w:rsidR="00C3606C" w:rsidRPr="00F87025" w:rsidRDefault="00C3606C" w:rsidP="00C36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6190E71" w14:textId="77777777" w:rsidR="00C3606C" w:rsidRPr="00F20E6F" w:rsidRDefault="00945463" w:rsidP="00C3606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45463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um projeto prático de documentário</w:t>
      </w:r>
      <w:r w:rsidR="00C3606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A4C01BB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F5F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Transmitindo com </w:t>
      </w:r>
      <w:r w:rsidR="00AF5F7C" w:rsidRPr="00AF5F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clareza a definição do propósito e da mensagem.</w:t>
      </w:r>
    </w:p>
    <w:p w14:paraId="00EB465E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F5F7C" w:rsidRPr="00AF5F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 w:rsidR="00AF5F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AF5F7C" w:rsidRPr="00AF5F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estrutura narrativa garanti</w:t>
      </w:r>
      <w:r w:rsid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AF5F7C" w:rsidRPr="00AF5F7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progressão lógica e envolvente.</w:t>
      </w:r>
    </w:p>
    <w:p w14:paraId="5CF7390C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</w:t>
      </w:r>
      <w:r w:rsidR="00FE091E" w:rsidRP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onta</w:t>
      </w:r>
      <w:r w:rsid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="00FE091E" w:rsidRP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 w:rsid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a história</w:t>
      </w:r>
      <w:r w:rsidR="00FE091E" w:rsidRP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maneira envolvente e impactante.</w:t>
      </w:r>
    </w:p>
    <w:p w14:paraId="13546458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Utilizando </w:t>
      </w:r>
      <w:r w:rsidR="00FE091E" w:rsidRP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imagens, áudio e outras produções visuais</w:t>
      </w:r>
      <w:r w:rsid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qualidade técnica</w:t>
      </w:r>
      <w:r w:rsidR="00FE091E" w:rsidRP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79A40E3" w14:textId="77777777" w:rsidR="00C3606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E091E" w:rsidRP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Inclu</w:t>
      </w:r>
      <w:r w:rsid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indo</w:t>
      </w:r>
      <w:r w:rsidR="00FE091E" w:rsidRP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elementos visuais ou narrativos que diferenciem o documentário.</w:t>
      </w:r>
    </w:p>
    <w:p w14:paraId="63B811CA" w14:textId="77777777" w:rsidR="00FE091E" w:rsidRPr="0064164C" w:rsidRDefault="00FE091E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Verifica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 capacidade do documentário em criar uma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ligação</w:t>
      </w:r>
      <w:r w:rsidRPr="00FE091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emocional com o espetador.</w:t>
      </w:r>
    </w:p>
    <w:p w14:paraId="278F5D9B" w14:textId="77777777" w:rsidR="00C3606C" w:rsidRPr="00136AD8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06DA60" w14:textId="77777777" w:rsidR="00C3606C" w:rsidRPr="00F87025" w:rsidRDefault="00C3606C" w:rsidP="00C36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BF47144" w14:textId="77777777" w:rsidR="00C3606C" w:rsidRPr="00984B30" w:rsidRDefault="00C3606C" w:rsidP="00C36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BA9EFC2" w14:textId="77777777" w:rsidR="00FE091E" w:rsidRPr="00984B30" w:rsidRDefault="00FE091E" w:rsidP="00FE09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115FA5D8" w14:textId="77777777" w:rsidR="00FE091E" w:rsidRPr="00984B30" w:rsidRDefault="00FE091E" w:rsidP="00FE09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D6A0412" w14:textId="77777777" w:rsidR="00FE091E" w:rsidRPr="00984B30" w:rsidRDefault="00FE091E" w:rsidP="00FE09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72AEDA6" w14:textId="77777777" w:rsidR="00FE091E" w:rsidRPr="00051C79" w:rsidRDefault="00FE091E" w:rsidP="00FE091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EBBB3F" w14:textId="77777777" w:rsidR="00FE091E" w:rsidRPr="00F87025" w:rsidRDefault="00FE091E" w:rsidP="00FE091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27B0D5F" w14:textId="77777777" w:rsidR="00FE091E" w:rsidRDefault="00FE091E" w:rsidP="00FE09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ligação à internet</w:t>
      </w:r>
    </w:p>
    <w:p w14:paraId="35BCB2CE" w14:textId="77777777" w:rsidR="00FE091E" w:rsidRDefault="00FE091E" w:rsidP="00FE09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captura de vídeo e som.</w:t>
      </w:r>
    </w:p>
    <w:p w14:paraId="232452A4" w14:textId="77777777" w:rsidR="00FE091E" w:rsidRDefault="00FE091E" w:rsidP="00FE09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iluminação</w:t>
      </w:r>
    </w:p>
    <w:p w14:paraId="43833432" w14:textId="77777777" w:rsidR="00FE091E" w:rsidRPr="0081716B" w:rsidRDefault="00FE091E" w:rsidP="00FE09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1B763B1B" w14:textId="77777777" w:rsidR="00FE091E" w:rsidRPr="00564406" w:rsidRDefault="00FE091E" w:rsidP="00FE09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imagem e vetores.</w:t>
      </w:r>
    </w:p>
    <w:p w14:paraId="21C64597" w14:textId="77777777" w:rsidR="00FE091E" w:rsidRPr="00501DC8" w:rsidRDefault="00FE091E" w:rsidP="00FE091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4E686FF8" w14:textId="77777777" w:rsidR="00C3606C" w:rsidRPr="00501DC8" w:rsidRDefault="00C3606C" w:rsidP="00C36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79C6D30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159A16" w14:textId="77777777" w:rsidR="00C3606C" w:rsidRPr="00F87025" w:rsidRDefault="00C3606C" w:rsidP="00C36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2C51B0E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ABB27E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EB4D69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749784" w14:textId="77777777" w:rsidR="006A5F9A" w:rsidRDefault="006A5F9A" w:rsidP="00C3606C">
      <w:pPr>
        <w:rPr>
          <w:rFonts w:ascii="Verdana Pro Light" w:hAnsi="Verdana Pro Light"/>
          <w:smallCaps/>
        </w:rPr>
      </w:pPr>
    </w:p>
    <w:p w14:paraId="5E5B221A" w14:textId="77777777" w:rsidR="006A5F9A" w:rsidRDefault="006A5F9A" w:rsidP="00C3606C">
      <w:pPr>
        <w:rPr>
          <w:rFonts w:ascii="Verdana Pro Light" w:hAnsi="Verdana Pro Light"/>
          <w:smallCaps/>
        </w:rPr>
      </w:pPr>
    </w:p>
    <w:p w14:paraId="2A178135" w14:textId="77777777" w:rsidR="006A5F9A" w:rsidRDefault="006A5F9A" w:rsidP="00C3606C">
      <w:pPr>
        <w:rPr>
          <w:rFonts w:ascii="Verdana Pro Light" w:hAnsi="Verdana Pro Light"/>
          <w:smallCaps/>
        </w:rPr>
      </w:pPr>
    </w:p>
    <w:p w14:paraId="2BDF047F" w14:textId="77777777" w:rsidR="006A5F9A" w:rsidRDefault="006A5F9A" w:rsidP="00C3606C">
      <w:pPr>
        <w:rPr>
          <w:rFonts w:ascii="Verdana Pro Light" w:hAnsi="Verdana Pro Light"/>
          <w:smallCaps/>
        </w:rPr>
      </w:pPr>
    </w:p>
    <w:p w14:paraId="456367AE" w14:textId="77777777" w:rsidR="006A5F9A" w:rsidRDefault="006A5F9A" w:rsidP="00C3606C">
      <w:pPr>
        <w:rPr>
          <w:rFonts w:ascii="Verdana Pro Light" w:hAnsi="Verdana Pro Light"/>
          <w:smallCaps/>
        </w:rPr>
      </w:pPr>
    </w:p>
    <w:p w14:paraId="79409C52" w14:textId="77777777" w:rsidR="006A5F9A" w:rsidRDefault="006A5F9A" w:rsidP="00C3606C">
      <w:pPr>
        <w:rPr>
          <w:rFonts w:ascii="Verdana Pro Light" w:hAnsi="Verdana Pro Light"/>
          <w:smallCaps/>
        </w:rPr>
      </w:pPr>
    </w:p>
    <w:p w14:paraId="7B5ECE36" w14:textId="77777777" w:rsidR="006A5F9A" w:rsidRDefault="006A5F9A" w:rsidP="00C3606C">
      <w:pPr>
        <w:rPr>
          <w:rFonts w:ascii="Verdana Pro Light" w:hAnsi="Verdana Pro Light"/>
          <w:smallCaps/>
        </w:rPr>
      </w:pPr>
    </w:p>
    <w:p w14:paraId="210D3FBB" w14:textId="77777777" w:rsidR="006A5F9A" w:rsidRDefault="006A5F9A" w:rsidP="00C3606C">
      <w:pPr>
        <w:rPr>
          <w:rFonts w:ascii="Verdana Pro Light" w:hAnsi="Verdana Pro Light"/>
          <w:smallCaps/>
        </w:rPr>
      </w:pPr>
    </w:p>
    <w:p w14:paraId="1452A81A" w14:textId="77777777" w:rsidR="006A5F9A" w:rsidRDefault="006A5F9A" w:rsidP="006A5F9A">
      <w:pPr>
        <w:rPr>
          <w:rFonts w:ascii="Verdana Pro Light" w:hAnsi="Verdana Pro Light"/>
          <w:smallCaps/>
        </w:rPr>
      </w:pPr>
    </w:p>
    <w:p w14:paraId="4207A5A4" w14:textId="77777777" w:rsidR="006A5F9A" w:rsidRDefault="006A5F9A" w:rsidP="006A5F9A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A5F9A" w:rsidRPr="00136AD8" w14:paraId="18577CFD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A6A6742" w14:textId="77777777" w:rsidR="006A5F9A" w:rsidRPr="00136AD8" w:rsidRDefault="006A5F9A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F083149" w14:textId="77777777" w:rsidR="006A5F9A" w:rsidRPr="009C256C" w:rsidRDefault="006A5F9A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14" w:name="_Hlk156751025"/>
            <w:r w:rsidRPr="009277C0">
              <w:t>Conceber, produzir e realizar uma reportagem</w:t>
            </w:r>
            <w:bookmarkEnd w:id="14"/>
          </w:p>
        </w:tc>
      </w:tr>
      <w:tr w:rsidR="006A5F9A" w:rsidRPr="00136AD8" w14:paraId="4608C919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F62A39D" w14:textId="77777777" w:rsidR="006A5F9A" w:rsidRPr="00136AD8" w:rsidRDefault="006A5F9A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E7E6E6" w:themeFill="background2"/>
          </w:tcPr>
          <w:p w14:paraId="362BB699" w14:textId="77777777" w:rsidR="006A5F9A" w:rsidRPr="00136AD8" w:rsidRDefault="006A5F9A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70225">
              <w:rPr>
                <w:rFonts w:ascii="Verdana Pro Light" w:eastAsia="Arial Unicode MS" w:hAnsi="Verdana Pro Light" w:cs="Times New Roman"/>
                <w:sz w:val="18"/>
                <w:szCs w:val="18"/>
              </w:rPr>
              <w:t>Realização de reportagem</w:t>
            </w:r>
          </w:p>
        </w:tc>
      </w:tr>
    </w:tbl>
    <w:p w14:paraId="5A17A2CA" w14:textId="77777777" w:rsidR="006A5F9A" w:rsidRPr="00136AD8" w:rsidRDefault="006A5F9A" w:rsidP="006A5F9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7CD1000" w14:textId="77777777" w:rsidR="006A5F9A" w:rsidRDefault="006A5F9A" w:rsidP="006A5F9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70EBAA10" w14:textId="77777777" w:rsidR="006A5F9A" w:rsidRDefault="006A5F9A" w:rsidP="006A5F9A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1BE80E64" w14:textId="77777777" w:rsidR="006A5F9A" w:rsidRPr="00136AD8" w:rsidRDefault="006A5F9A" w:rsidP="006A5F9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A5F9A" w:rsidRPr="00136AD8" w14:paraId="41945547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7CDF6E" w14:textId="77777777" w:rsidR="006A5F9A" w:rsidRPr="001B353A" w:rsidRDefault="006A5F9A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A5F9A" w:rsidRPr="00136AD8" w14:paraId="2146EAAB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CF5BEA" w14:textId="79E9408B" w:rsidR="006750E2" w:rsidRPr="00945463" w:rsidRDefault="006750E2" w:rsidP="006750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B869E6"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D</w:t>
            </w:r>
            <w:r w:rsidRPr="00DF1614">
              <w:rPr>
                <w:rFonts w:ascii="Verdana Pro Light" w:eastAsia="Arial Unicode MS" w:hAnsi="Verdana Pro Light" w:cs="Arial Unicode MS"/>
                <w:sz w:val="18"/>
                <w:szCs w:val="18"/>
              </w:rPr>
              <w:t>esenvolv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er</w:t>
            </w:r>
            <w:r w:rsidRPr="00DF161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Pr="00DF161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Pr="00DF161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deia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</w:t>
            </w:r>
            <w:r w:rsidRPr="00DF1614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 o tema</w:t>
            </w:r>
          </w:p>
          <w:p w14:paraId="1505D582" w14:textId="77777777" w:rsidR="006750E2" w:rsidRPr="00945463" w:rsidRDefault="006750E2" w:rsidP="006750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Elaborar o roteiro e planear a produção</w:t>
            </w:r>
          </w:p>
          <w:p w14:paraId="1BDCAA3B" w14:textId="21120862" w:rsidR="006750E2" w:rsidRPr="00945463" w:rsidRDefault="006750E2" w:rsidP="006750E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869E6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entrevistas, f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ilmar e captar imagens </w:t>
            </w:r>
          </w:p>
          <w:p w14:paraId="0363A894" w14:textId="2F3331E6" w:rsidR="006A5F9A" w:rsidRPr="00B869E6" w:rsidRDefault="006750E2" w:rsidP="00B869E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proofErr w:type="gram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4.Editar</w:t>
            </w:r>
            <w:proofErr w:type="gram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pós-produzir</w:t>
            </w:r>
          </w:p>
        </w:tc>
      </w:tr>
      <w:tr w:rsidR="006A5F9A" w:rsidRPr="00136AD8" w14:paraId="67C0A853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A55EBD" w14:textId="77777777" w:rsidR="006A5F9A" w:rsidRPr="001B353A" w:rsidRDefault="006A5F9A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B30507A" w14:textId="77777777" w:rsidR="006A5F9A" w:rsidRPr="001B353A" w:rsidRDefault="006A5F9A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78C2DAA" w14:textId="77777777" w:rsidR="006A5F9A" w:rsidRPr="001B353A" w:rsidRDefault="006A5F9A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A5F9A" w:rsidRPr="00136AD8" w14:paraId="1556116C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662A0" w14:textId="77777777" w:rsidR="006A5F9A" w:rsidRPr="00A46244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A4624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Reportagem </w:t>
            </w:r>
            <w:proofErr w:type="spellStart"/>
            <w:proofErr w:type="gramStart"/>
            <w:r w:rsidRPr="00A46244">
              <w:rPr>
                <w:rFonts w:ascii="Verdana Pro Light" w:hAnsi="Verdana Pro Light"/>
                <w:b/>
                <w:bCs/>
                <w:sz w:val="18"/>
                <w:szCs w:val="18"/>
              </w:rPr>
              <w:t>vs</w:t>
            </w:r>
            <w:proofErr w:type="spellEnd"/>
            <w:r w:rsidRPr="00A4624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Documentário</w:t>
            </w:r>
            <w:proofErr w:type="gramEnd"/>
          </w:p>
          <w:p w14:paraId="4102723C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Características</w:t>
            </w:r>
          </w:p>
          <w:p w14:paraId="15E54709" w14:textId="77777777" w:rsidR="006A5F9A" w:rsidRPr="00A46244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A46244">
              <w:rPr>
                <w:rFonts w:ascii="Verdana Pro Light" w:hAnsi="Verdana Pro Light"/>
                <w:b/>
                <w:bCs/>
                <w:sz w:val="18"/>
                <w:szCs w:val="18"/>
              </w:rPr>
              <w:t>Tipologias da reportagem</w:t>
            </w:r>
          </w:p>
          <w:p w14:paraId="17E2D294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Notícia</w:t>
            </w:r>
          </w:p>
          <w:p w14:paraId="73B534FB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Reportagem de atualidade</w:t>
            </w:r>
          </w:p>
          <w:p w14:paraId="09BE6A63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Reportagem de investigação</w:t>
            </w:r>
          </w:p>
          <w:p w14:paraId="69040C56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Grande reportagem</w:t>
            </w:r>
          </w:p>
          <w:p w14:paraId="5B5A3E2B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300FEC49" w14:textId="77777777" w:rsidR="006A5F9A" w:rsidRPr="00A46244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A46244">
              <w:rPr>
                <w:rFonts w:ascii="Verdana Pro Light" w:hAnsi="Verdana Pro Light"/>
                <w:b/>
                <w:bCs/>
                <w:sz w:val="18"/>
                <w:szCs w:val="18"/>
              </w:rPr>
              <w:t>Estrutura narrativa das várias tipologias da reportagem</w:t>
            </w:r>
          </w:p>
          <w:p w14:paraId="6DE87F3D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0B663562" w14:textId="77777777" w:rsidR="006A5F9A" w:rsidRPr="00A46244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A46244">
              <w:rPr>
                <w:rFonts w:ascii="Verdana Pro Light" w:hAnsi="Verdana Pro Light"/>
                <w:b/>
                <w:bCs/>
                <w:sz w:val="18"/>
                <w:szCs w:val="18"/>
              </w:rPr>
              <w:t>Reportagem</w:t>
            </w:r>
          </w:p>
          <w:p w14:paraId="6B1AAB91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Método de trabalho em ambiente não-ficcional</w:t>
            </w:r>
          </w:p>
          <w:p w14:paraId="7934D800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Objetividade, crítica e análise do assunto tratado</w:t>
            </w:r>
          </w:p>
          <w:p w14:paraId="7B4F81CA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 xml:space="preserve"> “Poder de observação” e necessidade de observação</w:t>
            </w:r>
          </w:p>
          <w:p w14:paraId="34332416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Métodos de pesquisa e pesquisas preliminares</w:t>
            </w:r>
          </w:p>
          <w:p w14:paraId="28FC23A7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Importância da estrutura provisória</w:t>
            </w:r>
          </w:p>
          <w:p w14:paraId="6BF09854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Texto direto, linear, económico e acessível</w:t>
            </w:r>
          </w:p>
          <w:p w14:paraId="0810C67B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Eficácia da apresentação</w:t>
            </w:r>
          </w:p>
          <w:p w14:paraId="069B08D2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Escrita de texto para locução</w:t>
            </w:r>
          </w:p>
          <w:p w14:paraId="04AE133F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Tratamento, ordem e utilização dos testemunhos e explanação do tema</w:t>
            </w:r>
          </w:p>
          <w:p w14:paraId="2524F8C8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9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 xml:space="preserve">Grafismo sintético de acompanhamento da </w:t>
            </w:r>
            <w:r w:rsidRPr="00595989">
              <w:rPr>
                <w:rFonts w:ascii="Verdana Pro Light" w:hAnsi="Verdana Pro Light"/>
                <w:sz w:val="18"/>
                <w:szCs w:val="18"/>
              </w:rPr>
              <w:lastRenderedPageBreak/>
              <w:t>reportagem e identificação dos intervenientes</w:t>
            </w:r>
          </w:p>
          <w:p w14:paraId="1668E088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507A8D02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Fases da produção de uma reportagem</w:t>
            </w:r>
          </w:p>
          <w:p w14:paraId="08806A22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41745D1D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Dossiê de produção</w:t>
            </w:r>
          </w:p>
          <w:p w14:paraId="2824F54F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Pré-produção</w:t>
            </w:r>
          </w:p>
          <w:p w14:paraId="2CE38E06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Equipa técnica</w:t>
            </w:r>
          </w:p>
          <w:p w14:paraId="30CC4A1B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Funções</w:t>
            </w:r>
          </w:p>
          <w:p w14:paraId="2843C40E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Competências</w:t>
            </w:r>
          </w:p>
          <w:p w14:paraId="4AC5032F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Produção</w:t>
            </w:r>
          </w:p>
          <w:p w14:paraId="03180176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Equipamentos</w:t>
            </w:r>
          </w:p>
          <w:p w14:paraId="4AFCC81C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Intervenientes</w:t>
            </w:r>
          </w:p>
          <w:p w14:paraId="5E95B583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Registos imagem/som</w:t>
            </w:r>
          </w:p>
          <w:p w14:paraId="30613D2E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Pós-produção</w:t>
            </w:r>
          </w:p>
          <w:p w14:paraId="1D74D858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Digitalização</w:t>
            </w:r>
          </w:p>
          <w:p w14:paraId="269C5826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Edição</w:t>
            </w:r>
          </w:p>
          <w:p w14:paraId="56EE7BC6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Ritmo audiovisual</w:t>
            </w:r>
          </w:p>
          <w:p w14:paraId="160F5032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Reportagem editada com recurso a um estilo documental com um ritmo diferente</w:t>
            </w:r>
          </w:p>
          <w:p w14:paraId="64844BE7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Exibição</w:t>
            </w:r>
          </w:p>
          <w:p w14:paraId="4260D088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38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595989">
              <w:rPr>
                <w:rFonts w:ascii="Verdana Pro Light" w:hAnsi="Verdana Pro Light"/>
                <w:sz w:val="18"/>
                <w:szCs w:val="18"/>
              </w:rPr>
              <w:t>Master do exercício da reportagem</w:t>
            </w:r>
          </w:p>
          <w:p w14:paraId="172CD5AA" w14:textId="77777777" w:rsidR="006A5F9A" w:rsidRPr="00595989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D8F95" w14:textId="77777777" w:rsidR="006A5F9A" w:rsidRDefault="006A5F9A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</w:t>
            </w:r>
            <w:r w:rsidRPr="00350D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esquisa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350D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obter informações precisas e confiáveis.</w:t>
            </w:r>
          </w:p>
          <w:p w14:paraId="594A2324" w14:textId="77777777" w:rsidR="006A5F9A" w:rsidRDefault="006A5F9A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350D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onduzir entrevistas eficazes para obter informações relevantes e envolventes.</w:t>
            </w:r>
          </w:p>
          <w:p w14:paraId="0C32F805" w14:textId="77777777" w:rsidR="006A5F9A" w:rsidRDefault="006A5F9A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350D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struturar a narrativa da reportagem de forma coesa e envolvente.</w:t>
            </w:r>
          </w:p>
          <w:p w14:paraId="1A61866D" w14:textId="77777777" w:rsidR="006A5F9A" w:rsidRPr="00517AA8" w:rsidRDefault="006A5F9A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D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Escrev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350D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maneira clara, concisa e objetiva, adaptando o estilo de escrita ao meio de comunicação.</w:t>
            </w:r>
          </w:p>
          <w:p w14:paraId="2A6EB653" w14:textId="77777777" w:rsidR="006A5F9A" w:rsidRDefault="006A5F9A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350D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sar câmaras para capturar imagens e vídeos de alta qualidade.</w:t>
            </w:r>
          </w:p>
          <w:p w14:paraId="745566DD" w14:textId="77777777" w:rsidR="006A5F9A" w:rsidRDefault="006A5F9A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50D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350D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composiç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ões</w:t>
            </w:r>
            <w:r w:rsidRPr="00350D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visua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</w:t>
            </w:r>
            <w:r w:rsidRPr="00350D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criar elementos visuais impactantes na reportagem.</w:t>
            </w:r>
          </w:p>
          <w:p w14:paraId="0B582EE4" w14:textId="77777777" w:rsidR="006A5F9A" w:rsidRDefault="006A5F9A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F002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tilizar plataformas de média social para promover a reportagem e alcançar um público mais amplo.</w:t>
            </w:r>
          </w:p>
          <w:p w14:paraId="510B8505" w14:textId="77777777" w:rsidR="006A5F9A" w:rsidRDefault="006A5F9A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F002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tar</w:t>
            </w:r>
            <w:r w:rsidRPr="00F002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vídeo e áudio para refinar o conteúdo da reportagem.</w:t>
            </w:r>
          </w:p>
          <w:p w14:paraId="41FAE064" w14:textId="77777777" w:rsidR="006A5F9A" w:rsidRDefault="006A5F9A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02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F002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técnicas de edição para aprimorar a narrativa visual e sonora da reportagem.</w:t>
            </w:r>
          </w:p>
          <w:p w14:paraId="507F326C" w14:textId="77777777" w:rsidR="006A5F9A" w:rsidRDefault="006A5F9A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F002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ir</w:t>
            </w:r>
            <w:r w:rsidRPr="00F002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projetos para criar um plano de produção eficiente.</w:t>
            </w:r>
          </w:p>
          <w:p w14:paraId="3ABE27C3" w14:textId="77777777" w:rsidR="006A5F9A" w:rsidRDefault="006A5F9A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</w:t>
            </w:r>
            <w:r w:rsidRPr="00F002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presentar informações de forma clara e cativante.</w:t>
            </w:r>
          </w:p>
          <w:p w14:paraId="2C08251B" w14:textId="77777777" w:rsidR="006A5F9A" w:rsidRPr="00057283" w:rsidRDefault="006A5F9A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4384D" w14:textId="77777777" w:rsidR="006A5F9A" w:rsidRPr="0020338E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1E70C45B" w14:textId="77777777" w:rsidR="006A5F9A" w:rsidRPr="0020338E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67299D7D" w14:textId="77777777" w:rsidR="006A5F9A" w:rsidRPr="0020338E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428BBAB9" w14:textId="77777777" w:rsidR="006A5F9A" w:rsidRPr="0020338E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05871DC8" w14:textId="77777777" w:rsidR="006A5F9A" w:rsidRPr="0020338E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2B8E3B94" w14:textId="77777777" w:rsidR="006A5F9A" w:rsidRPr="0020338E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0A905FE8" w14:textId="77777777" w:rsidR="006A5F9A" w:rsidRPr="0020338E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5FBBF12A" w14:textId="77777777" w:rsidR="006A5F9A" w:rsidRPr="0020338E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481FC6B4" w14:textId="77777777" w:rsidR="006A5F9A" w:rsidRPr="0020338E" w:rsidRDefault="006A5F9A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0616B731" w14:textId="77777777" w:rsidR="006A5F9A" w:rsidRDefault="006A5F9A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07E9770" w14:textId="77777777" w:rsidR="006A5F9A" w:rsidRDefault="006A5F9A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38465DA" w14:textId="77777777" w:rsidR="006A5F9A" w:rsidRDefault="006A5F9A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9441E96" w14:textId="77777777" w:rsidR="006A5F9A" w:rsidRPr="00057283" w:rsidRDefault="006A5F9A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1E7272A" w14:textId="77777777" w:rsidR="006A5F9A" w:rsidRDefault="006A5F9A" w:rsidP="006A5F9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BD64250" w14:textId="77777777" w:rsidR="006A5F9A" w:rsidRDefault="006A5F9A" w:rsidP="006A5F9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5BAB88D" w14:textId="77777777" w:rsidR="006A5F9A" w:rsidRPr="00F87025" w:rsidRDefault="006A5F9A" w:rsidP="006A5F9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746C9A0" w14:textId="77777777" w:rsidR="006A5F9A" w:rsidRPr="00F20E6F" w:rsidRDefault="006A5F9A" w:rsidP="006A5F9A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95989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Conceber, produzir e realizar uma reportagem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1B1AEC8" w14:textId="77777777" w:rsidR="006A5F9A" w:rsidRPr="0064164C" w:rsidRDefault="006A5F9A" w:rsidP="006A5F9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D411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borda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</w:t>
      </w:r>
      <w:r w:rsidRPr="00D411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tema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  <w:r w:rsidRPr="00D411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origina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is</w:t>
      </w:r>
      <w:r w:rsidRPr="00D411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inovador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es.</w:t>
      </w:r>
    </w:p>
    <w:p w14:paraId="588AF636" w14:textId="77777777" w:rsidR="006A5F9A" w:rsidRPr="0064164C" w:rsidRDefault="006A5F9A" w:rsidP="006A5F9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D411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presenta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D411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Pr="00D411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informações precisas, verificáveis e fundamentadas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614615D" w14:textId="77777777" w:rsidR="006A5F9A" w:rsidRPr="0064164C" w:rsidRDefault="006A5F9A" w:rsidP="006A5F9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Escrevendo de forma</w:t>
      </w:r>
      <w:r w:rsidRPr="00D411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clara, concisa e acessível ao público-alvo</w:t>
      </w:r>
    </w:p>
    <w:p w14:paraId="36E80E45" w14:textId="77777777" w:rsidR="006A5F9A" w:rsidRPr="0064164C" w:rsidRDefault="006A5F9A" w:rsidP="006A5F9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</w:t>
      </w:r>
      <w:r w:rsidRPr="00D411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D411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 imagens e vídeos de alta qualidade e relevantes para a história</w:t>
      </w:r>
    </w:p>
    <w:p w14:paraId="7F782C9A" w14:textId="77777777" w:rsidR="006A5F9A" w:rsidRDefault="006A5F9A" w:rsidP="006A5F9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S</w:t>
      </w:r>
      <w:r w:rsidRPr="00D411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incroniza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 w:rsidRPr="00D411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á</w:t>
      </w:r>
      <w:r w:rsidRPr="00D411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udio e vídeo de maneira adequada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0541159" w14:textId="77777777" w:rsidR="006A5F9A" w:rsidRPr="0064164C" w:rsidRDefault="006A5F9A" w:rsidP="006A5F9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D411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ncorpora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D4112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elementos criativos que a tornam única e memorável</w:t>
      </w:r>
    </w:p>
    <w:p w14:paraId="742A517B" w14:textId="77777777" w:rsidR="006A5F9A" w:rsidRPr="00136AD8" w:rsidRDefault="006A5F9A" w:rsidP="006A5F9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84C6D5" w14:textId="77777777" w:rsidR="006A5F9A" w:rsidRPr="00F87025" w:rsidRDefault="006A5F9A" w:rsidP="006A5F9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ECCA9A0" w14:textId="77777777" w:rsidR="006A5F9A" w:rsidRDefault="006A5F9A" w:rsidP="006A5F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0C944D93" w14:textId="77777777" w:rsidR="006A5F9A" w:rsidRDefault="006A5F9A" w:rsidP="006A5F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som</w:t>
      </w:r>
    </w:p>
    <w:p w14:paraId="3070A9FD" w14:textId="77777777" w:rsidR="006A5F9A" w:rsidRPr="008047E3" w:rsidRDefault="006A5F9A" w:rsidP="006A5F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6D36217B" w14:textId="77777777" w:rsidR="006A5F9A" w:rsidRPr="00984B30" w:rsidRDefault="006A5F9A" w:rsidP="006A5F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Salas de Espetáculo</w:t>
      </w:r>
    </w:p>
    <w:p w14:paraId="50AF4BF7" w14:textId="77777777" w:rsidR="006A5F9A" w:rsidRPr="00051C79" w:rsidRDefault="006A5F9A" w:rsidP="006A5F9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022C4D" w14:textId="77777777" w:rsidR="006A5F9A" w:rsidRPr="00F87025" w:rsidRDefault="006A5F9A" w:rsidP="006A5F9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E6A838E" w14:textId="77777777" w:rsidR="006A5F9A" w:rsidRDefault="006A5F9A" w:rsidP="006A5F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acesso à internet.</w:t>
      </w:r>
    </w:p>
    <w:p w14:paraId="7745A28B" w14:textId="77777777" w:rsidR="006A5F9A" w:rsidRPr="00564406" w:rsidRDefault="006A5F9A" w:rsidP="006A5F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Câmaras de vídeo.</w:t>
      </w:r>
    </w:p>
    <w:p w14:paraId="4579A508" w14:textId="77777777" w:rsidR="006A5F9A" w:rsidRDefault="006A5F9A" w:rsidP="006A5F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66BD0B88" w14:textId="77777777" w:rsidR="006A5F9A" w:rsidRDefault="006A5F9A" w:rsidP="006A5F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7D704242" w14:textId="77777777" w:rsidR="006A5F9A" w:rsidRPr="00350DB7" w:rsidRDefault="006A5F9A" w:rsidP="006A5F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de iluminação</w:t>
      </w:r>
    </w:p>
    <w:p w14:paraId="56AAE6B8" w14:textId="77777777" w:rsidR="006A5F9A" w:rsidRDefault="006A5F9A" w:rsidP="006A5F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5620DB6" w14:textId="77777777" w:rsidR="006A5F9A" w:rsidRPr="00501DC8" w:rsidRDefault="006A5F9A" w:rsidP="006A5F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DB4FC66" w14:textId="77777777" w:rsidR="006A5F9A" w:rsidRPr="00051C79" w:rsidRDefault="006A5F9A" w:rsidP="006A5F9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343A381" w14:textId="77777777" w:rsidR="006A5F9A" w:rsidRPr="00F87025" w:rsidRDefault="006A5F9A" w:rsidP="006A5F9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4E46C85" w14:textId="77777777" w:rsidR="006A5F9A" w:rsidRPr="00051C79" w:rsidRDefault="006A5F9A" w:rsidP="006A5F9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A24104C" w14:textId="77777777" w:rsidR="006A5F9A" w:rsidRPr="00051C79" w:rsidRDefault="006A5F9A" w:rsidP="006A5F9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91EF41" w14:textId="77777777" w:rsidR="006A5F9A" w:rsidRPr="00051C79" w:rsidRDefault="006A5F9A" w:rsidP="006A5F9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05937B" w14:textId="0F63513C" w:rsidR="00C3606C" w:rsidRDefault="006A5F9A" w:rsidP="006A5F9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3D1D5E7" w14:textId="77777777" w:rsidR="00AE2024" w:rsidRDefault="00AE2024" w:rsidP="00AE2024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E2024" w:rsidRPr="00136AD8" w14:paraId="22760082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407D7DD" w14:textId="77777777" w:rsidR="00AE2024" w:rsidRPr="00136AD8" w:rsidRDefault="00AE2024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BF0DDB3" w14:textId="77777777" w:rsidR="00AE2024" w:rsidRPr="009C256C" w:rsidRDefault="00AE2024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26D35">
              <w:t>Manobrar os controlos e a regulação dos parâmetros mais comuns dos processadores.</w:t>
            </w:r>
          </w:p>
        </w:tc>
      </w:tr>
      <w:tr w:rsidR="00AE2024" w:rsidRPr="00136AD8" w14:paraId="0CDEF5BB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3FE44F5" w14:textId="77777777" w:rsidR="00AE2024" w:rsidRPr="00136AD8" w:rsidRDefault="00AE2024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1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6CA83AA6" w14:textId="77777777" w:rsidR="00AE2024" w:rsidRPr="00136AD8" w:rsidRDefault="00AE2024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Processadores de áudio</w:t>
            </w:r>
          </w:p>
        </w:tc>
      </w:tr>
    </w:tbl>
    <w:p w14:paraId="6085D17C" w14:textId="77777777" w:rsidR="00AE2024" w:rsidRPr="00136AD8" w:rsidRDefault="00AE2024" w:rsidP="00AE202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8C277FD" w14:textId="77777777" w:rsidR="00AE2024" w:rsidRDefault="00AE2024" w:rsidP="00AE202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2781D4A4" w14:textId="77777777" w:rsidR="00AE2024" w:rsidRDefault="00AE2024" w:rsidP="00AE2024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3AC7661B" w14:textId="77777777" w:rsidR="00AE2024" w:rsidRPr="00136AD8" w:rsidRDefault="00AE2024" w:rsidP="00AE202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E2024" w:rsidRPr="00136AD8" w14:paraId="65752365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A4DB13" w14:textId="77777777" w:rsidR="00AE2024" w:rsidRPr="001B353A" w:rsidRDefault="00AE2024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E2024" w:rsidRPr="00136AD8" w14:paraId="4A8D80CB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DBBC12" w14:textId="3DA96BE6" w:rsidR="00AE2024" w:rsidRPr="007E2C17" w:rsidRDefault="00AE2024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s funções</w:t>
            </w:r>
            <w:r w:rsidR="00CB5C3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parâmetros de bom funcionamento</w:t>
            </w:r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dos processadores.</w:t>
            </w:r>
          </w:p>
          <w:p w14:paraId="5DCAEB55" w14:textId="2430DAEF" w:rsidR="00AE2024" w:rsidRPr="007E2C17" w:rsidRDefault="00AE2024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1557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1557C8" w:rsidRPr="001557C8">
              <w:rPr>
                <w:rFonts w:ascii="Verdana Pro Light" w:eastAsia="Arial Unicode MS" w:hAnsi="Verdana Pro Light" w:cs="Arial Unicode MS"/>
                <w:sz w:val="18"/>
                <w:szCs w:val="18"/>
              </w:rPr>
              <w:t>just</w:t>
            </w:r>
            <w:r w:rsidR="001557C8"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="001557C8" w:rsidRPr="001557C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controles de frequência, ganho e largura de banda</w:t>
            </w:r>
          </w:p>
          <w:p w14:paraId="0CCDB460" w14:textId="1066A6DC" w:rsidR="00AE2024" w:rsidRPr="0054456B" w:rsidRDefault="00AE2024" w:rsidP="0054456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>Inserir, na ordem correta de função, um ou mais processadores na cadeia de sinal dum sistema de som, em estúdio ou ao vivo.</w:t>
            </w:r>
          </w:p>
        </w:tc>
      </w:tr>
      <w:tr w:rsidR="00AE2024" w:rsidRPr="00136AD8" w14:paraId="0C57C1E9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92D53F" w14:textId="77777777" w:rsidR="00AE2024" w:rsidRPr="001B353A" w:rsidRDefault="00AE2024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0BA222" w14:textId="77777777" w:rsidR="00AE2024" w:rsidRPr="001B353A" w:rsidRDefault="00AE2024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E57E0CB" w14:textId="77777777" w:rsidR="00AE2024" w:rsidRPr="001B353A" w:rsidRDefault="00AE2024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E2024" w:rsidRPr="00136AD8" w14:paraId="26A7E513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6CC5B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Processadores de dinâmica do sinal</w:t>
            </w:r>
          </w:p>
          <w:p w14:paraId="08CA8831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Compressor - controlos</w:t>
            </w:r>
          </w:p>
          <w:p w14:paraId="5CD77E11" w14:textId="77777777" w:rsidR="00AE2024" w:rsidRPr="004C3110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  <w:lang w:val="en-US"/>
              </w:rPr>
            </w:pPr>
            <w:proofErr w:type="gramStart"/>
            <w:r w:rsidRPr="004C3110">
              <w:rPr>
                <w:rFonts w:ascii="Verdana Pro Light" w:hAnsi="Verdana Pro Light"/>
                <w:sz w:val="18"/>
                <w:szCs w:val="18"/>
                <w:lang w:val="en-US"/>
              </w:rPr>
              <w:t>Threshold ,Ratio</w:t>
            </w:r>
            <w:proofErr w:type="gramEnd"/>
            <w:r w:rsidRPr="004C3110">
              <w:rPr>
                <w:rFonts w:ascii="Verdana Pro Light" w:hAnsi="Verdana Pro Light"/>
                <w:sz w:val="18"/>
                <w:szCs w:val="18"/>
                <w:lang w:val="en-US"/>
              </w:rPr>
              <w:t xml:space="preserve">, Attack, Release, Knee, Output gain, Settings </w:t>
            </w:r>
            <w:proofErr w:type="spellStart"/>
            <w:r w:rsidRPr="004C3110">
              <w:rPr>
                <w:rFonts w:ascii="Verdana Pro Light" w:hAnsi="Verdana Pro Light"/>
                <w:sz w:val="18"/>
                <w:szCs w:val="18"/>
                <w:lang w:val="en-US"/>
              </w:rPr>
              <w:t>automáticos</w:t>
            </w:r>
            <w:proofErr w:type="spellEnd"/>
            <w:r w:rsidRPr="004C3110">
              <w:rPr>
                <w:rFonts w:ascii="Verdana Pro Light" w:hAnsi="Verdana Pro Light"/>
                <w:sz w:val="18"/>
                <w:szCs w:val="18"/>
                <w:lang w:val="en-US"/>
              </w:rPr>
              <w:t>.</w:t>
            </w:r>
          </w:p>
          <w:p w14:paraId="520C29D7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Compressor - Limitador, como compressor de ratio infinito</w:t>
            </w:r>
          </w:p>
          <w:p w14:paraId="37AE0AE0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Expander</w:t>
            </w:r>
            <w:proofErr w:type="spellEnd"/>
          </w:p>
          <w:p w14:paraId="2AE41130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Gate, como expansor de dinâmica de ratio infinito</w:t>
            </w:r>
          </w:p>
          <w:p w14:paraId="0A7421CD" w14:textId="77777777" w:rsidR="00AE2024" w:rsidRPr="004C3110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743" w:hanging="284"/>
              <w:rPr>
                <w:rFonts w:ascii="Verdana Pro Light" w:hAnsi="Verdana Pro Light"/>
                <w:sz w:val="18"/>
                <w:szCs w:val="18"/>
                <w:lang w:val="en-US"/>
              </w:rPr>
            </w:pPr>
            <w:r w:rsidRPr="004C3110">
              <w:rPr>
                <w:rFonts w:ascii="Verdana Pro Light" w:hAnsi="Verdana Pro Light"/>
                <w:sz w:val="18"/>
                <w:szCs w:val="18"/>
                <w:lang w:val="en-US"/>
              </w:rPr>
              <w:t>ADSR gate envelope, Side chain e side effect, Ducking, De-</w:t>
            </w:r>
            <w:proofErr w:type="spellStart"/>
            <w:r w:rsidRPr="004C3110">
              <w:rPr>
                <w:rFonts w:ascii="Verdana Pro Light" w:hAnsi="Verdana Pro Light"/>
                <w:sz w:val="18"/>
                <w:szCs w:val="18"/>
                <w:lang w:val="en-US"/>
              </w:rPr>
              <w:t>esser</w:t>
            </w:r>
            <w:proofErr w:type="spellEnd"/>
          </w:p>
          <w:p w14:paraId="24417444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Equalizadores e filtros</w:t>
            </w:r>
          </w:p>
          <w:p w14:paraId="7E16106B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90" w:hanging="743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Equalização não-paramétrica,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semi-paramétrica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e paramétrica, Equalização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shelving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, Filtros passa alto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Hi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pass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) e passa baixo (Lo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pass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), Equalização gráfica</w:t>
            </w:r>
          </w:p>
          <w:p w14:paraId="2F80D029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Largura de banda por oitavas, 1/3; 1/4; 1/5</w:t>
            </w:r>
          </w:p>
          <w:p w14:paraId="7BBE6EF6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Reverberação (</w:t>
            </w:r>
            <w:proofErr w:type="spellStart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reverb</w:t>
            </w:r>
            <w:proofErr w:type="spellEnd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)</w:t>
            </w:r>
          </w:p>
          <w:p w14:paraId="53B3CACD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Tipos de simulação de </w:t>
            </w:r>
            <w:proofErr w:type="spellStart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reverb</w:t>
            </w:r>
            <w:proofErr w:type="spellEnd"/>
          </w:p>
          <w:p w14:paraId="337808FE" w14:textId="77777777" w:rsidR="00AE2024" w:rsidRPr="004C3110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  <w:lang w:val="en-US"/>
              </w:rPr>
            </w:pPr>
            <w:r w:rsidRPr="004C3110">
              <w:rPr>
                <w:rFonts w:ascii="Verdana Pro Light" w:hAnsi="Verdana Pro Light"/>
                <w:sz w:val="18"/>
                <w:szCs w:val="18"/>
                <w:lang w:val="en-US"/>
              </w:rPr>
              <w:t>Hall, Room, Plate, Vocal, Outros (Tunnel, Stadium, Church</w:t>
            </w:r>
          </w:p>
          <w:p w14:paraId="1EFDCF0B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Controlos</w:t>
            </w:r>
          </w:p>
          <w:p w14:paraId="09FC9983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Tempo de reverberação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reverb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time), Pré-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delay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,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Hi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ratio, Difusão, Densidade,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Reverb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delay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e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early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reflections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, Filtros </w:t>
            </w:r>
            <w:r w:rsidRPr="00FE4844">
              <w:rPr>
                <w:rFonts w:ascii="Verdana Pro Light" w:hAnsi="Verdana Pro Light"/>
                <w:sz w:val="18"/>
                <w:szCs w:val="18"/>
              </w:rPr>
              <w:lastRenderedPageBreak/>
              <w:t>HPF e LPF – Filtros passa-alto e filtros passa-baixo, Balanço de sinal processado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wet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 e não processado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Dry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3A99F920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Reflexões próximas (</w:t>
            </w:r>
            <w:proofErr w:type="spellStart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early</w:t>
            </w:r>
            <w:proofErr w:type="spellEnd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reflections</w:t>
            </w:r>
            <w:proofErr w:type="spellEnd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)</w:t>
            </w:r>
          </w:p>
          <w:p w14:paraId="3FF725DA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Gate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reverb</w:t>
            </w:r>
            <w:proofErr w:type="spellEnd"/>
          </w:p>
          <w:p w14:paraId="07740540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Reverse gate</w:t>
            </w:r>
          </w:p>
          <w:p w14:paraId="08FA0EB1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Eco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echo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7C1256BE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Delay</w:t>
            </w:r>
            <w:proofErr w:type="spellEnd"/>
          </w:p>
          <w:p w14:paraId="6696AAEF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Time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delay</w:t>
            </w:r>
            <w:proofErr w:type="spellEnd"/>
          </w:p>
          <w:p w14:paraId="3D289307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Feedback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delay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time</w:t>
            </w:r>
          </w:p>
          <w:p w14:paraId="589D4537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Tap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delay</w:t>
            </w:r>
            <w:proofErr w:type="spellEnd"/>
          </w:p>
          <w:p w14:paraId="2475285F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Stereo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delay</w:t>
            </w:r>
            <w:proofErr w:type="spellEnd"/>
          </w:p>
          <w:p w14:paraId="3D9A92BD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b/>
                <w:bCs/>
                <w:sz w:val="18"/>
                <w:szCs w:val="18"/>
              </w:rPr>
              <w:t>Processadores de modulação</w:t>
            </w:r>
          </w:p>
          <w:p w14:paraId="6DFC2869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Chorus</w:t>
            </w:r>
          </w:p>
          <w:p w14:paraId="7DA7367B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Modulação de frequência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ModFrq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12E21415" w14:textId="77777777" w:rsidR="00AE2024" w:rsidRPr="00C1058C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C1058C">
              <w:rPr>
                <w:rFonts w:ascii="Verdana Pro Light" w:hAnsi="Verdana Pro Light"/>
                <w:sz w:val="18"/>
                <w:szCs w:val="18"/>
              </w:rPr>
              <w:t>Depth</w:t>
            </w:r>
            <w:proofErr w:type="spellEnd"/>
            <w:r w:rsidRPr="00C1058C">
              <w:rPr>
                <w:rFonts w:ascii="Verdana Pro Light" w:hAnsi="Verdana Pro Light"/>
                <w:sz w:val="18"/>
                <w:szCs w:val="18"/>
              </w:rPr>
              <w:t>, Ratio</w:t>
            </w:r>
          </w:p>
          <w:p w14:paraId="062925CD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Feedback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gain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FbGain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739BD77A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Balanço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wet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/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dry</w:t>
            </w:r>
            <w:proofErr w:type="spellEnd"/>
          </w:p>
          <w:p w14:paraId="3CA65164" w14:textId="77777777" w:rsidR="00AE2024" w:rsidRPr="00C1058C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C1058C">
              <w:rPr>
                <w:rFonts w:ascii="Verdana Pro Light" w:hAnsi="Verdana Pro Light"/>
                <w:sz w:val="18"/>
                <w:szCs w:val="18"/>
              </w:rPr>
              <w:t>Phaser</w:t>
            </w:r>
            <w:proofErr w:type="spellEnd"/>
            <w:r w:rsidRPr="00C1058C">
              <w:rPr>
                <w:rFonts w:ascii="Verdana Pro Light" w:hAnsi="Verdana Pro Light"/>
                <w:sz w:val="18"/>
                <w:szCs w:val="18"/>
              </w:rPr>
              <w:t xml:space="preserve">, </w:t>
            </w:r>
            <w:proofErr w:type="spellStart"/>
            <w:r w:rsidRPr="00C1058C">
              <w:rPr>
                <w:rFonts w:ascii="Verdana Pro Light" w:hAnsi="Verdana Pro Light"/>
                <w:sz w:val="18"/>
                <w:szCs w:val="18"/>
              </w:rPr>
              <w:t>Flanger</w:t>
            </w:r>
            <w:proofErr w:type="spellEnd"/>
            <w:r w:rsidRPr="00C1058C">
              <w:rPr>
                <w:rFonts w:ascii="Verdana Pro Light" w:hAnsi="Verdana Pro Light"/>
                <w:sz w:val="18"/>
                <w:szCs w:val="18"/>
              </w:rPr>
              <w:t>, Vibrato</w:t>
            </w:r>
          </w:p>
          <w:p w14:paraId="538D3CB9" w14:textId="77777777" w:rsidR="00AE2024" w:rsidRPr="00C1058C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C1058C">
              <w:rPr>
                <w:rFonts w:ascii="Verdana Pro Light" w:hAnsi="Verdana Pro Light"/>
                <w:sz w:val="18"/>
                <w:szCs w:val="18"/>
              </w:rPr>
              <w:t>Wah-wah</w:t>
            </w:r>
            <w:proofErr w:type="spellEnd"/>
            <w:r w:rsidRPr="00C1058C">
              <w:rPr>
                <w:rFonts w:ascii="Verdana Pro Light" w:hAnsi="Verdana Pro Light"/>
                <w:sz w:val="18"/>
                <w:szCs w:val="18"/>
              </w:rPr>
              <w:t xml:space="preserve">, </w:t>
            </w:r>
            <w:proofErr w:type="spellStart"/>
            <w:r w:rsidRPr="00C1058C">
              <w:rPr>
                <w:rFonts w:ascii="Verdana Pro Light" w:hAnsi="Verdana Pro Light"/>
                <w:sz w:val="18"/>
                <w:szCs w:val="18"/>
              </w:rPr>
              <w:t>Pitch</w:t>
            </w:r>
            <w:proofErr w:type="spellEnd"/>
            <w:r w:rsidRPr="00C1058C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C1058C">
              <w:rPr>
                <w:rFonts w:ascii="Verdana Pro Light" w:hAnsi="Verdana Pro Light"/>
                <w:sz w:val="18"/>
                <w:szCs w:val="18"/>
              </w:rPr>
              <w:t>change</w:t>
            </w:r>
            <w:proofErr w:type="spellEnd"/>
          </w:p>
          <w:p w14:paraId="6C5F656A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Acerto em meios-tons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Chromatic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pitch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chage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22C2760A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6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Acerto em 1/100 de cada meio-tom (Fine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pitch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19373214" w14:textId="77777777" w:rsidR="00AE2024" w:rsidRPr="007813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781317">
              <w:rPr>
                <w:rFonts w:ascii="Verdana Pro Light" w:hAnsi="Verdana Pro Light"/>
                <w:b/>
                <w:bCs/>
                <w:sz w:val="18"/>
                <w:szCs w:val="18"/>
              </w:rPr>
              <w:t>Escalas</w:t>
            </w:r>
          </w:p>
          <w:p w14:paraId="7588F7F0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Harmónicas maiores</w:t>
            </w:r>
          </w:p>
          <w:p w14:paraId="229CA7C1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Harmónicas menores</w:t>
            </w:r>
          </w:p>
          <w:p w14:paraId="6EDC4A70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Melódicas menores</w:t>
            </w:r>
          </w:p>
          <w:p w14:paraId="142094CA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Modos</w:t>
            </w:r>
          </w:p>
          <w:p w14:paraId="40F8C4A7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Tons inteiros</w:t>
            </w:r>
          </w:p>
          <w:p w14:paraId="229D0825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Pentatónicas</w:t>
            </w:r>
          </w:p>
          <w:p w14:paraId="7D4E463C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Blues</w:t>
            </w:r>
          </w:p>
          <w:p w14:paraId="3EE960FC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Escala feita pelo utilizador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user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1A3A80AF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Intelligent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pitch</w:t>
            </w:r>
            <w:proofErr w:type="spellEnd"/>
          </w:p>
          <w:p w14:paraId="51678AF2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Tonalidade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Key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0C4A49CC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Input note (via MIDI)</w:t>
            </w:r>
          </w:p>
          <w:p w14:paraId="18FDCF75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Freeze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(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sampling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5C0C85C2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Start</w:t>
            </w:r>
            <w:proofErr w:type="spellEnd"/>
          </w:p>
          <w:p w14:paraId="67743D8A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End</w:t>
            </w:r>
            <w:proofErr w:type="spellEnd"/>
          </w:p>
          <w:p w14:paraId="7169BDB5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>Loop</w:t>
            </w:r>
          </w:p>
          <w:p w14:paraId="009FBC26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Trigger</w:t>
            </w:r>
            <w:proofErr w:type="spellEnd"/>
          </w:p>
          <w:p w14:paraId="0B01A6CB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Distorção e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overdrive</w:t>
            </w:r>
            <w:proofErr w:type="spellEnd"/>
          </w:p>
          <w:p w14:paraId="59687AEF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Distortion</w:t>
            </w:r>
            <w:proofErr w:type="spellEnd"/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level</w:t>
            </w:r>
            <w:proofErr w:type="spellEnd"/>
          </w:p>
          <w:p w14:paraId="18410937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Feedback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gain</w:t>
            </w:r>
            <w:proofErr w:type="spellEnd"/>
          </w:p>
          <w:p w14:paraId="120B51CF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5" w:hanging="284"/>
              <w:rPr>
                <w:rFonts w:ascii="Verdana Pro Light" w:hAnsi="Verdana Pro Light"/>
                <w:sz w:val="18"/>
                <w:szCs w:val="18"/>
              </w:rPr>
            </w:pPr>
            <w:r w:rsidRPr="00FE4844">
              <w:rPr>
                <w:rFonts w:ascii="Verdana Pro Light" w:hAnsi="Verdana Pro Light"/>
                <w:sz w:val="18"/>
                <w:szCs w:val="18"/>
              </w:rPr>
              <w:t xml:space="preserve">Output </w:t>
            </w:r>
            <w:proofErr w:type="spellStart"/>
            <w:r w:rsidRPr="00FE4844">
              <w:rPr>
                <w:rFonts w:ascii="Verdana Pro Light" w:hAnsi="Verdana Pro Light"/>
                <w:sz w:val="18"/>
                <w:szCs w:val="18"/>
              </w:rPr>
              <w:t>level</w:t>
            </w:r>
            <w:proofErr w:type="spellEnd"/>
          </w:p>
          <w:p w14:paraId="574E28F9" w14:textId="77777777" w:rsidR="00AE2024" w:rsidRPr="00FE4844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B0A80" w14:textId="77777777" w:rsidR="0054456B" w:rsidRDefault="0054456B" w:rsidP="005445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813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Conhecer os diferentes controles e parâmetros dos processadores de áudio, incluindo a função de cada um e como afeta o som.</w:t>
            </w:r>
          </w:p>
          <w:p w14:paraId="749EB294" w14:textId="77777777" w:rsidR="0054456B" w:rsidRDefault="0054456B" w:rsidP="0054456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813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Entender como os diferentes parâmetros interagem entre si e impactam o </w:t>
            </w:r>
            <w:proofErr w:type="gramStart"/>
            <w:r w:rsidRPr="007813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resultado final</w:t>
            </w:r>
            <w:proofErr w:type="gramEnd"/>
            <w:r w:rsidRPr="007813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C86A9D4" w14:textId="49E7260E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813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Desenvolver uma audição crítica </w:t>
            </w:r>
          </w:p>
          <w:p w14:paraId="052E0DE6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7813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e corrigir problemas de áudio, como distorção, desequilíbrios e ruídos indesejados.</w:t>
            </w:r>
          </w:p>
          <w:p w14:paraId="7CCFCBEF" w14:textId="77777777" w:rsidR="00AE2024" w:rsidRPr="00517AA8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7813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justar a equalização para realçar ou atenuar frequências específicas de acordo com as características do áudio.</w:t>
            </w:r>
          </w:p>
          <w:p w14:paraId="4ACF9D23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orrigir problemas de frequência, como ressonâncias indesejadas ou falta de presença.</w:t>
            </w:r>
          </w:p>
          <w:p w14:paraId="19CC37BC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plicar compressão para controlar a dinâmica do áudio, ajustando os parâmetros como </w:t>
            </w:r>
            <w:proofErr w:type="spellStart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threshold</w:t>
            </w:r>
            <w:proofErr w:type="spellEnd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ratio, </w:t>
            </w:r>
            <w:proofErr w:type="spellStart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attack</w:t>
            </w:r>
            <w:proofErr w:type="spellEnd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release</w:t>
            </w:r>
            <w:proofErr w:type="spellEnd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A82EFFA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quilibrar a compressão para preservar transientes importantes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C3D2B01" w14:textId="77777777" w:rsidR="00AE2024" w:rsidRPr="00FD2649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</w:t>
            </w:r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</w:t>
            </w:r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efeitos de </w:t>
            </w:r>
            <w:proofErr w:type="spellStart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reverb</w:t>
            </w:r>
            <w:proofErr w:type="spellEnd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delay</w:t>
            </w:r>
            <w:proofErr w:type="spellEnd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criar profundidade e ambiente no áudio.</w:t>
            </w:r>
          </w:p>
          <w:p w14:paraId="71A78F64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Ajustar o ganho de entrada e saída para manter níveis adequados, evitando distorção ou perda de qualidade.</w:t>
            </w:r>
          </w:p>
          <w:p w14:paraId="4434DADA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Evitar o </w:t>
            </w:r>
            <w:proofErr w:type="spellStart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clipping</w:t>
            </w:r>
            <w:proofErr w:type="spellEnd"/>
            <w:r w:rsidRPr="00FD2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ajustando os ganhos de forma apropriada.</w:t>
            </w:r>
          </w:p>
          <w:p w14:paraId="3ABCA9D9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CCBCB3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701B2F" w14:textId="77777777" w:rsidR="00AE2024" w:rsidRPr="00057283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FB329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31192AF9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2D926EB2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65AD6D24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4940ED0C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5AD2BF92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620C388D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09E26460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4D31609C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7A54212D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889B9C1" w14:textId="77777777" w:rsidR="00AE2024" w:rsidRPr="00057283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20BDA14" w14:textId="77777777" w:rsidR="00AE2024" w:rsidRDefault="00AE2024" w:rsidP="00AE202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BB9F260" w14:textId="77777777" w:rsidR="00AE2024" w:rsidRDefault="00AE2024" w:rsidP="00AE202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7944728" w14:textId="77777777" w:rsidR="00AE2024" w:rsidRPr="00F87025" w:rsidRDefault="00AE2024" w:rsidP="00AE202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E7AB427" w14:textId="77777777" w:rsidR="00AE2024" w:rsidRPr="00F20E6F" w:rsidRDefault="00AE2024" w:rsidP="00AE202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7E2C17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Manobrar os controlos e a regulação dos parâmetros mais comuns dos processadores.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45E2836" w14:textId="77777777" w:rsidR="00AE2024" w:rsidRPr="0064164C" w:rsidRDefault="00AE2024" w:rsidP="00AE20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R</w:t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ealiza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ajustes precisos nos controlos dos processadores para atingir os resultados desejados.</w:t>
      </w:r>
    </w:p>
    <w:p w14:paraId="5B399D1F" w14:textId="77777777" w:rsidR="00AE2024" w:rsidRPr="0064164C" w:rsidRDefault="00AE2024" w:rsidP="00AE20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os processadores estão calibrados de acordo com as especificações técnicas recomendadas.</w:t>
      </w:r>
    </w:p>
    <w:p w14:paraId="4C4D91B1" w14:textId="77777777" w:rsidR="00AE2024" w:rsidRPr="0064164C" w:rsidRDefault="00AE2024" w:rsidP="00AE20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</w:t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qualidade original do áudio, mesmo ao realizar ajustes significativos.</w:t>
      </w:r>
    </w:p>
    <w:p w14:paraId="56DB0E90" w14:textId="77777777" w:rsidR="00AE2024" w:rsidRPr="0064164C" w:rsidRDefault="00AE2024" w:rsidP="00AE20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Manter coerência nos ajustes quando trabalhando com múltiplos canais ou em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misturas</w:t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proofErr w:type="spellStart"/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surround</w:t>
      </w:r>
      <w:proofErr w:type="spellEnd"/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CCA8D4B" w14:textId="77777777" w:rsidR="00AE2024" w:rsidRDefault="00AE2024" w:rsidP="00AE20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capacidade de experimentar com configurações e abordagens criativas para atingir resultados únicos.</w:t>
      </w:r>
    </w:p>
    <w:p w14:paraId="719B4E0F" w14:textId="77777777" w:rsidR="00AE2024" w:rsidRPr="0064164C" w:rsidRDefault="00AE2024" w:rsidP="00AE20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Adapta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FD26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ajustes dos processadores conforme necessário para diferentes géneros musicais, levando em consideração as características estilísticas específicas.</w:t>
      </w:r>
    </w:p>
    <w:p w14:paraId="6E0E9127" w14:textId="77777777" w:rsidR="00AE2024" w:rsidRPr="00136AD8" w:rsidRDefault="00AE2024" w:rsidP="00AE202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E3812D" w14:textId="77777777" w:rsidR="00AE2024" w:rsidRPr="00F87025" w:rsidRDefault="00AE2024" w:rsidP="00AE202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5DF6681" w14:textId="77777777" w:rsidR="00AE2024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366C1D75" w14:textId="77777777" w:rsidR="00AE2024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6CB2ECFD" w14:textId="77777777" w:rsidR="00AE2024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som</w:t>
      </w:r>
    </w:p>
    <w:p w14:paraId="273A9DCC" w14:textId="77777777" w:rsidR="00AE2024" w:rsidRPr="008047E3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0EC46691" w14:textId="77777777" w:rsidR="00AE2024" w:rsidRPr="00984B30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F9F78C8" w14:textId="77777777" w:rsidR="00AE2024" w:rsidRPr="00051C79" w:rsidRDefault="00AE2024" w:rsidP="00AE202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E95BA9" w14:textId="77777777" w:rsidR="00AE2024" w:rsidRPr="00F87025" w:rsidRDefault="00AE2024" w:rsidP="00AE202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A6E356A" w14:textId="77777777" w:rsidR="00AE2024" w:rsidRPr="00564406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acesso à internet.</w:t>
      </w:r>
    </w:p>
    <w:p w14:paraId="2104073D" w14:textId="77777777" w:rsidR="00AE2024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vídeo</w:t>
      </w:r>
    </w:p>
    <w:p w14:paraId="32967FEF" w14:textId="77777777" w:rsidR="00AE2024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52B6C652" w14:textId="77777777" w:rsidR="00AE2024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Mesa mistura</w:t>
      </w:r>
    </w:p>
    <w:p w14:paraId="48E3111A" w14:textId="77777777" w:rsidR="00AE2024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Microfones.</w:t>
      </w:r>
    </w:p>
    <w:p w14:paraId="4A140011" w14:textId="77777777" w:rsidR="00AE2024" w:rsidRPr="00501DC8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Processadores de sinal</w:t>
      </w:r>
    </w:p>
    <w:p w14:paraId="7C535C0C" w14:textId="77777777" w:rsidR="00AE2024" w:rsidRPr="00501DC8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4FF2A54" w14:textId="77777777" w:rsidR="00AE2024" w:rsidRPr="00051C79" w:rsidRDefault="00AE2024" w:rsidP="00AE202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0796A1" w14:textId="77777777" w:rsidR="00AE2024" w:rsidRPr="00F87025" w:rsidRDefault="00AE2024" w:rsidP="00AE202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A2A8E94" w14:textId="77777777" w:rsidR="00AE2024" w:rsidRPr="00051C79" w:rsidRDefault="00AE2024" w:rsidP="00AE202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ACB9C7" w14:textId="77777777" w:rsidR="00AE2024" w:rsidRPr="00051C79" w:rsidRDefault="00AE2024" w:rsidP="00AE202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5FE46D" w14:textId="77777777" w:rsidR="00AE2024" w:rsidRPr="00051C79" w:rsidRDefault="00AE2024" w:rsidP="00AE202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CB2155" w14:textId="77777777" w:rsidR="00AE2024" w:rsidRDefault="00AE2024" w:rsidP="00AE202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E2024" w:rsidRPr="00136AD8" w14:paraId="3DA1A179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6CA9DE9" w14:textId="77777777" w:rsidR="00AE2024" w:rsidRPr="00136AD8" w:rsidRDefault="00AE2024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618B9ED" w14:textId="77777777" w:rsidR="00AE2024" w:rsidRPr="009C256C" w:rsidRDefault="00AE2024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bookmarkStart w:id="15" w:name="_Hlk156749009"/>
            <w:r w:rsidRPr="00C26D35">
              <w:t>Ligar um sistema via MIDI</w:t>
            </w:r>
            <w:bookmarkEnd w:id="15"/>
          </w:p>
        </w:tc>
      </w:tr>
      <w:tr w:rsidR="00AE2024" w:rsidRPr="00136AD8" w14:paraId="20C561B4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CBC79C4" w14:textId="77777777" w:rsidR="00AE2024" w:rsidRPr="00136AD8" w:rsidRDefault="00AE2024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11</w:t>
            </w:r>
          </w:p>
        </w:tc>
        <w:tc>
          <w:tcPr>
            <w:tcW w:w="7324" w:type="dxa"/>
            <w:shd w:val="clear" w:color="auto" w:fill="E7E6E6" w:themeFill="background2"/>
          </w:tcPr>
          <w:p w14:paraId="65985A19" w14:textId="77777777" w:rsidR="00AE2024" w:rsidRPr="00136AD8" w:rsidRDefault="00AE2024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7E2C17">
              <w:rPr>
                <w:rFonts w:ascii="Verdana Pro Light" w:eastAsia="Arial Unicode MS" w:hAnsi="Verdana Pro Light" w:cs="Times New Roman"/>
                <w:sz w:val="18"/>
                <w:szCs w:val="18"/>
              </w:rPr>
              <w:t>Gravação e sequenciação MIDI</w:t>
            </w:r>
          </w:p>
        </w:tc>
      </w:tr>
    </w:tbl>
    <w:p w14:paraId="4F41EA17" w14:textId="77777777" w:rsidR="00AE2024" w:rsidRPr="00136AD8" w:rsidRDefault="00AE2024" w:rsidP="00AE202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EBE5AEF" w14:textId="77777777" w:rsidR="00AE2024" w:rsidRDefault="00AE2024" w:rsidP="00AE202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57B34FD9" w14:textId="77777777" w:rsidR="00AE2024" w:rsidRDefault="00AE2024" w:rsidP="00AE2024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150B2D8C" w14:textId="77777777" w:rsidR="00AE2024" w:rsidRPr="00136AD8" w:rsidRDefault="00AE2024" w:rsidP="00AE202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E2024" w:rsidRPr="00136AD8" w14:paraId="5137483F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DF150B" w14:textId="77777777" w:rsidR="00AE2024" w:rsidRPr="001B353A" w:rsidRDefault="00AE2024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E2024" w:rsidRPr="00136AD8" w14:paraId="68B40489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B2E564" w14:textId="5F589EED" w:rsidR="00AE2024" w:rsidRPr="007E2C17" w:rsidRDefault="00AE2024" w:rsidP="00E420F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E420F6"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a ligação direta de dois ou mais equipamentos com MIDI, com um controlador, através de ligações IN, OUT e THRU.</w:t>
            </w:r>
          </w:p>
          <w:p w14:paraId="5D16DA6F" w14:textId="6F0C092A" w:rsidR="00AE2024" w:rsidRPr="007E2C17" w:rsidRDefault="00AE2024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420F6">
              <w:rPr>
                <w:rFonts w:ascii="Verdana Pro Light" w:eastAsia="Arial Unicode MS" w:hAnsi="Verdana Pro Light" w:cs="Arial Unicode MS"/>
                <w:sz w:val="18"/>
                <w:szCs w:val="18"/>
              </w:rPr>
              <w:t>Co</w:t>
            </w:r>
            <w:r w:rsidR="00370FA3">
              <w:rPr>
                <w:rFonts w:ascii="Verdana Pro Light" w:eastAsia="Arial Unicode MS" w:hAnsi="Verdana Pro Light" w:cs="Arial Unicode MS"/>
                <w:sz w:val="18"/>
                <w:szCs w:val="18"/>
              </w:rPr>
              <w:t>n</w:t>
            </w:r>
            <w:r w:rsidR="00E420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figurar </w:t>
            </w:r>
            <w:r w:rsidR="00370FA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</w:t>
            </w:r>
            <w:r w:rsidR="00370FA3" w:rsidRPr="00370FA3">
              <w:rPr>
                <w:rFonts w:ascii="Verdana Pro Light" w:eastAsia="Arial Unicode MS" w:hAnsi="Verdana Pro Light" w:cs="Arial Unicode MS"/>
                <w:sz w:val="18"/>
                <w:szCs w:val="18"/>
              </w:rPr>
              <w:t>MIDI de cada dispositivo</w:t>
            </w:r>
            <w:r w:rsidR="004D280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="004D280E" w:rsidRPr="004D280E"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</w:t>
            </w:r>
            <w:r w:rsidR="004D280E">
              <w:rPr>
                <w:rFonts w:ascii="Verdana Pro Light" w:eastAsia="Arial Unicode MS" w:hAnsi="Verdana Pro Light" w:cs="Arial Unicode MS"/>
                <w:sz w:val="18"/>
                <w:szCs w:val="18"/>
              </w:rPr>
              <w:t>cionando</w:t>
            </w:r>
            <w:r w:rsidR="004D280E" w:rsidRPr="004D280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canal MIDI apropriado</w:t>
            </w:r>
            <w:r w:rsidR="004D280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</w:t>
            </w:r>
            <w:r w:rsidR="004D280E" w:rsidRPr="004D280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ajust</w:t>
            </w:r>
            <w:r w:rsidR="004D280E">
              <w:rPr>
                <w:rFonts w:ascii="Verdana Pro Light" w:eastAsia="Arial Unicode MS" w:hAnsi="Verdana Pro Light" w:cs="Arial Unicode MS"/>
                <w:sz w:val="18"/>
                <w:szCs w:val="18"/>
              </w:rPr>
              <w:t>ando</w:t>
            </w:r>
            <w:r w:rsidR="004D280E" w:rsidRPr="004D280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4D280E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4D280E" w:rsidRPr="004D280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latência</w:t>
            </w:r>
          </w:p>
          <w:p w14:paraId="50C6BB80" w14:textId="77777777" w:rsidR="00AE2024" w:rsidRPr="007E2C17" w:rsidRDefault="00AE2024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Efetuar a leitura da lista de implementação MIDI (MIDI </w:t>
            </w:r>
            <w:proofErr w:type="spellStart"/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>implementation</w:t>
            </w:r>
            <w:proofErr w:type="spellEnd"/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proofErr w:type="spellStart"/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>chart</w:t>
            </w:r>
            <w:proofErr w:type="spellEnd"/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>).</w:t>
            </w:r>
          </w:p>
          <w:p w14:paraId="7313FBE8" w14:textId="77777777" w:rsidR="00AE2024" w:rsidRPr="007E2C17" w:rsidRDefault="00AE2024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Efetuar os </w:t>
            </w:r>
            <w:proofErr w:type="spellStart"/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>dumps</w:t>
            </w:r>
            <w:proofErr w:type="spellEnd"/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via MIDI e gravá-los para um sequenciador de memórias e programações de um aparelho.</w:t>
            </w:r>
          </w:p>
          <w:p w14:paraId="60B3EE63" w14:textId="77777777" w:rsidR="00AE2024" w:rsidRPr="001B353A" w:rsidRDefault="00AE2024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Ligar um sistema via MIDI, de modo a ter um master e </w:t>
            </w:r>
            <w:proofErr w:type="spellStart"/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>slaves</w:t>
            </w:r>
            <w:proofErr w:type="spellEnd"/>
            <w:r w:rsidRPr="007E2C1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que funcionem sincronizados e automatizados com e pelo master.</w:t>
            </w:r>
          </w:p>
          <w:p w14:paraId="71CD3696" w14:textId="77777777" w:rsidR="00AE2024" w:rsidRPr="001B353A" w:rsidRDefault="00AE2024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AE2024" w:rsidRPr="00136AD8" w14:paraId="4022682A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1EF946" w14:textId="77777777" w:rsidR="00AE2024" w:rsidRPr="001B353A" w:rsidRDefault="00AE2024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4DD5CA" w14:textId="77777777" w:rsidR="00AE2024" w:rsidRPr="001B353A" w:rsidRDefault="00AE2024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D0F5451" w14:textId="77777777" w:rsidR="00AE2024" w:rsidRPr="001B353A" w:rsidRDefault="00AE2024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E2024" w:rsidRPr="00136AD8" w14:paraId="045371EF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02EAB4" w14:textId="77777777" w:rsidR="00AE2024" w:rsidRPr="00ED6689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ED6689">
              <w:rPr>
                <w:rFonts w:ascii="Verdana Pro Light" w:hAnsi="Verdana Pro Light"/>
                <w:b/>
                <w:bCs/>
                <w:sz w:val="18"/>
                <w:szCs w:val="18"/>
              </w:rPr>
              <w:t>Canais MIDI</w:t>
            </w:r>
          </w:p>
          <w:p w14:paraId="21F2ADE5" w14:textId="77777777" w:rsidR="00AE2024" w:rsidRPr="00ED6689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ED6689">
              <w:rPr>
                <w:rFonts w:ascii="Verdana Pro Light" w:hAnsi="Verdana Pro Light"/>
                <w:b/>
                <w:bCs/>
                <w:sz w:val="18"/>
                <w:szCs w:val="18"/>
              </w:rPr>
              <w:t>Modos MIDI</w:t>
            </w:r>
          </w:p>
          <w:p w14:paraId="7605EE00" w14:textId="77777777" w:rsidR="00AE2024" w:rsidRPr="00ED6689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ED6689">
              <w:rPr>
                <w:rFonts w:ascii="Verdana Pro Light" w:hAnsi="Verdana Pro Light"/>
                <w:b/>
                <w:bCs/>
                <w:sz w:val="18"/>
                <w:szCs w:val="18"/>
              </w:rPr>
              <w:t>Fichas e cabos de ligação</w:t>
            </w:r>
          </w:p>
          <w:p w14:paraId="5C88759A" w14:textId="77777777" w:rsidR="00AE2024" w:rsidRPr="00ED6689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ED6689">
              <w:rPr>
                <w:rFonts w:ascii="Verdana Pro Light" w:hAnsi="Verdana Pro Light"/>
                <w:b/>
                <w:bCs/>
                <w:sz w:val="18"/>
                <w:szCs w:val="18"/>
              </w:rPr>
              <w:t>Ligações básicas</w:t>
            </w:r>
          </w:p>
          <w:p w14:paraId="7A147BAB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In</w:t>
            </w:r>
          </w:p>
          <w:p w14:paraId="7ED95072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Out</w:t>
            </w:r>
          </w:p>
          <w:p w14:paraId="71F01308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Thru</w:t>
            </w:r>
            <w:proofErr w:type="spellEnd"/>
          </w:p>
          <w:p w14:paraId="22171038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Merge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e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spli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boxes</w:t>
            </w:r>
          </w:p>
          <w:p w14:paraId="69D606FD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Local ON e OFF</w:t>
            </w:r>
          </w:p>
          <w:p w14:paraId="52D6FF29" w14:textId="77777777" w:rsidR="00AE2024" w:rsidRPr="00700469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  <w:lang w:val="fr-BE"/>
              </w:rPr>
            </w:pPr>
            <w:proofErr w:type="spellStart"/>
            <w:r w:rsidRPr="00700469">
              <w:rPr>
                <w:rFonts w:ascii="Verdana Pro Light" w:hAnsi="Verdana Pro Light"/>
                <w:b/>
                <w:bCs/>
                <w:sz w:val="18"/>
                <w:szCs w:val="18"/>
                <w:lang w:val="fr-BE"/>
              </w:rPr>
              <w:t>Mensagens</w:t>
            </w:r>
            <w:proofErr w:type="spellEnd"/>
            <w:r w:rsidRPr="00700469">
              <w:rPr>
                <w:rFonts w:ascii="Verdana Pro Light" w:hAnsi="Verdana Pro Light"/>
                <w:b/>
                <w:bCs/>
                <w:sz w:val="18"/>
                <w:szCs w:val="18"/>
                <w:lang w:val="fr-BE"/>
              </w:rPr>
              <w:t xml:space="preserve"> de canal (</w:t>
            </w:r>
            <w:proofErr w:type="spellStart"/>
            <w:r w:rsidRPr="00700469">
              <w:rPr>
                <w:rFonts w:ascii="Verdana Pro Light" w:hAnsi="Verdana Pro Light"/>
                <w:b/>
                <w:bCs/>
                <w:sz w:val="18"/>
                <w:szCs w:val="18"/>
                <w:lang w:val="fr-BE"/>
              </w:rPr>
              <w:t>channel</w:t>
            </w:r>
            <w:proofErr w:type="spellEnd"/>
            <w:r w:rsidRPr="00700469">
              <w:rPr>
                <w:rFonts w:ascii="Verdana Pro Light" w:hAnsi="Verdana Pro Light"/>
                <w:b/>
                <w:bCs/>
                <w:sz w:val="18"/>
                <w:szCs w:val="18"/>
                <w:lang w:val="fr-BE"/>
              </w:rPr>
              <w:t xml:space="preserve"> messages)</w:t>
            </w:r>
          </w:p>
          <w:p w14:paraId="1D07AD46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Voice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messages</w:t>
            </w:r>
            <w:proofErr w:type="spellEnd"/>
          </w:p>
          <w:p w14:paraId="4A8F270D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Mode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messages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e suas aplicações</w:t>
            </w:r>
          </w:p>
          <w:p w14:paraId="70DA08A5" w14:textId="77777777" w:rsidR="00AE2024" w:rsidRPr="00ED6689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ED6689">
              <w:rPr>
                <w:rFonts w:ascii="Verdana Pro Light" w:hAnsi="Verdana Pro Light"/>
                <w:b/>
                <w:bCs/>
                <w:sz w:val="18"/>
                <w:szCs w:val="18"/>
              </w:rPr>
              <w:t>Mensagens de sistema (</w:t>
            </w:r>
            <w:proofErr w:type="spellStart"/>
            <w:r w:rsidRPr="00ED6689">
              <w:rPr>
                <w:rFonts w:ascii="Verdana Pro Light" w:hAnsi="Verdana Pro Light"/>
                <w:b/>
                <w:bCs/>
                <w:sz w:val="18"/>
                <w:szCs w:val="18"/>
              </w:rPr>
              <w:t>system</w:t>
            </w:r>
            <w:proofErr w:type="spellEnd"/>
            <w:r w:rsidRPr="00ED6689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D6689">
              <w:rPr>
                <w:rFonts w:ascii="Verdana Pro Light" w:hAnsi="Verdana Pro Light"/>
                <w:b/>
                <w:bCs/>
                <w:sz w:val="18"/>
                <w:szCs w:val="18"/>
              </w:rPr>
              <w:t>messages</w:t>
            </w:r>
            <w:proofErr w:type="spellEnd"/>
            <w:r w:rsidRPr="00ED6689">
              <w:rPr>
                <w:rFonts w:ascii="Verdana Pro Light" w:hAnsi="Verdana Pro Light"/>
                <w:b/>
                <w:bCs/>
                <w:sz w:val="18"/>
                <w:szCs w:val="18"/>
              </w:rPr>
              <w:t>)</w:t>
            </w:r>
          </w:p>
          <w:p w14:paraId="778A837F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System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common</w:t>
            </w:r>
            <w:proofErr w:type="spellEnd"/>
          </w:p>
          <w:p w14:paraId="17E38C29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MIDI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song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position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pointer</w:t>
            </w:r>
            <w:proofErr w:type="spellEnd"/>
          </w:p>
          <w:p w14:paraId="0F84BF77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MIDI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song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selection</w:t>
            </w:r>
            <w:proofErr w:type="spellEnd"/>
          </w:p>
          <w:p w14:paraId="72B1DF0A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System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real time</w:t>
            </w:r>
          </w:p>
          <w:p w14:paraId="2CC68649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MIDI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clock</w:t>
            </w:r>
            <w:proofErr w:type="spellEnd"/>
          </w:p>
          <w:p w14:paraId="571A578A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MTC, (MIDI time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code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289D2BBD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MMC, (MIDI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machine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control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30A3CD00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Abordagem leve (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system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exclusive)</w:t>
            </w:r>
          </w:p>
          <w:p w14:paraId="16FC3C97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ID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number</w:t>
            </w:r>
            <w:proofErr w:type="spellEnd"/>
          </w:p>
          <w:p w14:paraId="65AD1A2F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Manufacturers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number</w:t>
            </w:r>
            <w:proofErr w:type="spellEnd"/>
          </w:p>
          <w:p w14:paraId="3CD27928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Equipamentos que usam MIDI</w:t>
            </w:r>
          </w:p>
          <w:p w14:paraId="717EC593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Sequenciador (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sequencer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276E94A3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lastRenderedPageBreak/>
              <w:t>Sintetizadores (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synth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5848EAFC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Sampler</w:t>
            </w:r>
          </w:p>
          <w:p w14:paraId="006BA11D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Módulos de som (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sound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module)</w:t>
            </w:r>
          </w:p>
          <w:p w14:paraId="3C1087AA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Drum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machine</w:t>
            </w:r>
            <w:proofErr w:type="spellEnd"/>
          </w:p>
          <w:p w14:paraId="61314C17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Groove box</w:t>
            </w:r>
          </w:p>
          <w:p w14:paraId="3B40F0A9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Workstations</w:t>
            </w:r>
          </w:p>
          <w:p w14:paraId="455D6939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Gravadores de áudio com MTC e MMC</w:t>
            </w:r>
          </w:p>
          <w:p w14:paraId="2B9A83C7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7E2C17">
              <w:rPr>
                <w:rFonts w:ascii="Verdana Pro Light" w:hAnsi="Verdana Pro Light"/>
                <w:sz w:val="18"/>
                <w:szCs w:val="18"/>
              </w:rPr>
              <w:t>Computadores com interface MIDI</w:t>
            </w:r>
          </w:p>
          <w:p w14:paraId="61BE3B7D" w14:textId="77777777" w:rsidR="00AE2024" w:rsidRPr="004F08BA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Fluxo do sinal MIDI </w:t>
            </w:r>
            <w:proofErr w:type="spellStart"/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>vs</w:t>
            </w:r>
            <w:proofErr w:type="spellEnd"/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fluxo do sinal de áudio.</w:t>
            </w:r>
          </w:p>
          <w:p w14:paraId="59FD0E37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Midi </w:t>
            </w:r>
            <w:proofErr w:type="spellStart"/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>implementation</w:t>
            </w:r>
            <w:proofErr w:type="spellEnd"/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>chart</w:t>
            </w:r>
            <w:proofErr w:type="spellEnd"/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(Lista de implementação MIDI</w:t>
            </w:r>
            <w:r w:rsidRPr="007E2C17">
              <w:rPr>
                <w:rFonts w:ascii="Verdana Pro Light" w:hAnsi="Verdana Pro Light"/>
                <w:sz w:val="18"/>
                <w:szCs w:val="18"/>
              </w:rPr>
              <w:t>)</w:t>
            </w:r>
          </w:p>
          <w:p w14:paraId="5C172BB8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Mode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transmit</w:t>
            </w:r>
            <w:proofErr w:type="spellEnd"/>
          </w:p>
          <w:p w14:paraId="7FF52694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Mode</w:t>
            </w:r>
            <w:proofErr w:type="spellEnd"/>
            <w:r w:rsidRPr="007E2C17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proofErr w:type="spellStart"/>
            <w:r w:rsidRPr="007E2C17">
              <w:rPr>
                <w:rFonts w:ascii="Verdana Pro Light" w:hAnsi="Verdana Pro Light"/>
                <w:sz w:val="18"/>
                <w:szCs w:val="18"/>
              </w:rPr>
              <w:t>receive</w:t>
            </w:r>
            <w:proofErr w:type="spellEnd"/>
          </w:p>
          <w:p w14:paraId="7AD5FBD1" w14:textId="77777777" w:rsidR="00AE2024" w:rsidRPr="004F08BA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MIDI </w:t>
            </w:r>
            <w:proofErr w:type="spellStart"/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>dump</w:t>
            </w:r>
            <w:proofErr w:type="spellEnd"/>
          </w:p>
          <w:p w14:paraId="7E2A6B19" w14:textId="77777777" w:rsidR="00AE2024" w:rsidRPr="004F08BA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>Programação de efeitos</w:t>
            </w:r>
          </w:p>
          <w:p w14:paraId="3C5B86C2" w14:textId="77777777" w:rsidR="00AE2024" w:rsidRPr="004F08BA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Sincronização de máquinas através do MIDI </w:t>
            </w:r>
            <w:proofErr w:type="spellStart"/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>clock</w:t>
            </w:r>
            <w:proofErr w:type="spellEnd"/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e do MIDI time </w:t>
            </w:r>
            <w:proofErr w:type="spellStart"/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>code</w:t>
            </w:r>
            <w:proofErr w:type="spellEnd"/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(MTC)</w:t>
            </w:r>
          </w:p>
          <w:p w14:paraId="1E4D90E1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20BBB765" w14:textId="77777777" w:rsidR="00AE2024" w:rsidRPr="004F08BA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contextualSpacing w:val="0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Controlo e automação de máquinas através do MIDI </w:t>
            </w:r>
            <w:proofErr w:type="spellStart"/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>machine</w:t>
            </w:r>
            <w:proofErr w:type="spellEnd"/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>control</w:t>
            </w:r>
            <w:proofErr w:type="spellEnd"/>
            <w:r w:rsidRPr="004F08BA">
              <w:rPr>
                <w:rFonts w:ascii="Verdana Pro Light" w:hAnsi="Verdana Pro Light"/>
                <w:b/>
                <w:bCs/>
                <w:sz w:val="18"/>
                <w:szCs w:val="18"/>
              </w:rPr>
              <w:t xml:space="preserve"> (MMC)</w:t>
            </w:r>
          </w:p>
          <w:p w14:paraId="5C77653F" w14:textId="77777777" w:rsidR="00AE2024" w:rsidRPr="007E2C17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40DA2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</w:t>
            </w:r>
            <w:r w:rsidRPr="008307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econhecer equipamentos compatíveis com MIDI, como teclados controladores, sintetizadores, módulos de som, interfaces MIDI, entre outros.</w:t>
            </w:r>
          </w:p>
          <w:p w14:paraId="5E3BE155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8307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ompreender os diferentes tipos de conectores MIDI (geralmente DIN de 5 pinos) e como eles devem ser conectados.</w:t>
            </w:r>
          </w:p>
          <w:p w14:paraId="3A405FDB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8307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sar cabos MIDI apropriados para conectar os dispositivos, garantindo uma ligação segura e confiável.</w:t>
            </w:r>
          </w:p>
          <w:p w14:paraId="52AA3690" w14:textId="77777777" w:rsidR="00AE2024" w:rsidRPr="00517AA8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8307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tribuir canais MIDI a diferentes dispositivos para evitar conflitos e garantir uma comunicação adequada.</w:t>
            </w:r>
          </w:p>
          <w:p w14:paraId="66FC22A1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8307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onfigurar endereços MIDI para evitar interferências em configurações mais complexas.</w:t>
            </w:r>
          </w:p>
          <w:p w14:paraId="71C95F0A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8307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elecionar e configurar dispositivos MIDI em software de produção musical ou DAW (Digital </w:t>
            </w:r>
            <w:proofErr w:type="spellStart"/>
            <w:r w:rsidRPr="008307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Audio</w:t>
            </w:r>
            <w:proofErr w:type="spellEnd"/>
            <w:r w:rsidRPr="008307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Workstation).</w:t>
            </w:r>
          </w:p>
          <w:p w14:paraId="554FF9B1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8307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onfigurar corretamente as funções de cada controle no software.</w:t>
            </w:r>
          </w:p>
          <w:p w14:paraId="782AED43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07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Realizar testes para garantir que todas as conexões MIDI estão firmes e funcionando corretamente.</w:t>
            </w:r>
          </w:p>
          <w:p w14:paraId="21DD2E1C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8307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iagnosticar e solucionar problemas comuns relacionados à ligação MIDI.</w:t>
            </w:r>
          </w:p>
          <w:p w14:paraId="3D3EAAEF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F957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ntegrar diferentes tipos de equipamentos MIDI, como teclados, controladores de </w:t>
            </w:r>
            <w:proofErr w:type="spellStart"/>
            <w:r w:rsidRPr="00F957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pad</w:t>
            </w:r>
            <w:proofErr w:type="spellEnd"/>
            <w:r w:rsidRPr="00F957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superfícies de controle, etc.</w:t>
            </w:r>
          </w:p>
          <w:p w14:paraId="28306699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3DCB1E7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A1DF35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0FCCA7E" w14:textId="77777777" w:rsidR="00AE2024" w:rsidRPr="00057283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1469A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3F2E3B1E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6B9EB813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4308AA5C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3E7C7632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47CF2FC9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726900C4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414F5BBC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1C7F10F1" w14:textId="77777777" w:rsidR="00AE2024" w:rsidRPr="0020338E" w:rsidRDefault="00AE2024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51B9B8A1" w14:textId="77777777" w:rsidR="00AE2024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CECD27A" w14:textId="77777777" w:rsidR="00AE2024" w:rsidRPr="00057283" w:rsidRDefault="00AE2024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046889D" w14:textId="77777777" w:rsidR="00AE2024" w:rsidRDefault="00AE2024" w:rsidP="00AE202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CF397A5" w14:textId="77777777" w:rsidR="00AE2024" w:rsidRDefault="00AE2024" w:rsidP="00AE202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80D8004" w14:textId="77777777" w:rsidR="00AE2024" w:rsidRPr="00F87025" w:rsidRDefault="00AE2024" w:rsidP="00AE202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8F4E2A9" w14:textId="77777777" w:rsidR="00AE2024" w:rsidRPr="00F20E6F" w:rsidRDefault="00AE2024" w:rsidP="00AE2024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7E2C17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Ligar um sistema via MIDI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5A832A1" w14:textId="77777777" w:rsidR="00AE2024" w:rsidRPr="0064164C" w:rsidRDefault="00AE2024" w:rsidP="00AE20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E869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869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os conectores MIDI estejam firmes e bem encaixados nos dispositivos.</w:t>
      </w:r>
    </w:p>
    <w:p w14:paraId="30AB1E09" w14:textId="77777777" w:rsidR="00AE2024" w:rsidRPr="0064164C" w:rsidRDefault="00AE2024" w:rsidP="00AE20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E869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869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cabos MIDI adequados, em boas condições e de comprimento apropriado para evitar interferências.</w:t>
      </w:r>
    </w:p>
    <w:p w14:paraId="2FAC070D" w14:textId="77777777" w:rsidR="00AE2024" w:rsidRPr="0064164C" w:rsidRDefault="00AE2024" w:rsidP="00AE20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E869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869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todos os dispositivos MIDI estão corretamente identificados e conectados.</w:t>
      </w:r>
    </w:p>
    <w:p w14:paraId="75975802" w14:textId="77777777" w:rsidR="00AE2024" w:rsidRPr="0064164C" w:rsidRDefault="00AE2024" w:rsidP="00AE20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E869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Configura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869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corretamente os canais MIDI para evitar conflitos e permitir a comunicação adequada.</w:t>
      </w:r>
    </w:p>
    <w:p w14:paraId="4A184035" w14:textId="77777777" w:rsidR="00AE2024" w:rsidRDefault="00AE2024" w:rsidP="00AE20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T</w:t>
      </w:r>
      <w:r w:rsidRPr="00E869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estar a comunicação entre os dispositivos MIDI, enviando e recebendo mensagens MIDI.</w:t>
      </w:r>
    </w:p>
    <w:p w14:paraId="1F641848" w14:textId="77777777" w:rsidR="00AE2024" w:rsidRPr="0064164C" w:rsidRDefault="00AE2024" w:rsidP="00AE20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E869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Configura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869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corretamente os dispositivos MIDI no software de produção musical ou DAW.</w:t>
      </w:r>
    </w:p>
    <w:p w14:paraId="5E0452A1" w14:textId="77777777" w:rsidR="00AE2024" w:rsidRPr="00136AD8" w:rsidRDefault="00AE2024" w:rsidP="00AE202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E2C779" w14:textId="77777777" w:rsidR="00AE2024" w:rsidRPr="00F87025" w:rsidRDefault="00AE2024" w:rsidP="00AE202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50B56C2" w14:textId="77777777" w:rsidR="00AE2024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3F0C163C" w14:textId="77777777" w:rsidR="00AE2024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4DBDD9C2" w14:textId="77777777" w:rsidR="00AE2024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Estúdios de som</w:t>
      </w:r>
    </w:p>
    <w:p w14:paraId="0757B8C7" w14:textId="77777777" w:rsidR="00AE2024" w:rsidRPr="008047E3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4B5860D7" w14:textId="77777777" w:rsidR="00AE2024" w:rsidRPr="00984B30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887FAF0" w14:textId="77777777" w:rsidR="00AE2024" w:rsidRPr="00051C79" w:rsidRDefault="00AE2024" w:rsidP="00AE202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3B29311" w14:textId="77777777" w:rsidR="00AE2024" w:rsidRPr="00F87025" w:rsidRDefault="00AE2024" w:rsidP="00AE202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4C0D0C2" w14:textId="77777777" w:rsidR="00AE2024" w:rsidRPr="00564406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acesso à internet.</w:t>
      </w:r>
    </w:p>
    <w:p w14:paraId="54159DA8" w14:textId="77777777" w:rsidR="00AE2024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som</w:t>
      </w:r>
    </w:p>
    <w:p w14:paraId="5C4E278C" w14:textId="77777777" w:rsidR="00AE2024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produção musical (DAW)</w:t>
      </w:r>
    </w:p>
    <w:p w14:paraId="3D5006D1" w14:textId="77777777" w:rsidR="00AE2024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Mesa mistura</w:t>
      </w:r>
    </w:p>
    <w:p w14:paraId="42225B6A" w14:textId="77777777" w:rsidR="00AE2024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Microfones.</w:t>
      </w:r>
    </w:p>
    <w:p w14:paraId="3B19C308" w14:textId="77777777" w:rsidR="00AE2024" w:rsidRPr="00501DC8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Teclados, Sintetizadores, Controladores, Interfaces MIDI</w:t>
      </w:r>
    </w:p>
    <w:p w14:paraId="665BD55B" w14:textId="77777777" w:rsidR="00AE2024" w:rsidRPr="00501DC8" w:rsidRDefault="00AE2024" w:rsidP="00AE202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C1500E3" w14:textId="77777777" w:rsidR="00AE2024" w:rsidRPr="00051C79" w:rsidRDefault="00AE2024" w:rsidP="00AE202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CFF5D4" w14:textId="77777777" w:rsidR="00AE2024" w:rsidRPr="00F87025" w:rsidRDefault="00AE2024" w:rsidP="00AE202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116BF79" w14:textId="77777777" w:rsidR="00AE2024" w:rsidRPr="00051C79" w:rsidRDefault="00AE2024" w:rsidP="00AE202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BC6FBA" w14:textId="77777777" w:rsidR="00AE2024" w:rsidRPr="00051C79" w:rsidRDefault="00AE2024" w:rsidP="00AE202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172C8F" w14:textId="77777777" w:rsidR="00AE2024" w:rsidRPr="00051C79" w:rsidRDefault="00AE2024" w:rsidP="00AE202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151255" w14:textId="77777777" w:rsidR="00AE2024" w:rsidRPr="00051C79" w:rsidRDefault="00AE2024" w:rsidP="00AE202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F41F3E3" w14:textId="77777777" w:rsidR="00AE2024" w:rsidRDefault="00AE2024" w:rsidP="006A5F9A">
      <w:pPr>
        <w:rPr>
          <w:rFonts w:ascii="Verdana Pro Light" w:hAnsi="Verdana Pro Light"/>
          <w:smallCaps/>
        </w:rPr>
      </w:pPr>
    </w:p>
    <w:p w14:paraId="5425E94A" w14:textId="0439A00A" w:rsidR="00C3606C" w:rsidRDefault="00C3606C" w:rsidP="00C3606C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3606C" w:rsidRPr="00136AD8" w14:paraId="68429D73" w14:textId="77777777" w:rsidTr="009277C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D73A801" w14:textId="77777777" w:rsidR="00C3606C" w:rsidRPr="00136AD8" w:rsidRDefault="00C3606C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C30BB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C30BB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9010C52" w14:textId="77777777" w:rsidR="00C3606C" w:rsidRPr="009C256C" w:rsidRDefault="009277C0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26D35">
              <w:t>Organizar e catalogar conteúdos audiovisuais.</w:t>
            </w:r>
          </w:p>
        </w:tc>
      </w:tr>
      <w:tr w:rsidR="00C3606C" w:rsidRPr="00136AD8" w14:paraId="31873272" w14:textId="77777777" w:rsidTr="009277C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E9F21B0" w14:textId="77777777" w:rsidR="00C3606C" w:rsidRPr="00136AD8" w:rsidRDefault="00C3606C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C30BBA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E7E6E6" w:themeFill="background2"/>
          </w:tcPr>
          <w:p w14:paraId="19DC3FC5" w14:textId="77777777" w:rsidR="00C3606C" w:rsidRPr="00136AD8" w:rsidRDefault="00CC1EEE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C1EEE">
              <w:rPr>
                <w:rFonts w:ascii="Verdana Pro Light" w:eastAsia="Arial Unicode MS" w:hAnsi="Verdana Pro Light" w:cs="Times New Roman"/>
                <w:sz w:val="18"/>
                <w:szCs w:val="18"/>
              </w:rPr>
              <w:t>Gestão da informação e documentação audiovisual</w:t>
            </w:r>
          </w:p>
        </w:tc>
      </w:tr>
    </w:tbl>
    <w:p w14:paraId="2AA71D00" w14:textId="77777777" w:rsidR="00C3606C" w:rsidRPr="00136AD8" w:rsidRDefault="00C3606C" w:rsidP="00C3606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8105DD1" w14:textId="032DEDAE" w:rsidR="00C3606C" w:rsidRDefault="00C3606C" w:rsidP="00C3606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9277C0">
        <w:rPr>
          <w:rFonts w:ascii="Verdana Pro Light" w:eastAsia="Arial Unicode MS" w:hAnsi="Verdana Pro Light" w:cs="Times New Roman"/>
          <w:b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 w:rsidR="009277C0"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74DCC6C5" w14:textId="583FA10C" w:rsidR="00B824C7" w:rsidRDefault="00B824C7" w:rsidP="00B824C7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Carga Horária: </w:t>
      </w:r>
      <w:r w:rsidR="00D469CD"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56EC0C71" w14:textId="77777777" w:rsidR="00C3606C" w:rsidRPr="00136AD8" w:rsidRDefault="00C3606C" w:rsidP="00C3606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3606C" w:rsidRPr="00136AD8" w14:paraId="59F32436" w14:textId="77777777" w:rsidTr="009277C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A62C02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3606C" w:rsidRPr="00136AD8" w14:paraId="15C4BBCF" w14:textId="77777777" w:rsidTr="009277C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C12380" w14:textId="4F847BD8" w:rsidR="00CC1EEE" w:rsidRPr="00CC1EEE" w:rsidRDefault="00C3606C" w:rsidP="00CC1EE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824C7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 w:rsidR="00CC1EEE" w:rsidRPr="00CC1EEE">
              <w:rPr>
                <w:rFonts w:ascii="Verdana Pro Light" w:eastAsia="Arial Unicode MS" w:hAnsi="Verdana Pro Light" w:cs="Arial Unicode MS"/>
                <w:sz w:val="18"/>
                <w:szCs w:val="18"/>
              </w:rPr>
              <w:t>nalisar a informação e documentação audiovisual.</w:t>
            </w:r>
          </w:p>
          <w:p w14:paraId="392D312F" w14:textId="1E51814F" w:rsidR="00C3606C" w:rsidRPr="00D469CD" w:rsidRDefault="00C30BBA" w:rsidP="00D469C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469C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Sequenciar e catalogar os </w:t>
            </w:r>
            <w:r w:rsidR="00CC1EEE" w:rsidRPr="00CC1EE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conteúdos audiovisuais.</w:t>
            </w:r>
          </w:p>
        </w:tc>
      </w:tr>
      <w:tr w:rsidR="00C3606C" w:rsidRPr="00136AD8" w14:paraId="16ADC172" w14:textId="77777777" w:rsidTr="009277C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659E9C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82992B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D3ADFF0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3606C" w:rsidRPr="00136AD8" w14:paraId="66EDB85E" w14:textId="77777777" w:rsidTr="009277C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3024A" w14:textId="77777777" w:rsidR="00CC1EEE" w:rsidRPr="00572A35" w:rsidRDefault="00CC1EEE" w:rsidP="001C5AE8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572A35">
              <w:rPr>
                <w:rFonts w:ascii="Verdana Pro Light" w:hAnsi="Verdana Pro Light"/>
                <w:b/>
                <w:bCs/>
                <w:sz w:val="18"/>
                <w:szCs w:val="18"/>
              </w:rPr>
              <w:t>Informação e documentação audiovisual</w:t>
            </w:r>
          </w:p>
          <w:p w14:paraId="79DB9C7B" w14:textId="77777777" w:rsidR="00CC1EEE" w:rsidRPr="00CC1EEE" w:rsidRDefault="00CC1EEE" w:rsidP="001C5AE8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Audiovisual na sociedade</w:t>
            </w:r>
          </w:p>
          <w:p w14:paraId="790F2573" w14:textId="77777777" w:rsidR="00CC1EEE" w:rsidRPr="00CC1EEE" w:rsidRDefault="00CC1EEE" w:rsidP="001C5AE8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Conceitos de informação e documentação audiovisuais</w:t>
            </w:r>
          </w:p>
          <w:p w14:paraId="551C95E7" w14:textId="77777777" w:rsidR="00CC1EEE" w:rsidRPr="00CC1EEE" w:rsidRDefault="00CC1EEE" w:rsidP="001C5AE8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Mercado de trabalho para os gestores de informação e documentação audiovisuais: arquivos, bibliotecas</w:t>
            </w:r>
          </w:p>
          <w:p w14:paraId="44AF92C3" w14:textId="77777777" w:rsidR="00CC1EEE" w:rsidRPr="00CC1EEE" w:rsidRDefault="00CC1EEE" w:rsidP="001C5AE8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Fundamentos da análise documentária da informação e documentação audiovisuais</w:t>
            </w:r>
          </w:p>
          <w:p w14:paraId="1E9E267F" w14:textId="77777777" w:rsidR="00CC1EEE" w:rsidRPr="001C5AE8" w:rsidRDefault="00CC1EEE" w:rsidP="001C5AE8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1C5AE8">
              <w:rPr>
                <w:rFonts w:ascii="Verdana Pro Light" w:hAnsi="Verdana Pro Light"/>
                <w:b/>
                <w:bCs/>
                <w:sz w:val="18"/>
                <w:szCs w:val="18"/>
              </w:rPr>
              <w:t>Organização e catalogação de conteúdos audiovisuais</w:t>
            </w:r>
          </w:p>
          <w:p w14:paraId="34379FF1" w14:textId="77777777" w:rsidR="00CC1EEE" w:rsidRPr="00CC1EEE" w:rsidRDefault="00CC1EEE" w:rsidP="001C5AE8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Tratamento da informação audiovisual I: catalogação</w:t>
            </w:r>
          </w:p>
          <w:p w14:paraId="54FFB72B" w14:textId="77777777" w:rsidR="00CC1EEE" w:rsidRPr="00CC1EEE" w:rsidRDefault="00CC1EEE" w:rsidP="001C5AE8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Tratamento da informação audiovisual II: indexação</w:t>
            </w:r>
          </w:p>
          <w:p w14:paraId="7122C58F" w14:textId="33957447" w:rsidR="00CC1EEE" w:rsidRPr="00CC1EEE" w:rsidRDefault="00CC1EEE" w:rsidP="001C5AE8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 xml:space="preserve">Princípios da informação nas </w:t>
            </w:r>
            <w:r w:rsidR="00B824C7" w:rsidRPr="00CC1EEE">
              <w:rPr>
                <w:rFonts w:ascii="Verdana Pro Light" w:hAnsi="Verdana Pro Light"/>
                <w:sz w:val="18"/>
                <w:szCs w:val="18"/>
              </w:rPr>
              <w:t>médias</w:t>
            </w:r>
            <w:r w:rsidRPr="00CC1EEE">
              <w:rPr>
                <w:rFonts w:ascii="Verdana Pro Light" w:hAnsi="Verdana Pro Light"/>
                <w:sz w:val="18"/>
                <w:szCs w:val="18"/>
              </w:rPr>
              <w:t xml:space="preserve"> digitais interativas: jogos eletrónicos, virtuais e videojogos</w:t>
            </w:r>
          </w:p>
          <w:p w14:paraId="5E01F017" w14:textId="77777777" w:rsidR="00CC1EEE" w:rsidRPr="00CC1EEE" w:rsidRDefault="00CC1EEE" w:rsidP="001C5AE8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Profissional da informação e o audiovisual</w:t>
            </w:r>
          </w:p>
          <w:p w14:paraId="0B6486FD" w14:textId="77777777" w:rsidR="00CC1EEE" w:rsidRPr="00CC1EEE" w:rsidRDefault="00CC1EEE" w:rsidP="001C5AE8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Novas posturas e atitudes</w:t>
            </w:r>
          </w:p>
          <w:p w14:paraId="2A9B4937" w14:textId="77777777" w:rsidR="00C3606C" w:rsidRPr="00CC1EEE" w:rsidRDefault="00CC1EEE" w:rsidP="001C5AE8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CC1EEE">
              <w:rPr>
                <w:rFonts w:ascii="Verdana Pro Light" w:hAnsi="Verdana Pro Light"/>
                <w:sz w:val="18"/>
                <w:szCs w:val="18"/>
              </w:rPr>
              <w:t>Competências</w:t>
            </w:r>
          </w:p>
          <w:p w14:paraId="22548A64" w14:textId="77777777" w:rsidR="00C3606C" w:rsidRPr="00CC1EEE" w:rsidRDefault="00C3606C" w:rsidP="00CC1EEE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DD5C7" w14:textId="77777777" w:rsidR="00C3606C" w:rsidRDefault="005A1396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5A13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riar e aplicar uma estrutura de categorização lógica e consistente.</w:t>
            </w:r>
          </w:p>
          <w:p w14:paraId="650EF6A7" w14:textId="77777777" w:rsidR="00C3606C" w:rsidRDefault="005A1396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13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</w:t>
            </w:r>
            <w:r w:rsidR="00BD3C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5A13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sistema eficiente para armazenar e recuperar diferentes tipos de </w:t>
            </w:r>
            <w:r w:rsidR="00BD3CD4" w:rsidRPr="005A13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média</w:t>
            </w:r>
            <w:r w:rsidRPr="005A13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A1949D3" w14:textId="77777777" w:rsidR="00C3606C" w:rsidRDefault="00BD3CD4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BD3C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dicionar </w:t>
            </w:r>
            <w:proofErr w:type="spellStart"/>
            <w:r w:rsidRPr="00BD3C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metadados</w:t>
            </w:r>
            <w:proofErr w:type="spellEnd"/>
            <w:r w:rsidRPr="00BD3C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relevantes a cada peça de conteúdo, como informações sobre data, local, pessoas envolvidas, entre outros.</w:t>
            </w:r>
          </w:p>
          <w:p w14:paraId="0731DF60" w14:textId="77777777" w:rsidR="00C3606C" w:rsidRPr="00517AA8" w:rsidRDefault="00BD3CD4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BD3C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BD3C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 diferentes versões de um mesmo conteúdo e garantir a integridade da informação.</w:t>
            </w:r>
          </w:p>
          <w:p w14:paraId="1F531070" w14:textId="079A97AC" w:rsidR="00C3606C" w:rsidRDefault="00BD3CD4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Usar </w:t>
            </w:r>
            <w:r w:rsidRPr="00BD3C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softwares e ferramentas de catalogação e indexação.</w:t>
            </w:r>
          </w:p>
          <w:p w14:paraId="50AA52C2" w14:textId="77777777" w:rsidR="00C3606C" w:rsidRDefault="00BD3CD4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3C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BD3C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funcionalidades de pesquisa para recuperar rapidamente o conteúdo desejado.</w:t>
            </w:r>
          </w:p>
          <w:p w14:paraId="3135AD8D" w14:textId="77777777" w:rsidR="00C3606C" w:rsidRDefault="00BD3CD4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3C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Garanti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BD3C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medidas de segurança para prevenir perda ou dano de conteúdo valioso.</w:t>
            </w:r>
          </w:p>
          <w:p w14:paraId="734FC23A" w14:textId="6EDB0B9C" w:rsidR="00C3606C" w:rsidRDefault="00BD3CD4" w:rsidP="009277C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BD3C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mplementa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BD3C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políticas de backup regulares.</w:t>
            </w:r>
          </w:p>
          <w:p w14:paraId="55DB1A43" w14:textId="77777777" w:rsidR="00C3606C" w:rsidRPr="00057283" w:rsidRDefault="00BD3CD4" w:rsidP="00BD3C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3C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priorizar conteúdos críticos para facilitar o acesso rápido e eficiente.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B6B75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6CA64FA7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434AA5F1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21CCD429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49F3F8EB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2FA128E9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54AB4ECE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4AFB1EB6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1ED5F8D9" w14:textId="77777777" w:rsidR="00EE4162" w:rsidRPr="0020338E" w:rsidRDefault="00EE4162" w:rsidP="00EE41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11B85050" w14:textId="77777777" w:rsidR="00C3606C" w:rsidRPr="00057283" w:rsidRDefault="00C3606C" w:rsidP="00EE41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8C6EDE7" w14:textId="77777777" w:rsidR="00C3606C" w:rsidRDefault="00C3606C" w:rsidP="00C3606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2A18525" w14:textId="77777777" w:rsidR="00C3606C" w:rsidRDefault="00C3606C" w:rsidP="00C360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97DA831" w14:textId="77777777" w:rsidR="00C3606C" w:rsidRPr="00F87025" w:rsidRDefault="00C3606C" w:rsidP="00C36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4AA5224" w14:textId="77777777" w:rsidR="00C3606C" w:rsidRPr="00F20E6F" w:rsidRDefault="00CC1EEE" w:rsidP="00C3606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D3CD4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Organizar e catalogar conteúdos audiovisuais</w:t>
      </w:r>
      <w:r w:rsidR="00C3606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51E0FF6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Associando </w:t>
      </w:r>
      <w:proofErr w:type="spellStart"/>
      <w:r w:rsidR="00BD3CD4" w:rsidRP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metadados</w:t>
      </w:r>
      <w:proofErr w:type="spellEnd"/>
      <w:r w:rsidR="00BD3CD4" w:rsidRP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cada </w:t>
      </w:r>
      <w:r w:rsid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ficheiro para que </w:t>
      </w:r>
      <w:r w:rsidR="00BD3CD4" w:rsidRP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sejam precisos e informativos.</w:t>
      </w:r>
    </w:p>
    <w:p w14:paraId="7D5724E2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BD3CD4" w:rsidRP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Mante</w:t>
      </w:r>
      <w:r w:rsid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BD3CD4" w:rsidRP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consistência na aplicação de </w:t>
      </w:r>
      <w:proofErr w:type="spellStart"/>
      <w:r w:rsidR="00BD3CD4" w:rsidRP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metadados</w:t>
      </w:r>
      <w:proofErr w:type="spellEnd"/>
      <w:r w:rsidR="00BD3CD4" w:rsidRP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 toda a biblioteca.</w:t>
      </w:r>
    </w:p>
    <w:p w14:paraId="132EEE1C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BD3CD4" w:rsidRP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 w:rsid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BD3CD4" w:rsidRP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categorias e filtros que facilitem a localização de conteúdos específicos.</w:t>
      </w:r>
    </w:p>
    <w:p w14:paraId="0A717354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BD3CD4" w:rsidRP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Estabelece</w:t>
      </w:r>
      <w:r w:rsid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BD3CD4" w:rsidRP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taxonomia lógica que reflita a natureza dos conteúdos e facilite a navegação.</w:t>
      </w:r>
    </w:p>
    <w:p w14:paraId="3D62181C" w14:textId="77777777" w:rsidR="00C3606C" w:rsidRPr="0064164C" w:rsidRDefault="00C3606C" w:rsidP="00C3606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BD3CD4" w:rsidRP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 w:rsid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BD3CD4" w:rsidRPr="00BD3CD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estrutura de pastas seja intuitiva e fácil de entender.</w:t>
      </w:r>
    </w:p>
    <w:p w14:paraId="7743C5A8" w14:textId="77777777" w:rsidR="00C3606C" w:rsidRPr="00136AD8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02B5EA" w14:textId="77777777" w:rsidR="00C3606C" w:rsidRPr="00F87025" w:rsidRDefault="00C3606C" w:rsidP="00C36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909C3D3" w14:textId="77777777" w:rsidR="002C7BA4" w:rsidRDefault="002C7BA4" w:rsidP="002C7BA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Produtoras de audiovisual.</w:t>
      </w:r>
    </w:p>
    <w:p w14:paraId="16AA4C33" w14:textId="77777777" w:rsidR="002C7BA4" w:rsidRPr="008047E3" w:rsidRDefault="002C7BA4" w:rsidP="002C7BA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1E39EC23" w14:textId="77777777" w:rsidR="00A90A2A" w:rsidRPr="00051C79" w:rsidRDefault="00A90A2A" w:rsidP="00A90A2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24C99E" w14:textId="77777777" w:rsidR="00A90A2A" w:rsidRPr="00F87025" w:rsidRDefault="00A90A2A" w:rsidP="00A90A2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1577024" w14:textId="77777777" w:rsidR="00A90A2A" w:rsidRDefault="00A90A2A" w:rsidP="00A90A2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ligação à internet</w:t>
      </w:r>
    </w:p>
    <w:p w14:paraId="0275E255" w14:textId="77777777" w:rsidR="00A90A2A" w:rsidRDefault="00A90A2A" w:rsidP="00A90A2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Catalogação de informação audiovisual</w:t>
      </w:r>
    </w:p>
    <w:p w14:paraId="7F7894C4" w14:textId="77777777" w:rsidR="00C3606C" w:rsidRPr="00501DC8" w:rsidRDefault="00C3606C" w:rsidP="00C36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B7016E2" w14:textId="77777777" w:rsidR="00C3606C" w:rsidRPr="00501DC8" w:rsidRDefault="00C3606C" w:rsidP="00C3606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62ABC75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8CC4F9" w14:textId="77777777" w:rsidR="00C3606C" w:rsidRPr="00F87025" w:rsidRDefault="00C3606C" w:rsidP="00C36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36D5095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B952F3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B000A1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14FDD9" w14:textId="77777777" w:rsidR="00C3606C" w:rsidRDefault="00C3606C" w:rsidP="00C360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B1CA2" w:rsidRPr="00136AD8" w14:paraId="7C4BEB46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5BDCEEE" w14:textId="7E363AB3" w:rsidR="00EB1CA2" w:rsidRPr="00136AD8" w:rsidRDefault="00EB1CA2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CC4F9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DB8240D" w14:textId="08FCF514" w:rsidR="00EB1CA2" w:rsidRPr="009C256C" w:rsidRDefault="00C83019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Aplicar as norma</w:t>
            </w:r>
            <w:r w:rsidR="00EC44E6">
              <w:t>s</w:t>
            </w:r>
            <w:r>
              <w:t xml:space="preserve"> legais </w:t>
            </w:r>
            <w:r w:rsidR="00906BEA">
              <w:t>às</w:t>
            </w:r>
            <w:r w:rsidR="00EB1CA2" w:rsidRPr="00C26D35">
              <w:t xml:space="preserve"> obras digitais offline e online</w:t>
            </w:r>
          </w:p>
        </w:tc>
      </w:tr>
      <w:tr w:rsidR="00EB1CA2" w:rsidRPr="00136AD8" w14:paraId="396CCB48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78DD37F" w14:textId="77777777" w:rsidR="00EB1CA2" w:rsidRPr="00136AD8" w:rsidRDefault="00EB1CA2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E7E6E6" w:themeFill="background2"/>
          </w:tcPr>
          <w:p w14:paraId="66F75460" w14:textId="77777777" w:rsidR="00EB1CA2" w:rsidRPr="00F60515" w:rsidRDefault="00EB1CA2" w:rsidP="00F02262">
            <w:pPr>
              <w:spacing w:before="120" w:after="0"/>
              <w:rPr>
                <w:rFonts w:ascii="Verdana" w:eastAsia="Arial Unicode MS" w:hAnsi="Verdana" w:cs="Times New Roman"/>
                <w:sz w:val="18"/>
                <w:szCs w:val="18"/>
              </w:rPr>
            </w:pPr>
            <w:proofErr w:type="spellStart"/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E-Direito</w:t>
            </w:r>
            <w:proofErr w:type="spellEnd"/>
          </w:p>
        </w:tc>
      </w:tr>
    </w:tbl>
    <w:p w14:paraId="1DBF4BEB" w14:textId="77777777" w:rsidR="00EB1CA2" w:rsidRPr="00136AD8" w:rsidRDefault="00EB1CA2" w:rsidP="00EB1CA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ED04A24" w14:textId="77777777" w:rsidR="00EB1CA2" w:rsidRDefault="00EB1CA2" w:rsidP="00EB1CA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27B923C4" w14:textId="77777777" w:rsidR="00EB1CA2" w:rsidRDefault="00EB1CA2" w:rsidP="00EB1CA2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049DE422" w14:textId="77777777" w:rsidR="00EB1CA2" w:rsidRPr="003200F2" w:rsidRDefault="00EB1CA2" w:rsidP="00EB1CA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38459C3B" w14:textId="77777777" w:rsidR="00EB1CA2" w:rsidRPr="00136AD8" w:rsidRDefault="00EB1CA2" w:rsidP="00EB1CA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B1CA2" w:rsidRPr="00136AD8" w14:paraId="2176B394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875FE5" w14:textId="77777777" w:rsidR="00EB1CA2" w:rsidRPr="001B353A" w:rsidRDefault="00EB1CA2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B1CA2" w:rsidRPr="00136AD8" w14:paraId="21BBDC89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5159DF" w14:textId="50512710" w:rsidR="008C4367" w:rsidRDefault="00EB1CA2" w:rsidP="008C43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="008C436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8C43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="008C4367"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ealizar pesquisas jurídicas eficientes para identificar leis e precedentes relevantes.</w:t>
            </w:r>
          </w:p>
          <w:p w14:paraId="3DDF826B" w14:textId="51DD587B" w:rsidR="008C4367" w:rsidRDefault="008C4367" w:rsidP="008C43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R2. Aceder a 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plataformas e bases de dados que fornecem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informação 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jurisprudência e legislação.</w:t>
            </w:r>
          </w:p>
          <w:p w14:paraId="560A8205" w14:textId="19C5B22D" w:rsidR="008C4367" w:rsidRDefault="008C4367" w:rsidP="008C43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R3. A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os princípios jurídicos tradicionais a situações específicas relacionadas a obras digitais.</w:t>
            </w:r>
          </w:p>
          <w:p w14:paraId="7A1C10C2" w14:textId="6C510269" w:rsidR="00EB1CA2" w:rsidRPr="008C4367" w:rsidRDefault="008C4367" w:rsidP="008C436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R4. I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nterpretar e negociar termos contratuais específicos para transações digitais, como licenciamento de conteúdo online.</w:t>
            </w:r>
          </w:p>
        </w:tc>
      </w:tr>
      <w:tr w:rsidR="00EB1CA2" w:rsidRPr="00136AD8" w14:paraId="2373B4B3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084990" w14:textId="77777777" w:rsidR="00EB1CA2" w:rsidRPr="001B353A" w:rsidRDefault="00EB1CA2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BFAF254" w14:textId="77777777" w:rsidR="00EB1CA2" w:rsidRPr="001B353A" w:rsidRDefault="00EB1CA2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52F5244" w14:textId="77777777" w:rsidR="00EB1CA2" w:rsidRPr="001B353A" w:rsidRDefault="00EB1CA2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B1CA2" w:rsidRPr="00136AD8" w14:paraId="371CC1BB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80122" w14:textId="77777777" w:rsidR="00EB1CA2" w:rsidRPr="00460FBB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Direito de autor e multimédia – regime jurídico aplicável à internet e ao correio eletrónico</w:t>
            </w:r>
          </w:p>
          <w:p w14:paraId="6780417A" w14:textId="77777777" w:rsidR="00EB1CA2" w:rsidRPr="00F60515" w:rsidRDefault="00EB1CA2" w:rsidP="00F02262">
            <w:pPr>
              <w:pStyle w:val="PargrafodaLista"/>
              <w:spacing w:before="60" w:after="60" w:line="360" w:lineRule="auto"/>
              <w:ind w:left="429"/>
              <w:rPr>
                <w:rFonts w:ascii="Verdana Pro Light" w:hAnsi="Verdana Pro Light"/>
                <w:sz w:val="18"/>
                <w:szCs w:val="18"/>
              </w:rPr>
            </w:pPr>
          </w:p>
          <w:p w14:paraId="3E5CD424" w14:textId="77777777" w:rsidR="00EB1CA2" w:rsidRPr="00460FBB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A questão da propriedade intelectual e, em particular, dos direitos de autor e copyright – legislação. Prazos de proteção</w:t>
            </w:r>
          </w:p>
          <w:p w14:paraId="0A43355C" w14:textId="77777777" w:rsidR="00EB1CA2" w:rsidRPr="00F60515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Noção de obra - original/derivada; singular/plural; coletiva/em colaboração; compósita</w:t>
            </w:r>
          </w:p>
          <w:p w14:paraId="4F62BA73" w14:textId="77777777" w:rsidR="00EB1CA2" w:rsidRPr="00F60515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Registo, titularidade e transmissão do direito; duração do direito</w:t>
            </w:r>
          </w:p>
          <w:p w14:paraId="1997B82E" w14:textId="77777777" w:rsidR="00EB1CA2" w:rsidRPr="00F60515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Questões relativas a direito à imagem e à vida privada</w:t>
            </w:r>
          </w:p>
          <w:p w14:paraId="6C816D7D" w14:textId="77777777" w:rsidR="00EB1CA2" w:rsidRPr="00F60515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Utilização/difusão de informação ou de imagens</w:t>
            </w:r>
          </w:p>
          <w:p w14:paraId="3C5237C4" w14:textId="77777777" w:rsidR="00EB1CA2" w:rsidRPr="00F60515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Autorizações</w:t>
            </w:r>
          </w:p>
          <w:p w14:paraId="39322EA6" w14:textId="77777777" w:rsidR="00EB1CA2" w:rsidRPr="00F60515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Direito à integridade e direito de citação</w:t>
            </w:r>
          </w:p>
          <w:p w14:paraId="553464FA" w14:textId="77777777" w:rsidR="00EB1CA2" w:rsidRPr="00F60515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81" w:hanging="284"/>
              <w:rPr>
                <w:rFonts w:ascii="Verdana Pro Light" w:hAnsi="Verdana Pro Light"/>
                <w:sz w:val="18"/>
                <w:szCs w:val="18"/>
              </w:rPr>
            </w:pPr>
            <w:r w:rsidRPr="00F60515">
              <w:rPr>
                <w:rFonts w:ascii="Verdana Pro Light" w:hAnsi="Verdana Pro Light"/>
                <w:sz w:val="18"/>
                <w:szCs w:val="18"/>
              </w:rPr>
              <w:t>Crime de usurpação e crime de contrafação</w:t>
            </w:r>
          </w:p>
          <w:p w14:paraId="5612C062" w14:textId="77777777" w:rsidR="00EB1CA2" w:rsidRPr="00460FBB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Regime da publicidade e do marketing</w:t>
            </w:r>
          </w:p>
          <w:p w14:paraId="286B4938" w14:textId="77777777" w:rsidR="00EB1CA2" w:rsidRPr="00460FBB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Regime da venda a distância (normas e condições)</w:t>
            </w:r>
          </w:p>
          <w:p w14:paraId="36E4A61D" w14:textId="77777777" w:rsidR="00EB1CA2" w:rsidRPr="00460FBB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Bases de dados: as questões de segurança, de criptografia e de proteção de dados</w:t>
            </w:r>
          </w:p>
          <w:p w14:paraId="7CC565EC" w14:textId="77777777" w:rsidR="00EB1CA2" w:rsidRPr="00460FBB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Repositórios digitais</w:t>
            </w:r>
          </w:p>
          <w:p w14:paraId="3BE40233" w14:textId="77777777" w:rsidR="00EB1CA2" w:rsidRPr="00F60515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Instituições (SPA, IGAC, CNDP…)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E729D" w14:textId="77777777" w:rsidR="00EB1CA2" w:rsidRDefault="00EB1CA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Traduzir conceitos legais complexos em linguagem clara e compreensível.</w:t>
            </w:r>
          </w:p>
          <w:p w14:paraId="608FE612" w14:textId="77777777" w:rsidR="00EB1CA2" w:rsidRDefault="00EB1CA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princípios éticos ao interpretar leis digitais, especialmente em questões relacionadas a privacidade e segurança digital.</w:t>
            </w:r>
          </w:p>
          <w:p w14:paraId="0B7A361B" w14:textId="77777777" w:rsidR="00EB1CA2" w:rsidRDefault="00EB1CA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como as leis e tratados internacionais impactam as obras digitais em um contexto global.</w:t>
            </w:r>
          </w:p>
          <w:p w14:paraId="6A7A5D0F" w14:textId="77777777" w:rsidR="00EB1CA2" w:rsidRDefault="00EB1CA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Avaliar e gerir riscos legais associados à distribuição e uso de obras digitais.</w:t>
            </w:r>
          </w:p>
          <w:p w14:paraId="7350EB94" w14:textId="77777777" w:rsidR="00EB1CA2" w:rsidRPr="00057283" w:rsidRDefault="00EB1CA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A7286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48B82591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5B860FEE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411E0FA7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394B4C9D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18C6FFCD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25500A01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0A9C9A7D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34DF63E2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7907B0F6" w14:textId="77777777" w:rsidR="00EB1CA2" w:rsidRPr="00057283" w:rsidRDefault="00EB1CA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5410038" w14:textId="0176D5CC" w:rsidR="00EB1CA2" w:rsidRDefault="00EB1CA2" w:rsidP="00EB1CA2">
      <w:pPr>
        <w:rPr>
          <w:rFonts w:ascii="Verdana Pro Light" w:hAnsi="Verdana Pro Light"/>
          <w:smallCaps/>
        </w:rPr>
      </w:pPr>
    </w:p>
    <w:p w14:paraId="09B243A8" w14:textId="77777777" w:rsidR="00EB1CA2" w:rsidRPr="00F87025" w:rsidRDefault="00EB1CA2" w:rsidP="00EB1C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6DA394F" w14:textId="0E939744" w:rsidR="00EB1CA2" w:rsidRPr="00F20E6F" w:rsidRDefault="00386F73" w:rsidP="00EB1CA2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86F73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Aplicar as normas legais às obras digitais offline e online</w:t>
      </w:r>
      <w:r w:rsidR="00EB1CA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CD544CB" w14:textId="77777777" w:rsidR="00EB1CA2" w:rsidRPr="0064164C" w:rsidRDefault="00EB1CA2" w:rsidP="00EB1C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que a interpretação das leis de direitos autorais e propriedade intelectual seja precisa e alinhada com a legislação aplicável.</w:t>
      </w:r>
    </w:p>
    <w:p w14:paraId="2CBD0952" w14:textId="77777777" w:rsidR="00EB1CA2" w:rsidRPr="0064164C" w:rsidRDefault="00EB1CA2" w:rsidP="00EB1C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interpretação considere regulamentações específicas para ambientes digitais.</w:t>
      </w:r>
    </w:p>
    <w:p w14:paraId="6B1B6601" w14:textId="77777777" w:rsidR="00EB1CA2" w:rsidRPr="0064164C" w:rsidRDefault="00EB1CA2" w:rsidP="00EB1C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A</w:t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justa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 as</w:t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interpretações conforme a evolução das leis digitais.</w:t>
      </w:r>
    </w:p>
    <w:p w14:paraId="15251EB1" w14:textId="77777777" w:rsidR="00EB1CA2" w:rsidRPr="0064164C" w:rsidRDefault="00EB1CA2" w:rsidP="00EB1C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Analisa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C31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como os princípios legais tradicionais se aplicam ao ambiente digital, considerando características únicas como distribuição online e formatos digitais.</w:t>
      </w:r>
    </w:p>
    <w:p w14:paraId="4C17162F" w14:textId="77777777" w:rsidR="00EB1CA2" w:rsidRDefault="00EB1CA2" w:rsidP="00EB1C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A14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Identifica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A14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desafios legais relacionados a novas tecnologias emergentes.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2CBAF785" w14:textId="77777777" w:rsidR="00EB1CA2" w:rsidRPr="0064164C" w:rsidRDefault="00EB1CA2" w:rsidP="00EB1C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5A14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nterpreta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A141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termos contratuais específicos para transações digitais, incluindo licenciamento de conteúdo online.</w:t>
      </w:r>
    </w:p>
    <w:p w14:paraId="1BB6791E" w14:textId="77777777" w:rsidR="00EB1CA2" w:rsidRPr="00136AD8" w:rsidRDefault="00EB1CA2" w:rsidP="00EB1C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513888" w14:textId="77777777" w:rsidR="00EB1CA2" w:rsidRPr="00F87025" w:rsidRDefault="00EB1CA2" w:rsidP="00EB1C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0F2A1EE" w14:textId="77777777" w:rsidR="00EB1CA2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373B1036" w14:textId="77777777" w:rsidR="00EB1CA2" w:rsidRPr="008047E3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6FE9BEE8" w14:textId="77777777" w:rsidR="00EB1CA2" w:rsidRPr="00984B30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54DBB92" w14:textId="77777777" w:rsidR="00EB1CA2" w:rsidRPr="00051C79" w:rsidRDefault="00EB1CA2" w:rsidP="00EB1C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21C274" w14:textId="77777777" w:rsidR="00EB1CA2" w:rsidRPr="00F87025" w:rsidRDefault="00EB1CA2" w:rsidP="00EB1C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42DC411" w14:textId="77777777" w:rsidR="00EB1CA2" w:rsidRPr="00564406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acesso à internet.</w:t>
      </w:r>
    </w:p>
    <w:p w14:paraId="0AC7978C" w14:textId="77777777" w:rsidR="00EB1CA2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Acesso à legislação no âmbito dos audiovisuais e conteúdos digitais.</w:t>
      </w:r>
    </w:p>
    <w:p w14:paraId="260D8165" w14:textId="77777777" w:rsidR="00EB1CA2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Exemplos de contratos.</w:t>
      </w:r>
    </w:p>
    <w:p w14:paraId="6F29C79F" w14:textId="77777777" w:rsidR="00EB1CA2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0DC06FD" w14:textId="77777777" w:rsidR="00EB1CA2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404E4DE" w14:textId="77777777" w:rsidR="00EB1CA2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ACCBAAA" w14:textId="77777777" w:rsidR="00EB1CA2" w:rsidRPr="00501DC8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B21F76E" w14:textId="77777777" w:rsidR="00EB1CA2" w:rsidRPr="00051C79" w:rsidRDefault="00EB1CA2" w:rsidP="00EB1C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1E1179" w14:textId="77777777" w:rsidR="00EB1CA2" w:rsidRPr="00F87025" w:rsidRDefault="00EB1CA2" w:rsidP="00EB1C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99138FC" w14:textId="77777777" w:rsidR="00EB1CA2" w:rsidRPr="00051C79" w:rsidRDefault="00EB1CA2" w:rsidP="00EB1C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43CFD9" w14:textId="77777777" w:rsidR="00EB1CA2" w:rsidRPr="00051C79" w:rsidRDefault="00EB1CA2" w:rsidP="00EB1C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89896D" w14:textId="77777777" w:rsidR="00EB1CA2" w:rsidRPr="00051C79" w:rsidRDefault="00EB1CA2" w:rsidP="00EB1C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6A1361" w14:textId="77777777" w:rsidR="00EB1CA2" w:rsidRDefault="00EB1CA2" w:rsidP="00EB1CA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B1CA2" w:rsidRPr="00136AD8" w14:paraId="27A3E588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E7668F3" w14:textId="69AEA64A" w:rsidR="00EB1CA2" w:rsidRPr="00136AD8" w:rsidRDefault="00EB1CA2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</w:t>
            </w:r>
            <w:r w:rsidR="007B79C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14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</w:t>
            </w:r>
            <w:r w:rsidR="007B79C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FA4FDA7" w14:textId="4363A344" w:rsidR="00EB1CA2" w:rsidRPr="009C256C" w:rsidRDefault="00EB1CA2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26D35">
              <w:t xml:space="preserve">Aplicar regras de </w:t>
            </w:r>
            <w:r w:rsidR="00342E55">
              <w:t>Segurança e saúde nas</w:t>
            </w:r>
            <w:r w:rsidRPr="00C26D35">
              <w:t xml:space="preserve"> atividades do técnico de audiovisuais</w:t>
            </w:r>
          </w:p>
        </w:tc>
      </w:tr>
      <w:tr w:rsidR="00EB1CA2" w:rsidRPr="00136AD8" w14:paraId="7FB750DC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5A9619B" w14:textId="77777777" w:rsidR="00EB1CA2" w:rsidRPr="00136AD8" w:rsidRDefault="00EB1CA2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E7E6E6" w:themeFill="background2"/>
          </w:tcPr>
          <w:p w14:paraId="5E1250EC" w14:textId="77777777" w:rsidR="00EB1CA2" w:rsidRPr="00136AD8" w:rsidRDefault="00EB1CA2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9E54AA">
              <w:rPr>
                <w:rFonts w:ascii="Verdana Pro Light" w:eastAsia="Arial Unicode MS" w:hAnsi="Verdana Pro Light" w:cs="Times New Roman"/>
                <w:sz w:val="18"/>
                <w:szCs w:val="18"/>
              </w:rPr>
              <w:t>Ambiente, segurança e saúde no trabalho - meios audiovisuais</w:t>
            </w:r>
          </w:p>
        </w:tc>
      </w:tr>
    </w:tbl>
    <w:p w14:paraId="36A6140A" w14:textId="77777777" w:rsidR="00EB1CA2" w:rsidRPr="00136AD8" w:rsidRDefault="00EB1CA2" w:rsidP="00EB1CA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C5B90E3" w14:textId="77777777" w:rsidR="00EB1CA2" w:rsidRDefault="00EB1CA2" w:rsidP="00EB1CA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7FD2125A" w14:textId="77777777" w:rsidR="00EB1CA2" w:rsidRDefault="00EB1CA2" w:rsidP="00EB1CA2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3917083F" w14:textId="77777777" w:rsidR="00EB1CA2" w:rsidRPr="00136AD8" w:rsidRDefault="00EB1CA2" w:rsidP="00EB1CA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B1CA2" w:rsidRPr="00136AD8" w14:paraId="0D91175E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A434F9" w14:textId="77777777" w:rsidR="00EB1CA2" w:rsidRPr="001B353A" w:rsidRDefault="00EB1CA2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B1CA2" w:rsidRPr="00136AD8" w14:paraId="04E6005C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3A1BA3" w14:textId="77777777" w:rsidR="00EB1CA2" w:rsidRPr="009E54AA" w:rsidRDefault="00EB1CA2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Pesquisar</w:t>
            </w:r>
            <w:r w:rsidRPr="009E54A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legislação referente ao ambiente, segurança e saúde no trabalho nos meios audiovisuais.</w:t>
            </w:r>
          </w:p>
          <w:p w14:paraId="5A42EF51" w14:textId="77777777" w:rsidR="00EB1CA2" w:rsidRPr="009E54AA" w:rsidRDefault="00EB1CA2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9E54AA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regras de prevenção.</w:t>
            </w:r>
          </w:p>
          <w:p w14:paraId="54E3CB9E" w14:textId="77777777" w:rsidR="00EB1CA2" w:rsidRPr="009E54AA" w:rsidRDefault="00EB1CA2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Assinalar elementos de</w:t>
            </w:r>
            <w:r w:rsidRPr="009E54A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sinalização de segurança.</w:t>
            </w:r>
          </w:p>
          <w:p w14:paraId="2F23A10B" w14:textId="2183C373" w:rsidR="00EB1CA2" w:rsidRPr="001864A0" w:rsidRDefault="00EB1CA2" w:rsidP="001864A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9E54AA">
              <w:rPr>
                <w:rFonts w:ascii="Verdana Pro Light" w:eastAsia="Arial Unicode MS" w:hAnsi="Verdana Pro Light" w:cs="Arial Unicode MS"/>
                <w:sz w:val="18"/>
                <w:szCs w:val="18"/>
              </w:rPr>
              <w:t>Manipular os diversos equipamentos de áudio, respeitando as regras de ambiente, segurança e saúde no trabalho.</w:t>
            </w:r>
          </w:p>
        </w:tc>
      </w:tr>
      <w:tr w:rsidR="00EB1CA2" w:rsidRPr="00136AD8" w14:paraId="76195DC0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A88957" w14:textId="77777777" w:rsidR="00EB1CA2" w:rsidRPr="001B353A" w:rsidRDefault="00EB1CA2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A97FC3" w14:textId="77777777" w:rsidR="00EB1CA2" w:rsidRPr="001B353A" w:rsidRDefault="00EB1CA2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3971550" w14:textId="77777777" w:rsidR="00EB1CA2" w:rsidRPr="001B353A" w:rsidRDefault="00EB1CA2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B1CA2" w:rsidRPr="00136AD8" w14:paraId="46EF6051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E77B9" w14:textId="77777777" w:rsidR="00EB1CA2" w:rsidRPr="00460FBB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Organização profissional</w:t>
            </w:r>
          </w:p>
          <w:p w14:paraId="7FB3E07A" w14:textId="77777777" w:rsidR="00EB1CA2" w:rsidRPr="009E54AA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9E54AA">
              <w:rPr>
                <w:rFonts w:ascii="Verdana Pro Light" w:hAnsi="Verdana Pro Light"/>
                <w:sz w:val="18"/>
                <w:szCs w:val="18"/>
              </w:rPr>
              <w:t>Ramos da indústria audiovisual</w:t>
            </w:r>
          </w:p>
          <w:p w14:paraId="32B79438" w14:textId="77777777" w:rsidR="00EB1CA2" w:rsidRPr="009E54AA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9E54AA">
              <w:rPr>
                <w:rFonts w:ascii="Verdana Pro Light" w:hAnsi="Verdana Pro Light"/>
                <w:sz w:val="18"/>
                <w:szCs w:val="18"/>
              </w:rPr>
              <w:t>O mercado da atividade musical</w:t>
            </w:r>
          </w:p>
          <w:p w14:paraId="47BDF166" w14:textId="77777777" w:rsidR="00EB1CA2" w:rsidRPr="009E54AA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9E54AA">
              <w:rPr>
                <w:rFonts w:ascii="Verdana Pro Light" w:hAnsi="Verdana Pro Light"/>
                <w:sz w:val="18"/>
                <w:szCs w:val="18"/>
              </w:rPr>
              <w:t xml:space="preserve">A profissão de técnico de </w:t>
            </w:r>
            <w:r>
              <w:rPr>
                <w:rFonts w:ascii="Verdana Pro Light" w:hAnsi="Verdana Pro Light"/>
                <w:sz w:val="18"/>
                <w:szCs w:val="18"/>
              </w:rPr>
              <w:t>audiovisual</w:t>
            </w:r>
          </w:p>
          <w:p w14:paraId="5CE2B3B7" w14:textId="77777777" w:rsidR="00EB1CA2" w:rsidRPr="009E54AA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879" w:hanging="284"/>
              <w:rPr>
                <w:rFonts w:ascii="Verdana Pro Light" w:hAnsi="Verdana Pro Light"/>
                <w:sz w:val="18"/>
                <w:szCs w:val="18"/>
              </w:rPr>
            </w:pPr>
            <w:r w:rsidRPr="009E54AA">
              <w:rPr>
                <w:rFonts w:ascii="Verdana Pro Light" w:hAnsi="Verdana Pro Light"/>
                <w:sz w:val="18"/>
                <w:szCs w:val="18"/>
              </w:rPr>
              <w:t xml:space="preserve">Regulamentos e normas inerentes às atividades do técnico de </w:t>
            </w:r>
            <w:r>
              <w:rPr>
                <w:rFonts w:ascii="Verdana Pro Light" w:hAnsi="Verdana Pro Light"/>
                <w:sz w:val="18"/>
                <w:szCs w:val="18"/>
              </w:rPr>
              <w:t>audiovisuais</w:t>
            </w:r>
          </w:p>
          <w:p w14:paraId="00154F46" w14:textId="77777777" w:rsidR="00EB1CA2" w:rsidRPr="00460FBB" w:rsidRDefault="00EB1CA2" w:rsidP="00F02262">
            <w:pPr>
              <w:spacing w:before="60" w:after="60" w:line="240" w:lineRule="auto"/>
              <w:ind w:left="595"/>
              <w:rPr>
                <w:rFonts w:ascii="Verdana Pro Light" w:hAnsi="Verdana Pro Light"/>
                <w:sz w:val="18"/>
                <w:szCs w:val="18"/>
              </w:rPr>
            </w:pPr>
          </w:p>
          <w:p w14:paraId="4C8ED119" w14:textId="77777777" w:rsidR="00EB1CA2" w:rsidRPr="00460FBB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Legislação</w:t>
            </w:r>
          </w:p>
          <w:p w14:paraId="1DF88D6B" w14:textId="77777777" w:rsidR="00EB1CA2" w:rsidRPr="00460FBB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Tipos de risco específicos da atividade</w:t>
            </w:r>
          </w:p>
          <w:p w14:paraId="6356011C" w14:textId="77777777" w:rsidR="00EB1CA2" w:rsidRPr="00460FBB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Ferramentas e aparelhos de medida</w:t>
            </w:r>
          </w:p>
          <w:p w14:paraId="757574B2" w14:textId="77777777" w:rsidR="00EB1CA2" w:rsidRPr="009E54AA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360AD596" w14:textId="77777777" w:rsidR="00EB1CA2" w:rsidRPr="00460FBB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Ruído</w:t>
            </w:r>
          </w:p>
          <w:p w14:paraId="58B0BE52" w14:textId="77777777" w:rsidR="00EB1CA2" w:rsidRPr="009E54AA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0F824009" w14:textId="77777777" w:rsidR="00EB1CA2" w:rsidRPr="00460FBB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Riscos elétricos</w:t>
            </w:r>
          </w:p>
          <w:p w14:paraId="12DF507F" w14:textId="77777777" w:rsidR="00EB1CA2" w:rsidRPr="009E54AA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</w:p>
          <w:p w14:paraId="1C1FC698" w14:textId="77777777" w:rsidR="00EB1CA2" w:rsidRPr="00460FBB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240" w:lineRule="auto"/>
              <w:ind w:left="431" w:hanging="284"/>
              <w:contextualSpacing w:val="0"/>
              <w:rPr>
                <w:rFonts w:ascii="Verdana Pro Light" w:hAnsi="Verdana Pro Light"/>
                <w:b/>
                <w:bCs/>
                <w:sz w:val="18"/>
                <w:szCs w:val="18"/>
              </w:rPr>
            </w:pPr>
            <w:r w:rsidRPr="00460FBB">
              <w:rPr>
                <w:rFonts w:ascii="Verdana Pro Light" w:hAnsi="Verdana Pro Light"/>
                <w:b/>
                <w:bCs/>
                <w:sz w:val="18"/>
                <w:szCs w:val="18"/>
              </w:rPr>
              <w:t>Normas e condutas relativas à atividade do técnico de audiovisuais.</w:t>
            </w:r>
          </w:p>
          <w:p w14:paraId="0A128060" w14:textId="77777777" w:rsidR="00EB1CA2" w:rsidRPr="009E54AA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39D79" w14:textId="77777777" w:rsidR="00EB1CA2" w:rsidRDefault="00EB1CA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5A14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derir às normas de segurança no local de trabalho, incluindo regulamentações específicas para a indústria audiovisual.</w:t>
            </w:r>
          </w:p>
          <w:p w14:paraId="0B4CE016" w14:textId="77777777" w:rsidR="00EB1CA2" w:rsidRDefault="00EB1CA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14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Saber quando e como usar </w:t>
            </w:r>
            <w:proofErr w:type="spellStart"/>
            <w:r w:rsidRPr="005A14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EPIs</w:t>
            </w:r>
            <w:proofErr w:type="spellEnd"/>
            <w:r w:rsidRPr="005A14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apropriados para a atividade em questão.</w:t>
            </w:r>
          </w:p>
          <w:p w14:paraId="1F3D5728" w14:textId="77777777" w:rsidR="00EB1CA2" w:rsidRDefault="00EB1CA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5A14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dentificar e avaliar os riscos potenciais associados a cada atividade audiovisual.</w:t>
            </w:r>
          </w:p>
          <w:p w14:paraId="0F45559E" w14:textId="77777777" w:rsidR="00EB1CA2" w:rsidRPr="00517AA8" w:rsidRDefault="00EB1CA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14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planos de segurança detalhados para atividades que envolvem riscos específicos.</w:t>
            </w:r>
          </w:p>
          <w:p w14:paraId="71F24C8C" w14:textId="77777777" w:rsidR="00EB1CA2" w:rsidRDefault="00EB1CA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A14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Garantir que a equipa esteja ciente das regras de segurança e compreenda os procedimentos a serem seguidos.</w:t>
            </w:r>
          </w:p>
          <w:p w14:paraId="776F9D9D" w14:textId="77777777" w:rsidR="00EB1CA2" w:rsidRDefault="00EB1CA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5A14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omunicar eficazmente em </w:t>
            </w:r>
            <w:proofErr w:type="gramStart"/>
            <w:r w:rsidRPr="005A14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situações de emergência</w:t>
            </w:r>
            <w:proofErr w:type="gramEnd"/>
            <w:r w:rsidRPr="005A14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FFE9749" w14:textId="77777777" w:rsidR="00EB1CA2" w:rsidRDefault="00EB1CA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5A14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iderar a equipa de forma responsável e promover uma cultura de segurança.</w:t>
            </w:r>
          </w:p>
          <w:p w14:paraId="34FE79C0" w14:textId="77777777" w:rsidR="00EB1CA2" w:rsidRDefault="00EB1CA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B82D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plicar procedimentos de manutenção preventiva em equipamentos audiovisuais para evitar falhas que possam representar riscos.</w:t>
            </w:r>
          </w:p>
          <w:p w14:paraId="2191975D" w14:textId="77777777" w:rsidR="00EB1CA2" w:rsidRPr="00057283" w:rsidRDefault="00EB1CA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891BD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6BAC0062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4097B20D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16967FB5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26ADF435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7A7E6A98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5ECC4526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5D85AD6D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6C5B1AA4" w14:textId="77777777" w:rsidR="00EB1CA2" w:rsidRPr="0020338E" w:rsidRDefault="00EB1CA2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7E1A02EE" w14:textId="77777777" w:rsidR="00EB1CA2" w:rsidRPr="00057283" w:rsidRDefault="00EB1CA2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84EE701" w14:textId="77777777" w:rsidR="00EB1CA2" w:rsidRDefault="00EB1CA2" w:rsidP="00EB1CA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600FA90" w14:textId="77777777" w:rsidR="00EB1CA2" w:rsidRDefault="00EB1CA2" w:rsidP="00EB1CA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E99410D" w14:textId="77777777" w:rsidR="00EB1CA2" w:rsidRPr="00F87025" w:rsidRDefault="00EB1CA2" w:rsidP="00EB1C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861684A" w14:textId="5AFC0C3C" w:rsidR="00EB1CA2" w:rsidRPr="00F20E6F" w:rsidRDefault="00902094" w:rsidP="00EB1CA2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02094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Aplicar regras de segurança e saúde nas atividades do técnico de audiovisuais</w:t>
      </w:r>
      <w:r w:rsidR="00EB1CA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BEAAD30" w14:textId="77777777" w:rsidR="00EB1CA2" w:rsidRPr="0064164C" w:rsidRDefault="00EB1CA2" w:rsidP="00EB1C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82D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82D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as atividades estejam em conformidade com todas as normas de segurança relevantes, incluindo regulamentações específicas da indústria audiovisual.</w:t>
      </w:r>
    </w:p>
    <w:p w14:paraId="4502B6CC" w14:textId="77777777" w:rsidR="00EB1CA2" w:rsidRPr="0064164C" w:rsidRDefault="00EB1CA2" w:rsidP="00EB1C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B82D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dentifica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82D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potenciais riscos associados a cada atividade audiovisual.</w:t>
      </w:r>
    </w:p>
    <w:p w14:paraId="142B77F8" w14:textId="77777777" w:rsidR="00EB1CA2" w:rsidRPr="0064164C" w:rsidRDefault="00EB1CA2" w:rsidP="00EB1C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82D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Avalia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82D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gravidade e probabilidade de ocorrência de cada risco identificado.</w:t>
      </w:r>
    </w:p>
    <w:p w14:paraId="62A61FFC" w14:textId="77777777" w:rsidR="00EB1CA2" w:rsidRPr="0064164C" w:rsidRDefault="00EB1CA2" w:rsidP="00EB1C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I</w:t>
      </w:r>
      <w:r w:rsidRPr="00B82D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mplementa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82D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planos de segurança detalhados para atividades que envolvem riscos específicos.</w:t>
      </w:r>
    </w:p>
    <w:p w14:paraId="1A25FDE9" w14:textId="77777777" w:rsidR="00EB1CA2" w:rsidRDefault="00EB1CA2" w:rsidP="00EB1C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Procedendo com</w:t>
      </w:r>
      <w:r w:rsidRPr="00B82D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segurança durante o manuseio de equipamentos audiovisuais.</w:t>
      </w:r>
    </w:p>
    <w:p w14:paraId="3E8A94AF" w14:textId="77777777" w:rsidR="00EB1CA2" w:rsidRPr="0064164C" w:rsidRDefault="00EB1CA2" w:rsidP="00EB1CA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B82D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Planea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B82D6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adequadamente as atividades para evitar pressa e minimizar riscos associados.</w:t>
      </w:r>
    </w:p>
    <w:p w14:paraId="6576CA86" w14:textId="77777777" w:rsidR="00EB1CA2" w:rsidRPr="00136AD8" w:rsidRDefault="00EB1CA2" w:rsidP="00EB1C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44656D" w14:textId="77777777" w:rsidR="00EB1CA2" w:rsidRPr="00F87025" w:rsidRDefault="00EB1CA2" w:rsidP="00EB1C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FF3CBE7" w14:textId="77777777" w:rsidR="00EB1CA2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76E25DCB" w14:textId="77777777" w:rsidR="00EB1CA2" w:rsidRPr="008047E3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65351EC5" w14:textId="77777777" w:rsidR="00EB1CA2" w:rsidRPr="00984B30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1EA464E" w14:textId="77777777" w:rsidR="00EB1CA2" w:rsidRPr="00051C79" w:rsidRDefault="00EB1CA2" w:rsidP="00EB1C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397F6E6" w14:textId="77777777" w:rsidR="00EB1CA2" w:rsidRPr="00F87025" w:rsidRDefault="00EB1CA2" w:rsidP="00EB1C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7E7CA39" w14:textId="77777777" w:rsidR="00EB1CA2" w:rsidRPr="00564406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acesso à internet.</w:t>
      </w:r>
    </w:p>
    <w:p w14:paraId="62459910" w14:textId="77777777" w:rsidR="00EB1CA2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Acesso à legislação no âmbito dos audiovisuais e conteúdos digitais.</w:t>
      </w:r>
    </w:p>
    <w:p w14:paraId="230DE909" w14:textId="77777777" w:rsidR="00EB1CA2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Exemplos de planos de segurança.</w:t>
      </w:r>
    </w:p>
    <w:p w14:paraId="67B1B929" w14:textId="77777777" w:rsidR="00EB1CA2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Equipamentos audiovisuais</w:t>
      </w:r>
    </w:p>
    <w:p w14:paraId="28195142" w14:textId="77777777" w:rsidR="00EB1CA2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E4F1203" w14:textId="77777777" w:rsidR="00EB1CA2" w:rsidRPr="00501DC8" w:rsidRDefault="00EB1CA2" w:rsidP="00EB1CA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A72F067" w14:textId="77777777" w:rsidR="00EB1CA2" w:rsidRPr="00051C79" w:rsidRDefault="00EB1CA2" w:rsidP="00EB1C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7D8E3C" w14:textId="77777777" w:rsidR="00EB1CA2" w:rsidRPr="00F87025" w:rsidRDefault="00EB1CA2" w:rsidP="00EB1CA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9C68670" w14:textId="77777777" w:rsidR="00EB1CA2" w:rsidRPr="00051C79" w:rsidRDefault="00EB1CA2" w:rsidP="00EB1C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204D15" w14:textId="77777777" w:rsidR="00EB1CA2" w:rsidRPr="00051C79" w:rsidRDefault="00EB1CA2" w:rsidP="00EB1C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39E2AA" w14:textId="77777777" w:rsidR="00EB1CA2" w:rsidRPr="00051C79" w:rsidRDefault="00EB1CA2" w:rsidP="00EB1CA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2AA8E5" w14:textId="77777777" w:rsidR="00972149" w:rsidRDefault="00EB1CA2" w:rsidP="0097214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72149" w:rsidRPr="00136AD8" w14:paraId="23C2A0EC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79E3281" w14:textId="4E0D4B6B" w:rsidR="00972149" w:rsidRPr="00136AD8" w:rsidRDefault="00972149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7C78C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B046C7B" w14:textId="77777777" w:rsidR="00972149" w:rsidRPr="009C256C" w:rsidRDefault="00972149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26D35">
              <w:t>Editar imagens bitmap</w:t>
            </w:r>
          </w:p>
        </w:tc>
      </w:tr>
      <w:tr w:rsidR="00972149" w:rsidRPr="00136AD8" w14:paraId="417C12FF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CA4497C" w14:textId="77777777" w:rsidR="00972149" w:rsidRPr="00136AD8" w:rsidRDefault="00972149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E7E6E6" w:themeFill="background2"/>
          </w:tcPr>
          <w:p w14:paraId="45A40C63" w14:textId="77777777" w:rsidR="00972149" w:rsidRPr="00136AD8" w:rsidRDefault="00972149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Edição de imagem</w:t>
            </w:r>
          </w:p>
        </w:tc>
      </w:tr>
    </w:tbl>
    <w:p w14:paraId="4FF1A318" w14:textId="77777777" w:rsidR="00972149" w:rsidRPr="00136AD8" w:rsidRDefault="00972149" w:rsidP="0097214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40A9D20" w14:textId="77777777" w:rsidR="00972149" w:rsidRDefault="00972149" w:rsidP="0097214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4,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263A7A17" w14:textId="77777777" w:rsidR="00972149" w:rsidRDefault="00972149" w:rsidP="00972149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7F72CBAD" w14:textId="77777777" w:rsidR="00C707CF" w:rsidRDefault="00C707CF" w:rsidP="00C707CF">
      <w:pPr>
        <w:rPr>
          <w:rFonts w:ascii="Verdana Pro Light" w:eastAsia="Verdana Pro Light" w:hAnsi="Verdana Pro Light" w:cs="Verdana Pro Light"/>
        </w:rPr>
      </w:pPr>
    </w:p>
    <w:tbl>
      <w:tblPr>
        <w:tblW w:w="9820" w:type="dxa"/>
        <w:tblLayout w:type="fixed"/>
        <w:tblLook w:val="0400" w:firstRow="0" w:lastRow="0" w:firstColumn="0" w:lastColumn="0" w:noHBand="0" w:noVBand="1"/>
      </w:tblPr>
      <w:tblGrid>
        <w:gridCol w:w="3295"/>
        <w:gridCol w:w="3260"/>
        <w:gridCol w:w="3265"/>
      </w:tblGrid>
      <w:tr w:rsidR="00C707CF" w14:paraId="04FF84DF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71FCA980" w14:textId="77777777" w:rsidR="00C707CF" w:rsidRDefault="00C707CF" w:rsidP="00017090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707CF" w14:paraId="4E50FA8A" w14:textId="77777777" w:rsidTr="00017090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59990BBE" w14:textId="77777777" w:rsidR="00C707CF" w:rsidRPr="0029085C" w:rsidRDefault="00C707CF" w:rsidP="00017090">
            <w:pPr>
              <w:spacing w:before="12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29085C">
              <w:rPr>
                <w:rFonts w:ascii="Verdana Pro Light" w:hAnsi="Verdana Pro Light" w:cs="Arial Unicode MS"/>
                <w:sz w:val="18"/>
                <w:szCs w:val="18"/>
              </w:rPr>
              <w:t>Criar um documento, formatar a página de trabalho, definir a resolução do trabalho e importar imagens</w:t>
            </w:r>
          </w:p>
          <w:p w14:paraId="5F6462B8" w14:textId="77777777" w:rsidR="00C707CF" w:rsidRPr="0029085C" w:rsidRDefault="00C707CF" w:rsidP="00017090">
            <w:pPr>
              <w:spacing w:before="12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29085C">
              <w:rPr>
                <w:rFonts w:ascii="Verdana Pro Light" w:hAnsi="Verdana Pro Light" w:cs="Arial Unicode MS"/>
                <w:sz w:val="18"/>
                <w:szCs w:val="18"/>
              </w:rPr>
              <w:t>R2. Fazer ajustes de cor, brilho, contraste e enquadramento</w:t>
            </w:r>
          </w:p>
          <w:p w14:paraId="292C1FDC" w14:textId="77777777" w:rsidR="00C707CF" w:rsidRPr="0029085C" w:rsidRDefault="00C707CF" w:rsidP="00017090">
            <w:pPr>
              <w:spacing w:before="120" w:line="276" w:lineRule="auto"/>
              <w:ind w:left="318" w:hanging="318"/>
              <w:rPr>
                <w:rFonts w:ascii="Verdana Pro Light" w:hAnsi="Verdana Pro Light" w:cs="Arial Unicode MS"/>
                <w:sz w:val="18"/>
                <w:szCs w:val="18"/>
              </w:rPr>
            </w:pPr>
            <w:r w:rsidRPr="0029085C">
              <w:rPr>
                <w:rFonts w:ascii="Verdana Pro Light" w:hAnsi="Verdana Pro Light" w:cs="Arial Unicode MS"/>
                <w:sz w:val="18"/>
                <w:szCs w:val="18"/>
              </w:rPr>
              <w:t>R3. Criar seleções e manipular as imagens através do retoque, pintura, filtros e adição e subtração de elementos</w:t>
            </w:r>
          </w:p>
          <w:p w14:paraId="1CCF0DCC" w14:textId="77777777" w:rsidR="00C707CF" w:rsidRDefault="00C707CF" w:rsidP="00C707CF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357" w:hanging="357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 w:rsidRPr="0029085C">
              <w:rPr>
                <w:rFonts w:ascii="Verdana Pro Light" w:hAnsi="Verdana Pro Light" w:cs="Arial Unicode MS"/>
                <w:sz w:val="18"/>
                <w:szCs w:val="18"/>
              </w:rPr>
              <w:t>Salvar e exportar imagens.</w:t>
            </w:r>
          </w:p>
        </w:tc>
      </w:tr>
      <w:tr w:rsidR="00C707CF" w14:paraId="6EB5133B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13A85927" w14:textId="77777777" w:rsidR="00C707CF" w:rsidRDefault="00C707CF" w:rsidP="00017090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</w:tcPr>
          <w:p w14:paraId="3C70D88D" w14:textId="77777777" w:rsidR="00C707CF" w:rsidRDefault="00C707CF" w:rsidP="00017090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</w:tcPr>
          <w:p w14:paraId="50307994" w14:textId="77777777" w:rsidR="00C707CF" w:rsidRDefault="00C707CF" w:rsidP="00017090">
            <w:pPr>
              <w:jc w:val="center"/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smallCaps/>
                <w:sz w:val="18"/>
                <w:szCs w:val="18"/>
              </w:rPr>
              <w:t>Atitudes</w:t>
            </w:r>
          </w:p>
        </w:tc>
      </w:tr>
      <w:tr w:rsidR="00C707CF" w14:paraId="57EA1678" w14:textId="77777777" w:rsidTr="00017090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3AFB0ED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 e manipulação de imagens digitais para a Web usando aplicativo</w:t>
            </w:r>
          </w:p>
          <w:p w14:paraId="76233C8D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Interface do aplicativo de edição de imagem bitmap</w:t>
            </w:r>
          </w:p>
          <w:p w14:paraId="40D6DFDD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 de perfis de cor</w:t>
            </w:r>
          </w:p>
          <w:p w14:paraId="0E56F7D5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 caixa de ferramentas</w:t>
            </w:r>
          </w:p>
          <w:p w14:paraId="396E51FD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Usar as paletas e menus</w:t>
            </w:r>
          </w:p>
          <w:p w14:paraId="584C25CF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Teclas de atalho</w:t>
            </w:r>
          </w:p>
          <w:p w14:paraId="7C535A4D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Cores para a</w:t>
            </w: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Roboto" w:eastAsia="Roboto" w:hAnsi="Roboto" w:cs="Roboto"/>
                <w:color w:val="435068"/>
                <w:sz w:val="21"/>
                <w:szCs w:val="21"/>
              </w:rPr>
              <w:t>Web</w:t>
            </w:r>
          </w:p>
          <w:p w14:paraId="24BC2F97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Cores seguras</w:t>
            </w:r>
          </w:p>
          <w:p w14:paraId="627A71D2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Códigos de cores</w:t>
            </w:r>
          </w:p>
          <w:p w14:paraId="0E6D6773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Prever o</w:t>
            </w:r>
            <w:r>
              <w:rPr>
                <w:rFonts w:ascii="Roboto" w:eastAsia="Roboto" w:hAnsi="Roboto" w:cs="Roboto"/>
                <w:i/>
                <w:color w:val="435068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dithering</w:t>
            </w:r>
            <w:proofErr w:type="spellEnd"/>
          </w:p>
          <w:p w14:paraId="1626584F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Prever cores</w:t>
            </w:r>
          </w:p>
          <w:p w14:paraId="581684A5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Otimização</w:t>
            </w:r>
          </w:p>
          <w:p w14:paraId="72EBA5C0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Velocidade na Web</w:t>
            </w:r>
          </w:p>
          <w:p w14:paraId="5542A199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 aos GIF e JPEG</w:t>
            </w:r>
          </w:p>
          <w:p w14:paraId="783E4551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GIF transparentes e animações</w:t>
            </w:r>
          </w:p>
          <w:p w14:paraId="07F6335C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Opções para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GIFs</w:t>
            </w:r>
            <w:proofErr w:type="spellEnd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JPEGs</w:t>
            </w:r>
            <w:proofErr w:type="spellEnd"/>
          </w:p>
          <w:p w14:paraId="0B1CF883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Camadas (</w:t>
            </w:r>
            <w:proofErr w:type="spellStart"/>
            <w:r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Layers</w:t>
            </w:r>
            <w:proofErr w:type="spellEnd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)</w:t>
            </w:r>
          </w:p>
          <w:p w14:paraId="717673E2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Introdução às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  <w:proofErr w:type="spellEnd"/>
          </w:p>
          <w:p w14:paraId="68488B14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Criação e manipulação de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  <w:proofErr w:type="spellEnd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simples</w:t>
            </w:r>
          </w:p>
          <w:p w14:paraId="420C6059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lastRenderedPageBreak/>
              <w:t xml:space="preserve">Tipos de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  <w:proofErr w:type="spellEnd"/>
          </w:p>
          <w:p w14:paraId="6FD90741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Clipping</w:t>
            </w:r>
            <w:proofErr w:type="spellEnd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groups</w:t>
            </w:r>
            <w:proofErr w:type="spellEnd"/>
          </w:p>
          <w:p w14:paraId="73F8290B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Texto (</w:t>
            </w:r>
            <w:proofErr w:type="spellStart"/>
            <w:r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type</w:t>
            </w:r>
            <w:proofErr w:type="spellEnd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)</w:t>
            </w:r>
          </w:p>
          <w:p w14:paraId="124B8283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 ao texto</w:t>
            </w:r>
          </w:p>
          <w:p w14:paraId="75DA8446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As paletas caráter e paragrafo</w:t>
            </w:r>
          </w:p>
          <w:p w14:paraId="5B116378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 e manipulação de texto</w:t>
            </w:r>
          </w:p>
          <w:p w14:paraId="4521DE1E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Estilos</w:t>
            </w:r>
          </w:p>
          <w:p w14:paraId="3F52F17A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 aos estilos</w:t>
            </w:r>
          </w:p>
          <w:p w14:paraId="6C06A138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 e manipulação de estilos</w:t>
            </w:r>
          </w:p>
          <w:p w14:paraId="5563E19F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Shapes</w:t>
            </w:r>
            <w:proofErr w:type="spellEnd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e as suas ferramentas</w:t>
            </w:r>
          </w:p>
          <w:p w14:paraId="73D36966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Criação de imagens de fundo (</w:t>
            </w:r>
            <w:r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 xml:space="preserve">background </w:t>
            </w:r>
            <w:proofErr w:type="spellStart"/>
            <w:r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images</w:t>
            </w:r>
            <w:proofErr w:type="spellEnd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)</w:t>
            </w:r>
          </w:p>
          <w:p w14:paraId="107F69B1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line="276" w:lineRule="auto"/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Manipulação e otimização de fundos para a Web</w:t>
            </w:r>
          </w:p>
          <w:p w14:paraId="030653B1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proofErr w:type="spellStart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GIFs</w:t>
            </w:r>
            <w:proofErr w:type="spellEnd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transparentes</w:t>
            </w:r>
          </w:p>
          <w:p w14:paraId="24C55D1B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 de problemas com a transparência</w:t>
            </w:r>
          </w:p>
          <w:p w14:paraId="4291AA4E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Anti-Alaising</w:t>
            </w:r>
            <w:proofErr w:type="spellEnd"/>
          </w:p>
          <w:p w14:paraId="693F467A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Transparências, máscaras e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GIFs</w:t>
            </w:r>
            <w:proofErr w:type="spellEnd"/>
          </w:p>
          <w:p w14:paraId="3B7FB5D9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Mapas de imagens no servidor e no cliente</w:t>
            </w:r>
          </w:p>
          <w:p w14:paraId="2D702584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Fatias (</w:t>
            </w:r>
            <w:proofErr w:type="spellStart"/>
            <w:r>
              <w:rPr>
                <w:rFonts w:ascii="Roboto" w:eastAsia="Roboto" w:hAnsi="Roboto" w:cs="Roboto"/>
                <w:b/>
                <w:i/>
                <w:color w:val="435068"/>
                <w:sz w:val="21"/>
                <w:szCs w:val="21"/>
              </w:rPr>
              <w:t>Slices</w:t>
            </w:r>
            <w:proofErr w:type="spellEnd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)</w:t>
            </w:r>
          </w:p>
          <w:p w14:paraId="425C1112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Tipos de fatias;</w:t>
            </w:r>
          </w:p>
          <w:p w14:paraId="6107AA64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Criação e manipulação de fatias</w:t>
            </w:r>
          </w:p>
          <w:p w14:paraId="7E20A9C6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proofErr w:type="spellStart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Rollovers</w:t>
            </w:r>
            <w:proofErr w:type="spellEnd"/>
          </w:p>
          <w:p w14:paraId="461DFCE7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Slices</w:t>
            </w:r>
            <w:proofErr w:type="spellEnd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 baseadas em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layers</w:t>
            </w:r>
            <w:proofErr w:type="spellEnd"/>
          </w:p>
          <w:p w14:paraId="077BFA05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Criação e manipulação de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rollovers</w:t>
            </w:r>
            <w:proofErr w:type="spellEnd"/>
          </w:p>
          <w:p w14:paraId="3A334BF6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proofErr w:type="spellStart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GIFs</w:t>
            </w:r>
            <w:proofErr w:type="spellEnd"/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 xml:space="preserve"> animados</w:t>
            </w:r>
          </w:p>
          <w:p w14:paraId="5CF5F468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 às técnicas básicas de animação</w:t>
            </w:r>
          </w:p>
          <w:p w14:paraId="62AE2407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Harmonização das animações</w:t>
            </w:r>
          </w:p>
          <w:p w14:paraId="4DA9101C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Desafios da compressão</w:t>
            </w:r>
          </w:p>
          <w:p w14:paraId="69DBEDC4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Automatização</w:t>
            </w:r>
          </w:p>
          <w:p w14:paraId="353D721D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Introdução às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actions</w:t>
            </w:r>
            <w:proofErr w:type="spellEnd"/>
          </w:p>
          <w:p w14:paraId="114F8A52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lastRenderedPageBreak/>
              <w:t xml:space="preserve">Introdução às </w:t>
            </w:r>
            <w:proofErr w:type="spellStart"/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droplets</w:t>
            </w:r>
            <w:proofErr w:type="spellEnd"/>
          </w:p>
          <w:p w14:paraId="337A1FB7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Importação/Exportação</w:t>
            </w:r>
          </w:p>
          <w:p w14:paraId="6F1F8499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Introdução ao HTML</w:t>
            </w:r>
          </w:p>
          <w:p w14:paraId="272EC89C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Implementação</w:t>
            </w:r>
          </w:p>
          <w:p w14:paraId="48D2D938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</w:pPr>
            <w:r>
              <w:rPr>
                <w:rFonts w:ascii="Verdana Pro Light" w:eastAsia="Verdana Pro Light" w:hAnsi="Verdana Pro Light" w:cs="Verdana Pro Light"/>
                <w:b/>
                <w:color w:val="000000"/>
                <w:sz w:val="18"/>
                <w:szCs w:val="18"/>
              </w:rPr>
              <w:t>Tratamento fotográfico:</w:t>
            </w:r>
          </w:p>
          <w:p w14:paraId="5BE41D4C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Manipulação de fotografias digitais</w:t>
            </w:r>
          </w:p>
          <w:p w14:paraId="5944D249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line="240" w:lineRule="auto"/>
              <w:ind w:left="720"/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Otimização de fotografias</w:t>
            </w: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0442704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lastRenderedPageBreak/>
              <w:t>Utilizar a ferramenta de desenho bitmap</w:t>
            </w:r>
          </w:p>
          <w:p w14:paraId="11999EE5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Demonstrar técnicas específicas de desenho digital</w:t>
            </w:r>
          </w:p>
          <w:p w14:paraId="4D7173E2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Reconhecer características de resolução de imagem</w:t>
            </w:r>
          </w:p>
          <w:p w14:paraId="147783E4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Expressar criatividade por meio de desenhos digitais.</w:t>
            </w:r>
          </w:p>
          <w:p w14:paraId="480B6CB0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camadas e máscaras para organizar elementos de forma não destrutiva</w:t>
            </w:r>
          </w:p>
          <w:p w14:paraId="795571E1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Aplicar sombras e técnicas de coloração para criar efeitos de profundidade</w:t>
            </w:r>
          </w:p>
          <w:p w14:paraId="5DFEABB0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Adaptar-se a diferentes estilos de desenho de acordo com o objetivo</w:t>
            </w:r>
          </w:p>
          <w:p w14:paraId="0E0D6EF5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 xml:space="preserve">Adicionar e manipular texturas </w:t>
            </w:r>
          </w:p>
          <w:p w14:paraId="346675AF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Automatizar tarefas repetitivas</w:t>
            </w:r>
          </w:p>
          <w:p w14:paraId="59BD9BC1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Exportar nos diferentes formatos de acordo com o objetivo</w:t>
            </w:r>
          </w:p>
          <w:p w14:paraId="5A0D2B81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64ADF63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before="120" w:after="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Autonomia no âmbito das suas funções</w:t>
            </w:r>
          </w:p>
          <w:p w14:paraId="4168A58B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Responsabilidade pelas suas ações.</w:t>
            </w:r>
          </w:p>
          <w:p w14:paraId="66A39165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Curiosidade</w:t>
            </w:r>
          </w:p>
          <w:p w14:paraId="2C0DCFF8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Empatia</w:t>
            </w:r>
          </w:p>
          <w:p w14:paraId="28F035BC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Sentido crítico</w:t>
            </w:r>
          </w:p>
          <w:p w14:paraId="224A4291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Sensibilidade estética e criativa</w:t>
            </w:r>
          </w:p>
          <w:p w14:paraId="15E88347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Resolução de problemas</w:t>
            </w:r>
          </w:p>
          <w:p w14:paraId="14010307" w14:textId="77777777" w:rsidR="00C707CF" w:rsidRDefault="00C707CF" w:rsidP="00C707C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</w:tabs>
              <w:spacing w:after="0" w:line="276" w:lineRule="auto"/>
              <w:ind w:left="0" w:firstLine="88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  <w:r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  <w:t>Respeitar os direitos de imagem</w:t>
            </w:r>
          </w:p>
          <w:p w14:paraId="05DDDAEB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2B2425C4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24C9931E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641DA13D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5FBF9BF7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54CF47C4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2F011FC4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592C7BD1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1A96E40F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29B7D2D7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0C204F36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  <w:p w14:paraId="4E8B7A92" w14:textId="77777777" w:rsidR="00C707CF" w:rsidRDefault="00C707CF" w:rsidP="00017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3"/>
              <w:rPr>
                <w:rFonts w:ascii="Verdana Pro Light" w:eastAsia="Verdana Pro Light" w:hAnsi="Verdana Pro Light" w:cs="Verdana Pro Light"/>
                <w:color w:val="000000"/>
                <w:sz w:val="18"/>
                <w:szCs w:val="18"/>
              </w:rPr>
            </w:pPr>
          </w:p>
        </w:tc>
      </w:tr>
    </w:tbl>
    <w:p w14:paraId="4A6CD4DB" w14:textId="77777777" w:rsidR="00C707CF" w:rsidRDefault="00C707CF" w:rsidP="00C707CF">
      <w:pPr>
        <w:spacing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4C2EB88A" w14:textId="77777777" w:rsidR="00C707CF" w:rsidRDefault="00C707CF" w:rsidP="00C707CF">
      <w:pPr>
        <w:rPr>
          <w:rFonts w:ascii="Verdana Pro Light" w:eastAsia="Verdana Pro Light" w:hAnsi="Verdana Pro Light" w:cs="Verdana Pro Light"/>
          <w:smallCaps/>
        </w:rPr>
      </w:pPr>
      <w:r>
        <w:br w:type="page"/>
      </w:r>
    </w:p>
    <w:p w14:paraId="376A5DF3" w14:textId="77777777" w:rsidR="00C707CF" w:rsidRDefault="00C707CF" w:rsidP="00C707CF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lastRenderedPageBreak/>
        <w:t>Critérios de Desempenho</w:t>
      </w:r>
    </w:p>
    <w:p w14:paraId="06A308A0" w14:textId="77777777" w:rsidR="00C707CF" w:rsidRDefault="00C707CF" w:rsidP="00C707CF">
      <w:pPr>
        <w:spacing w:after="120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433D31">
        <w:rPr>
          <w:rFonts w:ascii="Verdana Pro Light" w:eastAsia="Verdana Pro Light" w:hAnsi="Verdana Pro Light" w:cs="Verdana Pro Light"/>
          <w:i/>
          <w:iCs/>
          <w:sz w:val="18"/>
          <w:szCs w:val="18"/>
        </w:rPr>
        <w:t>Editar imagens bitmap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:</w:t>
      </w:r>
    </w:p>
    <w:p w14:paraId="378E9155" w14:textId="77777777" w:rsidR="00C707CF" w:rsidRDefault="00C707CF" w:rsidP="00C707CF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CD1.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Utilizando as ferramentas de software de desenho bitmap</w:t>
      </w:r>
    </w:p>
    <w:p w14:paraId="736A2DFC" w14:textId="77777777" w:rsidR="00C707CF" w:rsidRDefault="00C707CF" w:rsidP="00C707CF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  Exprimindo originalidade e criatividade através dos desenhos digitais</w:t>
      </w:r>
    </w:p>
    <w:p w14:paraId="4B732105" w14:textId="77777777" w:rsidR="00C707CF" w:rsidRDefault="00C707CF" w:rsidP="00C707CF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Organizando os desenhos em camadas, máscaras e outros recursos</w:t>
      </w:r>
    </w:p>
    <w:p w14:paraId="1AC69C0E" w14:textId="77777777" w:rsidR="00C707CF" w:rsidRDefault="00C707CF" w:rsidP="00C707CF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CD4.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Compreendendo a resolução de imagem e manutenção da sua qualidade</w:t>
      </w:r>
    </w:p>
    <w:p w14:paraId="505D7364" w14:textId="77777777" w:rsidR="00C707CF" w:rsidRDefault="00C707CF" w:rsidP="00C707CF">
      <w:pPr>
        <w:spacing w:before="120" w:line="276" w:lineRule="auto"/>
        <w:ind w:left="709" w:hanging="567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CD5.</w:t>
      </w:r>
      <w:r>
        <w:rPr>
          <w:rFonts w:ascii="Verdana Pro Light" w:eastAsia="Verdana Pro Light" w:hAnsi="Verdana Pro Light" w:cs="Verdana Pro Light"/>
          <w:color w:val="000000"/>
          <w:sz w:val="18"/>
          <w:szCs w:val="18"/>
        </w:rPr>
        <w:tab/>
        <w:t>Automatizando tarefas facilitando atividades repetitivas</w:t>
      </w:r>
    </w:p>
    <w:p w14:paraId="2C20A6E9" w14:textId="77777777" w:rsidR="00C707CF" w:rsidRDefault="00C707CF" w:rsidP="00C707CF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 xml:space="preserve">Contexto (exemplos de uso da competência) </w:t>
      </w:r>
    </w:p>
    <w:p w14:paraId="7BAFFB7A" w14:textId="77777777" w:rsidR="00C707CF" w:rsidRPr="00B63724" w:rsidRDefault="00C707CF" w:rsidP="00C707CF">
      <w:pPr>
        <w:numPr>
          <w:ilvl w:val="0"/>
          <w:numId w:val="12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>
        <w:rPr>
          <w:rFonts w:ascii="Verdana Pro Light" w:eastAsia="Verdana Pro Light" w:hAnsi="Verdana Pro Light" w:cs="Verdana Pro Light"/>
          <w:sz w:val="18"/>
          <w:szCs w:val="18"/>
        </w:rPr>
        <w:t xml:space="preserve"> </w:t>
      </w:r>
      <w:r>
        <w:rPr>
          <w:sz w:val="14"/>
          <w:szCs w:val="14"/>
        </w:rPr>
        <w:t xml:space="preserve">  </w:t>
      </w: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Departamentos criativos de empresas de comunicação diversificadas</w:t>
      </w:r>
    </w:p>
    <w:p w14:paraId="294F786C" w14:textId="77777777" w:rsidR="00C707CF" w:rsidRPr="00B63724" w:rsidRDefault="00C707CF" w:rsidP="00C707CF">
      <w:pPr>
        <w:numPr>
          <w:ilvl w:val="0"/>
          <w:numId w:val="12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  Gabinetes de marketing e comunicação de empresas, entidades sem fins lucrativos ou organismos oficiais</w:t>
      </w:r>
    </w:p>
    <w:p w14:paraId="68CB9FDF" w14:textId="77777777" w:rsidR="00C707CF" w:rsidRPr="00B63724" w:rsidRDefault="00C707CF" w:rsidP="00C707CF">
      <w:pPr>
        <w:numPr>
          <w:ilvl w:val="0"/>
          <w:numId w:val="12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  Editoras (jornais, revistas, livros)</w:t>
      </w:r>
    </w:p>
    <w:p w14:paraId="66C129A4" w14:textId="77777777" w:rsidR="00C707CF" w:rsidRPr="00B63724" w:rsidRDefault="00C707CF" w:rsidP="00C707CF">
      <w:pPr>
        <w:numPr>
          <w:ilvl w:val="0"/>
          <w:numId w:val="12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   Gráficas</w:t>
      </w:r>
    </w:p>
    <w:p w14:paraId="1B676D8B" w14:textId="77777777" w:rsidR="00C707CF" w:rsidRDefault="00C707CF" w:rsidP="00C707CF">
      <w:pPr>
        <w:numPr>
          <w:ilvl w:val="0"/>
          <w:numId w:val="12"/>
        </w:numPr>
        <w:shd w:val="clear" w:color="auto" w:fill="D0CECE"/>
        <w:spacing w:before="240" w:after="0" w:line="360" w:lineRule="auto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Arial" w:eastAsia="Arial" w:hAnsi="Arial" w:cs="Arial"/>
          <w:b/>
          <w:smallCaps/>
          <w:sz w:val="20"/>
          <w:szCs w:val="20"/>
        </w:rPr>
        <w:t>Recursos</w:t>
      </w:r>
    </w:p>
    <w:p w14:paraId="69E235BA" w14:textId="77777777" w:rsidR="00C707CF" w:rsidRPr="00B63724" w:rsidRDefault="00C707CF" w:rsidP="00C707CF">
      <w:pPr>
        <w:numPr>
          <w:ilvl w:val="0"/>
          <w:numId w:val="12"/>
        </w:numPr>
        <w:spacing w:before="240" w:after="24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 tecnológicos com acesso à internet</w:t>
      </w:r>
    </w:p>
    <w:p w14:paraId="2633FE4F" w14:textId="77777777" w:rsidR="00C707CF" w:rsidRPr="00B63724" w:rsidRDefault="00C707CF" w:rsidP="00C707CF">
      <w:pPr>
        <w:numPr>
          <w:ilvl w:val="0"/>
          <w:numId w:val="12"/>
        </w:numPr>
        <w:spacing w:before="240" w:after="24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Aplicações informáticas de edição e criação de imagens bitmap</w:t>
      </w:r>
    </w:p>
    <w:p w14:paraId="33AFD918" w14:textId="77777777" w:rsidR="00C707CF" w:rsidRPr="00B63724" w:rsidRDefault="00C707CF" w:rsidP="00C707CF">
      <w:pPr>
        <w:numPr>
          <w:ilvl w:val="0"/>
          <w:numId w:val="12"/>
        </w:numPr>
        <w:spacing w:before="240" w:after="24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Referências sobre tutoriais de edição de imagens</w:t>
      </w:r>
    </w:p>
    <w:p w14:paraId="7C2830A0" w14:textId="77777777" w:rsidR="00C707CF" w:rsidRPr="00B63724" w:rsidRDefault="00C707CF" w:rsidP="00C707CF">
      <w:pPr>
        <w:numPr>
          <w:ilvl w:val="0"/>
          <w:numId w:val="12"/>
        </w:numPr>
        <w:spacing w:before="240" w:after="24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B63724">
        <w:rPr>
          <w:rFonts w:ascii="Verdana Pro Light" w:eastAsia="Verdana Pro Light" w:hAnsi="Verdana Pro Light" w:cs="Verdana Pro Light"/>
          <w:color w:val="000000"/>
          <w:sz w:val="18"/>
          <w:szCs w:val="18"/>
        </w:rPr>
        <w:t>Imagens para editar</w:t>
      </w:r>
    </w:p>
    <w:p w14:paraId="4B2EFED6" w14:textId="2A6AD3A5" w:rsidR="00C707CF" w:rsidRPr="00C707CF" w:rsidRDefault="00C707CF" w:rsidP="00C707CF">
      <w:pPr>
        <w:shd w:val="clear" w:color="auto" w:fill="D0CECE"/>
        <w:spacing w:line="360" w:lineRule="auto"/>
        <w:jc w:val="both"/>
        <w:rPr>
          <w:rFonts w:ascii="Verdana Pro Light" w:eastAsia="Verdana Pro Light" w:hAnsi="Verdana Pro Light" w:cs="Verdana Pro Light"/>
          <w:b/>
          <w:smallCaps/>
          <w:sz w:val="20"/>
          <w:szCs w:val="20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Observações</w:t>
      </w:r>
    </w:p>
    <w:p w14:paraId="32497F10" w14:textId="77777777" w:rsidR="00972149" w:rsidRPr="00051C79" w:rsidRDefault="00972149" w:rsidP="00972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9C5BD5" w14:textId="1E9FE8A0" w:rsidR="00972149" w:rsidRPr="00051C79" w:rsidRDefault="00972149" w:rsidP="00972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UC de Técnic</w:t>
      </w:r>
      <w:r w:rsidR="00C707CF">
        <w:rPr>
          <w:rFonts w:ascii="Verdana Pro Light" w:hAnsi="Verdana Pro Light"/>
          <w:smallCaps/>
        </w:rPr>
        <w:t xml:space="preserve">o </w:t>
      </w:r>
      <w:r>
        <w:rPr>
          <w:rFonts w:ascii="Verdana Pro Light" w:hAnsi="Verdana Pro Light"/>
          <w:smallCaps/>
        </w:rPr>
        <w:t>de Multimédia</w:t>
      </w:r>
    </w:p>
    <w:p w14:paraId="317BDE1C" w14:textId="77777777" w:rsidR="00972149" w:rsidRPr="00051C79" w:rsidRDefault="00972149" w:rsidP="00972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04A8F1" w14:textId="77777777" w:rsidR="00972149" w:rsidRDefault="00972149" w:rsidP="0097214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5D21E68" w14:textId="77777777" w:rsidR="00972149" w:rsidRDefault="00972149" w:rsidP="00972149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72149" w:rsidRPr="00136AD8" w14:paraId="55E97663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8E57B89" w14:textId="3C29E28E" w:rsidR="00972149" w:rsidRPr="00136AD8" w:rsidRDefault="00972149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7C78C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6C104FF" w14:textId="77777777" w:rsidR="00972149" w:rsidRPr="009C256C" w:rsidRDefault="00972149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590909">
              <w:t>Editar imagens vetoriais</w:t>
            </w:r>
          </w:p>
        </w:tc>
      </w:tr>
      <w:tr w:rsidR="00972149" w:rsidRPr="00136AD8" w14:paraId="6FBF3BEF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86FA64D" w14:textId="79FFBA95" w:rsidR="00972149" w:rsidRPr="00136AD8" w:rsidRDefault="00972149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8D4690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E4BDF37" w14:textId="77777777" w:rsidR="00972149" w:rsidRPr="00136AD8" w:rsidRDefault="00972149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4760DA">
              <w:rPr>
                <w:rFonts w:ascii="Verdana Pro Light" w:eastAsia="Arial Unicode MS" w:hAnsi="Verdana Pro Light" w:cs="Times New Roman"/>
                <w:sz w:val="18"/>
                <w:szCs w:val="18"/>
              </w:rPr>
              <w:t>Edição Vetorial</w:t>
            </w:r>
          </w:p>
        </w:tc>
      </w:tr>
    </w:tbl>
    <w:p w14:paraId="166B42E0" w14:textId="77777777" w:rsidR="00972149" w:rsidRPr="00136AD8" w:rsidRDefault="00972149" w:rsidP="0097214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BF15960" w14:textId="77777777" w:rsidR="00972149" w:rsidRDefault="00972149" w:rsidP="0097214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64FE9515" w14:textId="77777777" w:rsidR="00972149" w:rsidRDefault="00972149" w:rsidP="00972149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50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15AA4556" w14:textId="77777777" w:rsidR="00972149" w:rsidRPr="00136AD8" w:rsidRDefault="00972149" w:rsidP="0097214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72149" w:rsidRPr="00136AD8" w14:paraId="733C254C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032ADA3" w14:textId="77777777" w:rsidR="00972149" w:rsidRPr="001B353A" w:rsidRDefault="00972149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72149" w:rsidRPr="00136AD8" w14:paraId="222B9314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6FC1B4" w14:textId="77777777" w:rsidR="00972149" w:rsidRPr="004760DA" w:rsidRDefault="00972149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proofErr w:type="gram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1.</w:t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</w:t>
            </w:r>
            <w:proofErr w:type="gramEnd"/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princípios da imagem vetorial.</w:t>
            </w:r>
          </w:p>
          <w:p w14:paraId="0B670237" w14:textId="77777777" w:rsidR="00972149" w:rsidRPr="004760DA" w:rsidRDefault="00972149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 nomenclatura referente ao desenho assistido por computador.</w:t>
            </w:r>
          </w:p>
          <w:p w14:paraId="09CCBA12" w14:textId="77777777" w:rsidR="00972149" w:rsidRPr="004760DA" w:rsidRDefault="00972149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imagens vetoriais a partir de bitmaps.</w:t>
            </w:r>
          </w:p>
          <w:p w14:paraId="0E0AFFF6" w14:textId="77777777" w:rsidR="00972149" w:rsidRPr="004760DA" w:rsidRDefault="00972149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Trabalhar e gerir pranchetas.</w:t>
            </w:r>
          </w:p>
          <w:p w14:paraId="570A356A" w14:textId="77777777" w:rsidR="00972149" w:rsidRPr="004760DA" w:rsidRDefault="00972149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layouts.</w:t>
            </w:r>
          </w:p>
          <w:p w14:paraId="3DB0146D" w14:textId="77777777" w:rsidR="00972149" w:rsidRPr="004760DA" w:rsidRDefault="00972149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as ferramentas de texto.</w:t>
            </w:r>
          </w:p>
          <w:p w14:paraId="270C692C" w14:textId="77777777" w:rsidR="00972149" w:rsidRPr="001B353A" w:rsidRDefault="00972149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R7.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Salvar e exportar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imprimir </w:t>
            </w:r>
            <w:r w:rsidRPr="004760DA">
              <w:rPr>
                <w:rFonts w:ascii="Verdana Pro Light" w:eastAsia="Arial Unicode MS" w:hAnsi="Verdana Pro Light" w:cs="Arial Unicode MS"/>
                <w:sz w:val="18"/>
                <w:szCs w:val="18"/>
              </w:rPr>
              <w:t>imagens.</w:t>
            </w:r>
          </w:p>
        </w:tc>
      </w:tr>
      <w:tr w:rsidR="00972149" w:rsidRPr="00136AD8" w14:paraId="50122574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B634C9" w14:textId="77777777" w:rsidR="00972149" w:rsidRPr="001B353A" w:rsidRDefault="00972149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141101" w14:textId="77777777" w:rsidR="00972149" w:rsidRPr="001B353A" w:rsidRDefault="00972149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DDD5BA9" w14:textId="77777777" w:rsidR="00972149" w:rsidRPr="001B353A" w:rsidRDefault="00972149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72149" w:rsidRPr="00136AD8" w14:paraId="0C23C1D5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3C2C8" w14:textId="77777777" w:rsidR="00972149" w:rsidRPr="00340BFE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Contextualização cultural, histórica, artística e social da ilustração</w:t>
            </w:r>
          </w:p>
          <w:p w14:paraId="53C46539" w14:textId="77777777" w:rsidR="00972149" w:rsidRPr="00340BFE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ilustração</w:t>
            </w:r>
          </w:p>
          <w:p w14:paraId="306C0B22" w14:textId="77777777" w:rsidR="00972149" w:rsidRPr="00340BFE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e meios para a realização de ilustração</w:t>
            </w:r>
          </w:p>
          <w:p w14:paraId="3BF3DF82" w14:textId="77777777" w:rsidR="00972149" w:rsidRPr="00340BFE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produção do projeto de desenho de ilustração</w:t>
            </w:r>
          </w:p>
          <w:p w14:paraId="15D254FF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Criatividade e processo criativo </w:t>
            </w:r>
          </w:p>
          <w:p w14:paraId="41137B26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F26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Curvas de </w:t>
            </w:r>
            <w:proofErr w:type="spellStart"/>
            <w:r w:rsidRPr="003F26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Bézier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36849B5" w14:textId="77777777" w:rsidR="00972149" w:rsidRPr="003F2660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Cores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Gradiantes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2E0639E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55A8D73" w14:textId="77777777" w:rsidR="00972149" w:rsidRPr="001B353A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141BB" w14:textId="77777777" w:rsidR="00972149" w:rsidRPr="00340BFE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Enumerar tipologias de ilustração</w:t>
            </w:r>
          </w:p>
          <w:p w14:paraId="4B736B50" w14:textId="77777777" w:rsidR="00972149" w:rsidRPr="00340BFE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função das diferentes tipologias de ilustração</w:t>
            </w:r>
          </w:p>
          <w:p w14:paraId="25E8C7BD" w14:textId="77777777" w:rsidR="00972149" w:rsidRPr="00340BFE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Aferir sobre a evolução histórica da ilustração</w:t>
            </w:r>
          </w:p>
          <w:p w14:paraId="6E4351CF" w14:textId="77777777" w:rsidR="00972149" w:rsidRPr="00340BFE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diferentes técnicas de representação</w:t>
            </w:r>
          </w:p>
          <w:p w14:paraId="27A65C39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Manusear diferentes materiais de desenho</w:t>
            </w:r>
          </w:p>
          <w:p w14:paraId="342CD172" w14:textId="77777777" w:rsidR="00972149" w:rsidRPr="00340BFE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Desenhar com curvas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Bézier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66BDAFB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3F26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3F266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grades e ferramentas de alinhamento.</w:t>
            </w:r>
          </w:p>
          <w:p w14:paraId="62BC9D7B" w14:textId="77777777" w:rsidR="00972149" w:rsidRPr="00340BFE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ilustração analógicas e/ou digitais</w:t>
            </w:r>
          </w:p>
          <w:p w14:paraId="78F270C4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0B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processo criativo</w:t>
            </w:r>
          </w:p>
          <w:p w14:paraId="07DCFD6D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F2F991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5D07A4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FB01DC" w14:textId="77777777" w:rsidR="00972149" w:rsidRPr="00057283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32240" w14:textId="77777777" w:rsidR="00972149" w:rsidRPr="0020338E" w:rsidRDefault="00972149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Responsabilidades pelas suas ações.</w:t>
            </w:r>
          </w:p>
          <w:p w14:paraId="03C5B61D" w14:textId="77777777" w:rsidR="00972149" w:rsidRPr="0020338E" w:rsidRDefault="00972149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52E8273D" w14:textId="77777777" w:rsidR="00972149" w:rsidRPr="0020338E" w:rsidRDefault="00972149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2F362B8C" w14:textId="77777777" w:rsidR="00972149" w:rsidRPr="0020338E" w:rsidRDefault="00972149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4C317246" w14:textId="77777777" w:rsidR="00972149" w:rsidRPr="0020338E" w:rsidRDefault="00972149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1FF9CE29" w14:textId="77777777" w:rsidR="00972149" w:rsidRPr="0020338E" w:rsidRDefault="00972149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4D66AF7E" w14:textId="77777777" w:rsidR="00972149" w:rsidRPr="0020338E" w:rsidRDefault="00972149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7767623E" w14:textId="77777777" w:rsidR="00972149" w:rsidRPr="0020338E" w:rsidRDefault="00972149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5430CCD3" w14:textId="77777777" w:rsidR="00972149" w:rsidRPr="0020338E" w:rsidRDefault="00972149" w:rsidP="00F02262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6F2E8E7F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1D81CA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0912B3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A1F4195" w14:textId="77777777" w:rsidR="00972149" w:rsidRPr="00057283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2CFAD8B" w14:textId="77777777" w:rsidR="00972149" w:rsidRDefault="00972149" w:rsidP="0097214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4418AF0" w14:textId="77777777" w:rsidR="00972149" w:rsidRDefault="00972149" w:rsidP="0097214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17BB9B4" w14:textId="77777777" w:rsidR="00972149" w:rsidRPr="00F87025" w:rsidRDefault="00972149" w:rsidP="00972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2902826" w14:textId="77777777" w:rsidR="00972149" w:rsidRPr="00F20E6F" w:rsidRDefault="00972149" w:rsidP="0097214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16" w:name="_Hlk155103122"/>
      <w:r w:rsidRPr="00340BFE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Editar imagens vetoriais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F611A03" w14:textId="77777777" w:rsidR="00972149" w:rsidRPr="00340BFE" w:rsidRDefault="00972149" w:rsidP="00972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Escolhendo soluções visuais adequadas à tipologia do projeto de ilustração</w:t>
      </w:r>
    </w:p>
    <w:p w14:paraId="5B2FC79F" w14:textId="77777777" w:rsidR="00972149" w:rsidRPr="00340BFE" w:rsidRDefault="00972149" w:rsidP="00972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Aplicando técnicas de representação adequadas à tipologia do projeto de ilustração</w:t>
      </w:r>
    </w:p>
    <w:p w14:paraId="5309F321" w14:textId="77777777" w:rsidR="00972149" w:rsidRPr="00340BFE" w:rsidRDefault="00972149" w:rsidP="00972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Manuseando corretamente as ferramentas escolhidas para o projeto de ilustração</w:t>
      </w:r>
    </w:p>
    <w:p w14:paraId="3FC1270F" w14:textId="77777777" w:rsidR="00972149" w:rsidRDefault="00972149" w:rsidP="0097214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40BF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Fundamentando a narrativa visual do projeto de ilustração tendo em conta a sua função.</w:t>
      </w:r>
    </w:p>
    <w:p w14:paraId="70043DC4" w14:textId="77777777" w:rsidR="00972149" w:rsidRPr="00136AD8" w:rsidRDefault="00972149" w:rsidP="00972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16"/>
    <w:p w14:paraId="6DC287CE" w14:textId="77777777" w:rsidR="00972149" w:rsidRPr="00F87025" w:rsidRDefault="00972149" w:rsidP="00972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AE0D090" w14:textId="77777777" w:rsidR="00972149" w:rsidRPr="00984B30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17" w:name="_Hlk155103166"/>
      <w:r w:rsidRPr="0BD833C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7DADFF59" w14:textId="77777777" w:rsidR="00972149" w:rsidRPr="00984B30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729EDC6" w14:textId="77777777" w:rsidR="00972149" w:rsidRPr="00984B30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E9382E5" w14:textId="77777777" w:rsidR="00972149" w:rsidRPr="00984B30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C116D59" w14:textId="77777777" w:rsidR="00972149" w:rsidRPr="00051C79" w:rsidRDefault="00972149" w:rsidP="00972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9CC73A" w14:textId="77777777" w:rsidR="00972149" w:rsidRPr="00F87025" w:rsidRDefault="00972149" w:rsidP="00972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093B205" w14:textId="77777777" w:rsidR="00972149" w:rsidRPr="00340BFE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D213B44" w14:textId="77777777" w:rsidR="00972149" w:rsidRPr="00340BFE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imagem estática</w:t>
      </w:r>
    </w:p>
    <w:p w14:paraId="6EEB642F" w14:textId="77777777" w:rsidR="00972149" w:rsidRPr="00340BFE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</w:t>
      </w:r>
    </w:p>
    <w:p w14:paraId="576F6006" w14:textId="77777777" w:rsidR="00972149" w:rsidRPr="00340BFE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Materiais de desenho diversificados</w:t>
      </w:r>
    </w:p>
    <w:bookmarkEnd w:id="17"/>
    <w:p w14:paraId="66C3B73F" w14:textId="77777777" w:rsidR="00972149" w:rsidRPr="00051C79" w:rsidRDefault="00972149" w:rsidP="00972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59C965" w14:textId="77777777" w:rsidR="00972149" w:rsidRPr="00F87025" w:rsidRDefault="00972149" w:rsidP="00972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8901BE7" w14:textId="77777777" w:rsidR="00972149" w:rsidRPr="00051C79" w:rsidRDefault="00972149" w:rsidP="00972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8B62A1" w14:textId="77777777" w:rsidR="00972149" w:rsidRPr="00051C79" w:rsidRDefault="00972149" w:rsidP="00972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UC Técnico de Multimédia</w:t>
      </w:r>
    </w:p>
    <w:p w14:paraId="3D53A21D" w14:textId="77777777" w:rsidR="00972149" w:rsidRPr="00051C79" w:rsidRDefault="00972149" w:rsidP="00972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7F1464" w14:textId="77777777" w:rsidR="00972149" w:rsidRDefault="00972149" w:rsidP="0097214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423E22B6" w14:textId="77777777" w:rsidR="00972149" w:rsidRDefault="00972149" w:rsidP="00972149">
      <w:pPr>
        <w:rPr>
          <w:rFonts w:ascii="Verdana Pro Light" w:hAnsi="Verdana Pro Light"/>
          <w:smallCaps/>
        </w:rPr>
      </w:pPr>
    </w:p>
    <w:p w14:paraId="64C6668C" w14:textId="77777777" w:rsidR="00972149" w:rsidRDefault="00972149" w:rsidP="00972149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72149" w:rsidRPr="00136AD8" w14:paraId="080EE0DF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A58FF2C" w14:textId="260331DD" w:rsidR="00972149" w:rsidRPr="00136AD8" w:rsidRDefault="00972149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18" w:name="_Hlk154600873"/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</w:t>
            </w:r>
            <w:r w:rsidR="00743DA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</w:t>
            </w:r>
            <w:r w:rsidR="00743DA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3420D8E" w14:textId="77777777" w:rsidR="00972149" w:rsidRPr="00AA7B53" w:rsidRDefault="00972149" w:rsidP="00F02262">
            <w:pPr>
              <w:spacing w:after="0"/>
            </w:pPr>
            <w:r>
              <w:t>Editar e animar em 3D</w:t>
            </w:r>
          </w:p>
        </w:tc>
      </w:tr>
      <w:bookmarkEnd w:id="18"/>
      <w:tr w:rsidR="00972149" w:rsidRPr="00136AD8" w14:paraId="5896992A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DD58E26" w14:textId="77777777" w:rsidR="00972149" w:rsidRPr="00136AD8" w:rsidRDefault="00972149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/00</w:t>
            </w:r>
            <w:r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4BB180E" w14:textId="77777777" w:rsidR="00972149" w:rsidRPr="00136AD8" w:rsidRDefault="00972149" w:rsidP="00F0226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sz w:val="18"/>
                <w:szCs w:val="18"/>
              </w:rPr>
              <w:t>Edição 3D</w:t>
            </w:r>
          </w:p>
        </w:tc>
      </w:tr>
    </w:tbl>
    <w:p w14:paraId="247ED66C" w14:textId="77777777" w:rsidR="00972149" w:rsidRPr="00136AD8" w:rsidRDefault="00972149" w:rsidP="0097214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0F4B1DF" w14:textId="77777777" w:rsidR="00972149" w:rsidRPr="003200F2" w:rsidRDefault="00972149" w:rsidP="0097214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36587A2D" w14:textId="77777777" w:rsidR="00972149" w:rsidRPr="00136AD8" w:rsidRDefault="00972149" w:rsidP="0097214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72149" w:rsidRPr="00136AD8" w14:paraId="59C84D96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B53D2BB" w14:textId="77777777" w:rsidR="00972149" w:rsidRPr="001B353A" w:rsidRDefault="00972149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72149" w:rsidRPr="00136AD8" w14:paraId="27530952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5564DB" w14:textId="77777777" w:rsidR="00972149" w:rsidRPr="004D0A1C" w:rsidRDefault="00972149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modelos básicos e “orgânicos”.</w:t>
            </w:r>
          </w:p>
          <w:p w14:paraId="0B0B1EF2" w14:textId="77777777" w:rsidR="00972149" w:rsidRPr="004D0A1C" w:rsidRDefault="00972149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modificadores de modulação.</w:t>
            </w:r>
          </w:p>
          <w:p w14:paraId="44AEE748" w14:textId="77777777" w:rsidR="00972149" w:rsidRPr="004D0A1C" w:rsidRDefault="00972149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texturas para objetos 3D.</w:t>
            </w:r>
          </w:p>
          <w:p w14:paraId="04EB85EF" w14:textId="77777777" w:rsidR="00972149" w:rsidRPr="004D0A1C" w:rsidRDefault="00972149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Utilizar</w:t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tipos de mapeamento de texturas e materiais.</w:t>
            </w:r>
          </w:p>
          <w:p w14:paraId="5A7DCDF5" w14:textId="77777777" w:rsidR="00972149" w:rsidRPr="001B353A" w:rsidRDefault="00972149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Usar 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quadros chave</w:t>
            </w:r>
            <w:r w:rsidRPr="004D0A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necessários à animação de objetos e câmaras.</w:t>
            </w:r>
          </w:p>
        </w:tc>
      </w:tr>
      <w:tr w:rsidR="00972149" w:rsidRPr="00136AD8" w14:paraId="5CAF5C75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99560C" w14:textId="77777777" w:rsidR="00972149" w:rsidRPr="001B353A" w:rsidRDefault="00972149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86DA3C" w14:textId="77777777" w:rsidR="00972149" w:rsidRPr="001B353A" w:rsidRDefault="00972149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06EFB67" w14:textId="77777777" w:rsidR="00972149" w:rsidRPr="001B353A" w:rsidRDefault="00972149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72149" w:rsidRPr="00136AD8" w14:paraId="20857C5E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ADDA1" w14:textId="77777777" w:rsidR="00972149" w:rsidRPr="00633EBD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Diferentes programas 3D e respetivas características</w:t>
            </w:r>
          </w:p>
          <w:p w14:paraId="5A953D42" w14:textId="77777777" w:rsidR="00972149" w:rsidRPr="00633EBD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Arquitetura do programa e área de trabalho</w:t>
            </w:r>
          </w:p>
          <w:p w14:paraId="2A5BE9AA" w14:textId="77777777" w:rsidR="00972149" w:rsidRPr="00633EBD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Caracterização do ambiente 3D e seus objetos</w:t>
            </w:r>
          </w:p>
          <w:p w14:paraId="231FECAF" w14:textId="77777777" w:rsidR="00972149" w:rsidRPr="00633EBD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Comandos de transformação - movimentação, rotação e alteração de escala</w:t>
            </w:r>
          </w:p>
          <w:p w14:paraId="1AC7CBD2" w14:textId="77777777" w:rsidR="00972149" w:rsidRPr="00633EBD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Iluminação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câmaras</w:t>
            </w:r>
          </w:p>
          <w:p w14:paraId="7DE2ED62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Rendering</w:t>
            </w:r>
            <w:proofErr w:type="spellEnd"/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Finalizar o projeto para visualização</w:t>
            </w:r>
          </w:p>
          <w:p w14:paraId="05B9CE5A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Animação 3D</w:t>
            </w:r>
          </w:p>
          <w:p w14:paraId="442E0F03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02C866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CEB085" w14:textId="77777777" w:rsidR="00972149" w:rsidRPr="001B353A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6B263" w14:textId="77777777" w:rsidR="00972149" w:rsidRPr="00633EBD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principais programas informáticos 3D</w:t>
            </w:r>
          </w:p>
          <w:p w14:paraId="58065229" w14:textId="77777777" w:rsidR="00972149" w:rsidRPr="00633EBD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terminologias de modelação 3D</w:t>
            </w:r>
          </w:p>
          <w:p w14:paraId="058AD2B4" w14:textId="77777777" w:rsidR="00972149" w:rsidRPr="00633EBD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métodos e técnicas de modelação 3D</w:t>
            </w:r>
          </w:p>
          <w:p w14:paraId="39C1F4C5" w14:textId="77777777" w:rsidR="00972149" w:rsidRPr="00633EBD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lumin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objetos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diferentes tipos de luzes</w:t>
            </w:r>
          </w:p>
          <w:p w14:paraId="60D7F7F1" w14:textId="77777777" w:rsidR="00972149" w:rsidRPr="00633EBD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Demonstrar</w:t>
            </w:r>
            <w:r w:rsidRPr="00633E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importância da modelação 3D na prática do design</w:t>
            </w:r>
          </w:p>
          <w:p w14:paraId="584FB23D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62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modelos 3D precisos e detalhados.</w:t>
            </w:r>
          </w:p>
          <w:p w14:paraId="0475B843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texturas e materiais.</w:t>
            </w:r>
          </w:p>
          <w:p w14:paraId="332A9D9C" w14:textId="77777777" w:rsidR="00972149" w:rsidRPr="00057283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animações.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D3727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1B697F9A" w14:textId="77777777" w:rsidR="00972149" w:rsidRDefault="00972149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95105C5" w14:textId="77777777" w:rsidR="00972149" w:rsidRDefault="00972149" w:rsidP="00F0226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745733B3" w14:textId="77777777" w:rsidR="00972149" w:rsidRPr="00AB5AF8" w:rsidRDefault="00972149" w:rsidP="00F0226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506751C3" w14:textId="77777777" w:rsidR="00972149" w:rsidRPr="00AB5AF8" w:rsidRDefault="00972149" w:rsidP="00F0226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6B889DF" w14:textId="77777777" w:rsidR="00972149" w:rsidRPr="00AB5AF8" w:rsidRDefault="00972149" w:rsidP="00F0226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08DF64C" w14:textId="77777777" w:rsidR="00972149" w:rsidRPr="00AB5AF8" w:rsidRDefault="00972149" w:rsidP="00F0226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312E839F" w14:textId="77777777" w:rsidR="00972149" w:rsidRPr="00A128FE" w:rsidRDefault="00972149" w:rsidP="00F0226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607C4593" w14:textId="77777777" w:rsidR="00972149" w:rsidRPr="00AB5AF8" w:rsidRDefault="00972149" w:rsidP="00F0226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1A85F7F0" w14:textId="77777777" w:rsidR="00972149" w:rsidRPr="00057283" w:rsidRDefault="00972149" w:rsidP="00F02262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C00F53F" w14:textId="77777777" w:rsidR="00972149" w:rsidRDefault="00972149" w:rsidP="0097214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BCD363A" w14:textId="77777777" w:rsidR="00972149" w:rsidRDefault="00972149" w:rsidP="0097214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AA5F55B" w14:textId="77777777" w:rsidR="00972149" w:rsidRPr="00F87025" w:rsidRDefault="00972149" w:rsidP="00972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BC29D4B" w14:textId="440C9DAA" w:rsidR="00972149" w:rsidRPr="00F20E6F" w:rsidRDefault="00743DAA" w:rsidP="0097214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19" w:name="_Hlk155104235"/>
      <w:r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Editar e animar </w:t>
      </w:r>
      <w:r w:rsidR="00376E25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 xml:space="preserve">em </w:t>
      </w:r>
      <w:r w:rsidR="00972149" w:rsidRPr="0068289A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3D</w:t>
      </w:r>
      <w:r w:rsidR="0097214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4191C0A" w14:textId="77777777" w:rsidR="00972149" w:rsidRPr="0064164C" w:rsidRDefault="00972149" w:rsidP="0097214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topologia eficiente e limpa nos modelos para facilitar animação e </w:t>
      </w:r>
      <w:proofErr w:type="spellStart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renderização</w:t>
      </w:r>
      <w:proofErr w:type="spellEnd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25584A6" w14:textId="77777777" w:rsidR="00972149" w:rsidRPr="0064164C" w:rsidRDefault="00972149" w:rsidP="0097214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texturas de forma realista nos modelos</w:t>
      </w:r>
    </w:p>
    <w:p w14:paraId="15CEA60E" w14:textId="77777777" w:rsidR="00972149" w:rsidRPr="0064164C" w:rsidRDefault="00972149" w:rsidP="0097214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animações com movimentos naturais e fluidos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33C52115" w14:textId="77777777" w:rsidR="00972149" w:rsidRPr="0064164C" w:rsidRDefault="00972149" w:rsidP="0097214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Otimiza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cenas 3D para um desempenho eficiente durante a edição e </w:t>
      </w:r>
      <w:proofErr w:type="spellStart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renderização</w:t>
      </w:r>
      <w:proofErr w:type="spellEnd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C92ECBC" w14:textId="77777777" w:rsidR="00972149" w:rsidRPr="0064164C" w:rsidRDefault="00972149" w:rsidP="0097214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proofErr w:type="spellStart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Renderizando</w:t>
      </w:r>
      <w:proofErr w:type="spellEnd"/>
      <w:r w:rsidRPr="006828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projeto tendo em conta os canais de difusão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B90B46D" w14:textId="77777777" w:rsidR="00972149" w:rsidRPr="00136AD8" w:rsidRDefault="00972149" w:rsidP="00972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66820E" w14:textId="77777777" w:rsidR="00972149" w:rsidRPr="00F87025" w:rsidRDefault="00972149" w:rsidP="00972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C981F5E" w14:textId="77777777" w:rsidR="00972149" w:rsidRPr="008047E3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Departamentos criativos de empresas de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</w:t>
      </w:r>
      <w:r w:rsidRPr="008047E3">
        <w:rPr>
          <w:rFonts w:ascii="Verdana Pro Light" w:eastAsia="Arial Unicode MS" w:hAnsi="Verdana Pro Light" w:cs="Arial Unicode MS"/>
          <w:sz w:val="18"/>
          <w:szCs w:val="18"/>
        </w:rPr>
        <w:t xml:space="preserve"> diversificadas</w:t>
      </w:r>
    </w:p>
    <w:p w14:paraId="42F8092D" w14:textId="77777777" w:rsidR="00972149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084EDBF" w14:textId="77777777" w:rsidR="00972149" w:rsidRPr="008047E3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46A18F87" w14:textId="77777777" w:rsidR="00972149" w:rsidRPr="00984B30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F0C1166" w14:textId="77777777" w:rsidR="00972149" w:rsidRPr="00051C79" w:rsidRDefault="00972149" w:rsidP="00972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044A59" w14:textId="77777777" w:rsidR="00972149" w:rsidRPr="00F87025" w:rsidRDefault="00972149" w:rsidP="00972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8A51F6F" w14:textId="77777777" w:rsidR="00972149" w:rsidRPr="008047E3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1B3BCC4" w14:textId="77777777" w:rsidR="00972149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047E3">
        <w:rPr>
          <w:rFonts w:ascii="Verdana Pro Light" w:eastAsia="Arial Unicode MS" w:hAnsi="Verdana Pro Light" w:cs="Arial Unicode MS"/>
          <w:sz w:val="18"/>
          <w:szCs w:val="18"/>
        </w:rPr>
        <w:t>Aplicações informáticas de modelação 3D</w:t>
      </w:r>
    </w:p>
    <w:p w14:paraId="575D8411" w14:textId="77777777" w:rsidR="00972149" w:rsidRPr="00367F87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67F87">
        <w:rPr>
          <w:rFonts w:ascii="Verdana Pro Light" w:eastAsia="Arial Unicode MS" w:hAnsi="Verdana Pro Light" w:cs="Arial Unicode MS"/>
          <w:sz w:val="18"/>
          <w:szCs w:val="18"/>
        </w:rPr>
        <w:t>Computador e software de edição de imagem</w:t>
      </w:r>
    </w:p>
    <w:p w14:paraId="39A06A5A" w14:textId="77777777" w:rsidR="00972149" w:rsidRPr="00367F87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67F87">
        <w:rPr>
          <w:rFonts w:ascii="Verdana Pro Light" w:eastAsia="Arial Unicode MS" w:hAnsi="Verdana Pro Light" w:cs="Arial Unicode MS"/>
          <w:sz w:val="18"/>
          <w:szCs w:val="18"/>
        </w:rPr>
        <w:t>Software de edição 3D</w:t>
      </w:r>
    </w:p>
    <w:p w14:paraId="5A1CC0EE" w14:textId="77777777" w:rsidR="00972149" w:rsidRPr="00367F87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67F87"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1C225A2E" w14:textId="77777777" w:rsidR="00972149" w:rsidRPr="00367F87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67F87">
        <w:rPr>
          <w:rFonts w:ascii="Verdana Pro Light" w:eastAsia="Arial Unicode MS" w:hAnsi="Verdana Pro Light" w:cs="Arial Unicode MS"/>
          <w:sz w:val="18"/>
          <w:szCs w:val="18"/>
        </w:rPr>
        <w:t>Ferramentas de produção de storyboards</w:t>
      </w:r>
    </w:p>
    <w:p w14:paraId="6CEA69E1" w14:textId="77777777" w:rsidR="00972149" w:rsidRPr="00367F87" w:rsidRDefault="00972149" w:rsidP="0097214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67F87">
        <w:rPr>
          <w:rFonts w:ascii="Verdana Pro Light" w:eastAsia="Arial Unicode MS" w:hAnsi="Verdana Pro Light" w:cs="Arial Unicode MS"/>
          <w:sz w:val="18"/>
          <w:szCs w:val="18"/>
        </w:rPr>
        <w:t>Ferramentas de criação de animações</w:t>
      </w:r>
    </w:p>
    <w:bookmarkEnd w:id="19"/>
    <w:p w14:paraId="77ECCE67" w14:textId="77777777" w:rsidR="00972149" w:rsidRPr="00051C79" w:rsidRDefault="00972149" w:rsidP="00972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2B73463" w14:textId="77777777" w:rsidR="00972149" w:rsidRPr="00F87025" w:rsidRDefault="00972149" w:rsidP="0097214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9619441" w14:textId="77777777" w:rsidR="00972149" w:rsidRPr="00051C79" w:rsidRDefault="00972149" w:rsidP="00972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8156BC" w14:textId="77777777" w:rsidR="00972149" w:rsidRPr="00051C79" w:rsidRDefault="00972149" w:rsidP="0097214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E92AF5" w14:textId="77777777" w:rsidR="00972149" w:rsidRDefault="00972149" w:rsidP="00972149">
      <w:pPr>
        <w:rPr>
          <w:rFonts w:ascii="Verdana Pro Light" w:hAnsi="Verdana Pro Light"/>
          <w:smallCaps/>
        </w:rPr>
      </w:pPr>
    </w:p>
    <w:p w14:paraId="5F21EFD7" w14:textId="77777777" w:rsidR="00972149" w:rsidRPr="00051C79" w:rsidRDefault="00972149" w:rsidP="0097214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1B96AE6" w14:textId="33FAE83E" w:rsidR="00EB1CA2" w:rsidRDefault="00EB1CA2" w:rsidP="00EB1CA2">
      <w:pPr>
        <w:rPr>
          <w:rFonts w:ascii="Verdana Pro Light" w:hAnsi="Verdana Pro Light"/>
          <w:smallCaps/>
        </w:rPr>
      </w:pPr>
    </w:p>
    <w:p w14:paraId="1B536168" w14:textId="77777777" w:rsidR="00EB1CA2" w:rsidRDefault="00EB1CA2" w:rsidP="00C3606C">
      <w:pPr>
        <w:rPr>
          <w:rFonts w:ascii="Verdana Pro Light" w:hAnsi="Verdana Pro Light"/>
          <w:smallCaps/>
        </w:rPr>
      </w:pPr>
    </w:p>
    <w:p w14:paraId="7D10BA08" w14:textId="77777777" w:rsidR="00EB1CA2" w:rsidRDefault="00EB1CA2" w:rsidP="00C3606C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3606C" w:rsidRPr="00136AD8" w14:paraId="666958A4" w14:textId="77777777" w:rsidTr="009277C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E5B541D" w14:textId="57F35DEC" w:rsidR="00C3606C" w:rsidRPr="00136AD8" w:rsidRDefault="00C3606C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 w:rsidR="00CC1EE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AF4966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00</w:t>
            </w:r>
            <w:r w:rsidR="00376E25">
              <w:rPr>
                <w:rFonts w:ascii="Verdana Pro Light" w:hAnsi="Verdana Pro Light" w:cs="Times New Roman"/>
                <w:b/>
                <w:smallCaps/>
                <w:color w:val="FFC000"/>
                <w:sz w:val="18"/>
                <w:szCs w:val="18"/>
              </w:rPr>
              <w:t>18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0B68DC4" w14:textId="77777777" w:rsidR="00C3606C" w:rsidRPr="009C256C" w:rsidRDefault="009277C0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26D35">
              <w:t>Criar e desenvolver conteúdos, animações para dispositivos móveis.</w:t>
            </w:r>
          </w:p>
        </w:tc>
      </w:tr>
      <w:tr w:rsidR="00C3606C" w:rsidRPr="00136AD8" w14:paraId="5C57D93A" w14:textId="77777777" w:rsidTr="009277C0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27A6D82" w14:textId="77777777" w:rsidR="00C3606C" w:rsidRPr="00136AD8" w:rsidRDefault="00C3606C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smallCaps/>
                <w:sz w:val="18"/>
                <w:szCs w:val="18"/>
              </w:rPr>
              <w:t>UFCD 0000</w:t>
            </w:r>
            <w:r w:rsidRPr="00313643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/</w:t>
            </w:r>
            <w:r w:rsidRPr="00AF496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000</w:t>
            </w:r>
            <w:r w:rsidR="00CC1EEE" w:rsidRPr="00AF4966">
              <w:rPr>
                <w:rFonts w:ascii="Verdana Pro Light" w:hAnsi="Verdana Pro Light" w:cs="Times New Roman"/>
                <w:smallCaps/>
                <w:color w:val="FFC000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E7E6E6" w:themeFill="background2"/>
          </w:tcPr>
          <w:p w14:paraId="5DC7FD93" w14:textId="77777777" w:rsidR="00C3606C" w:rsidRPr="00136AD8" w:rsidRDefault="00CC1EEE" w:rsidP="009277C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C1EEE">
              <w:rPr>
                <w:rFonts w:ascii="Verdana Pro Light" w:eastAsia="Arial Unicode MS" w:hAnsi="Verdana Pro Light" w:cs="Times New Roman"/>
                <w:sz w:val="18"/>
                <w:szCs w:val="18"/>
              </w:rPr>
              <w:t>Desenvolvimento de conteúdos multimédia para dispositivos móveis</w:t>
            </w:r>
          </w:p>
        </w:tc>
      </w:tr>
    </w:tbl>
    <w:p w14:paraId="31356455" w14:textId="77777777" w:rsidR="00C3606C" w:rsidRPr="00136AD8" w:rsidRDefault="00C3606C" w:rsidP="00C3606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856D7AF" w14:textId="201D7E1B" w:rsidR="00C3606C" w:rsidRDefault="00C3606C" w:rsidP="00C3606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9277C0">
        <w:rPr>
          <w:rFonts w:ascii="Verdana Pro Light" w:eastAsia="Arial Unicode MS" w:hAnsi="Verdana Pro Light" w:cs="Times New Roman"/>
          <w:b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 w:rsidR="009277C0"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6F866738" w14:textId="6A4D3BAA" w:rsidR="005432CF" w:rsidRDefault="005432CF" w:rsidP="005432CF">
      <w:pPr>
        <w:widowControl w:val="0"/>
        <w:spacing w:before="110" w:line="240" w:lineRule="auto"/>
        <w:ind w:right="1"/>
        <w:jc w:val="both"/>
        <w:rPr>
          <w:rFonts w:ascii="Verdana Pro Light" w:eastAsia="Verdana Pro Light" w:hAnsi="Verdana Pro Light" w:cs="Verdana Pro Light"/>
          <w:sz w:val="18"/>
          <w:szCs w:val="18"/>
        </w:rPr>
      </w:pPr>
      <w:r>
        <w:rPr>
          <w:rFonts w:ascii="Verdana Pro Light" w:eastAsia="Verdana Pro Light" w:hAnsi="Verdana Pro Light" w:cs="Verdana Pro Light"/>
          <w:b/>
          <w:smallCaps/>
          <w:sz w:val="20"/>
          <w:szCs w:val="20"/>
        </w:rPr>
        <w:t>Carga Horária: 25</w:t>
      </w:r>
      <w:r>
        <w:rPr>
          <w:rFonts w:ascii="Verdana Pro Light" w:eastAsia="Verdana Pro Light" w:hAnsi="Verdana Pro Light" w:cs="Verdana Pro Light"/>
          <w:smallCaps/>
          <w:sz w:val="20"/>
          <w:szCs w:val="20"/>
        </w:rPr>
        <w:t>h</w:t>
      </w:r>
    </w:p>
    <w:p w14:paraId="669D475D" w14:textId="77777777" w:rsidR="00C3606C" w:rsidRPr="00136AD8" w:rsidRDefault="00C3606C" w:rsidP="00C3606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3606C" w:rsidRPr="00136AD8" w14:paraId="172FFDB2" w14:textId="77777777" w:rsidTr="009277C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AC79F1D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3606C" w:rsidRPr="00136AD8" w14:paraId="3FC50F82" w14:textId="77777777" w:rsidTr="009277C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244732" w14:textId="77777777" w:rsidR="00F60515" w:rsidRPr="0060167E" w:rsidRDefault="00F60515" w:rsidP="00F6051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Configurar e parametrizar a ferramenta de desenvolvimento de plataformas móveis.</w:t>
            </w:r>
          </w:p>
          <w:p w14:paraId="35CBFF1D" w14:textId="77777777" w:rsidR="00F60515" w:rsidRPr="0060167E" w:rsidRDefault="00F60515" w:rsidP="00F6051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conteúdos, animações e aplicações multimédia destinados a dispositivos móveis.</w:t>
            </w:r>
          </w:p>
          <w:p w14:paraId="6E06CCFB" w14:textId="77777777" w:rsidR="00F60515" w:rsidRPr="0060167E" w:rsidRDefault="00F60515" w:rsidP="00F6051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 a programação de aplicações multimédia, otimizando os conteúdos e garantindo a interatividade.</w:t>
            </w:r>
          </w:p>
          <w:p w14:paraId="15F2A409" w14:textId="77777777" w:rsidR="00F60515" w:rsidRPr="001B353A" w:rsidRDefault="00F60515" w:rsidP="00F6051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60167E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testes de navegação e de compatibilidade e exportar e publicar as aplicações.</w:t>
            </w:r>
          </w:p>
          <w:p w14:paraId="188BA1A6" w14:textId="77777777" w:rsidR="00C3606C" w:rsidRPr="001B353A" w:rsidRDefault="00C3606C" w:rsidP="009277C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C3606C" w:rsidRPr="00136AD8" w14:paraId="46492CC8" w14:textId="77777777" w:rsidTr="009277C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5F0BC88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7D59C3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6E97C10" w14:textId="77777777" w:rsidR="00C3606C" w:rsidRPr="001B353A" w:rsidRDefault="00C3606C" w:rsidP="009277C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60515" w:rsidRPr="00136AD8" w14:paraId="3C14B8CB" w14:textId="77777777" w:rsidTr="009277C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7CCA0" w14:textId="35F7EE9D" w:rsidR="00F60515" w:rsidRDefault="005432CF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F60515"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de usabilidade, incluindo feedback do </w:t>
            </w:r>
            <w:r w:rsidR="00F60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="00F60515"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eficiência, consistência e facilidade de aprendiza</w:t>
            </w:r>
            <w:r w:rsidR="00F60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gem</w:t>
            </w:r>
            <w:r w:rsidR="00F60515"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D81D30A" w14:textId="5A05210C" w:rsidR="00F60515" w:rsidRDefault="005432CF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</w:t>
            </w:r>
            <w:r w:rsidR="00F60515"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layout flexível para criar designs que se ajustem dinamicamente.</w:t>
            </w:r>
          </w:p>
          <w:p w14:paraId="588A1A53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edição de imagem, vídeo e áudio que facilitem a criação de conteúdo acessível.</w:t>
            </w:r>
          </w:p>
          <w:p w14:paraId="4520B566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932A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rincípios de design responsivo</w:t>
            </w:r>
          </w:p>
          <w:p w14:paraId="12DBDC54" w14:textId="77777777" w:rsidR="00F60515" w:rsidRPr="00E54A6D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de design de interface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utilizador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(UI) e experiência do 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tilizador</w:t>
            </w:r>
            <w:r w:rsidRPr="00FE15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(UX)</w:t>
            </w:r>
            <w:r w:rsidRPr="00E54A6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7A046EE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Tipografia e Legibilidade</w:t>
            </w:r>
          </w:p>
          <w:p w14:paraId="7ACDC5B7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 de prototipagem de aplicações.</w:t>
            </w:r>
          </w:p>
          <w:p w14:paraId="4326F298" w14:textId="325D6DFA" w:rsidR="00F60515" w:rsidRDefault="005432CF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="00F60515" w:rsidRPr="00932A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inguagens </w:t>
            </w:r>
            <w:proofErr w:type="spellStart"/>
            <w:r w:rsidR="00F60515" w:rsidRPr="00932A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front-end</w:t>
            </w:r>
            <w:proofErr w:type="spellEnd"/>
            <w:r w:rsidR="00F60515" w:rsidRPr="00932AE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criar interfaces interativas e dinâmicas.</w:t>
            </w:r>
          </w:p>
          <w:p w14:paraId="48358776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animação.</w:t>
            </w:r>
          </w:p>
          <w:p w14:paraId="489A9654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Linguagem de programação de aplicações.</w:t>
            </w:r>
          </w:p>
          <w:p w14:paraId="6D85F3E6" w14:textId="77777777" w:rsidR="00F60515" w:rsidRPr="001B353A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AA129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desenvolvimento de protótipos.</w:t>
            </w:r>
          </w:p>
          <w:p w14:paraId="32357D3C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Utilização de media </w:t>
            </w:r>
            <w:proofErr w:type="spellStart"/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queries</w:t>
            </w:r>
            <w:proofErr w:type="spellEnd"/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CSS para criar layouts adaptativos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9122A62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eduzir o tamanho das imagens sem comprometer a qualidade.</w:t>
            </w:r>
          </w:p>
          <w:p w14:paraId="58F0C54C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wireframes</w:t>
            </w:r>
            <w:proofErr w:type="spellEnd"/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protótipos que considerem a experiência do 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tilizador</w:t>
            </w:r>
            <w:r w:rsidRPr="006732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7CDCA54" w14:textId="77777777" w:rsidR="00F60515" w:rsidRPr="00517AA8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Escolh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tamanhos de fonte legíveis em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ecrãs</w:t>
            </w: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pequen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932A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s.</w:t>
            </w:r>
          </w:p>
          <w:p w14:paraId="1CD7CA91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elementos audiovisuais para dispositivos móveis.</w:t>
            </w:r>
          </w:p>
          <w:p w14:paraId="1D82CC2F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aplicações para dispositivos móveis.</w:t>
            </w:r>
          </w:p>
          <w:p w14:paraId="3DDFE0B2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0BBDA4A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B2299D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F358FB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A97312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3B043DF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C287CAE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4401AA" w14:textId="77777777" w:rsidR="00F60515" w:rsidRPr="00057283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0CAAD" w14:textId="77777777" w:rsidR="00F60515" w:rsidRPr="0020338E" w:rsidRDefault="00F60515" w:rsidP="00F6051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Responsabilidades pelas suas ações.</w:t>
            </w:r>
          </w:p>
          <w:p w14:paraId="7D6C023F" w14:textId="77777777" w:rsidR="00F60515" w:rsidRPr="0020338E" w:rsidRDefault="00F60515" w:rsidP="00F6051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Autonomia no âmbito das suas funções.</w:t>
            </w:r>
          </w:p>
          <w:p w14:paraId="339F1BF4" w14:textId="77777777" w:rsidR="00F60515" w:rsidRPr="0020338E" w:rsidRDefault="00F60515" w:rsidP="00F6051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7A003D39" w14:textId="77777777" w:rsidR="00F60515" w:rsidRPr="0020338E" w:rsidRDefault="00F60515" w:rsidP="00F6051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7639AEE3" w14:textId="77777777" w:rsidR="00F60515" w:rsidRPr="0020338E" w:rsidRDefault="00F60515" w:rsidP="00F6051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Empatia.</w:t>
            </w:r>
          </w:p>
          <w:p w14:paraId="1DF72BFC" w14:textId="77777777" w:rsidR="00F60515" w:rsidRPr="0020338E" w:rsidRDefault="00F60515" w:rsidP="00F6051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Autoconfiança.</w:t>
            </w:r>
          </w:p>
          <w:p w14:paraId="2E5F1D38" w14:textId="77777777" w:rsidR="00F60515" w:rsidRPr="0020338E" w:rsidRDefault="00F60515" w:rsidP="00F6051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Criatividade</w:t>
            </w:r>
          </w:p>
          <w:p w14:paraId="11F0A970" w14:textId="77777777" w:rsidR="00F60515" w:rsidRPr="0020338E" w:rsidRDefault="00F60515" w:rsidP="00F6051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Cooperação com a equipa.</w:t>
            </w:r>
          </w:p>
          <w:p w14:paraId="58A0FB16" w14:textId="77777777" w:rsidR="00F60515" w:rsidRPr="0020338E" w:rsidRDefault="00F60515" w:rsidP="00F60515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20338E">
              <w:rPr>
                <w:rFonts w:ascii="Verdana Pro Light" w:hAnsi="Verdana Pro Light"/>
                <w:sz w:val="18"/>
                <w:szCs w:val="18"/>
              </w:rPr>
              <w:t>Sentido de organização.</w:t>
            </w:r>
          </w:p>
          <w:p w14:paraId="32CD6D2F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DE27706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FCD794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E71DA9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E69AE85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58DACA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6CE5340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5C65E3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BD92AD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EB0CF31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094433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E8A113F" w14:textId="77777777" w:rsidR="00F60515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1C48AFD" w14:textId="77777777" w:rsidR="00F60515" w:rsidRPr="00057283" w:rsidRDefault="00F60515" w:rsidP="00F6051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2021605" w14:textId="77777777" w:rsidR="00C3606C" w:rsidRDefault="00C3606C" w:rsidP="00C3606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513823A" w14:textId="77777777" w:rsidR="00C3606C" w:rsidRDefault="00C3606C" w:rsidP="00C3606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877BEB1" w14:textId="77777777" w:rsidR="00C3606C" w:rsidRPr="00F87025" w:rsidRDefault="00C3606C" w:rsidP="00C36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4DB720E" w14:textId="77777777" w:rsidR="00F60515" w:rsidRPr="00F20E6F" w:rsidRDefault="00F60515" w:rsidP="00F6051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0533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e desenvolver conteúdos, animações e aplicações multimédia destinados a dispositivos móveis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1B35057" w14:textId="77777777" w:rsidR="00F60515" w:rsidRPr="0064164C" w:rsidRDefault="00F60515" w:rsidP="00F6051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 aplicação seja responsiva e tenha tempos de carregamento rápidos.</w:t>
      </w:r>
    </w:p>
    <w:p w14:paraId="271DD780" w14:textId="77777777" w:rsidR="00F60515" w:rsidRPr="0064164C" w:rsidRDefault="00F60515" w:rsidP="00F6051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Assegura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que as animações sejam suaves e não comprometam o desempenho geral.</w:t>
      </w:r>
    </w:p>
    <w:p w14:paraId="3EE0FE53" w14:textId="77777777" w:rsidR="00F60515" w:rsidRPr="0064164C" w:rsidRDefault="00F60515" w:rsidP="00F6051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interfaces que se adaptem de forma eficaz a diferentes resoluções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do ecrã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5889922A" w14:textId="77777777" w:rsidR="00F60515" w:rsidRPr="0064164C" w:rsidRDefault="00F60515" w:rsidP="00F6051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Desenvolve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uma navegação intuitiva, considerando padrões de interação comuns em dispositivos móveis.</w:t>
      </w:r>
    </w:p>
    <w:p w14:paraId="30B93132" w14:textId="77777777" w:rsidR="00F60515" w:rsidRPr="0064164C" w:rsidRDefault="00F60515" w:rsidP="00F6051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ícones e elementos visuais que sejam compreensíveis e intuitivos para os u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tilizadores</w:t>
      </w:r>
      <w:r w:rsidRPr="0050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4BA12022" w14:textId="77777777" w:rsidR="00F60515" w:rsidRPr="00136AD8" w:rsidRDefault="00F60515" w:rsidP="00F6051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F5A9170" w14:textId="77777777" w:rsidR="00F60515" w:rsidRPr="00F87025" w:rsidRDefault="00F60515" w:rsidP="00F6051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08A74C4" w14:textId="77777777" w:rsidR="00F60515" w:rsidRDefault="00F60515" w:rsidP="00F605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Agências digitais em design, desenvolvimento, marketing digital.</w:t>
      </w:r>
    </w:p>
    <w:p w14:paraId="6AAE5F70" w14:textId="77777777" w:rsidR="00F60515" w:rsidRPr="00984B30" w:rsidRDefault="00F60515" w:rsidP="00F605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Empresas de desenvolvimento de jogos.</w:t>
      </w:r>
    </w:p>
    <w:p w14:paraId="3E903C88" w14:textId="77777777" w:rsidR="00F60515" w:rsidRPr="00984B30" w:rsidRDefault="00F60515" w:rsidP="00F605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Empresas de Desenvolvimento de Software</w:t>
      </w:r>
    </w:p>
    <w:p w14:paraId="3E6EF603" w14:textId="77777777" w:rsidR="00F60515" w:rsidRPr="008047E3" w:rsidRDefault="00F60515" w:rsidP="00F605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41E0AB4E" w14:textId="77777777" w:rsidR="00F60515" w:rsidRPr="00984B30" w:rsidRDefault="00F60515" w:rsidP="00F605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3189D7C" w14:textId="77777777" w:rsidR="00F60515" w:rsidRPr="00051C79" w:rsidRDefault="00F60515" w:rsidP="00F6051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5E8932" w14:textId="77777777" w:rsidR="00F60515" w:rsidRPr="00F87025" w:rsidRDefault="00F60515" w:rsidP="00F6051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FC21343" w14:textId="77777777" w:rsidR="00F60515" w:rsidRPr="00564406" w:rsidRDefault="00F60515" w:rsidP="00F605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Computador com acesso à internet.</w:t>
      </w:r>
    </w:p>
    <w:p w14:paraId="1369D1DA" w14:textId="77777777" w:rsidR="00F60515" w:rsidRPr="00564406" w:rsidRDefault="00F60515" w:rsidP="00F605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Software de edição de imagem.</w:t>
      </w:r>
    </w:p>
    <w:p w14:paraId="5DA449DF" w14:textId="77777777" w:rsidR="00F60515" w:rsidRPr="00501DC8" w:rsidRDefault="00F60515" w:rsidP="00F605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Recursos Multimédia e Audiovisuais.</w:t>
      </w:r>
    </w:p>
    <w:p w14:paraId="02B2DA44" w14:textId="77777777" w:rsidR="00F60515" w:rsidRDefault="00F60515" w:rsidP="00F605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Aplicações de desenvolvimento de protótipos.</w:t>
      </w:r>
    </w:p>
    <w:p w14:paraId="226C058C" w14:textId="77777777" w:rsidR="00F60515" w:rsidRDefault="00F60515" w:rsidP="00F605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IDE de desenvolvimento de aplicações.</w:t>
      </w:r>
    </w:p>
    <w:p w14:paraId="251D9119" w14:textId="77777777" w:rsidR="00F60515" w:rsidRDefault="00F60515" w:rsidP="00F605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Aplicações de desenvolvimento em ambiente virtual 3D.</w:t>
      </w:r>
    </w:p>
    <w:p w14:paraId="7A543043" w14:textId="77777777" w:rsidR="00F60515" w:rsidRDefault="00F60515" w:rsidP="00F605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BD833C7">
        <w:rPr>
          <w:rFonts w:ascii="Verdana Pro Light" w:eastAsia="Arial Unicode MS" w:hAnsi="Verdana Pro Light" w:cs="Arial Unicode MS"/>
          <w:sz w:val="18"/>
          <w:szCs w:val="18"/>
        </w:rPr>
        <w:t>Motores de jogos</w:t>
      </w:r>
    </w:p>
    <w:p w14:paraId="0ACC85C9" w14:textId="77777777" w:rsidR="00F60515" w:rsidRPr="00501DC8" w:rsidRDefault="00F60515" w:rsidP="00F6051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33524D8" w14:textId="77777777" w:rsidR="00C3606C" w:rsidRPr="00F87025" w:rsidRDefault="00C3606C" w:rsidP="00C3606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8D34E7C" w14:textId="77777777" w:rsidR="00C3606C" w:rsidRPr="00051C79" w:rsidRDefault="00F60515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UC de Técnico Multimédia</w:t>
      </w:r>
    </w:p>
    <w:p w14:paraId="2D76A09F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FCC8BB" w14:textId="77777777" w:rsidR="00C3606C" w:rsidRPr="00051C79" w:rsidRDefault="00C3606C" w:rsidP="00C3606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CA2C12" w14:textId="77777777" w:rsidR="00F26A4C" w:rsidRDefault="00F26A4C" w:rsidP="00F26A4C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11B91E31" w14:textId="77777777" w:rsidR="00F26A4C" w:rsidRDefault="00F26A4C" w:rsidP="00F26A4C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3FE57177" w14:textId="77777777" w:rsidR="00F26A4C" w:rsidRDefault="00F26A4C" w:rsidP="00F26A4C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1A4753A0" w14:textId="77777777" w:rsidR="002C514C" w:rsidRDefault="002C514C" w:rsidP="00F26A4C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1F9CF2EE" w14:textId="77777777" w:rsidR="002C514C" w:rsidRDefault="002C514C" w:rsidP="00F26A4C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26A4C" w:rsidRPr="00136AD8" w14:paraId="7FE1B4E8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8094F95" w14:textId="4D1E0E63" w:rsidR="00F26A4C" w:rsidRPr="00136AD8" w:rsidRDefault="00F26A4C" w:rsidP="00F02262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</w:pPr>
            <w:r w:rsidRPr="57DA59F9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</w:t>
            </w:r>
            <w:r w:rsidR="002C514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83EE4F0" w14:textId="77777777" w:rsidR="00F26A4C" w:rsidRPr="009C256C" w:rsidRDefault="00F26A4C" w:rsidP="00F02262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Criar e desenvolver ideias de negócio</w:t>
            </w:r>
          </w:p>
        </w:tc>
      </w:tr>
      <w:tr w:rsidR="00F26A4C" w:rsidRPr="00136AD8" w14:paraId="32801777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0E633CD" w14:textId="77777777" w:rsidR="00F26A4C" w:rsidRPr="00136AD8" w:rsidRDefault="00F26A4C" w:rsidP="00F02262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</w:pPr>
            <w:r w:rsidRPr="57DA59F9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00031</w:t>
            </w:r>
          </w:p>
        </w:tc>
        <w:tc>
          <w:tcPr>
            <w:tcW w:w="7324" w:type="dxa"/>
            <w:shd w:val="clear" w:color="auto" w:fill="E7E6E6" w:themeFill="background2"/>
          </w:tcPr>
          <w:p w14:paraId="6A5DFB57" w14:textId="77777777" w:rsidR="00F26A4C" w:rsidRPr="00136AD8" w:rsidRDefault="00F26A4C" w:rsidP="00F02262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>Ideias e oportunidades de negócio</w:t>
            </w:r>
          </w:p>
        </w:tc>
      </w:tr>
    </w:tbl>
    <w:p w14:paraId="7711086B" w14:textId="77777777" w:rsidR="00F26A4C" w:rsidRPr="00136AD8" w:rsidRDefault="00F26A4C" w:rsidP="00F26A4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37CE90E" w14:textId="77777777" w:rsidR="00F26A4C" w:rsidRPr="003200F2" w:rsidRDefault="00F26A4C" w:rsidP="00F26A4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4A05A569" w14:textId="77777777" w:rsidR="00F26A4C" w:rsidRPr="00136AD8" w:rsidRDefault="00F26A4C" w:rsidP="00F26A4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26A4C" w:rsidRPr="00136AD8" w14:paraId="19B84347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5A7997D" w14:textId="77777777" w:rsidR="00F26A4C" w:rsidRPr="001B353A" w:rsidRDefault="00F26A4C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26A4C" w:rsidRPr="00136AD8" w14:paraId="58CD5D01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F9BFBA" w14:textId="77777777" w:rsidR="00F26A4C" w:rsidRPr="000C4E32" w:rsidRDefault="00F26A4C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Efetuar a prospeção de mercado e oportunidades de negócio.</w:t>
            </w:r>
          </w:p>
          <w:p w14:paraId="243D209B" w14:textId="77777777" w:rsidR="00F26A4C" w:rsidRPr="000C4E32" w:rsidRDefault="00F26A4C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Analisar ideias de criação de negócios.</w:t>
            </w:r>
          </w:p>
          <w:p w14:paraId="5818B293" w14:textId="77777777" w:rsidR="00F26A4C" w:rsidRPr="000C4E32" w:rsidRDefault="00F26A4C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Desenvolver a ideia de negócio.</w:t>
            </w:r>
          </w:p>
          <w:p w14:paraId="46878A31" w14:textId="77777777" w:rsidR="00F26A4C" w:rsidRPr="000C4E32" w:rsidRDefault="00F26A4C" w:rsidP="00F02262">
            <w:pPr>
              <w:spacing w:before="120" w:after="8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53F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 viabilidade da ideia de negócio.</w:t>
            </w:r>
          </w:p>
        </w:tc>
      </w:tr>
      <w:tr w:rsidR="00F26A4C" w:rsidRPr="00136AD8" w14:paraId="1FA5BCB7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75DC15" w14:textId="77777777" w:rsidR="00F26A4C" w:rsidRPr="001B353A" w:rsidRDefault="00F26A4C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8900FA" w14:textId="77777777" w:rsidR="00F26A4C" w:rsidRPr="001B353A" w:rsidRDefault="00F26A4C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7F72726" w14:textId="77777777" w:rsidR="00F26A4C" w:rsidRPr="001B353A" w:rsidRDefault="00F26A4C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26A4C" w:rsidRPr="00136AD8" w14:paraId="3005A28E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57F24" w14:textId="77777777" w:rsidR="00F26A4C" w:rsidRPr="000C4E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Empreendedorismo – princípios.</w:t>
            </w:r>
          </w:p>
          <w:p w14:paraId="692B4691" w14:textId="77777777" w:rsidR="00F26A4C" w:rsidRPr="000C4E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– definição e processo criativo.</w:t>
            </w:r>
          </w:p>
          <w:p w14:paraId="3C3F153F" w14:textId="77777777" w:rsidR="00F26A4C" w:rsidRPr="000C4E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Inovação e seus tipos.</w:t>
            </w:r>
          </w:p>
          <w:p w14:paraId="5B1EF34B" w14:textId="77777777" w:rsidR="00F26A4C" w:rsidRPr="000C4E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Modelos e técnicas de geração de ideias – </w:t>
            </w:r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design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thinking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análise das tendências de mercado e do público-alvo.</w:t>
            </w:r>
          </w:p>
          <w:p w14:paraId="4D68632E" w14:textId="77777777" w:rsidR="00F26A4C" w:rsidRPr="000C4E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valor - nível individual, social e económico.</w:t>
            </w:r>
          </w:p>
          <w:p w14:paraId="38B1BADF" w14:textId="77777777" w:rsidR="00F26A4C" w:rsidRPr="000C4E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satisfação de necessidades de produtos/serviços.</w:t>
            </w:r>
          </w:p>
          <w:p w14:paraId="155ACAB7" w14:textId="77777777" w:rsidR="00F26A4C" w:rsidRPr="000C4E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 intelectual – importância, vantagens da proteção.</w:t>
            </w:r>
          </w:p>
          <w:p w14:paraId="571F8FD1" w14:textId="77777777" w:rsidR="00F26A4C" w:rsidRPr="000C4E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Transformação de uma ideia numa oportunidade de negócio.</w:t>
            </w:r>
          </w:p>
          <w:p w14:paraId="70DD2DBF" w14:textId="77777777" w:rsidR="00F26A4C" w:rsidRPr="000C4E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Negócio e suas etapas. </w:t>
            </w:r>
          </w:p>
          <w:p w14:paraId="7030FD02" w14:textId="77777777" w:rsidR="00F26A4C" w:rsidRPr="000C4E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Formas de recolha de informação sobre ideias e oportunidades de negócio/mercado – forma direta (clientes, concorrência, eventuais parceiros ou promotores) e indireta (estudos de mercado, viabilidade e informação disponível online ou noutros suportes).</w:t>
            </w:r>
          </w:p>
          <w:p w14:paraId="2267230D" w14:textId="77777777" w:rsidR="00F26A4C" w:rsidRPr="000C4E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 de informação a recolher - negócio, mercado (nacional, europeu e internacional), concorrência, produtos, serviços, local, instalações e equipamento, </w:t>
            </w: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transporte, armazenamento e gestão de stocks, meios de promoção e clientes, financiamento, custos, vendas, lucros e impostos.</w:t>
            </w:r>
          </w:p>
          <w:p w14:paraId="69B85DCC" w14:textId="77777777" w:rsidR="00F26A4C" w:rsidRPr="000C4E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 - “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Canvas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”, “Cadeia de valor de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Porter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”, outros.</w:t>
            </w:r>
          </w:p>
          <w:p w14:paraId="60F33E2A" w14:textId="77777777" w:rsidR="00F26A4C" w:rsidRPr="000C4E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do negócio, clientes e mercados a atingir.</w:t>
            </w:r>
          </w:p>
          <w:p w14:paraId="6EA4B00A" w14:textId="77777777" w:rsidR="00F26A4C" w:rsidRPr="000C4E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negócio - natureza e constituição jurídica do negócio.</w:t>
            </w:r>
          </w:p>
          <w:p w14:paraId="3F026738" w14:textId="77777777" w:rsidR="00F26A4C" w:rsidRPr="000C4E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Financiamento, apoios e incentivos à criação de negócios - meios e recursos de apoio à criação de negócios, serviços e apoios públicos e privados, capitais próprios, parcerias.</w:t>
            </w:r>
          </w:p>
          <w:p w14:paraId="5A3EA549" w14:textId="77777777" w:rsidR="00F26A4C" w:rsidRPr="000C4E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Validação da ideia de negócio – análise crítica do mercado (estudos de mercado, segmentação de mercado), do negócio e/ou produto (vantagens e desvantagens, potencial de desenvolvimento, consequências e efeito no mercado/sociedade/ ambiente).</w:t>
            </w:r>
          </w:p>
          <w:p w14:paraId="3057C879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Boas práticas na criação de negócios.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29376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Recolher e analisar informação sobre ideias e oportunidades de negócio.</w:t>
            </w:r>
          </w:p>
          <w:p w14:paraId="07CFF6FA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 técnica de benchmarking.</w:t>
            </w:r>
          </w:p>
          <w:p w14:paraId="504297E1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necessidades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tendências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desafios. </w:t>
            </w:r>
          </w:p>
          <w:p w14:paraId="25C98262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 ideia de negócio.</w:t>
            </w:r>
          </w:p>
          <w:p w14:paraId="3E9BB5CE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etapas da criação do negócio.</w:t>
            </w:r>
          </w:p>
          <w:p w14:paraId="769A6F42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Caraterizar as atividades, potenciais clientes e mercado do negócio.</w:t>
            </w:r>
          </w:p>
          <w:p w14:paraId="1DAB2580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financiamento, apoios e incentivos ao desenvolvimento do negócio.</w:t>
            </w:r>
          </w:p>
          <w:p w14:paraId="49CA4FFA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Proceder à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análise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viabilidade da ideia e oportunidade 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negócio e/ou produto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16B17AA" w14:textId="77777777" w:rsidR="00F26A4C" w:rsidRPr="000A223C" w:rsidRDefault="00F26A4C" w:rsidP="00F0226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7B98A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7015A272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905DBEA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40D25415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5FF08CAF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2A51F45C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25183EA5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2E2815E3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2DC660D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6C43F097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0571B1F7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75C513CA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24951C07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076104E6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</w:tc>
      </w:tr>
    </w:tbl>
    <w:p w14:paraId="6339E17F" w14:textId="77777777" w:rsidR="00F26A4C" w:rsidRDefault="00F26A4C" w:rsidP="00F26A4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E8CC304" w14:textId="77777777" w:rsidR="00F26A4C" w:rsidRPr="00F87025" w:rsidRDefault="00F26A4C" w:rsidP="00F26A4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922504A" w14:textId="77777777" w:rsidR="00F26A4C" w:rsidRPr="00F20E6F" w:rsidRDefault="00F26A4C" w:rsidP="00F26A4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031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e desenvolver ideias de negócio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46EE692" w14:textId="77777777" w:rsidR="00F26A4C" w:rsidRPr="00B450A1" w:rsidRDefault="00F26A4C" w:rsidP="00F26A4C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A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nalisando o mercado para a identificação de novos produtos/serviços.</w:t>
      </w:r>
    </w:p>
    <w:p w14:paraId="5D905803" w14:textId="77777777" w:rsidR="00F26A4C" w:rsidRPr="00B450A1" w:rsidRDefault="00F26A4C" w:rsidP="00F26A4C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D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efinindo metas e etapas de organização e monitorização do plano operacional.</w:t>
      </w:r>
    </w:p>
    <w:p w14:paraId="058D575D" w14:textId="77777777" w:rsidR="00F26A4C" w:rsidRPr="00B450A1" w:rsidRDefault="00F26A4C" w:rsidP="00F26A4C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I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dentificando fatores críticos de sucesso.</w:t>
      </w:r>
    </w:p>
    <w:p w14:paraId="1A5D5052" w14:textId="77777777" w:rsidR="00F26A4C" w:rsidRPr="00B450A1" w:rsidRDefault="00F26A4C" w:rsidP="00F26A4C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204DC8E8">
        <w:rPr>
          <w:rFonts w:ascii="Verdana Pro Light" w:eastAsia="Arial Unicode MS" w:hAnsi="Verdana Pro Light" w:cs="Arial Unicode MS"/>
          <w:sz w:val="18"/>
          <w:szCs w:val="18"/>
        </w:rPr>
        <w:t>CD4.</w:t>
      </w:r>
      <w:r>
        <w:tab/>
      </w:r>
      <w:r w:rsidRPr="204DC8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Realizando a análise da sua viabilidade.</w:t>
      </w:r>
    </w:p>
    <w:p w14:paraId="08DF22D9" w14:textId="77777777" w:rsidR="00F26A4C" w:rsidRPr="00136AD8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489620" w14:textId="77777777" w:rsidR="00F26A4C" w:rsidRPr="00F87025" w:rsidRDefault="00F26A4C" w:rsidP="00F26A4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2B44BC7" w14:textId="77777777" w:rsidR="00F26A4C" w:rsidRPr="003C3B47" w:rsidRDefault="00F26A4C" w:rsidP="00F26A4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19CBD867" w14:textId="77777777" w:rsidR="00F26A4C" w:rsidRPr="00051C79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39A95B" w14:textId="77777777" w:rsidR="00F26A4C" w:rsidRPr="00F87025" w:rsidRDefault="00F26A4C" w:rsidP="00F26A4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B22DBE8" w14:textId="77777777" w:rsidR="00F26A4C" w:rsidRPr="00E25AAA" w:rsidRDefault="00F26A4C" w:rsidP="00F26A4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535B1092" w14:textId="77777777" w:rsidR="00F26A4C" w:rsidRPr="00E25AAA" w:rsidRDefault="00F26A4C" w:rsidP="00F26A4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Documentação contendo exemplos de negócios.</w:t>
      </w:r>
    </w:p>
    <w:p w14:paraId="6797A134" w14:textId="77777777" w:rsidR="00F26A4C" w:rsidRPr="00E25AAA" w:rsidRDefault="00F26A4C" w:rsidP="00F26A4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Boas práticas na criação de negócios.</w:t>
      </w:r>
    </w:p>
    <w:p w14:paraId="3F1044DF" w14:textId="77777777" w:rsidR="00F26A4C" w:rsidRDefault="00F26A4C" w:rsidP="00F26A4C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Estudos de mercados, estatísticas nacionais e internacionais, meios de comunicação social. </w:t>
      </w:r>
    </w:p>
    <w:p w14:paraId="6E2EF7F3" w14:textId="77777777" w:rsidR="00F26A4C" w:rsidRDefault="00F26A4C" w:rsidP="00F26A4C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1AEB166C" w14:textId="77777777" w:rsidR="00F26A4C" w:rsidRDefault="00F26A4C" w:rsidP="00F26A4C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Software de análise e tratamento de dados (base de dados, folha de cálculo, outros). </w:t>
      </w:r>
    </w:p>
    <w:p w14:paraId="47C7EB80" w14:textId="77777777" w:rsidR="00F26A4C" w:rsidRDefault="00F26A4C" w:rsidP="00F26A4C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Sistema de informação de apoio ao planeamento e avaliação. </w:t>
      </w:r>
    </w:p>
    <w:p w14:paraId="5BA2652A" w14:textId="77777777" w:rsidR="00F26A4C" w:rsidRDefault="00F26A4C" w:rsidP="00F26A4C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000FEA08" w14:textId="77777777" w:rsidR="00F26A4C" w:rsidRPr="00E25AAA" w:rsidRDefault="00F26A4C" w:rsidP="00F26A4C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Modelo de negócios - “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Canvas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”, “Cadeia de valor de 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Porter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>”, entre outros.</w:t>
      </w:r>
    </w:p>
    <w:p w14:paraId="7D91EC5A" w14:textId="77777777" w:rsidR="00F26A4C" w:rsidRPr="00051C79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25226B" w14:textId="77777777" w:rsidR="00F26A4C" w:rsidRPr="00F87025" w:rsidRDefault="00F26A4C" w:rsidP="00F26A4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5A655BC" w14:textId="77777777" w:rsidR="00F26A4C" w:rsidRPr="00051C79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33F899" w14:textId="77777777" w:rsidR="00F26A4C" w:rsidRPr="00051C79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D4BD40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6D3EE0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1216AF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FCDC10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933D43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A1F8F3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D8524C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DA2D82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10D6D4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0E4D91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C2A99D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1F1C247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B6FA42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AB6F00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BCE0F3F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2B98DC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9419DE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B153B4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E51C79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822000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129C3C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B00636B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F2CD7F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5C261DE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316E98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6C9B1A" w14:textId="77777777" w:rsidR="00F26A4C" w:rsidRDefault="00F26A4C" w:rsidP="00F26A4C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26A4C" w:rsidRPr="00136AD8" w14:paraId="01C5D1EC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D872523" w14:textId="20C448AD" w:rsidR="00F26A4C" w:rsidRPr="00136AD8" w:rsidRDefault="00F26A4C" w:rsidP="00F02262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</w:pPr>
            <w:r w:rsidRPr="7DBBC148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BE59BF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4A890BE" w14:textId="77777777" w:rsidR="00F26A4C" w:rsidRPr="009C256C" w:rsidRDefault="00F26A4C" w:rsidP="00F02262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7DBBC148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Elaborar o plano de negócios  </w:t>
            </w:r>
          </w:p>
        </w:tc>
      </w:tr>
      <w:tr w:rsidR="00F26A4C" w:rsidRPr="00136AD8" w14:paraId="63E85225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D12F8D1" w14:textId="77777777" w:rsidR="00F26A4C" w:rsidRPr="00136AD8" w:rsidRDefault="00F26A4C" w:rsidP="00F02262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</w:pPr>
            <w:r w:rsidRPr="7DBBC148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00032</w:t>
            </w:r>
          </w:p>
        </w:tc>
        <w:tc>
          <w:tcPr>
            <w:tcW w:w="7324" w:type="dxa"/>
            <w:shd w:val="clear" w:color="auto" w:fill="E7E6E6" w:themeFill="background2"/>
          </w:tcPr>
          <w:p w14:paraId="7BE03899" w14:textId="77777777" w:rsidR="00F26A4C" w:rsidRPr="00136AD8" w:rsidRDefault="00F26A4C" w:rsidP="00F02262">
            <w:pPr>
              <w:widowControl w:val="0"/>
              <w:tabs>
                <w:tab w:val="left" w:pos="1943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7DBBC148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 xml:space="preserve">Plano de negócios  </w:t>
            </w:r>
          </w:p>
        </w:tc>
      </w:tr>
    </w:tbl>
    <w:p w14:paraId="62A44C5A" w14:textId="77777777" w:rsidR="00F26A4C" w:rsidRPr="00136AD8" w:rsidRDefault="00F26A4C" w:rsidP="00F26A4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411FCA6" w14:textId="77777777" w:rsidR="00F26A4C" w:rsidRPr="003200F2" w:rsidRDefault="00F26A4C" w:rsidP="00F26A4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11651FB" w14:textId="77777777" w:rsidR="00F26A4C" w:rsidRPr="00136AD8" w:rsidRDefault="00F26A4C" w:rsidP="00F26A4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26A4C" w:rsidRPr="00136AD8" w14:paraId="102B4BA7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53F6AE" w14:textId="77777777" w:rsidR="00F26A4C" w:rsidRPr="001B353A" w:rsidRDefault="00F26A4C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26A4C" w:rsidRPr="00136AD8" w14:paraId="3396134B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02025C" w14:textId="77777777" w:rsidR="00F26A4C" w:rsidRPr="002A6E9B" w:rsidRDefault="00F26A4C" w:rsidP="00F02262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4D4E0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Estabelecer o âmbito de atuação e os objetivos estratégicos do negócio a desenvolver. </w:t>
            </w:r>
          </w:p>
          <w:p w14:paraId="30216235" w14:textId="77777777" w:rsidR="00F26A4C" w:rsidRPr="002A6E9B" w:rsidRDefault="00F26A4C" w:rsidP="00F02262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e descrever os recursos humanos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físicos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financeiros necessários ao projeto.   </w:t>
            </w:r>
          </w:p>
          <w:p w14:paraId="0BC15C7B" w14:textId="77777777" w:rsidR="00F26A4C" w:rsidRPr="002A6E9B" w:rsidRDefault="00F26A4C" w:rsidP="00F02262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Planear e descrever a estratégia comercial.</w:t>
            </w:r>
          </w:p>
          <w:p w14:paraId="14058A44" w14:textId="77777777" w:rsidR="00F26A4C" w:rsidRPr="00F417DB" w:rsidRDefault="00F26A4C" w:rsidP="00F02262">
            <w:pPr>
              <w:spacing w:before="120" w:after="8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145AAC81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Estabelecer a forma de gestão e controlo do negócio.</w:t>
            </w:r>
          </w:p>
        </w:tc>
      </w:tr>
      <w:tr w:rsidR="00F26A4C" w:rsidRPr="00136AD8" w14:paraId="4EFF15E7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6EEDC1" w14:textId="77777777" w:rsidR="00F26A4C" w:rsidRPr="001B353A" w:rsidRDefault="00F26A4C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A3BFDB" w14:textId="77777777" w:rsidR="00F26A4C" w:rsidRPr="001B353A" w:rsidRDefault="00F26A4C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E041DFC" w14:textId="77777777" w:rsidR="00F26A4C" w:rsidRPr="001B353A" w:rsidRDefault="00F26A4C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26A4C" w:rsidRPr="00136AD8" w14:paraId="2F40109B" w14:textId="77777777" w:rsidTr="00F0226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81217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negócios – definição, objetivos e estrutura.</w:t>
            </w:r>
          </w:p>
          <w:p w14:paraId="09DAC7A9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planos de negócios.</w:t>
            </w:r>
          </w:p>
          <w:p w14:paraId="292A66ED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Planeamento de ação - a visão e a missão, o mercado subjacente, a nova ideia e o seu posicionamento no mercado. </w:t>
            </w:r>
          </w:p>
          <w:p w14:paraId="5ABB6557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Estudos de mercado - tipologias e segmentação de mercado, técnicas de estudo de mercado.</w:t>
            </w:r>
          </w:p>
          <w:p w14:paraId="622BB33D" w14:textId="77777777" w:rsidR="00F26A4C" w:rsidRPr="00BD2A08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A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418815EF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Análise, formulação e posicionamento estratégico -análise SWOT.</w:t>
            </w:r>
          </w:p>
          <w:p w14:paraId="1CBE4572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penetração no mercado.</w:t>
            </w:r>
          </w:p>
          <w:p w14:paraId="4A7AF52A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negócios.</w:t>
            </w:r>
          </w:p>
          <w:p w14:paraId="6A1C226C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Tecnologia/processo.</w:t>
            </w:r>
          </w:p>
          <w:p w14:paraId="54618517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Concorrentes.</w:t>
            </w:r>
          </w:p>
          <w:p w14:paraId="3C3BA6DC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marca, posicionamento e mercados, segmentos-alvo.</w:t>
            </w:r>
          </w:p>
          <w:p w14:paraId="577D2827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Circuitos e canais de vendas – diretos e indiretos.</w:t>
            </w:r>
          </w:p>
          <w:p w14:paraId="777A3F06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distribuição.</w:t>
            </w:r>
          </w:p>
          <w:p w14:paraId="27D0C7BC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comunicação.</w:t>
            </w:r>
          </w:p>
          <w:p w14:paraId="0F8B4932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comercialização – etapas, atividades, recursos.</w:t>
            </w:r>
          </w:p>
          <w:p w14:paraId="6D83CB18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Recursos humanos.</w:t>
            </w:r>
          </w:p>
          <w:p w14:paraId="74133FF1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Plano de investimento.</w:t>
            </w:r>
          </w:p>
          <w:p w14:paraId="2188F3DE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financiamento – estruturas, fontes, custos de financiamento.</w:t>
            </w:r>
          </w:p>
          <w:p w14:paraId="1E00541B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Projeções/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 financeiro – vendas, </w:t>
            </w: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rentabilidade.</w:t>
            </w:r>
          </w:p>
          <w:p w14:paraId="0DA75C17" w14:textId="77777777" w:rsidR="00F26A4C" w:rsidRPr="00A7241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gestão e controlo do negócio – vendas, produção, informação financeira.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48E62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Identificar, selecionar e explorar as fontes de informação relevantes.</w:t>
            </w:r>
          </w:p>
          <w:p w14:paraId="40573000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Apresentar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ideia de negócio.</w:t>
            </w:r>
          </w:p>
          <w:p w14:paraId="6BD94724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Fundamentar a viabilidade base do projeto/produto/ideia.</w:t>
            </w:r>
          </w:p>
          <w:p w14:paraId="098B1370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dimensão do mercado, necessidades e segmentação de clientes, público-alvo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concorrentes.</w:t>
            </w:r>
          </w:p>
          <w:p w14:paraId="37755DC5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objetivos e atividades do projeto/produto/ideia.</w:t>
            </w:r>
          </w:p>
          <w:p w14:paraId="2C9B1D3E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produtivo.</w:t>
            </w:r>
          </w:p>
          <w:p w14:paraId="55BDA2B9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custos de produção.</w:t>
            </w:r>
          </w:p>
          <w:p w14:paraId="67186CD2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concorrentes.</w:t>
            </w:r>
          </w:p>
          <w:p w14:paraId="2F13976C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a estratégia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DA4C9A0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canais de venda e distribuição.</w:t>
            </w:r>
          </w:p>
          <w:p w14:paraId="55D7CC3A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potenciais fornecedores.</w:t>
            </w:r>
          </w:p>
          <w:p w14:paraId="52C2A363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estrutura de recursos humanos a envolver.</w:t>
            </w:r>
          </w:p>
          <w:p w14:paraId="1002F066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investimentos iniciais.</w:t>
            </w:r>
          </w:p>
          <w:p w14:paraId="5BCD2DF4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potenciais estruturas, fontes, período e fases de financiamento.</w:t>
            </w:r>
          </w:p>
          <w:p w14:paraId="6968CC9E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a projeção de vendas.</w:t>
            </w:r>
          </w:p>
          <w:p w14:paraId="747EC793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Calcular as projeções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EBB4E1C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Aferir a viabilidade económico-financeira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sustentabilidade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projeto.</w:t>
            </w:r>
          </w:p>
          <w:p w14:paraId="32B05DD1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cronograma de implementação.</w:t>
            </w:r>
          </w:p>
          <w:p w14:paraId="330BE601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medidas de controlo e ações corretivas para eventuais desvios.</w:t>
            </w:r>
          </w:p>
          <w:p w14:paraId="6A838E5A" w14:textId="77777777" w:rsidR="00F26A4C" w:rsidRPr="002D542F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8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9866F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pontos críticos de desenvolvimento do projeto.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8F24E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esponsabilidade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pelas suas ações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0746B7D" w14:textId="77777777" w:rsidR="00F26A4C" w:rsidRPr="000A223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D4C4305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51B401E3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01B950F6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D63ABA2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3BC3D85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790F5BA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6F2FB550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144BA89D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35904DE7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7C09599A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0DBF5C1D" w14:textId="77777777" w:rsidR="00F26A4C" w:rsidRPr="002A6E9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equipa.</w:t>
            </w:r>
          </w:p>
          <w:p w14:paraId="013D7F0F" w14:textId="77777777" w:rsidR="00F26A4C" w:rsidRPr="002D542F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rganização.</w:t>
            </w:r>
          </w:p>
        </w:tc>
      </w:tr>
    </w:tbl>
    <w:p w14:paraId="47C9DFF4" w14:textId="77777777" w:rsidR="00F26A4C" w:rsidRDefault="00F26A4C" w:rsidP="00F26A4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6A16A39" w14:textId="77777777" w:rsidR="00F26A4C" w:rsidRPr="00F87025" w:rsidRDefault="00F26A4C" w:rsidP="00F26A4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974CEF2" w14:textId="77777777" w:rsidR="00F26A4C" w:rsidRPr="00F20E6F" w:rsidRDefault="00F26A4C" w:rsidP="00F26A4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51465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o plano de negócios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133E345" w14:textId="77777777" w:rsidR="00F26A4C" w:rsidRPr="00B450A1" w:rsidRDefault="00F26A4C" w:rsidP="00F26A4C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CD1. Apresentando um documento completo, claro e simples, com uma proposta de valor única, viável e sustentável.</w:t>
      </w:r>
    </w:p>
    <w:p w14:paraId="2EA2A13D" w14:textId="77777777" w:rsidR="00F26A4C" w:rsidRPr="00B450A1" w:rsidRDefault="00F26A4C" w:rsidP="00F26A4C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Descrevendo a ideia/produto/projeto, o mercado e os recursos necessários.</w:t>
      </w:r>
    </w:p>
    <w:p w14:paraId="30106C77" w14:textId="77777777" w:rsidR="00F26A4C" w:rsidRPr="00B450A1" w:rsidRDefault="00F26A4C" w:rsidP="00F26A4C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CD3. D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escrevendo a estratégia comercial.</w:t>
      </w:r>
    </w:p>
    <w:p w14:paraId="011DD9C4" w14:textId="77777777" w:rsidR="00F26A4C" w:rsidRPr="00B450A1" w:rsidRDefault="00F26A4C" w:rsidP="00F26A4C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ao nível do investimento e ao nível financeiro.</w:t>
      </w:r>
    </w:p>
    <w:p w14:paraId="7137E115" w14:textId="77777777" w:rsidR="00F26A4C" w:rsidRPr="00B450A1" w:rsidRDefault="00F26A4C" w:rsidP="00F26A4C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de gestão e controlo do negócio.</w:t>
      </w:r>
    </w:p>
    <w:p w14:paraId="07C2DB45" w14:textId="77777777" w:rsidR="00F26A4C" w:rsidRPr="00136AD8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628FA6" w14:textId="77777777" w:rsidR="00F26A4C" w:rsidRPr="00F87025" w:rsidRDefault="00F26A4C" w:rsidP="00F26A4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52DCC3D" w14:textId="77777777" w:rsidR="00F26A4C" w:rsidRPr="005A0647" w:rsidRDefault="00F26A4C" w:rsidP="00F26A4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39012072" w14:textId="77777777" w:rsidR="00F26A4C" w:rsidRPr="00051C79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46788C" w14:textId="77777777" w:rsidR="00F26A4C" w:rsidRPr="00F87025" w:rsidRDefault="00F26A4C" w:rsidP="00F26A4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98B8978" w14:textId="77777777" w:rsidR="00F26A4C" w:rsidRPr="002A6E9B" w:rsidRDefault="00F26A4C" w:rsidP="00F26A4C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Dispositivo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tecnológicos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com acesso à internet. </w:t>
      </w:r>
    </w:p>
    <w:p w14:paraId="5925AF1D" w14:textId="77777777" w:rsidR="00F26A4C" w:rsidRPr="002A6E9B" w:rsidRDefault="00F26A4C" w:rsidP="00F26A4C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Estudos de mercados, estatísticas nacionais e internacionais, meios de comunicação social.</w:t>
      </w:r>
    </w:p>
    <w:p w14:paraId="15BBC24E" w14:textId="77777777" w:rsidR="00F26A4C" w:rsidRPr="002A6E9B" w:rsidRDefault="00F26A4C" w:rsidP="00F26A4C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5F19EAD9" w14:textId="77777777" w:rsidR="00F26A4C" w:rsidRPr="002A6E9B" w:rsidRDefault="00F26A4C" w:rsidP="00F26A4C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i/>
          <w:sz w:val="18"/>
          <w:szCs w:val="18"/>
        </w:rPr>
        <w:t xml:space="preserve">Software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>de análise e tratamento de dados (base de dados, folha de cálculo, outros).</w:t>
      </w:r>
    </w:p>
    <w:p w14:paraId="00536FBC" w14:textId="77777777" w:rsidR="00F26A4C" w:rsidRPr="002A6E9B" w:rsidRDefault="00F26A4C" w:rsidP="00F26A4C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Sistema de informação de apoio ao planeamento e avaliação.</w:t>
      </w:r>
    </w:p>
    <w:p w14:paraId="1BF23E2A" w14:textId="77777777" w:rsidR="00F26A4C" w:rsidRPr="002A6E9B" w:rsidRDefault="00F26A4C" w:rsidP="00F26A4C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374793F2" w14:textId="77777777" w:rsidR="00F26A4C" w:rsidRPr="00051C79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003861A" w14:textId="77777777" w:rsidR="00F26A4C" w:rsidRPr="001C2A6D" w:rsidRDefault="00F26A4C" w:rsidP="00F26A4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</w:t>
      </w:r>
      <w:r>
        <w:rPr>
          <w:rFonts w:ascii="Verdana Pro Light" w:hAnsi="Verdana Pro Light"/>
          <w:b/>
          <w:smallCaps/>
          <w:sz w:val="20"/>
        </w:rPr>
        <w:t>s</w:t>
      </w:r>
    </w:p>
    <w:p w14:paraId="323C6F75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38CB771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663F05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58C7BE7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3B45EB" w14:textId="77777777" w:rsidR="00207C9C" w:rsidRDefault="00207C9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7A4BFF" w14:textId="77777777" w:rsidR="00F26A4C" w:rsidRDefault="00F26A4C" w:rsidP="00F26A4C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26A4C" w:rsidRPr="00136AD8" w14:paraId="74E54229" w14:textId="77777777" w:rsidTr="00F02262">
        <w:trPr>
          <w:trHeight w:val="414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3C251E0" w14:textId="01AAB65C" w:rsidR="00F26A4C" w:rsidRPr="00136AD8" w:rsidRDefault="00F26A4C" w:rsidP="00F02262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</w:pPr>
            <w:r w:rsidRPr="4175F9F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2</w:t>
            </w:r>
            <w:r w:rsidR="00207C9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0CBC8DB" w14:textId="77777777" w:rsidR="00F26A4C" w:rsidRPr="009C256C" w:rsidRDefault="00F26A4C" w:rsidP="00F02262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</w:pPr>
            <w:r w:rsidRPr="4175F9FC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  <w:t>Desenvolver competências pessoais e criativas</w:t>
            </w:r>
          </w:p>
        </w:tc>
      </w:tr>
      <w:tr w:rsidR="00F26A4C" w:rsidRPr="00136AD8" w14:paraId="56517DF4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A281F79" w14:textId="77777777" w:rsidR="00F26A4C" w:rsidRPr="00136AD8" w:rsidRDefault="00F26A4C" w:rsidP="00F02262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20"/>
                <w:szCs w:val="20"/>
              </w:rPr>
            </w:pPr>
            <w:r w:rsidRPr="4175F9FC">
              <w:rPr>
                <w:rFonts w:ascii="Verdana Pro Light" w:hAnsi="Verdana Pro Light" w:cs="Times New Roman"/>
                <w:smallCaps/>
                <w:color w:val="C45911" w:themeColor="accent2" w:themeShade="BF"/>
                <w:sz w:val="20"/>
                <w:szCs w:val="20"/>
              </w:rPr>
              <w:t>UFCD 00000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04C331C" w14:textId="77777777" w:rsidR="00F26A4C" w:rsidRPr="00136AD8" w:rsidRDefault="00F26A4C" w:rsidP="00F02262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20"/>
                <w:szCs w:val="20"/>
              </w:rPr>
            </w:pPr>
            <w:r w:rsidRPr="4175F9FC">
              <w:rPr>
                <w:rFonts w:ascii="Verdana Pro Light" w:eastAsia="Arial Unicode MS" w:hAnsi="Verdana Pro Light" w:cs="Times New Roman"/>
                <w:color w:val="C45911" w:themeColor="accent2" w:themeShade="BF"/>
                <w:sz w:val="20"/>
                <w:szCs w:val="20"/>
              </w:rPr>
              <w:t>Desenvolvimento pessoal e criativo</w:t>
            </w:r>
          </w:p>
        </w:tc>
      </w:tr>
    </w:tbl>
    <w:p w14:paraId="0F59F01B" w14:textId="77777777" w:rsidR="00F26A4C" w:rsidRPr="00136AD8" w:rsidRDefault="00F26A4C" w:rsidP="00F26A4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85CF5F5" w14:textId="77777777" w:rsidR="00F26A4C" w:rsidRPr="003200F2" w:rsidRDefault="00F26A4C" w:rsidP="00F26A4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15469AE" w14:textId="77777777" w:rsidR="00F26A4C" w:rsidRPr="00136AD8" w:rsidRDefault="00F26A4C" w:rsidP="00F26A4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26A4C" w:rsidRPr="00136AD8" w14:paraId="65A1D238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672275" w14:textId="77777777" w:rsidR="00F26A4C" w:rsidRPr="001B353A" w:rsidRDefault="00F26A4C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26A4C" w:rsidRPr="00136AD8" w14:paraId="2ADC4328" w14:textId="77777777" w:rsidTr="00F0226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0AA7E2" w14:textId="77777777" w:rsidR="00F26A4C" w:rsidRPr="001B353A" w:rsidRDefault="00F26A4C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competências pessoais e identitárias.</w:t>
            </w:r>
          </w:p>
          <w:p w14:paraId="0FD72E0B" w14:textId="77777777" w:rsidR="00F26A4C" w:rsidRPr="001B353A" w:rsidRDefault="00F26A4C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Estabelecer objetivos pessoais, profissionais e sociais.</w:t>
            </w:r>
          </w:p>
          <w:p w14:paraId="4D0E2487" w14:textId="77777777" w:rsidR="00F26A4C" w:rsidRDefault="00F26A4C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Recolher </w:t>
            </w:r>
            <w:r w:rsidRPr="000E49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estruturar o plano de ação pessoal.</w:t>
            </w:r>
          </w:p>
          <w:p w14:paraId="329C224A" w14:textId="77777777" w:rsidR="00F26A4C" w:rsidRPr="001B353A" w:rsidRDefault="00F26A4C" w:rsidP="00F02262">
            <w:pPr>
              <w:spacing w:before="120" w:after="8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bCs/>
                <w:smallCaps/>
                <w:sz w:val="18"/>
                <w:szCs w:val="18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as competências mobilizadas.</w:t>
            </w:r>
          </w:p>
        </w:tc>
      </w:tr>
      <w:tr w:rsidR="00F26A4C" w:rsidRPr="00136AD8" w14:paraId="2E68C68A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0919F0" w14:textId="77777777" w:rsidR="00F26A4C" w:rsidRPr="001B353A" w:rsidRDefault="00F26A4C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B35062B" w14:textId="77777777" w:rsidR="00F26A4C" w:rsidRPr="001B353A" w:rsidRDefault="00F26A4C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C3A94BC" w14:textId="77777777" w:rsidR="00F26A4C" w:rsidRPr="001B353A" w:rsidRDefault="00F26A4C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26A4C" w:rsidRPr="00136AD8" w14:paraId="7B3DDB53" w14:textId="77777777" w:rsidTr="00F02262">
        <w:trPr>
          <w:trHeight w:val="977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57899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 – desenvolvimento biopsicossocial, experiência de vida. </w:t>
            </w:r>
          </w:p>
          <w:p w14:paraId="75403E99" w14:textId="77777777" w:rsidR="00F26A4C" w:rsidRPr="00CF6130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-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desconstrução da formalidade, 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estereótipo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preconceito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CAE7C8D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Níveis de consciência – pessoal e social.</w:t>
            </w:r>
          </w:p>
          <w:p w14:paraId="0CED0890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emoções.</w:t>
            </w:r>
          </w:p>
          <w:p w14:paraId="7C6E3FE5" w14:textId="77777777" w:rsidR="00F26A4C" w:rsidRPr="00520F8E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Inteligência emocional –</w:t>
            </w:r>
            <w:r w:rsidRPr="00C041D3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inteligência, </w:t>
            </w: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dimensões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intrapessoais (autoconhecimento, controlo emocional,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e interpessoais (reconhecimento de emoções dos outros, relação interpessoal), influência comportamental.</w:t>
            </w:r>
          </w:p>
          <w:p w14:paraId="2C962E40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Empoderamento e capacitação pessoal – benefícios.</w:t>
            </w:r>
          </w:p>
          <w:p w14:paraId="1879230C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expetativas.</w:t>
            </w:r>
          </w:p>
          <w:p w14:paraId="7A423602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591EE2D6" w14:textId="77777777" w:rsidR="00F26A4C" w:rsidRPr="00CF6130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Criatividade </w:t>
            </w:r>
            <w:r w:rsidRPr="00D87E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processo criativo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princípios.</w:t>
            </w:r>
          </w:p>
          <w:p w14:paraId="10F10C2E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2141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estimulação da criatividade, sensibilidade e curiosidade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r w:rsidRPr="00393633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brainstorming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associação de ideias, mapas mentais, improvisação, entre outras.</w:t>
            </w:r>
          </w:p>
          <w:p w14:paraId="0A6CEB6C" w14:textId="77777777" w:rsidR="00F26A4C" w:rsidRPr="004E2FD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ação pessoal.</w:t>
            </w:r>
          </w:p>
          <w:p w14:paraId="0F90563E" w14:textId="77777777" w:rsidR="00F26A4C" w:rsidRPr="005E1132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8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Autoavaliação de competências e de desempenho.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9515B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 importância do autoconhecimento para o processo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melhoria e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aprendizagem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longo da vida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AC2D8D1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caraterísticas, emoções e competências pessoais.</w:t>
            </w:r>
          </w:p>
          <w:p w14:paraId="10048BB7" w14:textId="77777777" w:rsidR="00F26A4C" w:rsidRPr="004B5CB8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autorreflexão sobre 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necessidades e lacunas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ao nível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das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competências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970B164" w14:textId="77777777" w:rsidR="00F26A4C" w:rsidRPr="004B5CB8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prioridades.</w:t>
            </w:r>
          </w:p>
          <w:p w14:paraId="13520EDD" w14:textId="77777777" w:rsidR="00F26A4C" w:rsidRPr="004B5CB8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Pesquisar informação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sobre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temáticas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que tem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interesse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 necessidade.</w:t>
            </w:r>
          </w:p>
          <w:p w14:paraId="4E10FD57" w14:textId="77777777" w:rsidR="00F26A4C" w:rsidRPr="00E8391B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</w:t>
            </w: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estimulação da criatividade, sensibilidade e curiosidade.</w:t>
            </w:r>
          </w:p>
          <w:p w14:paraId="7CD3D043" w14:textId="77777777" w:rsidR="00F26A4C" w:rsidRPr="00517AA8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linhas orientadoras do plano de ação pessoal.</w:t>
            </w:r>
          </w:p>
          <w:p w14:paraId="64E99C7D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 autorreflexão sobre as competências adquiridas e/ou desenvolvidas.</w:t>
            </w:r>
          </w:p>
          <w:p w14:paraId="712554E1" w14:textId="77777777" w:rsidR="00F26A4C" w:rsidRPr="005E1132" w:rsidRDefault="00F26A4C" w:rsidP="00F02262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36240A" w14:textId="77777777" w:rsidR="00F26A4C" w:rsidRPr="005E1132" w:rsidRDefault="00F26A4C" w:rsidP="00F02262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16779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4EBB96F9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D9BBEC7" w14:textId="77777777" w:rsidR="00F26A4C" w:rsidRPr="00736333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2AF2967C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783E3BF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59C4E1EA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711BAB71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4D8CFB4C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34916628" w14:textId="77777777" w:rsidR="00F26A4C" w:rsidRPr="00736333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908D450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2C5DB59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6CE16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2B7CE0D1" w14:textId="77777777" w:rsidR="00F26A4C" w:rsidRPr="00B8378C" w:rsidRDefault="00F26A4C" w:rsidP="00F0226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0C97296" w14:textId="77777777" w:rsidR="00F26A4C" w:rsidRPr="005E1132" w:rsidRDefault="00F26A4C" w:rsidP="00F02262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F1402A8" w14:textId="77777777" w:rsidR="00F26A4C" w:rsidRDefault="00F26A4C" w:rsidP="00F26A4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DB6921E" w14:textId="77777777" w:rsidR="00F26A4C" w:rsidRDefault="00F26A4C" w:rsidP="00F26A4C">
      <w:pPr>
        <w:rPr>
          <w:rFonts w:ascii="Verdana Pro Light" w:hAnsi="Verdana Pro Light"/>
          <w:smallCaps/>
        </w:rPr>
      </w:pPr>
    </w:p>
    <w:p w14:paraId="30104D62" w14:textId="77777777" w:rsidR="00F26A4C" w:rsidRPr="00F87025" w:rsidRDefault="00F26A4C" w:rsidP="00F26A4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C758330" w14:textId="77777777" w:rsidR="00F26A4C" w:rsidRPr="00F20E6F" w:rsidRDefault="00F26A4C" w:rsidP="00F26A4C">
      <w:pPr>
        <w:spacing w:before="120"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Desenvolver competências pessoais e criativas:</w:t>
      </w:r>
    </w:p>
    <w:p w14:paraId="4336B96E" w14:textId="77777777" w:rsidR="00F26A4C" w:rsidRPr="00B450A1" w:rsidRDefault="00F26A4C" w:rsidP="00F26A4C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 xml:space="preserve">Identificando as suas potencialidades e necessidades individuais e profissionais. </w:t>
      </w:r>
    </w:p>
    <w:p w14:paraId="25748781" w14:textId="77777777" w:rsidR="00F26A4C" w:rsidRPr="00B450A1" w:rsidRDefault="00F26A4C" w:rsidP="00F26A4C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Definindo objetivos de curto, médio e longo prazo.</w:t>
      </w:r>
    </w:p>
    <w:p w14:paraId="027F31D7" w14:textId="77777777" w:rsidR="00F26A4C" w:rsidRPr="00B450A1" w:rsidRDefault="00F26A4C" w:rsidP="00F26A4C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Mobilizando ferramentas de desenvolvimento pessoal.</w:t>
      </w:r>
    </w:p>
    <w:p w14:paraId="64A7ADA4" w14:textId="77777777" w:rsidR="00F26A4C" w:rsidRPr="00136AD8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BD50B0" w14:textId="77777777" w:rsidR="00F26A4C" w:rsidRPr="00F87025" w:rsidRDefault="00F26A4C" w:rsidP="00F26A4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CCD2DD3" w14:textId="77777777" w:rsidR="00F26A4C" w:rsidRPr="00CD4CF0" w:rsidRDefault="00F26A4C" w:rsidP="00F26A4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1663F935" w14:textId="77777777" w:rsidR="00F26A4C" w:rsidRPr="00051C79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5C1BFB" w14:textId="77777777" w:rsidR="00F26A4C" w:rsidRPr="00CD4CF0" w:rsidRDefault="00F26A4C" w:rsidP="00F26A4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CAA28BA" w14:textId="77777777" w:rsidR="00F26A4C" w:rsidRPr="00E27581" w:rsidRDefault="00F26A4C" w:rsidP="00F26A4C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16E9386C" w14:textId="77777777" w:rsidR="00F26A4C" w:rsidRDefault="00F26A4C" w:rsidP="00F26A4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desenvolvimento pessoal.</w:t>
      </w:r>
    </w:p>
    <w:p w14:paraId="0C263A57" w14:textId="77777777" w:rsidR="00F26A4C" w:rsidRPr="00A7105B" w:rsidRDefault="00F26A4C" w:rsidP="00F26A4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198CA70" w14:textId="77777777" w:rsidR="00F26A4C" w:rsidRPr="00F87025" w:rsidRDefault="00F26A4C" w:rsidP="00F26A4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D9AF252" w14:textId="77777777" w:rsidR="00F26A4C" w:rsidRPr="00051C79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4F0024" w14:textId="77777777" w:rsidR="00F26A4C" w:rsidRPr="00051C79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C54271" w14:textId="77777777" w:rsidR="00F26A4C" w:rsidRPr="00051C79" w:rsidRDefault="00F26A4C" w:rsidP="00F26A4C">
      <w:pPr>
        <w:rPr>
          <w:rFonts w:ascii="Verdana Pro Light" w:hAnsi="Verdana Pro Light"/>
          <w:smallCaps/>
        </w:rPr>
      </w:pPr>
    </w:p>
    <w:p w14:paraId="6392A8F6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C68E340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E2C7B9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14C3E5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0AC112B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41B6474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E99B12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EECEB7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7D1FC4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388183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CD5A3A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0B4287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041E9F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176AB1" w14:textId="77777777" w:rsidR="00F26A4C" w:rsidRDefault="00F26A4C" w:rsidP="00F26A4C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6B8DB194" w14:textId="77777777" w:rsidR="000F359E" w:rsidRDefault="000F359E" w:rsidP="00F26A4C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26A4C" w:rsidRPr="00136AD8" w14:paraId="681E5EF8" w14:textId="77777777" w:rsidTr="00F0226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464D33A" w14:textId="372CD469" w:rsidR="00F26A4C" w:rsidRPr="00136AD8" w:rsidRDefault="00F26A4C" w:rsidP="00F02262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</w:pPr>
            <w:r w:rsidRPr="0776B4BA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</w:t>
            </w:r>
            <w:r w:rsidR="000F359E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22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084A7C" w14:textId="77777777" w:rsidR="00F26A4C" w:rsidRPr="009C256C" w:rsidRDefault="00F26A4C" w:rsidP="00F02262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Aplicar </w:t>
            </w:r>
            <w:proofErr w:type="spellStart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>storytelling</w:t>
            </w:r>
            <w:proofErr w:type="spellEnd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 xml:space="preserve"> </w:t>
            </w: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na comunicação</w:t>
            </w:r>
          </w:p>
        </w:tc>
      </w:tr>
      <w:tr w:rsidR="00F26A4C" w:rsidRPr="00136AD8" w14:paraId="491A0E3B" w14:textId="77777777" w:rsidTr="00F02262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02E4DD2" w14:textId="77777777" w:rsidR="00F26A4C" w:rsidRPr="00136AD8" w:rsidRDefault="00F26A4C" w:rsidP="00F02262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</w:pPr>
            <w:r w:rsidRPr="0776B4BA">
              <w:rPr>
                <w:rFonts w:ascii="Verdana Pro Light" w:hAnsi="Verdana Pro Light" w:cs="Times New Roman"/>
                <w:smallCaps/>
                <w:color w:val="C45911" w:themeColor="accent2" w:themeShade="BF"/>
                <w:sz w:val="18"/>
                <w:szCs w:val="18"/>
              </w:rPr>
              <w:t>UFCD 00077</w:t>
            </w:r>
          </w:p>
        </w:tc>
        <w:tc>
          <w:tcPr>
            <w:tcW w:w="7324" w:type="dxa"/>
            <w:shd w:val="clear" w:color="auto" w:fill="E7E6E6" w:themeFill="background2"/>
          </w:tcPr>
          <w:p w14:paraId="3B6C698D" w14:textId="77777777" w:rsidR="00F26A4C" w:rsidRPr="00136AD8" w:rsidRDefault="00F26A4C" w:rsidP="00F02262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7DE8AE94"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  <w:t xml:space="preserve">Técnicas de comunicação e </w:t>
            </w:r>
            <w:proofErr w:type="spellStart"/>
            <w:r w:rsidRPr="7DE8AE94">
              <w:rPr>
                <w:rFonts w:ascii="Verdana Pro Light" w:eastAsia="Arial Unicode MS" w:hAnsi="Verdana Pro Light" w:cs="Times New Roman"/>
                <w:i/>
                <w:iCs/>
                <w:color w:val="C45911" w:themeColor="accent2" w:themeShade="BF"/>
                <w:sz w:val="18"/>
                <w:szCs w:val="18"/>
              </w:rPr>
              <w:t>storytelling</w:t>
            </w:r>
            <w:proofErr w:type="spellEnd"/>
          </w:p>
        </w:tc>
      </w:tr>
    </w:tbl>
    <w:p w14:paraId="07A0B645" w14:textId="77777777" w:rsidR="00F26A4C" w:rsidRPr="00136AD8" w:rsidRDefault="00F26A4C" w:rsidP="00F26A4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B7D1776" w14:textId="77777777" w:rsidR="00F26A4C" w:rsidRPr="003200F2" w:rsidRDefault="00F26A4C" w:rsidP="00F26A4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8F9CBA7" w14:textId="77777777" w:rsidR="00F26A4C" w:rsidRPr="00136AD8" w:rsidRDefault="00F26A4C" w:rsidP="00F26A4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26A4C" w:rsidRPr="00136AD8" w14:paraId="45E53016" w14:textId="77777777" w:rsidTr="00F0226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06B1F1" w14:textId="77777777" w:rsidR="00F26A4C" w:rsidRPr="001B353A" w:rsidRDefault="00F26A4C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26A4C" w:rsidRPr="00136AD8" w14:paraId="09416358" w14:textId="77777777" w:rsidTr="00F02262">
        <w:trPr>
          <w:trHeight w:val="135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72850D" w14:textId="77777777" w:rsidR="00F26A4C" w:rsidRPr="001B353A" w:rsidRDefault="00F26A4C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Construir e estruturar uma narrativa.</w:t>
            </w:r>
          </w:p>
          <w:p w14:paraId="3866FB05" w14:textId="77777777" w:rsidR="00F26A4C" w:rsidRPr="006075B7" w:rsidRDefault="00F26A4C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Transmitir a mensagem com impacto emocional a diferentes interlocutores e em contextos variados.</w:t>
            </w:r>
          </w:p>
          <w:p w14:paraId="61B8CA9A" w14:textId="77777777" w:rsidR="00F26A4C" w:rsidRPr="006075B7" w:rsidRDefault="00F26A4C" w:rsidP="00F0226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Avaliar o </w:t>
            </w: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resultado da transmissão da mensagem.</w:t>
            </w:r>
          </w:p>
        </w:tc>
      </w:tr>
      <w:tr w:rsidR="00F26A4C" w:rsidRPr="00136AD8" w14:paraId="6D5BE41A" w14:textId="77777777" w:rsidTr="00F0226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8CE1F0" w14:textId="77777777" w:rsidR="00F26A4C" w:rsidRPr="001B353A" w:rsidRDefault="00F26A4C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C48C28" w14:textId="77777777" w:rsidR="00F26A4C" w:rsidRPr="001B353A" w:rsidRDefault="00F26A4C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6419773" w14:textId="77777777" w:rsidR="00F26A4C" w:rsidRPr="001B353A" w:rsidRDefault="00F26A4C" w:rsidP="00F0226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26A4C" w:rsidRPr="00136AD8" w14:paraId="01848092" w14:textId="77777777" w:rsidTr="00F02262">
        <w:trPr>
          <w:trHeight w:val="98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AA4AA" w14:textId="77777777" w:rsidR="00F26A4C" w:rsidRPr="00BD2B9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comunicação – funções, elementos, dimensões, barreiras e atitudes.</w:t>
            </w:r>
          </w:p>
          <w:p w14:paraId="3F9C0B43" w14:textId="77777777" w:rsidR="00F26A4C" w:rsidRPr="00BD2B9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verbal (oral e escrita) e comunicação não-verbal –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(movimentos corporais, gestos, expressão facial e postura),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outros) e proxémica (distância espacial face a alguém).</w:t>
            </w:r>
          </w:p>
          <w:p w14:paraId="6068ECC5" w14:textId="77777777" w:rsidR="00F26A4C" w:rsidRPr="00BD2B9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Mensagem – construção da narrativa, adaptação, envio, receção e interpretação.</w:t>
            </w:r>
          </w:p>
          <w:p w14:paraId="34501CD5" w14:textId="77777777" w:rsidR="00F26A4C" w:rsidRPr="00BD2B9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comunicação.</w:t>
            </w:r>
          </w:p>
          <w:p w14:paraId="006ED400" w14:textId="77777777" w:rsidR="00F26A4C" w:rsidRPr="00BD2B9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escuta ativa.</w:t>
            </w:r>
          </w:p>
          <w:p w14:paraId="36C7B574" w14:textId="77777777" w:rsidR="00F26A4C" w:rsidRPr="00BD2B9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expetativas e motivação.</w:t>
            </w:r>
          </w:p>
          <w:p w14:paraId="2688F87D" w14:textId="77777777" w:rsidR="00F26A4C" w:rsidRPr="00BD2B9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Perfis comunicacionais – comunicação passiva, agressiva, assertiva e manipuladora.</w:t>
            </w:r>
          </w:p>
          <w:p w14:paraId="6FB18E14" w14:textId="77777777" w:rsidR="00F26A4C" w:rsidRPr="00BD2B9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das emoções.</w:t>
            </w:r>
          </w:p>
          <w:p w14:paraId="09A477BA" w14:textId="77777777" w:rsidR="00F26A4C" w:rsidRPr="00BD2B9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conceito e pilares (propósito, autenticidade, abertura, empatia, clareza e escuta).</w:t>
            </w:r>
          </w:p>
          <w:p w14:paraId="0591C1C3" w14:textId="77777777" w:rsidR="00F26A4C" w:rsidRPr="00BD2B9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–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objetivos, tipos, métodos e técnicas, contextos de aplicação.</w:t>
            </w:r>
          </w:p>
          <w:p w14:paraId="43C3093E" w14:textId="77777777" w:rsidR="00F26A4C" w:rsidRPr="00BD2B9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vantagens e desafios (internos e externos).</w:t>
            </w:r>
          </w:p>
          <w:p w14:paraId="2C465A3A" w14:textId="77777777" w:rsidR="00F26A4C" w:rsidRPr="00BD2B9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Técnicas de apresentação pública.</w:t>
            </w:r>
          </w:p>
          <w:p w14:paraId="22004095" w14:textId="77777777" w:rsidR="00F26A4C" w:rsidRPr="00BD2B9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80" w:line="276" w:lineRule="auto"/>
              <w:ind w:left="215" w:hanging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Avaliação do impacto da apresentação.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A61FA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Definir o propósito da narrativa.</w:t>
            </w:r>
          </w:p>
          <w:p w14:paraId="4F4DA975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estratégia da narrativa.</w:t>
            </w:r>
          </w:p>
          <w:p w14:paraId="716ACE3C" w14:textId="77777777" w:rsidR="00F26A4C" w:rsidRPr="00681625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o alinhamento da narrativa em função do canal de comunicação.</w:t>
            </w:r>
          </w:p>
          <w:p w14:paraId="2976C0BF" w14:textId="77777777" w:rsidR="00F26A4C" w:rsidRPr="00681625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a apresentação pública.</w:t>
            </w:r>
          </w:p>
          <w:p w14:paraId="4BCD170F" w14:textId="77777777" w:rsidR="00F26A4C" w:rsidRPr="00681625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 narrativa.</w:t>
            </w:r>
          </w:p>
          <w:p w14:paraId="15FA72B8" w14:textId="77777777" w:rsidR="00F26A4C" w:rsidRPr="00681625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 reação do público-alvo e manter a conexão. </w:t>
            </w:r>
          </w:p>
          <w:p w14:paraId="440FAF45" w14:textId="77777777" w:rsidR="00F26A4C" w:rsidRPr="00681625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e adaptar as suas próprias emoções.</w:t>
            </w:r>
          </w:p>
          <w:p w14:paraId="28C3CD46" w14:textId="77777777" w:rsidR="00F26A4C" w:rsidRPr="00681625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Ajustar a narrativa ao público-alvo e ao contexto.</w:t>
            </w:r>
          </w:p>
          <w:p w14:paraId="7AA6BCC9" w14:textId="77777777" w:rsidR="00F26A4C" w:rsidRPr="00681625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Antecipar situações imprevistas.</w:t>
            </w:r>
          </w:p>
          <w:p w14:paraId="69A55A5C" w14:textId="77777777" w:rsidR="00F26A4C" w:rsidRPr="00681625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</w:pPr>
            <w:r w:rsidRPr="00681625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Autoavaliar o seu desempenho</w:t>
            </w:r>
            <w:r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878A1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19887FF9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4A231E0" w14:textId="77777777" w:rsidR="00F26A4C" w:rsidRPr="00ED5C50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postura e imagem profissional.</w:t>
            </w:r>
          </w:p>
          <w:p w14:paraId="7D601D9C" w14:textId="77777777" w:rsidR="00F26A4C" w:rsidRPr="00ED5C50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Autenticidade.</w:t>
            </w:r>
          </w:p>
          <w:p w14:paraId="6B5CF590" w14:textId="77777777" w:rsidR="00F26A4C" w:rsidRPr="00ED5C50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684573F2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4B7DF4A3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Objetividade.</w:t>
            </w:r>
          </w:p>
          <w:p w14:paraId="3A1EF65E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50DE563B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7C9EE65A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76F8117D" w14:textId="77777777" w:rsidR="00F26A4C" w:rsidRPr="000546C4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5C3DFEC" w14:textId="77777777" w:rsidR="00F26A4C" w:rsidRPr="00EE3BE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Autorreflexão. </w:t>
            </w:r>
          </w:p>
          <w:p w14:paraId="66722FC8" w14:textId="77777777" w:rsidR="00F26A4C" w:rsidRDefault="00F26A4C" w:rsidP="00F022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459FFDB2" w14:textId="77777777" w:rsidR="00F26A4C" w:rsidRDefault="00F26A4C" w:rsidP="00F02262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25D4810A" w14:textId="77777777" w:rsidR="00F26A4C" w:rsidRDefault="00F26A4C" w:rsidP="00F02262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64671B45" w14:textId="77777777" w:rsidR="00F26A4C" w:rsidRPr="00EE3BEC" w:rsidRDefault="00F26A4C" w:rsidP="00F02262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8E2093" w14:textId="77777777" w:rsidR="00F26A4C" w:rsidRPr="00057283" w:rsidRDefault="00F26A4C" w:rsidP="00F02262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3451A5C" w14:textId="77777777" w:rsidR="00F26A4C" w:rsidRDefault="00F26A4C" w:rsidP="00F26A4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D11138B" w14:textId="77777777" w:rsidR="00F26A4C" w:rsidRDefault="00F26A4C" w:rsidP="00F26A4C">
      <w:pPr>
        <w:rPr>
          <w:rFonts w:ascii="Verdana Pro Light" w:hAnsi="Verdana Pro Light"/>
          <w:smallCaps/>
        </w:rPr>
      </w:pPr>
    </w:p>
    <w:p w14:paraId="33276B74" w14:textId="77777777" w:rsidR="00F26A4C" w:rsidRPr="00F87025" w:rsidRDefault="00F26A4C" w:rsidP="00F26A4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A51FE36" w14:textId="77777777" w:rsidR="00F26A4C" w:rsidRPr="005F6E61" w:rsidRDefault="00F26A4C" w:rsidP="00F26A4C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5F6E61">
        <w:rPr>
          <w:rFonts w:ascii="Verdana Pro Light" w:eastAsia="Arial Unicode MS" w:hAnsi="Verdana Pro Light" w:cs="Times New Roman"/>
          <w:bCs/>
          <w:i/>
          <w:sz w:val="18"/>
          <w:szCs w:val="18"/>
        </w:rPr>
        <w:t xml:space="preserve">Aplicar </w:t>
      </w:r>
      <w:proofErr w:type="spellStart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>storytelling</w:t>
      </w:r>
      <w:proofErr w:type="spellEnd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 xml:space="preserve"> na comunicação:</w:t>
      </w:r>
    </w:p>
    <w:p w14:paraId="06921285" w14:textId="77777777" w:rsidR="00F26A4C" w:rsidRPr="00B450A1" w:rsidRDefault="00F26A4C" w:rsidP="00F26A4C">
      <w:pPr>
        <w:spacing w:before="120" w:after="0" w:line="276" w:lineRule="auto"/>
        <w:ind w:left="709" w:hanging="568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>Criando e apresentando a narrativa</w:t>
      </w:r>
      <w:r>
        <w:rPr>
          <w:rFonts w:ascii="Verdana Pro Light" w:eastAsia="Arial Unicode MS" w:hAnsi="Verdana Pro Light" w:cs="Arial Unicode MS"/>
          <w:sz w:val="18"/>
          <w:szCs w:val="18"/>
        </w:rPr>
        <w:t>,</w:t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 xml:space="preserve"> de acordo com o objetivo comunicacional e resultado esperado.</w:t>
      </w:r>
    </w:p>
    <w:p w14:paraId="2CDD34EF" w14:textId="77777777" w:rsidR="00F26A4C" w:rsidRDefault="00F26A4C" w:rsidP="00F26A4C">
      <w:pPr>
        <w:spacing w:before="120" w:after="0" w:line="276" w:lineRule="auto"/>
        <w:ind w:left="709" w:hanging="568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CD2. Demonstrando autenticidade, disponibilidade, empatia e escuta na articulação e transmissão da mensagem. </w:t>
      </w:r>
    </w:p>
    <w:p w14:paraId="3D448CA4" w14:textId="77777777" w:rsidR="00F26A4C" w:rsidRDefault="00F26A4C" w:rsidP="00F26A4C">
      <w:pPr>
        <w:pStyle w:val="Textodecomentrio"/>
        <w:spacing w:line="276" w:lineRule="auto"/>
        <w:ind w:left="142"/>
        <w:jc w:val="both"/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 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 xml:space="preserve">Utilizando uma narrativa clara, criativa e </w:t>
      </w:r>
      <w:r>
        <w:rPr>
          <w:rFonts w:ascii="Verdana Pro Light" w:eastAsia="Arial Unicode MS" w:hAnsi="Verdana Pro Light" w:cs="Arial Unicode MS"/>
          <w:sz w:val="18"/>
          <w:szCs w:val="18"/>
        </w:rPr>
        <w:t>persuasiva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>, com recurso a linguagem verbal e não verbal.</w:t>
      </w:r>
    </w:p>
    <w:p w14:paraId="09D444ED" w14:textId="77777777" w:rsidR="00F26A4C" w:rsidRPr="00BD2B9C" w:rsidRDefault="00F26A4C" w:rsidP="00F26A4C">
      <w:pPr>
        <w:spacing w:before="120" w:after="0" w:line="276" w:lineRule="auto"/>
        <w:ind w:left="709" w:hanging="568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B450A1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B235ED">
        <w:rPr>
          <w:rFonts w:ascii="Verdana Pro Light" w:eastAsia="Arial Unicode MS" w:hAnsi="Verdana Pro Light" w:cs="Arial Unicode MS"/>
          <w:sz w:val="18"/>
          <w:szCs w:val="18"/>
        </w:rPr>
        <w:t xml:space="preserve">Adaptando as técnicas </w:t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comunicacionais e narrativas, em função dos contextos individual, social e profissional.</w:t>
      </w:r>
    </w:p>
    <w:p w14:paraId="2F64E74E" w14:textId="77777777" w:rsidR="00F26A4C" w:rsidRDefault="00F26A4C" w:rsidP="00F26A4C">
      <w:pPr>
        <w:spacing w:before="120" w:after="0" w:line="276" w:lineRule="auto"/>
        <w:ind w:left="426" w:hanging="285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D2B9C">
        <w:rPr>
          <w:rFonts w:ascii="Verdana Pro Light" w:eastAsia="Arial Unicode MS" w:hAnsi="Verdana Pro Light" w:cs="Arial Unicode MS"/>
          <w:sz w:val="18"/>
          <w:szCs w:val="18"/>
        </w:rPr>
        <w:t>CD5.</w:t>
      </w:r>
      <w:r w:rsidRPr="00BD2B9C">
        <w:tab/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Avaliando o resultado e impactos finais no processo de comunicação</w:t>
      </w: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 estabelecido.</w:t>
      </w:r>
    </w:p>
    <w:p w14:paraId="4D0A5F72" w14:textId="77777777" w:rsidR="00F26A4C" w:rsidRPr="00B235ED" w:rsidRDefault="00F26A4C" w:rsidP="00F26A4C">
      <w:pPr>
        <w:spacing w:before="120" w:after="0" w:line="276" w:lineRule="auto"/>
        <w:ind w:left="426" w:hanging="285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1FC7687" w14:textId="77777777" w:rsidR="00F26A4C" w:rsidRPr="00F87025" w:rsidRDefault="00F26A4C" w:rsidP="00F26A4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D5BD1E9" w14:textId="77777777" w:rsidR="00F26A4C" w:rsidRPr="00E03EF9" w:rsidRDefault="00F26A4C" w:rsidP="00F26A4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03EF9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7690D2AC" w14:textId="77777777" w:rsidR="00F26A4C" w:rsidRPr="00051C79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EF1A94" w14:textId="77777777" w:rsidR="00F26A4C" w:rsidRPr="00F87025" w:rsidRDefault="00F26A4C" w:rsidP="00F26A4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BDB709C" w14:textId="77777777" w:rsidR="00F26A4C" w:rsidRDefault="00F26A4C" w:rsidP="00F26A4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com acesso à internet.</w:t>
      </w:r>
    </w:p>
    <w:p w14:paraId="5C7C1080" w14:textId="77777777" w:rsidR="00F26A4C" w:rsidRDefault="00F26A4C" w:rsidP="00F26A4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H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istórias diversas.</w:t>
      </w:r>
    </w:p>
    <w:p w14:paraId="1E91D3D8" w14:textId="77777777" w:rsidR="00F26A4C" w:rsidRDefault="00F26A4C" w:rsidP="00F26A4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Recursos multimédia e audiovisuais.</w:t>
      </w:r>
    </w:p>
    <w:p w14:paraId="5B78DB09" w14:textId="77777777" w:rsidR="00F26A4C" w:rsidRPr="00907B8B" w:rsidRDefault="00F26A4C" w:rsidP="00F26A4C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677D2BE" w14:textId="77777777" w:rsidR="00F26A4C" w:rsidRPr="00051C79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DDCA121" w14:textId="77777777" w:rsidR="00F26A4C" w:rsidRPr="00F87025" w:rsidRDefault="00F26A4C" w:rsidP="00F26A4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41E7497" w14:textId="77777777" w:rsidR="00F26A4C" w:rsidRPr="00051C79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6B733C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30AF59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C3A832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186F37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B6F5DC9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6DA277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FE7CC7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005DE6C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32A016" w14:textId="77777777" w:rsidR="00F26A4C" w:rsidRDefault="00F26A4C" w:rsidP="00F26A4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D71CBB5" w14:textId="0C29BEC5" w:rsidR="000A0AC7" w:rsidRDefault="000A0AC7" w:rsidP="00590909">
      <w:pPr>
        <w:rPr>
          <w:rFonts w:ascii="Verdana Pro Light" w:hAnsi="Verdana Pro Light"/>
          <w:smallCaps/>
        </w:rPr>
      </w:pPr>
    </w:p>
    <w:sectPr w:rsidR="000A0AC7" w:rsidSect="00C52E16">
      <w:footerReference w:type="default" r:id="rId13"/>
      <w:pgSz w:w="11906" w:h="16838"/>
      <w:pgMar w:top="1418" w:right="1134" w:bottom="1418" w:left="1134" w:header="709" w:footer="2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B8ACA" w14:textId="77777777" w:rsidR="00C52E16" w:rsidRDefault="00C52E16" w:rsidP="00AC6E34">
      <w:pPr>
        <w:spacing w:after="0" w:line="240" w:lineRule="auto"/>
      </w:pPr>
      <w:r>
        <w:separator/>
      </w:r>
    </w:p>
  </w:endnote>
  <w:endnote w:type="continuationSeparator" w:id="0">
    <w:p w14:paraId="488CFB73" w14:textId="77777777" w:rsidR="00C52E16" w:rsidRDefault="00C52E16" w:rsidP="00AC6E34">
      <w:pPr>
        <w:spacing w:after="0" w:line="240" w:lineRule="auto"/>
      </w:pPr>
      <w:r>
        <w:continuationSeparator/>
      </w:r>
    </w:p>
  </w:endnote>
  <w:endnote w:type="continuationNotice" w:id="1">
    <w:p w14:paraId="3B810678" w14:textId="77777777" w:rsidR="00C52E16" w:rsidRDefault="00C52E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25EE" w14:textId="77777777" w:rsidR="0072517D" w:rsidRDefault="0072517D">
    <w:pPr>
      <w:pStyle w:val="Rodap"/>
      <w:jc w:val="right"/>
    </w:pPr>
  </w:p>
  <w:p w14:paraId="7BF7DA66" w14:textId="77777777" w:rsidR="0072517D" w:rsidRDefault="0072517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005A8" w14:textId="74315D0B" w:rsidR="0072517D" w:rsidRPr="00FD203A" w:rsidRDefault="0072517D" w:rsidP="0030487B">
    <w:pPr>
      <w:pStyle w:val="Rodap"/>
      <w:pBdr>
        <w:top w:val="single" w:sz="4" w:space="1" w:color="auto"/>
      </w:pBdr>
      <w:tabs>
        <w:tab w:val="clear" w:pos="8504"/>
        <w:tab w:val="right" w:pos="9356"/>
      </w:tabs>
      <w:ind w:right="1"/>
      <w:jc w:val="center"/>
      <w:rPr>
        <w:rFonts w:ascii="Verdana Pro Light" w:hAnsi="Verdana Pro Light"/>
        <w:sz w:val="14"/>
        <w:szCs w:val="14"/>
      </w:rPr>
    </w:pPr>
    <w:r>
      <w:rPr>
        <w:rFonts w:ascii="Verdana Pro Light" w:hAnsi="Verdana Pro Light"/>
        <w:sz w:val="14"/>
        <w:szCs w:val="14"/>
      </w:rPr>
      <w:t>REFERENCIAL DE COMPETÊNCIAS DA</w:t>
    </w:r>
    <w:r w:rsidRPr="00FD203A">
      <w:rPr>
        <w:rFonts w:ascii="Verdana Pro Light" w:hAnsi="Verdana Pro Light"/>
        <w:sz w:val="14"/>
        <w:szCs w:val="14"/>
      </w:rPr>
      <w:t xml:space="preserve"> QUALIFICAÇÃO</w:t>
    </w:r>
    <w:r w:rsidRPr="00FD203A">
      <w:rPr>
        <w:rFonts w:ascii="Verdana Pro Light" w:hAnsi="Verdana Pro Light"/>
        <w:sz w:val="14"/>
        <w:szCs w:val="14"/>
      </w:rPr>
      <w:ptab w:relativeTo="margin" w:alignment="center" w:leader="none"/>
    </w:r>
    <w:r w:rsidRPr="00FD203A">
      <w:rPr>
        <w:rFonts w:ascii="Verdana Pro Light" w:hAnsi="Verdana Pro Light"/>
        <w:sz w:val="14"/>
        <w:szCs w:val="14"/>
      </w:rPr>
      <w:t xml:space="preserve">       </w:t>
    </w:r>
    <w:r>
      <w:rPr>
        <w:rFonts w:ascii="Verdana Pro Light" w:hAnsi="Verdana Pro Light"/>
        <w:sz w:val="14"/>
        <w:szCs w:val="14"/>
      </w:rPr>
      <w:t xml:space="preserve">Técnico de </w:t>
    </w:r>
    <w:r w:rsidR="00397D33">
      <w:rPr>
        <w:rFonts w:ascii="Verdana Pro Light" w:hAnsi="Verdana Pro Light"/>
        <w:sz w:val="14"/>
        <w:szCs w:val="14"/>
      </w:rPr>
      <w:t xml:space="preserve">audiovisuais </w:t>
    </w:r>
    <w:r w:rsidR="00397D33" w:rsidRPr="00FD203A">
      <w:rPr>
        <w:rFonts w:ascii="Verdana Pro Light" w:hAnsi="Verdana Pro Light"/>
        <w:sz w:val="14"/>
        <w:szCs w:val="14"/>
      </w:rPr>
      <w:t>|</w:t>
    </w:r>
    <w:r w:rsidRPr="00FD203A">
      <w:rPr>
        <w:rFonts w:ascii="Verdana Pro Light" w:hAnsi="Verdana Pro Light"/>
        <w:sz w:val="14"/>
        <w:szCs w:val="14"/>
      </w:rPr>
      <w:t xml:space="preserve"> Nível </w:t>
    </w:r>
    <w:r>
      <w:rPr>
        <w:rFonts w:ascii="Verdana Pro Light" w:hAnsi="Verdana Pro Light"/>
        <w:sz w:val="14"/>
        <w:szCs w:val="14"/>
      </w:rPr>
      <w:t>4</w:t>
    </w:r>
    <w:r w:rsidRPr="00FD203A">
      <w:rPr>
        <w:rFonts w:ascii="Verdana Pro Light" w:hAnsi="Verdana Pro Light"/>
        <w:sz w:val="14"/>
        <w:szCs w:val="14"/>
      </w:rPr>
      <w:ptab w:relativeTo="margin" w:alignment="right" w:leader="none"/>
    </w:r>
    <w:r w:rsidRPr="00FD203A">
      <w:rPr>
        <w:rFonts w:ascii="Verdana Pro Light" w:hAnsi="Verdana Pro Light"/>
        <w:sz w:val="14"/>
        <w:szCs w:val="14"/>
      </w:rPr>
      <w:t xml:space="preserve">Página | </w:t>
    </w:r>
    <w:r w:rsidRPr="00FD203A">
      <w:rPr>
        <w:rFonts w:ascii="Verdana Pro Light" w:hAnsi="Verdana Pro Light"/>
        <w:sz w:val="14"/>
        <w:szCs w:val="14"/>
      </w:rPr>
      <w:fldChar w:fldCharType="begin"/>
    </w:r>
    <w:r w:rsidRPr="00FD203A">
      <w:rPr>
        <w:rFonts w:ascii="Verdana Pro Light" w:hAnsi="Verdana Pro Light"/>
        <w:sz w:val="14"/>
        <w:szCs w:val="14"/>
      </w:rPr>
      <w:instrText>PAGE   \* MERGEFORMAT</w:instrText>
    </w:r>
    <w:r w:rsidRPr="00FD203A">
      <w:rPr>
        <w:rFonts w:ascii="Verdana Pro Light" w:hAnsi="Verdana Pro Light"/>
        <w:sz w:val="14"/>
        <w:szCs w:val="14"/>
      </w:rPr>
      <w:fldChar w:fldCharType="separate"/>
    </w:r>
    <w:r>
      <w:rPr>
        <w:rFonts w:ascii="Verdana Pro Light" w:hAnsi="Verdana Pro Light"/>
        <w:noProof/>
        <w:sz w:val="14"/>
        <w:szCs w:val="14"/>
      </w:rPr>
      <w:t>1</w:t>
    </w:r>
    <w:r w:rsidRPr="00FD203A">
      <w:rPr>
        <w:rFonts w:ascii="Verdana Pro Light" w:hAnsi="Verdana Pro Light"/>
        <w:sz w:val="14"/>
        <w:szCs w:val="14"/>
      </w:rPr>
      <w:fldChar w:fldCharType="end"/>
    </w:r>
  </w:p>
  <w:p w14:paraId="7065F04C" w14:textId="77777777" w:rsidR="0072517D" w:rsidRDefault="0072517D">
    <w:pPr>
      <w:pStyle w:val="Rodap"/>
      <w:jc w:val="right"/>
    </w:pPr>
  </w:p>
  <w:p w14:paraId="11C07B63" w14:textId="77777777" w:rsidR="0072517D" w:rsidRDefault="0072517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C3952" w14:textId="77777777" w:rsidR="00C52E16" w:rsidRDefault="00C52E16" w:rsidP="00AC6E34">
      <w:pPr>
        <w:spacing w:after="0" w:line="240" w:lineRule="auto"/>
      </w:pPr>
      <w:r>
        <w:separator/>
      </w:r>
    </w:p>
  </w:footnote>
  <w:footnote w:type="continuationSeparator" w:id="0">
    <w:p w14:paraId="0E205FB4" w14:textId="77777777" w:rsidR="00C52E16" w:rsidRDefault="00C52E16" w:rsidP="00AC6E34">
      <w:pPr>
        <w:spacing w:after="0" w:line="240" w:lineRule="auto"/>
      </w:pPr>
      <w:r>
        <w:continuationSeparator/>
      </w:r>
    </w:p>
  </w:footnote>
  <w:footnote w:type="continuationNotice" w:id="1">
    <w:p w14:paraId="3D538ACD" w14:textId="77777777" w:rsidR="00C52E16" w:rsidRDefault="00C52E16">
      <w:pPr>
        <w:spacing w:after="0" w:line="240" w:lineRule="auto"/>
      </w:pPr>
    </w:p>
  </w:footnote>
  <w:footnote w:id="2">
    <w:p w14:paraId="597FFB68" w14:textId="77777777" w:rsidR="00D5488A" w:rsidRDefault="00D5488A" w:rsidP="00D5488A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 w:rsidRPr="002962FF">
        <w:rPr>
          <w:rFonts w:ascii="Verdana Pro Light" w:hAnsi="Verdana Pro Light"/>
          <w:sz w:val="16"/>
          <w:szCs w:val="20"/>
        </w:rPr>
        <w:t>a laranja correspondem</w:t>
      </w:r>
      <w:proofErr w:type="gramEnd"/>
      <w:r w:rsidRPr="002962FF"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3">
    <w:p w14:paraId="557FC138" w14:textId="77777777" w:rsidR="00D5488A" w:rsidRDefault="00D5488A" w:rsidP="00D5488A">
      <w:pPr>
        <w:pStyle w:val="Textodenotaderodap"/>
        <w:rPr>
          <w:rFonts w:ascii="Verdana Pro Light" w:hAnsi="Verdana Pro Light"/>
          <w:sz w:val="16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</w:t>
      </w:r>
      <w:r w:rsidRPr="00616272">
        <w:rPr>
          <w:rFonts w:ascii="Verdana Pro Light" w:hAnsi="Verdana Pro Light"/>
          <w:sz w:val="16"/>
        </w:rPr>
        <w:t>Poderão ser selecionadas 10%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transversais de entre o leque definido (20% a 30%)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opcionais.</w:t>
      </w:r>
    </w:p>
    <w:p w14:paraId="21245797" w14:textId="77777777" w:rsidR="00D5488A" w:rsidRPr="00616272" w:rsidRDefault="00D5488A" w:rsidP="00D5488A">
      <w:pPr>
        <w:pStyle w:val="Textodenotaderodap"/>
        <w:rPr>
          <w:rFonts w:ascii="Verdana Pro Light" w:hAnsi="Verdana Pro Light"/>
          <w:sz w:val="16"/>
        </w:rPr>
      </w:pPr>
    </w:p>
  </w:footnote>
  <w:footnote w:id="4">
    <w:p w14:paraId="1DDCBCF8" w14:textId="77777777" w:rsidR="00D5488A" w:rsidRPr="002962FF" w:rsidRDefault="00D5488A" w:rsidP="00D5488A">
      <w:pPr>
        <w:spacing w:after="0" w:line="240" w:lineRule="auto"/>
        <w:jc w:val="both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  <w:sz w:val="20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 w:rsidRPr="002962FF">
        <w:rPr>
          <w:rFonts w:ascii="Verdana Pro Light" w:hAnsi="Verdana Pro Light"/>
          <w:sz w:val="16"/>
          <w:szCs w:val="20"/>
        </w:rPr>
        <w:t>a laranja correspondem</w:t>
      </w:r>
      <w:proofErr w:type="gramEnd"/>
      <w:r w:rsidRPr="002962FF"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 </w:t>
      </w:r>
    </w:p>
    <w:p w14:paraId="384A370F" w14:textId="77777777" w:rsidR="00D5488A" w:rsidRDefault="00D5488A" w:rsidP="00D5488A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D9476" w14:textId="77777777" w:rsidR="0072517D" w:rsidRDefault="0072517D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58240" behindDoc="1" locked="0" layoutInCell="1" allowOverlap="1" wp14:anchorId="17148D98" wp14:editId="0A88BECA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58241" behindDoc="0" locked="0" layoutInCell="1" allowOverlap="1" wp14:anchorId="3B0BF232" wp14:editId="54574573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40BC"/>
    <w:multiLevelType w:val="hybridMultilevel"/>
    <w:tmpl w:val="D1BCABCA"/>
    <w:lvl w:ilvl="0" w:tplc="D8D6269C">
      <w:start w:val="1"/>
      <w:numFmt w:val="decimal"/>
      <w:lvlText w:val="%1."/>
      <w:lvlJc w:val="left"/>
      <w:pPr>
        <w:ind w:left="-349" w:hanging="360"/>
      </w:pPr>
      <w:rPr>
        <w:rFonts w:ascii="Verdana" w:hAnsi="Verdana" w:hint="default"/>
        <w:b/>
        <w:i w:val="0"/>
        <w:color w:val="000000" w:themeColor="text1"/>
        <w:sz w:val="22"/>
      </w:rPr>
    </w:lvl>
    <w:lvl w:ilvl="1" w:tplc="08160019" w:tentative="1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13A18FB6"/>
    <w:multiLevelType w:val="hybridMultilevel"/>
    <w:tmpl w:val="21947D8E"/>
    <w:lvl w:ilvl="0" w:tplc="FFFFFFFF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7609"/>
    <w:multiLevelType w:val="hybridMultilevel"/>
    <w:tmpl w:val="33048D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408BF"/>
    <w:multiLevelType w:val="hybridMultilevel"/>
    <w:tmpl w:val="562A0EB2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771E70"/>
    <w:multiLevelType w:val="hybridMultilevel"/>
    <w:tmpl w:val="93D83194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5" w15:restartNumberingAfterBreak="0">
    <w:nsid w:val="310E1FEB"/>
    <w:multiLevelType w:val="hybridMultilevel"/>
    <w:tmpl w:val="DCD67756"/>
    <w:lvl w:ilvl="0" w:tplc="DF740B4C">
      <w:start w:val="1"/>
      <w:numFmt w:val="decimal"/>
      <w:lvlText w:val="%1-"/>
      <w:lvlJc w:val="left"/>
      <w:pPr>
        <w:ind w:left="1416" w:hanging="696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2769E5"/>
    <w:multiLevelType w:val="hybridMultilevel"/>
    <w:tmpl w:val="9E5A8FAE"/>
    <w:lvl w:ilvl="0" w:tplc="8EB8A82E">
      <w:start w:val="1"/>
      <w:numFmt w:val="decimal"/>
      <w:pStyle w:val="Subttulo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62D2A"/>
    <w:multiLevelType w:val="multilevel"/>
    <w:tmpl w:val="9B8260B8"/>
    <w:lvl w:ilvl="0">
      <w:numFmt w:val="bullet"/>
      <w:pStyle w:val="AR1-Realizacoes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1817BC3"/>
    <w:multiLevelType w:val="multilevel"/>
    <w:tmpl w:val="8B9692C4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68F6811"/>
    <w:multiLevelType w:val="multilevel"/>
    <w:tmpl w:val="41D61AAE"/>
    <w:lvl w:ilvl="0">
      <w:start w:val="1"/>
      <w:numFmt w:val="decimal"/>
      <w:lvlText w:val="R%1. 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1" w15:restartNumberingAfterBreak="0">
    <w:nsid w:val="791F68D7"/>
    <w:multiLevelType w:val="hybridMultilevel"/>
    <w:tmpl w:val="932CA20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998407">
    <w:abstractNumId w:val="0"/>
  </w:num>
  <w:num w:numId="2" w16cid:durableId="1301811133">
    <w:abstractNumId w:val="4"/>
  </w:num>
  <w:num w:numId="3" w16cid:durableId="1493330360">
    <w:abstractNumId w:val="10"/>
  </w:num>
  <w:num w:numId="4" w16cid:durableId="1190680151">
    <w:abstractNumId w:val="3"/>
  </w:num>
  <w:num w:numId="5" w16cid:durableId="1267694082">
    <w:abstractNumId w:val="2"/>
  </w:num>
  <w:num w:numId="6" w16cid:durableId="386029052">
    <w:abstractNumId w:val="5"/>
  </w:num>
  <w:num w:numId="7" w16cid:durableId="147595163">
    <w:abstractNumId w:val="1"/>
  </w:num>
  <w:num w:numId="8" w16cid:durableId="1322005544">
    <w:abstractNumId w:val="11"/>
  </w:num>
  <w:num w:numId="9" w16cid:durableId="36010891">
    <w:abstractNumId w:val="6"/>
  </w:num>
  <w:num w:numId="10" w16cid:durableId="915091426">
    <w:abstractNumId w:val="7"/>
  </w:num>
  <w:num w:numId="11" w16cid:durableId="912816722">
    <w:abstractNumId w:val="9"/>
  </w:num>
  <w:num w:numId="12" w16cid:durableId="15482961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BE0"/>
    <w:rsid w:val="00001B38"/>
    <w:rsid w:val="00002007"/>
    <w:rsid w:val="00005FB0"/>
    <w:rsid w:val="000104EB"/>
    <w:rsid w:val="00015F01"/>
    <w:rsid w:val="000165BA"/>
    <w:rsid w:val="0002087E"/>
    <w:rsid w:val="00023BA1"/>
    <w:rsid w:val="000345B9"/>
    <w:rsid w:val="0003539F"/>
    <w:rsid w:val="00044E11"/>
    <w:rsid w:val="00050DCD"/>
    <w:rsid w:val="00053214"/>
    <w:rsid w:val="00057EFB"/>
    <w:rsid w:val="00076BDE"/>
    <w:rsid w:val="0008119B"/>
    <w:rsid w:val="0008362A"/>
    <w:rsid w:val="00087301"/>
    <w:rsid w:val="00092A24"/>
    <w:rsid w:val="0009329B"/>
    <w:rsid w:val="000958C1"/>
    <w:rsid w:val="00095F24"/>
    <w:rsid w:val="000A0AC7"/>
    <w:rsid w:val="000A7122"/>
    <w:rsid w:val="000A75BF"/>
    <w:rsid w:val="000B6869"/>
    <w:rsid w:val="000B74B1"/>
    <w:rsid w:val="000C2959"/>
    <w:rsid w:val="000C7C18"/>
    <w:rsid w:val="000D4A05"/>
    <w:rsid w:val="000D68FA"/>
    <w:rsid w:val="000D7EDF"/>
    <w:rsid w:val="000E3EDC"/>
    <w:rsid w:val="000F359E"/>
    <w:rsid w:val="000F391C"/>
    <w:rsid w:val="000F5638"/>
    <w:rsid w:val="000F677A"/>
    <w:rsid w:val="001107E2"/>
    <w:rsid w:val="001110D4"/>
    <w:rsid w:val="001110F0"/>
    <w:rsid w:val="00112CE2"/>
    <w:rsid w:val="00113A68"/>
    <w:rsid w:val="0011703D"/>
    <w:rsid w:val="00121B29"/>
    <w:rsid w:val="00135D17"/>
    <w:rsid w:val="00140F8B"/>
    <w:rsid w:val="001437BC"/>
    <w:rsid w:val="00144B38"/>
    <w:rsid w:val="00146980"/>
    <w:rsid w:val="00154CB2"/>
    <w:rsid w:val="001557C8"/>
    <w:rsid w:val="001651AE"/>
    <w:rsid w:val="00166E64"/>
    <w:rsid w:val="00171EFA"/>
    <w:rsid w:val="00173971"/>
    <w:rsid w:val="00175706"/>
    <w:rsid w:val="00180C2E"/>
    <w:rsid w:val="00181F46"/>
    <w:rsid w:val="0018354B"/>
    <w:rsid w:val="001835D7"/>
    <w:rsid w:val="001841F1"/>
    <w:rsid w:val="00185461"/>
    <w:rsid w:val="001859B7"/>
    <w:rsid w:val="00185CE9"/>
    <w:rsid w:val="001864A0"/>
    <w:rsid w:val="00196488"/>
    <w:rsid w:val="001A1AD8"/>
    <w:rsid w:val="001A278B"/>
    <w:rsid w:val="001A7510"/>
    <w:rsid w:val="001B0089"/>
    <w:rsid w:val="001C006A"/>
    <w:rsid w:val="001C2D83"/>
    <w:rsid w:val="001C5AE8"/>
    <w:rsid w:val="001C5D51"/>
    <w:rsid w:val="001D1218"/>
    <w:rsid w:val="001D1B69"/>
    <w:rsid w:val="001D4FFE"/>
    <w:rsid w:val="001D706C"/>
    <w:rsid w:val="001E4898"/>
    <w:rsid w:val="001E5A37"/>
    <w:rsid w:val="001F4FE2"/>
    <w:rsid w:val="0020338E"/>
    <w:rsid w:val="00203BBC"/>
    <w:rsid w:val="00207C9C"/>
    <w:rsid w:val="00210C24"/>
    <w:rsid w:val="00211FD5"/>
    <w:rsid w:val="002121BE"/>
    <w:rsid w:val="00215307"/>
    <w:rsid w:val="00216CAF"/>
    <w:rsid w:val="0022409D"/>
    <w:rsid w:val="00226C26"/>
    <w:rsid w:val="00234037"/>
    <w:rsid w:val="00236D7F"/>
    <w:rsid w:val="00244BF5"/>
    <w:rsid w:val="002461D4"/>
    <w:rsid w:val="0024774E"/>
    <w:rsid w:val="00250F16"/>
    <w:rsid w:val="00270290"/>
    <w:rsid w:val="00271806"/>
    <w:rsid w:val="002733F8"/>
    <w:rsid w:val="00273765"/>
    <w:rsid w:val="00277825"/>
    <w:rsid w:val="002803E6"/>
    <w:rsid w:val="00282E74"/>
    <w:rsid w:val="002852B7"/>
    <w:rsid w:val="00291019"/>
    <w:rsid w:val="0029731E"/>
    <w:rsid w:val="00297B0B"/>
    <w:rsid w:val="002A02BA"/>
    <w:rsid w:val="002A081E"/>
    <w:rsid w:val="002A5F23"/>
    <w:rsid w:val="002A61F7"/>
    <w:rsid w:val="002B0690"/>
    <w:rsid w:val="002B29A8"/>
    <w:rsid w:val="002B4171"/>
    <w:rsid w:val="002B6C6B"/>
    <w:rsid w:val="002B7C85"/>
    <w:rsid w:val="002C18A9"/>
    <w:rsid w:val="002C514C"/>
    <w:rsid w:val="002C5C9E"/>
    <w:rsid w:val="002C7BA4"/>
    <w:rsid w:val="002E19E9"/>
    <w:rsid w:val="002E4DE6"/>
    <w:rsid w:val="002F60AD"/>
    <w:rsid w:val="002F630E"/>
    <w:rsid w:val="002F7564"/>
    <w:rsid w:val="002F7AD1"/>
    <w:rsid w:val="00300677"/>
    <w:rsid w:val="00300ACC"/>
    <w:rsid w:val="00303FC6"/>
    <w:rsid w:val="0030487B"/>
    <w:rsid w:val="00314EFE"/>
    <w:rsid w:val="003245C9"/>
    <w:rsid w:val="00325332"/>
    <w:rsid w:val="00332C4A"/>
    <w:rsid w:val="003363B7"/>
    <w:rsid w:val="0033771D"/>
    <w:rsid w:val="00342E55"/>
    <w:rsid w:val="0034670F"/>
    <w:rsid w:val="00346D6E"/>
    <w:rsid w:val="00346D7C"/>
    <w:rsid w:val="00350DB7"/>
    <w:rsid w:val="00350E6F"/>
    <w:rsid w:val="00354C74"/>
    <w:rsid w:val="003554C8"/>
    <w:rsid w:val="00355C59"/>
    <w:rsid w:val="00356877"/>
    <w:rsid w:val="0036235E"/>
    <w:rsid w:val="00370FA3"/>
    <w:rsid w:val="00375CE7"/>
    <w:rsid w:val="00376E25"/>
    <w:rsid w:val="00380483"/>
    <w:rsid w:val="00381B52"/>
    <w:rsid w:val="00381F41"/>
    <w:rsid w:val="0038693A"/>
    <w:rsid w:val="00386F73"/>
    <w:rsid w:val="003949DA"/>
    <w:rsid w:val="00395B35"/>
    <w:rsid w:val="00397D33"/>
    <w:rsid w:val="003A5136"/>
    <w:rsid w:val="003A58B4"/>
    <w:rsid w:val="003B49F1"/>
    <w:rsid w:val="003B503A"/>
    <w:rsid w:val="003C00D4"/>
    <w:rsid w:val="003C07A5"/>
    <w:rsid w:val="003C6F29"/>
    <w:rsid w:val="003C7202"/>
    <w:rsid w:val="003D1065"/>
    <w:rsid w:val="003D1889"/>
    <w:rsid w:val="003D1E49"/>
    <w:rsid w:val="003D24EF"/>
    <w:rsid w:val="003D24FE"/>
    <w:rsid w:val="003D7507"/>
    <w:rsid w:val="003D785E"/>
    <w:rsid w:val="003D7D92"/>
    <w:rsid w:val="003E1BF4"/>
    <w:rsid w:val="003E1FC9"/>
    <w:rsid w:val="003E20BA"/>
    <w:rsid w:val="003F7568"/>
    <w:rsid w:val="004017BF"/>
    <w:rsid w:val="004069A8"/>
    <w:rsid w:val="00407E05"/>
    <w:rsid w:val="0041039B"/>
    <w:rsid w:val="00410EF7"/>
    <w:rsid w:val="00420026"/>
    <w:rsid w:val="00427855"/>
    <w:rsid w:val="00430591"/>
    <w:rsid w:val="00430953"/>
    <w:rsid w:val="00435A0A"/>
    <w:rsid w:val="00435C10"/>
    <w:rsid w:val="00442B8A"/>
    <w:rsid w:val="0045208C"/>
    <w:rsid w:val="004541A7"/>
    <w:rsid w:val="004564CB"/>
    <w:rsid w:val="00457539"/>
    <w:rsid w:val="00460FBB"/>
    <w:rsid w:val="004652E4"/>
    <w:rsid w:val="0046584A"/>
    <w:rsid w:val="00470D21"/>
    <w:rsid w:val="00476757"/>
    <w:rsid w:val="0047679D"/>
    <w:rsid w:val="00477194"/>
    <w:rsid w:val="004809EA"/>
    <w:rsid w:val="00484F4A"/>
    <w:rsid w:val="004912C7"/>
    <w:rsid w:val="004927F1"/>
    <w:rsid w:val="004A112F"/>
    <w:rsid w:val="004A1EB7"/>
    <w:rsid w:val="004A4AAE"/>
    <w:rsid w:val="004B05B9"/>
    <w:rsid w:val="004B0D2F"/>
    <w:rsid w:val="004C2E83"/>
    <w:rsid w:val="004C3110"/>
    <w:rsid w:val="004D104D"/>
    <w:rsid w:val="004D1366"/>
    <w:rsid w:val="004D1688"/>
    <w:rsid w:val="004D280E"/>
    <w:rsid w:val="004D3668"/>
    <w:rsid w:val="004D38A4"/>
    <w:rsid w:val="004F08BA"/>
    <w:rsid w:val="004F117D"/>
    <w:rsid w:val="004F514D"/>
    <w:rsid w:val="004F63F0"/>
    <w:rsid w:val="004F67B4"/>
    <w:rsid w:val="004F68CB"/>
    <w:rsid w:val="00501489"/>
    <w:rsid w:val="005107E8"/>
    <w:rsid w:val="00512881"/>
    <w:rsid w:val="00516F5E"/>
    <w:rsid w:val="00517954"/>
    <w:rsid w:val="005214F6"/>
    <w:rsid w:val="0052259A"/>
    <w:rsid w:val="005232C8"/>
    <w:rsid w:val="005258AE"/>
    <w:rsid w:val="005306A3"/>
    <w:rsid w:val="00534D2E"/>
    <w:rsid w:val="0054225A"/>
    <w:rsid w:val="005432CF"/>
    <w:rsid w:val="0054390B"/>
    <w:rsid w:val="0054456B"/>
    <w:rsid w:val="005501EC"/>
    <w:rsid w:val="005523EF"/>
    <w:rsid w:val="00552D46"/>
    <w:rsid w:val="00556A96"/>
    <w:rsid w:val="00557A03"/>
    <w:rsid w:val="00560588"/>
    <w:rsid w:val="00560D1E"/>
    <w:rsid w:val="00564406"/>
    <w:rsid w:val="00572A35"/>
    <w:rsid w:val="0057477C"/>
    <w:rsid w:val="005747FA"/>
    <w:rsid w:val="00574F66"/>
    <w:rsid w:val="005766ED"/>
    <w:rsid w:val="00582120"/>
    <w:rsid w:val="00582ACD"/>
    <w:rsid w:val="0058511C"/>
    <w:rsid w:val="00586799"/>
    <w:rsid w:val="00590909"/>
    <w:rsid w:val="00595989"/>
    <w:rsid w:val="0059731B"/>
    <w:rsid w:val="005A1396"/>
    <w:rsid w:val="005A141C"/>
    <w:rsid w:val="005A36E8"/>
    <w:rsid w:val="005A4A48"/>
    <w:rsid w:val="005B049A"/>
    <w:rsid w:val="005B35F8"/>
    <w:rsid w:val="005B5AD0"/>
    <w:rsid w:val="005C0F88"/>
    <w:rsid w:val="005C1274"/>
    <w:rsid w:val="005C179D"/>
    <w:rsid w:val="005C184D"/>
    <w:rsid w:val="005C228A"/>
    <w:rsid w:val="005C3CE8"/>
    <w:rsid w:val="005D6C3B"/>
    <w:rsid w:val="005D7EFD"/>
    <w:rsid w:val="005E5D3D"/>
    <w:rsid w:val="005E714E"/>
    <w:rsid w:val="0060285C"/>
    <w:rsid w:val="0060668B"/>
    <w:rsid w:val="00606737"/>
    <w:rsid w:val="006071F5"/>
    <w:rsid w:val="00610FB9"/>
    <w:rsid w:val="00612684"/>
    <w:rsid w:val="006136CD"/>
    <w:rsid w:val="00616272"/>
    <w:rsid w:val="006206ED"/>
    <w:rsid w:val="00627540"/>
    <w:rsid w:val="00632367"/>
    <w:rsid w:val="00635680"/>
    <w:rsid w:val="006369EE"/>
    <w:rsid w:val="00662845"/>
    <w:rsid w:val="00662AC2"/>
    <w:rsid w:val="00662D0C"/>
    <w:rsid w:val="00662F59"/>
    <w:rsid w:val="00671E02"/>
    <w:rsid w:val="006750E2"/>
    <w:rsid w:val="00680F0B"/>
    <w:rsid w:val="00682358"/>
    <w:rsid w:val="006834C9"/>
    <w:rsid w:val="00684175"/>
    <w:rsid w:val="00684BC8"/>
    <w:rsid w:val="00692A78"/>
    <w:rsid w:val="00693A88"/>
    <w:rsid w:val="00693DB9"/>
    <w:rsid w:val="006942C8"/>
    <w:rsid w:val="00694D69"/>
    <w:rsid w:val="00696EE4"/>
    <w:rsid w:val="0069757A"/>
    <w:rsid w:val="006A4166"/>
    <w:rsid w:val="006A5F9A"/>
    <w:rsid w:val="006B3A76"/>
    <w:rsid w:val="006B5E01"/>
    <w:rsid w:val="006C0318"/>
    <w:rsid w:val="006C4047"/>
    <w:rsid w:val="006C5A6B"/>
    <w:rsid w:val="006C703D"/>
    <w:rsid w:val="006D0607"/>
    <w:rsid w:val="006D3085"/>
    <w:rsid w:val="006E4B13"/>
    <w:rsid w:val="006F0B80"/>
    <w:rsid w:val="006F276D"/>
    <w:rsid w:val="006F54A8"/>
    <w:rsid w:val="006F579D"/>
    <w:rsid w:val="00700469"/>
    <w:rsid w:val="00701DDB"/>
    <w:rsid w:val="007037C9"/>
    <w:rsid w:val="00706A57"/>
    <w:rsid w:val="007111F8"/>
    <w:rsid w:val="007129BC"/>
    <w:rsid w:val="00712C22"/>
    <w:rsid w:val="00721800"/>
    <w:rsid w:val="00722D47"/>
    <w:rsid w:val="0072517D"/>
    <w:rsid w:val="00727CAB"/>
    <w:rsid w:val="007307B0"/>
    <w:rsid w:val="0073150B"/>
    <w:rsid w:val="00734664"/>
    <w:rsid w:val="007416C0"/>
    <w:rsid w:val="007425CB"/>
    <w:rsid w:val="00743DAA"/>
    <w:rsid w:val="007455E0"/>
    <w:rsid w:val="00746109"/>
    <w:rsid w:val="00755E75"/>
    <w:rsid w:val="0075689F"/>
    <w:rsid w:val="00757178"/>
    <w:rsid w:val="007579EC"/>
    <w:rsid w:val="00761402"/>
    <w:rsid w:val="00781317"/>
    <w:rsid w:val="00781953"/>
    <w:rsid w:val="00785B02"/>
    <w:rsid w:val="00786322"/>
    <w:rsid w:val="00786686"/>
    <w:rsid w:val="0079211E"/>
    <w:rsid w:val="007A0837"/>
    <w:rsid w:val="007A51E5"/>
    <w:rsid w:val="007B49DC"/>
    <w:rsid w:val="007B6C25"/>
    <w:rsid w:val="007B79C8"/>
    <w:rsid w:val="007C720F"/>
    <w:rsid w:val="007C78C2"/>
    <w:rsid w:val="007D309B"/>
    <w:rsid w:val="007D3B60"/>
    <w:rsid w:val="007E2C17"/>
    <w:rsid w:val="007F52E1"/>
    <w:rsid w:val="007F65E2"/>
    <w:rsid w:val="007F734A"/>
    <w:rsid w:val="007F76A9"/>
    <w:rsid w:val="007F7C53"/>
    <w:rsid w:val="007F7DC2"/>
    <w:rsid w:val="00802F03"/>
    <w:rsid w:val="00805D40"/>
    <w:rsid w:val="00806460"/>
    <w:rsid w:val="00813BE0"/>
    <w:rsid w:val="00815385"/>
    <w:rsid w:val="0081716B"/>
    <w:rsid w:val="0082105B"/>
    <w:rsid w:val="008307C9"/>
    <w:rsid w:val="00831047"/>
    <w:rsid w:val="00834BEB"/>
    <w:rsid w:val="00835CD4"/>
    <w:rsid w:val="008368D8"/>
    <w:rsid w:val="00837428"/>
    <w:rsid w:val="008402AD"/>
    <w:rsid w:val="00842287"/>
    <w:rsid w:val="008459B4"/>
    <w:rsid w:val="008463F7"/>
    <w:rsid w:val="00850E1F"/>
    <w:rsid w:val="0085178E"/>
    <w:rsid w:val="00854B79"/>
    <w:rsid w:val="00863E5E"/>
    <w:rsid w:val="00866AEA"/>
    <w:rsid w:val="00870D5C"/>
    <w:rsid w:val="0087470B"/>
    <w:rsid w:val="008819F1"/>
    <w:rsid w:val="008856D8"/>
    <w:rsid w:val="00892B15"/>
    <w:rsid w:val="008941E8"/>
    <w:rsid w:val="00897995"/>
    <w:rsid w:val="008B0A06"/>
    <w:rsid w:val="008B2421"/>
    <w:rsid w:val="008C1AD9"/>
    <w:rsid w:val="008C370D"/>
    <w:rsid w:val="008C4367"/>
    <w:rsid w:val="008C76A8"/>
    <w:rsid w:val="008D12FD"/>
    <w:rsid w:val="008D4690"/>
    <w:rsid w:val="008D4BB8"/>
    <w:rsid w:val="008D7054"/>
    <w:rsid w:val="008D7A21"/>
    <w:rsid w:val="008E06F1"/>
    <w:rsid w:val="008E2384"/>
    <w:rsid w:val="008E4DEF"/>
    <w:rsid w:val="008E6188"/>
    <w:rsid w:val="008E647D"/>
    <w:rsid w:val="008E6867"/>
    <w:rsid w:val="008F4DED"/>
    <w:rsid w:val="008F7465"/>
    <w:rsid w:val="008F7D76"/>
    <w:rsid w:val="00902094"/>
    <w:rsid w:val="00906320"/>
    <w:rsid w:val="00906BEA"/>
    <w:rsid w:val="009108FA"/>
    <w:rsid w:val="00913D9E"/>
    <w:rsid w:val="00914B87"/>
    <w:rsid w:val="00925AE6"/>
    <w:rsid w:val="009277C0"/>
    <w:rsid w:val="00927A69"/>
    <w:rsid w:val="00927FE8"/>
    <w:rsid w:val="00936420"/>
    <w:rsid w:val="00945463"/>
    <w:rsid w:val="00962012"/>
    <w:rsid w:val="0096599E"/>
    <w:rsid w:val="00967E82"/>
    <w:rsid w:val="00972149"/>
    <w:rsid w:val="00972904"/>
    <w:rsid w:val="00981C41"/>
    <w:rsid w:val="00983471"/>
    <w:rsid w:val="00986234"/>
    <w:rsid w:val="0098702B"/>
    <w:rsid w:val="00993214"/>
    <w:rsid w:val="00997506"/>
    <w:rsid w:val="009A5B39"/>
    <w:rsid w:val="009A6CD2"/>
    <w:rsid w:val="009C312B"/>
    <w:rsid w:val="009C4FE2"/>
    <w:rsid w:val="009D2D99"/>
    <w:rsid w:val="009D37A6"/>
    <w:rsid w:val="009D68FC"/>
    <w:rsid w:val="009E338E"/>
    <w:rsid w:val="009E54AA"/>
    <w:rsid w:val="009E62A1"/>
    <w:rsid w:val="009F5C19"/>
    <w:rsid w:val="00A02F11"/>
    <w:rsid w:val="00A03443"/>
    <w:rsid w:val="00A054AE"/>
    <w:rsid w:val="00A127C9"/>
    <w:rsid w:val="00A13004"/>
    <w:rsid w:val="00A23174"/>
    <w:rsid w:val="00A24AF9"/>
    <w:rsid w:val="00A262BD"/>
    <w:rsid w:val="00A3277A"/>
    <w:rsid w:val="00A411D0"/>
    <w:rsid w:val="00A452BE"/>
    <w:rsid w:val="00A46244"/>
    <w:rsid w:val="00A50C6D"/>
    <w:rsid w:val="00A51710"/>
    <w:rsid w:val="00A56551"/>
    <w:rsid w:val="00A77E95"/>
    <w:rsid w:val="00A83199"/>
    <w:rsid w:val="00A90A2A"/>
    <w:rsid w:val="00A91387"/>
    <w:rsid w:val="00A92D39"/>
    <w:rsid w:val="00A95648"/>
    <w:rsid w:val="00A97425"/>
    <w:rsid w:val="00AA5E9A"/>
    <w:rsid w:val="00AA6610"/>
    <w:rsid w:val="00AB007B"/>
    <w:rsid w:val="00AB123D"/>
    <w:rsid w:val="00AB3889"/>
    <w:rsid w:val="00AB43FA"/>
    <w:rsid w:val="00AB44C5"/>
    <w:rsid w:val="00AC0EDD"/>
    <w:rsid w:val="00AC1C7E"/>
    <w:rsid w:val="00AC477F"/>
    <w:rsid w:val="00AC69AF"/>
    <w:rsid w:val="00AC6E34"/>
    <w:rsid w:val="00AE025B"/>
    <w:rsid w:val="00AE1D10"/>
    <w:rsid w:val="00AE2024"/>
    <w:rsid w:val="00AE4A68"/>
    <w:rsid w:val="00AE51C2"/>
    <w:rsid w:val="00AF222B"/>
    <w:rsid w:val="00AF274F"/>
    <w:rsid w:val="00AF4966"/>
    <w:rsid w:val="00AF5604"/>
    <w:rsid w:val="00AF5F7C"/>
    <w:rsid w:val="00AF70F0"/>
    <w:rsid w:val="00AF7589"/>
    <w:rsid w:val="00B07322"/>
    <w:rsid w:val="00B136AD"/>
    <w:rsid w:val="00B13C2E"/>
    <w:rsid w:val="00B15DD6"/>
    <w:rsid w:val="00B17173"/>
    <w:rsid w:val="00B233FB"/>
    <w:rsid w:val="00B235EE"/>
    <w:rsid w:val="00B2500E"/>
    <w:rsid w:val="00B25962"/>
    <w:rsid w:val="00B302A0"/>
    <w:rsid w:val="00B31715"/>
    <w:rsid w:val="00B32240"/>
    <w:rsid w:val="00B35D74"/>
    <w:rsid w:val="00B40220"/>
    <w:rsid w:val="00B42E94"/>
    <w:rsid w:val="00B50FDC"/>
    <w:rsid w:val="00B5122E"/>
    <w:rsid w:val="00B5130D"/>
    <w:rsid w:val="00B71F80"/>
    <w:rsid w:val="00B73322"/>
    <w:rsid w:val="00B73C9B"/>
    <w:rsid w:val="00B754FD"/>
    <w:rsid w:val="00B77B12"/>
    <w:rsid w:val="00B824C7"/>
    <w:rsid w:val="00B82D67"/>
    <w:rsid w:val="00B84BE4"/>
    <w:rsid w:val="00B8607F"/>
    <w:rsid w:val="00B869E6"/>
    <w:rsid w:val="00B927EC"/>
    <w:rsid w:val="00B9776D"/>
    <w:rsid w:val="00B97BF8"/>
    <w:rsid w:val="00BA13F1"/>
    <w:rsid w:val="00BA16C3"/>
    <w:rsid w:val="00BA373A"/>
    <w:rsid w:val="00BA5652"/>
    <w:rsid w:val="00BA7595"/>
    <w:rsid w:val="00BB2FF0"/>
    <w:rsid w:val="00BC27EE"/>
    <w:rsid w:val="00BC29AE"/>
    <w:rsid w:val="00BC43D1"/>
    <w:rsid w:val="00BC7115"/>
    <w:rsid w:val="00BD03AF"/>
    <w:rsid w:val="00BD2BD2"/>
    <w:rsid w:val="00BD3CD4"/>
    <w:rsid w:val="00BD48CC"/>
    <w:rsid w:val="00BD5D48"/>
    <w:rsid w:val="00BD7FEA"/>
    <w:rsid w:val="00BE4305"/>
    <w:rsid w:val="00BE43E2"/>
    <w:rsid w:val="00BE59BF"/>
    <w:rsid w:val="00BE6A5D"/>
    <w:rsid w:val="00BE7171"/>
    <w:rsid w:val="00BF0F72"/>
    <w:rsid w:val="00BF1EAE"/>
    <w:rsid w:val="00BF45D9"/>
    <w:rsid w:val="00BF4EEB"/>
    <w:rsid w:val="00C033F8"/>
    <w:rsid w:val="00C03EF4"/>
    <w:rsid w:val="00C1058C"/>
    <w:rsid w:val="00C13128"/>
    <w:rsid w:val="00C1652B"/>
    <w:rsid w:val="00C215D8"/>
    <w:rsid w:val="00C218FF"/>
    <w:rsid w:val="00C27BCD"/>
    <w:rsid w:val="00C30BBA"/>
    <w:rsid w:val="00C34660"/>
    <w:rsid w:val="00C3606C"/>
    <w:rsid w:val="00C42238"/>
    <w:rsid w:val="00C434AB"/>
    <w:rsid w:val="00C441AC"/>
    <w:rsid w:val="00C52E16"/>
    <w:rsid w:val="00C57E69"/>
    <w:rsid w:val="00C608B8"/>
    <w:rsid w:val="00C65A1E"/>
    <w:rsid w:val="00C707CF"/>
    <w:rsid w:val="00C82134"/>
    <w:rsid w:val="00C83019"/>
    <w:rsid w:val="00C84B4D"/>
    <w:rsid w:val="00C877D7"/>
    <w:rsid w:val="00C90CC3"/>
    <w:rsid w:val="00C96AA9"/>
    <w:rsid w:val="00C9777C"/>
    <w:rsid w:val="00CA0927"/>
    <w:rsid w:val="00CA1E79"/>
    <w:rsid w:val="00CA7BD0"/>
    <w:rsid w:val="00CB1C1C"/>
    <w:rsid w:val="00CB303B"/>
    <w:rsid w:val="00CB5C3B"/>
    <w:rsid w:val="00CB7134"/>
    <w:rsid w:val="00CC1EEE"/>
    <w:rsid w:val="00CC2063"/>
    <w:rsid w:val="00CC3CD3"/>
    <w:rsid w:val="00CC4F90"/>
    <w:rsid w:val="00CC7382"/>
    <w:rsid w:val="00CD0F8A"/>
    <w:rsid w:val="00CE5B1F"/>
    <w:rsid w:val="00CF3A49"/>
    <w:rsid w:val="00CF4099"/>
    <w:rsid w:val="00CF60BD"/>
    <w:rsid w:val="00D041AC"/>
    <w:rsid w:val="00D06BFA"/>
    <w:rsid w:val="00D141AF"/>
    <w:rsid w:val="00D14991"/>
    <w:rsid w:val="00D20B52"/>
    <w:rsid w:val="00D23503"/>
    <w:rsid w:val="00D266FA"/>
    <w:rsid w:val="00D270F3"/>
    <w:rsid w:val="00D2747A"/>
    <w:rsid w:val="00D41125"/>
    <w:rsid w:val="00D433C4"/>
    <w:rsid w:val="00D469CD"/>
    <w:rsid w:val="00D5160F"/>
    <w:rsid w:val="00D543A4"/>
    <w:rsid w:val="00D5488A"/>
    <w:rsid w:val="00D54C93"/>
    <w:rsid w:val="00D57922"/>
    <w:rsid w:val="00D60F5D"/>
    <w:rsid w:val="00D62CE6"/>
    <w:rsid w:val="00D64B22"/>
    <w:rsid w:val="00D65778"/>
    <w:rsid w:val="00D71C66"/>
    <w:rsid w:val="00D734C3"/>
    <w:rsid w:val="00D7394E"/>
    <w:rsid w:val="00D770D4"/>
    <w:rsid w:val="00D846F5"/>
    <w:rsid w:val="00D87CB5"/>
    <w:rsid w:val="00D90368"/>
    <w:rsid w:val="00D92AA6"/>
    <w:rsid w:val="00D9424D"/>
    <w:rsid w:val="00D96E8B"/>
    <w:rsid w:val="00DA3EB2"/>
    <w:rsid w:val="00DA6C10"/>
    <w:rsid w:val="00DA7C13"/>
    <w:rsid w:val="00DB5D06"/>
    <w:rsid w:val="00DB6BE0"/>
    <w:rsid w:val="00DB76CA"/>
    <w:rsid w:val="00DC1400"/>
    <w:rsid w:val="00DC2AE2"/>
    <w:rsid w:val="00DC3888"/>
    <w:rsid w:val="00DC594E"/>
    <w:rsid w:val="00DC7A9B"/>
    <w:rsid w:val="00DD09B2"/>
    <w:rsid w:val="00DD3F15"/>
    <w:rsid w:val="00DD403C"/>
    <w:rsid w:val="00DD6149"/>
    <w:rsid w:val="00DE02B4"/>
    <w:rsid w:val="00DE1464"/>
    <w:rsid w:val="00DE3297"/>
    <w:rsid w:val="00DE45F3"/>
    <w:rsid w:val="00DF1614"/>
    <w:rsid w:val="00DF5A49"/>
    <w:rsid w:val="00E03C23"/>
    <w:rsid w:val="00E04E05"/>
    <w:rsid w:val="00E12F16"/>
    <w:rsid w:val="00E1368A"/>
    <w:rsid w:val="00E337CE"/>
    <w:rsid w:val="00E370E0"/>
    <w:rsid w:val="00E418F8"/>
    <w:rsid w:val="00E420F6"/>
    <w:rsid w:val="00E446F5"/>
    <w:rsid w:val="00E52D8E"/>
    <w:rsid w:val="00E5561B"/>
    <w:rsid w:val="00E569A3"/>
    <w:rsid w:val="00E5755D"/>
    <w:rsid w:val="00E607A4"/>
    <w:rsid w:val="00E60B96"/>
    <w:rsid w:val="00E741B6"/>
    <w:rsid w:val="00E74363"/>
    <w:rsid w:val="00E8194D"/>
    <w:rsid w:val="00E82A9D"/>
    <w:rsid w:val="00E869BC"/>
    <w:rsid w:val="00E92E3C"/>
    <w:rsid w:val="00E93BA7"/>
    <w:rsid w:val="00E96A21"/>
    <w:rsid w:val="00E96CFA"/>
    <w:rsid w:val="00EA1D73"/>
    <w:rsid w:val="00EA4D61"/>
    <w:rsid w:val="00EA68E3"/>
    <w:rsid w:val="00EA79BC"/>
    <w:rsid w:val="00EB1CA2"/>
    <w:rsid w:val="00EC0828"/>
    <w:rsid w:val="00EC0C6A"/>
    <w:rsid w:val="00EC15C3"/>
    <w:rsid w:val="00EC20C9"/>
    <w:rsid w:val="00EC3652"/>
    <w:rsid w:val="00EC44E6"/>
    <w:rsid w:val="00EC4A2F"/>
    <w:rsid w:val="00ED261C"/>
    <w:rsid w:val="00ED6689"/>
    <w:rsid w:val="00EE01C3"/>
    <w:rsid w:val="00EE32D7"/>
    <w:rsid w:val="00EE3677"/>
    <w:rsid w:val="00EE4162"/>
    <w:rsid w:val="00EF41D5"/>
    <w:rsid w:val="00EF611B"/>
    <w:rsid w:val="00F0020B"/>
    <w:rsid w:val="00F03B0A"/>
    <w:rsid w:val="00F06E24"/>
    <w:rsid w:val="00F14E80"/>
    <w:rsid w:val="00F20154"/>
    <w:rsid w:val="00F26A4C"/>
    <w:rsid w:val="00F30457"/>
    <w:rsid w:val="00F4049A"/>
    <w:rsid w:val="00F41D99"/>
    <w:rsid w:val="00F448F2"/>
    <w:rsid w:val="00F510A3"/>
    <w:rsid w:val="00F5651E"/>
    <w:rsid w:val="00F60515"/>
    <w:rsid w:val="00F64458"/>
    <w:rsid w:val="00F65150"/>
    <w:rsid w:val="00F70225"/>
    <w:rsid w:val="00F74A7E"/>
    <w:rsid w:val="00F7656F"/>
    <w:rsid w:val="00F82377"/>
    <w:rsid w:val="00F84A1F"/>
    <w:rsid w:val="00F84D14"/>
    <w:rsid w:val="00F9572D"/>
    <w:rsid w:val="00F95747"/>
    <w:rsid w:val="00FA28EF"/>
    <w:rsid w:val="00FA5E99"/>
    <w:rsid w:val="00FA683B"/>
    <w:rsid w:val="00FA7958"/>
    <w:rsid w:val="00FB0EED"/>
    <w:rsid w:val="00FB33DC"/>
    <w:rsid w:val="00FB4910"/>
    <w:rsid w:val="00FC7FBA"/>
    <w:rsid w:val="00FD087C"/>
    <w:rsid w:val="00FD2649"/>
    <w:rsid w:val="00FD6358"/>
    <w:rsid w:val="00FE091E"/>
    <w:rsid w:val="00FE2AFE"/>
    <w:rsid w:val="00FE3022"/>
    <w:rsid w:val="00FE4844"/>
    <w:rsid w:val="00FE559D"/>
    <w:rsid w:val="00FF0FCE"/>
    <w:rsid w:val="00FF4F58"/>
    <w:rsid w:val="00FF7D64"/>
    <w:rsid w:val="0BD833C7"/>
    <w:rsid w:val="15D8C7D5"/>
    <w:rsid w:val="35D1F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8D1CF"/>
  <w15:chartTrackingRefBased/>
  <w15:docId w15:val="{B35172AC-D57A-4BBF-8514-D3E66DBA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E34"/>
  </w:style>
  <w:style w:type="paragraph" w:styleId="Ttulo3">
    <w:name w:val="heading 3"/>
    <w:aliases w:val="Título3_ma"/>
    <w:basedOn w:val="Normal"/>
    <w:next w:val="Normal"/>
    <w:link w:val="Ttulo3Carter"/>
    <w:uiPriority w:val="9"/>
    <w:unhideWhenUsed/>
    <w:qFormat/>
    <w:rsid w:val="00226C26"/>
    <w:pPr>
      <w:keepNext/>
      <w:keepLines/>
      <w:tabs>
        <w:tab w:val="num" w:pos="720"/>
        <w:tab w:val="left" w:pos="993"/>
      </w:tabs>
      <w:spacing w:before="40"/>
      <w:ind w:left="720" w:hanging="720"/>
      <w:outlineLvl w:val="2"/>
    </w:pPr>
    <w:rPr>
      <w:rFonts w:eastAsiaTheme="majorEastAsia" w:cstheme="majorBidi"/>
      <w:b/>
      <w:i/>
      <w:color w:val="000000" w:themeColor="text1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PROVERE 1"/>
    <w:basedOn w:val="Normal"/>
    <w:link w:val="PargrafodaListaCarter"/>
    <w:uiPriority w:val="34"/>
    <w:qFormat/>
    <w:rsid w:val="00AC6E34"/>
    <w:pPr>
      <w:ind w:left="720"/>
      <w:contextualSpacing/>
    </w:pPr>
  </w:style>
  <w:style w:type="character" w:customStyle="1" w:styleId="PargrafodaListaCarter">
    <w:name w:val="Parágrafo da Lista Caráter"/>
    <w:aliases w:val="PROVERE 1 Caráter"/>
    <w:basedOn w:val="Tipodeletrapredefinidodopargrafo"/>
    <w:link w:val="PargrafodaLista"/>
    <w:uiPriority w:val="34"/>
    <w:rsid w:val="00AC6E34"/>
  </w:style>
  <w:style w:type="table" w:styleId="TabelacomGrelha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C6E3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607F"/>
  </w:style>
  <w:style w:type="paragraph" w:styleId="Rodap">
    <w:name w:val="footer"/>
    <w:basedOn w:val="Normal"/>
    <w:link w:val="Rodap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8607F"/>
  </w:style>
  <w:style w:type="paragraph" w:styleId="Textodebalo">
    <w:name w:val="Balloon Text"/>
    <w:basedOn w:val="Normal"/>
    <w:link w:val="TextodebaloCarte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F0B8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F0B8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F0B80"/>
    <w:rPr>
      <w:b/>
      <w:bCs/>
      <w:sz w:val="20"/>
      <w:szCs w:val="20"/>
    </w:rPr>
  </w:style>
  <w:style w:type="paragraph" w:customStyle="1" w:styleId="Default">
    <w:name w:val="Default"/>
    <w:rsid w:val="00EA1D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he-IL"/>
    </w:rPr>
  </w:style>
  <w:style w:type="paragraph" w:styleId="Reviso">
    <w:name w:val="Revision"/>
    <w:hidden/>
    <w:uiPriority w:val="99"/>
    <w:semiHidden/>
    <w:rsid w:val="008856D8"/>
    <w:pPr>
      <w:spacing w:after="0" w:line="240" w:lineRule="auto"/>
    </w:pPr>
  </w:style>
  <w:style w:type="character" w:customStyle="1" w:styleId="Ttulo3Carter">
    <w:name w:val="Título 3 Caráter"/>
    <w:aliases w:val="Título3_ma Caráter"/>
    <w:basedOn w:val="Tipodeletrapredefinidodopargrafo"/>
    <w:link w:val="Ttulo3"/>
    <w:uiPriority w:val="9"/>
    <w:rsid w:val="00226C26"/>
    <w:rPr>
      <w:rFonts w:eastAsiaTheme="majorEastAsia" w:cstheme="majorBidi"/>
      <w:b/>
      <w:i/>
      <w:color w:val="000000" w:themeColor="text1"/>
      <w:szCs w:val="24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226C26"/>
    <w:pPr>
      <w:numPr>
        <w:numId w:val="9"/>
      </w:numPr>
    </w:pPr>
    <w:rPr>
      <w:rFonts w:eastAsiaTheme="minorEastAsia"/>
      <w:b/>
      <w:color w:val="5A5A5A" w:themeColor="text1" w:themeTint="A5"/>
      <w:spacing w:val="15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226C26"/>
    <w:rPr>
      <w:rFonts w:eastAsiaTheme="minorEastAsia"/>
      <w:b/>
      <w:color w:val="5A5A5A" w:themeColor="text1" w:themeTint="A5"/>
      <w:spacing w:val="15"/>
    </w:rPr>
  </w:style>
  <w:style w:type="paragraph" w:customStyle="1" w:styleId="AR1-Realizacoes">
    <w:name w:val="A_R1-Realizacoes"/>
    <w:basedOn w:val="PargrafodaLista"/>
    <w:qFormat/>
    <w:rsid w:val="00BD2BD2"/>
    <w:pPr>
      <w:numPr>
        <w:numId w:val="10"/>
      </w:numPr>
      <w:tabs>
        <w:tab w:val="num" w:pos="360"/>
      </w:tabs>
      <w:spacing w:before="120" w:after="0" w:line="276" w:lineRule="auto"/>
      <w:ind w:left="357" w:hanging="357"/>
      <w:contextualSpacing w:val="0"/>
    </w:pPr>
    <w:rPr>
      <w:rFonts w:ascii="Verdana Pro Light" w:eastAsia="Verdana Pro Light" w:hAnsi="Verdana Pro Light" w:cs="Verdana Pro Light"/>
      <w:sz w:val="18"/>
      <w:szCs w:val="18"/>
      <w:lang w:eastAsia="pt-P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5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unos\Desktop\REVER\ANQEP\MAPA_FUNCIONAL\MULTIMEDIA_UC\Template_RC_Nova_%20N2_N4_2022_04_21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4401f7a-f939-44ea-bdfb-cd1a26369ea5">
      <UserInfo>
        <DisplayName>Leonor Rocha</DisplayName>
        <AccountId>10</AccountId>
        <AccountType/>
      </UserInfo>
      <UserInfo>
        <DisplayName>Elisa Pérez Babo</DisplayName>
        <AccountId>29</AccountId>
        <AccountType/>
      </UserInfo>
      <UserInfo>
        <DisplayName>Maria Álvares</DisplayName>
        <AccountId>16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6B832AD590054A854358AEEE2146A5" ma:contentTypeVersion="6" ma:contentTypeDescription="Criar um novo documento." ma:contentTypeScope="" ma:versionID="9dcd55c788e7f94a02f155f2b5ce7a3e">
  <xsd:schema xmlns:xsd="http://www.w3.org/2001/XMLSchema" xmlns:xs="http://www.w3.org/2001/XMLSchema" xmlns:p="http://schemas.microsoft.com/office/2006/metadata/properties" xmlns:ns2="64401f7a-f939-44ea-bdfb-cd1a26369ea5" xmlns:ns3="bea84cbd-f23c-4a56-ab15-97a4ac4696c3" targetNamespace="http://schemas.microsoft.com/office/2006/metadata/properties" ma:root="true" ma:fieldsID="03da1fca94445455296d73adf2b75fa3" ns2:_="" ns3:_="">
    <xsd:import namespace="64401f7a-f939-44ea-bdfb-cd1a26369ea5"/>
    <xsd:import namespace="bea84cbd-f23c-4a56-ab15-97a4ac4696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01f7a-f939-44ea-bdfb-cd1a26369e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84cbd-f23c-4a56-ab15-97a4ac469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C00B4B-206E-4DEB-A06A-51EFE85BDA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830F7B-EB2D-4833-BA25-CFCCDE2A97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739D3F-DDBB-46E0-890E-9520AEDF3446}">
  <ds:schemaRefs>
    <ds:schemaRef ds:uri="http://schemas.microsoft.com/office/2006/metadata/properties"/>
    <ds:schemaRef ds:uri="http://schemas.microsoft.com/office/infopath/2007/PartnerControls"/>
    <ds:schemaRef ds:uri="64401f7a-f939-44ea-bdfb-cd1a26369ea5"/>
  </ds:schemaRefs>
</ds:datastoreItem>
</file>

<file path=customXml/itemProps4.xml><?xml version="1.0" encoding="utf-8"?>
<ds:datastoreItem xmlns:ds="http://schemas.openxmlformats.org/officeDocument/2006/customXml" ds:itemID="{18644EBE-8FD7-4E5E-9BD0-F06270774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401f7a-f939-44ea-bdfb-cd1a26369ea5"/>
    <ds:schemaRef ds:uri="bea84cbd-f23c-4a56-ab15-97a4ac469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Template_RC_Nova_ N2_N4_2022_04_21</Template>
  <TotalTime>170</TotalTime>
  <Pages>133</Pages>
  <Words>24734</Words>
  <Characters>133567</Characters>
  <Application>Microsoft Office Word</Application>
  <DocSecurity>0</DocSecurity>
  <Lines>1113</Lines>
  <Paragraphs>315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Alunos</dc:creator>
  <cp:keywords/>
  <dc:description/>
  <cp:lastModifiedBy>Maria Álvares</cp:lastModifiedBy>
  <cp:revision>216</cp:revision>
  <cp:lastPrinted>2024-02-08T10:18:00Z</cp:lastPrinted>
  <dcterms:created xsi:type="dcterms:W3CDTF">2024-02-15T13:29:00Z</dcterms:created>
  <dcterms:modified xsi:type="dcterms:W3CDTF">2024-02-28T17:12:00Z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0x010100896B832AD590054A854358AEEE2146A5</vt:lpwstr>
  </property>
</Properties>
</file>