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305F" w14:textId="77777777" w:rsidR="00250F16" w:rsidRPr="00EE01C3" w:rsidRDefault="00250F16" w:rsidP="004A19EC">
      <w:pPr>
        <w:spacing w:line="656" w:lineRule="exact"/>
        <w:ind w:left="709" w:hanging="709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93F877A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192ECB" wp14:editId="6A24E8E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BD2B6" w14:textId="77777777" w:rsidR="001D5A9C" w:rsidRPr="00EE01C3" w:rsidRDefault="001D5A9C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6CFF59EB" w14:textId="77777777" w:rsidR="001D5A9C" w:rsidRPr="00EE01C3" w:rsidRDefault="001D5A9C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92ECB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37EBD2B6" w14:textId="77777777" w:rsidR="001D5A9C" w:rsidRPr="00EE01C3" w:rsidRDefault="001D5A9C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6CFF59EB" w14:textId="77777777" w:rsidR="001D5A9C" w:rsidRPr="00EE01C3" w:rsidRDefault="001D5A9C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B29895B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3871AA3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115A9FF" w14:textId="77777777" w:rsidR="00AC6E34" w:rsidRPr="00EE01C3" w:rsidRDefault="00AC6E34" w:rsidP="0074583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72759C2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BAB0AD9" w14:textId="77777777" w:rsidR="00863E5E" w:rsidRPr="00F51457" w:rsidRDefault="00863E5E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</w:t>
      </w:r>
      <w:r w:rsidR="0002087E" w:rsidRPr="0002087E">
        <w:rPr>
          <w:rFonts w:ascii="Verdana Pro Light" w:hAnsi="Verdana Pro Light"/>
          <w:b/>
          <w:color w:val="000000" w:themeColor="text1"/>
          <w:sz w:val="32"/>
          <w:szCs w:val="24"/>
          <w:u w:val="single"/>
        </w:rPr>
        <w:t>Técnico de Multimédia</w:t>
      </w: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</w:t>
      </w:r>
    </w:p>
    <w:p w14:paraId="3BCBD01E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</w:t>
      </w:r>
      <w:r w:rsidR="00DC2FA9">
        <w:rPr>
          <w:rFonts w:ascii="Verdana Pro Light" w:hAnsi="Verdana Pro Light"/>
          <w:color w:val="000000" w:themeColor="text1"/>
          <w:sz w:val="20"/>
          <w:szCs w:val="24"/>
        </w:rPr>
        <w:t>Técnico de Multimédia</w:t>
      </w:r>
      <w:r w:rsidRPr="006B26A4">
        <w:rPr>
          <w:rFonts w:ascii="Verdana Pro Light" w:hAnsi="Verdana Pro Light"/>
          <w:color w:val="000000" w:themeColor="text1"/>
          <w:sz w:val="20"/>
          <w:szCs w:val="24"/>
        </w:rPr>
        <w:t>)</w:t>
      </w:r>
    </w:p>
    <w:p w14:paraId="14FBEBF6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31FDA65C" wp14:editId="302394CA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84E803" w14:textId="77777777" w:rsidR="001D5A9C" w:rsidRPr="00EF41D5" w:rsidRDefault="001D5A9C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67C588DD" w14:textId="77777777" w:rsidR="001D5A9C" w:rsidRPr="00EF41D5" w:rsidRDefault="001D5A9C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FDA65C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A84E803" w14:textId="77777777" w:rsidR="001D5A9C" w:rsidRPr="00EF41D5" w:rsidRDefault="001D5A9C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67C588DD" w14:textId="77777777" w:rsidR="001D5A9C" w:rsidRPr="00EF41D5" w:rsidRDefault="001D5A9C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02074F5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02087E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02087E" w:rsidRPr="0002087E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18339959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0E8EA39B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11273499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28198968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76B91A9E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363F165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2D47B8BB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5E5B48E0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495C1E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6F07B202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1544E181" w14:textId="5F4A48F6" w:rsidR="00AC6E34" w:rsidRPr="00ED04BD" w:rsidRDefault="00305C2E" w:rsidP="00ED04BD">
      <w:pPr>
        <w:pStyle w:val="PargrafodaLista"/>
        <w:spacing w:after="120" w:line="240" w:lineRule="auto"/>
        <w:ind w:left="0"/>
        <w:rPr>
          <w:rFonts w:ascii="Verdana Pro Light" w:hAnsi="Verdana Pro Light"/>
        </w:rPr>
      </w:pPr>
      <w:r>
        <w:rPr>
          <w:rFonts w:ascii="Verdana Pro Light" w:hAnsi="Verdana Pro Light" w:cstheme="minorHAnsi"/>
        </w:rPr>
        <w:t xml:space="preserve">Planear e executar um </w:t>
      </w:r>
      <w:r w:rsidRPr="0002087E">
        <w:rPr>
          <w:rFonts w:ascii="Verdana Pro Light" w:hAnsi="Verdana Pro Light" w:cstheme="minorHAnsi"/>
        </w:rPr>
        <w:t>produto multimédia</w:t>
      </w:r>
      <w:r>
        <w:rPr>
          <w:rFonts w:ascii="Verdana Pro Light" w:hAnsi="Verdana Pro Light" w:cstheme="minorHAnsi"/>
        </w:rPr>
        <w:t xml:space="preserve"> </w:t>
      </w:r>
      <w:r w:rsidR="006445BC">
        <w:rPr>
          <w:rFonts w:ascii="Verdana Pro Light" w:hAnsi="Verdana Pro Light" w:cstheme="minorHAnsi"/>
        </w:rPr>
        <w:t>considerando as fase</w:t>
      </w:r>
      <w:r w:rsidR="00C51F64">
        <w:rPr>
          <w:rFonts w:ascii="Verdana Pro Light" w:hAnsi="Verdana Pro Light" w:cstheme="minorHAnsi"/>
        </w:rPr>
        <w:t>s</w:t>
      </w:r>
      <w:r w:rsidR="006445BC">
        <w:rPr>
          <w:rFonts w:ascii="Verdana Pro Light" w:hAnsi="Verdana Pro Light" w:cstheme="minorHAnsi"/>
        </w:rPr>
        <w:t xml:space="preserve"> de desenho,</w:t>
      </w:r>
      <w:r w:rsidRPr="0002087E">
        <w:rPr>
          <w:rFonts w:ascii="Verdana Pro Light" w:hAnsi="Verdana Pro Light" w:cstheme="minorHAnsi"/>
        </w:rPr>
        <w:t xml:space="preserve"> programação</w:t>
      </w:r>
      <w:r>
        <w:rPr>
          <w:rFonts w:ascii="Verdana Pro Light" w:hAnsi="Verdana Pro Light" w:cstheme="minorHAnsi"/>
        </w:rPr>
        <w:t>, plan</w:t>
      </w:r>
      <w:r w:rsidR="00D82A7D">
        <w:rPr>
          <w:rFonts w:ascii="Verdana Pro Light" w:hAnsi="Verdana Pro Light" w:cstheme="minorHAnsi"/>
        </w:rPr>
        <w:t xml:space="preserve">eamento e </w:t>
      </w:r>
      <w:r>
        <w:rPr>
          <w:rFonts w:ascii="Verdana Pro Light" w:hAnsi="Verdana Pro Light" w:cstheme="minorHAnsi"/>
        </w:rPr>
        <w:t xml:space="preserve">produção dos </w:t>
      </w:r>
      <w:r w:rsidRPr="0002087E">
        <w:rPr>
          <w:rFonts w:ascii="Verdana Pro Light" w:hAnsi="Verdana Pro Light" w:cstheme="minorHAnsi"/>
        </w:rPr>
        <w:t>diversos elementos multimédia</w:t>
      </w:r>
      <w:r w:rsidR="000E06A4">
        <w:rPr>
          <w:rFonts w:ascii="Verdana Pro Light" w:hAnsi="Verdana Pro Light" w:cstheme="minorHAnsi"/>
        </w:rPr>
        <w:t xml:space="preserve"> -</w:t>
      </w:r>
      <w:r w:rsidRPr="0002087E">
        <w:rPr>
          <w:rFonts w:ascii="Verdana Pro Light" w:hAnsi="Verdana Pro Light" w:cstheme="minorHAnsi"/>
        </w:rPr>
        <w:t xml:space="preserve"> imagens, textos, animações, vídeos, Realidade Virtual e Realidade Aumentada</w:t>
      </w:r>
      <w:r w:rsidR="00ED04BD">
        <w:rPr>
          <w:rFonts w:ascii="Verdana Pro Light" w:hAnsi="Verdana Pro Light" w:cstheme="minorHAnsi"/>
        </w:rPr>
        <w:t xml:space="preserve">, </w:t>
      </w:r>
      <w:r w:rsidR="00ED04BD" w:rsidRPr="37110231">
        <w:rPr>
          <w:rFonts w:ascii="Verdana Pro Light" w:hAnsi="Verdana Pro Light"/>
        </w:rPr>
        <w:t>respeitando os princípios da sustentabilidade ambiental e as normas de segurança e saúde no trabalho</w:t>
      </w:r>
      <w:r w:rsidR="00AF16EA">
        <w:rPr>
          <w:rFonts w:ascii="Verdana Pro Light" w:hAnsi="Verdana Pro Light"/>
        </w:rPr>
        <w:t xml:space="preserve">. </w:t>
      </w:r>
    </w:p>
    <w:p w14:paraId="0E8BBF33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2232B6E2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048A4720" w14:textId="38C6E607" w:rsidR="00A176AE" w:rsidRDefault="0048237D" w:rsidP="00A176A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1 -</w:t>
      </w:r>
      <w:r w:rsidR="00605E8F" w:rsidRPr="0002087E">
        <w:rPr>
          <w:rFonts w:ascii="Verdana Pro Light" w:hAnsi="Verdana Pro Light" w:cstheme="minorHAnsi"/>
        </w:rPr>
        <w:t xml:space="preserve">Captar e editar som em plataforma digital </w:t>
      </w:r>
    </w:p>
    <w:p w14:paraId="32FED134" w14:textId="030B7EE2" w:rsidR="00605E8F" w:rsidRPr="0002087E" w:rsidRDefault="00605E8F" w:rsidP="00A176A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2</w:t>
      </w:r>
      <w:r w:rsidR="00805282">
        <w:rPr>
          <w:rFonts w:ascii="Verdana Pro Light" w:hAnsi="Verdana Pro Light" w:cstheme="minorHAnsi"/>
        </w:rPr>
        <w:t xml:space="preserve">- </w:t>
      </w:r>
      <w:r w:rsidRPr="0002087E">
        <w:rPr>
          <w:rFonts w:ascii="Verdana Pro Light" w:hAnsi="Verdana Pro Light" w:cstheme="minorHAnsi"/>
        </w:rPr>
        <w:t>Criar e tratar sons e imagens, fixas e animadas para incorpora</w:t>
      </w:r>
      <w:r w:rsidR="00660624">
        <w:rPr>
          <w:rFonts w:ascii="Verdana Pro Light" w:hAnsi="Verdana Pro Light" w:cstheme="minorHAnsi"/>
        </w:rPr>
        <w:t>ção</w:t>
      </w:r>
      <w:r w:rsidRPr="0002087E">
        <w:rPr>
          <w:rFonts w:ascii="Verdana Pro Light" w:hAnsi="Verdana Pro Light" w:cstheme="minorHAnsi"/>
        </w:rPr>
        <w:t xml:space="preserve"> em produtos multimédia</w:t>
      </w:r>
    </w:p>
    <w:p w14:paraId="7D575DAB" w14:textId="71FBBDEB" w:rsidR="0002087E" w:rsidRPr="0002087E" w:rsidRDefault="0048237D" w:rsidP="0002087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2 - </w:t>
      </w:r>
      <w:r w:rsidR="0002087E" w:rsidRPr="0002087E">
        <w:rPr>
          <w:rFonts w:ascii="Verdana Pro Light" w:hAnsi="Verdana Pro Light" w:cstheme="minorHAnsi"/>
        </w:rPr>
        <w:t xml:space="preserve">Desenvolver animações a 2 e 3 dimensões (2D e 3D) através de processos de modelagem e </w:t>
      </w:r>
      <w:proofErr w:type="spellStart"/>
      <w:r w:rsidR="0002087E" w:rsidRPr="007F2A97">
        <w:rPr>
          <w:rFonts w:ascii="Verdana Pro Light" w:hAnsi="Verdana Pro Light" w:cstheme="minorHAnsi"/>
          <w:i/>
        </w:rPr>
        <w:t>rendering</w:t>
      </w:r>
      <w:proofErr w:type="spellEnd"/>
      <w:r w:rsidR="0002087E" w:rsidRPr="0002087E">
        <w:rPr>
          <w:rFonts w:ascii="Verdana Pro Light" w:hAnsi="Verdana Pro Light" w:cstheme="minorHAnsi"/>
        </w:rPr>
        <w:t xml:space="preserve">. </w:t>
      </w:r>
    </w:p>
    <w:p w14:paraId="75C39FAB" w14:textId="4BDF52B7" w:rsidR="002C4841" w:rsidRPr="0002087E" w:rsidRDefault="00702FB0" w:rsidP="002C4841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3</w:t>
      </w:r>
      <w:r w:rsidR="002C4841">
        <w:rPr>
          <w:rFonts w:ascii="Verdana Pro Light" w:hAnsi="Verdana Pro Light" w:cstheme="minorHAnsi"/>
        </w:rPr>
        <w:t xml:space="preserve"> – Construir e programar </w:t>
      </w:r>
      <w:r w:rsidR="00CD7533" w:rsidRPr="007F2A97">
        <w:rPr>
          <w:rFonts w:ascii="Verdana Pro Light" w:hAnsi="Verdana Pro Light" w:cstheme="minorHAnsi"/>
          <w:i/>
        </w:rPr>
        <w:t>web</w:t>
      </w:r>
      <w:r w:rsidR="002C4841" w:rsidRPr="007F2A97">
        <w:rPr>
          <w:rFonts w:ascii="Verdana Pro Light" w:hAnsi="Verdana Pro Light" w:cstheme="minorHAnsi"/>
          <w:i/>
        </w:rPr>
        <w:t>sites</w:t>
      </w:r>
      <w:r w:rsidR="002C4841">
        <w:rPr>
          <w:rFonts w:ascii="Verdana Pro Light" w:hAnsi="Verdana Pro Light" w:cstheme="minorHAnsi"/>
        </w:rPr>
        <w:t xml:space="preserve"> </w:t>
      </w:r>
    </w:p>
    <w:p w14:paraId="010E1C4C" w14:textId="36ADD5D5" w:rsidR="0002087E" w:rsidRPr="0002087E" w:rsidRDefault="00702FB0" w:rsidP="0002087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4</w:t>
      </w:r>
      <w:r w:rsidR="0048237D">
        <w:rPr>
          <w:rFonts w:ascii="Verdana Pro Light" w:hAnsi="Verdana Pro Light" w:cstheme="minorHAnsi"/>
        </w:rPr>
        <w:t xml:space="preserve"> - </w:t>
      </w:r>
      <w:r w:rsidR="00805282">
        <w:rPr>
          <w:rFonts w:ascii="Verdana Pro Light" w:hAnsi="Verdana Pro Light" w:cstheme="minorHAnsi"/>
        </w:rPr>
        <w:t>Desenvolver de jogos com</w:t>
      </w:r>
      <w:r w:rsidR="00805282" w:rsidRPr="0002087E">
        <w:rPr>
          <w:rFonts w:ascii="Verdana Pro Light" w:hAnsi="Verdana Pro Light" w:cstheme="minorHAnsi"/>
        </w:rPr>
        <w:t xml:space="preserve"> Realidade Virtual e Realidade Aumentada.</w:t>
      </w:r>
    </w:p>
    <w:p w14:paraId="361D0F2E" w14:textId="5D2C015F" w:rsidR="0002087E" w:rsidRPr="0002087E" w:rsidRDefault="00702FB0" w:rsidP="0002087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5</w:t>
      </w:r>
      <w:r w:rsidR="0048237D">
        <w:rPr>
          <w:rFonts w:ascii="Verdana Pro Light" w:hAnsi="Verdana Pro Light" w:cstheme="minorHAnsi"/>
        </w:rPr>
        <w:t xml:space="preserve"> - </w:t>
      </w:r>
      <w:r w:rsidR="00605E8F" w:rsidRPr="0002087E">
        <w:rPr>
          <w:rFonts w:ascii="Verdana Pro Light" w:hAnsi="Verdana Pro Light" w:cstheme="minorHAnsi"/>
        </w:rPr>
        <w:t>Desenvolver projetos multimédia integrados</w:t>
      </w:r>
      <w:r w:rsidR="00605E8F">
        <w:rPr>
          <w:rFonts w:ascii="Verdana Pro Light" w:hAnsi="Verdana Pro Light" w:cstheme="minorHAnsi"/>
        </w:rPr>
        <w:t xml:space="preserve"> </w:t>
      </w:r>
      <w:r w:rsidR="00605E8F" w:rsidRPr="00CD7533">
        <w:rPr>
          <w:rFonts w:ascii="Verdana Pro Light" w:hAnsi="Verdana Pro Light" w:cstheme="minorHAnsi"/>
          <w:i/>
        </w:rPr>
        <w:t>online</w:t>
      </w:r>
      <w:r w:rsidR="00605E8F">
        <w:rPr>
          <w:rFonts w:ascii="Verdana Pro Light" w:hAnsi="Verdana Pro Light" w:cstheme="minorHAnsi"/>
        </w:rPr>
        <w:t xml:space="preserve"> e </w:t>
      </w:r>
      <w:r w:rsidR="00605E8F" w:rsidRPr="007F2A97">
        <w:rPr>
          <w:rFonts w:ascii="Verdana Pro Light" w:hAnsi="Verdana Pro Light" w:cstheme="minorHAnsi"/>
          <w:i/>
        </w:rPr>
        <w:t>offline</w:t>
      </w:r>
    </w:p>
    <w:p w14:paraId="13DC1920" w14:textId="5F75F339" w:rsidR="00AC6E34" w:rsidRPr="00712C22" w:rsidRDefault="00805282" w:rsidP="0002087E">
      <w:pPr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7</w:t>
      </w:r>
      <w:r w:rsidR="0048237D">
        <w:rPr>
          <w:rFonts w:ascii="Verdana Pro Light" w:hAnsi="Verdana Pro Light" w:cstheme="minorHAnsi"/>
        </w:rPr>
        <w:t xml:space="preserve"> </w:t>
      </w:r>
      <w:r w:rsidR="00A942C1">
        <w:rPr>
          <w:rFonts w:ascii="Verdana Pro Light" w:hAnsi="Verdana Pro Light" w:cstheme="minorHAnsi"/>
        </w:rPr>
        <w:t>–</w:t>
      </w:r>
      <w:r w:rsidR="0048237D">
        <w:rPr>
          <w:rFonts w:ascii="Verdana Pro Light" w:hAnsi="Verdana Pro Light" w:cstheme="minorHAnsi"/>
        </w:rPr>
        <w:t xml:space="preserve"> </w:t>
      </w:r>
      <w:r w:rsidR="00446E4D">
        <w:rPr>
          <w:rFonts w:ascii="Verdana Pro Light" w:hAnsi="Verdana Pro Light" w:cstheme="minorHAnsi"/>
        </w:rPr>
        <w:t>A</w:t>
      </w:r>
      <w:r w:rsidR="00305C2E">
        <w:rPr>
          <w:rFonts w:ascii="Verdana Pro Light" w:hAnsi="Verdana Pro Light" w:cstheme="minorHAnsi"/>
        </w:rPr>
        <w:t xml:space="preserve">presentar </w:t>
      </w:r>
      <w:r w:rsidR="0002087E" w:rsidRPr="0002087E">
        <w:rPr>
          <w:rFonts w:ascii="Verdana Pro Light" w:hAnsi="Verdana Pro Light" w:cstheme="minorHAnsi"/>
        </w:rPr>
        <w:t>projeto</w:t>
      </w:r>
      <w:r w:rsidR="005F3CEF">
        <w:rPr>
          <w:rFonts w:ascii="Verdana Pro Light" w:hAnsi="Verdana Pro Light" w:cstheme="minorHAnsi"/>
        </w:rPr>
        <w:t>s</w:t>
      </w:r>
      <w:r w:rsidR="0002087E" w:rsidRPr="0002087E">
        <w:rPr>
          <w:rFonts w:ascii="Verdana Pro Light" w:hAnsi="Verdana Pro Light" w:cstheme="minorHAnsi"/>
        </w:rPr>
        <w:t xml:space="preserve"> multimédia</w:t>
      </w:r>
      <w:r w:rsidR="00702FB0">
        <w:rPr>
          <w:rFonts w:ascii="Verdana Pro Light" w:hAnsi="Verdana Pro Light" w:cstheme="minorHAnsi"/>
        </w:rPr>
        <w:t xml:space="preserve"> </w:t>
      </w:r>
      <w:r w:rsidR="0002087E" w:rsidRPr="0002087E">
        <w:rPr>
          <w:rFonts w:ascii="Verdana Pro Light" w:hAnsi="Verdana Pro Light" w:cstheme="minorHAnsi"/>
        </w:rPr>
        <w:t xml:space="preserve">junto do público-alvo ou </w:t>
      </w:r>
      <w:r w:rsidR="00702FB0">
        <w:rPr>
          <w:rFonts w:ascii="Verdana Pro Light" w:hAnsi="Verdana Pro Light" w:cstheme="minorHAnsi"/>
        </w:rPr>
        <w:t xml:space="preserve">do </w:t>
      </w:r>
      <w:r w:rsidR="0002087E" w:rsidRPr="0002087E">
        <w:rPr>
          <w:rFonts w:ascii="Verdana Pro Light" w:hAnsi="Verdana Pro Light" w:cstheme="minorHAnsi"/>
        </w:rPr>
        <w:t xml:space="preserve">cliente. </w:t>
      </w:r>
    </w:p>
    <w:p w14:paraId="7DBCAA0D" w14:textId="77777777" w:rsidR="0002087E" w:rsidRDefault="0002087E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00393955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2B7C96EF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0534B" w:rsidRPr="00712C22" w14:paraId="363007AB" w14:textId="77777777" w:rsidTr="0054111C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26009665" w14:textId="77777777" w:rsidR="0060534B" w:rsidRPr="00712C22" w:rsidRDefault="0060534B" w:rsidP="0054111C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F967189" w14:textId="77777777" w:rsidR="0060534B" w:rsidRPr="00712C22" w:rsidRDefault="0060534B" w:rsidP="0054111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498E9499" w14:textId="77777777" w:rsidR="0060534B" w:rsidRPr="00712C22" w:rsidRDefault="0060534B" w:rsidP="0054111C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DE786EC" w14:textId="77777777" w:rsidR="0060534B" w:rsidRPr="00712C22" w:rsidRDefault="0060534B" w:rsidP="0054111C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60534B" w:rsidRPr="006C0318" w14:paraId="28C4DF0C" w14:textId="77777777" w:rsidTr="0054111C">
        <w:trPr>
          <w:trHeight w:val="317"/>
          <w:jc w:val="center"/>
        </w:trPr>
        <w:tc>
          <w:tcPr>
            <w:tcW w:w="1186" w:type="dxa"/>
            <w:vAlign w:val="center"/>
          </w:tcPr>
          <w:p w14:paraId="6BA2EF61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4C64848" w14:textId="77777777" w:rsidR="0060534B" w:rsidRPr="00CA7FF4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</w:t>
            </w:r>
          </w:p>
        </w:tc>
        <w:tc>
          <w:tcPr>
            <w:tcW w:w="6094" w:type="dxa"/>
          </w:tcPr>
          <w:p w14:paraId="25CFEFAA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>Prestar informações sobre o setor de multimédia</w:t>
            </w:r>
          </w:p>
        </w:tc>
        <w:tc>
          <w:tcPr>
            <w:tcW w:w="1134" w:type="dxa"/>
          </w:tcPr>
          <w:p w14:paraId="352A09C0" w14:textId="77777777" w:rsidR="0060534B" w:rsidRPr="003B79C1" w:rsidRDefault="0060534B" w:rsidP="0054111C">
            <w:pPr>
              <w:rPr>
                <w:highlight w:val="red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7B9521CB" w14:textId="77777777" w:rsidTr="0054111C">
        <w:trPr>
          <w:trHeight w:val="395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AD9019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7DE686" w14:textId="77777777" w:rsidR="0060534B" w:rsidRPr="00CA7FF4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2</w:t>
            </w:r>
          </w:p>
        </w:tc>
        <w:tc>
          <w:tcPr>
            <w:tcW w:w="6094" w:type="dxa"/>
          </w:tcPr>
          <w:p w14:paraId="7D017B8B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da multimédia</w:t>
            </w:r>
          </w:p>
        </w:tc>
        <w:tc>
          <w:tcPr>
            <w:tcW w:w="1134" w:type="dxa"/>
          </w:tcPr>
          <w:p w14:paraId="3CED6DAC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1896EA4D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3E5F6F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DFF460" w14:textId="77777777" w:rsidR="0060534B" w:rsidRPr="00CA7FF4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3</w:t>
            </w:r>
          </w:p>
        </w:tc>
        <w:tc>
          <w:tcPr>
            <w:tcW w:w="6094" w:type="dxa"/>
          </w:tcPr>
          <w:p w14:paraId="6CAED28D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</w:tcPr>
          <w:p w14:paraId="09D05699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323B17C0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0A740B8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6ACE40" w14:textId="77777777" w:rsidR="0060534B" w:rsidRPr="00CA7FF4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4</w:t>
            </w:r>
          </w:p>
        </w:tc>
        <w:tc>
          <w:tcPr>
            <w:tcW w:w="6094" w:type="dxa"/>
          </w:tcPr>
          <w:p w14:paraId="2B774D62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>Comunicar e interagir em contexto profissional</w:t>
            </w:r>
          </w:p>
        </w:tc>
        <w:tc>
          <w:tcPr>
            <w:tcW w:w="1134" w:type="dxa"/>
          </w:tcPr>
          <w:p w14:paraId="1AE0842B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154DD8D6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0AE816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764478" w14:textId="77777777" w:rsidR="0060534B" w:rsidRPr="00CA7FF4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14:paraId="1D2D9D71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>Interagir em inglês na área profissional da multimédia</w:t>
            </w:r>
          </w:p>
        </w:tc>
        <w:tc>
          <w:tcPr>
            <w:tcW w:w="1134" w:type="dxa"/>
          </w:tcPr>
          <w:p w14:paraId="79FDB676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13F1EEEE" w14:textId="77777777" w:rsidTr="0054111C">
        <w:trPr>
          <w:trHeight w:val="317"/>
          <w:jc w:val="center"/>
        </w:trPr>
        <w:tc>
          <w:tcPr>
            <w:tcW w:w="1186" w:type="dxa"/>
            <w:vAlign w:val="center"/>
          </w:tcPr>
          <w:p w14:paraId="668448E8" w14:textId="77777777" w:rsidR="0060534B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EDCAD6" w14:textId="77777777" w:rsidR="0060534B" w:rsidRPr="004E2AB0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4E2AB0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6</w:t>
            </w:r>
          </w:p>
        </w:tc>
        <w:tc>
          <w:tcPr>
            <w:tcW w:w="6094" w:type="dxa"/>
          </w:tcPr>
          <w:p w14:paraId="6C8B7CC9" w14:textId="77777777" w:rsidR="0060534B" w:rsidRPr="00195505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95505">
              <w:rPr>
                <w:rFonts w:ascii="Verdana Pro Light" w:hAnsi="Verdana Pro Light"/>
                <w:sz w:val="18"/>
                <w:szCs w:val="18"/>
              </w:rPr>
              <w:t xml:space="preserve">Instalar e configurar </w:t>
            </w:r>
            <w:r w:rsidRPr="001955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operativos de rede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*</w:t>
            </w:r>
          </w:p>
        </w:tc>
        <w:tc>
          <w:tcPr>
            <w:tcW w:w="1134" w:type="dxa"/>
          </w:tcPr>
          <w:p w14:paraId="3E3F0D67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61DD21DB" w14:textId="77777777" w:rsidTr="0054111C">
        <w:trPr>
          <w:trHeight w:val="317"/>
          <w:jc w:val="center"/>
        </w:trPr>
        <w:tc>
          <w:tcPr>
            <w:tcW w:w="1186" w:type="dxa"/>
            <w:vAlign w:val="center"/>
          </w:tcPr>
          <w:p w14:paraId="4367D104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CA54E8" w14:textId="77777777" w:rsidR="0060534B" w:rsidRPr="00745836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7</w:t>
            </w:r>
          </w:p>
        </w:tc>
        <w:tc>
          <w:tcPr>
            <w:tcW w:w="6094" w:type="dxa"/>
          </w:tcPr>
          <w:p w14:paraId="6D280293" w14:textId="77777777" w:rsidR="0060534B" w:rsidRPr="00AA7B53" w:rsidRDefault="0060534B" w:rsidP="0054111C">
            <w:r w:rsidRPr="00875BF9">
              <w:rPr>
                <w:rFonts w:ascii="Verdana Pro Light" w:hAnsi="Verdana Pro Light"/>
                <w:sz w:val="18"/>
                <w:szCs w:val="18"/>
              </w:rPr>
              <w:t>Captar e tratar imagens digitais</w:t>
            </w:r>
          </w:p>
        </w:tc>
        <w:tc>
          <w:tcPr>
            <w:tcW w:w="1134" w:type="dxa"/>
          </w:tcPr>
          <w:p w14:paraId="32F7A762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0AAEF696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B68C4CB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D5291B5" w14:textId="77777777" w:rsidR="0060534B" w:rsidRPr="00F140B0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8</w:t>
            </w:r>
          </w:p>
        </w:tc>
        <w:tc>
          <w:tcPr>
            <w:tcW w:w="6094" w:type="dxa"/>
          </w:tcPr>
          <w:p w14:paraId="63ACD798" w14:textId="77777777" w:rsidR="0060534B" w:rsidRPr="00F76067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F76067">
              <w:rPr>
                <w:rFonts w:ascii="Verdana Pro Light" w:hAnsi="Verdana Pro Light"/>
                <w:sz w:val="18"/>
                <w:szCs w:val="18"/>
              </w:rPr>
              <w:t>Editar imagens bitmap</w:t>
            </w:r>
          </w:p>
        </w:tc>
        <w:tc>
          <w:tcPr>
            <w:tcW w:w="1134" w:type="dxa"/>
          </w:tcPr>
          <w:p w14:paraId="78D7D262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0C301786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368B11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81FC51" w14:textId="77777777" w:rsidR="0060534B" w:rsidRPr="00F140B0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9</w:t>
            </w:r>
          </w:p>
        </w:tc>
        <w:tc>
          <w:tcPr>
            <w:tcW w:w="6094" w:type="dxa"/>
          </w:tcPr>
          <w:p w14:paraId="3DB9940E" w14:textId="77777777" w:rsidR="0060534B" w:rsidRPr="00AA7B53" w:rsidRDefault="0060534B" w:rsidP="0054111C">
            <w:r w:rsidRPr="009E20D2">
              <w:rPr>
                <w:rFonts w:ascii="Verdana Pro Light" w:hAnsi="Verdana Pro Light"/>
                <w:sz w:val="18"/>
                <w:szCs w:val="18"/>
              </w:rPr>
              <w:t>Editar imagens vetoriais</w:t>
            </w:r>
          </w:p>
        </w:tc>
        <w:tc>
          <w:tcPr>
            <w:tcW w:w="1134" w:type="dxa"/>
          </w:tcPr>
          <w:p w14:paraId="1371B4C1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6A55B0E9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C032721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00E05A" w14:textId="77777777" w:rsidR="0060534B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10</w:t>
            </w:r>
          </w:p>
        </w:tc>
        <w:tc>
          <w:tcPr>
            <w:tcW w:w="6094" w:type="dxa"/>
          </w:tcPr>
          <w:p w14:paraId="0CAB9B7D" w14:textId="77777777" w:rsidR="0060534B" w:rsidRDefault="0060534B" w:rsidP="0054111C">
            <w:r w:rsidRPr="00A90E80">
              <w:rPr>
                <w:rFonts w:ascii="Verdana Pro Light" w:hAnsi="Verdana Pro Light"/>
                <w:sz w:val="18"/>
                <w:szCs w:val="18"/>
              </w:rPr>
              <w:t>Editar som</w:t>
            </w:r>
            <w:r>
              <w:t xml:space="preserve"> </w:t>
            </w:r>
          </w:p>
        </w:tc>
        <w:tc>
          <w:tcPr>
            <w:tcW w:w="1134" w:type="dxa"/>
          </w:tcPr>
          <w:p w14:paraId="2E78C621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1A4C6856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70BB13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C5BF57" w14:textId="77777777" w:rsidR="0060534B" w:rsidRPr="000B6869" w:rsidRDefault="0060534B" w:rsidP="0054111C">
            <w:pPr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5618B">
              <w:rPr>
                <w:rFonts w:ascii="Verdana Pro Light" w:hAnsi="Verdana Pro Light"/>
                <w:color w:val="ED7D31" w:themeColor="accent2"/>
                <w:sz w:val="18"/>
                <w:szCs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744A34C2" w14:textId="77777777" w:rsidR="0060534B" w:rsidRPr="00AA7B53" w:rsidRDefault="0060534B" w:rsidP="0054111C">
            <w:r w:rsidRPr="00116FE1">
              <w:rPr>
                <w:rFonts w:ascii="Verdana Pro Light" w:hAnsi="Verdana Pro Light"/>
                <w:sz w:val="18"/>
                <w:szCs w:val="18"/>
              </w:rPr>
              <w:t>Executar e publicar animações para diferentes médias e suportes</w:t>
            </w:r>
          </w:p>
        </w:tc>
        <w:tc>
          <w:tcPr>
            <w:tcW w:w="1134" w:type="dxa"/>
          </w:tcPr>
          <w:p w14:paraId="5DD6F39B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2B4625E4" w14:textId="77777777" w:rsidTr="0054111C">
        <w:trPr>
          <w:trHeight w:val="317"/>
          <w:jc w:val="center"/>
        </w:trPr>
        <w:tc>
          <w:tcPr>
            <w:tcW w:w="11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04B7BB8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AD5F877" w14:textId="77777777" w:rsidR="0060534B" w:rsidRPr="00146D76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sz w:val="16"/>
                <w:szCs w:val="16"/>
              </w:rPr>
            </w:pPr>
            <w:r w:rsidRPr="007A526E">
              <w:rPr>
                <w:rFonts w:ascii="Verdana Pro Light" w:hAnsi="Verdana Pro Light" w:cs="Tahoma"/>
                <w:bCs/>
                <w:color w:val="ED7D31" w:themeColor="accent2"/>
                <w:sz w:val="16"/>
                <w:szCs w:val="16"/>
              </w:rPr>
              <w:t>12</w:t>
            </w:r>
          </w:p>
        </w:tc>
        <w:tc>
          <w:tcPr>
            <w:tcW w:w="6094" w:type="dxa"/>
          </w:tcPr>
          <w:p w14:paraId="2DA9D708" w14:textId="77777777" w:rsidR="0060534B" w:rsidRPr="00AA7B53" w:rsidRDefault="0060534B" w:rsidP="0054111C">
            <w:r w:rsidRPr="00146D76">
              <w:rPr>
                <w:rFonts w:ascii="Verdana Pro Light" w:hAnsi="Verdana Pro Light"/>
                <w:sz w:val="18"/>
                <w:szCs w:val="18"/>
              </w:rPr>
              <w:t>Editar e animar em 3D</w:t>
            </w:r>
          </w:p>
        </w:tc>
        <w:tc>
          <w:tcPr>
            <w:tcW w:w="1134" w:type="dxa"/>
          </w:tcPr>
          <w:p w14:paraId="67AB220C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2BE70E29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D285526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576AEB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13</w:t>
            </w:r>
          </w:p>
        </w:tc>
        <w:tc>
          <w:tcPr>
            <w:tcW w:w="6094" w:type="dxa"/>
          </w:tcPr>
          <w:p w14:paraId="67ADAA96" w14:textId="77777777" w:rsidR="0060534B" w:rsidRPr="00AA7B53" w:rsidRDefault="0060534B" w:rsidP="0054111C">
            <w:r w:rsidRPr="0012059B">
              <w:rPr>
                <w:rFonts w:ascii="Verdana Pro Light" w:hAnsi="Verdana Pro Light"/>
                <w:sz w:val="18"/>
                <w:szCs w:val="18"/>
              </w:rPr>
              <w:t>Criar um guião audiovisual</w:t>
            </w:r>
          </w:p>
        </w:tc>
        <w:tc>
          <w:tcPr>
            <w:tcW w:w="1134" w:type="dxa"/>
          </w:tcPr>
          <w:p w14:paraId="0C7627F1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27B5AAD8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A170AEB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0AB2E9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130D10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14</w:t>
            </w:r>
          </w:p>
        </w:tc>
        <w:tc>
          <w:tcPr>
            <w:tcW w:w="6094" w:type="dxa"/>
          </w:tcPr>
          <w:p w14:paraId="527E70CE" w14:textId="77777777" w:rsidR="0060534B" w:rsidRPr="00AA7B53" w:rsidRDefault="0060534B" w:rsidP="0054111C">
            <w:r w:rsidRPr="004A03DE">
              <w:rPr>
                <w:rFonts w:ascii="Verdana Pro Light" w:hAnsi="Verdana Pro Light"/>
                <w:sz w:val="18"/>
                <w:szCs w:val="18"/>
              </w:rPr>
              <w:t>Elaborar Storyboards</w:t>
            </w:r>
          </w:p>
        </w:tc>
        <w:tc>
          <w:tcPr>
            <w:tcW w:w="1134" w:type="dxa"/>
          </w:tcPr>
          <w:p w14:paraId="57BA78B5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2FDA4620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F67FA4E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FA7A5F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15</w:t>
            </w:r>
          </w:p>
        </w:tc>
        <w:tc>
          <w:tcPr>
            <w:tcW w:w="6094" w:type="dxa"/>
          </w:tcPr>
          <w:p w14:paraId="6E35680C" w14:textId="77777777" w:rsidR="0060534B" w:rsidRPr="00AA7B53" w:rsidRDefault="0060534B" w:rsidP="0054111C">
            <w:r w:rsidRPr="004A03DE">
              <w:rPr>
                <w:rFonts w:ascii="Verdana Pro Light" w:hAnsi="Verdana Pro Light"/>
                <w:sz w:val="18"/>
                <w:szCs w:val="18"/>
              </w:rPr>
              <w:t>Editar sequências de vídeo a partir de guião</w:t>
            </w:r>
          </w:p>
        </w:tc>
        <w:tc>
          <w:tcPr>
            <w:tcW w:w="1134" w:type="dxa"/>
          </w:tcPr>
          <w:p w14:paraId="11E596E3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5B13605F" w14:textId="77777777" w:rsidTr="0054111C">
        <w:trPr>
          <w:trHeight w:val="317"/>
          <w:jc w:val="center"/>
        </w:trPr>
        <w:tc>
          <w:tcPr>
            <w:tcW w:w="1186" w:type="dxa"/>
            <w:vAlign w:val="center"/>
          </w:tcPr>
          <w:p w14:paraId="63C11449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1342C7C" w14:textId="77777777" w:rsidR="0060534B" w:rsidRPr="00745836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16</w:t>
            </w:r>
          </w:p>
        </w:tc>
        <w:tc>
          <w:tcPr>
            <w:tcW w:w="6094" w:type="dxa"/>
          </w:tcPr>
          <w:p w14:paraId="499B3D1B" w14:textId="686C7821" w:rsidR="0060534B" w:rsidRPr="00AA7B53" w:rsidRDefault="0060534B" w:rsidP="0054111C">
            <w:r w:rsidRPr="00E06F33">
              <w:rPr>
                <w:rFonts w:ascii="Verdana Pro Light" w:hAnsi="Verdana Pro Light"/>
                <w:sz w:val="18"/>
                <w:szCs w:val="18"/>
              </w:rPr>
              <w:t>Dese</w:t>
            </w:r>
            <w:r w:rsidR="00CE3498">
              <w:rPr>
                <w:rFonts w:ascii="Verdana Pro Light" w:hAnsi="Verdana Pro Light"/>
                <w:sz w:val="18"/>
                <w:szCs w:val="18"/>
              </w:rPr>
              <w:t>nvolver</w:t>
            </w:r>
            <w:r w:rsidRPr="00E06F33">
              <w:rPr>
                <w:rFonts w:ascii="Verdana Pro Light" w:hAnsi="Verdana Pro Light"/>
                <w:sz w:val="18"/>
                <w:szCs w:val="18"/>
              </w:rPr>
              <w:t xml:space="preserve"> algoritmos*</w:t>
            </w:r>
          </w:p>
        </w:tc>
        <w:tc>
          <w:tcPr>
            <w:tcW w:w="1134" w:type="dxa"/>
          </w:tcPr>
          <w:p w14:paraId="63840727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44E043B2" w14:textId="77777777" w:rsidTr="0054111C">
        <w:trPr>
          <w:trHeight w:val="317"/>
          <w:jc w:val="center"/>
        </w:trPr>
        <w:tc>
          <w:tcPr>
            <w:tcW w:w="11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650A5C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C4B29D6" w14:textId="77777777" w:rsidR="0060534B" w:rsidRPr="00647BC1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  <w:highlight w:val="yellow"/>
              </w:rPr>
            </w:pPr>
            <w:r w:rsidRPr="0052528E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17</w:t>
            </w:r>
          </w:p>
        </w:tc>
        <w:tc>
          <w:tcPr>
            <w:tcW w:w="6094" w:type="dxa"/>
            <w:tcBorders>
              <w:bottom w:val="dotted" w:sz="4" w:space="0" w:color="auto"/>
            </w:tcBorders>
          </w:tcPr>
          <w:p w14:paraId="1A90DC59" w14:textId="77777777" w:rsidR="0060534B" w:rsidRPr="00546A02" w:rsidRDefault="0060534B" w:rsidP="0054111C">
            <w:pPr>
              <w:rPr>
                <w:bCs/>
              </w:rPr>
            </w:pPr>
            <w:r w:rsidRPr="00546A02">
              <w:rPr>
                <w:rFonts w:ascii="Verdana Pro Light" w:hAnsi="Verdana Pro Light" w:cs="Times New Roman"/>
                <w:bCs/>
                <w:sz w:val="18"/>
                <w:szCs w:val="18"/>
              </w:rPr>
              <w:t>Conceber o design para páginas web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4262017F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684F316D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91E658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3EA045" w14:textId="77777777" w:rsidR="0060534B" w:rsidRPr="00FE0B6E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  <w:highlight w:val="yellow"/>
              </w:rPr>
            </w:pPr>
            <w:r w:rsidRPr="007B0343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18</w:t>
            </w:r>
          </w:p>
        </w:tc>
        <w:tc>
          <w:tcPr>
            <w:tcW w:w="6094" w:type="dxa"/>
          </w:tcPr>
          <w:p w14:paraId="4F978342" w14:textId="77777777" w:rsidR="0060534B" w:rsidRPr="00FE0B6E" w:rsidRDefault="0060534B" w:rsidP="0054111C">
            <w:pPr>
              <w:rPr>
                <w:highlight w:val="yellow"/>
              </w:rPr>
            </w:pPr>
            <w:r w:rsidRPr="007B0343">
              <w:rPr>
                <w:rFonts w:ascii="Verdana Pro Light" w:hAnsi="Verdana Pro Light" w:cs="Times New Roman"/>
                <w:bCs/>
                <w:sz w:val="18"/>
                <w:szCs w:val="18"/>
              </w:rPr>
              <w:t>Criar páginas para a web em hipertexto</w:t>
            </w: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02934F20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2810432B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1280249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EC7347" w14:textId="77777777" w:rsidR="0060534B" w:rsidRPr="00FE0B6E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  <w:highlight w:val="yellow"/>
              </w:rPr>
            </w:pPr>
            <w:r w:rsidRPr="00483C0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19</w:t>
            </w:r>
          </w:p>
        </w:tc>
        <w:tc>
          <w:tcPr>
            <w:tcW w:w="6094" w:type="dxa"/>
          </w:tcPr>
          <w:p w14:paraId="280F2C95" w14:textId="77777777" w:rsidR="0060534B" w:rsidRPr="00483C06" w:rsidRDefault="0060534B" w:rsidP="0054111C">
            <w:pPr>
              <w:rPr>
                <w:bCs/>
                <w:highlight w:val="yellow"/>
              </w:rPr>
            </w:pPr>
            <w:r w:rsidRPr="00483C06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Configurar um Sistema de Gestão de Conteúdos</w:t>
            </w: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692E1609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7DB6F860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ED91AE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FA7782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1E2B1B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20</w:t>
            </w:r>
          </w:p>
        </w:tc>
        <w:tc>
          <w:tcPr>
            <w:tcW w:w="6094" w:type="dxa"/>
          </w:tcPr>
          <w:p w14:paraId="29C79204" w14:textId="77777777" w:rsidR="0060534B" w:rsidRPr="00AA7B53" w:rsidRDefault="0060534B" w:rsidP="0054111C">
            <w:r w:rsidRPr="002A7D42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Conceber layouts para aplicações multimédia interativas avançadas</w:t>
            </w:r>
          </w:p>
        </w:tc>
        <w:tc>
          <w:tcPr>
            <w:tcW w:w="1134" w:type="dxa"/>
          </w:tcPr>
          <w:p w14:paraId="68396A7C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6C0318" w14:paraId="32BAD819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637934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2DA352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</w:tcPr>
          <w:p w14:paraId="2FDF5C21" w14:textId="77777777" w:rsidR="0060534B" w:rsidRPr="00AA7B53" w:rsidRDefault="0060534B" w:rsidP="0054111C">
            <w:r w:rsidRPr="00BC40B3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Aplicar princípios de inclusão na arquitetura multimédia</w:t>
            </w:r>
            <w:r>
              <w:t xml:space="preserve">  </w:t>
            </w:r>
          </w:p>
        </w:tc>
        <w:tc>
          <w:tcPr>
            <w:tcW w:w="1134" w:type="dxa"/>
          </w:tcPr>
          <w:p w14:paraId="26DE2193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077308D9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13B2060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55B0E1" w14:textId="67286284" w:rsidR="0060534B" w:rsidRPr="000B6869" w:rsidDel="00A63200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2</w:t>
            </w:r>
            <w:r w:rsidR="00A24C4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2</w:t>
            </w:r>
          </w:p>
        </w:tc>
        <w:tc>
          <w:tcPr>
            <w:tcW w:w="6094" w:type="dxa"/>
          </w:tcPr>
          <w:p w14:paraId="766F95CE" w14:textId="77777777" w:rsidR="0060534B" w:rsidRPr="00AA7B53" w:rsidRDefault="0060534B" w:rsidP="0054111C">
            <w:r w:rsidRPr="008B0EA1">
              <w:rPr>
                <w:rFonts w:ascii="Verdana Pro Light" w:hAnsi="Verdana Pro Light" w:cs="Arial"/>
                <w:sz w:val="18"/>
                <w:szCs w:val="18"/>
              </w:rPr>
              <w:t>Programar videojogos</w:t>
            </w:r>
            <w:r>
              <w:rPr>
                <w:rFonts w:ascii="Verdana Pro Light" w:hAnsi="Verdana Pro Light" w:cs="Arial"/>
                <w:sz w:val="18"/>
                <w:szCs w:val="18"/>
              </w:rPr>
              <w:t>*</w:t>
            </w:r>
          </w:p>
        </w:tc>
        <w:tc>
          <w:tcPr>
            <w:tcW w:w="1134" w:type="dxa"/>
          </w:tcPr>
          <w:p w14:paraId="31D304FC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6C0318" w14:paraId="7A6DB610" w14:textId="77777777" w:rsidTr="0054111C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272361" w14:textId="77777777" w:rsidR="0060534B" w:rsidRPr="006C0318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852311" w14:textId="3DD7AB71" w:rsidR="0060534B" w:rsidRPr="00E51782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2</w:t>
            </w:r>
            <w:r w:rsidR="00A24C46">
              <w:rPr>
                <w:rFonts w:ascii="Verdana Pro Light" w:hAnsi="Verdana Pro Light" w:cs="Tahoma"/>
                <w:b/>
                <w:color w:val="FFC000" w:themeColor="accent4"/>
                <w:sz w:val="16"/>
                <w:szCs w:val="16"/>
              </w:rPr>
              <w:t>3</w:t>
            </w:r>
          </w:p>
        </w:tc>
        <w:tc>
          <w:tcPr>
            <w:tcW w:w="6094" w:type="dxa"/>
          </w:tcPr>
          <w:p w14:paraId="619F336B" w14:textId="049BF827" w:rsidR="0060534B" w:rsidRPr="001327DC" w:rsidRDefault="00F867A0" w:rsidP="0054111C">
            <w:r w:rsidRPr="00F867A0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Desenvolver narrativas </w:t>
            </w:r>
            <w:proofErr w:type="spellStart"/>
            <w:r w:rsidRPr="00F867A0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transMedia</w:t>
            </w:r>
            <w:proofErr w:type="spellEnd"/>
            <w:r w:rsidRPr="00F867A0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 de design imersivo e realidade virtual</w:t>
            </w:r>
          </w:p>
        </w:tc>
        <w:tc>
          <w:tcPr>
            <w:tcW w:w="1134" w:type="dxa"/>
          </w:tcPr>
          <w:p w14:paraId="33846D9C" w14:textId="77777777" w:rsidR="0060534B" w:rsidRPr="001E4EEA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712C22" w14:paraId="40B69354" w14:textId="77777777" w:rsidTr="00541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EE6D16" w14:textId="77777777" w:rsidR="0060534B" w:rsidRPr="000B6869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EDBC6C7" w14:textId="3AF1E245" w:rsidR="0060534B" w:rsidRPr="006A672A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</w:t>
            </w:r>
            <w:r w:rsidR="00A24C46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57557" w14:textId="77777777" w:rsidR="0060534B" w:rsidRPr="00A41C43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A41C43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Gerir um projeto multimédia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F537B85" w14:textId="77777777" w:rsidR="0060534B" w:rsidRPr="00A41C43" w:rsidRDefault="0060534B" w:rsidP="0054111C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A41C43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4,5</w:t>
            </w:r>
          </w:p>
        </w:tc>
      </w:tr>
      <w:tr w:rsidR="0060534B" w:rsidRPr="00712C22" w14:paraId="47CCCCBA" w14:textId="77777777" w:rsidTr="0054111C">
        <w:trPr>
          <w:trHeight w:val="316"/>
          <w:jc w:val="center"/>
        </w:trPr>
        <w:tc>
          <w:tcPr>
            <w:tcW w:w="11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73EDAA7" w14:textId="77777777" w:rsidR="0060534B" w:rsidRPr="000B6869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1570A0B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</w:p>
        </w:tc>
        <w:tc>
          <w:tcPr>
            <w:tcW w:w="6094" w:type="dxa"/>
          </w:tcPr>
          <w:p w14:paraId="03290584" w14:textId="3F5475D3" w:rsidR="0060534B" w:rsidRPr="00AA7B53" w:rsidRDefault="0060534B" w:rsidP="0054111C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7C5514D" w14:textId="1498A73C" w:rsidR="0060534B" w:rsidRPr="00AA7B53" w:rsidRDefault="0060534B" w:rsidP="0054111C"/>
        </w:tc>
      </w:tr>
      <w:tr w:rsidR="00AB031C" w:rsidRPr="00712C22" w14:paraId="20B2F520" w14:textId="77777777" w:rsidTr="005260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14:paraId="16D6CD52" w14:textId="7F5149A3" w:rsidR="00AB031C" w:rsidRPr="00346D6E" w:rsidRDefault="00AB031C" w:rsidP="00AB031C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 w:rsidDel="009B2127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498F7CC9" w14:textId="6C830020" w:rsidR="00AB031C" w:rsidRPr="00234037" w:rsidRDefault="00AB031C" w:rsidP="00AB031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t>78,75</w:t>
            </w:r>
          </w:p>
        </w:tc>
      </w:tr>
    </w:tbl>
    <w:p w14:paraId="60A3217C" w14:textId="77777777" w:rsidR="00671A6D" w:rsidRPr="00250F16" w:rsidRDefault="00671A6D" w:rsidP="00671A6D">
      <w:pPr>
        <w:tabs>
          <w:tab w:val="left" w:pos="9072"/>
          <w:tab w:val="left" w:pos="9214"/>
        </w:tabs>
        <w:spacing w:after="12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FF0EC6E" w14:textId="19D38B5D" w:rsidR="00AC6E34" w:rsidRDefault="00E041E6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  <w:r>
        <w:rPr>
          <w:rFonts w:ascii="Verdana Pro Light" w:hAnsi="Verdana Pro Light"/>
          <w:smallCaps/>
          <w:sz w:val="24"/>
          <w:szCs w:val="24"/>
        </w:rPr>
        <w:t>*- UC comum ao perfil de técnico</w:t>
      </w:r>
      <w:r w:rsidR="00671A6D">
        <w:rPr>
          <w:rFonts w:ascii="Verdana Pro Light" w:hAnsi="Verdana Pro Light"/>
          <w:smallCaps/>
          <w:sz w:val="24"/>
          <w:szCs w:val="24"/>
        </w:rPr>
        <w:t>/Operador</w:t>
      </w:r>
      <w:r>
        <w:rPr>
          <w:rFonts w:ascii="Verdana Pro Light" w:hAnsi="Verdana Pro Light"/>
          <w:smallCaps/>
          <w:sz w:val="24"/>
          <w:szCs w:val="24"/>
        </w:rPr>
        <w:t xml:space="preserve"> informática </w:t>
      </w:r>
    </w:p>
    <w:p w14:paraId="2DB52594" w14:textId="77777777" w:rsidR="00E041E6" w:rsidRDefault="00E041E6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p w14:paraId="5F9E9B97" w14:textId="77777777" w:rsidR="00E041E6" w:rsidRDefault="00E041E6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p w14:paraId="0D25F771" w14:textId="77777777" w:rsidR="00E041E6" w:rsidRPr="00250F16" w:rsidRDefault="00E041E6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177A8FB3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28AAE1EC" w14:textId="223F6ECC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lastRenderedPageBreak/>
              <w:t>Para obter a qualificação de _________</w:t>
            </w:r>
            <w:r w:rsidR="00671A6D">
              <w:rPr>
                <w:rFonts w:ascii="Verdana Pro Light" w:hAnsi="Verdana Pro Light" w:cstheme="minorHAnsi"/>
                <w:b/>
                <w:sz w:val="18"/>
              </w:rPr>
              <w:t>Técnico Multimédia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</w:t>
            </w:r>
            <w:r w:rsidR="00AF4DCA">
              <w:rPr>
                <w:rFonts w:ascii="Verdana Pro Light" w:hAnsi="Verdana Pro Light" w:cstheme="minorHAnsi"/>
                <w:b/>
                <w:sz w:val="18"/>
              </w:rPr>
              <w:t>200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</w:t>
            </w:r>
            <w:r w:rsidR="00033B09">
              <w:rPr>
                <w:rFonts w:ascii="Verdana Pro Light" w:hAnsi="Verdana Pro Light" w:cstheme="minorHAnsi"/>
                <w:b/>
                <w:sz w:val="18"/>
              </w:rPr>
              <w:t>18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___.</w:t>
            </w:r>
          </w:p>
        </w:tc>
      </w:tr>
    </w:tbl>
    <w:p w14:paraId="0FE9E509" w14:textId="77777777" w:rsidR="0060534B" w:rsidRDefault="0060534B" w:rsidP="00C859D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4CDBD45" w14:textId="1587A5A2" w:rsidR="00AC6E34" w:rsidRDefault="00AC6E34" w:rsidP="00C859D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0534B" w:rsidRPr="00712C22" w14:paraId="49C74EF9" w14:textId="77777777" w:rsidTr="0054111C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3EB4F761" w14:textId="77777777" w:rsidR="0060534B" w:rsidRPr="00712C22" w:rsidRDefault="0060534B" w:rsidP="0054111C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F8324F9" w14:textId="77777777" w:rsidR="0060534B" w:rsidRDefault="0060534B" w:rsidP="0054111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252E2B0B" w14:textId="77777777" w:rsidR="0060534B" w:rsidRPr="00712C22" w:rsidRDefault="0060534B" w:rsidP="0054111C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7735FC84" w14:textId="77777777" w:rsidR="0060534B" w:rsidRPr="00712C22" w:rsidRDefault="0060534B" w:rsidP="0054111C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D2544A5" w14:textId="77777777" w:rsidR="0060534B" w:rsidRPr="00712C22" w:rsidRDefault="0060534B" w:rsidP="0054111C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0534B" w:rsidRPr="00712C22" w14:paraId="1F070B55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E2D88FC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ED2648" w14:textId="77777777" w:rsidR="0060534B" w:rsidRPr="00F36CED" w:rsidRDefault="0060534B" w:rsidP="00F36C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01</w:t>
            </w:r>
          </w:p>
        </w:tc>
        <w:tc>
          <w:tcPr>
            <w:tcW w:w="6094" w:type="dxa"/>
          </w:tcPr>
          <w:p w14:paraId="2BE26004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Interpretar briefings</w:t>
            </w:r>
          </w:p>
        </w:tc>
        <w:tc>
          <w:tcPr>
            <w:tcW w:w="1134" w:type="dxa"/>
          </w:tcPr>
          <w:p w14:paraId="268A3459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3AC5902C" w14:textId="77777777" w:rsidTr="0054111C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C4A7CEA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0A71054" w14:textId="77777777" w:rsidR="0060534B" w:rsidRPr="00F36CED" w:rsidRDefault="0060534B" w:rsidP="00F36C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02</w:t>
            </w:r>
          </w:p>
        </w:tc>
        <w:tc>
          <w:tcPr>
            <w:tcW w:w="6094" w:type="dxa"/>
          </w:tcPr>
          <w:p w14:paraId="242A089C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Desenvolver um guião multimédia</w:t>
            </w:r>
          </w:p>
        </w:tc>
        <w:tc>
          <w:tcPr>
            <w:tcW w:w="1134" w:type="dxa"/>
          </w:tcPr>
          <w:p w14:paraId="7B9914F2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69775C46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838BAC8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62597B" w14:textId="77777777" w:rsidR="0060534B" w:rsidRPr="00F36CED" w:rsidRDefault="0060534B" w:rsidP="00F36C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03</w:t>
            </w:r>
          </w:p>
        </w:tc>
        <w:tc>
          <w:tcPr>
            <w:tcW w:w="6094" w:type="dxa"/>
            <w:shd w:val="clear" w:color="auto" w:fill="auto"/>
          </w:tcPr>
          <w:p w14:paraId="2F0FA0D2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Realizar vídeos</w:t>
            </w:r>
          </w:p>
        </w:tc>
        <w:tc>
          <w:tcPr>
            <w:tcW w:w="1134" w:type="dxa"/>
          </w:tcPr>
          <w:p w14:paraId="059969AA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243E4A" w14:paraId="278BEBD5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1BC824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D9D754" w14:textId="77777777" w:rsidR="0060534B" w:rsidRPr="00F36CED" w:rsidRDefault="0060534B" w:rsidP="00F36C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04</w:t>
            </w:r>
          </w:p>
        </w:tc>
        <w:tc>
          <w:tcPr>
            <w:tcW w:w="6094" w:type="dxa"/>
          </w:tcPr>
          <w:p w14:paraId="6F26B1F1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Editar vídeo  </w:t>
            </w:r>
          </w:p>
        </w:tc>
        <w:tc>
          <w:tcPr>
            <w:tcW w:w="1134" w:type="dxa"/>
          </w:tcPr>
          <w:p w14:paraId="3A855147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5CB3537C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DE31874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2DFE52" w14:textId="77777777" w:rsidR="0060534B" w:rsidRPr="00DD2C42" w:rsidRDefault="0060534B" w:rsidP="0054111C">
            <w:pPr>
              <w:jc w:val="center"/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05</w:t>
            </w:r>
          </w:p>
        </w:tc>
        <w:tc>
          <w:tcPr>
            <w:tcW w:w="6094" w:type="dxa"/>
          </w:tcPr>
          <w:p w14:paraId="1B82640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Realizar pós-produção de som.</w:t>
            </w:r>
          </w:p>
        </w:tc>
        <w:tc>
          <w:tcPr>
            <w:tcW w:w="1134" w:type="dxa"/>
          </w:tcPr>
          <w:p w14:paraId="744380DB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03658C1F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69694AF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D2F935" w14:textId="77777777" w:rsidR="0060534B" w:rsidRPr="00DD2C42" w:rsidRDefault="0060534B" w:rsidP="0054111C">
            <w:pPr>
              <w:jc w:val="center"/>
              <w:rPr>
                <w:rFonts w:ascii="Verdana Pro Light" w:hAnsi="Verdana Pro Light"/>
                <w:sz w:val="18"/>
                <w:szCs w:val="18"/>
              </w:rPr>
            </w:pPr>
            <w:r w:rsidRPr="005C33AF">
              <w:rPr>
                <w:rFonts w:ascii="Verdana Pro Light" w:hAnsi="Verdana Pro Light"/>
                <w:color w:val="ED7D31" w:themeColor="accent2"/>
                <w:sz w:val="18"/>
                <w:szCs w:val="18"/>
              </w:rPr>
              <w:t>06</w:t>
            </w:r>
          </w:p>
        </w:tc>
        <w:tc>
          <w:tcPr>
            <w:tcW w:w="6094" w:type="dxa"/>
          </w:tcPr>
          <w:p w14:paraId="6DAF34DA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Desenvolver e preparar imagens para diferentes tipos de suportes e/ou aplicações.</w:t>
            </w:r>
          </w:p>
        </w:tc>
        <w:tc>
          <w:tcPr>
            <w:tcW w:w="1134" w:type="dxa"/>
          </w:tcPr>
          <w:p w14:paraId="758B7DC9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5D895C47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9BD3DBA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F5F8D1" w14:textId="77777777" w:rsidR="0060534B" w:rsidRPr="00DD2C42" w:rsidRDefault="0060534B" w:rsidP="0054111C">
            <w:pPr>
              <w:jc w:val="center"/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07</w:t>
            </w:r>
          </w:p>
        </w:tc>
        <w:tc>
          <w:tcPr>
            <w:tcW w:w="6094" w:type="dxa"/>
          </w:tcPr>
          <w:p w14:paraId="46572126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Criar animações interativas</w:t>
            </w:r>
          </w:p>
        </w:tc>
        <w:tc>
          <w:tcPr>
            <w:tcW w:w="1134" w:type="dxa"/>
          </w:tcPr>
          <w:p w14:paraId="179F83A0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4B016FC5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9A5F0BF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11D13C" w14:textId="77777777" w:rsidR="0060534B" w:rsidRPr="00DD2C42" w:rsidRDefault="0060534B" w:rsidP="0054111C">
            <w:pPr>
              <w:jc w:val="center"/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08</w:t>
            </w:r>
          </w:p>
        </w:tc>
        <w:tc>
          <w:tcPr>
            <w:tcW w:w="6094" w:type="dxa"/>
          </w:tcPr>
          <w:p w14:paraId="3C94E2C2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Desenvolver conteúdos, animações e aplicações multimédia destinados a dispositivos móveis.</w:t>
            </w:r>
          </w:p>
        </w:tc>
        <w:tc>
          <w:tcPr>
            <w:tcW w:w="1134" w:type="dxa"/>
          </w:tcPr>
          <w:p w14:paraId="36CBFEF9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0104E706" w14:textId="77777777" w:rsidTr="0054111C">
        <w:trPr>
          <w:trHeight w:val="316"/>
          <w:jc w:val="center"/>
        </w:trPr>
        <w:tc>
          <w:tcPr>
            <w:tcW w:w="1186" w:type="dxa"/>
            <w:vAlign w:val="center"/>
          </w:tcPr>
          <w:p w14:paraId="1129C631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A4EF51" w14:textId="77777777" w:rsidR="0060534B" w:rsidRPr="00712C22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E80E2A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9</w:t>
            </w:r>
          </w:p>
        </w:tc>
        <w:tc>
          <w:tcPr>
            <w:tcW w:w="6094" w:type="dxa"/>
          </w:tcPr>
          <w:p w14:paraId="747D9BAA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Criar bases de dados no-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code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NoSOL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11C9AD2A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0BC21D40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1F7E96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7481D2E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10</w:t>
            </w:r>
          </w:p>
        </w:tc>
        <w:tc>
          <w:tcPr>
            <w:tcW w:w="6094" w:type="dxa"/>
          </w:tcPr>
          <w:p w14:paraId="6494472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Conceber projetos em 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wireframe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para produtos digitais</w:t>
            </w:r>
          </w:p>
        </w:tc>
        <w:tc>
          <w:tcPr>
            <w:tcW w:w="1134" w:type="dxa"/>
          </w:tcPr>
          <w:p w14:paraId="2779EE92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1D53B790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0E8DB4B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31AB2D" w14:textId="77777777" w:rsidR="0060534B" w:rsidRPr="00963D8F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11</w:t>
            </w:r>
          </w:p>
        </w:tc>
        <w:tc>
          <w:tcPr>
            <w:tcW w:w="6094" w:type="dxa"/>
          </w:tcPr>
          <w:p w14:paraId="3C80E2DF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Conceber o design de interface para dispositivos móveis</w:t>
            </w:r>
          </w:p>
        </w:tc>
        <w:tc>
          <w:tcPr>
            <w:tcW w:w="1134" w:type="dxa"/>
          </w:tcPr>
          <w:p w14:paraId="378C52D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37E632B1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FB5C988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01456A" w14:textId="77777777" w:rsidR="0060534B" w:rsidRPr="00963D8F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12</w:t>
            </w:r>
          </w:p>
        </w:tc>
        <w:tc>
          <w:tcPr>
            <w:tcW w:w="6094" w:type="dxa"/>
          </w:tcPr>
          <w:p w14:paraId="07D0D9A4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Desenvolver aplicações móveis (no-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code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723A0BDE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795392DB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53391A3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66CBD0" w14:textId="77777777" w:rsidR="0060534B" w:rsidRPr="00414FCB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13</w:t>
            </w:r>
          </w:p>
        </w:tc>
        <w:tc>
          <w:tcPr>
            <w:tcW w:w="6094" w:type="dxa"/>
          </w:tcPr>
          <w:p w14:paraId="60A5F434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Configurar microcontroladores e programar respostas.</w:t>
            </w:r>
          </w:p>
        </w:tc>
        <w:tc>
          <w:tcPr>
            <w:tcW w:w="1134" w:type="dxa"/>
          </w:tcPr>
          <w:p w14:paraId="599662A7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31171827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35D4DF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34257C" w14:textId="77777777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094" w:type="dxa"/>
          </w:tcPr>
          <w:p w14:paraId="2D8EE1E9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Produzir conteúdos de Realidade Aumentada</w:t>
            </w:r>
          </w:p>
        </w:tc>
        <w:tc>
          <w:tcPr>
            <w:tcW w:w="1134" w:type="dxa"/>
          </w:tcPr>
          <w:p w14:paraId="5D7D75A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64E6D4F3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E066882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E422FC" w14:textId="77777777" w:rsidR="0060534B" w:rsidRPr="006840EE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sz w:val="18"/>
              </w:rPr>
            </w:pPr>
            <w:r w:rsidRPr="00F400C9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15</w:t>
            </w:r>
          </w:p>
        </w:tc>
        <w:tc>
          <w:tcPr>
            <w:tcW w:w="6094" w:type="dxa"/>
          </w:tcPr>
          <w:p w14:paraId="691EFCA1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Prototipar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sistemas interativos</w:t>
            </w:r>
          </w:p>
        </w:tc>
        <w:tc>
          <w:tcPr>
            <w:tcW w:w="1134" w:type="dxa"/>
          </w:tcPr>
          <w:p w14:paraId="64CE999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1A9B4E26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68456BB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FFFF5B" w14:textId="77777777" w:rsidR="0060534B" w:rsidRPr="00F0569B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094" w:type="dxa"/>
          </w:tcPr>
          <w:p w14:paraId="00F3FB1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Conceber animações 2D </w:t>
            </w:r>
          </w:p>
        </w:tc>
        <w:tc>
          <w:tcPr>
            <w:tcW w:w="1134" w:type="dxa"/>
          </w:tcPr>
          <w:p w14:paraId="2AF52BBA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580C0A39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11C309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740D71" w14:textId="77777777" w:rsidR="0060534B" w:rsidRPr="0047152B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imes New Roman"/>
                <w:bCs/>
                <w:sz w:val="18"/>
                <w:szCs w:val="18"/>
              </w:rPr>
            </w:pPr>
            <w:r w:rsidRPr="0047152B">
              <w:rPr>
                <w:rFonts w:ascii="Verdana Pro Light" w:hAnsi="Verdana Pro Light" w:cs="Times New Roman"/>
                <w:bCs/>
                <w:sz w:val="18"/>
                <w:szCs w:val="18"/>
              </w:rPr>
              <w:t>1</w:t>
            </w: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094" w:type="dxa"/>
          </w:tcPr>
          <w:p w14:paraId="5E34900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Desenvolver animações 3D avançadas </w:t>
            </w:r>
          </w:p>
        </w:tc>
        <w:tc>
          <w:tcPr>
            <w:tcW w:w="1134" w:type="dxa"/>
          </w:tcPr>
          <w:p w14:paraId="2187210F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28E6DB94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0F11B60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B41695" w14:textId="77777777" w:rsidR="0060534B" w:rsidRPr="00D76538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094" w:type="dxa"/>
          </w:tcPr>
          <w:p w14:paraId="43D30A66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Finalizar um sítio para a Internet </w:t>
            </w:r>
          </w:p>
        </w:tc>
        <w:tc>
          <w:tcPr>
            <w:tcW w:w="1134" w:type="dxa"/>
          </w:tcPr>
          <w:p w14:paraId="1242D4B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A752C6" w:rsidRPr="006C0318" w14:paraId="512CE363" w14:textId="77777777" w:rsidTr="00F9252E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A99C3C" w14:textId="77777777" w:rsidR="00A752C6" w:rsidRPr="006C0318" w:rsidRDefault="00A752C6" w:rsidP="00F9252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DB8E94" w14:textId="4EC64252" w:rsidR="00A752C6" w:rsidRPr="000B6869" w:rsidRDefault="000E326B" w:rsidP="00F9252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F36CED">
              <w:rPr>
                <w:rFonts w:ascii="Verdana Pro Light" w:hAnsi="Verdana Pro Light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094" w:type="dxa"/>
          </w:tcPr>
          <w:p w14:paraId="5CF98301" w14:textId="77777777" w:rsidR="00A752C6" w:rsidRPr="006B598F" w:rsidRDefault="00A752C6" w:rsidP="00F9252E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6B598F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Criar projetos gráficos de comunicação e publicidade</w:t>
            </w:r>
          </w:p>
        </w:tc>
        <w:tc>
          <w:tcPr>
            <w:tcW w:w="1134" w:type="dxa"/>
          </w:tcPr>
          <w:p w14:paraId="6B23A2E4" w14:textId="77777777" w:rsidR="00A752C6" w:rsidRPr="001E4EEA" w:rsidRDefault="00A752C6" w:rsidP="00F9252E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A752C6" w:rsidRPr="006C0318" w14:paraId="1911D329" w14:textId="77777777" w:rsidTr="00F9252E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21C2FCC" w14:textId="77777777" w:rsidR="00A752C6" w:rsidRPr="006C0318" w:rsidRDefault="00A752C6" w:rsidP="00F9252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626EFD" w14:textId="23C88794" w:rsidR="00A752C6" w:rsidRPr="00F36CED" w:rsidRDefault="00A752C6" w:rsidP="00F9252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0</w:t>
            </w:r>
          </w:p>
        </w:tc>
        <w:tc>
          <w:tcPr>
            <w:tcW w:w="6094" w:type="dxa"/>
          </w:tcPr>
          <w:p w14:paraId="3148BD7F" w14:textId="77777777" w:rsidR="00A752C6" w:rsidRPr="00AA7B53" w:rsidRDefault="00A752C6" w:rsidP="00F9252E">
            <w:r w:rsidRPr="00F90DBF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Construir interfaces e animações interativas</w:t>
            </w:r>
            <w:r w:rsidRPr="00AA7B53">
              <w:t>.</w:t>
            </w:r>
          </w:p>
        </w:tc>
        <w:tc>
          <w:tcPr>
            <w:tcW w:w="1134" w:type="dxa"/>
          </w:tcPr>
          <w:p w14:paraId="4E9A85F4" w14:textId="77777777" w:rsidR="00A752C6" w:rsidRPr="001E4EEA" w:rsidRDefault="00A752C6" w:rsidP="00F9252E">
            <w:pP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1E4EEA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2,25</w:t>
            </w:r>
          </w:p>
        </w:tc>
      </w:tr>
      <w:tr w:rsidR="0060534B" w:rsidRPr="00712C22" w14:paraId="6D65B332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B827C9B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F316DC" w14:textId="6CDD8809" w:rsidR="0060534B" w:rsidRPr="00F36CED" w:rsidRDefault="000E326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21</w:t>
            </w:r>
          </w:p>
        </w:tc>
        <w:tc>
          <w:tcPr>
            <w:tcW w:w="6094" w:type="dxa"/>
          </w:tcPr>
          <w:p w14:paraId="63C0B38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Construir estilos em CSS (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Cascadin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Style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DD2C42">
              <w:rPr>
                <w:rFonts w:ascii="Verdana Pro Light" w:hAnsi="Verdana Pro Light"/>
                <w:sz w:val="18"/>
                <w:szCs w:val="18"/>
              </w:rPr>
              <w:t>Sheets</w:t>
            </w:r>
            <w:proofErr w:type="spellEnd"/>
            <w:r w:rsidRPr="00DD2C42">
              <w:rPr>
                <w:rFonts w:ascii="Verdana Pro Light" w:hAnsi="Verdana Pro Light"/>
                <w:sz w:val="18"/>
                <w:szCs w:val="18"/>
              </w:rPr>
              <w:t>).</w:t>
            </w:r>
          </w:p>
        </w:tc>
        <w:tc>
          <w:tcPr>
            <w:tcW w:w="1134" w:type="dxa"/>
          </w:tcPr>
          <w:p w14:paraId="72B38E44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0CDB777D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19885F7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5837DD" w14:textId="106FEA4C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A44313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6A63D8BF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Programar </w:t>
            </w:r>
            <w:r>
              <w:rPr>
                <w:rFonts w:ascii="Verdana Pro Light" w:hAnsi="Verdana Pro Light"/>
                <w:sz w:val="18"/>
                <w:szCs w:val="18"/>
              </w:rPr>
              <w:t>com</w:t>
            </w: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sistemas de inteligência artificial*</w:t>
            </w:r>
          </w:p>
        </w:tc>
        <w:tc>
          <w:tcPr>
            <w:tcW w:w="1134" w:type="dxa"/>
            <w:vAlign w:val="center"/>
          </w:tcPr>
          <w:p w14:paraId="137F11D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2.25</w:t>
            </w:r>
          </w:p>
        </w:tc>
      </w:tr>
      <w:tr w:rsidR="0060534B" w:rsidRPr="00712C22" w14:paraId="669C3A19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5A83B3DA" w14:textId="77777777" w:rsidR="0060534B" w:rsidRPr="000012AF" w:rsidRDefault="0060534B" w:rsidP="0054111C">
            <w:pPr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9789F1" w14:textId="2245E4E7" w:rsidR="0060534B" w:rsidRPr="006D3E5C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3</w:t>
            </w:r>
          </w:p>
        </w:tc>
        <w:tc>
          <w:tcPr>
            <w:tcW w:w="6094" w:type="dxa"/>
          </w:tcPr>
          <w:p w14:paraId="15938A91" w14:textId="346B2B95" w:rsidR="0060534B" w:rsidRPr="00DD2C42" w:rsidRDefault="00981B58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Aplicar normas legais às </w:t>
            </w:r>
            <w:r w:rsidR="000E3067">
              <w:rPr>
                <w:rFonts w:ascii="Verdana Pro Light" w:hAnsi="Verdana Pro Light"/>
                <w:sz w:val="18"/>
                <w:szCs w:val="18"/>
              </w:rPr>
              <w:t>obras digitais offline e online</w:t>
            </w:r>
          </w:p>
        </w:tc>
        <w:tc>
          <w:tcPr>
            <w:tcW w:w="1134" w:type="dxa"/>
          </w:tcPr>
          <w:p w14:paraId="58379000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70794BBE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6DB2B7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6DE3F6" w14:textId="204CBC71" w:rsidR="0060534B" w:rsidRPr="000B6869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4</w:t>
            </w:r>
          </w:p>
        </w:tc>
        <w:tc>
          <w:tcPr>
            <w:tcW w:w="6094" w:type="dxa"/>
          </w:tcPr>
          <w:p w14:paraId="33CF00C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Publicitar nas redes sociais</w:t>
            </w:r>
          </w:p>
        </w:tc>
        <w:tc>
          <w:tcPr>
            <w:tcW w:w="1134" w:type="dxa"/>
          </w:tcPr>
          <w:p w14:paraId="275E874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6677E598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785BAFC1" w14:textId="77777777" w:rsidR="0060534B" w:rsidRDefault="0060534B" w:rsidP="0054111C">
            <w:pPr>
              <w:jc w:val="center"/>
            </w:pPr>
            <w:r w:rsidRPr="000012AF">
              <w:rPr>
                <w:rFonts w:ascii="Verdana Pro Light" w:hAnsi="Verdana Pro Light" w:cs="Tahoma"/>
                <w:b/>
                <w:sz w:val="18"/>
              </w:rP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728981" w14:textId="254F5C70" w:rsidR="0060534B" w:rsidRPr="002E27B8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Arial"/>
                <w:sz w:val="18"/>
                <w:szCs w:val="18"/>
              </w:rPr>
            </w:pPr>
            <w:r w:rsidRPr="001D62E5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5</w:t>
            </w:r>
          </w:p>
        </w:tc>
        <w:tc>
          <w:tcPr>
            <w:tcW w:w="6094" w:type="dxa"/>
          </w:tcPr>
          <w:p w14:paraId="7512069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Promover o marketing digital</w:t>
            </w:r>
          </w:p>
        </w:tc>
        <w:tc>
          <w:tcPr>
            <w:tcW w:w="1134" w:type="dxa"/>
          </w:tcPr>
          <w:p w14:paraId="4F93718C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5386F2DB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0AFDAFA" w14:textId="77777777" w:rsidR="0060534B" w:rsidRPr="00234037" w:rsidRDefault="0060534B" w:rsidP="0054111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706BBC" w14:textId="5C861841" w:rsidR="0060534B" w:rsidRPr="002E27B8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Arial"/>
                <w:sz w:val="18"/>
                <w:szCs w:val="18"/>
              </w:rPr>
            </w:pPr>
            <w:r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2</w:t>
            </w:r>
            <w:r w:rsidR="000E326B" w:rsidRPr="00F36CED">
              <w:rPr>
                <w:rFonts w:ascii="Verdana Pro Light" w:hAnsi="Verdana Pro Light" w:cs="Tahoma"/>
                <w:b/>
                <w:color w:val="ED7D31" w:themeColor="accent2"/>
                <w:sz w:val="18"/>
              </w:rPr>
              <w:t>6</w:t>
            </w:r>
          </w:p>
        </w:tc>
        <w:tc>
          <w:tcPr>
            <w:tcW w:w="6094" w:type="dxa"/>
          </w:tcPr>
          <w:p w14:paraId="14E1C6A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Operar o departamento multimédia de uma empresa.</w:t>
            </w:r>
          </w:p>
        </w:tc>
        <w:tc>
          <w:tcPr>
            <w:tcW w:w="1134" w:type="dxa"/>
          </w:tcPr>
          <w:p w14:paraId="348E5606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1CC1DA94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7B1F8AC1" w14:textId="77777777" w:rsidR="0060534B" w:rsidRPr="00C92A7A" w:rsidRDefault="0060534B" w:rsidP="0054111C">
            <w:pPr>
              <w:jc w:val="center"/>
            </w:pPr>
            <w:r w:rsidRPr="00C92A7A"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41B0E18" w14:textId="5C64484A" w:rsidR="0060534B" w:rsidRPr="00A1026C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 w:rsidR="000E326B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1CF86B7D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014059CE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48A077C9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53EB0FB8" w14:textId="77777777" w:rsidR="0060534B" w:rsidRPr="007F2AF9" w:rsidRDefault="0060534B" w:rsidP="0054111C">
            <w:pPr>
              <w:jc w:val="center"/>
            </w:pPr>
            <w:r w:rsidRPr="007F2AF9"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C6F4C6" w14:textId="500858B8" w:rsidR="0060534B" w:rsidRPr="00A1026C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 w:rsidR="000E326B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8</w:t>
            </w:r>
          </w:p>
        </w:tc>
        <w:tc>
          <w:tcPr>
            <w:tcW w:w="6094" w:type="dxa"/>
            <w:vAlign w:val="center"/>
          </w:tcPr>
          <w:p w14:paraId="1AA939E2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691E4095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60534B" w:rsidRPr="00712C22" w14:paraId="2D882058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4F2023D3" w14:textId="77777777" w:rsidR="0060534B" w:rsidRPr="00CD1D36" w:rsidRDefault="0060534B" w:rsidP="0054111C">
            <w:pPr>
              <w:jc w:val="center"/>
            </w:pPr>
            <w:r w:rsidRPr="00CD1D36"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0B2C46" w14:textId="20356151" w:rsidR="0060534B" w:rsidRPr="00A1026C" w:rsidRDefault="0060534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 w:rsidR="000E326B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9</w:t>
            </w:r>
          </w:p>
        </w:tc>
        <w:tc>
          <w:tcPr>
            <w:tcW w:w="6094" w:type="dxa"/>
            <w:vAlign w:val="center"/>
          </w:tcPr>
          <w:p w14:paraId="0AAE2C0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56DB1381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115F191B" w14:textId="77777777" w:rsidTr="0054111C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5A4D99B2" w14:textId="77777777" w:rsidR="0060534B" w:rsidRPr="00CD1D36" w:rsidRDefault="0060534B" w:rsidP="0054111C">
            <w:pPr>
              <w:jc w:val="center"/>
            </w:pPr>
            <w:r>
              <w:lastRenderedPageBreak/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0E37AC" w14:textId="501020EB" w:rsidR="0060534B" w:rsidRPr="00A1026C" w:rsidRDefault="000E326B" w:rsidP="0054111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</w:pP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327AC4E9" w14:textId="77777777" w:rsidR="0060534B" w:rsidRPr="0014594C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Aplicar o </w:t>
            </w:r>
            <w:proofErr w:type="spellStart"/>
            <w:r w:rsidRPr="0014594C">
              <w:rPr>
                <w:rFonts w:ascii="Verdana Pro Light" w:hAnsi="Verdana Pro Light"/>
                <w:sz w:val="18"/>
                <w:szCs w:val="18"/>
              </w:rPr>
              <w:t>storytelling</w:t>
            </w:r>
            <w:proofErr w:type="spellEnd"/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 na comunicação </w:t>
            </w:r>
          </w:p>
        </w:tc>
        <w:tc>
          <w:tcPr>
            <w:tcW w:w="1134" w:type="dxa"/>
          </w:tcPr>
          <w:p w14:paraId="2AE0E933" w14:textId="77777777" w:rsidR="0060534B" w:rsidRPr="00DD2C42" w:rsidRDefault="0060534B" w:rsidP="0054111C">
            <w:pPr>
              <w:rPr>
                <w:rFonts w:ascii="Verdana Pro Light" w:hAnsi="Verdana Pro Light"/>
                <w:sz w:val="18"/>
                <w:szCs w:val="18"/>
              </w:rPr>
            </w:pPr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60534B" w:rsidRPr="00712C22" w14:paraId="6C170CA8" w14:textId="77777777" w:rsidTr="0054111C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tbl>
            <w:tblPr>
              <w:tblStyle w:val="TabelacomGrelha"/>
              <w:tblW w:w="9123" w:type="dxa"/>
              <w:jc w:val="center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89"/>
              <w:gridCol w:w="1134"/>
            </w:tblGrid>
            <w:tr w:rsidR="00594530" w:rsidRPr="00712C22" w14:paraId="436C7652" w14:textId="77777777" w:rsidTr="00F9252E">
              <w:trPr>
                <w:trHeight w:val="658"/>
                <w:jc w:val="center"/>
              </w:trPr>
              <w:tc>
                <w:tcPr>
                  <w:tcW w:w="9123" w:type="dxa"/>
                  <w:gridSpan w:val="2"/>
                  <w:shd w:val="clear" w:color="auto" w:fill="auto"/>
                  <w:vAlign w:val="center"/>
                </w:tcPr>
                <w:p w14:paraId="02B70CA3" w14:textId="77777777" w:rsidR="00594530" w:rsidRPr="00234037" w:rsidRDefault="00594530" w:rsidP="00594530">
                  <w:pPr>
                    <w:jc w:val="center"/>
                    <w:rPr>
                      <w:rFonts w:ascii="Verdana Pro Light" w:eastAsia="Arial Unicode MS" w:hAnsi="Verdana Pro Light" w:cs="Arial Unicode MS"/>
                      <w:sz w:val="18"/>
                      <w:szCs w:val="18"/>
                    </w:rPr>
                  </w:pPr>
                </w:p>
              </w:tc>
            </w:tr>
            <w:tr w:rsidR="00594530" w:rsidRPr="00712C22" w14:paraId="65B4CA1E" w14:textId="77777777" w:rsidTr="00F9252E">
              <w:trPr>
                <w:trHeight w:val="423"/>
                <w:jc w:val="center"/>
              </w:trPr>
              <w:tc>
                <w:tcPr>
                  <w:tcW w:w="7989" w:type="dxa"/>
                  <w:shd w:val="clear" w:color="auto" w:fill="E7E6E6" w:themeFill="background2"/>
                  <w:vAlign w:val="center"/>
                </w:tcPr>
                <w:p w14:paraId="33040EF8" w14:textId="77777777" w:rsidR="00594530" w:rsidRPr="00234037" w:rsidRDefault="00594530" w:rsidP="00594530">
                  <w:pPr>
                    <w:jc w:val="right"/>
                    <w:rPr>
                      <w:rFonts w:ascii="Verdana Pro Light" w:hAnsi="Verdana Pro Light"/>
                      <w:sz w:val="18"/>
                      <w:szCs w:val="18"/>
                    </w:rPr>
                  </w:pPr>
                  <w:r w:rsidRPr="00FF4F58">
                    <w:rPr>
                      <w:rFonts w:ascii="Verdana Pro Light" w:hAnsi="Verdana Pro Light" w:cs="Tahoma"/>
                      <w:b/>
                      <w:sz w:val="18"/>
                      <w:szCs w:val="20"/>
                    </w:rPr>
                    <w:t>Total de pontos de crédito da componente de formação tecnológica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DBF0F25" w14:textId="492D53C2" w:rsidR="00594530" w:rsidRPr="00234037" w:rsidRDefault="00B506E5" w:rsidP="00B506E5">
                  <w:pPr>
                    <w:rPr>
                      <w:rFonts w:ascii="Verdana Pro Light" w:eastAsia="Arial Unicode MS" w:hAnsi="Verdana Pro Light" w:cs="Arial Unicode MS"/>
                      <w:sz w:val="18"/>
                      <w:szCs w:val="18"/>
                    </w:rPr>
                  </w:pPr>
                  <w:r>
                    <w:rPr>
                      <w:rFonts w:ascii="Verdana Pro Light" w:eastAsia="Arial Unicode MS" w:hAnsi="Verdana Pro Light" w:cs="Arial Unicode MS"/>
                      <w:sz w:val="18"/>
                      <w:szCs w:val="18"/>
                    </w:rPr>
                    <w:t>96,5</w:t>
                  </w:r>
                </w:p>
              </w:tc>
            </w:tr>
          </w:tbl>
          <w:p w14:paraId="63BACC45" w14:textId="77777777" w:rsidR="00594530" w:rsidRPr="003D1065" w:rsidRDefault="00594530" w:rsidP="00594530">
            <w:pPr>
              <w:rPr>
                <w:rFonts w:ascii="Verdana Pro Light" w:hAnsi="Verdana Pro Light" w:cstheme="minorHAnsi"/>
                <w:b/>
                <w:smallCaps/>
                <w:sz w:val="14"/>
                <w:szCs w:val="24"/>
              </w:rPr>
            </w:pPr>
          </w:p>
          <w:p w14:paraId="0852D08B" w14:textId="6587C304" w:rsidR="0060534B" w:rsidRPr="00234037" w:rsidRDefault="0060534B" w:rsidP="00594530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763D2467" w14:textId="58AFE206" w:rsidR="000E326B" w:rsidRDefault="000E326B" w:rsidP="00C859D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267ACA2" w14:textId="526760AF" w:rsidR="00727CAB" w:rsidRPr="000E326B" w:rsidRDefault="000E326B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4E56A1DC" w14:textId="5D74DC07" w:rsidR="009D68FC" w:rsidRDefault="009D68FC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72E3F7B" w14:textId="6DD11494" w:rsidR="00F709EB" w:rsidRDefault="00727CAB" w:rsidP="000E326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709EB" w:rsidRPr="00136AD8" w14:paraId="0026ACF1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4620A8" w14:textId="4B38CCE2" w:rsidR="00F709EB" w:rsidRPr="00136AD8" w:rsidRDefault="00F709E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0040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5FB81A" w14:textId="77777777" w:rsidR="00F709EB" w:rsidRPr="009C256C" w:rsidRDefault="00F709EB" w:rsidP="00D865F4">
            <w:pPr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Prestar informações sobre o setor de multimédia</w:t>
            </w:r>
          </w:p>
        </w:tc>
      </w:tr>
      <w:tr w:rsidR="00F709EB" w:rsidRPr="00136AD8" w14:paraId="5370D103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6C557D0" w14:textId="1F56A0D2" w:rsidR="00F709EB" w:rsidRPr="00136AD8" w:rsidRDefault="00F709E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0040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E7E6E6" w:themeFill="background2"/>
          </w:tcPr>
          <w:p w14:paraId="3BC6C498" w14:textId="77777777" w:rsidR="00F709EB" w:rsidRPr="00136AD8" w:rsidRDefault="00F709E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O setor da Multimédia</w:t>
            </w:r>
          </w:p>
        </w:tc>
      </w:tr>
    </w:tbl>
    <w:p w14:paraId="2A0F391B" w14:textId="77777777" w:rsidR="00F709EB" w:rsidRPr="00136AD8" w:rsidRDefault="00F709EB" w:rsidP="00F709E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0E928F" w14:textId="77777777" w:rsidR="00F709EB" w:rsidRPr="003200F2" w:rsidRDefault="00F709EB" w:rsidP="00F709E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B1931F2" w14:textId="77777777" w:rsidR="00F709EB" w:rsidRPr="00136AD8" w:rsidRDefault="00F709EB" w:rsidP="00F709E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709EB" w:rsidRPr="00136AD8" w14:paraId="52E81AF1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9DDB04" w14:textId="77777777" w:rsidR="00F709EB" w:rsidRPr="001B353A" w:rsidRDefault="00F709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709EB" w:rsidRPr="00136AD8" w14:paraId="5B63F1C6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E7E5F" w14:textId="77777777" w:rsidR="00F709EB" w:rsidRPr="00B01FFA" w:rsidRDefault="00F709EB" w:rsidP="00A7697D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Multimédia.</w:t>
            </w:r>
          </w:p>
          <w:p w14:paraId="1D22CECB" w14:textId="77777777" w:rsidR="00F709EB" w:rsidRPr="001B353A" w:rsidRDefault="00F709E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sobre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da Multimédia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F709EB" w:rsidRPr="00136AD8" w14:paraId="5F52BE42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3F2354" w14:textId="77777777" w:rsidR="00F709EB" w:rsidRPr="001B353A" w:rsidRDefault="00F709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3B24A9" w14:textId="77777777" w:rsidR="00F709EB" w:rsidRPr="001B353A" w:rsidRDefault="00F709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FA2462" w14:textId="77777777" w:rsidR="00F709EB" w:rsidRPr="001B353A" w:rsidRDefault="00F709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709EB" w:rsidRPr="00136AD8" w14:paraId="488199CC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9D115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04B6C3B6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727ECF9E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05EFCA93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5B3B2BB6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0808DBCF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6E53CE2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Organismos nacionais e locais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1318F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setor dos Museus e do Património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5D9C25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293BFC74" w14:textId="77777777" w:rsidR="00F709EB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7D50ACC7" w14:textId="77777777" w:rsidR="00F709EB" w:rsidRPr="00B01FFA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1B0148CE" w14:textId="77777777" w:rsidR="00F709EB" w:rsidRPr="001B353A" w:rsidRDefault="00F709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52B9B7" w14:textId="77777777" w:rsidR="00F709EB" w:rsidRPr="00D6362B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 evolução e a 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FAB61C5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7CD2968F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a área de Multimédia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nível nacional e internacional.</w:t>
            </w:r>
          </w:p>
          <w:p w14:paraId="35E6DD8B" w14:textId="77777777" w:rsidR="00F709EB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74CDDF0E" w14:textId="77777777" w:rsidR="00F709EB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18F319D1" w14:textId="77777777" w:rsidR="00F709EB" w:rsidRPr="006B0818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13238F9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EC07E53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79BB1622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194D0A58" w14:textId="77777777" w:rsidR="00F709EB" w:rsidRPr="003C0084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B928C57" w14:textId="77777777" w:rsidR="00F709EB" w:rsidRPr="00057283" w:rsidRDefault="00F709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à área da Multimédia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EAC31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33C08B53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7CADB97B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2FB1931A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A652A2E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6100978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0480381" w14:textId="77777777" w:rsidR="00F709EB" w:rsidRPr="00FD35E9" w:rsidRDefault="00F709E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75BB4D91" w14:textId="77777777" w:rsidR="00F709EB" w:rsidRDefault="00F709EB" w:rsidP="00A7697D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2D9BAE7C" w14:textId="77777777" w:rsidR="00F709EB" w:rsidRPr="00057283" w:rsidRDefault="00F709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F5FD47" w14:textId="77777777" w:rsidR="00F709EB" w:rsidRDefault="00F709EB" w:rsidP="00F709E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E02624A" w14:textId="77777777" w:rsidR="00F709EB" w:rsidRDefault="00F709EB" w:rsidP="00F709E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C816E07" w14:textId="77777777" w:rsidR="00F709EB" w:rsidRPr="00F87025" w:rsidRDefault="00F709EB" w:rsidP="00F709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66BE68" w14:textId="77777777" w:rsidR="00F709EB" w:rsidRPr="00111127" w:rsidRDefault="00F709EB" w:rsidP="00F709EB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bookmarkStart w:id="0" w:name="_Hlk153789990"/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 área da Multimédia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0CA3A102" w14:textId="77777777" w:rsidR="00F709EB" w:rsidRDefault="00F709EB" w:rsidP="00F709EB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7C647BB3" w14:textId="77777777" w:rsidR="00F709EB" w:rsidRDefault="00F709EB" w:rsidP="00F709EB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bookmarkEnd w:id="0"/>
    <w:p w14:paraId="35EA8826" w14:textId="77777777" w:rsidR="00F709EB" w:rsidRPr="0064164C" w:rsidRDefault="00F709EB" w:rsidP="00F709EB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0175F90B" w14:textId="77777777" w:rsidR="00F709EB" w:rsidRPr="00F87025" w:rsidRDefault="00F709EB" w:rsidP="00F709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5DFC94E" w14:textId="77777777" w:rsidR="00F709EB" w:rsidRPr="00984B30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bookmarkStart w:id="1" w:name="_Hlk153790061"/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153A728E" w14:textId="77777777" w:rsidR="00F709EB" w:rsidRPr="00984B30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E497FEC" w14:textId="77777777" w:rsidR="00F709EB" w:rsidRPr="00984B30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64BD6A1E" w14:textId="77777777" w:rsidR="00F709EB" w:rsidRPr="00984B30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p w14:paraId="519D005A" w14:textId="77777777" w:rsidR="00F709EB" w:rsidRPr="00984B30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1"/>
    <w:p w14:paraId="0F23556A" w14:textId="77777777" w:rsidR="00F709EB" w:rsidRPr="00051C79" w:rsidRDefault="00F709EB" w:rsidP="00F709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907961" w14:textId="77777777" w:rsidR="00F709EB" w:rsidRPr="00F87025" w:rsidRDefault="00F709EB" w:rsidP="00F709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8D6F15" w14:textId="77777777" w:rsidR="00F709EB" w:rsidRPr="003C0084" w:rsidRDefault="00F709EB" w:rsidP="00F709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bookmarkStart w:id="2" w:name="_Hlk153790088"/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4AEB413C" w14:textId="77777777" w:rsidR="00F709EB" w:rsidRPr="003C0084" w:rsidRDefault="00F709EB" w:rsidP="00F709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3E327503" w14:textId="77777777" w:rsidR="00F709EB" w:rsidRPr="003C0084" w:rsidRDefault="00F709EB" w:rsidP="00F709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30BFC23E" w14:textId="77777777" w:rsidR="00F709EB" w:rsidRPr="003C0084" w:rsidRDefault="00F709EB" w:rsidP="00F709E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</w:t>
      </w:r>
      <w:r>
        <w:rPr>
          <w:rFonts w:ascii="Verdana Pro Light" w:hAnsi="Verdana Pro Light" w:cs="Arial Unicode MS"/>
          <w:sz w:val="18"/>
          <w:szCs w:val="18"/>
          <w:lang w:eastAsia="pt-PT"/>
        </w:rPr>
        <w:t>da área da Multimédia</w:t>
      </w: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 xml:space="preserve">. </w:t>
      </w:r>
    </w:p>
    <w:p w14:paraId="478B894F" w14:textId="77777777" w:rsidR="00F709EB" w:rsidRPr="00501DC8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bookmarkEnd w:id="2"/>
    <w:p w14:paraId="4F1F6BCC" w14:textId="77777777" w:rsidR="00F709EB" w:rsidRPr="00501DC8" w:rsidRDefault="00F709EB" w:rsidP="00F709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77519F" w14:textId="77777777" w:rsidR="00F709EB" w:rsidRPr="00051C79" w:rsidRDefault="00F709EB" w:rsidP="00F709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82F271" w14:textId="77777777" w:rsidR="00F709EB" w:rsidRPr="00F87025" w:rsidRDefault="00F709EB" w:rsidP="00F709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9B9CF0" w14:textId="77777777" w:rsidR="00F709EB" w:rsidRPr="00051C79" w:rsidRDefault="00F709EB" w:rsidP="00F709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E06C64" w14:textId="77777777" w:rsidR="00F709EB" w:rsidRPr="00051C79" w:rsidRDefault="00F709EB" w:rsidP="00F709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AB23EC" w14:textId="77777777" w:rsidR="00F709EB" w:rsidRPr="00051C79" w:rsidRDefault="00F709EB" w:rsidP="00F709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3FC1EF" w14:textId="6E7D44E4" w:rsidR="004B2CC9" w:rsidRDefault="004B2CC9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B2CC9" w:rsidRPr="00136AD8" w14:paraId="527EAD25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46E880" w14:textId="02A4E22C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255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B5261CC" w14:textId="77777777" w:rsidR="004B2CC9" w:rsidRPr="00AA7B53" w:rsidRDefault="004B2CC9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Implementar as normas de segurança e saúde no trabalho na área da multimédia</w:t>
            </w:r>
          </w:p>
        </w:tc>
      </w:tr>
      <w:tr w:rsidR="004B2CC9" w:rsidRPr="00136AD8" w14:paraId="31E55598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0C53CC8" w14:textId="2BCC9E0F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16165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7324" w:type="dxa"/>
            <w:shd w:val="clear" w:color="auto" w:fill="E7E6E6" w:themeFill="background2"/>
          </w:tcPr>
          <w:p w14:paraId="09B9A46B" w14:textId="77777777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Normas de segurança e saúde no trabalho em Multimédia</w:t>
            </w:r>
          </w:p>
        </w:tc>
      </w:tr>
    </w:tbl>
    <w:p w14:paraId="46116EF3" w14:textId="77777777" w:rsidR="004B2CC9" w:rsidRPr="00136AD8" w:rsidRDefault="004B2CC9" w:rsidP="004B2CC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DA4C1A" w14:textId="77777777" w:rsidR="004B2CC9" w:rsidRPr="003200F2" w:rsidRDefault="004B2CC9" w:rsidP="004B2C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2A64388" w14:textId="77777777" w:rsidR="004B2CC9" w:rsidRPr="00136AD8" w:rsidRDefault="004B2CC9" w:rsidP="004B2CC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B2CC9" w:rsidRPr="00136AD8" w14:paraId="771CFED9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799A2F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B2CC9" w:rsidRPr="00136AD8" w14:paraId="76BEBB4D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69BBC0" w14:textId="77777777" w:rsidR="004B2CC9" w:rsidRDefault="004B2CC9" w:rsidP="00A7697D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29548467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2A681A1E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4B2CC9" w:rsidRPr="00136AD8" w14:paraId="6E5C8FFC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2460FA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A90ECB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A94F87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B2CC9" w:rsidRPr="00136AD8" w14:paraId="2D6EEDB5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C9B3F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2EACC4E3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</w:p>
          <w:p w14:paraId="3509FBD4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5B0EB2CE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5DEE6AEA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1E888A4C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772E3FAD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444DC749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76E303AC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7E10DA9C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679FA00F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71CC565C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4719EB60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4867A7B4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elétrico, eletrocussões, ataque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cardíaco, entorses ou distensões, envenenamento, queimaduras.</w:t>
            </w:r>
          </w:p>
          <w:p w14:paraId="4B997876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59AF1910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2D615E9E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0B77AB25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08ED5275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138105D5" w14:textId="77777777" w:rsidR="004B2CC9" w:rsidRPr="001B353A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9801D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6844BA2A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2FA6D119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2DB07EE1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67004C90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11860D74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5EBEC626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57C483AF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28FCAF49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00DD4DC7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44FD7EFE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4BFDBCDA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6042CFAF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65A44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2061DFE9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65D7B533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1F4F5147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40EDCBE9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7DB48F8B" w14:textId="77777777" w:rsidR="004B2CC9" w:rsidRDefault="004B2CC9" w:rsidP="00A7697D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2F3C8E6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3A1FD8B" w14:textId="77777777" w:rsidR="004B2CC9" w:rsidRDefault="004B2CC9" w:rsidP="004B2C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88673B" w14:textId="77777777" w:rsidR="004B2CC9" w:rsidRDefault="004B2CC9" w:rsidP="004B2C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ED22F1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B624F98" w14:textId="77777777" w:rsidR="004B2CC9" w:rsidRPr="005A0B72" w:rsidRDefault="004B2CC9" w:rsidP="004B2CC9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bookmarkStart w:id="3" w:name="_Hlk153790351"/>
      <w:r w:rsidRPr="005A0B72"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 w:cs="Times New Roman"/>
          <w:bCs/>
          <w:i/>
          <w:iCs/>
          <w:sz w:val="18"/>
          <w:szCs w:val="18"/>
        </w:rPr>
        <w:t>na área da Multimédia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75943E1A" w14:textId="77777777" w:rsidR="004B2CC9" w:rsidRDefault="004B2CC9" w:rsidP="004B2CC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531F5B03" w14:textId="77777777" w:rsidR="004B2CC9" w:rsidRDefault="004B2CC9" w:rsidP="004B2CC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74F36DC2" w14:textId="77777777" w:rsidR="004B2CC9" w:rsidRDefault="004B2CC9" w:rsidP="004B2CC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bookmarkEnd w:id="3"/>
    <w:p w14:paraId="39C6AC5B" w14:textId="77777777" w:rsidR="004B2CC9" w:rsidRPr="00136AD8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CEE2B9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CDC8782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bookmarkStart w:id="4" w:name="_Hlk153790409"/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734757D2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13010C14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2A390740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diversas</w:t>
      </w:r>
    </w:p>
    <w:p w14:paraId="68D7EDA0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4"/>
    <w:p w14:paraId="3EC408FD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99A10A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DC3A8E9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bookmarkStart w:id="5" w:name="_Hlk153790432"/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6340042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23FAD4E5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8C624C3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147D494C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2571B723" w14:textId="77777777" w:rsidR="004B2CC9" w:rsidRDefault="004B2CC9" w:rsidP="004B2CC9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168B7AFB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bookmarkEnd w:id="5"/>
    <w:p w14:paraId="7FF9AAAC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15913B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714AF1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54D678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0B4880B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D3EEA7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7762A6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1035F2" w14:textId="77777777" w:rsidR="004B2CC9" w:rsidRDefault="004B2CC9" w:rsidP="004B2CC9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B2CC9" w:rsidRPr="00136AD8" w14:paraId="2D9B667B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F2753B" w14:textId="5C08C8DB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16165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883D10" w14:textId="77777777" w:rsidR="004B2CC9" w:rsidRPr="00AA7B53" w:rsidRDefault="004B2CC9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Colaborar e trabalhar em equipa</w:t>
            </w:r>
          </w:p>
        </w:tc>
      </w:tr>
      <w:tr w:rsidR="004B2CC9" w:rsidRPr="00136AD8" w14:paraId="59F8A8FB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B74417" w14:textId="0539282C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16165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7324" w:type="dxa"/>
            <w:shd w:val="clear" w:color="auto" w:fill="E7E6E6" w:themeFill="background2"/>
          </w:tcPr>
          <w:p w14:paraId="3ABC042B" w14:textId="77777777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Colaboração e trabalho em equipa</w:t>
            </w:r>
          </w:p>
        </w:tc>
      </w:tr>
    </w:tbl>
    <w:p w14:paraId="33778A56" w14:textId="77777777" w:rsidR="004B2CC9" w:rsidRPr="00136AD8" w:rsidRDefault="004B2CC9" w:rsidP="004B2CC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02E754" w14:textId="77777777" w:rsidR="004B2CC9" w:rsidRPr="003200F2" w:rsidRDefault="004B2CC9" w:rsidP="004B2C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6712C13" w14:textId="77777777" w:rsidR="004B2CC9" w:rsidRPr="00136AD8" w:rsidRDefault="004B2CC9" w:rsidP="004B2CC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B2CC9" w:rsidRPr="00136AD8" w14:paraId="159D7551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B4B556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B2CC9" w:rsidRPr="00136AD8" w14:paraId="614042AB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AA6C6E" w14:textId="77777777" w:rsidR="004B2CC9" w:rsidRPr="00AB5AF8" w:rsidRDefault="004B2CC9" w:rsidP="00A7697D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290EA728" w14:textId="77777777" w:rsidR="004B2CC9" w:rsidRPr="00AB5AF8" w:rsidRDefault="004B2CC9" w:rsidP="00A7697D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322F724A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4B2CC9" w:rsidRPr="00136AD8" w14:paraId="2650C14A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A8664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12963A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19F820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B2CC9" w:rsidRPr="00136AD8" w14:paraId="1066E01A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3E950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2DEA42BC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0F0EE145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48E4DCAC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0EF28CB4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0A0C7D2E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1C2B127F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3B71623C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07D2784F" w14:textId="77777777" w:rsidR="004B2CC9" w:rsidRPr="001B353A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3C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E2061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260CED20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58F1ADD4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4AA6899D" w14:textId="77777777" w:rsidR="004B2CC9" w:rsidRPr="008705DA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71FA1F94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239A5EEA" w14:textId="77777777" w:rsidR="004B2CC9" w:rsidRPr="009835C1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7437EB15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204267B0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2E908382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7911F162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406630AA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B65D189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7C243E32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157304AB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7886DB60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689AE81C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19C76C4A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21EDD" w14:textId="77777777" w:rsidR="004B2CC9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0AB6BECF" w14:textId="77777777" w:rsidR="004B2CC9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FC2B95B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0C4DADB5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B0D9D79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745EDE94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68DD9BC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AE6F8CF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9E3EC40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7EB1EED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20E5579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AF1C19A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79CDEBA" w14:textId="77777777" w:rsidR="004B2CC9" w:rsidRPr="00A128FE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8195EBC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305431FB" w14:textId="77777777" w:rsidR="004B2CC9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290E424D" w14:textId="77777777" w:rsidR="004B2CC9" w:rsidRPr="00AB5AF8" w:rsidRDefault="004B2CC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3124ED4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5B00B0D" w14:textId="77777777" w:rsidR="004B2CC9" w:rsidRDefault="004B2CC9" w:rsidP="004B2C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DA4E81C" w14:textId="77777777" w:rsidR="004B2CC9" w:rsidRDefault="004B2CC9" w:rsidP="004B2C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A6953B7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5BD4947" w14:textId="77777777" w:rsidR="004B2CC9" w:rsidRPr="00C3428A" w:rsidRDefault="004B2CC9" w:rsidP="004B2CC9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59B112AA" w14:textId="77777777" w:rsidR="004B2CC9" w:rsidRPr="00AB5AF8" w:rsidRDefault="004B2CC9" w:rsidP="004B2CC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7925F6D8" w14:textId="77777777" w:rsidR="004B2CC9" w:rsidRPr="00AB5AF8" w:rsidRDefault="004B2CC9" w:rsidP="004B2CC9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407BBCAC" w14:textId="77777777" w:rsidR="004B2CC9" w:rsidRDefault="004B2CC9" w:rsidP="004B2CC9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6601E43B" w14:textId="77777777" w:rsidR="004B2CC9" w:rsidRDefault="004B2CC9" w:rsidP="004B2CC9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719D8BCA" w14:textId="77777777" w:rsidR="004B2CC9" w:rsidRPr="00136AD8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08B4DA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0EDB66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5E03A77A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4D3CE1D7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33B0CBE0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p w14:paraId="208A10E4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B6BD5D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8B7E03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E6E2236" w14:textId="77777777" w:rsidR="004B2CC9" w:rsidRPr="00DA0C85" w:rsidRDefault="004B2CC9" w:rsidP="004B2CC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hAnsi="Verdana Pro Light" w:cs="Arial Unicode MS"/>
          <w:sz w:val="18"/>
          <w:szCs w:val="18"/>
        </w:rPr>
        <w:t>.</w:t>
      </w:r>
    </w:p>
    <w:p w14:paraId="12236BC1" w14:textId="77777777" w:rsidR="004B2CC9" w:rsidRPr="00DA0C85" w:rsidRDefault="004B2CC9" w:rsidP="004B2CC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73E98195" w14:textId="77777777" w:rsidR="004B2CC9" w:rsidRDefault="004B2CC9" w:rsidP="004B2CC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DA0C85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601D335A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5B47F835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09F466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F1E384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B21F89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70A9C8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2E1D6C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2B81D0" w14:textId="77777777" w:rsidR="004B2CC9" w:rsidRDefault="004B2CC9" w:rsidP="004B2CC9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B2CC9" w:rsidRPr="00136AD8" w14:paraId="711EF1F8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1FF0A4" w14:textId="6B869649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21DF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5F8285" w14:textId="77777777" w:rsidR="004B2CC9" w:rsidRPr="00AA7B53" w:rsidRDefault="004B2CC9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Comunicar e interagir em contexto profissional</w:t>
            </w:r>
          </w:p>
        </w:tc>
      </w:tr>
      <w:tr w:rsidR="004B2CC9" w:rsidRPr="00136AD8" w14:paraId="24119A54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B35A623" w14:textId="6CDBFAAD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21DF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E7E6E6" w:themeFill="background2"/>
          </w:tcPr>
          <w:p w14:paraId="64336E0B" w14:textId="77777777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Comunicação e relacionamento interpessoal em contexto profissional</w:t>
            </w:r>
          </w:p>
        </w:tc>
      </w:tr>
    </w:tbl>
    <w:p w14:paraId="525A456E" w14:textId="77777777" w:rsidR="004B2CC9" w:rsidRPr="00136AD8" w:rsidRDefault="004B2CC9" w:rsidP="004B2CC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C2680A6" w14:textId="3B22195B" w:rsidR="004B2CC9" w:rsidRPr="003200F2" w:rsidRDefault="004B2CC9" w:rsidP="004B2C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5427C3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C224B88" w14:textId="77777777" w:rsidR="004B2CC9" w:rsidRPr="00136AD8" w:rsidRDefault="004B2CC9" w:rsidP="004B2CC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B2CC9" w:rsidRPr="00136AD8" w14:paraId="3C0F5B6E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B8512F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B2CC9" w:rsidRPr="00136AD8" w14:paraId="3ED62C9A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335F42" w14:textId="77777777" w:rsidR="004B2CC9" w:rsidRPr="000A2D45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mensagem a comunicar em contexto profissional. </w:t>
            </w:r>
          </w:p>
          <w:p w14:paraId="31DA27B7" w14:textId="77777777" w:rsidR="004B2CC9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19326EED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4B2CC9" w:rsidRPr="00136AD8" w14:paraId="073AB8EB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79D3C2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BD7BB7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3FE4D6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B2CC9" w:rsidRPr="00136AD8" w14:paraId="5889665C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4B44F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Princípios da comunicação e do relacionamento interpessoal – processo, funções e elementos intervenientes.</w:t>
            </w:r>
          </w:p>
          <w:p w14:paraId="65162997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Fatores facilitadores e inibidores da comunicação.</w:t>
            </w:r>
          </w:p>
          <w:p w14:paraId="1E467F77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verbal (oral e escrita) e comunicação não-verbal –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</w:p>
          <w:p w14:paraId="1194CA81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(movimentos corporais, gestos, expressão facial e postura),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14297B47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Canais de comunicação presencial e não presencial.</w:t>
            </w:r>
          </w:p>
          <w:p w14:paraId="166B000D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telefónica - técnicas de atenção telefónica, expressão verbal e sorriso “telefónico”.</w:t>
            </w:r>
          </w:p>
          <w:p w14:paraId="21EDC179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através da </w:t>
            </w:r>
            <w:proofErr w:type="gram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internet(</w:t>
            </w:r>
            <w:proofErr w:type="gram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navegadores, e-mail, redes sociais, mensagens) – técnicas.</w:t>
            </w:r>
          </w:p>
          <w:p w14:paraId="39241520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escrita – normas.</w:t>
            </w:r>
          </w:p>
          <w:p w14:paraId="384B421E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Processo de escrita - planificação, textualização e revisão. </w:t>
            </w:r>
          </w:p>
          <w:p w14:paraId="3A345C67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Caraterísticas dos estilos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agressivo, passivo, manipulador, assertivo.</w:t>
            </w:r>
          </w:p>
          <w:p w14:paraId="05C9BDA7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assertiva – vantagens, componentes verbais e não-verbais, técnicas.</w:t>
            </w:r>
          </w:p>
          <w:p w14:paraId="277D682A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ativa, empatia e controlo emocional.</w:t>
            </w:r>
          </w:p>
          <w:p w14:paraId="1111EB74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Processamento interno da informação –fonético, literal (significado) e reflexivo</w:t>
            </w:r>
          </w:p>
          <w:p w14:paraId="77826C99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(empático).</w:t>
            </w:r>
          </w:p>
          <w:p w14:paraId="618D10E8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Perguntas no processo de comunicação –abertas, fechadas, retorno, reformulação.</w:t>
            </w:r>
          </w:p>
          <w:p w14:paraId="7BCE80B3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Mensagem - construção, adaptação, envio, receção e interpretação.</w:t>
            </w:r>
          </w:p>
          <w:p w14:paraId="3C2C4CDC" w14:textId="77777777" w:rsidR="004B2CC9" w:rsidRPr="00830B06" w:rsidRDefault="004B2CC9" w:rsidP="00A7697D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Imagem e comunicação – autoimagem e autoconceito, primeiras impressões, expectativas e motivação.</w:t>
            </w:r>
          </w:p>
          <w:p w14:paraId="0A8D7B40" w14:textId="77777777" w:rsidR="004B2CC9" w:rsidRPr="00830B06" w:rsidRDefault="004B2CC9" w:rsidP="00A7697D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Técnicas de programação neurolinguística (PNL) na comunicação.</w:t>
            </w:r>
          </w:p>
          <w:p w14:paraId="70BE0C3B" w14:textId="77777777" w:rsidR="004B2CC9" w:rsidRPr="00830B06" w:rsidRDefault="004B2CC9" w:rsidP="00A7697D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Relações interpessoais no trabalho.</w:t>
            </w:r>
          </w:p>
          <w:p w14:paraId="45E8264C" w14:textId="77777777" w:rsidR="004B2CC9" w:rsidRPr="00830B06" w:rsidRDefault="004B2CC9" w:rsidP="00A7697D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Conflito nas relações interpessoais –tipos e técnicas de resolução de conflitos.</w:t>
            </w:r>
          </w:p>
          <w:p w14:paraId="76121CFB" w14:textId="77777777" w:rsidR="004B2CC9" w:rsidRPr="000A2D45" w:rsidRDefault="004B2CC9" w:rsidP="00A7697D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EAE30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Organizar a informação a comunicar.</w:t>
            </w:r>
          </w:p>
          <w:p w14:paraId="729D3B94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Adaptar a comunicação oral e escrita ao interlocutor e ao contexto.</w:t>
            </w:r>
          </w:p>
          <w:p w14:paraId="15039C4C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Interpretar informação de diferentes interlocutores em contexto presencial e não presencial.</w:t>
            </w:r>
          </w:p>
          <w:p w14:paraId="468FC914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Identificar as expectativas do interlocutor.</w:t>
            </w:r>
          </w:p>
          <w:p w14:paraId="1521EA52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Utilizar técnicas de comunicação verbal e não verbal assertiva.</w:t>
            </w:r>
          </w:p>
          <w:p w14:paraId="51270E66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Formular questões, pedir esclarecimentos ou colocar dúvidas para interpretar e/ou explicitar a mensagem.</w:t>
            </w:r>
          </w:p>
          <w:p w14:paraId="62604B40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Partilhar informação com diferentes interlocutores.</w:t>
            </w:r>
          </w:p>
          <w:p w14:paraId="2333BB2E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Reportar informação profissional.</w:t>
            </w:r>
          </w:p>
          <w:p w14:paraId="12A0A0E4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interação orais e escritas.</w:t>
            </w:r>
          </w:p>
          <w:p w14:paraId="374901C0" w14:textId="77777777" w:rsidR="004B2CC9" w:rsidRPr="00830B06" w:rsidRDefault="004B2CC9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tratamento e resolução de conflitos.</w:t>
            </w:r>
          </w:p>
          <w:p w14:paraId="06D50210" w14:textId="77777777" w:rsidR="004B2CC9" w:rsidRDefault="004B2CC9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Autoavaliar o seu desempenho no âmbito do processo de comunicação.</w:t>
            </w:r>
          </w:p>
          <w:p w14:paraId="34BCD516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78C73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Responsabilidades pelas suas ações.</w:t>
            </w:r>
          </w:p>
          <w:p w14:paraId="12E4015B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Autonomia no âmbito das suas funções.</w:t>
            </w:r>
          </w:p>
          <w:p w14:paraId="5014B0E9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Cuidado com a imagem e postura profissional.</w:t>
            </w:r>
          </w:p>
          <w:p w14:paraId="44D3C4F8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Assertividade.</w:t>
            </w:r>
          </w:p>
          <w:p w14:paraId="0B382E45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ativa.</w:t>
            </w:r>
          </w:p>
          <w:p w14:paraId="0553CE2F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Empatia.</w:t>
            </w:r>
          </w:p>
          <w:p w14:paraId="7B198EA1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Controlo emocional.</w:t>
            </w:r>
          </w:p>
          <w:p w14:paraId="1E81A11D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Autoconfiança.</w:t>
            </w:r>
          </w:p>
          <w:p w14:paraId="6E0E9B4A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Respeito pela diferença.</w:t>
            </w:r>
          </w:p>
          <w:p w14:paraId="41686A35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Autoconhecimento.</w:t>
            </w:r>
          </w:p>
          <w:p w14:paraId="5DBF44B3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crítico.</w:t>
            </w:r>
          </w:p>
          <w:p w14:paraId="0DBB71E1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Cooperação com a equipa.</w:t>
            </w:r>
          </w:p>
          <w:p w14:paraId="6B0C78F6" w14:textId="77777777" w:rsidR="004B2CC9" w:rsidRPr="00830B06" w:rsidRDefault="004B2CC9" w:rsidP="00A7697D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de organização.</w:t>
            </w:r>
          </w:p>
        </w:tc>
      </w:tr>
    </w:tbl>
    <w:p w14:paraId="2A28ADF7" w14:textId="77777777" w:rsidR="004B2CC9" w:rsidRDefault="004B2CC9" w:rsidP="004B2C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A6AEB3" w14:textId="77777777" w:rsidR="004B2CC9" w:rsidRDefault="004B2CC9" w:rsidP="004B2C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688FE4B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0904110" w14:textId="77777777" w:rsidR="004B2CC9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bookmarkStart w:id="6" w:name="_Hlk153788969"/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591CD708" w14:textId="77777777" w:rsidR="004B2CC9" w:rsidRPr="00830B06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42722E0A" w14:textId="77777777" w:rsidR="004B2CC9" w:rsidRPr="00830B06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315D1132" w14:textId="77777777" w:rsidR="004B2CC9" w:rsidRPr="00830B06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5A6983A7" w14:textId="77777777" w:rsidR="004B2CC9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1CEC8B5E" w14:textId="77777777" w:rsidR="004B2CC9" w:rsidRPr="0064164C" w:rsidRDefault="004B2CC9" w:rsidP="004B2CC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39AB45A1" w14:textId="77777777" w:rsidR="004B2CC9" w:rsidRPr="00136AD8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6"/>
    <w:p w14:paraId="7A9AF8F7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64E26E0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7" w:name="_Hlk153788978"/>
      <w:r w:rsidRPr="00830B06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bookmarkEnd w:id="7"/>
    <w:p w14:paraId="1F361EB1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44326E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4FA6C4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BD69F7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9734D9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FD33615" w14:textId="77777777" w:rsidR="004B2CC9" w:rsidRPr="00830B06" w:rsidRDefault="004B2CC9" w:rsidP="004B2CC9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8" w:name="_Hlk153788989"/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24CEA7E3" w14:textId="77777777" w:rsidR="004B2CC9" w:rsidRPr="00830B06" w:rsidRDefault="004B2CC9" w:rsidP="004B2CC9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270B644B" w14:textId="77777777" w:rsidR="004B2CC9" w:rsidRPr="00830B06" w:rsidRDefault="004B2CC9" w:rsidP="004B2CC9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7B1346E4" w14:textId="77777777" w:rsidR="004B2CC9" w:rsidRPr="00051C79" w:rsidRDefault="004B2CC9" w:rsidP="004B2CC9">
      <w:pPr>
        <w:tabs>
          <w:tab w:val="left" w:pos="426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bookmarkEnd w:id="8"/>
    <w:p w14:paraId="2D939B21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2B31609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6110F6" w14:textId="77777777" w:rsidR="004B2CC9" w:rsidRDefault="004B2CC9" w:rsidP="004B2C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5D4A853" w14:textId="77777777" w:rsidR="004B2CC9" w:rsidRPr="00051C79" w:rsidRDefault="004B2CC9" w:rsidP="004B2CC9">
      <w:pPr>
        <w:tabs>
          <w:tab w:val="left" w:pos="8148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ab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B2CC9" w:rsidRPr="00136AD8" w14:paraId="19AD2B27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A4A54D6" w14:textId="0F7134FB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21DF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A58A07" w14:textId="77777777" w:rsidR="004B2CC9" w:rsidRPr="00AA7B53" w:rsidRDefault="004B2CC9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Interagir em inglês na área profissional de multimédia</w:t>
            </w:r>
          </w:p>
        </w:tc>
      </w:tr>
      <w:tr w:rsidR="004B2CC9" w:rsidRPr="00136AD8" w14:paraId="6E78BD7C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5D2D58" w14:textId="77F85F1E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421DF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E7E6E6" w:themeFill="background2"/>
          </w:tcPr>
          <w:p w14:paraId="48A148F5" w14:textId="77777777" w:rsidR="004B2CC9" w:rsidRPr="00136AD8" w:rsidRDefault="004B2CC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 w:cs="Times New Roman"/>
                <w:sz w:val="18"/>
                <w:szCs w:val="18"/>
              </w:rPr>
              <w:t>Comunicação em inglês na área profissional de Multimédia</w:t>
            </w:r>
          </w:p>
        </w:tc>
      </w:tr>
    </w:tbl>
    <w:p w14:paraId="290A4020" w14:textId="77777777" w:rsidR="004B2CC9" w:rsidRPr="00136AD8" w:rsidRDefault="004B2CC9" w:rsidP="004B2CC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94ACBB1" w14:textId="3E85CF3D" w:rsidR="004B2CC9" w:rsidRPr="003200F2" w:rsidRDefault="004B2CC9" w:rsidP="004B2C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421DF3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5750465" w14:textId="77777777" w:rsidR="004B2CC9" w:rsidRPr="00136AD8" w:rsidRDefault="004B2CC9" w:rsidP="004B2CC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B2CC9" w:rsidRPr="00136AD8" w14:paraId="4E71E92C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3647EB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B2CC9" w:rsidRPr="00136AD8" w14:paraId="6DBE2A1B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0B1EEB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d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 Multimédia.</w:t>
            </w:r>
          </w:p>
          <w:p w14:paraId="5CADE05B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Transmitir enunciados orais coerentes no âmbito 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>n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d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 Multimédia.</w:t>
            </w:r>
          </w:p>
          <w:p w14:paraId="1584EBBD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Redigir textos articulados e coesos relacionados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</w:t>
            </w:r>
            <w:r w:rsidRPr="00B76C23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área</w:t>
            </w:r>
            <w:r w:rsidRPr="005A051F">
              <w:rPr>
                <w:rFonts w:ascii="Verdana Pro Light" w:hAnsi="Verdana Pro Light" w:cs="Arial Unicode MS"/>
                <w:sz w:val="18"/>
                <w:szCs w:val="18"/>
              </w:rPr>
              <w:t xml:space="preserve"> d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 Multimédia.</w:t>
            </w:r>
          </w:p>
          <w:p w14:paraId="275472A0" w14:textId="77777777" w:rsidR="004B2CC9" w:rsidRPr="001B353A" w:rsidRDefault="004B2CC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4B2CC9" w:rsidRPr="00136AD8" w14:paraId="37BABF75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6240AD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57F1DB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7E64390" w14:textId="77777777" w:rsidR="004B2CC9" w:rsidRPr="001B353A" w:rsidRDefault="004B2CC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B2CC9" w:rsidRPr="00136AD8" w14:paraId="771222C1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FC4AC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Multimédia</w:t>
            </w:r>
          </w:p>
          <w:p w14:paraId="1938B3CF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2F56BDF4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2DC2047F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07334139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5459ED51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18F20C74" w14:textId="77777777" w:rsidR="004B2CC9" w:rsidRPr="006B0818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81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18D47152" w14:textId="77777777" w:rsidR="004B2CC9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0C0C97" w14:textId="77777777" w:rsidR="004B2CC9" w:rsidRPr="001B353A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BC05E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contexto d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área da Multimédia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1FA2E0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da Multimédia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7B84538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134420A8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visitantes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37A5800F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632E8DAC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0BFDF19B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sz w:val="18"/>
                <w:szCs w:val="18"/>
              </w:rPr>
              <w:t>dos museus e património cultural e natural</w:t>
            </w:r>
          </w:p>
          <w:p w14:paraId="282A6CED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7EA17A9D" w14:textId="77777777" w:rsidR="004B2CC9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da área da Multimédia.</w:t>
            </w:r>
          </w:p>
          <w:p w14:paraId="13E9D3EC" w14:textId="77777777" w:rsidR="004B2CC9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0C73B405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DC888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6A92E365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202A794D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187C501F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41A843C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384FDCDF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6AD92037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6B5C994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27030650" w14:textId="77777777" w:rsidR="004B2CC9" w:rsidRPr="00F057ED" w:rsidRDefault="004B2CC9" w:rsidP="00A769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3A15F2D8" w14:textId="77777777" w:rsidR="004B2CC9" w:rsidRPr="00057283" w:rsidRDefault="004B2CC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0DCC4199" w14:textId="77777777" w:rsidR="004B2CC9" w:rsidRDefault="004B2CC9" w:rsidP="004B2C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FD4B3E" w14:textId="77777777" w:rsidR="004B2CC9" w:rsidRDefault="004B2CC9" w:rsidP="004B2C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33C805C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15268F" w14:textId="77777777" w:rsidR="004B2CC9" w:rsidRPr="000D3131" w:rsidRDefault="004B2CC9" w:rsidP="004B2CC9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 xml:space="preserve">Interagir em inglês </w:t>
      </w:r>
      <w:r>
        <w:rPr>
          <w:rFonts w:ascii="Verdana Pro Light" w:hAnsi="Verdana Pro Light" w:cs="Times New Roman"/>
          <w:i/>
          <w:iCs/>
          <w:sz w:val="18"/>
          <w:szCs w:val="18"/>
        </w:rPr>
        <w:t>na área da Multimédia</w:t>
      </w:r>
    </w:p>
    <w:p w14:paraId="7D750D51" w14:textId="77777777" w:rsidR="004B2CC9" w:rsidRPr="00F057ED" w:rsidRDefault="004B2CC9" w:rsidP="004B2CC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0E8CE6AC" w14:textId="77777777" w:rsidR="004B2CC9" w:rsidRPr="00AB624F" w:rsidRDefault="004B2CC9" w:rsidP="004B2CC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4E7A0CE8" w14:textId="77777777" w:rsidR="004B2CC9" w:rsidRPr="00AB624F" w:rsidRDefault="004B2CC9" w:rsidP="004B2CC9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3B4DF181" w14:textId="77777777" w:rsidR="004B2CC9" w:rsidRPr="00AB624F" w:rsidRDefault="004B2CC9" w:rsidP="004B2CC9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3836B7CF" w14:textId="77777777" w:rsidR="004B2CC9" w:rsidRDefault="004B2CC9" w:rsidP="004B2CC9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263640CA" w14:textId="77777777" w:rsidR="004B2CC9" w:rsidRPr="00136AD8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604EE4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BBF3B93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625D3976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2D725383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15FA94CB" w14:textId="77777777" w:rsidR="004B2CC9" w:rsidRPr="00984B30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diversas</w:t>
      </w:r>
    </w:p>
    <w:p w14:paraId="492AFF2B" w14:textId="77777777" w:rsidR="004B2CC9" w:rsidRPr="006B0818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  <w:color w:val="FF0000"/>
        </w:rPr>
      </w:pPr>
    </w:p>
    <w:p w14:paraId="118C0325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36152D8" w14:textId="77777777" w:rsidR="004B2CC9" w:rsidRDefault="004B2CC9" w:rsidP="004B2CC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CF7B22">
        <w:rPr>
          <w:rFonts w:ascii="Verdana Pro Light" w:hAnsi="Verdana Pro Light" w:cs="Arial Unicode MS"/>
          <w:sz w:val="18"/>
          <w:szCs w:val="18"/>
        </w:rPr>
        <w:t>Dispositivos tec</w:t>
      </w:r>
      <w:r>
        <w:rPr>
          <w:rFonts w:ascii="Verdana Pro Light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07B40F59" w14:textId="77777777" w:rsidR="004B2CC9" w:rsidRDefault="004B2CC9" w:rsidP="004B2CC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21BD8BDF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07D0F29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7FABA8DF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7A826C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EA5C8D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ED55AF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FCC07D" w14:textId="77777777" w:rsidR="004B2CC9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7151CD" w14:textId="77777777" w:rsidR="004B2CC9" w:rsidRPr="00501DC8" w:rsidRDefault="004B2CC9" w:rsidP="004B2C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5C0FDF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D9B528" w14:textId="77777777" w:rsidR="004B2CC9" w:rsidRPr="00F87025" w:rsidRDefault="004B2CC9" w:rsidP="004B2C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077C86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40F4F8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02DB8F" w14:textId="77777777" w:rsidR="004B2CC9" w:rsidRPr="00051C79" w:rsidRDefault="004B2CC9" w:rsidP="004B2C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ADD464" w14:textId="77777777" w:rsidR="004B2CC9" w:rsidRDefault="004B2CC9" w:rsidP="004B2CC9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56C8CBFF" w14:textId="77777777" w:rsidR="00F709EB" w:rsidRDefault="00F709E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94322B4" w14:textId="77777777" w:rsidR="007F1113" w:rsidRDefault="007F1113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794CC3F" w14:textId="77777777" w:rsidR="007F1113" w:rsidRDefault="007F1113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87C07E4" w14:textId="77777777" w:rsidR="007F1113" w:rsidRDefault="007F1113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C470F5" w14:paraId="2842F29F" w14:textId="77777777" w:rsidTr="00A7697D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E6EB1ED" w14:textId="27FD3D75" w:rsidR="00C470F5" w:rsidRDefault="00C470F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F4670A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/>
          </w:tcPr>
          <w:p w14:paraId="27ACB906" w14:textId="77777777" w:rsidR="00C470F5" w:rsidRPr="00291B6D" w:rsidRDefault="00C470F5" w:rsidP="00D865F4">
            <w:pPr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color w:val="385623" w:themeColor="accent6" w:themeShade="80"/>
                <w:sz w:val="18"/>
                <w:szCs w:val="18"/>
              </w:rPr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Instalar e configurar sistemas operativos de rede</w:t>
            </w:r>
          </w:p>
        </w:tc>
      </w:tr>
    </w:tbl>
    <w:p w14:paraId="2B6296A1" w14:textId="77777777" w:rsidR="00C470F5" w:rsidRDefault="00C470F5" w:rsidP="00C470F5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0039624D" w14:textId="77777777" w:rsidR="00C470F5" w:rsidRDefault="00C470F5" w:rsidP="00C470F5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347CE636" w14:textId="77777777" w:rsidR="00C470F5" w:rsidRDefault="00C470F5" w:rsidP="00C470F5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50h</w:t>
      </w:r>
    </w:p>
    <w:p w14:paraId="36986EF9" w14:textId="77777777" w:rsidR="00C470F5" w:rsidRDefault="00C470F5" w:rsidP="00C470F5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C470F5" w14:paraId="6899E7F5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0E62804" w14:textId="77777777" w:rsidR="00C470F5" w:rsidRDefault="00C470F5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470F5" w14:paraId="62EF76AC" w14:textId="77777777" w:rsidTr="00A7697D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3649F48" w14:textId="77777777" w:rsidR="00C470F5" w:rsidRDefault="00C470F5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Operar com sistemas operativos de rede.</w:t>
            </w:r>
          </w:p>
          <w:p w14:paraId="763F81F7" w14:textId="77777777" w:rsidR="00C470F5" w:rsidRDefault="00C470F5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Configurar os serviços de rede.</w:t>
            </w:r>
          </w:p>
          <w:p w14:paraId="7D69E7D3" w14:textId="77777777" w:rsidR="00C470F5" w:rsidRDefault="00C470F5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 Configurar os serviços da Internet.</w:t>
            </w:r>
          </w:p>
        </w:tc>
      </w:tr>
      <w:tr w:rsidR="00C470F5" w14:paraId="59AFE93B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7A8896A" w14:textId="77777777" w:rsidR="00C470F5" w:rsidRDefault="00C470F5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7AC74AF" w14:textId="77777777" w:rsidR="00C470F5" w:rsidRDefault="00C470F5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6E053ADC" w14:textId="77777777" w:rsidR="00C470F5" w:rsidRDefault="00C470F5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C470F5" w14:paraId="2E7D44CB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935812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 de redes.</w:t>
            </w:r>
          </w:p>
          <w:p w14:paraId="4BA689FF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Características de um sistema operativo servidor. </w:t>
            </w:r>
          </w:p>
          <w:p w14:paraId="4F08E536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Serviços de rede.</w:t>
            </w:r>
          </w:p>
          <w:p w14:paraId="234E1FD6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Protocolos de comunicação.</w:t>
            </w:r>
          </w:p>
          <w:p w14:paraId="30A697EF" w14:textId="1585F6AD" w:rsidR="0014091B" w:rsidRDefault="0014091B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Manuais e tutoriais técnicos </w:t>
            </w:r>
          </w:p>
          <w:p w14:paraId="072818B5" w14:textId="77777777" w:rsidR="00C470F5" w:rsidRDefault="00C470F5" w:rsidP="00A7697D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488191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manuais, guiões e tutoriais técnicos.</w:t>
            </w:r>
          </w:p>
          <w:p w14:paraId="009F58CB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Executar procedimentos técnicos para instalação de um servidor de rede.</w:t>
            </w:r>
          </w:p>
          <w:p w14:paraId="7C1E114D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bookmarkStart w:id="9" w:name="_heading=h.gjdgxs" w:colFirst="0" w:colLast="0"/>
            <w:bookmarkEnd w:id="9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Seguir orientações para instalar o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serviço de domínio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.</w:t>
            </w:r>
          </w:p>
          <w:p w14:paraId="288AA199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funcionalidades para criar grupos de trabalho e gerir utilizadores.</w:t>
            </w:r>
          </w:p>
          <w:p w14:paraId="69663BE1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Usar técnicas para colocar IP fixo, máscara de sub-rede e </w:t>
            </w:r>
            <w:proofErr w:type="spellStart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gateway</w:t>
            </w:r>
            <w:proofErr w:type="spellEnd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predefinido em cada um dos computadores que constitui a rede.</w:t>
            </w:r>
          </w:p>
          <w:p w14:paraId="121403A7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procedimentos técnicos para colocar o endereço de servidor DNS em cada um dos computadores que constitui a rede.</w:t>
            </w:r>
          </w:p>
          <w:p w14:paraId="24DCDA23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técnicas e orientações para configurar os serviços da Internet.</w:t>
            </w:r>
          </w:p>
          <w:p w14:paraId="47A93A98" w14:textId="77777777" w:rsidR="00C470F5" w:rsidRDefault="00C470F5" w:rsidP="00A7697D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39B6CE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3B26D1A8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5B45E52F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23761D09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05449766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3370CF37" w14:textId="77777777" w:rsidR="00C470F5" w:rsidRDefault="00C470F5" w:rsidP="00C470F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09CA3C70" w14:textId="77777777" w:rsidR="00C470F5" w:rsidRDefault="00C470F5" w:rsidP="00A76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Capacidade de resistência ao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stress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</w:tc>
      </w:tr>
    </w:tbl>
    <w:p w14:paraId="16C4EAC1" w14:textId="77777777" w:rsidR="00C470F5" w:rsidRDefault="00C470F5" w:rsidP="00C470F5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B6E9AC6" w14:textId="77777777" w:rsidR="00C470F5" w:rsidRDefault="00C470F5" w:rsidP="00C470F5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7D345B4B" w14:textId="77777777" w:rsidR="00C470F5" w:rsidRDefault="00C470F5" w:rsidP="00C470F5">
      <w:pPr>
        <w:spacing w:after="120" w:line="240" w:lineRule="auto"/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>Instalar e configurar sistemas operativos de rede</w:t>
      </w:r>
      <w:r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:</w:t>
      </w:r>
    </w:p>
    <w:p w14:paraId="5C9F4361" w14:textId="77777777" w:rsidR="00C470F5" w:rsidRDefault="00C470F5" w:rsidP="00C470F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bookmarkStart w:id="10" w:name="_Hlk157689740"/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Cumprindo orientações</w:t>
      </w:r>
      <w:r>
        <w:rPr>
          <w:rFonts w:ascii="Verdana Pro Light" w:eastAsia="Verdana Pro Light" w:hAnsi="Verdana Pro Light" w:cs="Verdana Pro Light"/>
          <w:sz w:val="18"/>
          <w:szCs w:val="18"/>
        </w:rPr>
        <w:t xml:space="preserve"> técnicas para instalação de um servidor </w:t>
      </w:r>
      <w:bookmarkEnd w:id="10"/>
      <w:r>
        <w:rPr>
          <w:rFonts w:ascii="Verdana Pro Light" w:eastAsia="Verdana Pro Light" w:hAnsi="Verdana Pro Light" w:cs="Verdana Pro Light"/>
          <w:sz w:val="18"/>
          <w:szCs w:val="18"/>
        </w:rPr>
        <w:t>de rede.</w:t>
      </w:r>
    </w:p>
    <w:p w14:paraId="64E8D93F" w14:textId="77777777" w:rsidR="00C470F5" w:rsidRDefault="00C470F5" w:rsidP="00C470F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bookmarkStart w:id="11" w:name="_Hlk157689789"/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Selecionando opções para os serviços </w:t>
      </w:r>
      <w:bookmarkEnd w:id="11"/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 rede.</w:t>
      </w:r>
    </w:p>
    <w:p w14:paraId="53E32D23" w14:textId="77777777" w:rsidR="00C470F5" w:rsidRDefault="00C470F5" w:rsidP="00C470F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Seguindo técnicas e orientações nos diversos procedimentos para estabelecer os serviços da Internet.</w:t>
      </w:r>
    </w:p>
    <w:p w14:paraId="4D477D18" w14:textId="77777777" w:rsidR="00C470F5" w:rsidRDefault="00C470F5" w:rsidP="00C470F5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 xml:space="preserve">Contexto (exemplos de uso da competência) </w:t>
      </w:r>
    </w:p>
    <w:p w14:paraId="17103E88" w14:textId="77777777" w:rsidR="00C470F5" w:rsidRDefault="00C470F5" w:rsidP="00C4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Em contexto profissional, em empresas do setor da informática, redes e telecomunicações. </w:t>
      </w:r>
    </w:p>
    <w:p w14:paraId="653BA299" w14:textId="77777777" w:rsidR="00C470F5" w:rsidRDefault="00C470F5" w:rsidP="00C4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No espaço dos clientes.</w:t>
      </w:r>
    </w:p>
    <w:p w14:paraId="3BD9B474" w14:textId="77777777" w:rsidR="00C470F5" w:rsidRDefault="00C470F5" w:rsidP="00C470F5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29EC9D0F" w14:textId="77777777" w:rsidR="00C470F5" w:rsidRDefault="00C470F5" w:rsidP="00C4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755216E5" w14:textId="77777777" w:rsidR="00C470F5" w:rsidRDefault="00C470F5" w:rsidP="00C4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Computadores e outros equipamentos de rede.</w:t>
      </w:r>
    </w:p>
    <w:p w14:paraId="69455636" w14:textId="77777777" w:rsidR="00C470F5" w:rsidRDefault="00C470F5" w:rsidP="00C4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Sistema operativo de rede</w:t>
      </w:r>
    </w:p>
    <w:p w14:paraId="24093BBF" w14:textId="77777777" w:rsidR="00C470F5" w:rsidRDefault="00C470F5" w:rsidP="00C470F5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145D7F8" w14:textId="77777777" w:rsidR="00C470F5" w:rsidRDefault="00C470F5" w:rsidP="00C470F5">
      <w:pPr>
        <w:rPr>
          <w:rFonts w:ascii="Verdana Pro Light" w:eastAsia="Verdana Pro Light" w:hAnsi="Verdana Pro Light" w:cs="Verdana Pro Light"/>
          <w:smallCaps/>
        </w:rPr>
      </w:pPr>
    </w:p>
    <w:p w14:paraId="0697CDAF" w14:textId="380D0F61" w:rsidR="00901E36" w:rsidRDefault="00901E36" w:rsidP="00C470F5">
      <w:pPr>
        <w:rPr>
          <w:rFonts w:ascii="Verdana Pro Light" w:eastAsia="Verdana Pro Light" w:hAnsi="Verdana Pro Light" w:cs="Verdana Pro Light"/>
          <w:smallCaps/>
        </w:rPr>
      </w:pPr>
      <w:r>
        <w:t>Operador de informática</w:t>
      </w:r>
    </w:p>
    <w:p w14:paraId="3F7B06CE" w14:textId="72656CD5" w:rsidR="00C470F5" w:rsidRDefault="00C470F5" w:rsidP="00C470F5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  <w:r w:rsidR="00901E36">
        <w:lastRenderedPageBreak/>
        <w:t xml:space="preserve"> </w:t>
      </w:r>
    </w:p>
    <w:p w14:paraId="0970A405" w14:textId="77777777" w:rsidR="007F1113" w:rsidRDefault="007F1113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5A9C" w:rsidRPr="00136AD8" w14:paraId="51580CAC" w14:textId="77777777" w:rsidTr="001D5A9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75FBCB" w14:textId="46888911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000</w:t>
            </w:r>
            <w:r w:rsidR="00F21196" w:rsidRP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49769C" w14:textId="77777777" w:rsidR="001D5A9C" w:rsidRPr="009C256C" w:rsidRDefault="001D5A9C" w:rsidP="00D865F4">
            <w:pPr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Captar e Tratar Imagens Digitais</w:t>
            </w:r>
          </w:p>
        </w:tc>
      </w:tr>
      <w:tr w:rsidR="001D5A9C" w:rsidRPr="00136AD8" w14:paraId="0EEB8E20" w14:textId="77777777" w:rsidTr="001D5A9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EAFFB2" w14:textId="56E3134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000</w:t>
            </w:r>
            <w:r w:rsidR="00F2119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E7E6E6" w:themeFill="background2"/>
          </w:tcPr>
          <w:p w14:paraId="07602802" w14:textId="7777777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21196">
              <w:rPr>
                <w:rFonts w:ascii="Verdana Pro Light" w:eastAsia="Arial Unicode MS" w:hAnsi="Verdana Pro Light" w:cs="Times New Roman"/>
                <w:sz w:val="18"/>
                <w:szCs w:val="18"/>
              </w:rPr>
              <w:t>Fotografia e Imagem Digital</w:t>
            </w:r>
          </w:p>
        </w:tc>
      </w:tr>
    </w:tbl>
    <w:p w14:paraId="7DB81A58" w14:textId="77777777" w:rsidR="001D5A9C" w:rsidRPr="00136AD8" w:rsidRDefault="001D5A9C" w:rsidP="001D5A9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AD78F11" w14:textId="77777777" w:rsidR="001D5A9C" w:rsidRPr="003200F2" w:rsidRDefault="001D5A9C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A9844A2" w14:textId="77777777" w:rsidR="001D5A9C" w:rsidRPr="00136AD8" w:rsidRDefault="001D5A9C" w:rsidP="001D5A9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5A9C" w:rsidRPr="00136AD8" w14:paraId="4455E2C1" w14:textId="77777777" w:rsidTr="001D5A9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8DE34E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5A9C" w:rsidRPr="00136AD8" w14:paraId="7EA5F6ED" w14:textId="77777777" w:rsidTr="001D5A9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8E187" w14:textId="77777777" w:rsidR="001D5A9C" w:rsidRPr="002C18A9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Pesquisar e selecionar referências gráficas</w:t>
            </w:r>
          </w:p>
          <w:p w14:paraId="5A20C298" w14:textId="77777777" w:rsidR="001D5A9C" w:rsidRPr="002C18A9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Escolher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configurar 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 dispositivo a utilizar na captação</w:t>
            </w:r>
          </w:p>
          <w:p w14:paraId="35D63728" w14:textId="77777777" w:rsidR="001D5A9C" w:rsidRPr="002C18A9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Efetuar a captura das imagens</w:t>
            </w:r>
          </w:p>
          <w:p w14:paraId="760ECF9F" w14:textId="77777777" w:rsidR="001D5A9C" w:rsidRPr="002C18A9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. Estruturar e efetuar as alterações a produzir</w:t>
            </w:r>
          </w:p>
          <w:p w14:paraId="313FFBA7" w14:textId="77777777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. Gravar Imagens Digitais</w:t>
            </w:r>
          </w:p>
        </w:tc>
      </w:tr>
      <w:tr w:rsidR="001D5A9C" w:rsidRPr="00136AD8" w14:paraId="15DD2896" w14:textId="77777777" w:rsidTr="001D5A9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FEEA51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7007F5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1EE1660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5A9C" w:rsidRPr="00136AD8" w14:paraId="0C969E99" w14:textId="77777777" w:rsidTr="001D5A9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AAF73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História da fotografia e sua evolução</w:t>
            </w:r>
          </w:p>
          <w:p w14:paraId="77D9A804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Equipamentos de captura</w:t>
            </w:r>
          </w:p>
          <w:p w14:paraId="740F881A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 e semiótica da imagem</w:t>
            </w:r>
          </w:p>
          <w:p w14:paraId="12E547F5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Procedimentos de captação de imagem</w:t>
            </w:r>
          </w:p>
          <w:p w14:paraId="010634E2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Procedimentos de tratamento de imagem</w:t>
            </w:r>
          </w:p>
          <w:p w14:paraId="66278263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Enquadramento e composição da imagem</w:t>
            </w:r>
          </w:p>
          <w:p w14:paraId="14C20A54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 de imagem</w:t>
            </w:r>
          </w:p>
          <w:p w14:paraId="7312E8D7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 de edição de imagem</w:t>
            </w:r>
          </w:p>
          <w:p w14:paraId="411B9EE1" w14:textId="77777777" w:rsidR="006E6BA8" w:rsidRPr="004B122B" w:rsidRDefault="006E6BA8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 e saúde no trabalho.</w:t>
            </w:r>
          </w:p>
          <w:p w14:paraId="5BAAF1BB" w14:textId="5A739E14" w:rsidR="006E6BA8" w:rsidRPr="004B122B" w:rsidRDefault="006E6BA8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Proteção ambiental.</w:t>
            </w:r>
          </w:p>
          <w:p w14:paraId="377B866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DEFDE6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as instruções de funcionamento dos equipamentos de captura de imagem</w:t>
            </w:r>
          </w:p>
          <w:p w14:paraId="3DBF1F0C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Distinguir as funções dos dispositivos de captura de imagem</w:t>
            </w:r>
          </w:p>
          <w:p w14:paraId="6816D59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 e utilizar as funcionalidades do software de edição de imagens</w:t>
            </w:r>
          </w:p>
          <w:p w14:paraId="4F0BFD15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procedimentos de captação de imagem</w:t>
            </w:r>
          </w:p>
          <w:p w14:paraId="19F8ED9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procedimentos de tratamento de imagem</w:t>
            </w:r>
          </w:p>
          <w:p w14:paraId="7DBE8C78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técnicas de enquadramento e composição</w:t>
            </w:r>
          </w:p>
          <w:p w14:paraId="375A64BD" w14:textId="34FC4E86" w:rsidR="00110532" w:rsidRPr="004B122B" w:rsidRDefault="00110532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Aplicar as normas de segurança e saúde no trabalho.</w:t>
            </w:r>
          </w:p>
          <w:p w14:paraId="68D4D3CE" w14:textId="304728FD" w:rsidR="001D5A9C" w:rsidRPr="004B122B" w:rsidRDefault="00110532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as normas de proteção ambiental.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E75A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Responsabilidades pelas suas ações.</w:t>
            </w:r>
          </w:p>
          <w:p w14:paraId="56837BA0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0D2A96AC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Cooperação com a equipa.</w:t>
            </w:r>
          </w:p>
          <w:p w14:paraId="35E30D64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Empenho e persistência na resolução de problemas. </w:t>
            </w:r>
          </w:p>
          <w:p w14:paraId="6285850D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crítico.</w:t>
            </w:r>
          </w:p>
          <w:p w14:paraId="374E27C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criativo.</w:t>
            </w:r>
          </w:p>
          <w:p w14:paraId="4C57DD65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Flexibilidade e adaptabilidade.</w:t>
            </w:r>
          </w:p>
          <w:p w14:paraId="61D55411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Disponibilidade para aprender.</w:t>
            </w:r>
          </w:p>
          <w:p w14:paraId="5006EAFD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4B12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Respeito pelas regras e normas definidas.</w:t>
            </w:r>
          </w:p>
          <w:p w14:paraId="3471CB72" w14:textId="77777777" w:rsidR="001D5A9C" w:rsidRPr="004B122B" w:rsidRDefault="001D5A9C" w:rsidP="004B122B">
            <w:pPr>
              <w:numPr>
                <w:ilvl w:val="0"/>
                <w:numId w:val="11"/>
              </w:numPr>
              <w:spacing w:before="120" w:after="0" w:line="276" w:lineRule="auto"/>
              <w:ind w:left="280" w:hanging="28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094F0051" w14:textId="77777777" w:rsidR="001D5A9C" w:rsidRDefault="001D5A9C" w:rsidP="001D5A9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CBE7C3" w14:textId="77777777" w:rsidR="001D5A9C" w:rsidRDefault="001D5A9C" w:rsidP="001D5A9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786F07E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EC4E4A5" w14:textId="77777777" w:rsidR="001D5A9C" w:rsidRPr="00F20E6F" w:rsidRDefault="001D5A9C" w:rsidP="001D5A9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224B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Captar e Tratar Imagens Digitais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8463BD" w14:textId="77777777" w:rsidR="001D5A9C" w:rsidRPr="00564406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Selecionando os dispositivos em função da imagem a captar</w:t>
      </w:r>
    </w:p>
    <w:p w14:paraId="2BF2FC50" w14:textId="77777777" w:rsidR="001D5A9C" w:rsidRPr="00564406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os procedimentos de captação e tratamento de imagem</w:t>
      </w:r>
    </w:p>
    <w:p w14:paraId="23C65AD0" w14:textId="77777777" w:rsidR="001D5A9C" w:rsidRPr="00564406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as funcionalidades do software com agilidade e destreza</w:t>
      </w:r>
    </w:p>
    <w:p w14:paraId="0B96AE90" w14:textId="77777777" w:rsidR="001D5A9C" w:rsidRPr="00136AD8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Demonstrando criatividade e imaginação no enquadramento e composição da imagem</w:t>
      </w:r>
    </w:p>
    <w:p w14:paraId="2EB38B5A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8F5C8A6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81F50AF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67353E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728C67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810F14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92C4CED" w14:textId="77777777" w:rsidR="001D5A9C" w:rsidRPr="00564406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Equipamentos de captura de imagem</w:t>
      </w:r>
    </w:p>
    <w:p w14:paraId="6390180E" w14:textId="77777777" w:rsidR="001D5A9C" w:rsidRPr="00564406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29F7C9DF" w14:textId="77777777" w:rsidR="001D5A9C" w:rsidRPr="00501DC8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2208425C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E68ECD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5011DF8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E7A895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3B2EC6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A9217A" w14:textId="397E492E" w:rsidR="001D5A9C" w:rsidRDefault="001D5A9C" w:rsidP="001D5A9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5A9C" w:rsidRPr="00136AD8" w14:paraId="7DDD5247" w14:textId="77777777" w:rsidTr="001D5A9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5C4AE1" w14:textId="263CAA01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BC6BA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7C225C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B15A2E" w14:textId="77777777" w:rsidR="001D5A9C" w:rsidRPr="00AA7B53" w:rsidRDefault="001D5A9C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imagens bitmap</w:t>
            </w:r>
          </w:p>
        </w:tc>
      </w:tr>
      <w:tr w:rsidR="001D5A9C" w:rsidRPr="00136AD8" w14:paraId="773CC42D" w14:textId="77777777" w:rsidTr="001D5A9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EAA5725" w14:textId="37D59064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40B7D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540B7D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 w:themeFill="background2"/>
          </w:tcPr>
          <w:p w14:paraId="57DDE8E7" w14:textId="7777777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imagem</w:t>
            </w:r>
          </w:p>
        </w:tc>
      </w:tr>
    </w:tbl>
    <w:p w14:paraId="713EDF84" w14:textId="77777777" w:rsidR="001D5A9C" w:rsidRPr="00136AD8" w:rsidRDefault="001D5A9C" w:rsidP="001D5A9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11BDD2" w14:textId="77777777" w:rsidR="001D5A9C" w:rsidRDefault="001D5A9C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12" w:name="_Hlk15797285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CC14F41" w14:textId="77777777" w:rsidR="00B82570" w:rsidRPr="00B82570" w:rsidRDefault="00B82570" w:rsidP="00B8257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B82570">
        <w:rPr>
          <w:rFonts w:ascii="Verdana Pro Light" w:eastAsia="Arial Unicode MS" w:hAnsi="Verdana Pro Light" w:cs="Times New Roman"/>
          <w:b/>
          <w:sz w:val="18"/>
          <w:szCs w:val="18"/>
        </w:rPr>
        <w:t>Carga Horária: 50</w:t>
      </w:r>
      <w:r w:rsidRPr="00B82570">
        <w:rPr>
          <w:rFonts w:ascii="Verdana Pro Light" w:eastAsia="Arial Unicode MS" w:hAnsi="Verdana Pro Light" w:cs="Times New Roman"/>
          <w:sz w:val="18"/>
          <w:szCs w:val="18"/>
        </w:rPr>
        <w:t>h</w:t>
      </w:r>
    </w:p>
    <w:p w14:paraId="6FCE115B" w14:textId="77777777" w:rsidR="007A0FB8" w:rsidRPr="003200F2" w:rsidRDefault="007A0FB8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5A9C" w:rsidRPr="00136AD8" w14:paraId="68AED69C" w14:textId="77777777" w:rsidTr="001D5A9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ABE64D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5A9C" w:rsidRPr="00136AD8" w14:paraId="6262F6AA" w14:textId="77777777" w:rsidTr="001D5A9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6C192F" w14:textId="77777777" w:rsidR="001D5A9C" w:rsidRPr="00FF139D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documento, formatar a página de trabalho, definir a resolução do trabalho e importar imagens</w:t>
            </w:r>
          </w:p>
          <w:p w14:paraId="4C0ED2E0" w14:textId="77777777" w:rsidR="001D5A9C" w:rsidRPr="00FF139D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Fazer ajustes de cor, brilho, contraste e enquadramento</w:t>
            </w:r>
          </w:p>
          <w:p w14:paraId="64052D7D" w14:textId="23D78BD5" w:rsidR="001D5A9C" w:rsidRPr="00FF139D" w:rsidRDefault="001D5A9C" w:rsidP="002A260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Criar seleções e manipular as imagens através do retoque, pintura, filtros e adição e subtração de elementos</w:t>
            </w:r>
          </w:p>
          <w:p w14:paraId="35AF0062" w14:textId="196C55C9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A260E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Salvar e exportar imagens.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5AE7FA1" w14:textId="77777777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1D5A9C" w:rsidRPr="00136AD8" w14:paraId="2C59F1E1" w14:textId="77777777" w:rsidTr="001D5A9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9DB3EC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0C2840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70C59D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5A9C" w:rsidRPr="00136AD8" w14:paraId="7BC96B3A" w14:textId="77777777" w:rsidTr="001D5A9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52718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e manipulação de imagens digitais para a Web usando aplicativo</w:t>
            </w:r>
          </w:p>
          <w:p w14:paraId="30E99F95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 do aplicativo de edição de imagem bitmap</w:t>
            </w:r>
          </w:p>
          <w:p w14:paraId="0D9BE52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perfis de cor</w:t>
            </w:r>
          </w:p>
          <w:p w14:paraId="30B20033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 caixa de ferramentas</w:t>
            </w:r>
          </w:p>
          <w:p w14:paraId="37BE7CDE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as paletas e menus</w:t>
            </w:r>
          </w:p>
          <w:p w14:paraId="21C93069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Teclas de atalho</w:t>
            </w:r>
          </w:p>
          <w:p w14:paraId="3E52E4DE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 para 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Roboto" w:eastAsia="Roboto" w:hAnsi="Roboto" w:cs="Roboto"/>
                <w:color w:val="435068"/>
                <w:sz w:val="21"/>
                <w:szCs w:val="21"/>
              </w:rPr>
              <w:t>Web</w:t>
            </w:r>
          </w:p>
          <w:p w14:paraId="0D22DF6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 seguras</w:t>
            </w:r>
          </w:p>
          <w:p w14:paraId="0DE07810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Códigos de cores</w:t>
            </w:r>
          </w:p>
          <w:p w14:paraId="776ABFE5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o</w:t>
            </w:r>
            <w:r>
              <w:rPr>
                <w:rFonts w:ascii="Roboto" w:eastAsia="Roboto" w:hAnsi="Roboto" w:cs="Roboto"/>
                <w:i/>
                <w:color w:val="43506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dithering</w:t>
            </w:r>
            <w:proofErr w:type="spellEnd"/>
          </w:p>
          <w:p w14:paraId="5550BC56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cores</w:t>
            </w:r>
          </w:p>
          <w:p w14:paraId="15560ABC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Otimização</w:t>
            </w:r>
          </w:p>
          <w:p w14:paraId="20E67975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Velocidade na Web</w:t>
            </w:r>
          </w:p>
          <w:p w14:paraId="44CE48F5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GIF e JPEG</w:t>
            </w:r>
          </w:p>
          <w:p w14:paraId="38D1B579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 transparentes e animações</w:t>
            </w:r>
          </w:p>
          <w:p w14:paraId="602BADF5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Opções para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JPEGs</w:t>
            </w:r>
            <w:proofErr w:type="spellEnd"/>
          </w:p>
          <w:p w14:paraId="06BD8964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Camadas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Layers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304C7EB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01A54371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simples</w:t>
            </w:r>
          </w:p>
          <w:p w14:paraId="3C18F22F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 xml:space="preserve">Tipos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240FCE64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Clipping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groups</w:t>
            </w:r>
            <w:proofErr w:type="spellEnd"/>
          </w:p>
          <w:p w14:paraId="0D6DA50D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Texto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type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4261AB94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texto</w:t>
            </w:r>
          </w:p>
          <w:p w14:paraId="38002E06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 paletas caráter e paragrafo</w:t>
            </w:r>
          </w:p>
          <w:p w14:paraId="79F26D2D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texto</w:t>
            </w:r>
          </w:p>
          <w:p w14:paraId="64533EBF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Estilos</w:t>
            </w:r>
          </w:p>
          <w:p w14:paraId="689B18B3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estilos</w:t>
            </w:r>
          </w:p>
          <w:p w14:paraId="210F79C6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estilos</w:t>
            </w:r>
          </w:p>
          <w:p w14:paraId="69BF663C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as suas ferramentas</w:t>
            </w:r>
          </w:p>
          <w:p w14:paraId="6EC20CAC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de imagens de fundo 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 xml:space="preserve">background 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images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256D0C83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e otimização de fundos para a Web</w:t>
            </w:r>
          </w:p>
          <w:p w14:paraId="6385B1F6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transparentes</w:t>
            </w:r>
          </w:p>
          <w:p w14:paraId="1B09294C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 com a transparência</w:t>
            </w:r>
          </w:p>
          <w:p w14:paraId="498216E9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Anti-Alaising</w:t>
            </w:r>
            <w:proofErr w:type="spellEnd"/>
          </w:p>
          <w:p w14:paraId="1EB5BB5E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Transparências, máscaras 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</w:p>
          <w:p w14:paraId="3CE1CD01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Mapas de imagens no servidor e no cliente</w:t>
            </w:r>
          </w:p>
          <w:p w14:paraId="3D82809F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Fatias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Slices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528D24C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fatias;</w:t>
            </w:r>
          </w:p>
          <w:p w14:paraId="0BC80DE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fatias</w:t>
            </w:r>
          </w:p>
          <w:p w14:paraId="14C93DB1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075077AF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Slices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baseadas em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350C39E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31156D9E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animados</w:t>
            </w:r>
          </w:p>
          <w:p w14:paraId="1E1B0A10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às técnicas básicas de animação</w:t>
            </w:r>
          </w:p>
          <w:p w14:paraId="0E5DBC1E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Harmonização das animações</w:t>
            </w:r>
          </w:p>
          <w:p w14:paraId="3D06762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Desafios da compressão</w:t>
            </w:r>
          </w:p>
          <w:p w14:paraId="3BEEC8C6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Automatização</w:t>
            </w:r>
          </w:p>
          <w:p w14:paraId="52992646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</w:t>
            </w:r>
            <w:proofErr w:type="spellEnd"/>
          </w:p>
          <w:p w14:paraId="585E3D2B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droplets</w:t>
            </w:r>
            <w:proofErr w:type="spellEnd"/>
          </w:p>
          <w:p w14:paraId="325D907C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Importação/Exportação</w:t>
            </w:r>
          </w:p>
          <w:p w14:paraId="4A7CB42C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HTML</w:t>
            </w:r>
          </w:p>
          <w:p w14:paraId="2D18CEA2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Implementação</w:t>
            </w:r>
          </w:p>
          <w:p w14:paraId="2BBBDDBE" w14:textId="77777777" w:rsidR="00614F26" w:rsidRDefault="00614F26" w:rsidP="00614F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 fotográfico:</w:t>
            </w:r>
          </w:p>
          <w:p w14:paraId="61368109" w14:textId="77777777" w:rsidR="00614F26" w:rsidRDefault="00614F26" w:rsidP="0061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de fotografias digitais</w:t>
            </w:r>
          </w:p>
          <w:p w14:paraId="715D41B0" w14:textId="03012D42" w:rsidR="001D5A9C" w:rsidRPr="001B353A" w:rsidRDefault="00614F26" w:rsidP="00614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 de fotografias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E02FD" w14:textId="77777777" w:rsidR="001D5A9C" w:rsidRPr="00FF139D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principais programas informáticos para a edição de imagens bitmap</w:t>
            </w:r>
          </w:p>
          <w:p w14:paraId="2BB555BD" w14:textId="77777777" w:rsidR="001D5A9C" w:rsidRPr="00FF139D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diferença entre pixel e vetor</w:t>
            </w:r>
          </w:p>
          <w:p w14:paraId="66A7057B" w14:textId="77777777" w:rsidR="001D5A9C" w:rsidRPr="00FF139D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tratamento e edição de imagens bitmap</w:t>
            </w:r>
          </w:p>
          <w:p w14:paraId="308A2703" w14:textId="77777777" w:rsidR="001D5A9C" w:rsidRPr="00FF139D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sistemas de cor</w:t>
            </w:r>
          </w:p>
          <w:p w14:paraId="3F076413" w14:textId="77777777" w:rsidR="001D5A9C" w:rsidRPr="00FF139D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1996F968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</w:p>
          <w:p w14:paraId="4FEACFB7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F7D83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7EEF0937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3418249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32FF55F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1E528F6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F612B21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DC04895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4AD73CB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0D3FE95F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67E8A4F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0CC409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92387BA" w14:textId="77777777" w:rsidR="001D5A9C" w:rsidRDefault="001D5A9C" w:rsidP="001D5A9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31AEDEB" w14:textId="77777777" w:rsidR="001D5A9C" w:rsidRDefault="001D5A9C" w:rsidP="001D5A9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B263A3F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4954F9E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imagens bitmap:</w:t>
      </w:r>
    </w:p>
    <w:p w14:paraId="0F1C13E1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CD1. Formatando corretamente a página de trabalho tendo em conta a resolução da imagem em função do canal de difusão</w:t>
      </w:r>
    </w:p>
    <w:p w14:paraId="43334A0C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CD2. Selecionando corretamente as ferramentas do programa para editar e manipular imagens e texto</w:t>
      </w:r>
    </w:p>
    <w:p w14:paraId="21AC87C0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CD3. Utilizando camadas (</w:t>
      </w:r>
      <w:proofErr w:type="spellStart"/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layers</w:t>
      </w:r>
      <w:proofErr w:type="spellEnd"/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) para gerir corretamente o processo de edição da imagem</w:t>
      </w:r>
    </w:p>
    <w:p w14:paraId="72E09EF9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CD4. Usando de forma adequada os sistemas de cor tendo em conta o canal de difusão da imagem</w:t>
      </w:r>
    </w:p>
    <w:p w14:paraId="2E3FA893" w14:textId="77777777" w:rsidR="001D5A9C" w:rsidRPr="00FF139D" w:rsidRDefault="001D5A9C" w:rsidP="001D5A9C">
      <w:pPr>
        <w:spacing w:before="120" w:after="0" w:line="276" w:lineRule="auto"/>
        <w:jc w:val="both"/>
        <w:rPr>
          <w:rFonts w:ascii="Verdana Pro Light" w:hAnsi="Verdana Pro Light"/>
          <w:iCs/>
          <w:smallCaps/>
        </w:rPr>
      </w:pPr>
      <w:r w:rsidRPr="00FF139D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CD5. Salvando e exportando nos formatos corretos tendo em conta o canal de difusão da imagem</w:t>
      </w:r>
    </w:p>
    <w:p w14:paraId="5B32DB74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19D8FE" w14:textId="77777777" w:rsidR="001D5A9C" w:rsidRPr="00FF139D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7FA658AB" w14:textId="77777777" w:rsidR="001D5A9C" w:rsidRPr="00FF139D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BA49481" w14:textId="77777777" w:rsidR="001D5A9C" w:rsidRPr="00FF139D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63E1E06B" w14:textId="77777777" w:rsidR="001D5A9C" w:rsidRPr="00FF139D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0F9A12E2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D327B8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3A7797C" w14:textId="77777777" w:rsidR="001D5A9C" w:rsidRDefault="001D5A9C" w:rsidP="001D5A9C">
      <w:pPr>
        <w:pStyle w:val="Default"/>
      </w:pPr>
    </w:p>
    <w:p w14:paraId="5AEC7A5D" w14:textId="77777777" w:rsidR="001D5A9C" w:rsidRPr="004760DA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3D1F2657" w14:textId="77777777" w:rsidR="001D5A9C" w:rsidRPr="004760DA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imagens bitmap </w:t>
      </w:r>
    </w:p>
    <w:p w14:paraId="6F0EA84D" w14:textId="77777777" w:rsidR="001D5A9C" w:rsidRPr="004760DA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imagens </w:t>
      </w:r>
    </w:p>
    <w:p w14:paraId="205B83DE" w14:textId="77777777" w:rsidR="001D5A9C" w:rsidRPr="004760DA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Imagens para editar </w:t>
      </w:r>
    </w:p>
    <w:p w14:paraId="71DE92B8" w14:textId="77777777" w:rsidR="001D5A9C" w:rsidRPr="00501DC8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AF8A18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5167E7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50BD0B5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525452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7999D7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2"/>
    <w:p w14:paraId="5A0FB4F4" w14:textId="77777777" w:rsidR="001D5A9C" w:rsidRDefault="001D5A9C" w:rsidP="001D5A9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5A9C" w:rsidRPr="00136AD8" w14:paraId="2D1D243F" w14:textId="77777777" w:rsidTr="001D5A9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79DEB67" w14:textId="0CFE0D2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AD2D6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AD2D6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5CA46F" w14:textId="77777777" w:rsidR="001D5A9C" w:rsidRPr="00AA7B53" w:rsidRDefault="001D5A9C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imagens vetoriais</w:t>
            </w:r>
          </w:p>
        </w:tc>
      </w:tr>
      <w:tr w:rsidR="001D5A9C" w:rsidRPr="00136AD8" w14:paraId="1927BCA8" w14:textId="77777777" w:rsidTr="001D5A9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2044A58" w14:textId="2921EDC5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AD2D6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AD2D66" w:rsidRPr="00AD2D6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E7E6E6" w:themeFill="background2"/>
          </w:tcPr>
          <w:p w14:paraId="09A4FA6C" w14:textId="7777777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760DA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Vetorial</w:t>
            </w:r>
          </w:p>
        </w:tc>
      </w:tr>
    </w:tbl>
    <w:p w14:paraId="247D2E15" w14:textId="77777777" w:rsidR="001D5A9C" w:rsidRPr="00136AD8" w:rsidRDefault="001D5A9C" w:rsidP="001D5A9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5DA62E" w14:textId="77777777" w:rsidR="001D5A9C" w:rsidRPr="003200F2" w:rsidRDefault="001D5A9C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3" w:name="_Hlk15797296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0BD28A6" w14:textId="77777777" w:rsidR="001D5A9C" w:rsidRPr="00136AD8" w:rsidRDefault="001D5A9C" w:rsidP="001D5A9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5A9C" w:rsidRPr="00136AD8" w14:paraId="53E55D52" w14:textId="77777777" w:rsidTr="001D5A9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CD3E8C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5A9C" w:rsidRPr="00136AD8" w14:paraId="3FBE41EC" w14:textId="77777777" w:rsidTr="001D5A9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7BD031" w14:textId="1D661EA1" w:rsidR="001D5A9C" w:rsidRPr="004760DA" w:rsidRDefault="001D5A9C" w:rsidP="0005464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imagens vetoriais a partir de bitmaps.</w:t>
            </w:r>
          </w:p>
          <w:p w14:paraId="45EED1C0" w14:textId="4D45E73A" w:rsidR="001D5A9C" w:rsidRPr="004760D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54647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Trabalhar e gerir pranchetas.</w:t>
            </w:r>
          </w:p>
          <w:p w14:paraId="75F18671" w14:textId="439ECC51" w:rsidR="001D5A9C" w:rsidRPr="004760D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5464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layouts.</w:t>
            </w:r>
          </w:p>
          <w:p w14:paraId="4A627F66" w14:textId="339839A2" w:rsidR="001D5A9C" w:rsidRPr="004760D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54647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Salvar e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imprimir </w:t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imagens.</w:t>
            </w:r>
          </w:p>
        </w:tc>
      </w:tr>
      <w:tr w:rsidR="001D5A9C" w:rsidRPr="00136AD8" w14:paraId="009DF69B" w14:textId="77777777" w:rsidTr="001D5A9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F3DAB9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1A9279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71E653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5A9C" w:rsidRPr="00136AD8" w14:paraId="46F275CB" w14:textId="77777777" w:rsidTr="001D5A9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A3814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 cultural, histórica, artística e social da ilustração</w:t>
            </w:r>
          </w:p>
          <w:p w14:paraId="6E1631B4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ilustração</w:t>
            </w:r>
          </w:p>
          <w:p w14:paraId="647DB4E8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meios para a realização de ilustração</w:t>
            </w:r>
          </w:p>
          <w:p w14:paraId="4592257D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produção do projeto de desenho de ilustração</w:t>
            </w:r>
          </w:p>
          <w:p w14:paraId="12B4F3E5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e processo criativo </w:t>
            </w:r>
          </w:p>
          <w:p w14:paraId="42FD569B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Curvas de </w:t>
            </w:r>
            <w:proofErr w:type="spellStart"/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Bézier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F05DEA" w14:textId="77777777" w:rsidR="001D5A9C" w:rsidRPr="003F2660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Cores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Gradiantes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F4F992D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B40B8B" w14:textId="77777777" w:rsidR="001D5A9C" w:rsidRPr="001B353A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AB72" w14:textId="77777777" w:rsidR="00054647" w:rsidRDefault="00054647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princípios da imagem vetorial</w:t>
            </w:r>
          </w:p>
          <w:p w14:paraId="1DA09EDE" w14:textId="5F65F619" w:rsidR="00054647" w:rsidRDefault="00054647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nomenclatura referente ao desenho assistido por computador</w:t>
            </w: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52BB62D" w14:textId="1BD38BA3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tipologias de ilustração</w:t>
            </w:r>
          </w:p>
          <w:p w14:paraId="08F8BEA8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função das diferentes tipologias de ilustração</w:t>
            </w:r>
          </w:p>
          <w:p w14:paraId="49B6F27F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Aferir sobre a evolução histórica da ilustração</w:t>
            </w:r>
          </w:p>
          <w:p w14:paraId="0A81C636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diferentes técnicas de representação</w:t>
            </w:r>
          </w:p>
          <w:p w14:paraId="2F9DB174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diferentes materiais de desenho</w:t>
            </w:r>
          </w:p>
          <w:p w14:paraId="4FAD6C95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Desenhar com curvas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Bézier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2B67DF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grades e ferramentas de alinhamento.</w:t>
            </w:r>
          </w:p>
          <w:p w14:paraId="5B3CA463" w14:textId="77777777" w:rsidR="001D5A9C" w:rsidRPr="00340BFE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ilustração analógicas e/ou digitais</w:t>
            </w:r>
          </w:p>
          <w:p w14:paraId="407B43A8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processo criativo</w:t>
            </w:r>
          </w:p>
          <w:p w14:paraId="53DF47C4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D10BD6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BFDE37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BCDD25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C7CE7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0AD0870F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7CDA00EB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2623998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D4870BC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7F19A114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54572BB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44F2A28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0C10F92E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234197B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Criatividade</w:t>
            </w:r>
          </w:p>
          <w:p w14:paraId="23C226E7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5B2DA1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9DD3B2" w14:textId="77777777" w:rsidR="001D5A9C" w:rsidRDefault="001D5A9C" w:rsidP="001D5A9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7CF4388" w14:textId="77777777" w:rsidR="001D5A9C" w:rsidRDefault="001D5A9C" w:rsidP="001D5A9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55E9984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9342003" w14:textId="77777777" w:rsidR="001D5A9C" w:rsidRPr="00F20E6F" w:rsidRDefault="001D5A9C" w:rsidP="001D5A9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imagens vetoriais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BD02BC" w14:textId="77777777" w:rsidR="001D5A9C" w:rsidRPr="00340BFE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Escolhendo soluções visuais adequadas à tipologia do projeto de ilustração</w:t>
      </w:r>
    </w:p>
    <w:p w14:paraId="611EB27F" w14:textId="77777777" w:rsidR="001D5A9C" w:rsidRPr="00340BFE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representação adequadas à tipologia do projeto de ilustração</w:t>
      </w:r>
    </w:p>
    <w:p w14:paraId="71B2A7EC" w14:textId="77777777" w:rsidR="001D5A9C" w:rsidRPr="00340BFE" w:rsidRDefault="001D5A9C" w:rsidP="001D5A9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Manuseando corretamente as ferramentas escolhidas para o projeto de ilustração</w:t>
      </w:r>
    </w:p>
    <w:p w14:paraId="6DE0F740" w14:textId="77777777" w:rsidR="001D5A9C" w:rsidRPr="00136AD8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Fundamentando a narrativa visual do projeto de ilustração tendo em conta a sua função.</w:t>
      </w:r>
    </w:p>
    <w:p w14:paraId="6A7A4F74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147030F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C4D4232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F159CC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0EB496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32B149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C832B5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14E26E3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E36CA33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76F7EA8E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1FEE363C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</w:p>
    <w:p w14:paraId="10A35DF6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5868C0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B78B67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6BDFB5" w14:textId="77777777" w:rsidR="001D5A9C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99A26D" w14:textId="77777777" w:rsidR="006B713E" w:rsidRDefault="006B713E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1E7937" w14:textId="77777777" w:rsidR="006B713E" w:rsidRDefault="006B713E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4E7678" w14:textId="77777777" w:rsidR="006B713E" w:rsidRDefault="006B713E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0BC3E6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CBA9D5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6F441E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E5F98D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B00BC0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449539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A7D3E8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E80442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D310AC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46CA65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B4BEB2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FC3D9F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47BC8" w:rsidRPr="00136AD8" w14:paraId="308716B7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12E30A" w14:textId="68A59DFF" w:rsidR="00547BC8" w:rsidRPr="00136AD8" w:rsidRDefault="00547BC8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054647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001</w:t>
            </w:r>
            <w:r w:rsidR="00565AF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29CB2E0" w14:textId="77777777" w:rsidR="00547BC8" w:rsidRPr="00AA7B53" w:rsidRDefault="00547BC8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som</w:t>
            </w:r>
          </w:p>
        </w:tc>
      </w:tr>
      <w:tr w:rsidR="00547BC8" w:rsidRPr="00136AD8" w14:paraId="23AEE1BB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97F2E11" w14:textId="2510F712" w:rsidR="00547BC8" w:rsidRPr="00136AD8" w:rsidRDefault="00547BC8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F73CE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/001</w:t>
            </w:r>
            <w:r w:rsidR="00565AF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F1715DF" w14:textId="77777777" w:rsidR="00547BC8" w:rsidRPr="00136AD8" w:rsidRDefault="00547BC8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426E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som</w:t>
            </w:r>
          </w:p>
        </w:tc>
      </w:tr>
    </w:tbl>
    <w:p w14:paraId="071694FC" w14:textId="77777777" w:rsidR="00547BC8" w:rsidRPr="00136AD8" w:rsidRDefault="00547BC8" w:rsidP="00547BC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85E370E" w14:textId="77777777" w:rsidR="00547BC8" w:rsidRPr="003200F2" w:rsidRDefault="00547BC8" w:rsidP="00547BC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172CDB5" w14:textId="77777777" w:rsidR="00547BC8" w:rsidRPr="00136AD8" w:rsidRDefault="00547BC8" w:rsidP="00547BC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47BC8" w:rsidRPr="00136AD8" w14:paraId="5D4677F8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4A6661" w14:textId="77777777" w:rsidR="00547BC8" w:rsidRPr="001B353A" w:rsidRDefault="00547BC8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47BC8" w:rsidRPr="00136AD8" w14:paraId="7F2BEC8A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DE3B9" w14:textId="71257D11" w:rsidR="00547BC8" w:rsidRPr="0093511E" w:rsidRDefault="00547BC8" w:rsidP="0093511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511E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3511E" w:rsidRPr="0093511E">
              <w:rPr>
                <w:rFonts w:ascii="Verdana Pro Light" w:eastAsia="Arial Unicode MS" w:hAnsi="Verdana Pro Light" w:cs="Arial Unicode MS"/>
                <w:sz w:val="18"/>
                <w:szCs w:val="18"/>
              </w:rPr>
              <w:t>1.</w:t>
            </w:r>
            <w:r w:rsidR="0093511E" w:rsidRPr="009351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Captar</w:t>
            </w:r>
            <w:r w:rsidR="00F26EF6" w:rsidRPr="009351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 através de equipamento de aquisição.</w:t>
            </w:r>
          </w:p>
          <w:p w14:paraId="0CA5F1EC" w14:textId="03922F63" w:rsidR="00547BC8" w:rsidRDefault="00547BC8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3511E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9351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="0093511E"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qualizar e ajustar as diferentes faixas de frequência</w:t>
            </w:r>
          </w:p>
          <w:p w14:paraId="553EA9AC" w14:textId="77777777" w:rsidR="00547BC8" w:rsidRPr="001B353A" w:rsidRDefault="00547BC8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a edição </w:t>
            </w:r>
            <w:proofErr w:type="spellStart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multitrack</w:t>
            </w:r>
            <w:proofErr w:type="spellEnd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0001B80" w14:textId="77777777" w:rsidR="00547BC8" w:rsidRPr="001B353A" w:rsidRDefault="00547BC8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547BC8" w:rsidRPr="00136AD8" w14:paraId="17379D0B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1E71AD" w14:textId="77777777" w:rsidR="00547BC8" w:rsidRPr="001B353A" w:rsidRDefault="00547BC8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FBEA50" w14:textId="77777777" w:rsidR="00547BC8" w:rsidRPr="001B353A" w:rsidRDefault="00547BC8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58F18E" w14:textId="77777777" w:rsidR="00547BC8" w:rsidRPr="001B353A" w:rsidRDefault="00547BC8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47BC8" w:rsidRPr="00136AD8" w14:paraId="52248469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07B46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edição de áudio, dependendo das necessidades e recursos disponíveis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D602D4" w14:textId="77777777" w:rsidR="00547BC8" w:rsidRPr="00D87F22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áudio.</w:t>
            </w:r>
          </w:p>
          <w:p w14:paraId="2D371CB0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Áudio (MP3, WAV, FLAC).</w:t>
            </w:r>
          </w:p>
          <w:p w14:paraId="36546315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ompressão dinâmica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áudio.</w:t>
            </w:r>
          </w:p>
          <w:p w14:paraId="5E69E51F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aquisição de som.</w:t>
            </w:r>
          </w:p>
          <w:p w14:paraId="1F87B92B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faixas simultaneamente.</w:t>
            </w:r>
          </w:p>
          <w:p w14:paraId="34D77778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Sonoplastia.</w:t>
            </w:r>
          </w:p>
          <w:p w14:paraId="490F100F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0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Vocais</w:t>
            </w:r>
          </w:p>
          <w:p w14:paraId="61E7E4A4" w14:textId="77777777" w:rsidR="00547BC8" w:rsidRPr="001B353A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C9EE7" w14:textId="77777777" w:rsidR="00F26EF6" w:rsidRDefault="00F26EF6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Enunciar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principais características do som.</w:t>
            </w:r>
          </w:p>
          <w:p w14:paraId="34A9A15E" w14:textId="77777777" w:rsidR="00F26EF6" w:rsidRDefault="00F26EF6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 formato analógico e digital.</w:t>
            </w:r>
          </w:p>
          <w:p w14:paraId="239D1543" w14:textId="77777777" w:rsidR="00F26EF6" w:rsidRDefault="00F26EF6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formatos e </w:t>
            </w:r>
            <w:proofErr w:type="spellStart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codecs</w:t>
            </w:r>
            <w:proofErr w:type="spellEnd"/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áudio.</w:t>
            </w:r>
          </w:p>
          <w:p w14:paraId="374EB4C1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vocais.</w:t>
            </w:r>
          </w:p>
          <w:p w14:paraId="61792D79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660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forma de onda.</w:t>
            </w:r>
          </w:p>
          <w:p w14:paraId="21E91251" w14:textId="0EA18E0B" w:rsidR="00547BC8" w:rsidRPr="0093511E" w:rsidRDefault="00547BC8" w:rsidP="0093511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transições suaves entre diferentes partes de áudio.</w:t>
            </w:r>
          </w:p>
          <w:p w14:paraId="057066E7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filtros para remover ruídos indesejados.</w:t>
            </w:r>
          </w:p>
          <w:p w14:paraId="442850BF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efeitos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AE80A5" w14:textId="77777777" w:rsidR="00547BC8" w:rsidRPr="00057283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A2697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CF730DE" w14:textId="77777777" w:rsidR="00547BC8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21A8F76" w14:textId="77777777" w:rsidR="00547BC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FFE8167" w14:textId="77777777" w:rsidR="00547BC8" w:rsidRPr="00AB5AF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1B71699" w14:textId="77777777" w:rsidR="00547BC8" w:rsidRPr="00AB5AF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7EABEAD" w14:textId="77777777" w:rsidR="00547BC8" w:rsidRPr="00AB5AF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3A1DD8B" w14:textId="77777777" w:rsidR="00547BC8" w:rsidRPr="00AB5AF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3BD1083" w14:textId="77777777" w:rsidR="00547BC8" w:rsidRPr="00A128FE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72F4477" w14:textId="77777777" w:rsidR="00547BC8" w:rsidRPr="00AB5AF8" w:rsidRDefault="00547BC8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B6238AA" w14:textId="77777777" w:rsidR="00547BC8" w:rsidRPr="00057283" w:rsidRDefault="00547BC8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DF881E4" w14:textId="77777777" w:rsidR="00547BC8" w:rsidRDefault="00547BC8" w:rsidP="00547BC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9BE830" w14:textId="77777777" w:rsidR="00547BC8" w:rsidRDefault="00547BC8" w:rsidP="00547BC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527438A" w14:textId="77777777" w:rsidR="00547BC8" w:rsidRPr="00F87025" w:rsidRDefault="00547BC8" w:rsidP="00547B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E56F79F" w14:textId="77777777" w:rsidR="00547BC8" w:rsidRPr="00F20E6F" w:rsidRDefault="00547BC8" w:rsidP="00547BC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C602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som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9667D94" w14:textId="77777777" w:rsidR="00547BC8" w:rsidRPr="0064164C" w:rsidRDefault="00547BC8" w:rsidP="00547B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Eliminando </w:t>
      </w:r>
      <w:r w:rsidRPr="009D1B4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ruídos indesejados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BEC897C" w14:textId="77777777" w:rsidR="00547BC8" w:rsidRPr="0064164C" w:rsidRDefault="00547BC8" w:rsidP="00547B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Ajustando as frequências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uma reprodução adequada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C63110B" w14:textId="6260E9D7" w:rsidR="00547BC8" w:rsidRPr="0064164C" w:rsidRDefault="00547BC8" w:rsidP="00547B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projetos multim</w:t>
      </w:r>
      <w:r w:rsidR="00841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F91B946" w14:textId="77777777" w:rsidR="00547BC8" w:rsidRPr="0064164C" w:rsidRDefault="00547BC8" w:rsidP="00547B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consistência ao longo de toda a 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47D89F1" w14:textId="77777777" w:rsidR="00547BC8" w:rsidRPr="0064164C" w:rsidRDefault="00547BC8" w:rsidP="00547BC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B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alancea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sonoros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uma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4147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coesa</w:t>
      </w:r>
    </w:p>
    <w:p w14:paraId="0F21E8C0" w14:textId="77777777" w:rsidR="00547BC8" w:rsidRPr="00136AD8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EACD84" w14:textId="77777777" w:rsidR="00547BC8" w:rsidRPr="00F87025" w:rsidRDefault="00547BC8" w:rsidP="00547B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DB0A89" w14:textId="77777777" w:rsidR="00547BC8" w:rsidRPr="00984B30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22FEB7C" w14:textId="77777777" w:rsidR="00547BC8" w:rsidRPr="00984B30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som</w:t>
      </w:r>
    </w:p>
    <w:p w14:paraId="0369B2FE" w14:textId="77777777" w:rsidR="00547BC8" w:rsidRPr="00984B30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Freelance e Trabalho Aut</w:t>
      </w:r>
      <w:r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nomo</w:t>
      </w:r>
    </w:p>
    <w:p w14:paraId="09045D92" w14:textId="77777777" w:rsidR="00547BC8" w:rsidRPr="00984B30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86635B" w14:textId="77777777" w:rsidR="00547BC8" w:rsidRPr="00051C79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9E3C8E" w14:textId="77777777" w:rsidR="00547BC8" w:rsidRPr="00F87025" w:rsidRDefault="00547BC8" w:rsidP="00547B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685E3C0" w14:textId="77777777" w:rsidR="00547BC8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captação de som.</w:t>
      </w:r>
    </w:p>
    <w:p w14:paraId="697F14F0" w14:textId="77777777" w:rsidR="00547BC8" w:rsidRPr="005E2D82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B53335F" w14:textId="77777777" w:rsidR="00547BC8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1E6AAD6" w14:textId="77777777" w:rsidR="00547BC8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34C017" w14:textId="77777777" w:rsidR="00547BC8" w:rsidRPr="00501DC8" w:rsidRDefault="00547BC8" w:rsidP="00547BC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B9FEDC" w14:textId="77777777" w:rsidR="00547BC8" w:rsidRPr="00051C79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7302DB" w14:textId="77777777" w:rsidR="00547BC8" w:rsidRPr="00F87025" w:rsidRDefault="00547BC8" w:rsidP="00547B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8416998" w14:textId="77777777" w:rsidR="00547BC8" w:rsidRPr="00051C79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7CC47C" w14:textId="77777777" w:rsidR="00547BC8" w:rsidRPr="00051C79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8AA1D7" w14:textId="77777777" w:rsidR="00547BC8" w:rsidRPr="00051C79" w:rsidRDefault="00547BC8" w:rsidP="00547BC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AFA9D4" w14:textId="77777777" w:rsidR="00547BC8" w:rsidRDefault="00547BC8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112290" w14:textId="77777777" w:rsidR="006B713E" w:rsidRDefault="006B713E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D854F0" w14:textId="77777777" w:rsidR="006B713E" w:rsidRPr="00051C79" w:rsidRDefault="006B713E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3"/>
    <w:p w14:paraId="1972152C" w14:textId="77777777" w:rsidR="001D5A9C" w:rsidRDefault="001D5A9C" w:rsidP="001D5A9C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5A9C" w:rsidRPr="00136AD8" w14:paraId="3AB5A06F" w14:textId="77777777" w:rsidTr="001D5A9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459A1C" w14:textId="708EF699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554C0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54C0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35DEEA" w14:textId="77777777" w:rsidR="001D5A9C" w:rsidRPr="00AA7B53" w:rsidRDefault="001D5A9C" w:rsidP="001D5A9C">
            <w:pPr>
              <w:spacing w:after="0"/>
            </w:pPr>
            <w:r>
              <w:t>Executar e publicar animações para diferentes médias e suportes</w:t>
            </w:r>
          </w:p>
        </w:tc>
      </w:tr>
      <w:tr w:rsidR="001D5A9C" w:rsidRPr="00136AD8" w14:paraId="00052BE9" w14:textId="77777777" w:rsidTr="001D5A9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4D88BAD" w14:textId="61C1F3BA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E7E6E6" w:themeFill="background2"/>
          </w:tcPr>
          <w:p w14:paraId="62736561" w14:textId="7777777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Interativa</w:t>
            </w:r>
          </w:p>
        </w:tc>
      </w:tr>
    </w:tbl>
    <w:p w14:paraId="61722BCF" w14:textId="77777777" w:rsidR="001D5A9C" w:rsidRPr="00136AD8" w:rsidRDefault="001D5A9C" w:rsidP="001D5A9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4079DCE" w14:textId="77777777" w:rsidR="001D5A9C" w:rsidRPr="003200F2" w:rsidRDefault="001D5A9C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3DEE55" w14:textId="77777777" w:rsidR="001D5A9C" w:rsidRPr="00136AD8" w:rsidRDefault="001D5A9C" w:rsidP="001D5A9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5A9C" w:rsidRPr="00136AD8" w14:paraId="7652BD69" w14:textId="77777777" w:rsidTr="001D5A9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ED0E84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5A9C" w:rsidRPr="00136AD8" w14:paraId="57251A1F" w14:textId="77777777" w:rsidTr="001D5A9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394EB8" w14:textId="72B16566" w:rsidR="001D5A9C" w:rsidRPr="0007693B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D7F39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o</w:t>
            </w:r>
            <w:r w:rsidR="00B25C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roteiro e storyboard </w:t>
            </w:r>
          </w:p>
          <w:p w14:paraId="348DC023" w14:textId="278AC82D" w:rsidR="001D5A9C" w:rsidRPr="0007693B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D7F39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Modelar</w:t>
            </w:r>
            <w:r w:rsidR="005B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objetos da animação</w:t>
            </w:r>
          </w:p>
          <w:p w14:paraId="3D10C9A5" w14:textId="5067E3DE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B0111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Texturizar e iluminar</w:t>
            </w:r>
            <w:r w:rsidR="00E606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ambiente de cena</w:t>
            </w:r>
          </w:p>
          <w:p w14:paraId="48148AFE" w14:textId="62CF93D9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="00E606A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E606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pós-</w:t>
            </w:r>
            <w:r w:rsidR="00CC4406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</w:t>
            </w:r>
            <w:r w:rsidR="00E606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efeitos </w:t>
            </w:r>
            <w:r w:rsidR="00CC44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adicionais </w:t>
            </w:r>
          </w:p>
        </w:tc>
      </w:tr>
      <w:tr w:rsidR="001D5A9C" w:rsidRPr="00136AD8" w14:paraId="4F102F60" w14:textId="77777777" w:rsidTr="001D5A9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680E06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EED233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02B616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5A9C" w:rsidRPr="00136AD8" w14:paraId="5E1ABFB2" w14:textId="77777777" w:rsidTr="001D5A9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6575B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976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animação em duas e três dimensões.</w:t>
            </w:r>
          </w:p>
          <w:p w14:paraId="178223F7" w14:textId="71ABA209" w:rsidR="001D5A9C" w:rsidRPr="0060534B" w:rsidRDefault="00A14380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</w:pPr>
            <w:proofErr w:type="spellStart"/>
            <w:r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P</w:t>
            </w:r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rincípios</w:t>
            </w:r>
            <w:proofErr w:type="spellEnd"/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proofErr w:type="spellStart"/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fundamentais</w:t>
            </w:r>
            <w:proofErr w:type="spellEnd"/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proofErr w:type="spellStart"/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>como</w:t>
            </w:r>
            <w:proofErr w:type="spellEnd"/>
            <w:r w:rsidR="001D5A9C" w:rsidRPr="0060534B">
              <w:rPr>
                <w:rFonts w:ascii="Verdana Pro Light" w:eastAsia="Arial Unicode MS" w:hAnsi="Verdana Pro Light" w:cs="Arial Unicode MS"/>
                <w:sz w:val="18"/>
                <w:szCs w:val="18"/>
                <w:lang w:val="en-GB" w:eastAsia="pt-PT"/>
              </w:rPr>
              <w:t xml:space="preserve"> </w:t>
            </w:r>
            <w:r w:rsidR="001D5A9C" w:rsidRPr="0060534B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val="en-GB" w:eastAsia="pt-PT"/>
              </w:rPr>
              <w:t>squash and stretch, anticipation, staging, timing.</w:t>
            </w:r>
          </w:p>
          <w:p w14:paraId="76AA6F67" w14:textId="609DF860" w:rsidR="001D5A9C" w:rsidRDefault="00A14380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1D5A9C"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oftwares de animação</w:t>
            </w:r>
            <w:r w:rsidR="001D5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380B6DC" w14:textId="59FD3488" w:rsidR="001D5A9C" w:rsidRDefault="00A14380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1D5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equência </w:t>
            </w:r>
            <w:r w:rsidR="001D5A9C"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</w:t>
            </w:r>
            <w:r w:rsidR="001D5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1D5A9C"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1D5A9C"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animação fluida.</w:t>
            </w:r>
          </w:p>
          <w:p w14:paraId="7BF3D3E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Consistência dos es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148D9F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edição para aprimorar a animação e integrar elementos adicionais</w:t>
            </w:r>
          </w:p>
          <w:p w14:paraId="3389E4CE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4C1B76B8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6079ADB7" w14:textId="77777777" w:rsidR="00212E73" w:rsidRDefault="00212E73" w:rsidP="00212E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370A2CCF" w14:textId="77777777" w:rsidR="00212E73" w:rsidRDefault="00212E73" w:rsidP="00212E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1C65C72F" w14:textId="77777777" w:rsidR="00212E73" w:rsidRDefault="00212E73" w:rsidP="00212E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Unity3D ou </w:t>
            </w:r>
            <w:proofErr w:type="spellStart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Unreal</w:t>
            </w:r>
            <w:proofErr w:type="spellEnd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</w:p>
          <w:p w14:paraId="07972294" w14:textId="77777777" w:rsidR="00212E73" w:rsidRDefault="00212E73" w:rsidP="00212E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iblioteca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animações web interativas.</w:t>
            </w:r>
          </w:p>
          <w:p w14:paraId="6E482328" w14:textId="4C164CB3" w:rsidR="00212E73" w:rsidRDefault="00212E73" w:rsidP="00212E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nimações em ambientes de realidade virtual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realidade aumentada</w:t>
            </w:r>
            <w:r w:rsidRPr="004419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A66069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CD87BF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DD579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7543D1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B7A994" w14:textId="77777777" w:rsidR="001D5A9C" w:rsidRPr="001B353A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F167E3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Utilizar a nomenclatura referente à animação</w:t>
            </w:r>
          </w:p>
          <w:p w14:paraId="26BD8CEA" w14:textId="77777777" w:rsidR="00AC2707" w:rsidRDefault="00AC2707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com ferramentas de animação</w:t>
            </w:r>
            <w:r w:rsidR="001D5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B2B3021" w14:textId="1773ADFF" w:rsidR="001D5A9C" w:rsidRDefault="00A259D6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</w:t>
            </w:r>
            <w:r w:rsidR="001D5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1D5A9C"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storyboard como guia visual para a animação.</w:t>
            </w:r>
          </w:p>
          <w:p w14:paraId="02E23277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elementos gráficos atraentes e eficazes</w:t>
            </w:r>
          </w:p>
          <w:p w14:paraId="3AB6B5DB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o tamanho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sem comprometer a qualidade.</w:t>
            </w:r>
          </w:p>
          <w:p w14:paraId="0E6B5600" w14:textId="77777777" w:rsidR="001D5A9C" w:rsidRPr="00517AA8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xportar animações em diferentes resoluções para atender às necessidades de diferentes plataformas</w:t>
            </w:r>
          </w:p>
          <w:p w14:paraId="46CEF466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82C1F4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575967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0D7AE5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3058B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C74C4E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C7032F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D1FA6A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809445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4D3CA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65FDB31D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0CD56D2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08896B8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30B0848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9497A51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2E625D5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42461CE4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6CF3FBB" w14:textId="77777777" w:rsidR="001D5A9C" w:rsidRPr="0020338E" w:rsidRDefault="001D5A9C" w:rsidP="001D5A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27CCA7CD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4E2628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38F08C" w14:textId="77777777" w:rsidR="001D5A9C" w:rsidRDefault="001D5A9C" w:rsidP="001D5A9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70FF60" w14:textId="77777777" w:rsidR="001D5A9C" w:rsidRDefault="001D5A9C" w:rsidP="001D5A9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C0201E1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40F0641" w14:textId="77777777" w:rsidR="001D5A9C" w:rsidRPr="00F20E6F" w:rsidRDefault="001D5A9C" w:rsidP="001D5A9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88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e publicar animações para diferentes médias e suportes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F6FCC92" w14:textId="0B9A868E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movimentos naturais</w:t>
      </w:r>
    </w:p>
    <w:p w14:paraId="5F07D886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animação e o áudio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B0A8491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aos requisitos de formato e resolução da plataforma de publicação</w:t>
      </w:r>
    </w:p>
    <w:p w14:paraId="6D8C7A20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visualmente atraente e cativante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1361A75" w14:textId="77777777" w:rsidR="001D5A9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ncentiva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utilizadores 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realizar ações específicas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3A1C5A8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Pr="008918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artilha em redes sociais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0289EFE" w14:textId="77777777" w:rsidR="001D5A9C" w:rsidRPr="00136AD8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682B66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55B995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7BD3C9A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CAD7FB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CC9193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F982A0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15263D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C68E493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0F15C342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50F06529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3165B9DA" w14:textId="77777777" w:rsidR="001D5A9C" w:rsidRPr="00340BFE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a produção de animações.</w:t>
      </w:r>
    </w:p>
    <w:p w14:paraId="26979F83" w14:textId="77777777" w:rsidR="001D5A9C" w:rsidRPr="00501DC8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CF2ABA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A6D5A6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25EFDFF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42FE6C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274675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C6CC72" w14:textId="77777777" w:rsidR="001D5A9C" w:rsidRDefault="001D5A9C" w:rsidP="001D5A9C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D5A9C" w:rsidRPr="00136AD8" w14:paraId="0CDBC2C8" w14:textId="77777777" w:rsidTr="001D5A9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09E185F" w14:textId="06F6AD81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4" w:name="_Hlk154600873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C728E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728E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C1997A7" w14:textId="28A57021" w:rsidR="001D5A9C" w:rsidRPr="00AA7B53" w:rsidRDefault="00534035" w:rsidP="001D5A9C">
            <w:pPr>
              <w:spacing w:after="0"/>
            </w:pPr>
            <w:r>
              <w:t>E</w:t>
            </w:r>
            <w:r w:rsidR="001D5A9C">
              <w:t>di</w:t>
            </w:r>
            <w:r>
              <w:t>tar</w:t>
            </w:r>
            <w:r w:rsidR="001D5A9C">
              <w:t xml:space="preserve"> e anima</w:t>
            </w:r>
            <w:r>
              <w:t>r em</w:t>
            </w:r>
            <w:r w:rsidR="001D5A9C">
              <w:t xml:space="preserve"> 3D</w:t>
            </w:r>
          </w:p>
        </w:tc>
      </w:tr>
      <w:bookmarkEnd w:id="14"/>
      <w:tr w:rsidR="001D5A9C" w:rsidRPr="00136AD8" w14:paraId="0D1B2215" w14:textId="77777777" w:rsidTr="001D5A9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5CC1AD1" w14:textId="5E034768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C728EC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2DAB8D" w14:textId="77777777" w:rsidR="001D5A9C" w:rsidRPr="00136AD8" w:rsidRDefault="001D5A9C" w:rsidP="001D5A9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3D</w:t>
            </w:r>
          </w:p>
        </w:tc>
      </w:tr>
    </w:tbl>
    <w:p w14:paraId="64F73BA5" w14:textId="77777777" w:rsidR="001D5A9C" w:rsidRPr="00136AD8" w:rsidRDefault="001D5A9C" w:rsidP="001D5A9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BB815BC" w14:textId="77777777" w:rsidR="001D5A9C" w:rsidRPr="003200F2" w:rsidRDefault="001D5A9C" w:rsidP="001D5A9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026C39B" w14:textId="77777777" w:rsidR="001D5A9C" w:rsidRPr="00136AD8" w:rsidRDefault="001D5A9C" w:rsidP="001D5A9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D5A9C" w:rsidRPr="00136AD8" w14:paraId="7037ACAD" w14:textId="77777777" w:rsidTr="001D5A9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2B0A51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D5A9C" w:rsidRPr="00136AD8" w14:paraId="572008E7" w14:textId="77777777" w:rsidTr="001D5A9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E84E3A" w14:textId="77777777" w:rsidR="001D5A9C" w:rsidRPr="004D0A1C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básicos e “orgânicos”.</w:t>
            </w:r>
          </w:p>
          <w:p w14:paraId="450DD7C5" w14:textId="77777777" w:rsidR="001D5A9C" w:rsidRPr="004D0A1C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modificadores de modulação.</w:t>
            </w:r>
          </w:p>
          <w:p w14:paraId="3F1B6C18" w14:textId="77777777" w:rsidR="001D5A9C" w:rsidRPr="004D0A1C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texturas para objetos 3D.</w:t>
            </w:r>
          </w:p>
          <w:p w14:paraId="1A0EB228" w14:textId="77777777" w:rsidR="001D5A9C" w:rsidRPr="004D0A1C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mapeamento de texturas e materiais.</w:t>
            </w:r>
          </w:p>
          <w:p w14:paraId="40D56F6A" w14:textId="77777777" w:rsidR="001D5A9C" w:rsidRPr="001B353A" w:rsidRDefault="001D5A9C" w:rsidP="001D5A9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quadros chave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necessários à animação de objetos e câmaras.</w:t>
            </w:r>
          </w:p>
        </w:tc>
      </w:tr>
      <w:tr w:rsidR="001D5A9C" w:rsidRPr="00136AD8" w14:paraId="5D4562A0" w14:textId="77777777" w:rsidTr="001D5A9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026621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14BC29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831EE7" w14:textId="77777777" w:rsidR="001D5A9C" w:rsidRPr="001B353A" w:rsidRDefault="001D5A9C" w:rsidP="001D5A9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D5A9C" w:rsidRPr="00136AD8" w14:paraId="15012F45" w14:textId="77777777" w:rsidTr="001D5A9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584BE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</w:p>
          <w:p w14:paraId="05224717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0F0DFD93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26C59711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05413687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31D59A3B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6A8AA45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63CEC44A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4D374F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4F7ECE" w14:textId="77777777" w:rsidR="001D5A9C" w:rsidRPr="001B353A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08C03" w14:textId="14E3F1F5" w:rsidR="001D5A9C" w:rsidRPr="00633EBD" w:rsidRDefault="00BC3765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1D5A9C"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3D</w:t>
            </w:r>
          </w:p>
          <w:p w14:paraId="04C82D81" w14:textId="1860D86B" w:rsidR="001D5A9C" w:rsidRPr="00633EBD" w:rsidRDefault="00BC3765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="001D5A9C"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terminologias de modelação 3D</w:t>
            </w:r>
          </w:p>
          <w:p w14:paraId="0E865C3F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modelação 3D</w:t>
            </w:r>
          </w:p>
          <w:p w14:paraId="538DA112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diferentes tipos de luzes</w:t>
            </w:r>
          </w:p>
          <w:p w14:paraId="7B69149D" w14:textId="77777777" w:rsidR="001D5A9C" w:rsidRPr="00633EBD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importância da modelação 3D na prática do design</w:t>
            </w:r>
          </w:p>
          <w:p w14:paraId="0948CC84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48DA92A2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texturas e materiais.</w:t>
            </w:r>
          </w:p>
          <w:p w14:paraId="043830EA" w14:textId="77777777" w:rsidR="001D5A9C" w:rsidRPr="00057283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animações.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92F3C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D5613C6" w14:textId="77777777" w:rsidR="001D5A9C" w:rsidRDefault="001D5A9C" w:rsidP="001D5A9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A4159E3" w14:textId="77777777" w:rsidR="001D5A9C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82233D5" w14:textId="77777777" w:rsidR="001D5A9C" w:rsidRPr="00AB5AF8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32B281A" w14:textId="77777777" w:rsidR="001D5A9C" w:rsidRPr="00AB5AF8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9AE5059" w14:textId="77777777" w:rsidR="001D5A9C" w:rsidRPr="00AB5AF8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F4D5D8C" w14:textId="77777777" w:rsidR="001D5A9C" w:rsidRPr="00AB5AF8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60A76F6" w14:textId="77777777" w:rsidR="001D5A9C" w:rsidRPr="00A128FE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A82908F" w14:textId="77777777" w:rsidR="001D5A9C" w:rsidRPr="00AB5AF8" w:rsidRDefault="001D5A9C" w:rsidP="001D5A9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DF0ABF1" w14:textId="77777777" w:rsidR="001D5A9C" w:rsidRPr="00057283" w:rsidRDefault="001D5A9C" w:rsidP="001D5A9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7F2123" w14:textId="77777777" w:rsidR="001D5A9C" w:rsidRDefault="001D5A9C" w:rsidP="001D5A9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2728F6" w14:textId="77777777" w:rsidR="001D5A9C" w:rsidRDefault="001D5A9C" w:rsidP="001D5A9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25B38C2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09D710D" w14:textId="77777777" w:rsidR="001D5A9C" w:rsidRPr="00F20E6F" w:rsidRDefault="001D5A9C" w:rsidP="001D5A9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5" w:name="_Hlk155104235"/>
      <w:r w:rsidRPr="0068289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Utilizar ferramentas de edição e animação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306BBE4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topologia eficiente e limpa nos modelos para facilitar animação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462EE32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forma realista nos modelos</w:t>
      </w:r>
    </w:p>
    <w:p w14:paraId="7258E23B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animações com movimentos naturais e fluidos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6EBEB1E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cenas 3D para um desempenho eficiente durante a edição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3A7B724" w14:textId="77777777" w:rsidR="001D5A9C" w:rsidRPr="0064164C" w:rsidRDefault="001D5A9C" w:rsidP="001D5A9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Renderizando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projeto tendo em conta os canais de difusão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429A05E" w14:textId="77777777" w:rsidR="001D5A9C" w:rsidRPr="00136AD8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FA0A26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263F8AC" w14:textId="77777777" w:rsidR="001D5A9C" w:rsidRPr="008047E3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2047A00D" w14:textId="77777777" w:rsidR="001D5A9C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6D3C3B9" w14:textId="77777777" w:rsidR="001D5A9C" w:rsidRPr="008047E3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5088878" w14:textId="77777777" w:rsidR="001D5A9C" w:rsidRPr="00984B30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682B9A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5D7BC6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3624A0D" w14:textId="77777777" w:rsidR="001D5A9C" w:rsidRPr="008047E3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CBF9696" w14:textId="77777777" w:rsidR="001D5A9C" w:rsidRPr="00501DC8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1D00C55F" w14:textId="77777777" w:rsidR="001D5A9C" w:rsidRPr="00501DC8" w:rsidRDefault="001D5A9C" w:rsidP="001D5A9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15"/>
    <w:p w14:paraId="41A08EED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97E387" w14:textId="77777777" w:rsidR="001D5A9C" w:rsidRPr="00F87025" w:rsidRDefault="001D5A9C" w:rsidP="001D5A9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9008C2F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0EAE42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3FE2E1" w14:textId="77777777" w:rsidR="001D5A9C" w:rsidRPr="00051C79" w:rsidRDefault="001D5A9C" w:rsidP="001D5A9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B859DD" w14:textId="57F5A3FD" w:rsidR="001D5A9C" w:rsidRDefault="001D5A9C" w:rsidP="001D5A9C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64834" w:rsidRPr="00136AD8" w14:paraId="5A9F1121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DA73C5" w14:textId="52DCF932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876E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2D6271" w:rsidRPr="00C876E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998165E" w14:textId="77777777" w:rsidR="00364834" w:rsidRPr="00AA7B53" w:rsidRDefault="00364834" w:rsidP="00D865F4">
            <w:pPr>
              <w:spacing w:before="120" w:after="120" w:line="240" w:lineRule="auto"/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Criar um guião audiovisual</w:t>
            </w:r>
          </w:p>
        </w:tc>
      </w:tr>
      <w:tr w:rsidR="00364834" w:rsidRPr="00136AD8" w14:paraId="538B78A3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60F7EE" w14:textId="77777777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A7FF4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0006</w:t>
            </w:r>
          </w:p>
        </w:tc>
        <w:tc>
          <w:tcPr>
            <w:tcW w:w="7324" w:type="dxa"/>
            <w:shd w:val="clear" w:color="auto" w:fill="E7E6E6" w:themeFill="background2"/>
          </w:tcPr>
          <w:p w14:paraId="5A14303D" w14:textId="77777777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proofErr w:type="spellStart"/>
            <w:r w:rsidRPr="00CC45CE">
              <w:rPr>
                <w:rFonts w:ascii="Verdana Pro Light" w:eastAsia="Arial Unicode MS" w:hAnsi="Verdana Pro Light" w:cs="Times New Roman"/>
                <w:sz w:val="18"/>
                <w:szCs w:val="18"/>
              </w:rPr>
              <w:t>Guionismo</w:t>
            </w:r>
            <w:proofErr w:type="spellEnd"/>
          </w:p>
        </w:tc>
      </w:tr>
    </w:tbl>
    <w:p w14:paraId="289FF54F" w14:textId="77777777" w:rsidR="00364834" w:rsidRPr="00136AD8" w:rsidRDefault="00364834" w:rsidP="0036483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92A75A" w14:textId="77777777" w:rsidR="00364834" w:rsidRPr="003200F2" w:rsidRDefault="00364834" w:rsidP="0036483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42ADE64" w14:textId="77777777" w:rsidR="00364834" w:rsidRPr="00136AD8" w:rsidRDefault="00364834" w:rsidP="0036483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64834" w:rsidRPr="00136AD8" w14:paraId="06F1E7B9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A29318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64834" w:rsidRPr="00136AD8" w14:paraId="08B8C7B6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35C2F" w14:textId="10C7EE58" w:rsidR="00364834" w:rsidRPr="00CC45CE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D0BE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</w:t>
            </w:r>
            <w:r w:rsidR="00E857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eber </w:t>
            </w:r>
            <w:r w:rsidR="00AD0BE4">
              <w:rPr>
                <w:rFonts w:ascii="Verdana Pro Light" w:eastAsia="Arial Unicode MS" w:hAnsi="Verdana Pro Light" w:cs="Arial Unicode MS"/>
                <w:sz w:val="18"/>
                <w:szCs w:val="18"/>
              </w:rPr>
              <w:t>e desenvolv</w:t>
            </w:r>
            <w:r w:rsidR="00E8579D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AD0BE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E8579D">
              <w:rPr>
                <w:rFonts w:ascii="Verdana Pro Light" w:eastAsia="Arial Unicode MS" w:hAnsi="Verdana Pro Light" w:cs="Arial Unicode MS"/>
                <w:sz w:val="18"/>
                <w:szCs w:val="18"/>
              </w:rPr>
              <w:t>um</w:t>
            </w:r>
            <w:r w:rsidR="00AD0BE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enredo</w:t>
            </w:r>
            <w:r w:rsidR="00E611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o roteiro</w:t>
            </w:r>
          </w:p>
          <w:p w14:paraId="5E041E7C" w14:textId="466AAAB1" w:rsidR="00364834" w:rsidRPr="001B353A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22339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</w:t>
            </w:r>
            <w:r w:rsidR="00E611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E17532">
              <w:rPr>
                <w:rFonts w:ascii="Verdana Pro Light" w:eastAsia="Arial Unicode MS" w:hAnsi="Verdana Pro Light" w:cs="Arial Unicode MS"/>
                <w:sz w:val="18"/>
                <w:szCs w:val="18"/>
              </w:rPr>
              <w:t>diálogos, discrições de cena e indicadores de ação</w:t>
            </w:r>
          </w:p>
          <w:p w14:paraId="606E762F" w14:textId="46549D2C" w:rsidR="00364834" w:rsidRPr="00652B0F" w:rsidRDefault="00364834" w:rsidP="00652B0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1753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Rever e partilhar em equipa </w:t>
            </w:r>
          </w:p>
        </w:tc>
      </w:tr>
      <w:tr w:rsidR="00364834" w:rsidRPr="00136AD8" w14:paraId="000D6D5B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D25467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FCD19B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01E726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64834" w:rsidRPr="00136AD8" w14:paraId="131C80C0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8F9A7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 clássica de três atos, incluindo estabelecimento, confronto e resolução.</w:t>
            </w:r>
          </w:p>
          <w:p w14:paraId="24FE3AFC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padrão da indústria para guiões, incluindo o uso de elementos como cabeçalhos, descrições e diálogos.</w:t>
            </w:r>
          </w:p>
          <w:p w14:paraId="4829A951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ita de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diálogos naturais e autênticos.</w:t>
            </w:r>
          </w:p>
          <w:p w14:paraId="0151651E" w14:textId="017F9C4C" w:rsidR="00364834" w:rsidRDefault="0000643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stilos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géneros 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E611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omédia, drama, suspense</w:t>
            </w:r>
          </w:p>
          <w:p w14:paraId="2AA0D776" w14:textId="3C431F30" w:rsidR="00364834" w:rsidRDefault="0000643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Interação </w:t>
            </w:r>
            <w:r w:rsidR="007111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relação entre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personagens </w:t>
            </w:r>
          </w:p>
          <w:p w14:paraId="7776A01C" w14:textId="53B94788" w:rsidR="00364834" w:rsidRDefault="0071119D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itmo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adência do diálogo </w:t>
            </w:r>
          </w:p>
          <w:p w14:paraId="1CE93A23" w14:textId="65BC53A1" w:rsidR="00364834" w:rsidRDefault="0071119D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ireção visual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="00364834"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narrativa.</w:t>
            </w:r>
          </w:p>
          <w:p w14:paraId="3A68186C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7DBA8E" w14:textId="77777777" w:rsidR="00364834" w:rsidRPr="001B353A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9690B" w14:textId="77777777" w:rsidR="00E611F3" w:rsidRDefault="00E8579D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diversas técnicas narrativas que se utilizam para a construção de um guião.</w:t>
            </w:r>
          </w:p>
          <w:p w14:paraId="606AB2D3" w14:textId="40273C19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narrativas existentes em guiões, mantendo a integridade da história.</w:t>
            </w:r>
          </w:p>
          <w:p w14:paraId="785B2F4D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personagens com arcos convincentes ao longo da narrativa.</w:t>
            </w:r>
          </w:p>
          <w:p w14:paraId="5D329754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cenas eficazes, considerando ritmo, tensão e progressão dramática.</w:t>
            </w:r>
          </w:p>
          <w:p w14:paraId="78E4632E" w14:textId="77777777" w:rsidR="00364834" w:rsidRPr="00517AA8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subtexto nos diálogos, permitindo interpretações múltiplas.</w:t>
            </w:r>
          </w:p>
          <w:p w14:paraId="6CBDCA9A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Escrever Guiões, Guiões técnicos e Sinopses</w:t>
            </w:r>
          </w:p>
          <w:p w14:paraId="48126F8E" w14:textId="77777777" w:rsidR="00364834" w:rsidRPr="00057283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E6CF0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9B5D835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0341264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8B25575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C8515C9" w14:textId="77777777" w:rsidR="00364834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8A1A745" w14:textId="77777777" w:rsidR="00364834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C9AE772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DADD109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0393131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D21066E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7009DCD" w14:textId="77777777" w:rsidR="00364834" w:rsidRPr="00A128FE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DB2946B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6F4A9A2" w14:textId="77777777" w:rsidR="00364834" w:rsidRPr="00057283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783F182" w14:textId="77777777" w:rsidR="00364834" w:rsidRDefault="00364834" w:rsidP="0036483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BD4E510" w14:textId="77777777" w:rsidR="00364834" w:rsidRDefault="00364834" w:rsidP="003648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16472AD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59024DA" w14:textId="4000709D" w:rsidR="00364834" w:rsidRPr="00F20E6F" w:rsidRDefault="00364834" w:rsidP="0036483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53FD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um guião</w:t>
      </w:r>
      <w:r w:rsidR="003024D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audiovisual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5E2760B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Apresentando</w:t>
      </w:r>
      <w:r w:rsidRPr="00153F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única e inovadora</w:t>
      </w:r>
    </w:p>
    <w:p w14:paraId="7BD75C55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</w:t>
      </w:r>
      <w:r w:rsidRPr="00153F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personagens memoráveis e distintivos</w:t>
      </w:r>
    </w:p>
    <w:p w14:paraId="0FFE2F01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Seguindo</w:t>
      </w:r>
      <w:r w:rsidRPr="00153F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estrutura narrativa clara e eficaz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55DF23C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</w:t>
      </w:r>
      <w:r w:rsidRPr="00153FD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descrições visuais concisas e eficientes</w:t>
      </w:r>
    </w:p>
    <w:p w14:paraId="2022BC78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B505D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onsidera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505D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acessibilidade para diferentes públicos, incluindo aqueles com deficiências visuais ou auditivas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FA504CF" w14:textId="77777777" w:rsidR="00364834" w:rsidRPr="00136AD8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B66266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7E9BDCA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D22ED4F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F6E484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A9563F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5E94DD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81C44A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543B33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66FF829" w14:textId="77777777" w:rsidR="00364834" w:rsidRPr="009F3A3C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08FEE33" w14:textId="77777777" w:rsidR="00364834" w:rsidRPr="00501DC8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Guiões</w:t>
      </w:r>
    </w:p>
    <w:p w14:paraId="7CB1E1EE" w14:textId="77777777" w:rsidR="00364834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356BA2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6F0F93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B55F8E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1FACAB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2FED1E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A87F4E" w14:textId="6A653EC5" w:rsidR="00364834" w:rsidRDefault="00364834" w:rsidP="00364834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64834" w:rsidRPr="00136AD8" w14:paraId="2A111B26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0C716F5" w14:textId="10130322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6" w:name="_Hlk154520308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5681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B5681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C89537" w14:textId="77777777" w:rsidR="00364834" w:rsidRPr="00AA7B53" w:rsidRDefault="00364834" w:rsidP="00440C58">
            <w:pPr>
              <w:spacing w:after="0"/>
            </w:pPr>
            <w:r>
              <w:t>Elaborar storyboards</w:t>
            </w:r>
          </w:p>
        </w:tc>
      </w:tr>
      <w:bookmarkEnd w:id="16"/>
      <w:tr w:rsidR="00364834" w:rsidRPr="00136AD8" w14:paraId="31AA93AB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D4B552C" w14:textId="22DBDE47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07</w:t>
            </w:r>
          </w:p>
        </w:tc>
        <w:tc>
          <w:tcPr>
            <w:tcW w:w="7324" w:type="dxa"/>
            <w:shd w:val="clear" w:color="auto" w:fill="E7E6E6" w:themeFill="background2"/>
          </w:tcPr>
          <w:p w14:paraId="7E0F728D" w14:textId="77777777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Storyboard</w:t>
            </w:r>
          </w:p>
        </w:tc>
      </w:tr>
    </w:tbl>
    <w:p w14:paraId="77EFD81E" w14:textId="77777777" w:rsidR="00364834" w:rsidRPr="00136AD8" w:rsidRDefault="00364834" w:rsidP="0036483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42DE4D" w14:textId="77777777" w:rsidR="00364834" w:rsidRPr="003200F2" w:rsidRDefault="00364834" w:rsidP="0036483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B56FCEC" w14:textId="77777777" w:rsidR="00364834" w:rsidRPr="00136AD8" w:rsidRDefault="00364834" w:rsidP="0036483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64834" w:rsidRPr="00136AD8" w14:paraId="2A4AAC25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31D87C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64834" w:rsidRPr="00136AD8" w14:paraId="52E3B0C2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BAC989" w14:textId="16630231" w:rsidR="00364834" w:rsidRPr="001B353A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00E84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o roteiro visual</w:t>
            </w:r>
          </w:p>
          <w:p w14:paraId="51D238D4" w14:textId="0405820B" w:rsidR="00364834" w:rsidRPr="001B353A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322DB">
              <w:rPr>
                <w:rFonts w:ascii="Verdana Pro Light" w:eastAsia="Arial Unicode MS" w:hAnsi="Verdana Pro Light" w:cs="Arial Unicode MS"/>
                <w:sz w:val="18"/>
                <w:szCs w:val="18"/>
              </w:rPr>
              <w:t>Dividir o roteiro em cenas e secções e c</w:t>
            </w:r>
            <w:r w:rsidR="003E0584">
              <w:rPr>
                <w:rFonts w:ascii="Verdana Pro Light" w:eastAsia="Arial Unicode MS" w:hAnsi="Verdana Pro Light" w:cs="Arial Unicode MS"/>
                <w:sz w:val="18"/>
                <w:szCs w:val="18"/>
              </w:rPr>
              <w:t>riar representações visuais</w:t>
            </w: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8DAEF5E" w14:textId="3C782EB1" w:rsidR="00364834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E058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Incluir vídeos, </w:t>
            </w:r>
            <w:r w:rsidR="008B5C1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áudios, </w:t>
            </w:r>
            <w:r w:rsidR="003E0584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animações</w:t>
            </w:r>
            <w:r w:rsidR="008B5C1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ou interatividade </w:t>
            </w:r>
          </w:p>
          <w:p w14:paraId="521D8E2A" w14:textId="0E252823" w:rsidR="00364834" w:rsidRPr="009F4B7F" w:rsidRDefault="008B5C16" w:rsidP="009F4B7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Rever</w:t>
            </w:r>
            <w:r w:rsidR="009F4B7F">
              <w:rPr>
                <w:rFonts w:ascii="Verdana Pro Light" w:eastAsia="Arial Unicode MS" w:hAnsi="Verdana Pro Light" w:cs="Arial Unicode MS"/>
                <w:sz w:val="18"/>
                <w:szCs w:val="18"/>
              </w:rPr>
              <w:t>, finalizar e apresentar</w:t>
            </w:r>
          </w:p>
        </w:tc>
      </w:tr>
      <w:tr w:rsidR="00364834" w:rsidRPr="00136AD8" w14:paraId="21730430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00D19B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75D398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432F1A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64834" w:rsidRPr="00136AD8" w14:paraId="08159F42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67B8" w14:textId="771ABC11" w:rsidR="00041D66" w:rsidRDefault="00041D66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41D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narrativa visual, incluindo composição, enquadramento, perspetiva e uso de cores para transmitir emoções e informações</w:t>
            </w:r>
          </w:p>
          <w:p w14:paraId="54747622" w14:textId="14C0D801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criação, como lápis, canetas, tablets gráficos ou software de storyboard.</w:t>
            </w:r>
          </w:p>
          <w:p w14:paraId="12E4E83F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dos diferentes tipos de planos de câmara e como contar uma história visualmente.</w:t>
            </w:r>
          </w:p>
          <w:p w14:paraId="72AE6FF5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das necessidades visuais e da direção de cena específica para a produção.</w:t>
            </w:r>
          </w:p>
          <w:p w14:paraId="2909F740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ompreensão narrativa e colaboração efetiva</w:t>
            </w:r>
          </w:p>
          <w:p w14:paraId="7E5F25CB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39CAE5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296743" w14:textId="77777777" w:rsidR="00364834" w:rsidRPr="001B353A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B7EC1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simples e claros.</w:t>
            </w:r>
          </w:p>
          <w:p w14:paraId="7CEAB768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ransmitir emoções e ações por meio de expressões faciais e gestos</w:t>
            </w:r>
          </w:p>
          <w:p w14:paraId="538B1661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ompor cenas de forma atraente e informativa</w:t>
            </w:r>
          </w:p>
          <w:p w14:paraId="19E65BFC" w14:textId="77777777" w:rsidR="00364834" w:rsidRPr="00517AA8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as cenas de forma lógica e coesa</w:t>
            </w:r>
          </w:p>
          <w:p w14:paraId="356396BC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transições visuais suaves entre as cenas.</w:t>
            </w:r>
          </w:p>
          <w:p w14:paraId="489A6903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traduzir as informações do roteiro em imagens.</w:t>
            </w:r>
          </w:p>
          <w:p w14:paraId="66BB7333" w14:textId="749B6F2E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para</w:t>
            </w:r>
            <w:r w:rsidR="00EA71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F33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storyboard</w:t>
            </w:r>
          </w:p>
          <w:p w14:paraId="403F66EF" w14:textId="77777777" w:rsidR="00364834" w:rsidRPr="00057283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CBEE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013B8B3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FA16146" w14:textId="77777777" w:rsidR="00364834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D1DA7C0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5B94B1E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08373A0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DF77DAB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A9CD9F8" w14:textId="77777777" w:rsidR="00364834" w:rsidRPr="00A128FE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E62D88F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11ABB25" w14:textId="593F4DCD" w:rsidR="00364834" w:rsidRDefault="00EA7176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em equipa </w:t>
            </w:r>
          </w:p>
          <w:p w14:paraId="398A4213" w14:textId="49DAD31D" w:rsidR="00364834" w:rsidRPr="00057283" w:rsidRDefault="00EA7176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Adaptabilidade tecnológica </w:t>
            </w:r>
          </w:p>
        </w:tc>
      </w:tr>
    </w:tbl>
    <w:p w14:paraId="408B5DF9" w14:textId="77777777" w:rsidR="00364834" w:rsidRDefault="00364834" w:rsidP="0036483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DA0FFBC" w14:textId="77777777" w:rsidR="00364834" w:rsidRDefault="00364834" w:rsidP="003648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47FA6D0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02F5966" w14:textId="77777777" w:rsidR="00364834" w:rsidRPr="00F20E6F" w:rsidRDefault="00364834" w:rsidP="0036483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4A8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storyboards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3855DBF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claramente a progressão da narrativa?</w:t>
      </w:r>
    </w:p>
    <w:p w14:paraId="2E6A2B00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composição visual equilibrada e atraente</w:t>
      </w:r>
    </w:p>
    <w:p w14:paraId="3A0064D5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daptados para atender aos requisitos específicos da </w:t>
      </w:r>
      <w:proofErr w:type="spellStart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mídia</w:t>
      </w:r>
      <w:proofErr w:type="spellEnd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final, seja cinema, televisão, animação, etc.?</w:t>
      </w:r>
    </w:p>
    <w:p w14:paraId="3C29244F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aparência visual dos personagens e cenários é consistente ao longo do storyboard</w:t>
      </w:r>
    </w:p>
    <w:p w14:paraId="1162B7E1" w14:textId="77777777" w:rsidR="00364834" w:rsidRPr="00136AD8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34E9AA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F4D7B3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F03F008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1C1C13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6DF572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6DE9A8" w14:textId="77777777" w:rsidR="00364834" w:rsidRPr="009F3A3C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6A9CAAB" w14:textId="77777777" w:rsidR="00364834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Storyboards</w:t>
      </w:r>
    </w:p>
    <w:p w14:paraId="0AD0C689" w14:textId="77777777" w:rsidR="00364834" w:rsidRPr="00501DC8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</w:t>
      </w:r>
    </w:p>
    <w:p w14:paraId="065D2308" w14:textId="77777777" w:rsidR="00364834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15924B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9A1D6A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674101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358081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8FB718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6FF294" w14:textId="77777777" w:rsidR="00364834" w:rsidRDefault="00364834" w:rsidP="00364834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925F8D0" w14:textId="76E7E965" w:rsidR="00364834" w:rsidRDefault="00364834" w:rsidP="003648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64834" w:rsidRPr="00136AD8" w14:paraId="04DFC119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74BA9E" w14:textId="4AC4DBD1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BC57D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BC57D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27E743" w14:textId="77777777" w:rsidR="00364834" w:rsidRPr="00AA7B53" w:rsidRDefault="00364834" w:rsidP="007757EA">
            <w:pPr>
              <w:spacing w:before="120" w:after="120" w:line="240" w:lineRule="auto"/>
            </w:pPr>
            <w:r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sequências de vídeo a partir de guião</w:t>
            </w:r>
          </w:p>
        </w:tc>
      </w:tr>
      <w:tr w:rsidR="00364834" w:rsidRPr="00136AD8" w14:paraId="47475161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FF81B3" w14:textId="762A7624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A7FF4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</w:t>
            </w:r>
            <w:r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</w:t>
            </w:r>
            <w:r w:rsidR="00BC57D8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31F6A8B" w14:textId="77777777" w:rsidR="00364834" w:rsidRPr="00136AD8" w:rsidRDefault="00364834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Vídeo Digital</w:t>
            </w:r>
          </w:p>
        </w:tc>
      </w:tr>
    </w:tbl>
    <w:p w14:paraId="1609CBE2" w14:textId="77777777" w:rsidR="00364834" w:rsidRPr="00136AD8" w:rsidRDefault="00364834" w:rsidP="0036483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DF682F" w14:textId="77777777" w:rsidR="00364834" w:rsidRPr="003200F2" w:rsidRDefault="00364834" w:rsidP="0036483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7" w:name="_Hlk15797326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5AC86B3" w14:textId="77777777" w:rsidR="00364834" w:rsidRPr="00136AD8" w:rsidRDefault="00364834" w:rsidP="0036483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64834" w:rsidRPr="00136AD8" w14:paraId="0A601E5E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B860A3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64834" w:rsidRPr="00136AD8" w14:paraId="077E7E8C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79A4C3" w14:textId="2FB8C130" w:rsidR="00364834" w:rsidRPr="0038426E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85C3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</w:t>
            </w:r>
            <w:r w:rsidR="00D465E1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material vídeo disponível</w:t>
            </w:r>
          </w:p>
          <w:p w14:paraId="69B2918C" w14:textId="7D61C02B" w:rsidR="00364834" w:rsidRPr="0038426E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465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Escolher </w:t>
            </w:r>
            <w:r w:rsidR="003A1FF3">
              <w:rPr>
                <w:rFonts w:ascii="Verdana Pro Light" w:eastAsia="Arial Unicode MS" w:hAnsi="Verdana Pro Light" w:cs="Arial Unicode MS"/>
                <w:sz w:val="18"/>
                <w:szCs w:val="18"/>
              </w:rPr>
              <w:t>takes e s</w:t>
            </w:r>
            <w:r w:rsidR="00D465E1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elecionar clipes</w:t>
            </w:r>
          </w:p>
          <w:p w14:paraId="0286975B" w14:textId="66745983" w:rsidR="00364834" w:rsidRPr="0038426E" w:rsidRDefault="00364834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A1FF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a sequência lógica </w:t>
            </w:r>
            <w:r w:rsidR="00DE797E">
              <w:rPr>
                <w:rFonts w:ascii="Verdana Pro Light" w:eastAsia="Arial Unicode MS" w:hAnsi="Verdana Pro Light" w:cs="Arial Unicode MS"/>
                <w:sz w:val="18"/>
                <w:szCs w:val="18"/>
              </w:rPr>
              <w:t>da informação visual</w:t>
            </w:r>
          </w:p>
          <w:p w14:paraId="603C13D2" w14:textId="57B5FF13" w:rsidR="00364834" w:rsidRPr="0038426E" w:rsidRDefault="00364834" w:rsidP="00AA515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B0D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Corrigir a cor e a imagem </w:t>
            </w:r>
          </w:p>
          <w:p w14:paraId="25389A27" w14:textId="3A2E0300" w:rsidR="00364834" w:rsidRPr="00DE0F96" w:rsidRDefault="00364834" w:rsidP="00DE0F9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92175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 w:rsidR="001B0D2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1B0D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xportar as sequências de vídeo</w:t>
            </w:r>
          </w:p>
        </w:tc>
      </w:tr>
      <w:tr w:rsidR="00364834" w:rsidRPr="00136AD8" w14:paraId="71D05DD5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C97310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4FFB1D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615A42" w14:textId="77777777" w:rsidR="00364834" w:rsidRPr="001B353A" w:rsidRDefault="00364834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64834" w:rsidRPr="00136AD8" w14:paraId="6023659E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C95A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captação de vídeo.</w:t>
            </w:r>
          </w:p>
          <w:p w14:paraId="34F55F5D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pelo menos um software de edição de vídeo popular.</w:t>
            </w:r>
          </w:p>
          <w:p w14:paraId="445841C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08DF9A8E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Anatomia e fisiologia do olho humano e a câmara</w:t>
            </w:r>
          </w:p>
          <w:p w14:paraId="0538DC5B" w14:textId="77777777" w:rsidR="00364834" w:rsidRPr="0037664B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CCD - o olho da câmara</w:t>
            </w:r>
          </w:p>
          <w:p w14:paraId="716A4D5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vídeo (MP4, MOV, AVI).</w:t>
            </w:r>
          </w:p>
          <w:p w14:paraId="162540D2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Sinal de vídeo</w:t>
            </w:r>
          </w:p>
          <w:p w14:paraId="2E347FD9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Sinal analógico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sinal digital - características</w:t>
            </w:r>
          </w:p>
          <w:p w14:paraId="2F196D38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Linhas, campos e quadros</w:t>
            </w:r>
          </w:p>
          <w:p w14:paraId="7D7FB875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Pixels e seus aspetos</w:t>
            </w:r>
          </w:p>
          <w:p w14:paraId="27D46CC5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Medidores eletrónicos do sinal de vídeo e os seus ajustes</w:t>
            </w:r>
          </w:p>
          <w:p w14:paraId="1B5D9C9B" w14:textId="77777777" w:rsidR="00364834" w:rsidRPr="007455E0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Progressive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scan</w:t>
            </w:r>
          </w:p>
          <w:p w14:paraId="714DB462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filme ao vídeo</w:t>
            </w:r>
          </w:p>
          <w:p w14:paraId="4D0DF7C8" w14:textId="77777777" w:rsidR="00364834" w:rsidRPr="007455E0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de câmara</w:t>
            </w:r>
          </w:p>
          <w:p w14:paraId="2BE787F4" w14:textId="77777777" w:rsidR="00364834" w:rsidRPr="007455E0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Tripé, Grua</w:t>
            </w:r>
          </w:p>
          <w:p w14:paraId="6C575C60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Pedestal</w:t>
            </w:r>
          </w:p>
          <w:p w14:paraId="6E7FCCAD" w14:textId="77777777" w:rsidR="00364834" w:rsidRPr="007455E0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Dolly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Steadycam</w:t>
            </w:r>
            <w:proofErr w:type="spellEnd"/>
          </w:p>
          <w:p w14:paraId="37DC0827" w14:textId="77777777" w:rsidR="00364834" w:rsidRPr="007455E0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Camcorder</w:t>
            </w:r>
            <w:proofErr w:type="spellEnd"/>
          </w:p>
          <w:p w14:paraId="0F318B06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partes constituintes</w:t>
            </w:r>
          </w:p>
          <w:p w14:paraId="7AAF2A43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Controles básicos da câmara</w:t>
            </w:r>
          </w:p>
          <w:p w14:paraId="2CF53850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das baterias</w:t>
            </w:r>
          </w:p>
          <w:p w14:paraId="567E2529" w14:textId="77777777" w:rsidR="00364834" w:rsidRPr="00427855" w:rsidRDefault="00364834" w:rsidP="00440C5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 de transporte de equipamento</w:t>
            </w:r>
          </w:p>
          <w:p w14:paraId="40647667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Montagem e desmontagem de uma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camcorder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profissional sobre um tripé</w:t>
            </w:r>
          </w:p>
          <w:p w14:paraId="691F2575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ECE3C0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Visuais.</w:t>
            </w:r>
          </w:p>
          <w:p w14:paraId="1CEA2C5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15BD9899" w14:textId="202B1567" w:rsidR="00364834" w:rsidRPr="007035B1" w:rsidRDefault="00364834" w:rsidP="007035B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3E93F" w14:textId="672A047C" w:rsidR="00364834" w:rsidRDefault="00E571A8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Utilizar hardware de aquisição de vídeo</w:t>
            </w:r>
          </w:p>
          <w:p w14:paraId="1A0C433E" w14:textId="77777777" w:rsidR="00AA5154" w:rsidRDefault="00AA515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especificidades técnicas de um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0D5F38F" w14:textId="51092740" w:rsidR="00AA5154" w:rsidRDefault="00AA515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um software de edição</w:t>
            </w:r>
          </w:p>
          <w:p w14:paraId="3667CA30" w14:textId="1ABA86E6" w:rsidR="00364834" w:rsidRPr="00517AA8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linha do tempo.</w:t>
            </w:r>
          </w:p>
          <w:p w14:paraId="46C46509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transições e efeitos para melhorar a narrativa visual</w:t>
            </w:r>
          </w:p>
          <w:p w14:paraId="7764DCB0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737344A5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estilo visual consistente ao vídeo</w:t>
            </w:r>
          </w:p>
          <w:p w14:paraId="281D5FC2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  <w:p w14:paraId="09EF6C06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0FCDCA" w14:textId="77777777" w:rsidR="00364834" w:rsidRPr="00057283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68D49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176E743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992C298" w14:textId="77777777" w:rsidR="00364834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E3FFF1C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82AB05C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8BC956F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5BD9F44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693A24F" w14:textId="77777777" w:rsidR="00364834" w:rsidRPr="00A128FE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8C689C9" w14:textId="77777777" w:rsidR="00364834" w:rsidRPr="00AB5AF8" w:rsidRDefault="00364834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3A0E318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351251" w14:textId="77777777" w:rsidR="00364834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0C9E57" w14:textId="77777777" w:rsidR="00364834" w:rsidRPr="00057283" w:rsidRDefault="0036483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8FE3B76" w14:textId="77777777" w:rsidR="00364834" w:rsidRDefault="00364834" w:rsidP="0036483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3BE845" w14:textId="77777777" w:rsidR="00364834" w:rsidRDefault="00364834" w:rsidP="003648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14A8712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2C7583" w14:textId="34E2D56A" w:rsidR="00364834" w:rsidRPr="00F20E6F" w:rsidRDefault="007035B1" w:rsidP="0036483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035B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sequências de vídeo a partir de guião</w:t>
      </w:r>
      <w:r w:rsidR="0036483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BA4F05D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visual coesa e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1A619F6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Eliminando os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para manter 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linha do tempo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C3E991B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Sincronizando áudio e vídeo.</w:t>
      </w:r>
    </w:p>
    <w:p w14:paraId="68847720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correção de cor.</w:t>
      </w:r>
    </w:p>
    <w:p w14:paraId="3CDAF585" w14:textId="77777777" w:rsidR="00364834" w:rsidRPr="0064164C" w:rsidRDefault="00364834" w:rsidP="003648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sequência de vídeo ao suporte desejado.</w:t>
      </w:r>
    </w:p>
    <w:p w14:paraId="3709C290" w14:textId="77777777" w:rsidR="00364834" w:rsidRPr="00136AD8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79E096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A99EE7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841D78A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30F697E2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Freelance e Trabalho Aut</w:t>
      </w:r>
      <w:r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nomo</w:t>
      </w:r>
    </w:p>
    <w:p w14:paraId="7F2D8F44" w14:textId="77777777" w:rsidR="00364834" w:rsidRPr="00984B30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DE1F90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6D9488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3E7E83E" w14:textId="77777777" w:rsidR="00364834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62C56D43" w14:textId="77777777" w:rsidR="00364834" w:rsidRPr="005E2D82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AFD7BE8" w14:textId="77777777" w:rsidR="00364834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79874194" w14:textId="77777777" w:rsidR="00364834" w:rsidRPr="00501DC8" w:rsidRDefault="00364834" w:rsidP="003648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EBC3D9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C54A0C" w14:textId="77777777" w:rsidR="00364834" w:rsidRPr="00F87025" w:rsidRDefault="00364834" w:rsidP="003648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B6B5FA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702F54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7"/>
    <w:p w14:paraId="78D49EED" w14:textId="77777777" w:rsidR="00364834" w:rsidRPr="00051C79" w:rsidRDefault="00364834" w:rsidP="0036483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F1C08D" w14:textId="0FCCD829" w:rsidR="00364834" w:rsidRDefault="00364834" w:rsidP="00364834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3B3593" w14:paraId="1B65D349" w14:textId="77777777" w:rsidTr="00440C58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ADAC0F6" w14:textId="2D923A4C" w:rsidR="003B3593" w:rsidRDefault="003B3593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</w:t>
            </w:r>
            <w:r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7757EA"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52945C2" w14:textId="77777777" w:rsidR="003B3593" w:rsidRDefault="003B3593" w:rsidP="00440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Desenvolver algoritmos</w:t>
            </w:r>
            <w:r w:rsidRPr="005C3A76">
              <w:rPr>
                <w:rFonts w:ascii="Verdana Pro Light" w:eastAsia="Verdana Pro Light" w:hAnsi="Verdana Pro Light" w:cs="Verdana Pro Light"/>
                <w:b/>
                <w:color w:val="ED7D31" w:themeColor="accent2"/>
                <w:sz w:val="18"/>
                <w:szCs w:val="18"/>
              </w:rPr>
              <w:t xml:space="preserve"> </w:t>
            </w:r>
          </w:p>
        </w:tc>
      </w:tr>
    </w:tbl>
    <w:p w14:paraId="2C6746A7" w14:textId="77777777" w:rsidR="003B3593" w:rsidRDefault="003B3593" w:rsidP="003B3593">
      <w:pPr>
        <w:widowControl w:val="0"/>
        <w:spacing w:after="0" w:line="240" w:lineRule="auto"/>
        <w:rPr>
          <w:rFonts w:ascii="Verdana Pro Light" w:eastAsia="Verdana Pro Light" w:hAnsi="Verdana Pro Light" w:cs="Verdana Pro Light"/>
        </w:rPr>
      </w:pPr>
    </w:p>
    <w:p w14:paraId="110E31D0" w14:textId="77777777" w:rsidR="003B3593" w:rsidRDefault="003B3593" w:rsidP="003B3593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6899B46E" w14:textId="77777777" w:rsidR="003B3593" w:rsidRDefault="003B3593" w:rsidP="003B3593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25h</w:t>
      </w:r>
    </w:p>
    <w:p w14:paraId="6BABBED1" w14:textId="77777777" w:rsidR="003B3593" w:rsidRDefault="003B3593" w:rsidP="003B3593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3B3593" w14:paraId="25367E95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6C4567B" w14:textId="77777777" w:rsidR="003B3593" w:rsidRDefault="003B3593" w:rsidP="00440C5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B3593" w14:paraId="565D330D" w14:textId="77777777" w:rsidTr="00440C58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6A2E210" w14:textId="77777777" w:rsidR="003B3593" w:rsidRDefault="003B3593" w:rsidP="00440C58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Planear as etapas de criação de um algoritmo. </w:t>
            </w:r>
          </w:p>
          <w:p w14:paraId="21C741AD" w14:textId="77777777" w:rsidR="003B3593" w:rsidRDefault="003B3593" w:rsidP="00440C58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Criar algoritmos para resolver problemas de programação.</w:t>
            </w:r>
          </w:p>
          <w:p w14:paraId="742F56B9" w14:textId="77777777" w:rsidR="003B3593" w:rsidRDefault="003B3593" w:rsidP="00440C58">
            <w:pPr>
              <w:spacing w:before="120"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 Estruturar algoritmos em pseudocódigo.</w:t>
            </w:r>
          </w:p>
          <w:p w14:paraId="571EDEFB" w14:textId="77777777" w:rsidR="003B3593" w:rsidRPr="0048237D" w:rsidRDefault="003B3593" w:rsidP="00440C58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 Desenhar algoritmos em fluxograma.</w:t>
            </w:r>
          </w:p>
        </w:tc>
      </w:tr>
      <w:tr w:rsidR="003B3593" w14:paraId="697DC114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07C5AD4" w14:textId="77777777" w:rsidR="003B3593" w:rsidRDefault="003B3593" w:rsidP="00440C5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DB56070" w14:textId="77777777" w:rsidR="003B3593" w:rsidRDefault="003B3593" w:rsidP="00440C5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2419855" w14:textId="77777777" w:rsidR="003B3593" w:rsidRDefault="003B3593" w:rsidP="00440C5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3B3593" w14:paraId="07E728AB" w14:textId="77777777" w:rsidTr="00440C58">
        <w:trPr>
          <w:trHeight w:val="551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65120E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do pensamento computacional.</w:t>
            </w:r>
          </w:p>
          <w:p w14:paraId="78726B3D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Construção de um algoritmo.</w:t>
            </w:r>
          </w:p>
          <w:p w14:paraId="5889004A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Noções de ação e estado da ação.</w:t>
            </w:r>
          </w:p>
          <w:p w14:paraId="1ADCFDE9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 e a sua sintaxe.</w:t>
            </w:r>
          </w:p>
          <w:p w14:paraId="2B05A41E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Verbos.</w:t>
            </w:r>
          </w:p>
          <w:p w14:paraId="1275EFE3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Sintaxe.</w:t>
            </w:r>
          </w:p>
          <w:p w14:paraId="51809AE6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 das frases.</w:t>
            </w:r>
          </w:p>
          <w:p w14:paraId="4DC355AD" w14:textId="77777777" w:rsidR="003B3593" w:rsidRPr="00862B12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dados em algoritmia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59BAABCE" w14:textId="77777777" w:rsidR="003B3593" w:rsidRDefault="003B3593" w:rsidP="00440C58">
            <w:pPr>
              <w:numPr>
                <w:ilvl w:val="1"/>
                <w:numId w:val="11"/>
              </w:numP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Constantes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695DF57F" w14:textId="77777777" w:rsidR="003B3593" w:rsidRDefault="003B3593" w:rsidP="00440C58">
            <w:pPr>
              <w:numPr>
                <w:ilvl w:val="1"/>
                <w:numId w:val="11"/>
              </w:numP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549FE60C" w14:textId="77777777" w:rsidR="003B3593" w:rsidRPr="00862B12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Descrição da entrada e saída de dados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15493D31" w14:textId="77777777" w:rsidR="003B3593" w:rsidRPr="00862B12" w:rsidRDefault="003B3593" w:rsidP="00440C58">
            <w:pPr>
              <w:numPr>
                <w:ilvl w:val="1"/>
                <w:numId w:val="11"/>
              </w:numP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 de linguagem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5BD4AAE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Estruturas lógicas básicas e o seu controlo </w:t>
            </w:r>
            <w:r w:rsidRPr="00862B1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 algoritmia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9E6D2CC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 sequencial, alternativa e repetitiva.</w:t>
            </w:r>
          </w:p>
          <w:p w14:paraId="6731B0ED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Condições e regras de inicialização e alteração.</w:t>
            </w:r>
          </w:p>
          <w:p w14:paraId="785D659C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733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Estruturas diagramáticas como representação algorítmica.</w:t>
            </w:r>
          </w:p>
          <w:p w14:paraId="321018FE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 de construção de algoritmos.</w:t>
            </w:r>
          </w:p>
          <w:p w14:paraId="2E9BA3EA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Contadores.</w:t>
            </w:r>
          </w:p>
          <w:p w14:paraId="23EC011B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Totalizadores.</w:t>
            </w:r>
          </w:p>
          <w:p w14:paraId="2FF32C05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Expressões aritméticas.</w:t>
            </w:r>
          </w:p>
          <w:p w14:paraId="1EEC9309" w14:textId="77777777" w:rsidR="003B3593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 predefinidas.</w:t>
            </w:r>
          </w:p>
          <w:p w14:paraId="74D1843A" w14:textId="77777777" w:rsidR="003B3593" w:rsidRPr="00862B12" w:rsidRDefault="003B3593" w:rsidP="00440C58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32" w:hanging="28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Validação de dados.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CA9B9C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manuais, guiões e tutoriais técnicos.</w:t>
            </w:r>
          </w:p>
          <w:p w14:paraId="0BC070F0" w14:textId="77777777" w:rsidR="003B3593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os princípios do pensamento computacional.</w:t>
            </w:r>
          </w:p>
          <w:p w14:paraId="70B962AE" w14:textId="77777777" w:rsidR="003B3593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orientações metodológicas para planear as etapas de criação de um algoritmo.</w:t>
            </w:r>
          </w:p>
          <w:p w14:paraId="130B8F98" w14:textId="77777777" w:rsidR="003B3593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Utilizar orientações para decompor um problema em </w:t>
            </w:r>
            <w:proofErr w:type="spellStart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subproblemas</w:t>
            </w:r>
            <w:proofErr w:type="spellEnd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ou etapas menores.</w:t>
            </w:r>
          </w:p>
          <w:p w14:paraId="3D9080BA" w14:textId="77777777" w:rsidR="003B3593" w:rsidRDefault="003B3593" w:rsidP="00440C58">
            <w:pPr>
              <w:numPr>
                <w:ilvl w:val="0"/>
                <w:numId w:val="11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técnicas para testar e depurar um algoritmo.</w:t>
            </w:r>
          </w:p>
          <w:p w14:paraId="6BA7367C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Usar as funcionalidades de aplicações para desenhar e testar algoritmos.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E227DD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672003A7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52390A9D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715906EB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critico.</w:t>
            </w:r>
          </w:p>
          <w:p w14:paraId="7F6B560F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53D184D8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27E23500" w14:textId="77777777" w:rsidR="003B3593" w:rsidRDefault="003B3593" w:rsidP="00440C5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2C18155F" w14:textId="77777777" w:rsidR="003B3593" w:rsidRDefault="003B3593" w:rsidP="00440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2F8A538" w14:textId="77777777" w:rsidR="003B3593" w:rsidRDefault="003B3593" w:rsidP="00440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4A0FDAFF" w14:textId="77777777" w:rsidR="003B3593" w:rsidRDefault="003B3593" w:rsidP="003B3593">
      <w:pPr>
        <w:rPr>
          <w:rFonts w:ascii="Verdana Pro Light" w:eastAsia="Verdana Pro Light" w:hAnsi="Verdana Pro Light" w:cs="Verdana Pro Light"/>
          <w:smallCaps/>
        </w:rPr>
      </w:pPr>
    </w:p>
    <w:p w14:paraId="5D514F49" w14:textId="77777777" w:rsidR="003B3593" w:rsidRDefault="003B3593" w:rsidP="003B3593">
      <w:pPr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smallCaps/>
        </w:rPr>
        <w:br w:type="page"/>
      </w:r>
    </w:p>
    <w:p w14:paraId="135B9DE1" w14:textId="77777777" w:rsidR="003B3593" w:rsidRDefault="003B3593" w:rsidP="003B3593">
      <w:pPr>
        <w:rPr>
          <w:rFonts w:ascii="Verdana Pro Light" w:eastAsia="Verdana Pro Light" w:hAnsi="Verdana Pro Light" w:cs="Verdana Pro Light"/>
          <w:smallCaps/>
        </w:rPr>
      </w:pPr>
    </w:p>
    <w:p w14:paraId="3CC48BF8" w14:textId="77777777" w:rsidR="003B3593" w:rsidRDefault="003B3593" w:rsidP="003B359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5B3A6AA8" w14:textId="77777777" w:rsidR="003B3593" w:rsidRDefault="003B3593" w:rsidP="003B3593">
      <w:pPr>
        <w:spacing w:after="120" w:line="240" w:lineRule="auto"/>
        <w:rPr>
          <w:rFonts w:ascii="Verdana Pro Light" w:eastAsia="Verdana Pro Light" w:hAnsi="Verdana Pro Light" w:cs="Verdana Pro Light"/>
          <w:i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>Desenvolver algoritmos:</w:t>
      </w:r>
    </w:p>
    <w:p w14:paraId="6B1A8665" w14:textId="77777777" w:rsidR="003B3593" w:rsidRDefault="003B3593" w:rsidP="003B359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bookmarkStart w:id="18" w:name="_Hlk157639301"/>
      <w:r>
        <w:rPr>
          <w:rFonts w:ascii="Verdana Pro Light" w:eastAsia="Verdana Pro Light" w:hAnsi="Verdana Pro Light" w:cs="Verdana Pro Light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>Cumprindo as diferentes etapas para planear a construção de algoritmos.</w:t>
      </w:r>
    </w:p>
    <w:p w14:paraId="73A2C8F3" w14:textId="77777777" w:rsidR="003B3593" w:rsidRDefault="003B3593" w:rsidP="003B359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 xml:space="preserve">Seguindo as técnicas de construção de algoritmos. </w:t>
      </w:r>
    </w:p>
    <w:p w14:paraId="470400A6" w14:textId="77777777" w:rsidR="003B3593" w:rsidRDefault="003B3593" w:rsidP="003B359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CD3.  </w:t>
      </w:r>
      <w:r w:rsidRPr="004A1F41">
        <w:rPr>
          <w:rFonts w:ascii="Verdana Pro Light" w:eastAsia="Verdana Pro Light" w:hAnsi="Verdana Pro Light" w:cs="Verdana Pro Light"/>
          <w:sz w:val="18"/>
          <w:szCs w:val="18"/>
        </w:rPr>
        <w:t>Utiliza</w:t>
      </w:r>
      <w:r>
        <w:rPr>
          <w:rFonts w:ascii="Verdana Pro Light" w:eastAsia="Verdana Pro Light" w:hAnsi="Verdana Pro Light" w:cs="Verdana Pro Light"/>
          <w:sz w:val="18"/>
          <w:szCs w:val="18"/>
        </w:rPr>
        <w:t>ndo</w:t>
      </w:r>
      <w:r w:rsidRPr="004A1F41">
        <w:rPr>
          <w:rFonts w:ascii="Verdana Pro Light" w:eastAsia="Verdana Pro Light" w:hAnsi="Verdana Pro Light" w:cs="Verdana Pro Light"/>
          <w:sz w:val="18"/>
          <w:szCs w:val="18"/>
        </w:rPr>
        <w:t xml:space="preserve"> estruturas de controlo</w:t>
      </w:r>
      <w:r>
        <w:rPr>
          <w:rFonts w:ascii="Verdana Pro Light" w:eastAsia="Verdana Pro Light" w:hAnsi="Verdana Pro Light" w:cs="Verdana Pro Light"/>
          <w:sz w:val="18"/>
          <w:szCs w:val="18"/>
        </w:rPr>
        <w:t>.</w:t>
      </w:r>
      <w:r>
        <w:rPr>
          <w:rFonts w:ascii="Roboto" w:hAnsi="Roboto"/>
          <w:color w:val="435068"/>
          <w:sz w:val="21"/>
          <w:szCs w:val="21"/>
          <w:shd w:val="clear" w:color="auto" w:fill="FFFFFF"/>
        </w:rPr>
        <w:t> 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</w:r>
    </w:p>
    <w:p w14:paraId="7F99A935" w14:textId="77777777" w:rsidR="003B3593" w:rsidRDefault="003B3593" w:rsidP="003B359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>
        <w:rPr>
          <w:rFonts w:ascii="Verdana Pro Light" w:eastAsia="Verdana Pro Light" w:hAnsi="Verdana Pro Light" w:cs="Verdana Pro Light"/>
          <w:sz w:val="18"/>
          <w:szCs w:val="18"/>
        </w:rPr>
        <w:t>Utilizando aplicações de representação diagramática de algoritmos.</w:t>
      </w:r>
    </w:p>
    <w:bookmarkEnd w:id="18"/>
    <w:p w14:paraId="44FD4C57" w14:textId="77777777" w:rsidR="003B3593" w:rsidRDefault="003B3593" w:rsidP="003B359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2CBAF880" w14:textId="77777777" w:rsidR="003B3593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 contexto profissional, em empresas do setor da informática.</w:t>
      </w:r>
    </w:p>
    <w:p w14:paraId="1BDC0884" w14:textId="77777777" w:rsidR="003B3593" w:rsidRDefault="003B3593" w:rsidP="003B359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33F6467" w14:textId="77777777" w:rsidR="003B3593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11FBA2F4" w14:textId="77777777" w:rsidR="003B3593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eletrónicos com acesso à Internet.</w:t>
      </w:r>
    </w:p>
    <w:p w14:paraId="7DA734D1" w14:textId="77777777" w:rsidR="003B3593" w:rsidRPr="004A1F41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Editor de texto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12A22F63" w14:textId="77777777" w:rsidR="003B3593" w:rsidRPr="004A1F41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Ambientes integrados de desenvolvimento (IDE)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7300AD5F" w14:textId="77777777" w:rsidR="003B3593" w:rsidRPr="004A1F41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Compiladores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7C080F7E" w14:textId="77777777" w:rsidR="003B3593" w:rsidRDefault="003B3593" w:rsidP="003B359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1F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de desenho de algoritmos.</w:t>
      </w:r>
    </w:p>
    <w:p w14:paraId="5C4749E3" w14:textId="77777777" w:rsidR="003B3593" w:rsidRDefault="003B3593" w:rsidP="003B3593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35EA5FB5" w14:textId="77777777" w:rsidR="003B3593" w:rsidRDefault="003B3593" w:rsidP="003B3593">
      <w:pPr>
        <w:rPr>
          <w:rFonts w:ascii="Verdana Pro Light" w:eastAsia="Verdana Pro Light" w:hAnsi="Verdana Pro Light" w:cs="Verdana Pro Light"/>
          <w:smallCaps/>
        </w:rPr>
      </w:pPr>
    </w:p>
    <w:p w14:paraId="7B667F36" w14:textId="44BFEE08" w:rsidR="003B3593" w:rsidRDefault="00D25F4C" w:rsidP="003B35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informática </w:t>
      </w:r>
      <w:r w:rsidR="003B3593">
        <w:rPr>
          <w:rFonts w:ascii="Verdana Pro Light" w:hAnsi="Verdana Pro Light"/>
          <w:smallCaps/>
        </w:rPr>
        <w:br w:type="page"/>
      </w:r>
    </w:p>
    <w:p w14:paraId="5C635085" w14:textId="77777777" w:rsidR="005C3A76" w:rsidRDefault="005C3A76" w:rsidP="003B359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3A76" w:rsidRPr="00136AD8" w14:paraId="0C8ED459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575A7B" w14:textId="51750557" w:rsidR="005C3A76" w:rsidRPr="00136AD8" w:rsidRDefault="005C3A76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="00D865F4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0000</w:t>
            </w:r>
            <w:r w:rsidR="00D865F4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</w:t>
            </w:r>
            <w:r w:rsidR="00D865F4"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001</w:t>
            </w:r>
            <w:r w:rsidR="0041745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36FCD8" w14:textId="77777777" w:rsidR="005C3A76" w:rsidRPr="009C256C" w:rsidRDefault="005C3A76" w:rsidP="00D865F4">
            <w:pPr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D865F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Conceber o design para páginas web</w:t>
            </w:r>
          </w:p>
        </w:tc>
      </w:tr>
      <w:tr w:rsidR="005C3A76" w:rsidRPr="00136AD8" w14:paraId="613CD489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E7500B2" w14:textId="77777777" w:rsidR="005C3A76" w:rsidRPr="00136AD8" w:rsidRDefault="005C3A76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9A88681" w14:textId="77777777" w:rsidR="005C3A76" w:rsidRPr="00136AD8" w:rsidRDefault="005C3A76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4A0FD2">
              <w:rPr>
                <w:rFonts w:ascii="Verdana Pro Light" w:hAnsi="Verdana Pro Light" w:cs="Times New Roman"/>
                <w:sz w:val="18"/>
                <w:szCs w:val="18"/>
              </w:rPr>
              <w:t>Páginas web</w:t>
            </w:r>
          </w:p>
        </w:tc>
      </w:tr>
    </w:tbl>
    <w:p w14:paraId="75B26528" w14:textId="77777777" w:rsidR="005C3A76" w:rsidRPr="00136AD8" w:rsidRDefault="005C3A76" w:rsidP="005C3A76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7DFA41E" w14:textId="77777777" w:rsidR="005C3A76" w:rsidRPr="003200F2" w:rsidRDefault="005C3A76" w:rsidP="005C3A76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39A80504" w14:textId="77777777" w:rsidR="005C3A76" w:rsidRPr="00136AD8" w:rsidRDefault="005C3A76" w:rsidP="005C3A7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3A76" w:rsidRPr="00136AD8" w14:paraId="7795FAD7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D5366D" w14:textId="77777777" w:rsidR="005C3A76" w:rsidRPr="001B353A" w:rsidRDefault="005C3A76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3A76" w:rsidRPr="00136AD8" w14:paraId="21C8BF43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C50510" w14:textId="77777777" w:rsidR="005C3A76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hAnsi="Verdana Pro Light" w:cs="Arial Unicode MS"/>
                <w:sz w:val="18"/>
                <w:szCs w:val="18"/>
              </w:rPr>
              <w:t>do design e da tecnologia</w:t>
            </w:r>
          </w:p>
          <w:p w14:paraId="5460137F" w14:textId="77777777" w:rsidR="005C3A76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R2. Elaborar o </w:t>
            </w:r>
            <w:proofErr w:type="spellStart"/>
            <w:r w:rsidRPr="00E420E7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, fazer a prototipagem interativa </w:t>
            </w:r>
          </w:p>
          <w:p w14:paraId="04D8E36E" w14:textId="77777777" w:rsidR="005C3A76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R3. T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estar a usabilidade, a acessibilidade e o design responsivo</w:t>
            </w:r>
          </w:p>
          <w:p w14:paraId="0F99A2D8" w14:textId="77777777" w:rsidR="005C3A76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R4. Criar a linha gráfica </w:t>
            </w:r>
          </w:p>
          <w:p w14:paraId="1408EE92" w14:textId="77777777" w:rsidR="005C3A76" w:rsidRPr="00F10769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R5.</w:t>
            </w:r>
            <w:r w:rsidRPr="00AD7EAD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Elaborar os elementos gráficos (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</w:rPr>
              <w:t>icons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>, símbolos, botões)</w:t>
            </w:r>
          </w:p>
          <w:p w14:paraId="35B5100F" w14:textId="77777777" w:rsidR="005C3A76" w:rsidRDefault="005C3A76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R6. Preparar os conteúdos (textos. imagens, vídeos, animações, sons) </w:t>
            </w:r>
          </w:p>
          <w:p w14:paraId="7693DE6C" w14:textId="0C598F2D" w:rsidR="005C3A76" w:rsidRPr="00436513" w:rsidRDefault="005C3A76" w:rsidP="00436513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R7. Executar prototipagem final com conteúdos e elementos gráficos, </w:t>
            </w:r>
            <w:r w:rsidRPr="00514E4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exportar e publicar</w:t>
            </w:r>
          </w:p>
        </w:tc>
      </w:tr>
      <w:tr w:rsidR="005C3A76" w:rsidRPr="00136AD8" w14:paraId="427DEA1E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5E21B7" w14:textId="77777777" w:rsidR="005C3A76" w:rsidRPr="001B353A" w:rsidRDefault="005C3A76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40420D" w14:textId="77777777" w:rsidR="005C3A76" w:rsidRPr="001B353A" w:rsidRDefault="005C3A76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F3294A9" w14:textId="77777777" w:rsidR="005C3A76" w:rsidRPr="001B353A" w:rsidRDefault="005C3A76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C3A76" w:rsidRPr="00136AD8" w14:paraId="6371329A" w14:textId="77777777" w:rsidTr="00A7697D">
        <w:trPr>
          <w:trHeight w:val="183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B48C0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4172F55F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723C0EA8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Sites – características e funcionalidades</w:t>
            </w:r>
          </w:p>
          <w:p w14:paraId="050B385F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 de uma página web</w:t>
            </w:r>
          </w:p>
          <w:p w14:paraId="1A7E5960" w14:textId="77777777" w:rsidR="005C3A76" w:rsidRPr="00BF01E0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Tipografia e a cor na web</w:t>
            </w:r>
          </w:p>
          <w:p w14:paraId="7C376893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74B3D226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Design UX/UI</w:t>
            </w:r>
          </w:p>
          <w:p w14:paraId="3191FAA9" w14:textId="77777777" w:rsidR="005C3A76" w:rsidRPr="00F12730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Fontes de pesquisa sobre o mercado e o público-alvo </w:t>
            </w:r>
          </w:p>
          <w:p w14:paraId="4849ECCD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570E5248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5B777DE1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Ética em design</w:t>
            </w:r>
            <w:r>
              <w:br/>
            </w:r>
          </w:p>
          <w:p w14:paraId="122505E5" w14:textId="77777777" w:rsidR="005C3A76" w:rsidRPr="00BF01E0" w:rsidRDefault="005C3A76" w:rsidP="005C3A76">
            <w:pPr>
              <w:pStyle w:val="PargrafodaLista"/>
              <w:numPr>
                <w:ilvl w:val="0"/>
                <w:numId w:val="4"/>
              </w:numPr>
              <w:ind w:left="177" w:hanging="19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  <w:p w14:paraId="315FDDE9" w14:textId="77777777" w:rsidR="005C3A76" w:rsidRPr="001B353A" w:rsidRDefault="005C3A76" w:rsidP="00A7697D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90F1B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Identificar referências e tendências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36B5763F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 desenvolvimento da web</w:t>
            </w:r>
          </w:p>
          <w:p w14:paraId="6A86170A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 necessidade de um layout intuitivo e ajustável a diferentes condições de visualização</w:t>
            </w:r>
          </w:p>
          <w:p w14:paraId="352ED7C4" w14:textId="77777777" w:rsidR="005C3A76" w:rsidRPr="00E420E7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as características da cor e da tipografia para ambientes digitais</w:t>
            </w:r>
          </w:p>
          <w:p w14:paraId="61183AB7" w14:textId="77777777" w:rsidR="005C3A76" w:rsidRPr="00F12730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principais programas e plataformas informáticas para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prototipar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sites</w:t>
            </w:r>
          </w:p>
          <w:p w14:paraId="79916760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etapas do processo de trabalho do designer UX/UI</w:t>
            </w:r>
          </w:p>
          <w:p w14:paraId="5A37D977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métodos de pesquisa para recolher dados sobre as necessidades, comportamentos e preferências dos utilizadores</w:t>
            </w:r>
          </w:p>
          <w:p w14:paraId="2B9E935B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7D87DDD3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  <w:p w14:paraId="6055EAB3" w14:textId="77777777" w:rsidR="005C3A76" w:rsidRPr="00057283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 importância do design responsivo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9C964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74FDE8B" w14:textId="77777777" w:rsidR="005C3A76" w:rsidRDefault="005C3A76" w:rsidP="005C3A7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E192C7A" w14:textId="77777777" w:rsidR="005C3A76" w:rsidRPr="003E2194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46CBFDB7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AD13491" w14:textId="77777777" w:rsidR="005C3A76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66DA6568" w14:textId="77777777" w:rsidR="005C3A76" w:rsidRPr="00057283" w:rsidRDefault="005C3A76" w:rsidP="005C3A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8AF2666" w14:textId="77777777" w:rsidR="005C3A76" w:rsidRDefault="005C3A76" w:rsidP="005C3A76">
      <w:pPr>
        <w:spacing w:after="0" w:line="276" w:lineRule="auto"/>
        <w:rPr>
          <w:rFonts w:ascii="Verdana Pro Light" w:hAnsi="Verdana Pro Light"/>
          <w:smallCaps/>
        </w:rPr>
      </w:pPr>
    </w:p>
    <w:p w14:paraId="4260D279" w14:textId="77777777" w:rsidR="005C3A76" w:rsidRDefault="005C3A76" w:rsidP="005C3A76">
      <w:pPr>
        <w:rPr>
          <w:rFonts w:ascii="Verdana Pro Light" w:hAnsi="Verdana Pro Light"/>
          <w:smallCaps/>
        </w:rPr>
      </w:pPr>
    </w:p>
    <w:p w14:paraId="1777475F" w14:textId="77777777" w:rsidR="005C3A76" w:rsidRPr="00F87025" w:rsidRDefault="005C3A76" w:rsidP="005C3A76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55F9D210" w14:textId="6380AF42" w:rsidR="005C3A76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E25E7">
        <w:rPr>
          <w:rFonts w:ascii="Verdana Pro Light" w:hAnsi="Verdana Pro Light" w:cs="Times New Roman"/>
          <w:b/>
          <w:sz w:val="18"/>
          <w:szCs w:val="18"/>
        </w:rPr>
        <w:t xml:space="preserve">Conceber o design </w:t>
      </w:r>
      <w:r w:rsidR="00E96886">
        <w:rPr>
          <w:rFonts w:ascii="Verdana Pro Light" w:hAnsi="Verdana Pro Light" w:cs="Times New Roman"/>
          <w:b/>
          <w:sz w:val="18"/>
          <w:szCs w:val="18"/>
        </w:rPr>
        <w:t xml:space="preserve">para páginas </w:t>
      </w:r>
      <w:proofErr w:type="gramStart"/>
      <w:r w:rsidR="00E96886">
        <w:rPr>
          <w:rFonts w:ascii="Verdana Pro Light" w:hAnsi="Verdana Pro Light" w:cs="Times New Roman"/>
          <w:b/>
          <w:sz w:val="18"/>
          <w:szCs w:val="18"/>
        </w:rPr>
        <w:t xml:space="preserve">web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  <w:proofErr w:type="gramEnd"/>
    </w:p>
    <w:p w14:paraId="6BFCA5BF" w14:textId="77777777" w:rsidR="005C3A76" w:rsidRPr="0064164C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566F8CD7" w14:textId="77777777" w:rsidR="005C3A76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107B0912" w14:textId="77777777" w:rsidR="005C3A76" w:rsidRPr="0064164C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hAnsi="Verdana Pro Light" w:cs="Arial Unicode MS"/>
          <w:sz w:val="18"/>
          <w:szCs w:val="18"/>
          <w:lang w:eastAsia="pt-PT"/>
        </w:rPr>
        <w:t xml:space="preserve">programas </w:t>
      </w:r>
      <w:r>
        <w:rPr>
          <w:rFonts w:ascii="Verdana Pro Light" w:hAnsi="Verdana Pro Light" w:cs="Arial Unicode MS"/>
          <w:sz w:val="18"/>
          <w:szCs w:val="18"/>
          <w:lang w:eastAsia="pt-PT"/>
        </w:rPr>
        <w:t xml:space="preserve">e plataformas </w:t>
      </w:r>
      <w:r w:rsidRPr="008F49C9">
        <w:rPr>
          <w:rFonts w:ascii="Verdana Pro Light" w:hAnsi="Verdana Pro Light" w:cs="Arial Unicode MS"/>
          <w:sz w:val="18"/>
          <w:szCs w:val="18"/>
          <w:lang w:eastAsia="pt-PT"/>
        </w:rPr>
        <w:t xml:space="preserve">informáticos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adequadas à prototipagem de sites</w:t>
      </w:r>
    </w:p>
    <w:p w14:paraId="5B17BFC5" w14:textId="77777777" w:rsidR="005C3A76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 Fazendo testes de usabilidade, acessibilidade e responsividade do site, analisando e corrigindo erros</w:t>
      </w:r>
    </w:p>
    <w:p w14:paraId="3924C64D" w14:textId="77777777" w:rsidR="005C3A76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 Utilizando adequadamente a cor e a tipografia tendo em conta as características da visualização em dispositivos digitais</w:t>
      </w:r>
    </w:p>
    <w:p w14:paraId="52D85ABA" w14:textId="77777777" w:rsidR="005C3A76" w:rsidRDefault="005C3A76" w:rsidP="005C3A76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CD6. Adequando a linha gráfica e os conteúdos aos objetivos comunicacionais</w:t>
      </w:r>
    </w:p>
    <w:p w14:paraId="511D7AD8" w14:textId="77777777" w:rsidR="005C3A76" w:rsidRPr="00136AD8" w:rsidRDefault="005C3A76" w:rsidP="005C3A76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2FE922C" w14:textId="77777777" w:rsidR="005C3A76" w:rsidRPr="00F87025" w:rsidRDefault="005C3A76" w:rsidP="005C3A76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2B3A9CCB" w14:textId="77777777" w:rsidR="005C3A76" w:rsidRPr="00984B30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Departamentos criativos de empresas de comunicação diversificadas</w:t>
      </w:r>
    </w:p>
    <w:p w14:paraId="029DE680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EA06C4D" w14:textId="77777777" w:rsidR="005C3A76" w:rsidRPr="00741205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>
        <w:br/>
      </w:r>
    </w:p>
    <w:p w14:paraId="6B67C1D4" w14:textId="77777777" w:rsidR="005C3A76" w:rsidRPr="00F87025" w:rsidRDefault="005C3A76" w:rsidP="005C3A76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683DC87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Briefing</w:t>
      </w:r>
    </w:p>
    <w:p w14:paraId="0BAFD9EC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Mapas de </w:t>
      </w:r>
      <w:proofErr w:type="spellStart"/>
      <w:r w:rsidRPr="00550909">
        <w:rPr>
          <w:rFonts w:ascii="Verdana Pro Light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7447F305" w14:textId="77777777" w:rsidR="005C3A76" w:rsidRPr="00436CB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Dispositivos tecnológicos com acesso à internet.</w:t>
      </w:r>
    </w:p>
    <w:p w14:paraId="0743012E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e plataformas de prototipagem de sites</w:t>
      </w:r>
    </w:p>
    <w:p w14:paraId="3090E6A7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de edição de vetores e edição de imagem</w:t>
      </w:r>
    </w:p>
    <w:p w14:paraId="41ED5D33" w14:textId="77777777" w:rsidR="005C3A76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Bancos de imagem, sons e vídeos</w:t>
      </w:r>
    </w:p>
    <w:p w14:paraId="4A1D40C6" w14:textId="77777777" w:rsidR="005C3A76" w:rsidRPr="00741205" w:rsidRDefault="005C3A76" w:rsidP="005C3A76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Estudos de caso de </w:t>
      </w:r>
      <w:r w:rsidRPr="00550909">
        <w:rPr>
          <w:rFonts w:ascii="Verdana Pro Light" w:hAnsi="Verdana Pro Light" w:cs="Arial Unicode MS"/>
          <w:sz w:val="18"/>
          <w:szCs w:val="18"/>
          <w:lang w:eastAsia="pt-PT"/>
        </w:rPr>
        <w:t>design UX/UI</w:t>
      </w:r>
      <w:r>
        <w:br/>
      </w:r>
    </w:p>
    <w:p w14:paraId="5F4ABE33" w14:textId="77777777" w:rsidR="005C3A76" w:rsidRPr="00F10769" w:rsidRDefault="005C3A76" w:rsidP="005C3A76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516F954D" w14:textId="77777777" w:rsidR="005C3A76" w:rsidRDefault="005C3A76" w:rsidP="005C3A76">
      <w:pPr>
        <w:rPr>
          <w:rFonts w:ascii="Verdana Pro Light" w:hAnsi="Verdana Pro Light"/>
          <w:smallCaps/>
        </w:rPr>
      </w:pPr>
    </w:p>
    <w:p w14:paraId="40BF7E98" w14:textId="593DDBAC" w:rsidR="005C3A76" w:rsidRDefault="00D25F4C" w:rsidP="005C3A7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Design gráfico </w:t>
      </w:r>
    </w:p>
    <w:p w14:paraId="0D685BF9" w14:textId="77777777" w:rsidR="005C3A76" w:rsidRDefault="005C3A76" w:rsidP="005C3A76">
      <w:pPr>
        <w:rPr>
          <w:rFonts w:ascii="Verdana Pro Light" w:hAnsi="Verdana Pro Light"/>
          <w:smallCaps/>
        </w:rPr>
      </w:pPr>
    </w:p>
    <w:p w14:paraId="63361FDA" w14:textId="77777777" w:rsidR="005C3A76" w:rsidRDefault="005C3A76" w:rsidP="003B3593">
      <w:pPr>
        <w:rPr>
          <w:rFonts w:ascii="Verdana Pro Light" w:hAnsi="Verdana Pro Light"/>
          <w:smallCaps/>
        </w:rPr>
      </w:pPr>
    </w:p>
    <w:p w14:paraId="47116CED" w14:textId="77777777" w:rsidR="00D25F4C" w:rsidRDefault="00D25F4C" w:rsidP="003B3593">
      <w:pPr>
        <w:rPr>
          <w:rFonts w:ascii="Verdana Pro Light" w:hAnsi="Verdana Pro Light"/>
          <w:smallCaps/>
        </w:rPr>
      </w:pPr>
    </w:p>
    <w:p w14:paraId="72136791" w14:textId="77777777" w:rsidR="00A25B00" w:rsidRDefault="00A25B00" w:rsidP="003B3593">
      <w:pPr>
        <w:rPr>
          <w:rFonts w:ascii="Verdana Pro Light" w:hAnsi="Verdana Pro Light"/>
          <w:smallCaps/>
        </w:rPr>
      </w:pPr>
    </w:p>
    <w:p w14:paraId="5C5B72B9" w14:textId="77777777" w:rsidR="00A25B00" w:rsidRDefault="00A25B00" w:rsidP="003B3593">
      <w:pPr>
        <w:rPr>
          <w:rFonts w:ascii="Verdana Pro Light" w:hAnsi="Verdana Pro Light"/>
          <w:smallCaps/>
        </w:rPr>
      </w:pPr>
    </w:p>
    <w:p w14:paraId="17C1D6ED" w14:textId="77777777" w:rsidR="00A25B00" w:rsidRDefault="00A25B00" w:rsidP="003B3593">
      <w:pPr>
        <w:rPr>
          <w:rFonts w:ascii="Verdana Pro Light" w:hAnsi="Verdana Pro Light"/>
          <w:smallCaps/>
        </w:rPr>
      </w:pPr>
    </w:p>
    <w:p w14:paraId="10281844" w14:textId="77777777" w:rsidR="00A25B00" w:rsidRDefault="00A25B00" w:rsidP="003B3593">
      <w:pPr>
        <w:rPr>
          <w:rFonts w:ascii="Verdana Pro Light" w:hAnsi="Verdana Pro Light"/>
          <w:smallCaps/>
        </w:rPr>
      </w:pPr>
    </w:p>
    <w:p w14:paraId="0C385951" w14:textId="77777777" w:rsidR="00A25B00" w:rsidRDefault="00A25B00" w:rsidP="003B3593">
      <w:pPr>
        <w:rPr>
          <w:rFonts w:ascii="Verdana Pro Light" w:hAnsi="Verdana Pro Light"/>
          <w:smallCaps/>
        </w:rPr>
      </w:pPr>
    </w:p>
    <w:p w14:paraId="06C741EC" w14:textId="77777777" w:rsidR="009D3BA0" w:rsidRDefault="009D3BA0" w:rsidP="003B359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D3BA0" w:rsidRPr="00891300" w14:paraId="44C4A4FD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192C3F" w14:textId="0BD5EAA9" w:rsidR="009D3BA0" w:rsidRPr="00891300" w:rsidRDefault="009D3BA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B0CF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C355F0" w14:textId="77777777" w:rsidR="009D3BA0" w:rsidRPr="00891300" w:rsidRDefault="009D3BA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126F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Criar páginas para a web em hipertexto</w:t>
            </w:r>
          </w:p>
        </w:tc>
      </w:tr>
    </w:tbl>
    <w:p w14:paraId="46FA5EB8" w14:textId="77777777" w:rsidR="009D3BA0" w:rsidRPr="00891300" w:rsidRDefault="009D3BA0" w:rsidP="009D3BA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108666" w14:textId="77777777" w:rsidR="009D3BA0" w:rsidRDefault="009D3BA0" w:rsidP="009D3BA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B00AA75" w14:textId="77777777" w:rsidR="009D3BA0" w:rsidRPr="00891300" w:rsidRDefault="009D3BA0" w:rsidP="009D3BA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25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53981535" w14:textId="77777777" w:rsidR="009D3BA0" w:rsidRPr="00891300" w:rsidRDefault="009D3BA0" w:rsidP="009D3BA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D3BA0" w:rsidRPr="00891300" w14:paraId="1D36800E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726FC5" w14:textId="77777777" w:rsidR="009D3BA0" w:rsidRPr="00891300" w:rsidRDefault="009D3BA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D3BA0" w:rsidRPr="00891300" w14:paraId="70AE8C9B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DB685C" w14:textId="77777777" w:rsidR="009D3BA0" w:rsidRDefault="009D3BA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19" w:name="_Hlk155458098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parâmetros da estrutura da página </w:t>
            </w:r>
            <w:r w:rsidRPr="001216A4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web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523F7201" w14:textId="77777777" w:rsidR="009D3BA0" w:rsidRDefault="009D3BA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Inserir marcadores e configurar elementos na página </w:t>
            </w:r>
            <w:r w:rsidRPr="00265F5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web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.</w:t>
            </w:r>
          </w:p>
          <w:p w14:paraId="67056F5F" w14:textId="77777777" w:rsidR="009D3BA0" w:rsidRDefault="009D3BA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Criar </w:t>
            </w:r>
            <w:proofErr w:type="spellStart"/>
            <w:r w:rsidRPr="001F178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frames</w:t>
            </w:r>
            <w:proofErr w:type="spellEnd"/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.</w:t>
            </w:r>
          </w:p>
          <w:p w14:paraId="568E75A3" w14:textId="77777777" w:rsidR="009D3BA0" w:rsidRDefault="009D3BA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Criar um menu/separador para ligar as várias páginas </w:t>
            </w:r>
            <w:r w:rsidRPr="00265F5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web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243DE29" w14:textId="77777777" w:rsidR="009D3BA0" w:rsidRPr="00891300" w:rsidRDefault="009D3BA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Enviar ficheiros para o servidor por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ftp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bookmarkEnd w:id="19"/>
          </w:p>
        </w:tc>
      </w:tr>
      <w:tr w:rsidR="009D3BA0" w:rsidRPr="00891300" w14:paraId="22646B3D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54FB9C" w14:textId="77777777" w:rsidR="009D3BA0" w:rsidRPr="00891300" w:rsidRDefault="009D3BA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57FB1" w14:textId="77777777" w:rsidR="009D3BA0" w:rsidRPr="00891300" w:rsidRDefault="009D3BA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B40720E" w14:textId="77777777" w:rsidR="009D3BA0" w:rsidRPr="00891300" w:rsidRDefault="009D3BA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D3BA0" w:rsidRPr="00891300" w14:paraId="29732E33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2C939" w14:textId="77777777" w:rsidR="009D3BA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relacionados com o desenvolvimento, criação e publicação de </w:t>
            </w:r>
            <w:r w:rsidRPr="009A3C4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websites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2B9E3CD1" w14:textId="77777777" w:rsidR="009D3BA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Organização de uma página </w:t>
            </w:r>
            <w:r w:rsidRPr="009A3C4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8FDEBD" w14:textId="77777777" w:rsidR="009D3BA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conteúdos. </w:t>
            </w:r>
          </w:p>
          <w:p w14:paraId="5A60E292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Hipertexto. </w:t>
            </w:r>
          </w:p>
          <w:p w14:paraId="51E0DE78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HTML.</w:t>
            </w:r>
          </w:p>
          <w:p w14:paraId="3AC37CDB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Parâmetros da e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 da página.</w:t>
            </w:r>
          </w:p>
          <w:p w14:paraId="7899C089" w14:textId="77777777" w:rsidR="009D3BA0" w:rsidRPr="001216A4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216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Marcadores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de:</w:t>
            </w:r>
          </w:p>
          <w:p w14:paraId="3D7C45F3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texto.</w:t>
            </w:r>
          </w:p>
          <w:p w14:paraId="6394509E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listas.</w:t>
            </w:r>
          </w:p>
          <w:p w14:paraId="4BE5B954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Imagens.</w:t>
            </w:r>
          </w:p>
          <w:p w14:paraId="4703B5FD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Vídeos.</w:t>
            </w:r>
          </w:p>
          <w:p w14:paraId="74698904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Tabelas.</w:t>
            </w:r>
          </w:p>
          <w:p w14:paraId="0FBA640E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Hiperligações.</w:t>
            </w:r>
          </w:p>
          <w:p w14:paraId="7C9D1B77" w14:textId="77777777" w:rsidR="009D3BA0" w:rsidRDefault="009D3BA0" w:rsidP="009D3BA0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Formulários.</w:t>
            </w:r>
          </w:p>
          <w:p w14:paraId="32338EC8" w14:textId="77777777" w:rsidR="009D3BA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Frames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7EF94D84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File </w:t>
            </w:r>
            <w:proofErr w:type="spellStart"/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Transfer</w:t>
            </w:r>
            <w:proofErr w:type="spellEnd"/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Protocol</w:t>
            </w:r>
            <w:proofErr w:type="spellEnd"/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 (</w:t>
            </w:r>
            <w:r w:rsidRPr="004E52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FTP</w:t>
            </w:r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  <w:r w:rsidRPr="004E525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 </w:t>
            </w:r>
          </w:p>
          <w:p w14:paraId="3D1FD05E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Domínio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web.</w:t>
            </w:r>
          </w:p>
          <w:p w14:paraId="0889731A" w14:textId="77777777" w:rsidR="009D3BA0" w:rsidRPr="00265F5C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Alojamento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174D4" w14:textId="77777777" w:rsidR="009D3BA0" w:rsidRPr="0089130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64BBAE53" w14:textId="77777777" w:rsidR="009D3BA0" w:rsidRPr="0089130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regras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organização de páginas </w:t>
            </w:r>
            <w:r w:rsidRPr="001F178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criar estrutura em HTM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F1B80AB" w14:textId="77777777" w:rsidR="009D3BA0" w:rsidRPr="0089130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regras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programação dos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E5D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marcadores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 HTML para integrar os vários elementos na página </w:t>
            </w:r>
            <w:r w:rsidRPr="00BE5D9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23E3C8" w14:textId="77777777" w:rsidR="009D3BA0" w:rsidRPr="0089130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regras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programação em HTML para dividir a página em várias </w:t>
            </w:r>
            <w:proofErr w:type="spellStart"/>
            <w:r w:rsidRPr="00BE5D9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frames</w:t>
            </w:r>
            <w:proofErr w:type="spellEnd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4E64A52" w14:textId="77777777" w:rsidR="009D3BA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regras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programação de hiperligações em HTML para criar ligações entre as páginas de um</w:t>
            </w:r>
            <w:r w:rsidRPr="00BE5D9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website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BDFD63" w14:textId="77777777" w:rsidR="009D3BA0" w:rsidRPr="00891300" w:rsidRDefault="009D3BA0" w:rsidP="009D3B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 para enviar ficheiros para o servidor por </w:t>
            </w:r>
            <w:proofErr w:type="spellStart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ftp</w:t>
            </w:r>
            <w:proofErr w:type="spellEnd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AE9164" w14:textId="77777777" w:rsidR="009D3BA0" w:rsidRPr="00891300" w:rsidRDefault="009D3BA0" w:rsidP="00A769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C5550" w14:textId="77777777" w:rsidR="009D3BA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3831A971" w14:textId="77777777" w:rsidR="009D3BA0" w:rsidRPr="00A15453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43E238C" w14:textId="77777777" w:rsidR="009D3BA0" w:rsidRPr="0082080F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3EE6A759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1AED3FB" w14:textId="77777777" w:rsidR="009D3BA0" w:rsidRPr="00891300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1B070513" w14:textId="77777777" w:rsidR="009D3BA0" w:rsidRPr="0082080F" w:rsidRDefault="009D3BA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775A68EA" w14:textId="77777777" w:rsidR="009D3BA0" w:rsidRPr="00891300" w:rsidRDefault="009D3BA0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77CFFE" w14:textId="77777777" w:rsidR="009D3BA0" w:rsidRPr="00891300" w:rsidRDefault="009D3BA0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2C015B9" w14:textId="77777777" w:rsidR="009D3BA0" w:rsidRPr="00891300" w:rsidRDefault="009D3BA0" w:rsidP="009D3BA0">
      <w:pPr>
        <w:rPr>
          <w:rFonts w:ascii="Verdana Pro Light" w:hAnsi="Verdana Pro Light"/>
          <w:smallCaps/>
        </w:rPr>
      </w:pPr>
    </w:p>
    <w:p w14:paraId="5E0E20B7" w14:textId="77777777" w:rsidR="009D3BA0" w:rsidRPr="00891300" w:rsidRDefault="009D3BA0" w:rsidP="009D3B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Critérios de Desempenho</w:t>
      </w:r>
    </w:p>
    <w:p w14:paraId="5F09E365" w14:textId="77777777" w:rsidR="009D3BA0" w:rsidRPr="00F07EAE" w:rsidRDefault="009D3BA0" w:rsidP="009D3BA0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F07EAE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Criar páginas para a web em hipertexto</w:t>
      </w:r>
      <w:r w:rsidRPr="00F07EAE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19658E82" w14:textId="77777777" w:rsidR="009D3BA0" w:rsidRPr="00891300" w:rsidRDefault="009D3BA0" w:rsidP="009D3B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Programando os parâmetros da estrutura de uma página </w:t>
      </w:r>
      <w:r w:rsidRPr="004E5255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web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818CB85" w14:textId="77777777" w:rsidR="009D3BA0" w:rsidRPr="00891300" w:rsidRDefault="009D3BA0" w:rsidP="009D3B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conhecer as regras de programação de marcadores em HTML para inserir os vários elementos.</w:t>
      </w:r>
    </w:p>
    <w:p w14:paraId="1A44934C" w14:textId="77777777" w:rsidR="009D3BA0" w:rsidRDefault="009D3BA0" w:rsidP="009D3B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</w:t>
      </w:r>
      <w:r w:rsidRPr="00A469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umprindo 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regras de programação</w:t>
      </w:r>
      <w:r w:rsidRPr="00A469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para dividir e organizar página em vários </w:t>
      </w:r>
      <w:proofErr w:type="spellStart"/>
      <w:r w:rsidRPr="004E52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frames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3D38640" w14:textId="77777777" w:rsidR="009D3BA0" w:rsidRDefault="009D3BA0" w:rsidP="009D3B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Demonstrando conhecer as forma de ligação e navegação entre as páginas de um </w:t>
      </w:r>
      <w:proofErr w:type="spellStart"/>
      <w:r w:rsidRPr="00E34A47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webistes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4D23591" w14:textId="77777777" w:rsidR="009D3BA0" w:rsidRPr="00891300" w:rsidRDefault="009D3BA0" w:rsidP="009D3B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C</w:t>
      </w:r>
      <w:r w:rsidRPr="00A469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umprindo as orientações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técnicas para e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nvi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de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ficheiros para o servidor por </w:t>
      </w:r>
      <w:proofErr w:type="spellStart"/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ftp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F5DE03B" w14:textId="77777777" w:rsidR="009D3BA0" w:rsidRPr="00891300" w:rsidRDefault="009D3BA0" w:rsidP="009D3B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700849" w14:textId="77777777" w:rsidR="009D3BA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Como profissional liberal.</w:t>
      </w:r>
    </w:p>
    <w:p w14:paraId="57FA8B9F" w14:textId="77777777" w:rsidR="009D3BA0" w:rsidRPr="0089130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 contexto profissional, em empresas do setor da informática e multimédia. </w:t>
      </w:r>
    </w:p>
    <w:p w14:paraId="41CB27F5" w14:textId="77777777" w:rsidR="009D3BA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No e</w:t>
      </w:r>
      <w:r w:rsidRPr="00891300">
        <w:rPr>
          <w:rFonts w:ascii="Verdana Pro Light" w:eastAsia="Arial Unicode MS" w:hAnsi="Verdana Pro Light" w:cs="Arial Unicode MS"/>
          <w:sz w:val="18"/>
          <w:szCs w:val="18"/>
        </w:rPr>
        <w:t>spaço dos clientes.</w:t>
      </w:r>
    </w:p>
    <w:p w14:paraId="29C8A9A3" w14:textId="77777777" w:rsidR="009D3BA0" w:rsidRPr="00891300" w:rsidRDefault="009D3BA0" w:rsidP="009D3B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12209E92" w14:textId="77777777" w:rsidR="009D3BA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E0DF9">
        <w:rPr>
          <w:rFonts w:ascii="Verdana Pro Light" w:eastAsia="Arial Unicode MS" w:hAnsi="Verdana Pro Light" w:cs="Arial Unicode MS"/>
          <w:sz w:val="18"/>
          <w:szCs w:val="18"/>
        </w:rPr>
        <w:t xml:space="preserve">Dispositivos eletrónicos com acesso à </w:t>
      </w:r>
      <w:r>
        <w:rPr>
          <w:rFonts w:ascii="Verdana Pro Light" w:eastAsia="Arial Unicode MS" w:hAnsi="Verdana Pro Light" w:cs="Arial Unicode MS"/>
          <w:sz w:val="18"/>
          <w:szCs w:val="18"/>
        </w:rPr>
        <w:t>I</w:t>
      </w:r>
      <w:r w:rsidRPr="000E0DF9">
        <w:rPr>
          <w:rFonts w:ascii="Verdana Pro Light" w:eastAsia="Arial Unicode MS" w:hAnsi="Verdana Pro Light" w:cs="Arial Unicode MS"/>
          <w:sz w:val="18"/>
          <w:szCs w:val="18"/>
        </w:rPr>
        <w:t>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86FFE0A" w14:textId="77777777" w:rsidR="009D3BA0" w:rsidRPr="0089130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sz w:val="18"/>
          <w:szCs w:val="18"/>
        </w:rPr>
        <w:t>Bloco de notas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B71858C" w14:textId="77777777" w:rsidR="009D3BA0" w:rsidRPr="00891300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sz w:val="18"/>
          <w:szCs w:val="18"/>
        </w:rPr>
        <w:t xml:space="preserve">Domínio na </w:t>
      </w:r>
      <w:r w:rsidRPr="008913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web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.</w:t>
      </w:r>
      <w:r w:rsidRPr="00891300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 </w:t>
      </w:r>
    </w:p>
    <w:p w14:paraId="5D1D2360" w14:textId="77777777" w:rsidR="009D3BA0" w:rsidRPr="00FC1102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sz w:val="18"/>
          <w:szCs w:val="18"/>
        </w:rPr>
        <w:t xml:space="preserve">Alojamento </w:t>
      </w:r>
      <w:r w:rsidRPr="008913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web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.</w:t>
      </w:r>
    </w:p>
    <w:p w14:paraId="41E2F9B5" w14:textId="77777777" w:rsidR="009D3BA0" w:rsidRPr="00FC1102" w:rsidRDefault="009D3BA0" w:rsidP="009D3B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1102">
        <w:rPr>
          <w:rFonts w:ascii="Verdana Pro Light" w:eastAsia="Arial Unicode MS" w:hAnsi="Verdana Pro Light" w:cs="Arial Unicode MS"/>
          <w:sz w:val="18"/>
          <w:szCs w:val="18"/>
        </w:rPr>
        <w:t>Aplicação – Cliente FTP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927ACF" w14:textId="77777777" w:rsidR="009D3BA0" w:rsidRPr="00891300" w:rsidRDefault="009D3BA0" w:rsidP="009D3B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1E124DA6" w14:textId="0138AE25" w:rsidR="007325CA" w:rsidRDefault="007325CA" w:rsidP="009D3BA0">
      <w:r>
        <w:t xml:space="preserve">Operador </w:t>
      </w:r>
      <w:r w:rsidR="00247C76">
        <w:t xml:space="preserve">e técnico informática </w:t>
      </w:r>
    </w:p>
    <w:p w14:paraId="1E677FFE" w14:textId="77777777" w:rsidR="007325CA" w:rsidRDefault="007325CA" w:rsidP="009D3BA0"/>
    <w:p w14:paraId="7D7E19CF" w14:textId="3F399074" w:rsidR="009D3BA0" w:rsidRDefault="009D3BA0" w:rsidP="009D3BA0">
      <w:r>
        <w:br w:type="page"/>
      </w:r>
    </w:p>
    <w:p w14:paraId="4B54E26D" w14:textId="77777777" w:rsidR="007325CA" w:rsidRDefault="007325CA" w:rsidP="009D3BA0"/>
    <w:p w14:paraId="0C7448CA" w14:textId="77777777" w:rsidR="009D3BA0" w:rsidRDefault="009D3BA0" w:rsidP="003B359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616EB" w:rsidRPr="00891300" w14:paraId="2EE7DBE1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39C2CD" w14:textId="61961EB0" w:rsidR="001616EB" w:rsidRPr="00891300" w:rsidRDefault="001616E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0" w:name="_Hlk155527174"/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325C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F2EFD7" w14:textId="77777777" w:rsidR="001616EB" w:rsidRPr="00891300" w:rsidRDefault="001616E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325C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Configurar um Sistema de Gestão de Conteúdos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</w:p>
        </w:tc>
      </w:tr>
    </w:tbl>
    <w:p w14:paraId="0FEB193D" w14:textId="77777777" w:rsidR="001616EB" w:rsidRPr="00891300" w:rsidRDefault="001616EB" w:rsidP="001616E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933EC1C" w14:textId="77777777" w:rsidR="001616EB" w:rsidRDefault="001616EB" w:rsidP="001616E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7F5DBCA" w14:textId="77777777" w:rsidR="001616EB" w:rsidRPr="00891300" w:rsidRDefault="001616EB" w:rsidP="001616E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50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5DFDCA9E" w14:textId="77777777" w:rsidR="001616EB" w:rsidRPr="00891300" w:rsidRDefault="001616EB" w:rsidP="001616E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616EB" w:rsidRPr="00891300" w14:paraId="47683130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53015D" w14:textId="77777777" w:rsidR="001616EB" w:rsidRPr="00891300" w:rsidRDefault="001616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616EB" w:rsidRPr="00891300" w14:paraId="39AA893C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33E791" w14:textId="77777777" w:rsidR="001616EB" w:rsidRDefault="001616E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21" w:name="_Hlk155462219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estrutura do de páginas e separadores de um CMS.</w:t>
            </w:r>
          </w:p>
          <w:p w14:paraId="79475314" w14:textId="77777777" w:rsidR="001616EB" w:rsidRPr="00891300" w:rsidRDefault="001616E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Ativar e configurar temas/</w:t>
            </w:r>
            <w:proofErr w:type="spellStart"/>
            <w:r w:rsidRPr="00E13B2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templates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E13B2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plugins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472BB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widgets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num CMS.</w:t>
            </w:r>
          </w:p>
          <w:p w14:paraId="404B2951" w14:textId="77777777" w:rsidR="001616EB" w:rsidRPr="00891300" w:rsidRDefault="001616E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Criar, editar e remover páginas, menus e artigos num CMS.</w:t>
            </w:r>
          </w:p>
          <w:p w14:paraId="1E7CED5B" w14:textId="77777777" w:rsidR="001616EB" w:rsidRPr="002207F1" w:rsidRDefault="001616E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Inserir, atualizar e remover conteúdos nas páginas do CMS.</w:t>
            </w:r>
            <w:bookmarkEnd w:id="21"/>
          </w:p>
        </w:tc>
      </w:tr>
      <w:tr w:rsidR="001616EB" w:rsidRPr="00891300" w14:paraId="367A0C1D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5FA015" w14:textId="77777777" w:rsidR="001616EB" w:rsidRPr="00891300" w:rsidRDefault="001616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8D24F1" w14:textId="77777777" w:rsidR="001616EB" w:rsidRPr="00891300" w:rsidRDefault="001616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CEE6D3" w14:textId="77777777" w:rsidR="001616EB" w:rsidRPr="00891300" w:rsidRDefault="001616E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616EB" w:rsidRPr="00891300" w14:paraId="2A836438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F77C0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relacionados com o desenvolvimento, criação e publicação de </w:t>
            </w:r>
            <w:r w:rsidRPr="009A3C4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websites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4F11B19A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uma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página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D74B45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Gestão de Conteúdos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(CMS).</w:t>
            </w:r>
          </w:p>
          <w:p w14:paraId="026F7D3F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Painel de um Sistema de Gestão de Conteúdos.</w:t>
            </w:r>
          </w:p>
          <w:p w14:paraId="0A249203" w14:textId="77777777" w:rsidR="001616EB" w:rsidRPr="00891300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Templates /temas.</w:t>
            </w:r>
          </w:p>
          <w:p w14:paraId="38023271" w14:textId="77777777" w:rsidR="001616EB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Personalização</w:t>
            </w:r>
          </w:p>
          <w:p w14:paraId="4755F01C" w14:textId="77777777" w:rsidR="001616EB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</w:t>
            </w:r>
          </w:p>
          <w:p w14:paraId="46E92F46" w14:textId="77777777" w:rsidR="001616EB" w:rsidRPr="00891300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Menus/separadores.</w:t>
            </w:r>
          </w:p>
          <w:p w14:paraId="7AC766BE" w14:textId="77777777" w:rsidR="001616EB" w:rsidRPr="00891300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Páginas</w:t>
            </w:r>
          </w:p>
          <w:p w14:paraId="4EBD90D1" w14:textId="77777777" w:rsidR="001616EB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74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Artigos</w:t>
            </w:r>
          </w:p>
          <w:p w14:paraId="59697D43" w14:textId="77777777" w:rsidR="001616EB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74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Multimédia </w:t>
            </w:r>
          </w:p>
          <w:p w14:paraId="3EF75D4A" w14:textId="77777777" w:rsidR="001616EB" w:rsidRPr="006D7427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6D742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Plugins.</w:t>
            </w:r>
          </w:p>
          <w:p w14:paraId="32C2B394" w14:textId="77777777" w:rsidR="001616EB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D742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Widgets</w:t>
            </w:r>
            <w:proofErr w:type="spellEnd"/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700A7B" w14:textId="77777777" w:rsidR="001616EB" w:rsidRPr="006D7427" w:rsidRDefault="001616EB" w:rsidP="001616EB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74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 às redes sociais.</w:t>
            </w:r>
          </w:p>
          <w:p w14:paraId="4F4F0918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Conteúdos para a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(ícones, botões, texto, image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vídeo, formulários e mapas)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1CB3AA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Domínio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web.</w:t>
            </w:r>
          </w:p>
          <w:p w14:paraId="36254159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Alojamento </w:t>
            </w:r>
            <w:r w:rsidRPr="00891300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48BCD6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de autor.</w:t>
            </w:r>
          </w:p>
          <w:p w14:paraId="57813ED9" w14:textId="77777777" w:rsidR="001616EB" w:rsidRPr="0067237F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</w:t>
            </w:r>
            <w:r w:rsidRPr="002078C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web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4F442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1A2B5142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técnicas de organização de 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websites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desenhar um diagrama com o mapa do site. </w:t>
            </w:r>
          </w:p>
          <w:p w14:paraId="0AD91D2F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 técnica de </w:t>
            </w:r>
            <w:proofErr w:type="spellStart"/>
            <w:r w:rsidRPr="002B182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criação de um protótipo do 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layout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das páginas e organizar o tipo de conteúdos. </w:t>
            </w:r>
          </w:p>
          <w:p w14:paraId="46413D23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funcionalidades para selecionar, ativar, personalizar e configurar o temas/</w:t>
            </w:r>
            <w:proofErr w:type="spellStart"/>
            <w:r w:rsidRPr="00D8606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templates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4FD32FDF" w14:textId="77777777" w:rsidR="001616EB" w:rsidRPr="00F42803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funcionalidades para configurar </w:t>
            </w:r>
            <w:r w:rsidRPr="000B55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plugins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0B55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widgets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73E054C7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funcionalidades para criar, editar e remover páginas, menus e artigos.</w:t>
            </w:r>
          </w:p>
          <w:p w14:paraId="00213D2C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funcionalidades para inserir, atualizar e remover conteúdos (textos, imagens, vídeo, formulários, mapas, documentos,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…) nas páginas.</w:t>
            </w:r>
          </w:p>
          <w:p w14:paraId="16348399" w14:textId="77777777" w:rsidR="001616EB" w:rsidRPr="002B1829" w:rsidRDefault="001616EB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94A6A" w14:textId="77777777" w:rsidR="001616EB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3498B7CE" w14:textId="77777777" w:rsidR="001616EB" w:rsidRPr="00A15453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1D02A15" w14:textId="77777777" w:rsidR="001616EB" w:rsidRPr="0082080F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9EB5614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2451E6B4" w14:textId="77777777" w:rsidR="001616EB" w:rsidRPr="00891300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750C4C06" w14:textId="77777777" w:rsidR="001616EB" w:rsidRPr="0082080F" w:rsidRDefault="001616E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73CD6AB4" w14:textId="77777777" w:rsidR="001616EB" w:rsidRPr="002B1829" w:rsidRDefault="001616EB" w:rsidP="00A7697D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A87052" w14:textId="77777777" w:rsidR="001616EB" w:rsidRPr="00891300" w:rsidRDefault="001616EB" w:rsidP="001616EB">
      <w:pPr>
        <w:rPr>
          <w:rFonts w:ascii="Verdana Pro Light" w:hAnsi="Verdana Pro Light"/>
          <w:smallCaps/>
        </w:rPr>
      </w:pPr>
    </w:p>
    <w:p w14:paraId="11E9A134" w14:textId="77777777" w:rsidR="001616EB" w:rsidRPr="00891300" w:rsidRDefault="001616EB" w:rsidP="001616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Critérios de Desempenho</w:t>
      </w:r>
    </w:p>
    <w:p w14:paraId="4ADA1032" w14:textId="77777777" w:rsidR="001616EB" w:rsidRPr="00472BB6" w:rsidRDefault="001616EB" w:rsidP="001616EB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F4280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Configurar um Sistema de Gestão de Conteúdos</w:t>
      </w:r>
      <w:r w:rsidRPr="00472BB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:</w:t>
      </w:r>
    </w:p>
    <w:p w14:paraId="2AAC32DF" w14:textId="77777777" w:rsidR="001616EB" w:rsidRPr="00891300" w:rsidRDefault="001616EB" w:rsidP="001616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Cumprindo as especificações técnicas na criação da estrutura do site, separadores e páginas.</w:t>
      </w:r>
    </w:p>
    <w:p w14:paraId="2B284D49" w14:textId="77777777" w:rsidR="001616EB" w:rsidRPr="00891300" w:rsidRDefault="001616EB" w:rsidP="001616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Executando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ativar e configurar o tema/</w:t>
      </w:r>
      <w:proofErr w:type="spellStart"/>
      <w:r w:rsidRPr="001D4DF1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template</w:t>
      </w:r>
      <w:proofErr w:type="spellEnd"/>
      <w:r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plugins e </w:t>
      </w:r>
      <w:proofErr w:type="spellStart"/>
      <w:r w:rsidRPr="00472BB6">
        <w:rPr>
          <w:rFonts w:ascii="Verdana Pro Light" w:eastAsia="Arial Unicode MS" w:hAnsi="Verdana Pro Light" w:cs="Arial Unicode MS"/>
          <w:i/>
          <w:iCs/>
          <w:sz w:val="18"/>
          <w:szCs w:val="18"/>
        </w:rPr>
        <w:t>widgets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num CMS.</w:t>
      </w:r>
    </w:p>
    <w:p w14:paraId="4429ACCE" w14:textId="77777777" w:rsidR="001616EB" w:rsidRPr="00891300" w:rsidRDefault="001616EB" w:rsidP="001616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criar editar, remover páginas, menus e artigos.</w:t>
      </w:r>
    </w:p>
    <w:p w14:paraId="0DD73906" w14:textId="77777777" w:rsidR="001616EB" w:rsidRPr="00A40DA6" w:rsidRDefault="001616EB" w:rsidP="001616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>disponíveis para inserir, atualizar e remover conteúdos nas páginas do CMS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4B35B06" w14:textId="77777777" w:rsidR="001616EB" w:rsidRPr="00891300" w:rsidRDefault="001616EB" w:rsidP="001616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FB79F5D" w14:textId="77777777" w:rsidR="001616EB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Como profissional liberal.</w:t>
      </w:r>
    </w:p>
    <w:p w14:paraId="026996BE" w14:textId="77777777" w:rsidR="001616EB" w:rsidRPr="00891300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 contexto profissional, em empresas do setor da informática e multimédia. </w:t>
      </w:r>
    </w:p>
    <w:p w14:paraId="27C8B657" w14:textId="77777777" w:rsidR="001616EB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No e</w:t>
      </w:r>
      <w:r w:rsidRPr="00891300">
        <w:rPr>
          <w:rFonts w:ascii="Verdana Pro Light" w:eastAsia="Arial Unicode MS" w:hAnsi="Verdana Pro Light" w:cs="Arial Unicode MS"/>
          <w:sz w:val="18"/>
          <w:szCs w:val="18"/>
        </w:rPr>
        <w:t>spaço dos clientes.</w:t>
      </w:r>
    </w:p>
    <w:p w14:paraId="5A07EDBD" w14:textId="77777777" w:rsidR="001616EB" w:rsidRPr="00891300" w:rsidRDefault="001616EB" w:rsidP="001616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7D385D19" w14:textId="77777777" w:rsidR="001616EB" w:rsidRPr="00891300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7658886E" w14:textId="77777777" w:rsidR="001616EB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E0DF9">
        <w:rPr>
          <w:rFonts w:ascii="Verdana Pro Light" w:eastAsia="Arial Unicode MS" w:hAnsi="Verdana Pro Light" w:cs="Arial Unicode MS"/>
          <w:sz w:val="18"/>
          <w:szCs w:val="18"/>
        </w:rPr>
        <w:t xml:space="preserve">Dispositivos eletrónicos com acesso à </w:t>
      </w:r>
      <w:r>
        <w:rPr>
          <w:rFonts w:ascii="Verdana Pro Light" w:eastAsia="Arial Unicode MS" w:hAnsi="Verdana Pro Light" w:cs="Arial Unicode MS"/>
          <w:sz w:val="18"/>
          <w:szCs w:val="18"/>
        </w:rPr>
        <w:t>I</w:t>
      </w:r>
      <w:r w:rsidRPr="000E0DF9">
        <w:rPr>
          <w:rFonts w:ascii="Verdana Pro Light" w:eastAsia="Arial Unicode MS" w:hAnsi="Verdana Pro Light" w:cs="Arial Unicode MS"/>
          <w:sz w:val="18"/>
          <w:szCs w:val="18"/>
        </w:rPr>
        <w:t>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D76EA02" w14:textId="77777777" w:rsidR="001616EB" w:rsidRPr="00891300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sz w:val="18"/>
          <w:szCs w:val="18"/>
        </w:rPr>
        <w:t xml:space="preserve">Domínio na </w:t>
      </w:r>
      <w:r w:rsidRPr="00891300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web </w:t>
      </w:r>
    </w:p>
    <w:p w14:paraId="15FC26EC" w14:textId="77777777" w:rsidR="001616EB" w:rsidRPr="00420CF3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sz w:val="18"/>
          <w:szCs w:val="18"/>
        </w:rPr>
        <w:t xml:space="preserve">Alojamento </w:t>
      </w:r>
      <w:r w:rsidRPr="00891300">
        <w:rPr>
          <w:rFonts w:ascii="Verdana Pro Light" w:eastAsia="Arial Unicode MS" w:hAnsi="Verdana Pro Light" w:cs="Arial Unicode MS"/>
          <w:i/>
          <w:iCs/>
          <w:sz w:val="18"/>
          <w:szCs w:val="18"/>
        </w:rPr>
        <w:t>web</w:t>
      </w:r>
    </w:p>
    <w:p w14:paraId="056DD732" w14:textId="77777777" w:rsidR="001616EB" w:rsidRPr="00420CF3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bCs/>
          <w:sz w:val="18"/>
          <w:szCs w:val="18"/>
        </w:rPr>
      </w:pPr>
      <w:r w:rsidRPr="00420CF3">
        <w:rPr>
          <w:rFonts w:ascii="Verdana Pro Light" w:eastAsia="Arial Unicode MS" w:hAnsi="Verdana Pro Light" w:cs="Times New Roman"/>
          <w:bCs/>
          <w:sz w:val="18"/>
          <w:szCs w:val="18"/>
        </w:rPr>
        <w:t>Sistema de Gestão de Conteúdos (CMS)</w:t>
      </w:r>
    </w:p>
    <w:p w14:paraId="61E55A20" w14:textId="77777777" w:rsidR="001616EB" w:rsidRPr="00891300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D4DF1">
        <w:rPr>
          <w:rFonts w:ascii="Verdana Pro Light" w:eastAsia="Arial Unicode MS" w:hAnsi="Verdana Pro Light" w:cs="Arial Unicode MS"/>
          <w:i/>
          <w:iCs/>
          <w:sz w:val="18"/>
          <w:szCs w:val="18"/>
        </w:rPr>
        <w:t>Software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edição de imagem</w:t>
      </w:r>
    </w:p>
    <w:p w14:paraId="36BF69F9" w14:textId="77777777" w:rsidR="001616EB" w:rsidRPr="001D4DF1" w:rsidRDefault="001616EB" w:rsidP="001616E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D4DF1">
        <w:rPr>
          <w:rFonts w:ascii="Verdana Pro Light" w:eastAsia="Arial Unicode MS" w:hAnsi="Verdana Pro Light" w:cs="Arial Unicode MS"/>
          <w:i/>
          <w:iCs/>
          <w:sz w:val="18"/>
          <w:szCs w:val="18"/>
        </w:rPr>
        <w:t>Software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edição de vídeo.</w:t>
      </w:r>
    </w:p>
    <w:p w14:paraId="685141F5" w14:textId="77777777" w:rsidR="001616EB" w:rsidRPr="00891300" w:rsidRDefault="001616EB" w:rsidP="001616E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105C3F4E" w14:textId="77777777" w:rsidR="001616EB" w:rsidRPr="00891300" w:rsidRDefault="001616EB" w:rsidP="001616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20"/>
    <w:p w14:paraId="3DF54B02" w14:textId="77777777" w:rsidR="001616EB" w:rsidRPr="00891300" w:rsidRDefault="001616EB" w:rsidP="001616E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E74472" w14:textId="0E3397B1" w:rsidR="001616EB" w:rsidRDefault="001616EB" w:rsidP="003B35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Operador </w:t>
      </w:r>
      <w:r w:rsidR="00247C76">
        <w:rPr>
          <w:rFonts w:ascii="Verdana Pro Light" w:hAnsi="Verdana Pro Light"/>
          <w:smallCaps/>
        </w:rPr>
        <w:t xml:space="preserve">e técnico de </w:t>
      </w:r>
      <w:r>
        <w:rPr>
          <w:rFonts w:ascii="Verdana Pro Light" w:hAnsi="Verdana Pro Light"/>
          <w:smallCaps/>
        </w:rPr>
        <w:t xml:space="preserve">Informática </w:t>
      </w:r>
    </w:p>
    <w:p w14:paraId="7A160A4B" w14:textId="77777777" w:rsidR="001616EB" w:rsidRDefault="001616EB" w:rsidP="003B3593">
      <w:pPr>
        <w:rPr>
          <w:rFonts w:ascii="Verdana Pro Light" w:hAnsi="Verdana Pro Light"/>
          <w:smallCaps/>
        </w:rPr>
      </w:pPr>
    </w:p>
    <w:p w14:paraId="20348CC6" w14:textId="77777777" w:rsidR="001616EB" w:rsidRDefault="001616EB" w:rsidP="003B3593">
      <w:pPr>
        <w:rPr>
          <w:rFonts w:ascii="Verdana Pro Light" w:hAnsi="Verdana Pro Light"/>
          <w:smallCaps/>
        </w:rPr>
      </w:pPr>
    </w:p>
    <w:p w14:paraId="4F2CD471" w14:textId="77777777" w:rsidR="001616EB" w:rsidRDefault="001616EB" w:rsidP="003B3593">
      <w:pPr>
        <w:rPr>
          <w:rFonts w:ascii="Verdana Pro Light" w:hAnsi="Verdana Pro Light"/>
          <w:smallCaps/>
        </w:rPr>
      </w:pPr>
    </w:p>
    <w:p w14:paraId="7730075C" w14:textId="77777777" w:rsidR="001616EB" w:rsidRDefault="001616EB" w:rsidP="003B3593">
      <w:pPr>
        <w:rPr>
          <w:rFonts w:ascii="Verdana Pro Light" w:hAnsi="Verdana Pro Light"/>
          <w:smallCaps/>
        </w:rPr>
      </w:pPr>
    </w:p>
    <w:p w14:paraId="2DE3DAE7" w14:textId="4686626B" w:rsidR="00902560" w:rsidRDefault="00902560" w:rsidP="009160D7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2A1BD31" w14:textId="77777777" w:rsidR="00F716F3" w:rsidRDefault="00F716F3" w:rsidP="009160D7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035D57F" w14:textId="77777777" w:rsidR="00F716F3" w:rsidRDefault="00F716F3" w:rsidP="009160D7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84979AB" w14:textId="0F2FC6AE" w:rsidR="00902560" w:rsidRDefault="00902560" w:rsidP="007A4952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560" w:rsidRPr="00136AD8" w14:paraId="442FE686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E75A3A" w14:textId="72EA587A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3322F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322F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7D18DE" w14:textId="77777777" w:rsidR="00902560" w:rsidRPr="009C256C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Conceber layouts para aplicações multimédia interativas avançadas </w:t>
            </w:r>
          </w:p>
        </w:tc>
      </w:tr>
      <w:tr w:rsidR="00902560" w:rsidRPr="00136AD8" w14:paraId="5FC68953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CAB6F7A" w14:textId="5E071D51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322F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7E0A27D" w14:textId="77777777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77A00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Multimédia</w:t>
            </w:r>
          </w:p>
        </w:tc>
      </w:tr>
    </w:tbl>
    <w:p w14:paraId="5E8F0EEA" w14:textId="77777777" w:rsidR="00902560" w:rsidRPr="00136AD8" w:rsidRDefault="00902560" w:rsidP="0090256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13C1813" w14:textId="77777777" w:rsidR="00902560" w:rsidRPr="003200F2" w:rsidRDefault="00902560" w:rsidP="0090256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9746E69" w14:textId="77777777" w:rsidR="00902560" w:rsidRPr="00136AD8" w:rsidRDefault="00902560" w:rsidP="0090256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560" w:rsidRPr="00136AD8" w14:paraId="0A46E6B3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BCA65C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560" w:rsidRPr="00136AD8" w14:paraId="186DAA3A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68569" w14:textId="77777777" w:rsidR="002756E0" w:rsidRDefault="00902560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2756E0"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strutura</w:t>
            </w:r>
            <w:r w:rsid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756E0"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conteúdo</w:t>
            </w:r>
          </w:p>
          <w:p w14:paraId="5AA22411" w14:textId="77777777" w:rsidR="009D29A8" w:rsidRDefault="002756E0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Definir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fluxos de navegação</w:t>
            </w:r>
          </w:p>
          <w:p w14:paraId="5D0D1B3F" w14:textId="1BA912C2" w:rsidR="00902560" w:rsidRPr="00777A00" w:rsidRDefault="009D29A8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2756E0"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o </w:t>
            </w:r>
            <w:r w:rsidR="002756E0" w:rsidRPr="002756E0">
              <w:rPr>
                <w:rFonts w:ascii="Verdana Pro Light" w:eastAsia="Arial Unicode MS" w:hAnsi="Verdana Pro Light" w:cs="Arial Unicode MS"/>
                <w:sz w:val="18"/>
                <w:szCs w:val="18"/>
              </w:rPr>
              <w:t>mapa do site ou diagrama de fluxo</w:t>
            </w:r>
          </w:p>
          <w:p w14:paraId="705A21BD" w14:textId="7BCE1F68" w:rsidR="00902560" w:rsidRDefault="00902560" w:rsidP="004A1AF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5A1D4E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C4F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o </w:t>
            </w:r>
            <w:proofErr w:type="spellStart"/>
            <w:r w:rsidR="00B26105"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wireframing</w:t>
            </w:r>
            <w:proofErr w:type="spellEnd"/>
            <w:r w:rsidR="00B2610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prototipagem</w:t>
            </w:r>
          </w:p>
          <w:p w14:paraId="50F4C955" w14:textId="77777777" w:rsidR="005A1D4E" w:rsidRDefault="005A1D4E" w:rsidP="004A1AF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="00E2710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 design visual</w:t>
            </w:r>
          </w:p>
          <w:p w14:paraId="7A9A9C5E" w14:textId="4210D085" w:rsidR="00E27106" w:rsidRPr="004A1AF7" w:rsidRDefault="00E27106" w:rsidP="004A1AF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R6. Testar e publicar </w:t>
            </w:r>
          </w:p>
        </w:tc>
      </w:tr>
      <w:tr w:rsidR="00902560" w:rsidRPr="00136AD8" w14:paraId="505F9B8F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283216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16469E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9FDFF5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560" w:rsidRPr="00136AD8" w14:paraId="46066296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FA9D1" w14:textId="77777777" w:rsidR="00902560" w:rsidRPr="00340BFE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 de design – origem; significado; ação</w:t>
            </w:r>
          </w:p>
          <w:p w14:paraId="6582B434" w14:textId="77777777" w:rsidR="00902560" w:rsidRPr="00340BFE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– princípios básicos</w:t>
            </w:r>
          </w:p>
          <w:p w14:paraId="624823B4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princípios fundamentais de design, incluindo layout, tipografia, cor, contraste e equilíbrio</w:t>
            </w:r>
          </w:p>
          <w:p w14:paraId="048E910D" w14:textId="77777777" w:rsidR="00902560" w:rsidRPr="00E91625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da comunicação visual</w:t>
            </w:r>
          </w:p>
          <w:p w14:paraId="6C5F5F56" w14:textId="77777777" w:rsidR="00902560" w:rsidRPr="00340BFE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Leis da perceção visual (Leis da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21D94840" w14:textId="77777777" w:rsidR="00902560" w:rsidRPr="00340BFE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Metodologia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multimédia</w:t>
            </w: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Design </w:t>
            </w:r>
            <w:proofErr w:type="spellStart"/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27B58935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e processo criativo</w:t>
            </w:r>
          </w:p>
          <w:p w14:paraId="7A5D7471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princípios básicos de fotografia, incluindo composição, iluminação e enquadramento.</w:t>
            </w:r>
          </w:p>
          <w:p w14:paraId="6E490A1C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técnicas de tratamento de áudio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315C624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softwares de edição de vídeo.</w:t>
            </w:r>
          </w:p>
          <w:p w14:paraId="755F1131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das leis de direitos autorais e ética no uso de média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2374E5" w14:textId="77777777" w:rsidR="00902560" w:rsidRPr="00E54A6D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485BEA" w14:textId="77777777" w:rsidR="00902560" w:rsidRPr="00F96C59" w:rsidRDefault="00902560" w:rsidP="00440C5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B2156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8C6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fatores históricos, sociais e culturais no fenómeno comunicativo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13AA77F" w14:textId="77777777" w:rsidR="00902560" w:rsidRPr="009F3A3C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da comunicação visual</w:t>
            </w:r>
          </w:p>
          <w:p w14:paraId="7238A95F" w14:textId="77777777" w:rsidR="00902560" w:rsidRPr="009F3A3C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princípios da comunicação visual</w:t>
            </w:r>
          </w:p>
          <w:p w14:paraId="02C693A2" w14:textId="77777777" w:rsidR="00902560" w:rsidRPr="009F3A3C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leis da perceção visual</w:t>
            </w:r>
          </w:p>
          <w:p w14:paraId="171A538B" w14:textId="77777777" w:rsidR="00902560" w:rsidRPr="009F3A3C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do Design </w:t>
            </w:r>
            <w:proofErr w:type="spellStart"/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6803BCFC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Escolher</w:t>
            </w:r>
            <w:r w:rsidRPr="009F3A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processo criativo</w:t>
            </w:r>
          </w:p>
          <w:p w14:paraId="7275F6F2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e retocar imagens usando ferramentas de edição de fotos</w:t>
            </w:r>
          </w:p>
          <w:p w14:paraId="328F953B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composições de vídeo eficazes.</w:t>
            </w:r>
          </w:p>
          <w:p w14:paraId="495CC0E4" w14:textId="77777777" w:rsidR="00902560" w:rsidRPr="00517AA8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9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animações e efeitos visuais</w:t>
            </w:r>
          </w:p>
          <w:p w14:paraId="0660B71C" w14:textId="77777777" w:rsidR="00902560" w:rsidRPr="00057283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Implementar interfaces 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D5D33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3CD57EC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7B2F63D" w14:textId="77777777" w:rsidR="00902560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79D6585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C4C4D3F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63C50FD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2FBD15A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19B428F" w14:textId="77777777" w:rsidR="00902560" w:rsidRPr="00A128FE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C55521F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03C57F0" w14:textId="77777777" w:rsidR="00902560" w:rsidRPr="00057283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E00EA82" w14:textId="77777777" w:rsidR="00902560" w:rsidRDefault="00902560" w:rsidP="0090256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316B26" w14:textId="511A3EBA" w:rsidR="00902560" w:rsidRDefault="00902560" w:rsidP="00902560">
      <w:pPr>
        <w:rPr>
          <w:rFonts w:ascii="Verdana Pro Light" w:hAnsi="Verdana Pro Light"/>
          <w:smallCaps/>
        </w:rPr>
      </w:pPr>
    </w:p>
    <w:p w14:paraId="76E85643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A4230CA" w14:textId="7C4F9DCB" w:rsidR="00902560" w:rsidRPr="00F20E6F" w:rsidRDefault="00902560" w:rsidP="0090256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B745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 layouts para aplicações multimédia interativas</w:t>
      </w:r>
      <w:r w:rsidR="006956D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avançadas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569750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F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acilita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navegação pelos elementos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dia, garantindo uma experiência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intuitiva.</w:t>
      </w:r>
    </w:p>
    <w:p w14:paraId="5CF7C169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Reduz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tamanho 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ficheiros multimédia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sem comprometer significativamente a qualidade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7C3C1D2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identidade visual consistente em todas as formas de 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BEF659D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design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 esteja protegido contra possíveis vulnerabilidades de segurança.</w:t>
      </w:r>
    </w:p>
    <w:p w14:paraId="4A1A0716" w14:textId="77777777" w:rsidR="00902560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certificando</w:t>
      </w:r>
      <w:r w:rsidRPr="006E633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-se de que o design segue os padrões e normas web estabelecidos.</w:t>
      </w:r>
    </w:p>
    <w:p w14:paraId="638EA2AB" w14:textId="77777777" w:rsidR="00902560" w:rsidRPr="009F3A3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Caracterizando os elementos da comunicação visual</w:t>
      </w:r>
    </w:p>
    <w:p w14:paraId="7203657E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7</w:t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Estruturando as etapas e ações de cada etapa da metodologia </w:t>
      </w:r>
      <w:proofErr w:type="spellStart"/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projetual</w:t>
      </w:r>
      <w:proofErr w:type="spellEnd"/>
      <w:r w:rsidRPr="009F3A3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design</w:t>
      </w:r>
    </w:p>
    <w:p w14:paraId="0E54E171" w14:textId="77777777" w:rsidR="00902560" w:rsidRPr="00136AD8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595EDA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98B0E1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0C67FDB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A23BF6A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730A98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6A2ED4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934B09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1B2982C" w14:textId="77777777" w:rsidR="00902560" w:rsidRPr="009F3A3C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B84AC39" w14:textId="77777777" w:rsidR="0090256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 digital.</w:t>
      </w:r>
    </w:p>
    <w:p w14:paraId="3BCFD130" w14:textId="77777777" w:rsidR="00902560" w:rsidRPr="00501DC8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desenhos de interface com criação de protótipos.</w:t>
      </w:r>
    </w:p>
    <w:p w14:paraId="2E98E70B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E46B36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7F1C4C4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167E5A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FA12CC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AFD642" w14:textId="77777777" w:rsidR="00902560" w:rsidRDefault="00902560" w:rsidP="0090256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560" w:rsidRPr="00136AD8" w14:paraId="53F35BBA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EBB53A7" w14:textId="72324442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956D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956D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38517EA" w14:textId="625618C1" w:rsidR="00902560" w:rsidRPr="00AA7B53" w:rsidRDefault="00A65971" w:rsidP="00440C58">
            <w:pPr>
              <w:spacing w:after="0"/>
            </w:pP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Aplicar </w:t>
            </w:r>
            <w:r w:rsidR="00E158CB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princípios de acessibilidade e inclusão na</w:t>
            </w: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 a</w:t>
            </w:r>
            <w:r w:rsidR="005B13F2" w:rsidRPr="00BC40B3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rquitetura multimédi</w:t>
            </w:r>
            <w:r w:rsidR="00E158CB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a</w:t>
            </w:r>
          </w:p>
        </w:tc>
      </w:tr>
      <w:tr w:rsidR="00902560" w:rsidRPr="00136AD8" w14:paraId="77AC05EF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12C1D1" w14:textId="2BD95F28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E7E6E6" w:themeFill="background2"/>
          </w:tcPr>
          <w:p w14:paraId="7CA24132" w14:textId="77777777" w:rsidR="00902560" w:rsidRPr="00136AD8" w:rsidRDefault="00902560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77A00">
              <w:rPr>
                <w:rFonts w:ascii="Verdana Pro Light" w:eastAsia="Arial Unicode MS" w:hAnsi="Verdana Pro Light" w:cs="Times New Roman"/>
                <w:sz w:val="18"/>
                <w:szCs w:val="18"/>
              </w:rPr>
              <w:t>Arquitetura de Informação</w:t>
            </w:r>
          </w:p>
        </w:tc>
      </w:tr>
    </w:tbl>
    <w:p w14:paraId="1D6C9BE3" w14:textId="77777777" w:rsidR="00902560" w:rsidRPr="00136AD8" w:rsidRDefault="00902560" w:rsidP="0090256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A502E4" w14:textId="77777777" w:rsidR="00902560" w:rsidRPr="003200F2" w:rsidRDefault="00902560" w:rsidP="0090256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</w:t>
      </w:r>
      <w:r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76CE435" w14:textId="77777777" w:rsidR="00902560" w:rsidRPr="00136AD8" w:rsidRDefault="00902560" w:rsidP="0090256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560" w:rsidRPr="00136AD8" w14:paraId="2B5CBB5C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7B9701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560" w:rsidRPr="00136AD8" w14:paraId="32E2E0C8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78412B" w14:textId="16A0D070" w:rsidR="00902560" w:rsidRPr="00CC45CE" w:rsidRDefault="00902560" w:rsidP="007E212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F1B44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="00DF1B44"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DF1B4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Diagnosticar</w:t>
            </w: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necessidades e comportamentos dos utilizadores.</w:t>
            </w:r>
          </w:p>
          <w:p w14:paraId="5C68FD70" w14:textId="005C698C" w:rsidR="00902560" w:rsidRPr="00CC45CE" w:rsidRDefault="00902560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6768F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46AE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alternativas acessíveis aos diferentes tipos de </w:t>
            </w:r>
            <w:r w:rsidR="001F6CD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conteúdo</w:t>
            </w:r>
          </w:p>
          <w:p w14:paraId="42CFA467" w14:textId="0B85A6D5" w:rsidR="00902560" w:rsidRPr="001B353A" w:rsidRDefault="00902560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F6CD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Testar e incorporar feedback dos utilizadores </w:t>
            </w:r>
          </w:p>
        </w:tc>
      </w:tr>
      <w:tr w:rsidR="00902560" w:rsidRPr="00136AD8" w14:paraId="235809ED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D61892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79708E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1DFD76C" w14:textId="77777777" w:rsidR="00902560" w:rsidRPr="001B353A" w:rsidRDefault="00902560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560" w:rsidRPr="00136AD8" w14:paraId="62D48134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18BB7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dos princípios de usabilidade, incluindo feedback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eficiência, consistência e facilidade de aprendiza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BD98AF4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as diretrizes WCAG para garantir que o conteúdo da web seja acessível a pessoas com deficiência.</w:t>
            </w:r>
          </w:p>
          <w:p w14:paraId="03B47136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técnicas de layout flexível para criar designs que se ajustem dinamicamente.</w:t>
            </w:r>
          </w:p>
          <w:p w14:paraId="3C67CB6E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edição de imagem, vídeo e áudio que facilitem a criação de conteúdo acessível.</w:t>
            </w:r>
          </w:p>
          <w:p w14:paraId="74F4183E" w14:textId="77777777" w:rsidR="00902560" w:rsidRPr="00E54A6D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3530832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6E41CD" w14:textId="77777777" w:rsidR="00902560" w:rsidRPr="001B353A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AAA5C" w14:textId="77777777" w:rsidR="00DF1B44" w:rsidRDefault="00DF1B44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importância de uma boa arquitetura de informação e o impacto que pode ter numa aplicação multimédia </w:t>
            </w:r>
          </w:p>
          <w:p w14:paraId="7D2F10E4" w14:textId="693843B7" w:rsidR="007E2122" w:rsidRDefault="007E2122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especificações dos diversos suportes multimédia</w:t>
            </w:r>
          </w:p>
          <w:p w14:paraId="27DF34EF" w14:textId="0D547C3E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dependentes dos diferentes suportes.</w:t>
            </w:r>
          </w:p>
          <w:p w14:paraId="38FE7809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Desenvolvimento de interações JavaScript que sejam acessíveis e utilizáveis por todos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54FC87D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Levantamento de necessidades de informação.</w:t>
            </w:r>
          </w:p>
          <w:p w14:paraId="30CB275F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Desenhar layouts responsivos.</w:t>
            </w:r>
          </w:p>
          <w:p w14:paraId="7CB237AE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 que considerem a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0F1C0C" w14:textId="77777777" w:rsidR="00902560" w:rsidRPr="00517AA8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B3F2B8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734812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A0C278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5126AD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456D59" w14:textId="77777777" w:rsidR="00902560" w:rsidRPr="00057283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0D983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7252978" w14:textId="77777777" w:rsidR="00902560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7B4A0E3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378CD219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064D450" w14:textId="77777777" w:rsidR="00902560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731C2A0" w14:textId="77777777" w:rsidR="00902560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B044B7E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ED0F2AC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0FA786B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3EA62BC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1DA932D" w14:textId="77777777" w:rsidR="00902560" w:rsidRPr="00A128FE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94CE6C4" w14:textId="77777777" w:rsidR="00902560" w:rsidRPr="00AB5AF8" w:rsidRDefault="00902560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63D9044" w14:textId="77777777" w:rsidR="00902560" w:rsidRPr="00057283" w:rsidRDefault="00902560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D6D9570" w14:textId="77777777" w:rsidR="00902560" w:rsidRDefault="00902560" w:rsidP="0090256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00AB298" w14:textId="77777777" w:rsidR="00902560" w:rsidRDefault="00902560" w:rsidP="0090256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57240F1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B324195" w14:textId="7EADB31A" w:rsidR="00902560" w:rsidRPr="00F20E6F" w:rsidRDefault="00241AA0" w:rsidP="0090256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C40B3">
        <w:rPr>
          <w:rFonts w:ascii="Verdana Pro Light" w:eastAsia="Arial Unicode MS" w:hAnsi="Verdana Pro Light" w:cs="Times New Roman"/>
          <w:bCs/>
          <w:sz w:val="18"/>
          <w:szCs w:val="18"/>
        </w:rPr>
        <w:t>Aplicar princípios de inclusão na arquitetura multimédia</w:t>
      </w:r>
      <w:r w:rsidR="0090256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20AB77D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indo que respeitam as </w:t>
      </w:r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diretrizes do Web </w:t>
      </w:r>
      <w:proofErr w:type="spellStart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Content</w:t>
      </w:r>
      <w:proofErr w:type="spellEnd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Accessibility</w:t>
      </w:r>
      <w:proofErr w:type="spellEnd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Guidelines</w:t>
      </w:r>
      <w:proofErr w:type="spellEnd"/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(WCAG)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02DFF64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Ajustando</w:t>
      </w:r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aplicação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para que seja </w:t>
      </w:r>
      <w:r w:rsidRPr="005F67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responsiva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FAB7605" w14:textId="77777777" w:rsidR="00902560" w:rsidRPr="0064164C" w:rsidRDefault="00902560" w:rsidP="009025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A6E4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6A6E4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feedback visual e sonoro para indicar o estado atual da aplicação e operações realizadas.</w:t>
      </w:r>
    </w:p>
    <w:p w14:paraId="12730F3B" w14:textId="61A72A6D" w:rsidR="00902560" w:rsidRPr="0064164C" w:rsidRDefault="00902560" w:rsidP="005B13F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 métodos de avaliação heurística.</w:t>
      </w:r>
    </w:p>
    <w:p w14:paraId="631C08EC" w14:textId="77777777" w:rsidR="00902560" w:rsidRPr="00136AD8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8F324E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89BBBF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BF446F5" w14:textId="77777777" w:rsidR="00902560" w:rsidRPr="00984B3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7CD38CF4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D37AB4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173436" w14:textId="77777777" w:rsidR="00902560" w:rsidRPr="009F3A3C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B3B003D" w14:textId="77777777" w:rsidR="0090256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 digital.</w:t>
      </w:r>
    </w:p>
    <w:p w14:paraId="0185117C" w14:textId="77777777" w:rsidR="0090256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desenhos de interface com criação de protótipos.</w:t>
      </w:r>
    </w:p>
    <w:p w14:paraId="68FC760C" w14:textId="77777777" w:rsidR="0090256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 Web</w:t>
      </w:r>
    </w:p>
    <w:p w14:paraId="38498673" w14:textId="77777777" w:rsidR="00902560" w:rsidRPr="00501DC8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Animações</w:t>
      </w:r>
    </w:p>
    <w:p w14:paraId="77B7B1C8" w14:textId="77777777" w:rsidR="00902560" w:rsidRDefault="00902560" w:rsidP="009025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2C34D9" w14:textId="77777777" w:rsidR="00902560" w:rsidRPr="00F87025" w:rsidRDefault="00902560" w:rsidP="009025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F457F4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DEED6D" w14:textId="77777777" w:rsidR="00902560" w:rsidRPr="00051C79" w:rsidRDefault="00902560" w:rsidP="009025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475ADF" w14:textId="77777777" w:rsidR="00902560" w:rsidRDefault="00902560" w:rsidP="0090256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7845DC3" w14:textId="71C12665" w:rsidR="00F0769A" w:rsidRPr="00051C79" w:rsidRDefault="00F0769A" w:rsidP="00650250">
      <w:pPr>
        <w:rPr>
          <w:rFonts w:ascii="Verdana Pro Light" w:hAnsi="Verdana Pro Light"/>
          <w:smallCaps/>
        </w:rPr>
      </w:pPr>
    </w:p>
    <w:p w14:paraId="1C0DD2FD" w14:textId="77777777" w:rsidR="00F0769A" w:rsidRDefault="00F0769A" w:rsidP="00F0769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68A92B4" w14:textId="77777777" w:rsidR="00C26F26" w:rsidRPr="00051C79" w:rsidRDefault="00C26F26" w:rsidP="00C26F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609BBB" w14:textId="5AA809FE" w:rsidR="00C26F26" w:rsidRDefault="00C26F26" w:rsidP="00C26F26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51451" w14:paraId="21E2E3E3" w14:textId="77777777" w:rsidTr="00A7697D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B3EABC5" w14:textId="6FF5BDA7" w:rsidR="00A51451" w:rsidRDefault="00A5145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A24C4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22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E5083F3" w14:textId="77777777" w:rsidR="00A51451" w:rsidRDefault="00A5145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Programar videojogos</w:t>
            </w:r>
          </w:p>
        </w:tc>
      </w:tr>
    </w:tbl>
    <w:p w14:paraId="184D3071" w14:textId="77777777" w:rsidR="00A51451" w:rsidRDefault="00A51451" w:rsidP="00A51451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644822A2" w14:textId="77777777" w:rsidR="00A51451" w:rsidRDefault="00A51451" w:rsidP="00A5145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3E659AE9" w14:textId="77777777" w:rsidR="00A51451" w:rsidRDefault="00A51451" w:rsidP="00A5145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50h</w:t>
      </w:r>
    </w:p>
    <w:p w14:paraId="5AF4B25C" w14:textId="77777777" w:rsidR="00A51451" w:rsidRDefault="00A51451" w:rsidP="00A51451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51451" w14:paraId="4C14A03F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86B6BD4" w14:textId="77777777" w:rsidR="00A51451" w:rsidRDefault="00A51451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51451" w14:paraId="5B36F18B" w14:textId="77777777" w:rsidTr="00A7697D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E547105" w14:textId="77777777" w:rsidR="00A51451" w:rsidRDefault="00A51451" w:rsidP="00A7697D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as 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desenvolvimento do jogo.</w:t>
            </w:r>
          </w:p>
          <w:p w14:paraId="1880A862" w14:textId="77777777" w:rsidR="00A51451" w:rsidRDefault="00A51451" w:rsidP="00A7697D">
            <w:pPr>
              <w:spacing w:before="120" w:after="0" w:line="276" w:lineRule="auto"/>
              <w:ind w:left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Instalar e c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onfigurar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ambiente</w:t>
            </w: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desenvolvimento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do jogo.</w:t>
            </w:r>
          </w:p>
          <w:p w14:paraId="1AC869BB" w14:textId="77777777" w:rsidR="00A51451" w:rsidRPr="00EE5705" w:rsidRDefault="00A51451" w:rsidP="00A76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636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E6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R3</w:t>
            </w:r>
            <w:r w:rsidRPr="00EE5705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.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Usar </w:t>
            </w:r>
            <w:r w:rsidRPr="0031064A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componentes estruturais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para d</w:t>
            </w:r>
            <w:r w:rsidRPr="00EE5705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esenvolver a programação. </w:t>
            </w:r>
          </w:p>
          <w:p w14:paraId="158CF245" w14:textId="77777777" w:rsidR="00A51451" w:rsidRDefault="00A51451" w:rsidP="00A7697D">
            <w:pPr>
              <w:spacing w:before="120" w:after="0" w:line="276" w:lineRule="auto"/>
              <w:ind w:left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 Testar a programação do jogo.</w:t>
            </w:r>
          </w:p>
        </w:tc>
      </w:tr>
      <w:tr w:rsidR="00A51451" w14:paraId="0A543A6C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5DD4F57" w14:textId="77777777" w:rsidR="00A51451" w:rsidRDefault="00A51451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639A162" w14:textId="77777777" w:rsidR="00A51451" w:rsidRDefault="00A51451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BF11235" w14:textId="77777777" w:rsidR="00A51451" w:rsidRDefault="00A51451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51451" w14:paraId="61D95844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51F96E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História dos videojogos.</w:t>
            </w:r>
          </w:p>
          <w:p w14:paraId="4FDAD3A4" w14:textId="77777777" w:rsidR="00A51451" w:rsidRPr="00FA2892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Conceitos relacionados com o desenvolvimento de jogos</w:t>
            </w:r>
          </w:p>
          <w:p w14:paraId="18F61CE3" w14:textId="77777777" w:rsidR="00A51451" w:rsidRPr="00FA2892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Elementos estruturais de um jogo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34BEEFEE" w14:textId="77777777" w:rsidR="00A51451" w:rsidRPr="00FA2892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 xml:space="preserve">Design </w:t>
            </w: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 jogos</w:t>
            </w:r>
          </w:p>
          <w:p w14:paraId="1C075188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Mecânica</w:t>
            </w:r>
          </w:p>
          <w:p w14:paraId="5FCFA09A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Evolução</w:t>
            </w:r>
          </w:p>
          <w:p w14:paraId="3B5117C0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Níveis</w:t>
            </w:r>
          </w:p>
          <w:p w14:paraId="3108F87E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Enredo</w:t>
            </w:r>
          </w:p>
          <w:p w14:paraId="4031C826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Papéis</w:t>
            </w:r>
          </w:p>
          <w:p w14:paraId="50D8337E" w14:textId="77777777" w:rsidR="00A51451" w:rsidRPr="00FA2892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L</w:t>
            </w: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inguagem de programação </w:t>
            </w:r>
          </w:p>
          <w:p w14:paraId="113C52E0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Interface da ferramenta</w:t>
            </w:r>
          </w:p>
          <w:p w14:paraId="524416A4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e transformar objetos</w:t>
            </w:r>
          </w:p>
          <w:p w14:paraId="1925856C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de</w:t>
            </w:r>
            <w:r w:rsidRPr="00FA2892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 xml:space="preserve"> scripts</w:t>
            </w:r>
          </w:p>
          <w:p w14:paraId="4F7C2CAB" w14:textId="77777777" w:rsidR="00A51451" w:rsidRPr="00FA2892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variáveis e funções</w:t>
            </w:r>
          </w:p>
          <w:p w14:paraId="69CA6AF2" w14:textId="77777777" w:rsidR="00A51451" w:rsidRPr="00EE5705" w:rsidRDefault="00A51451" w:rsidP="00A51451">
            <w:pPr>
              <w:numPr>
                <w:ilvl w:val="1"/>
                <w:numId w:val="1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A289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Animar das personagens e objetos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75A30E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manuais, guiões e tutoriais técnicos.</w:t>
            </w:r>
          </w:p>
          <w:p w14:paraId="5CFCFB18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os princípios do pensamento computacional.</w:t>
            </w:r>
          </w:p>
          <w:p w14:paraId="7039AB98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orientações metodológicas para planear as etapas de criação do jogo.</w:t>
            </w:r>
          </w:p>
          <w:p w14:paraId="6F78EB4A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Aplicar técnicas de </w:t>
            </w:r>
            <w:r w:rsidRPr="00EE5705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de jogos para definição dos cenários e </w:t>
            </w:r>
            <w:proofErr w:type="spellStart"/>
            <w:r w:rsidRPr="008A7CC7">
              <w:rPr>
                <w:rFonts w:ascii="Verdana Pro Light" w:eastAsia="Verdana Pro Light" w:hAnsi="Verdana Pro Light" w:cs="Verdana Pro Light"/>
                <w:i/>
                <w:iCs/>
                <w:sz w:val="18"/>
                <w:szCs w:val="18"/>
              </w:rPr>
              <w:t>sprites</w:t>
            </w:r>
            <w:proofErr w:type="spellEnd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0CE76681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elementos e sintaxe de uma linguagem de p</w:t>
            </w:r>
            <w:r w:rsidRPr="009763DA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rogramação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para criar o jogo. </w:t>
            </w:r>
          </w:p>
          <w:p w14:paraId="245416A4" w14:textId="77777777" w:rsidR="00A51451" w:rsidRPr="00EE5705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76" w:hanging="274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3022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as funcionalidades de um processador de texto para fazer um guião técnico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, relatório</w:t>
            </w:r>
            <w:r w:rsidRPr="0003022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ou manual de utilizador do programa.</w:t>
            </w:r>
          </w:p>
          <w:p w14:paraId="48F558C3" w14:textId="77777777" w:rsidR="00A51451" w:rsidRDefault="00A51451" w:rsidP="00A7697D">
            <w:pPr>
              <w:spacing w:before="120" w:after="0" w:line="276" w:lineRule="auto"/>
              <w:ind w:left="27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5AF9C0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482BE41C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56DAEA33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Iniciativa.</w:t>
            </w:r>
          </w:p>
          <w:p w14:paraId="2757932D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critico.</w:t>
            </w:r>
          </w:p>
          <w:p w14:paraId="65B5E75C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0E798F3D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Disposição para a aprendizagem.</w:t>
            </w:r>
          </w:p>
          <w:p w14:paraId="6878D054" w14:textId="77777777" w:rsidR="00A51451" w:rsidRDefault="00A51451" w:rsidP="00A51451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Empenho e persistência na resolução de problemas.</w:t>
            </w:r>
          </w:p>
          <w:p w14:paraId="7DDD170E" w14:textId="77777777" w:rsidR="00A51451" w:rsidRDefault="00A51451" w:rsidP="00A7697D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  <w:p w14:paraId="25CA6D8C" w14:textId="77777777" w:rsidR="00A51451" w:rsidRDefault="00A51451" w:rsidP="00A7697D">
            <w:pPr>
              <w:spacing w:before="120" w:after="0" w:line="276" w:lineRule="auto"/>
              <w:ind w:left="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6A1C22AF" w14:textId="77777777" w:rsidR="00A51451" w:rsidRDefault="00A51451" w:rsidP="00A51451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46B88B0" w14:textId="77777777" w:rsidR="00A51451" w:rsidRDefault="00A51451" w:rsidP="00A5145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3C679E1B" w14:textId="77777777" w:rsidR="00A51451" w:rsidRPr="000247BF" w:rsidRDefault="00A51451" w:rsidP="00A51451">
      <w:pPr>
        <w:spacing w:after="120" w:line="240" w:lineRule="auto"/>
        <w:rPr>
          <w:rFonts w:ascii="Verdana Pro Light" w:eastAsia="Verdana Pro Light" w:hAnsi="Verdana Pro Light" w:cs="Verdana Pro Light"/>
          <w:bCs/>
          <w:i/>
          <w:iCs/>
          <w:sz w:val="18"/>
          <w:szCs w:val="18"/>
        </w:rPr>
      </w:pPr>
      <w:r w:rsidRPr="000247BF">
        <w:rPr>
          <w:rFonts w:ascii="Verdana Pro Light" w:eastAsia="Verdana Pro Light" w:hAnsi="Verdana Pro Light" w:cs="Verdana Pro Light"/>
          <w:bCs/>
          <w:i/>
          <w:iCs/>
          <w:sz w:val="18"/>
          <w:szCs w:val="18"/>
        </w:rPr>
        <w:t>Programar videojogos:</w:t>
      </w:r>
    </w:p>
    <w:p w14:paraId="6E29474D" w14:textId="77777777" w:rsidR="00A51451" w:rsidRDefault="00A51451" w:rsidP="00A5145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CD1. Cumprindo as várias etapas de planeamento do jogo.</w:t>
      </w:r>
    </w:p>
    <w:p w14:paraId="40A1387A" w14:textId="77777777" w:rsidR="00A51451" w:rsidRDefault="00A51451" w:rsidP="00A5145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CD2. Manuseando o ambiente de desenvolvimento. </w:t>
      </w:r>
    </w:p>
    <w:p w14:paraId="0400828E" w14:textId="77777777" w:rsidR="00A51451" w:rsidRDefault="00A51451" w:rsidP="00A5145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CD3.  Cumprindo regras no uso dos elementos e sintaxe da programação.</w:t>
      </w:r>
    </w:p>
    <w:p w14:paraId="229D3A16" w14:textId="77777777" w:rsidR="00A51451" w:rsidRDefault="00A51451" w:rsidP="00A5145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sz w:val="18"/>
          <w:szCs w:val="18"/>
        </w:rPr>
        <w:tab/>
        <w:t>Executando e testando a programação.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04CA0FD3" w14:textId="77777777" w:rsidR="00A51451" w:rsidRDefault="00A51451" w:rsidP="00A5145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2DDCC280" w14:textId="18953A13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lastRenderedPageBreak/>
        <w:t xml:space="preserve">Empresas do setor da informática e multimédia. </w:t>
      </w:r>
    </w:p>
    <w:p w14:paraId="091E6E7D" w14:textId="77777777" w:rsidR="00A51451" w:rsidRDefault="00A51451" w:rsidP="00A5145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F81578C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Manuais, guiões e tutoriais técnicos.</w:t>
      </w:r>
    </w:p>
    <w:p w14:paraId="50088128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Dispositivos eletrónicos com acesso à Internet.</w:t>
      </w:r>
    </w:p>
    <w:p w14:paraId="714FB990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Dispositivos móveis.</w:t>
      </w:r>
    </w:p>
    <w:p w14:paraId="1A8EC7F2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Motores de jogos.</w:t>
      </w:r>
    </w:p>
    <w:p w14:paraId="7299417D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Ambiente de programação</w:t>
      </w:r>
    </w:p>
    <w:p w14:paraId="7C72498C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Editor de texto. </w:t>
      </w:r>
    </w:p>
    <w:p w14:paraId="477C8ADA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Editor de imagem.</w:t>
      </w:r>
    </w:p>
    <w:p w14:paraId="0FE7A4F1" w14:textId="77777777" w:rsidR="00A51451" w:rsidRDefault="00A51451" w:rsidP="00A51451">
      <w:pPr>
        <w:numPr>
          <w:ilvl w:val="0"/>
          <w:numId w:val="14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Editor de som.  </w:t>
      </w:r>
    </w:p>
    <w:p w14:paraId="44AF5990" w14:textId="77777777" w:rsidR="00A51451" w:rsidRDefault="00A51451" w:rsidP="00A5145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3A4FD137" w14:textId="77777777" w:rsidR="00A51451" w:rsidRDefault="00A51451" w:rsidP="00A51451">
      <w:pPr>
        <w:rPr>
          <w:rFonts w:ascii="Verdana Pro Light" w:hAnsi="Verdana Pro Light"/>
          <w:smallCaps/>
        </w:rPr>
      </w:pPr>
    </w:p>
    <w:p w14:paraId="39F549EB" w14:textId="3FF56C30" w:rsidR="00A51451" w:rsidRDefault="005F2BF3" w:rsidP="00A51451">
      <w:pPr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t>OPerador</w:t>
      </w:r>
      <w:proofErr w:type="spellEnd"/>
      <w:r>
        <w:rPr>
          <w:rFonts w:ascii="Verdana Pro Light" w:hAnsi="Verdana Pro Light"/>
          <w:smallCaps/>
        </w:rPr>
        <w:t xml:space="preserve"> e técnico de informática </w:t>
      </w:r>
    </w:p>
    <w:p w14:paraId="29BDF322" w14:textId="77777777" w:rsidR="00A51451" w:rsidRDefault="00A51451" w:rsidP="00A51451">
      <w:pPr>
        <w:rPr>
          <w:rFonts w:ascii="Verdana Pro Light" w:hAnsi="Verdana Pro Light"/>
          <w:smallCaps/>
        </w:rPr>
      </w:pPr>
    </w:p>
    <w:p w14:paraId="66A325EA" w14:textId="77777777" w:rsidR="00A51451" w:rsidRDefault="00A51451" w:rsidP="00A51451">
      <w:pPr>
        <w:rPr>
          <w:rFonts w:ascii="Verdana Pro Light" w:hAnsi="Verdana Pro Light"/>
          <w:smallCaps/>
        </w:rPr>
      </w:pPr>
    </w:p>
    <w:p w14:paraId="400FF396" w14:textId="77777777" w:rsidR="00A51451" w:rsidRDefault="00A51451" w:rsidP="00A51451">
      <w:pPr>
        <w:rPr>
          <w:rFonts w:ascii="Verdana Pro Light" w:hAnsi="Verdana Pro Light"/>
          <w:smallCaps/>
        </w:rPr>
      </w:pPr>
    </w:p>
    <w:p w14:paraId="12967D1C" w14:textId="77777777" w:rsidR="00A51451" w:rsidRDefault="00A51451" w:rsidP="00A51451">
      <w:pPr>
        <w:rPr>
          <w:rFonts w:ascii="Verdana Pro Light" w:hAnsi="Verdana Pro Light"/>
          <w:smallCaps/>
        </w:rPr>
      </w:pPr>
    </w:p>
    <w:p w14:paraId="7B8D0B7A" w14:textId="3F00890D" w:rsidR="000912A9" w:rsidRDefault="000912A9" w:rsidP="00A5145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667C8A7" w14:textId="77777777" w:rsidR="00F867A0" w:rsidRDefault="00F867A0" w:rsidP="00A51451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867A0" w:rsidRPr="00136AD8" w14:paraId="2435F53C" w14:textId="77777777" w:rsidTr="007C5D6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42D6C1" w14:textId="54DF1318" w:rsidR="00F867A0" w:rsidRPr="00136AD8" w:rsidRDefault="00F867A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3598DB" w14:textId="77777777" w:rsidR="00F867A0" w:rsidRPr="009C256C" w:rsidRDefault="00F867A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 xml:space="preserve">Desenvolver narrativas </w:t>
            </w:r>
            <w:proofErr w:type="spellStart"/>
            <w:r w:rsidRPr="00BC4B21">
              <w:t>transMedia</w:t>
            </w:r>
            <w:proofErr w:type="spellEnd"/>
            <w:r>
              <w:t xml:space="preserve"> de</w:t>
            </w:r>
            <w:r w:rsidRPr="00BC4B21">
              <w:t xml:space="preserve"> design imersivo e realidade virtual</w:t>
            </w:r>
          </w:p>
        </w:tc>
      </w:tr>
      <w:tr w:rsidR="00F867A0" w:rsidRPr="00136AD8" w14:paraId="592D56BD" w14:textId="77777777" w:rsidTr="007C5D6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50DB306" w14:textId="77777777" w:rsidR="00F867A0" w:rsidRPr="00136AD8" w:rsidRDefault="00F867A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25</w:t>
            </w:r>
          </w:p>
        </w:tc>
        <w:tc>
          <w:tcPr>
            <w:tcW w:w="7324" w:type="dxa"/>
            <w:shd w:val="clear" w:color="auto" w:fill="E7E6E6" w:themeFill="background2"/>
          </w:tcPr>
          <w:p w14:paraId="3999B7CF" w14:textId="77777777" w:rsidR="00F867A0" w:rsidRPr="00136AD8" w:rsidRDefault="00F867A0" w:rsidP="007C5D6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D0A1C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Média e Tecnologias </w:t>
            </w: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</w:t>
            </w:r>
            <w:r w:rsidRPr="004D0A1C">
              <w:rPr>
                <w:rFonts w:ascii="Verdana Pro Light" w:eastAsia="Arial Unicode MS" w:hAnsi="Verdana Pro Light" w:cs="Times New Roman"/>
                <w:sz w:val="18"/>
                <w:szCs w:val="18"/>
              </w:rPr>
              <w:t>mergentes</w:t>
            </w:r>
          </w:p>
        </w:tc>
      </w:tr>
    </w:tbl>
    <w:p w14:paraId="3B6588FF" w14:textId="77777777" w:rsidR="00F867A0" w:rsidRPr="00136AD8" w:rsidRDefault="00F867A0" w:rsidP="00F867A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1456D89" w14:textId="75420C3D" w:rsidR="00F867A0" w:rsidRPr="003200F2" w:rsidRDefault="00F867A0" w:rsidP="00F867A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2B02A5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F8804E0" w14:textId="77777777" w:rsidR="00F867A0" w:rsidRPr="00136AD8" w:rsidRDefault="00F867A0" w:rsidP="00F867A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867A0" w:rsidRPr="00136AD8" w14:paraId="05B02862" w14:textId="77777777" w:rsidTr="007C5D6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2FD2A0" w14:textId="77777777" w:rsidR="00F867A0" w:rsidRPr="001B353A" w:rsidRDefault="00F867A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867A0" w:rsidRPr="00136AD8" w14:paraId="5BD16AAB" w14:textId="77777777" w:rsidTr="007C5D6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09EC6D" w14:textId="77777777" w:rsidR="00F867A0" w:rsidRPr="004D0A1C" w:rsidRDefault="00F867A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Criar o universo narrativo e as personagens </w:t>
            </w:r>
          </w:p>
          <w:p w14:paraId="61BFED9C" w14:textId="77777777" w:rsidR="00F867A0" w:rsidRPr="004D0A1C" w:rsidRDefault="00F867A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Planear o desenvolvimento da narrativa pelos diferentes meios </w:t>
            </w:r>
          </w:p>
          <w:p w14:paraId="1B0B559D" w14:textId="77777777" w:rsidR="00F867A0" w:rsidRPr="004D0A1C" w:rsidRDefault="00F867A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Integrar as tecnologias de design imersivo e realidade virtual </w:t>
            </w:r>
          </w:p>
          <w:p w14:paraId="1CE016A5" w14:textId="77777777" w:rsidR="00F867A0" w:rsidRPr="00796F10" w:rsidRDefault="00F867A0" w:rsidP="007C5D6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Criação do conteúdo multimédia </w:t>
            </w:r>
          </w:p>
        </w:tc>
      </w:tr>
      <w:tr w:rsidR="00F867A0" w:rsidRPr="00136AD8" w14:paraId="411CA483" w14:textId="77777777" w:rsidTr="007C5D6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F5FAD7" w14:textId="77777777" w:rsidR="00F867A0" w:rsidRPr="001B353A" w:rsidRDefault="00F867A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A4BFFA" w14:textId="77777777" w:rsidR="00F867A0" w:rsidRPr="001B353A" w:rsidRDefault="00F867A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65CAAA" w14:textId="77777777" w:rsidR="00F867A0" w:rsidRPr="001B353A" w:rsidRDefault="00F867A0" w:rsidP="007C5D6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867A0" w:rsidRPr="00136AD8" w14:paraId="26F6B180" w14:textId="77777777" w:rsidTr="007C5D6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01DBF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da narrativa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</w:t>
            </w: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médias (texto, vídeo, áudio).</w:t>
            </w:r>
          </w:p>
          <w:p w14:paraId="6AE1C7EE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formas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uma única narrativa.</w:t>
            </w:r>
          </w:p>
          <w:p w14:paraId="72BFE15B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Virtual.</w:t>
            </w:r>
          </w:p>
          <w:p w14:paraId="4635668E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Aumentada.</w:t>
            </w:r>
          </w:p>
          <w:p w14:paraId="09AC313A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incentivo à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participação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DE9372B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de design para experiências imersivas</w:t>
            </w:r>
          </w:p>
          <w:p w14:paraId="66F62FD4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ardware e software relacionados à RV e RA</w:t>
            </w:r>
          </w:p>
          <w:p w14:paraId="0D95D599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nterfaces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interativas em ambientes tridimensionais.</w:t>
            </w:r>
          </w:p>
          <w:p w14:paraId="4830128B" w14:textId="77777777" w:rsidR="00F867A0" w:rsidRPr="00DA3252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centrado no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garantir uma experiência imersiva intuitiva.</w:t>
            </w:r>
          </w:p>
          <w:p w14:paraId="77442EAB" w14:textId="77777777" w:rsidR="00F867A0" w:rsidRPr="00DA3252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Programação em ambientes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Unity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Unreal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DBF3D9A" w14:textId="77777777" w:rsidR="00F867A0" w:rsidRPr="00134354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linguagens como C# ou C++ para criar experiências interativas.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AEA93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Pesquisar informação sobre novas aplicações e tecnologias multimédia emergentes.</w:t>
            </w:r>
          </w:p>
          <w:p w14:paraId="43F5FAFE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conceitos de </w:t>
            </w:r>
            <w:proofErr w:type="spell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transMedia</w:t>
            </w:r>
            <w:proofErr w:type="spellEnd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design imersivo e realidade </w:t>
            </w:r>
            <w:proofErr w:type="spellStart"/>
            <w:proofErr w:type="gram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virtual.Reconhecer</w:t>
            </w:r>
            <w:proofErr w:type="spellEnd"/>
            <w:proofErr w:type="gramEnd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importância da comunicação diferenciada, tangível e interativa.</w:t>
            </w:r>
          </w:p>
          <w:p w14:paraId="4EAACA33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B4B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histórias coesas e envolventes que fluem de uma média para outra.</w:t>
            </w:r>
          </w:p>
          <w:p w14:paraId="091BDDE6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conteúdo de acordo com a plataforma de distribuição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D1C6C17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sensação de presença e envolvimento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66B764A" w14:textId="77777777" w:rsidR="00F867A0" w:rsidRPr="00517AA8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dispositivos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Oculus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Rift, HTC Vive, HoloLens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A5B6BF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e animações para ambientes virtuais</w:t>
            </w:r>
          </w:p>
          <w:p w14:paraId="77608A43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interfaces intuitivas para ambientes de RV.</w:t>
            </w:r>
          </w:p>
          <w:p w14:paraId="4DA5141D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projetos conforme a plataforma escolhida</w:t>
            </w:r>
          </w:p>
          <w:p w14:paraId="51018C67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343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conteúdo visual, auditivo e textual que se complementem</w:t>
            </w:r>
          </w:p>
          <w:p w14:paraId="43742C86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DCFA1A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73A716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1DDE98E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55E25F" w14:textId="77777777" w:rsidR="00F867A0" w:rsidRPr="00057283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A4509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36971AAD" w14:textId="77777777" w:rsidR="00F867A0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DE71F5C" w14:textId="77777777" w:rsidR="00F867A0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6AAF553" w14:textId="77777777" w:rsidR="00F867A0" w:rsidRPr="00AB5AF8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7923004" w14:textId="77777777" w:rsidR="00F867A0" w:rsidRPr="00AB5AF8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E48F280" w14:textId="77777777" w:rsidR="00F867A0" w:rsidRPr="00AB5AF8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F8C0BA9" w14:textId="77777777" w:rsidR="00F867A0" w:rsidRPr="00AB5AF8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AA859A4" w14:textId="77777777" w:rsidR="00F867A0" w:rsidRPr="00A128FE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783BD2C" w14:textId="77777777" w:rsidR="00F867A0" w:rsidRPr="00AB5AF8" w:rsidRDefault="00F867A0" w:rsidP="00F867A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3FD1D99" w14:textId="77777777" w:rsidR="00F867A0" w:rsidRPr="008047E3" w:rsidRDefault="00F867A0" w:rsidP="00F867A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653D8A" w14:textId="77777777" w:rsidR="00F867A0" w:rsidRPr="00057283" w:rsidRDefault="00F867A0" w:rsidP="007C5D6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1043139" w14:textId="77777777" w:rsidR="00F867A0" w:rsidRDefault="00F867A0" w:rsidP="00F867A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8E13A9C" w14:textId="77777777" w:rsidR="00F867A0" w:rsidRDefault="00F867A0" w:rsidP="00F867A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39269E1" w14:textId="77777777" w:rsidR="00F867A0" w:rsidRPr="00F87025" w:rsidRDefault="00F867A0" w:rsidP="00F867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2F4DCA4" w14:textId="77777777" w:rsidR="00F867A0" w:rsidRPr="00F20E6F" w:rsidRDefault="00F867A0" w:rsidP="00F867A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Utilizar conceitos de </w:t>
      </w:r>
      <w:proofErr w:type="spellStart"/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transmedia</w:t>
      </w:r>
      <w:proofErr w:type="spellEnd"/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, design imersivo e realidade virtual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6C15BD1" w14:textId="77777777" w:rsidR="00F867A0" w:rsidRPr="0064164C" w:rsidRDefault="00F867A0" w:rsidP="00F867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narrativa se integre de forma fluida em diferentes meios, mantendo consistência e compreensão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2EC2B68" w14:textId="77777777" w:rsidR="00F867A0" w:rsidRPr="0064164C" w:rsidRDefault="00F867A0" w:rsidP="00F867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cada elemento da </w:t>
      </w:r>
      <w:proofErr w:type="spellStart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proofErr w:type="spellEnd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contribua para a continuidade e compreensão da história global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949FD64" w14:textId="77777777" w:rsidR="00F867A0" w:rsidRPr="0064164C" w:rsidRDefault="00F867A0" w:rsidP="00F867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identidade visual consistente em todas as plataformas.</w:t>
      </w:r>
    </w:p>
    <w:p w14:paraId="768A992D" w14:textId="77777777" w:rsidR="00F867A0" w:rsidRPr="0064164C" w:rsidRDefault="00F867A0" w:rsidP="00F867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ambientes virtuais que proporcionem uma sensação realista de presença.</w:t>
      </w:r>
    </w:p>
    <w:p w14:paraId="3E2347DD" w14:textId="77777777" w:rsidR="00F867A0" w:rsidRPr="0064164C" w:rsidRDefault="00F867A0" w:rsidP="00F867A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do mundo real de maneira convincente no ambiente virtual.</w:t>
      </w:r>
    </w:p>
    <w:p w14:paraId="6A88AE24" w14:textId="77777777" w:rsidR="00F867A0" w:rsidRPr="00136AD8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8D9883" w14:textId="77777777" w:rsidR="00F867A0" w:rsidRPr="00F87025" w:rsidRDefault="00F867A0" w:rsidP="00F867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B208F9E" w14:textId="77777777" w:rsidR="00F867A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7B325272" w14:textId="77777777" w:rsidR="00F867A0" w:rsidRPr="00984B3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5491EC81" w14:textId="77777777" w:rsidR="00F867A0" w:rsidRPr="00984B3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7D2AEBE6" w14:textId="77777777" w:rsidR="00F867A0" w:rsidRPr="008047E3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72A8CAFE" w14:textId="77777777" w:rsidR="00F867A0" w:rsidRPr="00984B3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80569A" w14:textId="77777777" w:rsidR="00F867A0" w:rsidRPr="00051C79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87342D" w14:textId="77777777" w:rsidR="00F867A0" w:rsidRPr="00F87025" w:rsidRDefault="00F867A0" w:rsidP="00F867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E98134" w14:textId="77777777" w:rsidR="00F867A0" w:rsidRPr="00564406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80EA671" w14:textId="77777777" w:rsidR="00F867A0" w:rsidRPr="00564406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514354F" w14:textId="77777777" w:rsidR="00F867A0" w:rsidRPr="00501DC8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34E0611" w14:textId="77777777" w:rsidR="00F867A0" w:rsidRPr="00501DC8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734BA95E" w14:textId="77777777" w:rsidR="00F867A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Realidade Virtual e Realidade Aumentada.</w:t>
      </w:r>
    </w:p>
    <w:p w14:paraId="38AD6A45" w14:textId="77777777" w:rsidR="00F867A0" w:rsidRDefault="00F867A0" w:rsidP="00F867A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6FD29AED" w14:textId="77777777" w:rsidR="00F867A0" w:rsidRPr="00051C79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8E6955" w14:textId="77777777" w:rsidR="00F867A0" w:rsidRPr="00F87025" w:rsidRDefault="00F867A0" w:rsidP="00F867A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6BF02B" w14:textId="77777777" w:rsidR="00F867A0" w:rsidRPr="00051C79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E97910" w14:textId="77777777" w:rsidR="00F867A0" w:rsidRPr="00051C79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D633AD" w14:textId="77777777" w:rsidR="00F867A0" w:rsidRPr="00051C79" w:rsidRDefault="00F867A0" w:rsidP="00F867A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895E06" w14:textId="77777777" w:rsidR="00F867A0" w:rsidRDefault="00F867A0" w:rsidP="00F867A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87F872" w14:textId="77777777" w:rsidR="00F867A0" w:rsidRPr="00A51451" w:rsidRDefault="00F867A0" w:rsidP="00A51451">
      <w:pPr>
        <w:rPr>
          <w:rFonts w:ascii="Verdana Pro Light" w:eastAsia="Verdana Pro Light" w:hAnsi="Verdana Pro Light" w:cs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912A9" w:rsidRPr="00136AD8" w14:paraId="0960CD7A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FE50D0" w14:textId="6FFEA223" w:rsidR="000912A9" w:rsidRPr="00136AD8" w:rsidRDefault="000912A9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7D059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634E27" w:rsidRPr="007D059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A24C4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36F2163" w14:textId="7D2CFA2C" w:rsidR="000912A9" w:rsidRPr="00AA7B53" w:rsidRDefault="00335613" w:rsidP="00440C58">
            <w:pPr>
              <w:spacing w:after="0"/>
            </w:pPr>
            <w:r>
              <w:t>Criar design</w:t>
            </w:r>
            <w:r w:rsidR="001D114D">
              <w:t xml:space="preserve"> </w:t>
            </w:r>
            <w:proofErr w:type="spellStart"/>
            <w:r w:rsidR="000912A9">
              <w:t>transmedia</w:t>
            </w:r>
            <w:proofErr w:type="spellEnd"/>
            <w:r w:rsidR="000912A9">
              <w:t>, imersivo e</w:t>
            </w:r>
            <w:r w:rsidR="00986FCC">
              <w:t xml:space="preserve"> de</w:t>
            </w:r>
            <w:r w:rsidR="000912A9">
              <w:t xml:space="preserve"> realidade virtual</w:t>
            </w:r>
          </w:p>
        </w:tc>
      </w:tr>
      <w:tr w:rsidR="000912A9" w:rsidRPr="00136AD8" w14:paraId="2E1A8DEC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1B77432" w14:textId="38FECA47" w:rsidR="000912A9" w:rsidRPr="00136AD8" w:rsidRDefault="000912A9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A7FF4">
              <w:rPr>
                <w:rFonts w:ascii="Verdana Pro Light" w:hAnsi="Verdana Pro Light" w:cs="Times New Roman"/>
                <w:smallCaps/>
                <w:color w:val="FFC000" w:themeColor="accent4"/>
                <w:sz w:val="18"/>
                <w:szCs w:val="18"/>
              </w:rPr>
              <w:t>00</w:t>
            </w:r>
            <w:r w:rsidR="00634E27">
              <w:rPr>
                <w:rFonts w:ascii="Verdana Pro Light" w:hAnsi="Verdana Pro Light" w:cs="Times New Roman"/>
                <w:smallCaps/>
                <w:color w:val="FFC000" w:themeColor="accent4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5F188D1" w14:textId="77777777" w:rsidR="000912A9" w:rsidRPr="00136AD8" w:rsidRDefault="000912A9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D0A1C">
              <w:rPr>
                <w:rFonts w:ascii="Verdana Pro Light" w:eastAsia="Arial Unicode MS" w:hAnsi="Verdana Pro Light" w:cs="Times New Roman"/>
                <w:sz w:val="18"/>
                <w:szCs w:val="18"/>
              </w:rPr>
              <w:t>Média e Tecnologias emergentes</w:t>
            </w:r>
          </w:p>
        </w:tc>
      </w:tr>
    </w:tbl>
    <w:p w14:paraId="4BC361F6" w14:textId="77777777" w:rsidR="000912A9" w:rsidRPr="00136AD8" w:rsidRDefault="000912A9" w:rsidP="000912A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192024B" w14:textId="77777777" w:rsidR="000912A9" w:rsidRPr="003200F2" w:rsidRDefault="000912A9" w:rsidP="000912A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96ECE9C" w14:textId="77777777" w:rsidR="000912A9" w:rsidRPr="00136AD8" w:rsidRDefault="000912A9" w:rsidP="000912A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912A9" w:rsidRPr="00136AD8" w14:paraId="348A4ED5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F92EEF" w14:textId="77777777" w:rsidR="000912A9" w:rsidRPr="001B353A" w:rsidRDefault="000912A9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912A9" w:rsidRPr="00136AD8" w14:paraId="455D5B9B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8FF0A36" w14:textId="4E837CEA" w:rsidR="000912A9" w:rsidRPr="004D0A1C" w:rsidRDefault="000912A9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214EB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257E3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214E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canais de média e plataforma a utilizar </w:t>
            </w:r>
          </w:p>
          <w:p w14:paraId="2B378260" w14:textId="2BAE2DD2" w:rsidR="000912A9" w:rsidRPr="004D0A1C" w:rsidRDefault="000912A9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A47D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3D, textu</w:t>
            </w:r>
            <w:r w:rsidR="000A47D8" w:rsidRPr="000A47D8">
              <w:rPr>
                <w:rFonts w:ascii="Verdana Pro Light" w:eastAsia="Arial Unicode MS" w:hAnsi="Verdana Pro Light" w:cs="Arial Unicode MS"/>
                <w:sz w:val="18"/>
                <w:szCs w:val="18"/>
              </w:rPr>
              <w:t>ras, iluminação, efeitos visuais e sonoros</w:t>
            </w:r>
            <w:r w:rsidR="000A47D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</w:t>
            </w:r>
            <w:r w:rsidR="00511B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11BA7" w:rsidRPr="00511BA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implementação de interações intuitivas</w:t>
            </w:r>
          </w:p>
          <w:p w14:paraId="0B915EAA" w14:textId="2FAAF2B0" w:rsidR="000912A9" w:rsidRPr="004D0A1C" w:rsidRDefault="000912A9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66006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866006" w:rsidRPr="00866006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 w:rsidR="00866006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866006" w:rsidRPr="008660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aplicativos e plataforma</w:t>
            </w:r>
            <w:r w:rsidR="00866006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AD7C1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</w:t>
            </w:r>
            <w:r w:rsidR="00AD7C10" w:rsidRPr="00AD7C10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 realidade virtual, integração de tecnologias de sensoriamento de movimento e feedback háptico</w:t>
            </w:r>
          </w:p>
          <w:p w14:paraId="62E965AA" w14:textId="4F3266B0" w:rsidR="000912A9" w:rsidRPr="004D0A1C" w:rsidRDefault="000912A9" w:rsidP="00440C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D7C10" w:rsidRPr="00AD7C10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testes de usabilidade, identificar bugs de código e necessidades de otimização de desempenho</w:t>
            </w:r>
          </w:p>
          <w:p w14:paraId="238BCDA8" w14:textId="2DF3F83C" w:rsidR="000912A9" w:rsidRPr="00F708A6" w:rsidRDefault="000912A9" w:rsidP="00F708A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="00427DE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Aplicar testes </w:t>
            </w:r>
            <w:r w:rsidR="00482BD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compatibilidade </w:t>
            </w:r>
            <w:r w:rsidR="00523CD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estabilidade </w:t>
            </w:r>
            <w:r w:rsidR="00F708A6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diferentes dispositivos e plataformas</w:t>
            </w:r>
          </w:p>
        </w:tc>
      </w:tr>
      <w:tr w:rsidR="000912A9" w:rsidRPr="00136AD8" w14:paraId="2B653E2A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901E47" w14:textId="77777777" w:rsidR="000912A9" w:rsidRPr="001B353A" w:rsidRDefault="000912A9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E662E3" w14:textId="77777777" w:rsidR="000912A9" w:rsidRPr="001B353A" w:rsidRDefault="000912A9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96C50D1" w14:textId="77777777" w:rsidR="000912A9" w:rsidRPr="001B353A" w:rsidRDefault="000912A9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912A9" w:rsidRPr="00136AD8" w14:paraId="24FC357D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81B2D" w14:textId="77777777" w:rsidR="007D3EED" w:rsidRPr="00DA3252" w:rsidRDefault="007D3EED" w:rsidP="007D3E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centrado no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1EE8CEB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Virtual.</w:t>
            </w:r>
          </w:p>
          <w:p w14:paraId="57A0E185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Aumentada.</w:t>
            </w:r>
          </w:p>
          <w:p w14:paraId="51F89677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incentivo à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participação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8B12354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de design para experiências imersivas</w:t>
            </w:r>
          </w:p>
          <w:p w14:paraId="4EA52E06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ardware e software relacionados à RV e RA</w:t>
            </w:r>
          </w:p>
          <w:p w14:paraId="31E37439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nterfaces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interativas em ambientes tridimensionais.</w:t>
            </w:r>
          </w:p>
          <w:p w14:paraId="3FAEFA6D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 de usabilidade específicos para ambientes imersivos.</w:t>
            </w:r>
          </w:p>
          <w:p w14:paraId="36C9ECE8" w14:textId="77777777" w:rsidR="000912A9" w:rsidRPr="00DA3252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Programação em ambientes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Unity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Unreal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B925ACB" w14:textId="77777777" w:rsidR="000912A9" w:rsidRPr="00134354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linguagens como C# ou C++ para criar experiências interativas.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93DF4" w14:textId="62DA8072" w:rsidR="00634E27" w:rsidRDefault="00634E27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  <w:proofErr w:type="spell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APIs</w:t>
            </w:r>
            <w:proofErr w:type="spellEnd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plataformas de desenvolvimento em fase inicial.</w:t>
            </w:r>
          </w:p>
          <w:p w14:paraId="74E98CEB" w14:textId="77777777" w:rsidR="00634E27" w:rsidRDefault="00634E27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Testar novos modos de produção multimédia</w:t>
            </w:r>
          </w:p>
          <w:p w14:paraId="152DE31B" w14:textId="2ECC7677" w:rsidR="00634E27" w:rsidRDefault="00634E27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Reconhecer a importância da comunicação diferenciada, tangível e interativa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38F65A4" w14:textId="77777777" w:rsidR="00634E27" w:rsidRDefault="00634E27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conceitos de </w:t>
            </w:r>
            <w:proofErr w:type="spellStart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transMedia</w:t>
            </w:r>
            <w:proofErr w:type="spellEnd"/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design imersivo e realidade virtual.</w:t>
            </w:r>
          </w:p>
          <w:p w14:paraId="20E0EB4F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conteúdo de acordo com a plataforma de distribuição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A605738" w14:textId="77777777" w:rsidR="000912A9" w:rsidRPr="00517AA8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dispositivos como </w:t>
            </w:r>
            <w:proofErr w:type="spellStart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Oculus</w:t>
            </w:r>
            <w:proofErr w:type="spellEnd"/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Rift, HTC Vive, HoloLens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FED223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modelos 3D e animações para ambientes virtuais</w:t>
            </w:r>
          </w:p>
          <w:p w14:paraId="06D07DE8" w14:textId="77777777" w:rsidR="000912A9" w:rsidRPr="00DA3252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interações gestuais e sistemas de controle em ambientes virtuais.</w:t>
            </w:r>
          </w:p>
          <w:p w14:paraId="3C17F3C1" w14:textId="19A3CE56" w:rsidR="000912A9" w:rsidRPr="007A773A" w:rsidRDefault="000912A9" w:rsidP="007A77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DA32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interfaces intuitivas para ambientes de RV.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F012F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50D729E" w14:textId="77777777" w:rsidR="000912A9" w:rsidRDefault="000912A9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FF2EBB0" w14:textId="77777777" w:rsidR="000912A9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548CC67" w14:textId="77777777" w:rsidR="000912A9" w:rsidRPr="00AB5AF8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4D662DB" w14:textId="77777777" w:rsidR="000912A9" w:rsidRPr="00AB5AF8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F9B6AC9" w14:textId="77777777" w:rsidR="000912A9" w:rsidRPr="00AB5AF8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85C8B57" w14:textId="77777777" w:rsidR="000912A9" w:rsidRPr="00AB5AF8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15A7F24" w14:textId="77777777" w:rsidR="000912A9" w:rsidRPr="00A128FE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7CC6F8E" w14:textId="77777777" w:rsidR="000912A9" w:rsidRPr="00AB5AF8" w:rsidRDefault="000912A9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8E06E82" w14:textId="77777777" w:rsidR="000912A9" w:rsidRPr="00057283" w:rsidRDefault="000912A9" w:rsidP="00440C5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A9CC217" w14:textId="77777777" w:rsidR="000912A9" w:rsidRDefault="000912A9" w:rsidP="000912A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CEE9B5" w14:textId="77777777" w:rsidR="000912A9" w:rsidRPr="00F87025" w:rsidRDefault="000912A9" w:rsidP="000912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EE8C09D" w14:textId="77777777" w:rsidR="000912A9" w:rsidRPr="00F20E6F" w:rsidRDefault="000912A9" w:rsidP="000912A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Utilizar conceitos de </w:t>
      </w:r>
      <w:proofErr w:type="spellStart"/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transmedia</w:t>
      </w:r>
      <w:proofErr w:type="spellEnd"/>
      <w:r w:rsidRPr="0013435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, design imersivo e realidade virtual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2320440" w14:textId="2BFAA60E" w:rsidR="000912A9" w:rsidRPr="0064164C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narrativa se integr</w:t>
      </w:r>
      <w:r w:rsidR="00360C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fluida em diferentes meios, mantendo consistência e compreensão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3D9F473" w14:textId="1349B3C7" w:rsidR="000912A9" w:rsidRPr="0064164C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cada elemento da </w:t>
      </w:r>
      <w:proofErr w:type="spellStart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</w:t>
      </w:r>
      <w:proofErr w:type="spellEnd"/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contribu</w:t>
      </w:r>
      <w:r w:rsidR="00360C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a continuidade e compreensão da história global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B83BA84" w14:textId="77777777" w:rsidR="000912A9" w:rsidRPr="0064164C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identidade visual consistente em todas as plataformas.</w:t>
      </w:r>
    </w:p>
    <w:p w14:paraId="17973285" w14:textId="77777777" w:rsidR="000912A9" w:rsidRPr="0064164C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343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ambientes virtuais que proporcionem uma sensação realista de presença.</w:t>
      </w:r>
    </w:p>
    <w:p w14:paraId="1E79E69E" w14:textId="77777777" w:rsidR="000912A9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controles e interações que sejam naturais e intuitivos.</w:t>
      </w:r>
    </w:p>
    <w:p w14:paraId="45910E1F" w14:textId="77777777" w:rsidR="000912A9" w:rsidRPr="0064164C" w:rsidRDefault="000912A9" w:rsidP="000912A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2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do mundo real de maneira convincente no ambiente virtual.</w:t>
      </w:r>
    </w:p>
    <w:p w14:paraId="68D7831E" w14:textId="77777777" w:rsidR="000912A9" w:rsidRPr="00136AD8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CDF728" w14:textId="77777777" w:rsidR="000912A9" w:rsidRPr="00F87025" w:rsidRDefault="000912A9" w:rsidP="000912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E8F8A88" w14:textId="77777777" w:rsidR="000912A9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53C24471" w14:textId="77777777" w:rsidR="000912A9" w:rsidRPr="00984B30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5D1392B7" w14:textId="022210E3" w:rsidR="000912A9" w:rsidRPr="007A773A" w:rsidRDefault="000912A9" w:rsidP="007A773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52F050FE" w14:textId="77777777" w:rsidR="000912A9" w:rsidRPr="00051C79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600A4B" w14:textId="77777777" w:rsidR="000912A9" w:rsidRPr="00F87025" w:rsidRDefault="000912A9" w:rsidP="000912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77E046" w14:textId="77777777" w:rsidR="000912A9" w:rsidRPr="00564406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CE3AF06" w14:textId="77777777" w:rsidR="000912A9" w:rsidRPr="00564406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5BE71F7" w14:textId="77777777" w:rsidR="000912A9" w:rsidRPr="00501DC8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626E314" w14:textId="77777777" w:rsidR="000912A9" w:rsidRPr="00501DC8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6CE241A4" w14:textId="77777777" w:rsidR="000912A9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Realidade Virtual e Realidade Aumentada.</w:t>
      </w:r>
    </w:p>
    <w:p w14:paraId="3EFD2671" w14:textId="77777777" w:rsidR="000912A9" w:rsidRDefault="000912A9" w:rsidP="000912A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12E94CDE" w14:textId="77777777" w:rsidR="000912A9" w:rsidRPr="007A773A" w:rsidRDefault="000912A9" w:rsidP="007A773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369D6B" w14:textId="77777777" w:rsidR="000912A9" w:rsidRPr="00051C79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41D143" w14:textId="77777777" w:rsidR="000912A9" w:rsidRPr="00F87025" w:rsidRDefault="000912A9" w:rsidP="000912A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05C472" w14:textId="77777777" w:rsidR="000912A9" w:rsidRPr="00051C79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4DF95F" w14:textId="77777777" w:rsidR="000912A9" w:rsidRPr="00051C79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646E95" w14:textId="77777777" w:rsidR="000912A9" w:rsidRPr="00051C79" w:rsidRDefault="000912A9" w:rsidP="000912A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96A881" w14:textId="1FD7538C" w:rsidR="00A942C1" w:rsidRDefault="00A942C1" w:rsidP="008821DD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942C1" w:rsidRPr="00136AD8" w14:paraId="0C1BC3AB" w14:textId="77777777" w:rsidTr="00440C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CB295E" w14:textId="7157D802" w:rsidR="00A942C1" w:rsidRPr="00136AD8" w:rsidRDefault="00A942C1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D4FC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A24C4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D4FC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FEC016" w14:textId="106794AC" w:rsidR="00A942C1" w:rsidRPr="00AA7B53" w:rsidRDefault="007E53C9" w:rsidP="00440C58">
            <w:pPr>
              <w:spacing w:after="0"/>
            </w:pPr>
            <w:r>
              <w:t>Gerir</w:t>
            </w:r>
            <w:r w:rsidR="00681A8E">
              <w:t xml:space="preserve"> um projeto</w:t>
            </w:r>
            <w:r w:rsidR="008032CC" w:rsidRPr="00AA7B53">
              <w:t xml:space="preserve"> multimédia</w:t>
            </w:r>
          </w:p>
        </w:tc>
      </w:tr>
      <w:tr w:rsidR="00A942C1" w:rsidRPr="00136AD8" w14:paraId="68E7444C" w14:textId="77777777" w:rsidTr="00440C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2E2907" w14:textId="7C4B7752" w:rsidR="00A942C1" w:rsidRPr="00136AD8" w:rsidRDefault="00A942C1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D4FC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5E8A3F9" w14:textId="3FEA6A6C" w:rsidR="00A942C1" w:rsidRPr="00136AD8" w:rsidRDefault="007D059A" w:rsidP="00440C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Gestão de projetos </w:t>
            </w:r>
          </w:p>
        </w:tc>
      </w:tr>
    </w:tbl>
    <w:p w14:paraId="0B340455" w14:textId="77777777" w:rsidR="00A942C1" w:rsidRPr="00136AD8" w:rsidRDefault="00A942C1" w:rsidP="00A942C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96F9DB" w14:textId="544902B2" w:rsidR="00A942C1" w:rsidRPr="003200F2" w:rsidRDefault="00A942C1" w:rsidP="00A942C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BD4FCB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BFC439D" w14:textId="77777777" w:rsidR="00A942C1" w:rsidRPr="00136AD8" w:rsidRDefault="00A942C1" w:rsidP="00A942C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942C1" w:rsidRPr="00136AD8" w14:paraId="6215B392" w14:textId="77777777" w:rsidTr="00440C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BABDF1" w14:textId="77777777" w:rsidR="00A942C1" w:rsidRPr="001B353A" w:rsidRDefault="00A942C1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942C1" w:rsidRPr="00136AD8" w14:paraId="49AC3386" w14:textId="77777777" w:rsidTr="00440C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6BAFF9" w14:textId="0148D6FB" w:rsidR="00F64253" w:rsidRDefault="00A942C1" w:rsidP="006679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667958">
              <w:t xml:space="preserve"> </w:t>
            </w:r>
            <w:r w:rsidR="00F64253" w:rsidRPr="000D4776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0D4776" w:rsidRPr="000D47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nterpretar o briefing e as </w:t>
            </w:r>
            <w:r w:rsidR="000D477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orientações do projeto a realizar </w:t>
            </w:r>
          </w:p>
          <w:p w14:paraId="68E25F64" w14:textId="20682EEA" w:rsidR="000D4776" w:rsidRPr="00B642E1" w:rsidRDefault="000D4776" w:rsidP="006679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Diagnosticar e </w:t>
            </w:r>
            <w:r w:rsidR="00B642E1"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os recursos necessários</w:t>
            </w:r>
            <w:r w:rsidR="00E275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="00B642E1" w:rsidRPr="00B642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 </w:t>
            </w:r>
          </w:p>
          <w:p w14:paraId="6EB30A47" w14:textId="6A5D2AA6" w:rsidR="00667958" w:rsidRPr="00667958" w:rsidRDefault="00667958" w:rsidP="006679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E27523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2752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Fasear as etapas </w:t>
            </w:r>
            <w:r w:rsidR="003357BC">
              <w:rPr>
                <w:rFonts w:ascii="Verdana Pro Light" w:eastAsia="Arial Unicode MS" w:hAnsi="Verdana Pro Light" w:cs="Arial Unicode MS"/>
                <w:sz w:val="18"/>
                <w:szCs w:val="18"/>
              </w:rPr>
              <w:t>necessárias.</w:t>
            </w:r>
          </w:p>
          <w:p w14:paraId="26DEBAAD" w14:textId="61B67577" w:rsidR="00A942C1" w:rsidRPr="003547CD" w:rsidRDefault="00667958" w:rsidP="003547C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66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547C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Apresentar o planeamento do projeto e</w:t>
            </w:r>
            <w:r w:rsidR="002F253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etapas da sua</w:t>
            </w:r>
            <w:r w:rsidR="003547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concretização </w:t>
            </w:r>
          </w:p>
        </w:tc>
      </w:tr>
      <w:tr w:rsidR="00A942C1" w:rsidRPr="00136AD8" w14:paraId="34191F3C" w14:textId="77777777" w:rsidTr="00440C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4169C1" w14:textId="77777777" w:rsidR="00A942C1" w:rsidRPr="001B353A" w:rsidRDefault="00A942C1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82F54A" w14:textId="77777777" w:rsidR="00A942C1" w:rsidRPr="001B353A" w:rsidRDefault="00A942C1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09128A" w14:textId="77777777" w:rsidR="00A942C1" w:rsidRPr="001B353A" w:rsidRDefault="00A942C1" w:rsidP="00440C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942C1" w:rsidRPr="00136AD8" w14:paraId="708F5119" w14:textId="77777777" w:rsidTr="00440C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D480F" w14:textId="3461B797" w:rsidR="009A7677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de projeto</w:t>
            </w:r>
          </w:p>
          <w:p w14:paraId="597B7A2D" w14:textId="482FAB0B" w:rsidR="009A7677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 w:rsidR="006C36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gestão de projetos</w:t>
            </w:r>
          </w:p>
          <w:p w14:paraId="1F0B759D" w14:textId="66ADCB6B" w:rsidR="009A7677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</w:t>
            </w:r>
            <w:r w:rsidR="006C36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desenvolvimento de um projet</w:t>
            </w:r>
            <w:r w:rsid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="00B9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 </w:t>
            </w:r>
          </w:p>
          <w:p w14:paraId="48459E7E" w14:textId="1A740877" w:rsidR="00B96B4D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gestor de projeto</w:t>
            </w:r>
            <w:r w:rsidR="00B9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</w:t>
            </w:r>
            <w:r w:rsidR="00F519F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Gestão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Desenvolvimento de equipas de projeto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Conflitos e gestão de conflitos</w:t>
            </w: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Liderança de equipas de projeto</w:t>
            </w:r>
          </w:p>
          <w:p w14:paraId="42759FB8" w14:textId="77777777" w:rsidR="00B96B4D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informáticas de apoio à gestão e planeamento de projetos</w:t>
            </w:r>
          </w:p>
          <w:p w14:paraId="5F896131" w14:textId="77777777" w:rsidR="00B96B4D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comunicação no projeto</w:t>
            </w:r>
          </w:p>
          <w:p w14:paraId="08F9B92F" w14:textId="49084922" w:rsidR="00B96B4D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Documentação no projeto</w:t>
            </w:r>
            <w:r w:rsidR="00B9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multimédia </w:t>
            </w:r>
          </w:p>
          <w:p w14:paraId="4E209FE4" w14:textId="77777777" w:rsidR="00B96B4D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de informação e técnicas de referenciação de fontes</w:t>
            </w:r>
          </w:p>
          <w:p w14:paraId="7C1C6E45" w14:textId="3DADC30D" w:rsidR="0013763A" w:rsidRDefault="005B6680" w:rsidP="0013763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A767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de relatórios de projeto</w:t>
            </w:r>
          </w:p>
          <w:p w14:paraId="17C517DB" w14:textId="77777777" w:rsidR="00A942C1" w:rsidRPr="001B353A" w:rsidRDefault="00A942C1" w:rsidP="005B668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350BA" w14:textId="612234B0" w:rsidR="005D7012" w:rsidRDefault="0006219B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diferentes fases que compõem o processo de conceção e produção multimédia</w:t>
            </w:r>
          </w:p>
          <w:p w14:paraId="49723DF9" w14:textId="3EC04AAE" w:rsidR="007A1665" w:rsidRDefault="007A1665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“concorrência” e o perfil do utilizador</w:t>
            </w:r>
          </w:p>
          <w:p w14:paraId="17D1615B" w14:textId="77777777" w:rsidR="00443189" w:rsidRDefault="003773B2" w:rsidP="0044318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as necessidades tendo em vista a elaboração da proposta (estrutural e financeira).</w:t>
            </w:r>
          </w:p>
          <w:p w14:paraId="43A1B2C2" w14:textId="63BE4045" w:rsidR="007A14F9" w:rsidRPr="00443189" w:rsidRDefault="007A14F9" w:rsidP="0044318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3189">
              <w:rPr>
                <w:rFonts w:ascii="Verdana Pro Light" w:eastAsia="Arial Unicode MS" w:hAnsi="Verdana Pro Light" w:cs="Arial Unicode MS"/>
                <w:sz w:val="18"/>
                <w:szCs w:val="18"/>
              </w:rPr>
              <w:t>Avaliar o produto final e assegurar a sua manutenção e atualização.</w:t>
            </w:r>
          </w:p>
          <w:p w14:paraId="4B137248" w14:textId="4413FF76" w:rsidR="00CF539B" w:rsidRDefault="00CF539B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de produção necessária ao desenvolvimento de projetos</w:t>
            </w:r>
          </w:p>
          <w:p w14:paraId="63EAF57A" w14:textId="7E4A2325" w:rsidR="00322CBD" w:rsidRDefault="00322CBD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ferramentas de 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apresentação, design gráfico, edição de vídeo e outras ferramentas multimídia. </w:t>
            </w:r>
          </w:p>
          <w:p w14:paraId="014BBA85" w14:textId="77777777" w:rsidR="00322CBD" w:rsidRDefault="00322CBD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22C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apresentações visualmente atraentes e organizadas. </w:t>
            </w:r>
          </w:p>
          <w:p w14:paraId="08F3EF76" w14:textId="7610E5C5" w:rsidR="00A942C1" w:rsidRDefault="00A942C1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de forma clara e concisa.</w:t>
            </w:r>
          </w:p>
          <w:p w14:paraId="11362EFA" w14:textId="77777777" w:rsidR="00A942C1" w:rsidRPr="00057283" w:rsidRDefault="00A942C1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74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rticular argumentos sólidos e justificar escolhas de design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4EDA2" w14:textId="77777777" w:rsidR="00A942C1" w:rsidRDefault="00A942C1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60D3E43" w14:textId="77777777" w:rsidR="00A942C1" w:rsidRDefault="00A942C1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51A6516" w14:textId="77777777" w:rsidR="00A942C1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0A4C12D" w14:textId="77777777" w:rsidR="00A942C1" w:rsidRPr="00AB5AF8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B93C06D" w14:textId="77777777" w:rsidR="00A942C1" w:rsidRPr="00AB5AF8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E49F0B5" w14:textId="77777777" w:rsidR="00A942C1" w:rsidRPr="00AB5AF8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5A44B29" w14:textId="77777777" w:rsidR="00A942C1" w:rsidRPr="00AB5AF8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AE443F5" w14:textId="77777777" w:rsidR="00A942C1" w:rsidRPr="00A128FE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20FBC3C" w14:textId="77777777" w:rsidR="00A942C1" w:rsidRPr="00AB5AF8" w:rsidRDefault="00A942C1" w:rsidP="00440C5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0B52668" w14:textId="77777777" w:rsidR="00A942C1" w:rsidRPr="00057283" w:rsidRDefault="00A942C1" w:rsidP="00440C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272CE2" w14:textId="77777777" w:rsidR="00A942C1" w:rsidRDefault="00A942C1" w:rsidP="00A942C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AF1BD3C" w14:textId="77777777" w:rsidR="00A942C1" w:rsidRDefault="00A942C1" w:rsidP="00A942C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6F5662F" w14:textId="77777777" w:rsidR="00A942C1" w:rsidRPr="00F87025" w:rsidRDefault="00A942C1" w:rsidP="00A942C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F5E0C8A" w14:textId="036D6867" w:rsidR="00A942C1" w:rsidRPr="00F20E6F" w:rsidRDefault="00443189" w:rsidP="00A942C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2" w:name="_Hlk155181695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um projeto</w:t>
      </w:r>
      <w:r w:rsidR="00A942C1" w:rsidRPr="00174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multimédia</w:t>
      </w:r>
      <w:r w:rsidR="00A942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613E087" w14:textId="77777777" w:rsidR="00A942C1" w:rsidRPr="0064164C" w:rsidRDefault="00A942C1" w:rsidP="00A942C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objetivos específicos, mensuráveis, alcançáveis, relevantes e com prazo definido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3995F15" w14:textId="77777777" w:rsidR="00A942C1" w:rsidRPr="0064164C" w:rsidRDefault="00A942C1" w:rsidP="00A942C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o público-alvo 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conteúdo de acordo com suas necessidades e preferências.</w:t>
      </w:r>
    </w:p>
    <w:p w14:paraId="7DE15967" w14:textId="77777777" w:rsidR="00A942C1" w:rsidRPr="0064164C" w:rsidRDefault="00A942C1" w:rsidP="00A942C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endo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narrativa sólida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coerente e envolvente.</w:t>
      </w:r>
    </w:p>
    <w:p w14:paraId="492FCE23" w14:textId="77777777" w:rsidR="00A942C1" w:rsidRDefault="00A942C1" w:rsidP="00A942C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cronograma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fases do projeto, desde a conceção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até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à</w:t>
      </w:r>
      <w:r w:rsidRPr="00DE3F8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implementação.</w:t>
      </w:r>
    </w:p>
    <w:p w14:paraId="641D29BB" w14:textId="39B8AC11" w:rsidR="00F519FB" w:rsidRPr="0064164C" w:rsidRDefault="00F519FB" w:rsidP="00A942C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2E25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5. Apresentando-o de forma clara, sucinta e ajustada ao </w:t>
      </w:r>
      <w:r w:rsidR="00D17C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publico alvo</w:t>
      </w:r>
    </w:p>
    <w:p w14:paraId="182DE83E" w14:textId="77777777" w:rsidR="00A942C1" w:rsidRPr="00F87025" w:rsidRDefault="00A942C1" w:rsidP="00A942C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1F8A8FF" w14:textId="67BE875E" w:rsidR="00A942C1" w:rsidRPr="00D17C44" w:rsidRDefault="00A942C1" w:rsidP="00D17C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B77EE98" w14:textId="77777777" w:rsidR="00A942C1" w:rsidRPr="00051C79" w:rsidRDefault="00A942C1" w:rsidP="00A942C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08FA4A" w14:textId="77777777" w:rsidR="00A942C1" w:rsidRPr="00F87025" w:rsidRDefault="00A942C1" w:rsidP="00A942C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769DC8" w14:textId="23DBDA8A" w:rsidR="00A942C1" w:rsidRPr="00564406" w:rsidRDefault="00A942C1" w:rsidP="00A942C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 w:rsidR="0076595D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38FE4A4" w14:textId="77777777" w:rsidR="00A942C1" w:rsidRPr="00564406" w:rsidRDefault="00A942C1" w:rsidP="00A942C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, vídeo e áudio.</w:t>
      </w:r>
    </w:p>
    <w:p w14:paraId="12431909" w14:textId="77777777" w:rsidR="00A942C1" w:rsidRPr="00501DC8" w:rsidRDefault="00A942C1" w:rsidP="00A942C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EC9502B" w14:textId="77777777" w:rsidR="00A942C1" w:rsidRDefault="00A942C1" w:rsidP="00A942C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22"/>
    <w:p w14:paraId="5C153A7E" w14:textId="77777777" w:rsidR="00A942C1" w:rsidRPr="00051C79" w:rsidRDefault="00A942C1" w:rsidP="00A942C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71C872" w14:textId="77777777" w:rsidR="00A942C1" w:rsidRPr="00F87025" w:rsidRDefault="00A942C1" w:rsidP="00A942C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9237AA1" w14:textId="2474F0E6" w:rsidR="00A942C1" w:rsidRPr="00051C79" w:rsidRDefault="00EA4161" w:rsidP="00A942C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Produção de conteúdos interativos </w:t>
      </w:r>
    </w:p>
    <w:p w14:paraId="62166D86" w14:textId="1ED2C421" w:rsidR="00FF4933" w:rsidRPr="004B2CC9" w:rsidRDefault="00FF4933" w:rsidP="004B2CC9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p w14:paraId="018D9B1D" w14:textId="77777777" w:rsidR="008C76A8" w:rsidRDefault="008C76A8" w:rsidP="008C76A8">
      <w:pPr>
        <w:rPr>
          <w:rFonts w:ascii="Verdana Pro Light" w:hAnsi="Verdana Pro Light"/>
          <w:smallCaps/>
        </w:rPr>
      </w:pPr>
    </w:p>
    <w:p w14:paraId="308452C5" w14:textId="77777777" w:rsidR="006F276D" w:rsidRDefault="006F276D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bookmarkStart w:id="23" w:name="_Hlk155122218"/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p w14:paraId="55646327" w14:textId="77777777" w:rsidR="004F1EEE" w:rsidRDefault="004F1EEE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04F00" w:rsidRPr="00136AD8" w14:paraId="03A3B1BB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4D1332" w14:textId="780A491A" w:rsidR="00104F00" w:rsidRPr="00136AD8" w:rsidRDefault="00104F0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757C6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757C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E656FB" w14:textId="77777777" w:rsidR="00104F00" w:rsidRPr="009C256C" w:rsidRDefault="00104F0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Interpretar briefings </w:t>
            </w:r>
          </w:p>
        </w:tc>
      </w:tr>
      <w:tr w:rsidR="00104F00" w:rsidRPr="00136AD8" w14:paraId="38A0ABCC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E5FE8B" w14:textId="3FDDA3E2" w:rsidR="00104F00" w:rsidRPr="00136AD8" w:rsidRDefault="00104F0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757C66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4762E965" w14:textId="77777777" w:rsidR="00104F00" w:rsidRPr="00136AD8" w:rsidRDefault="00104F00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95FA7">
              <w:rPr>
                <w:rFonts w:ascii="Verdana Pro Light" w:eastAsia="Arial Unicode MS" w:hAnsi="Verdana Pro Light" w:cs="Times New Roman"/>
                <w:sz w:val="18"/>
                <w:szCs w:val="18"/>
              </w:rPr>
              <w:t>Criatividade em comunicação</w:t>
            </w:r>
          </w:p>
        </w:tc>
      </w:tr>
    </w:tbl>
    <w:p w14:paraId="06EB7E5D" w14:textId="77777777" w:rsidR="00104F00" w:rsidRPr="00136AD8" w:rsidRDefault="00104F00" w:rsidP="00104F0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5B73AE" w14:textId="25611388" w:rsidR="00104F00" w:rsidRPr="003200F2" w:rsidRDefault="00104F00" w:rsidP="00104F0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4B2798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6718F09" w14:textId="77777777" w:rsidR="00104F00" w:rsidRPr="00136AD8" w:rsidRDefault="00104F00" w:rsidP="00104F0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04F00" w:rsidRPr="00136AD8" w14:paraId="51DB2E18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892848" w14:textId="77777777" w:rsidR="00104F00" w:rsidRPr="001B353A" w:rsidRDefault="00104F0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04F00" w:rsidRPr="00136AD8" w14:paraId="43EE6137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8423B0" w14:textId="77777777" w:rsidR="00104F00" w:rsidRPr="00A5531F" w:rsidRDefault="00104F0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nalisar um briefing de comunicação.</w:t>
            </w:r>
          </w:p>
          <w:p w14:paraId="4859F007" w14:textId="77777777" w:rsidR="00104F00" w:rsidRPr="001B353A" w:rsidRDefault="00104F0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um briefing de comunicação.</w:t>
            </w:r>
          </w:p>
          <w:p w14:paraId="3D5A1542" w14:textId="77777777" w:rsidR="00104F00" w:rsidRPr="001B353A" w:rsidRDefault="00104F00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C40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planos de comunicação criativos tendo em conta os objetivos estipulados.</w:t>
            </w:r>
          </w:p>
        </w:tc>
      </w:tr>
      <w:tr w:rsidR="00104F00" w:rsidRPr="00136AD8" w14:paraId="2CD0BA23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144576" w14:textId="77777777" w:rsidR="00104F00" w:rsidRPr="001B353A" w:rsidRDefault="00104F0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B98879" w14:textId="77777777" w:rsidR="00104F00" w:rsidRPr="001B353A" w:rsidRDefault="00104F0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B5642C" w14:textId="77777777" w:rsidR="00104F00" w:rsidRPr="001B353A" w:rsidRDefault="00104F00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04F00" w:rsidRPr="00136AD8" w14:paraId="715D7FB9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1957F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Briefing de comunicação</w:t>
            </w:r>
          </w:p>
          <w:p w14:paraId="2C511F9A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3F361117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e processo criativo</w:t>
            </w:r>
          </w:p>
          <w:p w14:paraId="183A7766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visual</w:t>
            </w:r>
          </w:p>
          <w:p w14:paraId="160347F1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Leis da perceção visual (Leis da </w:t>
            </w:r>
            <w:proofErr w:type="spellStart"/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Gestalt</w:t>
            </w:r>
            <w:proofErr w:type="spellEnd"/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psicologia da forma)</w:t>
            </w:r>
          </w:p>
          <w:p w14:paraId="16EBB1C2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de autor</w:t>
            </w:r>
          </w:p>
          <w:p w14:paraId="6B0F24B5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002DAA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E49A9E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0C5A4B" w14:textId="77777777" w:rsidR="00104F00" w:rsidRPr="001B353A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F0C03E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0BF1EC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e tendências estéticas e criativas</w:t>
            </w:r>
          </w:p>
          <w:p w14:paraId="214CDE0D" w14:textId="7218727F" w:rsidR="00104F00" w:rsidRPr="0055279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processo criativo</w:t>
            </w:r>
          </w:p>
          <w:p w14:paraId="1CEF612E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Testar conceitos e linguagens visuais</w:t>
            </w:r>
          </w:p>
          <w:p w14:paraId="266FEDFD" w14:textId="77777777" w:rsidR="00104F00" w:rsidRPr="000A5A46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2F09D94E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</w:t>
            </w:r>
            <w:r w:rsidRPr="000A5A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projeto de comunicação visual para ser entregue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7E2495F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2598A8" w14:textId="77777777" w:rsidR="00104F00" w:rsidRPr="00057283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E2206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64C1479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FBA4D0E" w14:textId="77777777" w:rsidR="00104F00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92B0FE4" w14:textId="77777777" w:rsidR="00104F00" w:rsidRPr="00AB5AF8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40D76C4" w14:textId="77777777" w:rsidR="00104F00" w:rsidRPr="00AB5AF8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3922E58" w14:textId="77777777" w:rsidR="00104F00" w:rsidRPr="00AB5AF8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A08CA73" w14:textId="77777777" w:rsidR="00104F00" w:rsidRPr="00AB5AF8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E4B6795" w14:textId="77777777" w:rsidR="00104F00" w:rsidRPr="00A128FE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DD195BF" w14:textId="77777777" w:rsidR="00104F00" w:rsidRPr="00AB5AF8" w:rsidRDefault="00104F00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C6A9954" w14:textId="77777777" w:rsidR="00104F00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88F64C" w14:textId="77777777" w:rsidR="00104F00" w:rsidRPr="00057283" w:rsidRDefault="00104F0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AF9CC4D" w14:textId="77777777" w:rsidR="00104F00" w:rsidRDefault="00104F00" w:rsidP="00104F0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C1F759F" w14:textId="77777777" w:rsidR="00104F00" w:rsidRDefault="00104F00" w:rsidP="00104F0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DF031D2" w14:textId="77777777" w:rsidR="00104F00" w:rsidRPr="00F87025" w:rsidRDefault="00104F00" w:rsidP="00104F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2B4360F" w14:textId="414FFB9D" w:rsidR="00104F00" w:rsidRPr="00F20E6F" w:rsidRDefault="00757C66" w:rsidP="00104F0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Interpretar briefings</w:t>
      </w:r>
      <w:r w:rsidR="00104F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648A426" w14:textId="77777777" w:rsidR="00F64313" w:rsidRDefault="00104F00" w:rsidP="00104F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6431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F64313" w:rsidRPr="00F6431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umprindo as orientações definidas no </w:t>
      </w:r>
      <w:r w:rsidR="00F6431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briefing </w:t>
      </w:r>
    </w:p>
    <w:p w14:paraId="1FB4E72F" w14:textId="5B3D5213" w:rsidR="00104F00" w:rsidRPr="0064164C" w:rsidRDefault="00104F00" w:rsidP="00104F0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C67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6431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satisfação do cliente</w:t>
      </w:r>
      <w:r w:rsidRPr="00B424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0DD4B6" w14:textId="634256C6" w:rsidR="00104F00" w:rsidRPr="0064164C" w:rsidRDefault="00104F00" w:rsidP="00F6431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C676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424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B424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mensagens claras e consistentes</w:t>
      </w:r>
    </w:p>
    <w:p w14:paraId="25A63C9C" w14:textId="77777777" w:rsidR="00104F00" w:rsidRPr="00136AD8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6FF520" w14:textId="77777777" w:rsidR="00104F00" w:rsidRPr="00F87025" w:rsidRDefault="00104F00" w:rsidP="00104F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31BBF43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</w:t>
      </w:r>
    </w:p>
    <w:p w14:paraId="3A856A3F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2B49C4DC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Editoras (jornais; revistas; livros)</w:t>
      </w:r>
    </w:p>
    <w:p w14:paraId="7190A5F1" w14:textId="0BEB90D0" w:rsidR="00104F00" w:rsidRPr="008F29A3" w:rsidRDefault="00104F00" w:rsidP="008F29A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Produtoras audiovisuais</w:t>
      </w:r>
    </w:p>
    <w:p w14:paraId="553AF2E1" w14:textId="77777777" w:rsidR="00104F00" w:rsidRPr="00051C79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8483F8" w14:textId="77777777" w:rsidR="00104F00" w:rsidRPr="00F87025" w:rsidRDefault="00104F00" w:rsidP="00104F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3C79FF3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Exemplos de Briefings</w:t>
      </w:r>
    </w:p>
    <w:p w14:paraId="7C502BD4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Regulamentação sobre direitos de autor na utilização de imagens</w:t>
      </w:r>
    </w:p>
    <w:p w14:paraId="2AAE5C34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E13F7DA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 e em movimento</w:t>
      </w:r>
    </w:p>
    <w:p w14:paraId="5F18528A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43236B26" w14:textId="77777777" w:rsidR="00104F00" w:rsidRPr="00B4247F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</w:p>
    <w:p w14:paraId="40D263AD" w14:textId="77777777" w:rsidR="00104F00" w:rsidRPr="00501DC8" w:rsidRDefault="00104F00" w:rsidP="00104F0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247F">
        <w:rPr>
          <w:rFonts w:ascii="Verdana Pro Light" w:eastAsia="Arial Unicode MS" w:hAnsi="Verdana Pro Light" w:cs="Arial Unicode MS"/>
          <w:sz w:val="18"/>
          <w:szCs w:val="18"/>
        </w:rPr>
        <w:t>Material audiovisual</w:t>
      </w:r>
    </w:p>
    <w:p w14:paraId="6246B9A4" w14:textId="77777777" w:rsidR="00104F00" w:rsidRPr="00051C79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4CA198" w14:textId="77777777" w:rsidR="00104F00" w:rsidRPr="00F87025" w:rsidRDefault="00104F00" w:rsidP="00104F0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E015F7" w14:textId="77777777" w:rsidR="00104F00" w:rsidRPr="00051C79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B78516" w14:textId="77777777" w:rsidR="00104F00" w:rsidRPr="00051C79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798D9B" w14:textId="77777777" w:rsidR="00104F00" w:rsidRPr="00051C79" w:rsidRDefault="00104F00" w:rsidP="00104F0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557D1A" w14:textId="77777777" w:rsidR="00C362BB" w:rsidRDefault="00C362BB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622695C6" w14:textId="77777777" w:rsidR="00C362BB" w:rsidRDefault="00C362BB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01BD78B3" w14:textId="77777777" w:rsidR="00C362BB" w:rsidRDefault="00C362BB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1B42A8FE" w14:textId="77777777" w:rsidR="00C362BB" w:rsidRDefault="00C362BB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3402F14B" w14:textId="77777777" w:rsidR="008F29A3" w:rsidRDefault="008F29A3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5899049A" w14:textId="77777777" w:rsidR="008F29A3" w:rsidRDefault="008F29A3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514D2461" w14:textId="77777777" w:rsidR="008F29A3" w:rsidRDefault="008F29A3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7C2F27CE" w14:textId="77777777" w:rsidR="00C362BB" w:rsidRDefault="00C362BB" w:rsidP="00104F00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2BB" w:rsidRPr="00136AD8" w14:paraId="66A2B6E2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170445" w14:textId="4A979F3F" w:rsidR="00C362BB" w:rsidRPr="00136AD8" w:rsidRDefault="00C362B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C3BA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B400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4C3BA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0B9D69" w14:textId="77777777" w:rsidR="00C362BB" w:rsidRPr="009C256C" w:rsidRDefault="00C362B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24" w:name="_Hlk154862264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um guião multimédia</w:t>
            </w:r>
            <w:bookmarkEnd w:id="24"/>
          </w:p>
        </w:tc>
      </w:tr>
      <w:tr w:rsidR="00C362BB" w:rsidRPr="00136AD8" w14:paraId="595B2734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4EF1F8" w14:textId="6247FA47" w:rsidR="00C362BB" w:rsidRPr="00136AD8" w:rsidRDefault="00C362B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B400F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4C3BA1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EA55FDA" w14:textId="30656846" w:rsidR="00C362BB" w:rsidRPr="00136AD8" w:rsidRDefault="00C362B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Guionismo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(geral e para aplicação em </w:t>
            </w:r>
            <w:r w:rsidR="00DD3006"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projeto</w:t>
            </w:r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)</w:t>
            </w:r>
          </w:p>
        </w:tc>
      </w:tr>
    </w:tbl>
    <w:p w14:paraId="18FBDD38" w14:textId="77777777" w:rsidR="00C362BB" w:rsidRPr="00136AD8" w:rsidRDefault="00C362BB" w:rsidP="00C362B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1627354" w14:textId="77777777" w:rsidR="00C362BB" w:rsidRPr="003200F2" w:rsidRDefault="00C362BB" w:rsidP="00C362B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25" w:name="_Hlk155124953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08EF2A05" w14:textId="77777777" w:rsidR="00C362BB" w:rsidRPr="00136AD8" w:rsidRDefault="00C362BB" w:rsidP="00C362B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2BB" w:rsidRPr="00136AD8" w14:paraId="5C7491C9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2BC6C0" w14:textId="77777777" w:rsidR="00C362BB" w:rsidRPr="001B353A" w:rsidRDefault="00C362B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2BB" w:rsidRPr="00136AD8" w14:paraId="6584FA72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09A448" w14:textId="5C5B1136" w:rsidR="00C362BB" w:rsidRPr="00CB50F1" w:rsidRDefault="00C362B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="00B72D99" w:rsidRP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</w:t>
            </w:r>
            <w:r w:rsid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72D99" w:rsidRPr="00B7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tema, público-alvo e plataforma de distribuição</w:t>
            </w:r>
          </w:p>
          <w:p w14:paraId="2FF05D50" w14:textId="77777777" w:rsidR="00C362BB" w:rsidRPr="00CB50F1" w:rsidRDefault="00C362BB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estrutura de 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guião multimédia.</w:t>
            </w:r>
          </w:p>
          <w:p w14:paraId="1A05A483" w14:textId="46BC691D" w:rsidR="00C362BB" w:rsidRPr="00181535" w:rsidRDefault="00C362BB" w:rsidP="0018153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conteúdos para 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um guião multimédia.</w:t>
            </w:r>
          </w:p>
        </w:tc>
      </w:tr>
      <w:tr w:rsidR="00C362BB" w:rsidRPr="00136AD8" w14:paraId="3FFF9A2F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88E4D8" w14:textId="77777777" w:rsidR="00C362BB" w:rsidRPr="001B353A" w:rsidRDefault="00C362B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C00EDB" w14:textId="77777777" w:rsidR="00C362BB" w:rsidRPr="001B353A" w:rsidRDefault="00C362B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06BFFA" w14:textId="77777777" w:rsidR="00C362BB" w:rsidRPr="001B353A" w:rsidRDefault="00C362BB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62BB" w:rsidRPr="00136AD8" w14:paraId="0D6634FD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AD809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bjetivos de comunicação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CEBEBD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padrão da indústria para guiões, incluindo o uso de elementos como cabeçalhos, descrições e diálogos.</w:t>
            </w:r>
          </w:p>
          <w:p w14:paraId="797840F5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ita de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diálogos naturais e autênticos.</w:t>
            </w:r>
          </w:p>
          <w:p w14:paraId="1560F137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adaptar estilos narrativos para diferentes géneros, como comédia, drama, suspense</w:t>
            </w:r>
          </w:p>
          <w:p w14:paraId="43128859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diferentes tipos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9058F1B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varia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ritmo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cadência do diálogo para criar impacto emocional.</w:t>
            </w:r>
          </w:p>
          <w:p w14:paraId="254FD14E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de como a direção visual afeta a narrativa.</w:t>
            </w:r>
          </w:p>
          <w:p w14:paraId="021D76A8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écnicas de redação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guiões multimédia.</w:t>
            </w:r>
          </w:p>
          <w:p w14:paraId="3F5DABED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9972FA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DC9D11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824A27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637DC1" w14:textId="77777777" w:rsidR="00C362BB" w:rsidRPr="001B353A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C28CF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daptar o conteúdo de acordo com as necessidades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público-alvo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F1662EB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uma narrativa envolvente e coerente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8DDA36B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struturar o conteúdo de forma lógica e organizada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 meio de uma linha do tempo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D315BD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138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ncorporar subtexto nos diálogos, permitindo interpretações múltiplas.</w:t>
            </w:r>
          </w:p>
          <w:p w14:paraId="11F5D3A5" w14:textId="77777777" w:rsidR="00C362BB" w:rsidRPr="00517AA8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740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guião para diferentes formatos de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D740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EC52E92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Escrever Guiões</w:t>
            </w:r>
          </w:p>
          <w:p w14:paraId="0D985169" w14:textId="77777777" w:rsidR="00C362BB" w:rsidRPr="00057283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315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um guião técnico que detalhe especificações técnicas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7EFBB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F349075" w14:textId="77777777" w:rsidR="00C362BB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E96A2D5" w14:textId="77777777" w:rsidR="00C362BB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3F1A669" w14:textId="77777777" w:rsidR="00C362BB" w:rsidRPr="00AB5AF8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7889EC99" w14:textId="77777777" w:rsidR="00C362BB" w:rsidRPr="00AB5AF8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E469D58" w14:textId="77777777" w:rsidR="00C362BB" w:rsidRPr="00AB5AF8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60F2B3C" w14:textId="77777777" w:rsidR="00C362BB" w:rsidRPr="00AB5AF8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EFA76B7" w14:textId="77777777" w:rsidR="00C362BB" w:rsidRPr="00A128FE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9A8FCC3" w14:textId="77777777" w:rsidR="00C362BB" w:rsidRPr="00AB5AF8" w:rsidRDefault="00C362BB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2F573BF" w14:textId="77777777" w:rsidR="00C362BB" w:rsidRPr="00057283" w:rsidRDefault="00C362BB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50B9625" w14:textId="77777777" w:rsidR="00C362BB" w:rsidRDefault="00C362BB" w:rsidP="00C362B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8BC0D0" w14:textId="77777777" w:rsidR="00C362BB" w:rsidRDefault="00C362BB" w:rsidP="00C362B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470CE52" w14:textId="77777777" w:rsidR="00C362BB" w:rsidRPr="00F87025" w:rsidRDefault="00C362BB" w:rsidP="00C362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6A7E2B3" w14:textId="77777777" w:rsidR="00C362BB" w:rsidRPr="00F20E6F" w:rsidRDefault="00C362BB" w:rsidP="00C362B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740F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um guião multimédia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1B0CEBC" w14:textId="77777777" w:rsidR="00C362BB" w:rsidRPr="0064164C" w:rsidRDefault="00C362BB" w:rsidP="00C362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Definindo claramente 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objetivos do guião, incluindo a mensagem principal e as metas específicas.</w:t>
      </w:r>
    </w:p>
    <w:p w14:paraId="06F7D6BF" w14:textId="77777777" w:rsidR="00C362BB" w:rsidRPr="0064164C" w:rsidRDefault="00C362BB" w:rsidP="00C362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inclusão de elementos que ressoam com o público pretendido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CF605B2" w14:textId="77777777" w:rsidR="00C362BB" w:rsidRPr="0064164C" w:rsidRDefault="00C362BB" w:rsidP="00C362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eficaz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mente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diferentes elementos multim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dia, como texto, imagem, áudio e vídeo.</w:t>
      </w:r>
    </w:p>
    <w:p w14:paraId="3545733A" w14:textId="77777777" w:rsidR="00C362BB" w:rsidRPr="0064164C" w:rsidRDefault="00C362BB" w:rsidP="00C362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tando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práticas que tornem o conteúdo acessível a pessoas com diferentes necessidades.</w:t>
      </w:r>
    </w:p>
    <w:p w14:paraId="446251C2" w14:textId="77777777" w:rsidR="00C362BB" w:rsidRPr="0064164C" w:rsidRDefault="00C362BB" w:rsidP="00C362B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740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inovação e singularidade do conceito</w:t>
      </w:r>
    </w:p>
    <w:p w14:paraId="0AE76994" w14:textId="77777777" w:rsidR="00C362BB" w:rsidRPr="00136AD8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CA0E08" w14:textId="77777777" w:rsidR="00C362BB" w:rsidRPr="00F87025" w:rsidRDefault="00C362BB" w:rsidP="00C362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893CBE" w14:textId="77777777" w:rsidR="00C362BB" w:rsidRPr="00984B30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26" w:name="_Hlk155183681"/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FEC3E54" w14:textId="77777777" w:rsidR="00C362BB" w:rsidRPr="00984B30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201FA4" w14:textId="77777777" w:rsidR="00C362BB" w:rsidRPr="00984B30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6AAB9F" w14:textId="77777777" w:rsidR="00C362BB" w:rsidRPr="00051C79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46D2D3" w14:textId="77777777" w:rsidR="00C362BB" w:rsidRPr="00F87025" w:rsidRDefault="00C362BB" w:rsidP="00C362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F1296E2" w14:textId="77777777" w:rsidR="00C362BB" w:rsidRPr="009F3A3C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73338B8" w14:textId="77777777" w:rsidR="00C362BB" w:rsidRPr="00501DC8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Guiões</w:t>
      </w:r>
    </w:p>
    <w:bookmarkEnd w:id="26"/>
    <w:p w14:paraId="2313A271" w14:textId="77777777" w:rsidR="00C362BB" w:rsidRPr="00501DC8" w:rsidRDefault="00C362BB" w:rsidP="00C362B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4B9A59" w14:textId="77777777" w:rsidR="00C362BB" w:rsidRPr="00051C79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6D253E" w14:textId="77777777" w:rsidR="00C362BB" w:rsidRPr="00F87025" w:rsidRDefault="00C362BB" w:rsidP="00C362B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43A9E5A" w14:textId="77777777" w:rsidR="00C362BB" w:rsidRPr="00051C79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D9D2F0" w14:textId="77777777" w:rsidR="00C362BB" w:rsidRPr="00051C79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7E1EC6" w14:textId="77777777" w:rsidR="00C362BB" w:rsidRPr="00051C79" w:rsidRDefault="00C362BB" w:rsidP="00C362B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25"/>
    <w:p w14:paraId="51BB16E4" w14:textId="77777777" w:rsidR="00C01519" w:rsidRDefault="00C362BB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01519" w:rsidRPr="00136AD8" w14:paraId="43C5BC8C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6A0A9D" w14:textId="5A619FDE" w:rsidR="00C01519" w:rsidRPr="00136AD8" w:rsidRDefault="00C0151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5A0D8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5A0D8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25DE16" w14:textId="77777777" w:rsidR="00C01519" w:rsidRPr="009C256C" w:rsidRDefault="00C0151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27" w:name="_Hlk154742721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vídeos</w:t>
            </w:r>
            <w:bookmarkEnd w:id="27"/>
          </w:p>
        </w:tc>
      </w:tr>
      <w:tr w:rsidR="00C01519" w:rsidRPr="00136AD8" w14:paraId="0C07B566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3DF1670" w14:textId="77777777" w:rsidR="00C01519" w:rsidRPr="00136AD8" w:rsidRDefault="00C0151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E7E6E6" w:themeFill="background2"/>
          </w:tcPr>
          <w:p w14:paraId="706C766A" w14:textId="77777777" w:rsidR="00C01519" w:rsidRPr="00136AD8" w:rsidRDefault="00C01519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95FA7">
              <w:rPr>
                <w:rFonts w:ascii="Verdana Pro Light" w:eastAsia="Arial Unicode MS" w:hAnsi="Verdana Pro Light" w:cs="Times New Roman"/>
                <w:sz w:val="18"/>
                <w:szCs w:val="18"/>
              </w:rPr>
              <w:t>Produção e realização audiovisual</w:t>
            </w:r>
          </w:p>
        </w:tc>
      </w:tr>
    </w:tbl>
    <w:p w14:paraId="1EC6CB52" w14:textId="77777777" w:rsidR="00C01519" w:rsidRPr="00136AD8" w:rsidRDefault="00C01519" w:rsidP="00C0151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B72C448" w14:textId="77777777" w:rsidR="00C01519" w:rsidRPr="003200F2" w:rsidRDefault="00C01519" w:rsidP="00C015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CE0E08A" w14:textId="77777777" w:rsidR="00C01519" w:rsidRPr="00136AD8" w:rsidRDefault="00C01519" w:rsidP="00C0151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01519" w:rsidRPr="00136AD8" w14:paraId="2F718EA0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12D491" w14:textId="77777777" w:rsidR="00C01519" w:rsidRPr="001B353A" w:rsidRDefault="00C0151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01519" w:rsidRPr="00136AD8" w14:paraId="0E849790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7962B2" w14:textId="77777777" w:rsidR="00C01519" w:rsidRPr="00B95FA7" w:rsidRDefault="00C0151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</w:t>
            </w: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na realização de um produto audiovisual.</w:t>
            </w:r>
          </w:p>
          <w:p w14:paraId="75CC26F2" w14:textId="77777777" w:rsidR="00C01519" w:rsidRPr="001B353A" w:rsidRDefault="00C01519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Planificar a produção de um conteúdo audiovisual.</w:t>
            </w:r>
          </w:p>
          <w:p w14:paraId="33FEFB6A" w14:textId="4DDFCBD9" w:rsidR="002A0C01" w:rsidRDefault="00C01519" w:rsidP="002A0C0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2A0C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</w:t>
            </w:r>
            <w:r w:rsidR="00B462DB">
              <w:rPr>
                <w:rFonts w:ascii="Verdana Pro Light" w:eastAsia="Arial Unicode MS" w:hAnsi="Verdana Pro Light" w:cs="Arial Unicode MS"/>
                <w:sz w:val="18"/>
                <w:szCs w:val="18"/>
              </w:rPr>
              <w:t>, guiar e dirigir</w:t>
            </w:r>
            <w:r w:rsidR="002A0C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atores </w:t>
            </w:r>
          </w:p>
          <w:p w14:paraId="0925616B" w14:textId="65BC14C8" w:rsidR="00B462DB" w:rsidRPr="00B462DB" w:rsidRDefault="00B462DB" w:rsidP="002A0C0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46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Captar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</w:p>
          <w:p w14:paraId="57FFE1C1" w14:textId="620E4E2E" w:rsidR="00C01519" w:rsidRPr="00F27B8A" w:rsidRDefault="00F27B8A" w:rsidP="00F27B8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R5. </w:t>
            </w:r>
            <w:r w:rsidRPr="00F27B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</w:tc>
      </w:tr>
      <w:tr w:rsidR="00C01519" w:rsidRPr="00136AD8" w14:paraId="227ABE74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B718C0" w14:textId="77777777" w:rsidR="00C01519" w:rsidRPr="001B353A" w:rsidRDefault="00C0151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3D4261" w14:textId="77777777" w:rsidR="00C01519" w:rsidRPr="001B353A" w:rsidRDefault="00C0151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289221" w14:textId="77777777" w:rsidR="00C01519" w:rsidRPr="001B353A" w:rsidRDefault="00C01519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01519" w:rsidRPr="00136AD8" w14:paraId="09D46890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92009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5F7EE670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06E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visual e cinematografia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25B497B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231EB1A7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6E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dos elementos fundamentais da narrativa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B920F75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6E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e gestão de cronogramas e orçamentos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D67F9C2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Casting de atores.</w:t>
            </w:r>
          </w:p>
          <w:p w14:paraId="78E563DC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e suas configurações.</w:t>
            </w:r>
          </w:p>
          <w:p w14:paraId="1334EDB4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8FD2C0" w14:textId="77777777" w:rsidR="00C01519" w:rsidRPr="001B353A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EB231" w14:textId="45DE1AD0" w:rsidR="00C01519" w:rsidRDefault="00C01519" w:rsidP="004718B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6E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um plano detalhado para todas as etapas da produção</w:t>
            </w:r>
            <w:r w:rsidRPr="004718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B038B35" w14:textId="464C3937" w:rsidR="004718B9" w:rsidRDefault="00F27B8A" w:rsidP="004718B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Conceber enquadramentos </w:t>
            </w:r>
          </w:p>
          <w:p w14:paraId="3EF64A5F" w14:textId="60E917FF" w:rsidR="004718B9" w:rsidRPr="004718B9" w:rsidRDefault="004718B9" w:rsidP="004718B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cenas e planos</w:t>
            </w:r>
          </w:p>
          <w:p w14:paraId="2DF6BFD8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6E2A843A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estilo visual consistente ao vídeo</w:t>
            </w:r>
          </w:p>
          <w:p w14:paraId="082B6ABB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AA3D83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067933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644C42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CE3254" w14:textId="77777777" w:rsidR="00C01519" w:rsidRPr="00057283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D9CC1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8236298" w14:textId="77777777" w:rsidR="00C01519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08A29D2" w14:textId="77777777" w:rsidR="00C01519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F735DDD" w14:textId="77777777" w:rsidR="00C01519" w:rsidRPr="00AB5AF8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7E4DBCD" w14:textId="77777777" w:rsidR="00C01519" w:rsidRPr="00AB5AF8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1D10C54" w14:textId="77777777" w:rsidR="00C01519" w:rsidRPr="00AB5AF8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BD2EFF1" w14:textId="77777777" w:rsidR="00C01519" w:rsidRPr="00AB5AF8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64BF373" w14:textId="77777777" w:rsidR="00C01519" w:rsidRPr="00A128FE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AC76935" w14:textId="77777777" w:rsidR="00C01519" w:rsidRPr="00AB5AF8" w:rsidRDefault="00C01519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F1BD559" w14:textId="77777777" w:rsidR="00C01519" w:rsidRPr="00057283" w:rsidRDefault="00C0151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BC1CC0" w14:textId="77777777" w:rsidR="00C01519" w:rsidRDefault="00C01519" w:rsidP="00C0151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FA7D3AF" w14:textId="77777777" w:rsidR="00C01519" w:rsidRDefault="00C01519" w:rsidP="00C0151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470A38F" w14:textId="77777777" w:rsidR="00C01519" w:rsidRPr="00F87025" w:rsidRDefault="00C01519" w:rsidP="00C015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03F8DA1" w14:textId="77777777" w:rsidR="00C01519" w:rsidRPr="00F20E6F" w:rsidRDefault="00C01519" w:rsidP="00C0151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06EBC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Realizar vídeos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1290373" w14:textId="77777777" w:rsidR="00C01519" w:rsidRPr="0064164C" w:rsidRDefault="00C01519" w:rsidP="00C015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606E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labora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06E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plano detalhado, cronograma e orçamento.</w:t>
      </w:r>
    </w:p>
    <w:p w14:paraId="3D7621D4" w14:textId="77777777" w:rsidR="00C01519" w:rsidRPr="0064164C" w:rsidRDefault="00C01519" w:rsidP="00C015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606E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06E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imagens visualmente atraentes.</w:t>
      </w:r>
    </w:p>
    <w:p w14:paraId="77FC9C14" w14:textId="77777777" w:rsidR="00C01519" w:rsidRPr="0064164C" w:rsidRDefault="00C01519" w:rsidP="00C015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0A5A4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onfigura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0A5A4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equipamentos para obter resultados desejados</w:t>
      </w:r>
    </w:p>
    <w:p w14:paraId="30FC91D8" w14:textId="77777777" w:rsidR="00C01519" w:rsidRPr="0064164C" w:rsidRDefault="00C01519" w:rsidP="00C015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0A5A4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 um</w:t>
      </w:r>
      <w:r w:rsidRPr="000A5A4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pensamento inovador e criatividade na realização.</w:t>
      </w:r>
    </w:p>
    <w:p w14:paraId="6473D891" w14:textId="77777777" w:rsidR="00C01519" w:rsidRPr="0064164C" w:rsidRDefault="00C01519" w:rsidP="00C015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Controlando </w:t>
      </w:r>
      <w:r w:rsidRPr="000A5A4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foco para transmitir intenção.</w:t>
      </w:r>
    </w:p>
    <w:p w14:paraId="4B482F5B" w14:textId="77777777" w:rsidR="00C01519" w:rsidRPr="00136AD8" w:rsidRDefault="00C01519" w:rsidP="00C0151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4D997D" w14:textId="77777777" w:rsidR="00C01519" w:rsidRPr="00F87025" w:rsidRDefault="00C01519" w:rsidP="00C015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062BAC" w14:textId="77777777" w:rsidR="00C01519" w:rsidRPr="00984B30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6C64878" w14:textId="77777777" w:rsidR="00C01519" w:rsidRPr="00984B30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514C88F5" w14:textId="77777777" w:rsidR="00C01519" w:rsidRPr="00644E32" w:rsidRDefault="00C01519" w:rsidP="00644E32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2F09A2" w14:textId="77777777" w:rsidR="00C01519" w:rsidRPr="00F87025" w:rsidRDefault="00C01519" w:rsidP="00C015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7912B2C" w14:textId="77777777" w:rsidR="00C01519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07320DFB" w14:textId="77777777" w:rsidR="00C01519" w:rsidRPr="005E2D82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64F13A0" w14:textId="77777777" w:rsidR="00C01519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42B0B8DE" w14:textId="77777777" w:rsidR="00C01519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B0EB07" w14:textId="77777777" w:rsidR="00C01519" w:rsidRPr="00501DC8" w:rsidRDefault="00C01519" w:rsidP="00C0151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351EDE" w14:textId="77777777" w:rsidR="00C01519" w:rsidRPr="00051C79" w:rsidRDefault="00C01519" w:rsidP="00C0151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EE14C0" w14:textId="77777777" w:rsidR="00C01519" w:rsidRPr="00F87025" w:rsidRDefault="00C01519" w:rsidP="00C015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9EC504" w14:textId="77777777" w:rsidR="00C01519" w:rsidRPr="00051C79" w:rsidRDefault="00C01519" w:rsidP="00C0151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F91E4B" w14:textId="77777777" w:rsidR="00C01519" w:rsidRPr="00051C79" w:rsidRDefault="00C01519" w:rsidP="00C0151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0BF631" w14:textId="77777777" w:rsidR="00C01519" w:rsidRPr="00051C79" w:rsidRDefault="00C01519" w:rsidP="00C0151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F09290" w14:textId="77777777" w:rsidR="00C01519" w:rsidRDefault="00C01519" w:rsidP="00C0151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F3C82" w:rsidRPr="00136AD8" w14:paraId="3654D128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9B722A9" w14:textId="3331196B" w:rsidR="003F3C82" w:rsidRPr="00136AD8" w:rsidRDefault="003F3C82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8" w:name="_Hlk154690890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DD510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D510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1B98CA1" w14:textId="77777777" w:rsidR="003F3C82" w:rsidRPr="009C256C" w:rsidRDefault="003F3C82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Editar vídeo </w:t>
            </w:r>
          </w:p>
        </w:tc>
      </w:tr>
      <w:bookmarkEnd w:id="28"/>
      <w:tr w:rsidR="003F3C82" w:rsidRPr="00136AD8" w14:paraId="60F16D40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EE8CF1C" w14:textId="53DDEDB0" w:rsidR="003F3C82" w:rsidRPr="00136AD8" w:rsidRDefault="003F3C82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D510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745E4E5E" w14:textId="77777777" w:rsidR="003F3C82" w:rsidRPr="00136AD8" w:rsidRDefault="003F3C82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95FA7">
              <w:rPr>
                <w:rFonts w:ascii="Verdana Pro Light" w:eastAsia="Arial Unicode MS" w:hAnsi="Verdana Pro Light" w:cs="Times New Roman"/>
                <w:sz w:val="18"/>
                <w:szCs w:val="18"/>
              </w:rPr>
              <w:t>Pós-produção de vídeo</w:t>
            </w:r>
          </w:p>
        </w:tc>
      </w:tr>
    </w:tbl>
    <w:p w14:paraId="28F908E4" w14:textId="77777777" w:rsidR="003F3C82" w:rsidRPr="00136AD8" w:rsidRDefault="003F3C82" w:rsidP="003F3C8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4D6E818" w14:textId="77777777" w:rsidR="003F3C82" w:rsidRPr="003200F2" w:rsidRDefault="003F3C82" w:rsidP="003F3C8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392D5AE" w14:textId="77777777" w:rsidR="003F3C82" w:rsidRPr="00136AD8" w:rsidRDefault="003F3C82" w:rsidP="003F3C8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F3C82" w:rsidRPr="00136AD8" w14:paraId="530A3684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1C62E1" w14:textId="77777777" w:rsidR="003F3C82" w:rsidRPr="001B353A" w:rsidRDefault="003F3C82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F3C82" w:rsidRPr="00136AD8" w14:paraId="1A290B52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A4B8E" w14:textId="0BED5778" w:rsidR="003F3C82" w:rsidRPr="00B95FA7" w:rsidRDefault="003F3C82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="00DD51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F1726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49456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takes de filmagem</w:t>
            </w:r>
          </w:p>
          <w:p w14:paraId="56916C1D" w14:textId="42EDD16D" w:rsidR="003F3C82" w:rsidRPr="00B95FA7" w:rsidRDefault="003F3C82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9456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Cortar e montar clipes</w:t>
            </w:r>
          </w:p>
          <w:p w14:paraId="23ED7319" w14:textId="3E6AC357" w:rsidR="003F3C82" w:rsidRPr="00B95FA7" w:rsidRDefault="003F3C82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952CC">
              <w:rPr>
                <w:rFonts w:ascii="Verdana Pro Light" w:eastAsia="Arial Unicode MS" w:hAnsi="Verdana Pro Light" w:cs="Arial Unicode MS"/>
                <w:sz w:val="18"/>
                <w:szCs w:val="18"/>
              </w:rPr>
              <w:t>Adicionar transições, efeitos, títulos e gráficos</w:t>
            </w:r>
          </w:p>
          <w:p w14:paraId="67654266" w14:textId="013EF5D4" w:rsidR="003F3C82" w:rsidRPr="00B95FA7" w:rsidRDefault="003F3C82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952C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A55D88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edição</w:t>
            </w:r>
            <w:r w:rsidR="00A952C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A952CC">
              <w:rPr>
                <w:rFonts w:ascii="Verdana Pro Light" w:eastAsia="Arial Unicode MS" w:hAnsi="Verdana Pro Light" w:cs="Arial Unicode MS"/>
                <w:sz w:val="18"/>
                <w:szCs w:val="18"/>
              </w:rPr>
              <w:t>audio</w:t>
            </w:r>
            <w:proofErr w:type="spellEnd"/>
          </w:p>
          <w:p w14:paraId="50F32040" w14:textId="290BC87C" w:rsidR="003F3C82" w:rsidRPr="00CF7B5D" w:rsidRDefault="003F3C82" w:rsidP="00CF7B5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2897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="00EB289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EB2897" w:rsidRPr="00EB28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</w:tc>
      </w:tr>
      <w:tr w:rsidR="003F3C82" w:rsidRPr="00136AD8" w14:paraId="59BABC10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A41AFD" w14:textId="77777777" w:rsidR="003F3C82" w:rsidRPr="001B353A" w:rsidRDefault="003F3C82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AC195A" w14:textId="77777777" w:rsidR="003F3C82" w:rsidRPr="001B353A" w:rsidRDefault="003F3C82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556970" w14:textId="77777777" w:rsidR="003F3C82" w:rsidRPr="001B353A" w:rsidRDefault="003F3C82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F3C82" w:rsidRPr="00136AD8" w14:paraId="32459170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D8B80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pelo menos um software de edição de vídeo popular.</w:t>
            </w:r>
          </w:p>
          <w:p w14:paraId="476D9799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525DAA36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Linha do Tempo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edição não linear.</w:t>
            </w:r>
          </w:p>
          <w:p w14:paraId="6E57CD74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vídeo (MP4, MOV, AVI).</w:t>
            </w:r>
          </w:p>
          <w:p w14:paraId="3971D44D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EEA5CDF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Visuais.</w:t>
            </w:r>
          </w:p>
          <w:p w14:paraId="5FF9BB1D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0A8C3B27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Animação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Motion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Graphics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C6050F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7BCEBA4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A8A839" w14:textId="77777777" w:rsidR="003F3C82" w:rsidRPr="001B353A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6B950" w14:textId="77777777" w:rsidR="00DD5102" w:rsidRDefault="00DD5102" w:rsidP="00EB289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princípios básicos da cinematografia aplicada à edição.</w:t>
            </w:r>
          </w:p>
          <w:p w14:paraId="07413C13" w14:textId="77777777" w:rsidR="00EB2897" w:rsidRPr="001B353A" w:rsidRDefault="00EB2897" w:rsidP="00EB289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formas de compressão em função da qualidade pretendida e do projeto.</w:t>
            </w:r>
          </w:p>
          <w:p w14:paraId="624342C5" w14:textId="4BA5EA34" w:rsidR="003F3C82" w:rsidRDefault="003F3C82" w:rsidP="00EB289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linha do tempo.</w:t>
            </w:r>
          </w:p>
          <w:p w14:paraId="49655FA0" w14:textId="77777777" w:rsidR="003F3C82" w:rsidRPr="00517AA8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Cortar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juntar e rearranjar clipes de vídeo.</w:t>
            </w:r>
          </w:p>
          <w:p w14:paraId="511251B8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transições e efeitos para melhorar a narrativa visual</w:t>
            </w:r>
          </w:p>
          <w:p w14:paraId="6ED98983" w14:textId="77777777" w:rsidR="00DD5102" w:rsidRDefault="00DD510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os princípios nucleares de compressão de vídeo digital.</w:t>
            </w:r>
          </w:p>
          <w:p w14:paraId="68D6A277" w14:textId="77777777" w:rsidR="00EB2897" w:rsidRDefault="00EB2897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5FA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os princípios e formatos de codificação de vídeo</w:t>
            </w:r>
          </w:p>
          <w:p w14:paraId="46D5DC74" w14:textId="41E0D19F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1A30F83C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cores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alcançar a estética desejada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3AFCB85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1755A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texto dinâmico e animado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7ECAB8E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7E400D" w14:textId="77777777" w:rsidR="003F3C82" w:rsidRPr="00057283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07EA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E788A01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15314B8" w14:textId="77777777" w:rsidR="003F3C82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B4E8DD7" w14:textId="77777777" w:rsidR="003F3C82" w:rsidRPr="00AB5AF8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FA45762" w14:textId="77777777" w:rsidR="003F3C82" w:rsidRPr="00AB5AF8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EB92DBC" w14:textId="77777777" w:rsidR="003F3C82" w:rsidRPr="00AB5AF8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11C44B0" w14:textId="77777777" w:rsidR="003F3C82" w:rsidRPr="00AB5AF8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483E109" w14:textId="77777777" w:rsidR="003F3C82" w:rsidRPr="00A128FE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25D12F4" w14:textId="77777777" w:rsidR="003F3C82" w:rsidRPr="00AB5AF8" w:rsidRDefault="003F3C82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7ACD7B5" w14:textId="77777777" w:rsidR="003F3C82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DC1605" w14:textId="77777777" w:rsidR="003F3C82" w:rsidRPr="00057283" w:rsidRDefault="003F3C8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E94470" w14:textId="77777777" w:rsidR="003F3C82" w:rsidRDefault="003F3C82" w:rsidP="003F3C8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CF352DB" w14:textId="77777777" w:rsidR="003F3C82" w:rsidRDefault="003F3C82" w:rsidP="003F3C8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DBE710C" w14:textId="77777777" w:rsidR="003F3C82" w:rsidRPr="00F87025" w:rsidRDefault="003F3C82" w:rsidP="003F3C8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E03E33B" w14:textId="618796C9" w:rsidR="003F3C82" w:rsidRPr="00F20E6F" w:rsidRDefault="001A2189" w:rsidP="003F3C8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</w:t>
      </w:r>
      <w:r w:rsidR="003F3C82" w:rsidRPr="001755A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vídeo</w:t>
      </w:r>
      <w:r w:rsidR="003F3C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6310A4D" w14:textId="77777777" w:rsidR="003F3C82" w:rsidRPr="0064164C" w:rsidRDefault="003F3C82" w:rsidP="003F3C8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Garantindo </w:t>
      </w:r>
      <w:r w:rsidRPr="00911F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suavidade e relevância das transições entre clipes.</w:t>
      </w:r>
    </w:p>
    <w:p w14:paraId="62650AD5" w14:textId="77777777" w:rsidR="003F3C82" w:rsidRPr="0064164C" w:rsidRDefault="003F3C82" w:rsidP="003F3C8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11F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911F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ritmo da edição, garantindo que a narrativa flua de maneira coesa.</w:t>
      </w:r>
    </w:p>
    <w:p w14:paraId="595D6591" w14:textId="77777777" w:rsidR="003F3C82" w:rsidRPr="0064164C" w:rsidRDefault="003F3C82" w:rsidP="003F3C8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Corri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gindo</w:t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de cor, como balanço de branco e saturação.</w:t>
      </w:r>
    </w:p>
    <w:p w14:paraId="6F0E63DC" w14:textId="77777777" w:rsidR="003F3C82" w:rsidRPr="0064164C" w:rsidRDefault="003F3C82" w:rsidP="003F3C8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diciona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efeitos visuais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aturais e integrados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619D640" w14:textId="77777777" w:rsidR="003F3C82" w:rsidRPr="0064164C" w:rsidRDefault="003F3C82" w:rsidP="003F3C8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da </w:t>
      </w:r>
      <w:proofErr w:type="spellStart"/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00A2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final e se está otimizada para diferentes plataformas.</w:t>
      </w:r>
    </w:p>
    <w:p w14:paraId="783D1B4E" w14:textId="77777777" w:rsidR="003F3C82" w:rsidRPr="00136AD8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4D792B" w14:textId="77777777" w:rsidR="003F3C82" w:rsidRPr="00F87025" w:rsidRDefault="003F3C82" w:rsidP="003F3C8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2E4DF2" w14:textId="77777777" w:rsidR="003F3C82" w:rsidRPr="00984B30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9712942" w14:textId="77777777" w:rsidR="003F3C82" w:rsidRPr="00984B30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0548BBD8" w14:textId="77777777" w:rsidR="003F3C82" w:rsidRPr="008047E3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25B127A" w14:textId="77777777" w:rsidR="003F3C82" w:rsidRPr="00984B30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E0B754" w14:textId="77777777" w:rsidR="003F3C82" w:rsidRPr="00051C79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E5BF4B" w14:textId="77777777" w:rsidR="003F3C82" w:rsidRPr="00F87025" w:rsidRDefault="003F3C82" w:rsidP="003F3C8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DE89FC7" w14:textId="77777777" w:rsidR="003F3C82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50464E9D" w14:textId="77777777" w:rsidR="003F3C82" w:rsidRPr="005E2D82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442B527" w14:textId="77777777" w:rsidR="003F3C82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7E2C6405" w14:textId="77777777" w:rsidR="003F3C82" w:rsidRPr="00501DC8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05FF44" w14:textId="77777777" w:rsidR="003F3C82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1E9976" w14:textId="77777777" w:rsidR="003F3C82" w:rsidRPr="00501DC8" w:rsidRDefault="003F3C82" w:rsidP="003F3C8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F221D4" w14:textId="77777777" w:rsidR="003F3C82" w:rsidRPr="00051C79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089350" w14:textId="77777777" w:rsidR="003F3C82" w:rsidRPr="00F87025" w:rsidRDefault="003F3C82" w:rsidP="003F3C8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50840F8" w14:textId="77777777" w:rsidR="003F3C82" w:rsidRPr="00051C79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B17349" w14:textId="77777777" w:rsidR="003F3C82" w:rsidRPr="00051C79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A0A7D7" w14:textId="77777777" w:rsidR="003F3C82" w:rsidRPr="00051C79" w:rsidRDefault="003F3C82" w:rsidP="003F3C8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53A14B" w14:textId="77777777" w:rsidR="003F3C82" w:rsidRDefault="003F3C82" w:rsidP="003F3C8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67615" w:rsidRPr="00136AD8" w14:paraId="629F29DB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CE3C53" w14:textId="0DC9EDF7" w:rsidR="00B67615" w:rsidRPr="00136AD8" w:rsidRDefault="00B6761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3448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ED2487" w14:textId="4766F85E" w:rsidR="00B67615" w:rsidRPr="009C256C" w:rsidRDefault="00270FDE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29" w:name="_Hlk154754432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</w:t>
            </w:r>
            <w:r w:rsidR="00B6761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pós-produção de som</w:t>
            </w:r>
            <w:bookmarkEnd w:id="29"/>
          </w:p>
        </w:tc>
      </w:tr>
      <w:tr w:rsidR="00B67615" w:rsidRPr="00136AD8" w14:paraId="105FAAA7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F159618" w14:textId="77777777" w:rsidR="00B67615" w:rsidRPr="00136AD8" w:rsidRDefault="00B6761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E7E6E6" w:themeFill="background2"/>
          </w:tcPr>
          <w:p w14:paraId="4A2BE0E6" w14:textId="77777777" w:rsidR="00B67615" w:rsidRPr="00136AD8" w:rsidRDefault="00B6761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Pós-produção de som</w:t>
            </w:r>
          </w:p>
        </w:tc>
      </w:tr>
    </w:tbl>
    <w:p w14:paraId="41228D01" w14:textId="77777777" w:rsidR="00B67615" w:rsidRPr="00136AD8" w:rsidRDefault="00B67615" w:rsidP="00B6761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882C03" w14:textId="77777777" w:rsidR="00B67615" w:rsidRPr="003200F2" w:rsidRDefault="00B67615" w:rsidP="00B6761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40D6853" w14:textId="77777777" w:rsidR="00B67615" w:rsidRPr="00136AD8" w:rsidRDefault="00B67615" w:rsidP="00B6761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67615" w:rsidRPr="00136AD8" w14:paraId="0FEBD5EF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680DF3" w14:textId="77777777" w:rsidR="00B67615" w:rsidRPr="001B353A" w:rsidRDefault="00B6761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67615" w:rsidRPr="00136AD8" w14:paraId="24838A70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7ADD35" w14:textId="0F897124" w:rsidR="00B67615" w:rsidRPr="0060167E" w:rsidRDefault="00B6761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33921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373BC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aptar áudio </w:t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585261D" w14:textId="77777777" w:rsidR="00B67615" w:rsidRPr="0060167E" w:rsidRDefault="00B6761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equalização e a compressão na mistura, através de hardware e plugins.</w:t>
            </w:r>
          </w:p>
          <w:p w14:paraId="5013FF40" w14:textId="77777777" w:rsidR="00B67615" w:rsidRDefault="00B6761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D63CD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cionar</w:t>
            </w:r>
            <w:r w:rsidRPr="00D63CD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efeitos sonoros para criar impacto e realismo.</w:t>
            </w:r>
          </w:p>
          <w:p w14:paraId="2B4F83E4" w14:textId="64FE514D" w:rsidR="00B67615" w:rsidRPr="00424BBF" w:rsidRDefault="00B67615" w:rsidP="00424B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um software de pós-produção de som.</w:t>
            </w:r>
          </w:p>
        </w:tc>
      </w:tr>
      <w:tr w:rsidR="00B67615" w:rsidRPr="00136AD8" w14:paraId="41C6B36F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629E89" w14:textId="77777777" w:rsidR="00B67615" w:rsidRPr="001B353A" w:rsidRDefault="00B6761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68E249" w14:textId="77777777" w:rsidR="00B67615" w:rsidRPr="001B353A" w:rsidRDefault="00B6761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BDCF4E" w14:textId="77777777" w:rsidR="00B67615" w:rsidRPr="001B353A" w:rsidRDefault="00B6761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67615" w:rsidRPr="00136AD8" w14:paraId="6F818F2B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E89D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edição de áudio, dependendo das necessidades e recursos disponíveis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A5A886C" w14:textId="77777777" w:rsidR="00B67615" w:rsidRPr="00D87F22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áudio.</w:t>
            </w:r>
          </w:p>
          <w:p w14:paraId="3E305B32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básico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teoria musica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l.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0275D56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7F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Áudio (MP3, WAV, FLAC).</w:t>
            </w:r>
          </w:p>
          <w:p w14:paraId="613493B7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ompressão dinâmica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áudio.</w:t>
            </w:r>
          </w:p>
          <w:p w14:paraId="3913CDC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aquisição de som.</w:t>
            </w:r>
          </w:p>
          <w:p w14:paraId="47C99C76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faixas simultaneamente.</w:t>
            </w:r>
          </w:p>
          <w:p w14:paraId="1C8446EB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Sonoplastia.</w:t>
            </w:r>
          </w:p>
          <w:p w14:paraId="19A15601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02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Vocais</w:t>
            </w:r>
          </w:p>
          <w:p w14:paraId="5D6D136B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ontes de efeitos sonoros e bibliotecas</w:t>
            </w:r>
          </w:p>
          <w:p w14:paraId="3C8ECC68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449822" w14:textId="77777777" w:rsidR="00B67615" w:rsidRPr="001B353A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56A95" w14:textId="77777777" w:rsidR="00C33921" w:rsidRDefault="00C33921" w:rsidP="00C339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  <w:r w:rsidRPr="00C33921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pós-produção.</w:t>
            </w:r>
          </w:p>
          <w:p w14:paraId="5B8D2ED6" w14:textId="6AC4C6A2" w:rsidR="00B67615" w:rsidRPr="00C33921" w:rsidRDefault="00373BC3" w:rsidP="00C339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B67615" w:rsidRPr="00C339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equipamento de aquisição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sim</w:t>
            </w:r>
          </w:p>
          <w:p w14:paraId="524AA37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vocais.</w:t>
            </w:r>
          </w:p>
          <w:p w14:paraId="146D7F92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660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forma de onda.</w:t>
            </w:r>
          </w:p>
          <w:p w14:paraId="47C3C321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cortes precisos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21A09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a sincronização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11A3491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uma narrativa sonora coesa. </w:t>
            </w:r>
          </w:p>
          <w:p w14:paraId="155F809C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transições suaves entre diferentes partes de áudio.</w:t>
            </w:r>
          </w:p>
          <w:p w14:paraId="0BD5A3BC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qualizar e ajustar as diferentes faixas de frequência.</w:t>
            </w:r>
          </w:p>
          <w:p w14:paraId="1DF72C9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filtros para remover ruídos indesejados.</w:t>
            </w:r>
          </w:p>
          <w:p w14:paraId="2E75F5F8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977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efeitos sonoros personalizados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E69FA84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4418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efeitos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BC8879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CC60CC" w14:textId="77777777" w:rsidR="00B67615" w:rsidRPr="00057283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A5FF5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F2FF86B" w14:textId="77777777" w:rsidR="00B67615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E5A0678" w14:textId="77777777" w:rsidR="00B67615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EB7357C" w14:textId="77777777" w:rsidR="00B67615" w:rsidRPr="00AB5AF8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58BB4AF" w14:textId="77777777" w:rsidR="00B67615" w:rsidRPr="00AB5AF8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B9F60DC" w14:textId="77777777" w:rsidR="00B67615" w:rsidRPr="00AB5AF8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C53B61B" w14:textId="77777777" w:rsidR="00B67615" w:rsidRPr="00AB5AF8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27E1002" w14:textId="77777777" w:rsidR="00B67615" w:rsidRPr="00A128FE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93913A3" w14:textId="77777777" w:rsidR="00B67615" w:rsidRPr="00AB5AF8" w:rsidRDefault="00B6761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DB3383E" w14:textId="77777777" w:rsidR="00B67615" w:rsidRPr="00057283" w:rsidRDefault="00B6761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85E4CFF" w14:textId="77777777" w:rsidR="00B67615" w:rsidRDefault="00B67615" w:rsidP="00B6761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BCAD87" w14:textId="77777777" w:rsidR="00B67615" w:rsidRDefault="00B67615" w:rsidP="00B6761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559D42E" w14:textId="77777777" w:rsidR="00B67615" w:rsidRPr="00F87025" w:rsidRDefault="00B67615" w:rsidP="00B676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22DD522" w14:textId="5B2A271C" w:rsidR="00B67615" w:rsidRPr="00F20E6F" w:rsidRDefault="00CC5B73" w:rsidP="00B6761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C5B73">
        <w:rPr>
          <w:rFonts w:ascii="Verdana Pro Light" w:hAnsi="Verdana Pro Light"/>
          <w:i/>
          <w:iCs/>
          <w:sz w:val="18"/>
          <w:szCs w:val="18"/>
        </w:rPr>
        <w:t>Realizar pós-produção de som</w:t>
      </w:r>
      <w:r w:rsidR="00B676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3564CD2" w14:textId="77777777" w:rsidR="00B67615" w:rsidRPr="0064164C" w:rsidRDefault="00B67615" w:rsidP="00B676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áudio seja claro, nítido e livre de distorções indesejadas.</w:t>
      </w:r>
    </w:p>
    <w:p w14:paraId="30CDFB77" w14:textId="77777777" w:rsidR="00B67615" w:rsidRPr="0064164C" w:rsidRDefault="00B67615" w:rsidP="00B676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Alinha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áudio de forma precisa com a imagem para criar uma experiência imersiva.</w:t>
      </w:r>
    </w:p>
    <w:p w14:paraId="6934E2A3" w14:textId="77777777" w:rsidR="00B67615" w:rsidRPr="0064164C" w:rsidRDefault="00B67615" w:rsidP="00B676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elementos sonoros estejam equilibrados em relação à música, diálogos e efeitos sonoros.</w:t>
      </w:r>
    </w:p>
    <w:p w14:paraId="2CE78253" w14:textId="77777777" w:rsidR="00B67615" w:rsidRPr="0064164C" w:rsidRDefault="00B67615" w:rsidP="00B676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música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se 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sobreponha diálogos importantes.</w:t>
      </w:r>
    </w:p>
    <w:p w14:paraId="487F6E56" w14:textId="77777777" w:rsidR="00B67615" w:rsidRPr="0064164C" w:rsidRDefault="00B67615" w:rsidP="00B676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977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variações na dinâmica para evitar monotonia</w:t>
      </w:r>
    </w:p>
    <w:p w14:paraId="5BB8BE52" w14:textId="77777777" w:rsidR="00B67615" w:rsidRPr="00136AD8" w:rsidRDefault="00B67615" w:rsidP="00B676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6A2AE7" w14:textId="77777777" w:rsidR="00B67615" w:rsidRPr="00F87025" w:rsidRDefault="00B67615" w:rsidP="00B676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FCB4F6" w14:textId="77777777" w:rsidR="00B67615" w:rsidRPr="00984B30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40E5F7C" w14:textId="31361A63" w:rsidR="00B67615" w:rsidRPr="00375894" w:rsidRDefault="00B67615" w:rsidP="003758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som</w:t>
      </w:r>
    </w:p>
    <w:p w14:paraId="16720C57" w14:textId="77777777" w:rsidR="00B67615" w:rsidRPr="00051C79" w:rsidRDefault="00B67615" w:rsidP="00B676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50157C" w14:textId="77777777" w:rsidR="00B67615" w:rsidRPr="00F87025" w:rsidRDefault="00B67615" w:rsidP="00B676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551283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captação de som.</w:t>
      </w:r>
    </w:p>
    <w:p w14:paraId="59B3E49C" w14:textId="77777777" w:rsidR="00B67615" w:rsidRPr="005E2D82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5561747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2C7DA22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080DF0" w14:textId="77777777" w:rsidR="00B67615" w:rsidRPr="00501DC8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0B83E2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CF4AD1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762C57" w14:textId="77777777" w:rsidR="00B67615" w:rsidRDefault="00B67615" w:rsidP="00B676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687328" w14:textId="77777777" w:rsidR="00B67615" w:rsidRPr="00375894" w:rsidRDefault="00B67615" w:rsidP="00375894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16A643" w14:textId="77777777" w:rsidR="00B67615" w:rsidRPr="00F87025" w:rsidRDefault="00B67615" w:rsidP="00B676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9F54549" w14:textId="77777777" w:rsidR="00B67615" w:rsidRPr="00051C79" w:rsidRDefault="00B67615" w:rsidP="00B676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6FDF67" w14:textId="77777777" w:rsidR="00B67615" w:rsidRPr="00051C79" w:rsidRDefault="00B67615" w:rsidP="00B676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327D73" w14:textId="77777777" w:rsidR="00484071" w:rsidRDefault="00484071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176E43FB" w14:textId="77777777" w:rsidR="00484071" w:rsidRDefault="00484071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4225443A" w14:textId="77777777" w:rsidR="00484071" w:rsidRDefault="00484071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49665F6F" w14:textId="77777777" w:rsidR="00375894" w:rsidRDefault="00375894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6C38F9FA" w14:textId="77777777" w:rsidR="00375894" w:rsidRDefault="00375894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49E270D3" w14:textId="77777777" w:rsidR="00375894" w:rsidRDefault="00375894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50829E82" w14:textId="77777777" w:rsidR="00484071" w:rsidRDefault="00484071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p w14:paraId="4BF631F3" w14:textId="77777777" w:rsidR="00484071" w:rsidRDefault="00484071" w:rsidP="00C362BB">
      <w:pPr>
        <w:spacing w:after="240" w:line="276" w:lineRule="auto"/>
        <w:jc w:val="center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84071" w:rsidRPr="00136AD8" w14:paraId="5A217810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F433D08" w14:textId="79FAEC2A" w:rsidR="00484071" w:rsidRPr="00136AD8" w:rsidRDefault="0048407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F1EE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8944CF" w14:textId="77777777" w:rsidR="00484071" w:rsidRPr="009C256C" w:rsidRDefault="0048407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e preparar imagens para diferentes suportes e aplicações</w:t>
            </w:r>
          </w:p>
        </w:tc>
      </w:tr>
      <w:tr w:rsidR="00484071" w:rsidRPr="00136AD8" w14:paraId="59A221CC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07E6DC" w14:textId="7C45385C" w:rsidR="00484071" w:rsidRPr="00136AD8" w:rsidRDefault="0048407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2F1EE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06</w:t>
            </w:r>
          </w:p>
        </w:tc>
        <w:tc>
          <w:tcPr>
            <w:tcW w:w="7324" w:type="dxa"/>
            <w:shd w:val="clear" w:color="auto" w:fill="E7E6E6" w:themeFill="background2"/>
          </w:tcPr>
          <w:p w14:paraId="37307916" w14:textId="77777777" w:rsidR="00484071" w:rsidRPr="00136AD8" w:rsidRDefault="0048407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Tratamento de imagem avançado</w:t>
            </w:r>
          </w:p>
        </w:tc>
      </w:tr>
    </w:tbl>
    <w:p w14:paraId="3BF78306" w14:textId="77777777" w:rsidR="00484071" w:rsidRPr="00136AD8" w:rsidRDefault="00484071" w:rsidP="004840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16A56F2" w14:textId="77777777" w:rsidR="00484071" w:rsidRPr="003200F2" w:rsidRDefault="00484071" w:rsidP="004840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30" w:name="_Hlk155123207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964C9F" w14:textId="77777777" w:rsidR="00484071" w:rsidRPr="00136AD8" w:rsidRDefault="00484071" w:rsidP="004840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84071" w:rsidRPr="00136AD8" w14:paraId="030F8680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0626E9" w14:textId="77777777" w:rsidR="00484071" w:rsidRPr="001B353A" w:rsidRDefault="0048407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84071" w:rsidRPr="00136AD8" w14:paraId="2AB23908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A7856A" w14:textId="33061277" w:rsidR="00484071" w:rsidRPr="0060167E" w:rsidRDefault="00484071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42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Proceder à preparação e organização d</w:t>
            </w:r>
            <w:r w:rsidR="00AE214E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E4222D">
              <w:rPr>
                <w:rFonts w:ascii="Verdana Pro Light" w:eastAsia="Arial Unicode MS" w:hAnsi="Verdana Pro Light" w:cs="Arial Unicode MS"/>
                <w:sz w:val="18"/>
                <w:szCs w:val="18"/>
              </w:rPr>
              <w:t>s imagens</w:t>
            </w:r>
            <w:r w:rsidR="00AE21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importando para o software </w:t>
            </w:r>
          </w:p>
          <w:p w14:paraId="06B5EDBC" w14:textId="3CFB75E7" w:rsidR="00484071" w:rsidRPr="001B353A" w:rsidRDefault="00484071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35FB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ajustes básicos de imagem (</w:t>
            </w:r>
            <w:r w:rsidR="003C5A08" w:rsidRP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correção de exposição, balanço de cores, contraste e nitidez</w:t>
            </w:r>
            <w:r w:rsid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0C6DEE94" w14:textId="35942828" w:rsidR="00484071" w:rsidRPr="0060167E" w:rsidRDefault="00484071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</w:t>
            </w:r>
            <w:r w:rsid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Utilizar </w:t>
            </w:r>
            <w:r w:rsidR="003C5A08" w:rsidRPr="003C5A0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camadas, máscaras de ajuste e camadas de ajuste para realizar edições</w:t>
            </w:r>
          </w:p>
          <w:p w14:paraId="70664B34" w14:textId="2F8F56B3" w:rsidR="00484071" w:rsidRPr="0060167E" w:rsidRDefault="00484071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D07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Utilizar </w:t>
            </w:r>
            <w:r w:rsidR="009051A7"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ferramentas de clonagem, carimbo de borracha, ou técnicas avançadas de seleção e edição</w:t>
            </w:r>
          </w:p>
          <w:p w14:paraId="40EBA1FD" w14:textId="590F6BAC" w:rsidR="00484071" w:rsidRPr="00A17322" w:rsidRDefault="00484071" w:rsidP="00A1732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9051A7"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anipula</w:t>
            </w:r>
            <w:r w:rsid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9051A7" w:rsidRPr="009051A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múltiplas imagens para criar composições complexas</w:t>
            </w:r>
          </w:p>
        </w:tc>
      </w:tr>
      <w:tr w:rsidR="00484071" w:rsidRPr="00136AD8" w14:paraId="0131C472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42C4BF" w14:textId="77777777" w:rsidR="00484071" w:rsidRPr="001B353A" w:rsidRDefault="0048407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8288E3" w14:textId="77777777" w:rsidR="00484071" w:rsidRPr="001B353A" w:rsidRDefault="0048407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CA3A76" w14:textId="77777777" w:rsidR="00484071" w:rsidRPr="001B353A" w:rsidRDefault="0048407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84071" w:rsidRPr="00136AD8" w14:paraId="0B8DA103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9FB64" w14:textId="77777777" w:rsidR="00484071" w:rsidRPr="00FF139D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4A3E0B16" w14:textId="77777777" w:rsidR="00484071" w:rsidRPr="00FF139D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avançadas de seleção, retoque, manipulação e composição de imagens.</w:t>
            </w:r>
          </w:p>
          <w:p w14:paraId="493C359D" w14:textId="77777777" w:rsidR="00484071" w:rsidRPr="00FF139D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camadas (</w:t>
            </w:r>
            <w:proofErr w:type="spellStart"/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– organização do processo de edição</w:t>
            </w:r>
          </w:p>
          <w:p w14:paraId="25E1B415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eoria das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EC6609E" w14:textId="77777777" w:rsidR="00484071" w:rsidRPr="00FF139D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manipulação de texto</w:t>
            </w:r>
          </w:p>
          <w:p w14:paraId="7B75892D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de imagem.</w:t>
            </w:r>
          </w:p>
          <w:p w14:paraId="671C863F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avançadas de fusão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imagens.</w:t>
            </w:r>
          </w:p>
          <w:p w14:paraId="4C570550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41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Documentos - características e formatos</w:t>
            </w:r>
          </w:p>
          <w:p w14:paraId="4173B384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em lote para lidar com grandes volumes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BAA68C" w14:textId="77777777" w:rsidR="00484071" w:rsidRPr="001B353A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C25FF" w14:textId="77777777" w:rsidR="00531702" w:rsidRDefault="00531702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os recursos e técnicas avançadas para processamento e edição de imagens</w:t>
            </w:r>
          </w:p>
          <w:p w14:paraId="2994094D" w14:textId="5DB4AFE1" w:rsidR="00484071" w:rsidRPr="00FF139D" w:rsidRDefault="00531702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F7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os</w:t>
            </w:r>
            <w:r w:rsidR="00484071"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principais programas informáticos para a edição de imagens bitmap</w:t>
            </w:r>
          </w:p>
          <w:p w14:paraId="1E62E513" w14:textId="77777777" w:rsidR="00531702" w:rsidRDefault="00531702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manipulações e tratamentos em imagens/fotografias complexas</w:t>
            </w:r>
          </w:p>
          <w:p w14:paraId="2F358A8B" w14:textId="511E9C66" w:rsidR="00484071" w:rsidRPr="00FF139D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tratamento e edição de imagens bitmap</w:t>
            </w:r>
          </w:p>
          <w:p w14:paraId="420A5C1A" w14:textId="77777777" w:rsidR="00531702" w:rsidRDefault="00531702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fotomontagens recorrendo a várias camadas.</w:t>
            </w:r>
          </w:p>
          <w:p w14:paraId="5D1D75BE" w14:textId="0C59AFB6" w:rsidR="00484071" w:rsidRPr="00A17322" w:rsidRDefault="00484071" w:rsidP="00A17322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sistemas de cor</w:t>
            </w:r>
            <w:r w:rsidRPr="00A173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3AEF70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139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60072D4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tabs>
                <w:tab w:val="left" w:pos="224"/>
              </w:tabs>
              <w:spacing w:before="120" w:after="0" w:line="276" w:lineRule="auto"/>
              <w:ind w:left="0" w:firstLine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 manipular camadas 3D para efeitos tridimensionais.</w:t>
            </w:r>
          </w:p>
          <w:p w14:paraId="1A421260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scripts e ações para automatizar tarefas repetitivas.</w:t>
            </w:r>
          </w:p>
          <w:p w14:paraId="73C79ACE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251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e otimizar a qualidade de imagens, especialmente para fotografia</w:t>
            </w:r>
          </w:p>
          <w:p w14:paraId="7617A157" w14:textId="77777777" w:rsidR="00531702" w:rsidRDefault="0053170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Automatizar funções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por lote</w:t>
            </w:r>
          </w:p>
          <w:p w14:paraId="4B8AB7F0" w14:textId="6DFF4C1B" w:rsidR="00484071" w:rsidRPr="00057283" w:rsidRDefault="0053170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imagens para diferentes tipos de suportes e/ou aplicações.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F49A2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C787E5A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5942CDF" w14:textId="77777777" w:rsidR="00484071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08A2954" w14:textId="77777777" w:rsidR="00484071" w:rsidRPr="00AB5AF8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1F60257A" w14:textId="77777777" w:rsidR="00484071" w:rsidRPr="00AB5AF8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68A885F" w14:textId="77777777" w:rsidR="00484071" w:rsidRPr="00AB5AF8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B9E7030" w14:textId="77777777" w:rsidR="00484071" w:rsidRPr="00AB5AF8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842CCD0" w14:textId="77777777" w:rsidR="00484071" w:rsidRPr="00A128FE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5B80634" w14:textId="77777777" w:rsidR="00484071" w:rsidRPr="00AB5AF8" w:rsidRDefault="0048407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FD2CD0A" w14:textId="77777777" w:rsidR="00484071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10AB70" w14:textId="77777777" w:rsidR="00484071" w:rsidRPr="00057283" w:rsidRDefault="0048407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366A1D7" w14:textId="77777777" w:rsidR="00484071" w:rsidRDefault="00484071" w:rsidP="004840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5BA653" w14:textId="77777777" w:rsidR="00484071" w:rsidRDefault="00484071" w:rsidP="004840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E08833D" w14:textId="77777777" w:rsidR="00484071" w:rsidRPr="00F87025" w:rsidRDefault="00484071" w:rsidP="004840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79F80C4" w14:textId="77777777" w:rsidR="00484071" w:rsidRPr="00F20E6F" w:rsidRDefault="00484071" w:rsidP="0048407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741B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e preparar imagens para diferentes suportes e aplicações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D1BD597" w14:textId="77777777" w:rsidR="00484071" w:rsidRPr="0064164C" w:rsidRDefault="00484071" w:rsidP="004840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resolução e o tamanho da imagem sejam apropriados para o suporte específic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o.</w:t>
      </w:r>
    </w:p>
    <w:p w14:paraId="6FDDDB64" w14:textId="77777777" w:rsidR="00484071" w:rsidRDefault="00484071" w:rsidP="004840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cores da imagem esteja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calibradas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D368DDB" w14:textId="77777777" w:rsidR="00484071" w:rsidRPr="0064164C" w:rsidRDefault="00484071" w:rsidP="004840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orrigi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F27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de foco para garantir nitidez.</w:t>
      </w:r>
    </w:p>
    <w:p w14:paraId="20ECCE39" w14:textId="77777777" w:rsidR="00484071" w:rsidRPr="0064164C" w:rsidRDefault="00484071" w:rsidP="004840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compressão de imagem para otimizar o tamanho 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7B01502" w14:textId="77777777" w:rsidR="00484071" w:rsidRPr="0064164C" w:rsidRDefault="00484071" w:rsidP="004840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83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aparência da imagem em diversas plataformas para garantir consistência.</w:t>
      </w:r>
    </w:p>
    <w:p w14:paraId="7922BF52" w14:textId="77777777" w:rsidR="00484071" w:rsidRPr="00136AD8" w:rsidRDefault="00484071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12A593" w14:textId="77777777" w:rsidR="00484071" w:rsidRPr="00F87025" w:rsidRDefault="00484071" w:rsidP="004840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766CABF" w14:textId="77777777" w:rsidR="00484071" w:rsidRPr="00FF139D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3D7CF321" w14:textId="77777777" w:rsidR="00484071" w:rsidRPr="00FF139D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D8808A2" w14:textId="77777777" w:rsidR="00484071" w:rsidRPr="00FF139D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66C03246" w14:textId="77777777" w:rsidR="00484071" w:rsidRPr="00FF139D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F139D">
        <w:rPr>
          <w:rFonts w:ascii="Verdana Pro Light" w:eastAsia="Arial Unicode MS" w:hAnsi="Verdana Pro Light" w:cs="Arial Unicode MS"/>
          <w:sz w:val="18"/>
          <w:szCs w:val="18"/>
        </w:rPr>
        <w:t>Gráficas</w:t>
      </w:r>
    </w:p>
    <w:p w14:paraId="4CC25DE8" w14:textId="77777777" w:rsidR="00484071" w:rsidRPr="00051C79" w:rsidRDefault="00484071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996386" w14:textId="77777777" w:rsidR="00484071" w:rsidRPr="00F87025" w:rsidRDefault="00484071" w:rsidP="004840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28BE824" w14:textId="77777777" w:rsidR="00484071" w:rsidRDefault="00484071" w:rsidP="00484071">
      <w:pPr>
        <w:pStyle w:val="Default"/>
      </w:pPr>
    </w:p>
    <w:p w14:paraId="3C558C76" w14:textId="77777777" w:rsidR="00484071" w:rsidRPr="004760DA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38FA6D79" w14:textId="77777777" w:rsidR="00484071" w:rsidRPr="004760DA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imagens bitmap </w:t>
      </w:r>
    </w:p>
    <w:p w14:paraId="7A46964B" w14:textId="77777777" w:rsidR="00484071" w:rsidRPr="004760DA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imagens </w:t>
      </w:r>
    </w:p>
    <w:p w14:paraId="0100A533" w14:textId="77777777" w:rsidR="00484071" w:rsidRPr="004760DA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Imagens para editar </w:t>
      </w:r>
    </w:p>
    <w:p w14:paraId="10CE4303" w14:textId="77777777" w:rsidR="00484071" w:rsidRPr="00501DC8" w:rsidRDefault="00484071" w:rsidP="004840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ED8762" w14:textId="77777777" w:rsidR="00484071" w:rsidRPr="00051C79" w:rsidRDefault="00484071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6F8FE8" w14:textId="77777777" w:rsidR="00484071" w:rsidRPr="00F87025" w:rsidRDefault="00484071" w:rsidP="004840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4F09C97" w14:textId="77777777" w:rsidR="00484071" w:rsidRPr="00051C79" w:rsidRDefault="00484071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B3F026" w14:textId="27E18F8D" w:rsidR="00484071" w:rsidRPr="00051C79" w:rsidRDefault="00392338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desenho 3D</w:t>
      </w:r>
    </w:p>
    <w:p w14:paraId="1B10AA7D" w14:textId="77777777" w:rsidR="00484071" w:rsidRPr="00051C79" w:rsidRDefault="00484071" w:rsidP="004840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30"/>
    <w:p w14:paraId="543E3391" w14:textId="049EF977" w:rsidR="00104F00" w:rsidRDefault="00484071" w:rsidP="00484071">
      <w:pPr>
        <w:spacing w:after="24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A8FC6E5" w14:textId="77777777" w:rsidR="00EF46C5" w:rsidRDefault="00EF46C5" w:rsidP="00EF46C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F46C5" w:rsidRPr="00136AD8" w14:paraId="120D1B18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CDFA3C" w14:textId="135C1490" w:rsidR="00EF46C5" w:rsidRPr="00136AD8" w:rsidRDefault="00EF46C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C2E2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05AEBB" w14:textId="09742E04" w:rsidR="00EF46C5" w:rsidRPr="00EF46C5" w:rsidRDefault="00EF46C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D</w:t>
            </w:r>
            <w:r w:rsidRPr="00EF46C5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esenvolver conteúdos, animações e aplicações multimédia destinados a dispositivos móveis</w:t>
            </w:r>
          </w:p>
        </w:tc>
      </w:tr>
      <w:tr w:rsidR="00EF46C5" w:rsidRPr="00136AD8" w14:paraId="0DCD96DE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BD5356C" w14:textId="4BD8C0E3" w:rsidR="00EF46C5" w:rsidRPr="00136AD8" w:rsidRDefault="00EF46C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C2E2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07</w:t>
            </w:r>
          </w:p>
        </w:tc>
        <w:tc>
          <w:tcPr>
            <w:tcW w:w="7324" w:type="dxa"/>
            <w:shd w:val="clear" w:color="auto" w:fill="E7E6E6" w:themeFill="background2"/>
          </w:tcPr>
          <w:p w14:paraId="5D6F3192" w14:textId="77777777" w:rsidR="00EF46C5" w:rsidRPr="00136AD8" w:rsidRDefault="00EF46C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Desenvolvimento de conteúdos multimédia para dispositivos móveis</w:t>
            </w:r>
          </w:p>
        </w:tc>
      </w:tr>
    </w:tbl>
    <w:p w14:paraId="23217A8C" w14:textId="77777777" w:rsidR="00EF46C5" w:rsidRPr="00136AD8" w:rsidRDefault="00EF46C5" w:rsidP="00EF46C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6713AA" w14:textId="77777777" w:rsidR="00EF46C5" w:rsidRPr="003200F2" w:rsidRDefault="00EF46C5" w:rsidP="00EF46C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31" w:name="_Hlk155123419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B6A538C" w14:textId="77777777" w:rsidR="00EF46C5" w:rsidRPr="00136AD8" w:rsidRDefault="00EF46C5" w:rsidP="00EF46C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F46C5" w:rsidRPr="00136AD8" w14:paraId="203E4199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140630" w14:textId="77777777" w:rsidR="00EF46C5" w:rsidRPr="001B353A" w:rsidRDefault="00EF46C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F46C5" w:rsidRPr="00136AD8" w14:paraId="1452A154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673C1D" w14:textId="77777777" w:rsidR="00EF46C5" w:rsidRPr="0060167E" w:rsidRDefault="00EF46C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e parametrizar a ferramenta de desenvolvimento de plataformas móveis.</w:t>
            </w:r>
          </w:p>
          <w:p w14:paraId="0679DA7D" w14:textId="258126CF" w:rsidR="00EF46C5" w:rsidRPr="0060167E" w:rsidRDefault="00EF46C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EF46C5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conteúdos, animações e aplicações multimédia destinados a dispositivos móveis.</w:t>
            </w:r>
          </w:p>
          <w:p w14:paraId="0BBF987F" w14:textId="77777777" w:rsidR="00EF46C5" w:rsidRPr="0060167E" w:rsidRDefault="00EF46C5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programação de aplicações multimédia, otimizando os conteúdos e garantindo a interatividade.</w:t>
            </w:r>
          </w:p>
          <w:p w14:paraId="42A0225A" w14:textId="3F5301C1" w:rsidR="00EF46C5" w:rsidRPr="00A9094D" w:rsidRDefault="00EF46C5" w:rsidP="00A9094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testes de navegação e de compatibilidade e exportar e publicar as aplicações.</w:t>
            </w:r>
          </w:p>
        </w:tc>
      </w:tr>
      <w:tr w:rsidR="00EF46C5" w:rsidRPr="00136AD8" w14:paraId="68F2C5A3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03C3B2" w14:textId="77777777" w:rsidR="00EF46C5" w:rsidRPr="001B353A" w:rsidRDefault="00EF46C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7755A3" w14:textId="77777777" w:rsidR="00EF46C5" w:rsidRPr="001B353A" w:rsidRDefault="00EF46C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1D1D1E" w14:textId="77777777" w:rsidR="00EF46C5" w:rsidRPr="001B353A" w:rsidRDefault="00EF46C5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F46C5" w:rsidRPr="00136AD8" w14:paraId="1615DC80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4F1D4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dos princípios de usabilidade, incluindo feedback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eficiência, consistência e facilidade de aprendiza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0E3646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em técnicas de layout flexível para criar designs que se ajustem dinamicamente.</w:t>
            </w:r>
          </w:p>
          <w:p w14:paraId="3944D041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edição de imagem, vídeo e áudio que facilitem a criação de conteúdo acessível.</w:t>
            </w:r>
          </w:p>
          <w:p w14:paraId="1FF629A1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 responsivo</w:t>
            </w:r>
          </w:p>
          <w:p w14:paraId="41A7BB10" w14:textId="77777777" w:rsidR="00EF46C5" w:rsidRPr="00E54A6D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AC029C8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Legibilidade</w:t>
            </w:r>
          </w:p>
          <w:p w14:paraId="190FB6C0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de prototipagem de aplicações.</w:t>
            </w:r>
          </w:p>
          <w:p w14:paraId="0AE2961B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Competência em linguagens </w:t>
            </w:r>
            <w:proofErr w:type="spellStart"/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front-end</w:t>
            </w:r>
            <w:proofErr w:type="spellEnd"/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interfaces interativas e dinâmicas.</w:t>
            </w:r>
          </w:p>
          <w:p w14:paraId="31A53FAF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animação.</w:t>
            </w:r>
          </w:p>
          <w:p w14:paraId="2B88E70E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 de aplicações.</w:t>
            </w:r>
          </w:p>
          <w:p w14:paraId="3E14CCB1" w14:textId="77777777" w:rsidR="00EF46C5" w:rsidRPr="001B353A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D7C84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desenvolvimento de protótipos.</w:t>
            </w:r>
          </w:p>
          <w:p w14:paraId="1D9EA21B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media </w:t>
            </w:r>
            <w:proofErr w:type="spellStart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CSS para criar layouts adaptativos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9BDAA97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eduzir o tamanho das imagens sem comprometer a qualidade.</w:t>
            </w:r>
          </w:p>
          <w:p w14:paraId="2C465952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 que considerem a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1DD58F0" w14:textId="77777777" w:rsidR="00EF46C5" w:rsidRPr="00517AA8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tamanhos de fonte legíveis 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ecrãs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pequen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43A9A0DD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elementos audiovisuais para dispositivos móveis.</w:t>
            </w:r>
          </w:p>
          <w:p w14:paraId="5D8D2888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aplicações para dispositivos móveis.</w:t>
            </w:r>
          </w:p>
          <w:p w14:paraId="0B58D8FA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88B40D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7050A2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D21EA3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EE0725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94C532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5DF630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BA8646" w14:textId="77777777" w:rsidR="00EF46C5" w:rsidRPr="00057283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E0892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55B740C" w14:textId="77777777" w:rsidR="00EF46C5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07FD43E" w14:textId="77777777" w:rsidR="00EF46C5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2FE06DF" w14:textId="77777777" w:rsidR="00EF46C5" w:rsidRPr="00AB5AF8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265A6345" w14:textId="77777777" w:rsidR="00EF46C5" w:rsidRPr="00AB5AF8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49F0D3A" w14:textId="77777777" w:rsidR="00EF46C5" w:rsidRPr="00AB5AF8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4CB6EFF" w14:textId="77777777" w:rsidR="00EF46C5" w:rsidRPr="00AB5AF8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B6DE91A" w14:textId="77777777" w:rsidR="00EF46C5" w:rsidRPr="00A128FE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2947AB1" w14:textId="77777777" w:rsidR="00EF46C5" w:rsidRPr="00AB5AF8" w:rsidRDefault="00EF46C5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5338F86" w14:textId="77777777" w:rsidR="00EF46C5" w:rsidRPr="00057283" w:rsidRDefault="00EF46C5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FB8E5A7" w14:textId="77777777" w:rsidR="00EF46C5" w:rsidRDefault="00EF46C5" w:rsidP="00EF46C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34F18A0" w14:textId="77777777" w:rsidR="00EF46C5" w:rsidRDefault="00EF46C5" w:rsidP="00EF46C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C708D9D" w14:textId="77777777" w:rsidR="00EF46C5" w:rsidRPr="00F87025" w:rsidRDefault="00EF46C5" w:rsidP="00EF46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4F5918F" w14:textId="77777777" w:rsidR="00EF46C5" w:rsidRPr="00F20E6F" w:rsidRDefault="00EF46C5" w:rsidP="00EF46C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0533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conteúdos, animações e aplicações multimédia destinados a dispositivos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BDDE666" w14:textId="77777777" w:rsidR="00EF46C5" w:rsidRPr="0064164C" w:rsidRDefault="00EF46C5" w:rsidP="00EF46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aplicação seja responsiva e tenha tempos de carregamento rápidos.</w:t>
      </w:r>
    </w:p>
    <w:p w14:paraId="0ADCD3E4" w14:textId="77777777" w:rsidR="00EF46C5" w:rsidRPr="0064164C" w:rsidRDefault="00EF46C5" w:rsidP="00EF46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animações sejam suaves e não comprometam o desempenho geral.</w:t>
      </w:r>
    </w:p>
    <w:p w14:paraId="54B9769E" w14:textId="77777777" w:rsidR="00EF46C5" w:rsidRPr="0064164C" w:rsidRDefault="00EF46C5" w:rsidP="00EF46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interfaces que se adaptem de forma eficaz a diferentes resoluções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ecrã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A086C5A" w14:textId="77777777" w:rsidR="00EF46C5" w:rsidRPr="0064164C" w:rsidRDefault="00EF46C5" w:rsidP="00EF46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navegação intuitiva, considerando padrões de interação comuns em dispositivos móveis.</w:t>
      </w:r>
    </w:p>
    <w:p w14:paraId="6031BA8B" w14:textId="77777777" w:rsidR="00EF46C5" w:rsidRPr="0064164C" w:rsidRDefault="00EF46C5" w:rsidP="00EF46C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ícones e elementos visuais que sejam compreensíveis e intuitivos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ECE5E61" w14:textId="77777777" w:rsidR="00EF46C5" w:rsidRPr="00136AD8" w:rsidRDefault="00EF46C5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07A10D" w14:textId="77777777" w:rsidR="00EF46C5" w:rsidRPr="00F87025" w:rsidRDefault="00EF46C5" w:rsidP="00EF46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BA6CA2" w14:textId="77777777" w:rsidR="00EF46C5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5BE62E89" w14:textId="77777777" w:rsidR="00EF46C5" w:rsidRPr="00984B30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289413A4" w14:textId="77777777" w:rsidR="00EF46C5" w:rsidRPr="00984B30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53C23432" w14:textId="77777777" w:rsidR="00EF46C5" w:rsidRPr="008047E3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C595627" w14:textId="77777777" w:rsidR="00EF46C5" w:rsidRPr="00984B30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4AF6E6" w14:textId="77777777" w:rsidR="00EF46C5" w:rsidRPr="00051C79" w:rsidRDefault="00EF46C5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EEC280" w14:textId="77777777" w:rsidR="00EF46C5" w:rsidRPr="00F87025" w:rsidRDefault="00EF46C5" w:rsidP="00EF46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A88662" w14:textId="77777777" w:rsidR="00EF46C5" w:rsidRPr="00564406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0E384E4C" w14:textId="77777777" w:rsidR="00EF46C5" w:rsidRPr="00564406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1207448" w14:textId="77777777" w:rsidR="00EF46C5" w:rsidRPr="00501DC8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519AA3F" w14:textId="77777777" w:rsidR="00EF46C5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74A526A6" w14:textId="77777777" w:rsidR="00EF46C5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7EC8A091" w14:textId="77777777" w:rsidR="00EF46C5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71C4DB06" w14:textId="77777777" w:rsidR="00EF46C5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Motores de jogos</w:t>
      </w:r>
    </w:p>
    <w:p w14:paraId="28137B3A" w14:textId="77777777" w:rsidR="00EF46C5" w:rsidRPr="00501DC8" w:rsidRDefault="00EF46C5" w:rsidP="00EF46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6B3844" w14:textId="77777777" w:rsidR="00EF46C5" w:rsidRPr="00051C79" w:rsidRDefault="00EF46C5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5A3429" w14:textId="77777777" w:rsidR="00EF46C5" w:rsidRPr="00F87025" w:rsidRDefault="00EF46C5" w:rsidP="00EF46C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98FF039" w14:textId="77777777" w:rsidR="00EF46C5" w:rsidRPr="00051C79" w:rsidRDefault="00EF46C5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FF80B1" w14:textId="55FDA540" w:rsidR="00EF46C5" w:rsidRDefault="00B70E72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Tec </w:t>
      </w:r>
      <w:r w:rsidR="008320B9">
        <w:rPr>
          <w:rFonts w:ascii="Verdana Pro Light" w:hAnsi="Verdana Pro Light"/>
          <w:smallCaps/>
        </w:rPr>
        <w:t xml:space="preserve">Produção de conteúdos interativos </w:t>
      </w:r>
    </w:p>
    <w:p w14:paraId="31AE610A" w14:textId="287383D9" w:rsidR="008320B9" w:rsidRPr="00051C79" w:rsidRDefault="008320B9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Audiovisuais </w:t>
      </w:r>
    </w:p>
    <w:p w14:paraId="01F8D2CF" w14:textId="77777777" w:rsidR="00EF46C5" w:rsidRPr="00051C79" w:rsidRDefault="00EF46C5" w:rsidP="00EF46C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31"/>
    <w:p w14:paraId="2197EA08" w14:textId="41BBEDC5" w:rsidR="00C33F63" w:rsidRDefault="00EF46C5" w:rsidP="00EF46C5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32794" w:rsidRPr="00891300" w14:paraId="54EB15E4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F98F44" w14:textId="5EEBA9DB" w:rsidR="00032794" w:rsidRPr="00891300" w:rsidRDefault="00032794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3D473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F9F9A6" w14:textId="77777777" w:rsidR="00032794" w:rsidRPr="00891300" w:rsidRDefault="00032794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 xml:space="preserve">Criar bases de dados </w:t>
            </w:r>
            <w:r w:rsidRPr="009F634E">
              <w:rPr>
                <w:rFonts w:ascii="Verdana Pro Light" w:eastAsia="Arial Unicode MS" w:hAnsi="Verdana Pro Light" w:cs="Times New Roman"/>
                <w:b/>
                <w:i/>
                <w:iCs/>
                <w:color w:val="ED7D31" w:themeColor="accent2"/>
                <w:sz w:val="18"/>
                <w:szCs w:val="18"/>
              </w:rPr>
              <w:t>no-</w:t>
            </w:r>
            <w:proofErr w:type="spellStart"/>
            <w:r w:rsidRPr="009F634E">
              <w:rPr>
                <w:rFonts w:ascii="Verdana Pro Light" w:eastAsia="Arial Unicode MS" w:hAnsi="Verdana Pro Light" w:cs="Times New Roman"/>
                <w:b/>
                <w:i/>
                <w:iCs/>
                <w:color w:val="ED7D31" w:themeColor="accent2"/>
                <w:sz w:val="18"/>
                <w:szCs w:val="18"/>
              </w:rPr>
              <w:t>code</w:t>
            </w:r>
            <w:proofErr w:type="spellEnd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 xml:space="preserve"> (</w:t>
            </w:r>
            <w:proofErr w:type="spellStart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NoSQL</w:t>
            </w:r>
            <w:proofErr w:type="spellEnd"/>
            <w:r w:rsidRPr="009F634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)</w:t>
            </w:r>
          </w:p>
        </w:tc>
      </w:tr>
    </w:tbl>
    <w:p w14:paraId="59B3BBB2" w14:textId="77777777" w:rsidR="00032794" w:rsidRPr="00891300" w:rsidRDefault="00032794" w:rsidP="0003279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F347CC5" w14:textId="77777777" w:rsidR="00032794" w:rsidRDefault="00032794" w:rsidP="0003279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BA37AFD" w14:textId="77777777" w:rsidR="00032794" w:rsidRPr="00891300" w:rsidRDefault="00032794" w:rsidP="0003279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25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49B22B8E" w14:textId="77777777" w:rsidR="00032794" w:rsidRPr="00891300" w:rsidRDefault="00032794" w:rsidP="0003279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32794" w:rsidRPr="00891300" w14:paraId="01067E8D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3DB2F0" w14:textId="77777777" w:rsidR="00032794" w:rsidRPr="00604A9C" w:rsidRDefault="00032794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04A9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Realizações</w:t>
            </w:r>
          </w:p>
        </w:tc>
      </w:tr>
      <w:tr w:rsidR="00032794" w:rsidRPr="00891300" w14:paraId="57C0C6D7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31A722" w14:textId="77777777" w:rsidR="00032794" w:rsidRPr="00604A9C" w:rsidRDefault="00032794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uma base de dados </w:t>
            </w:r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no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-</w:t>
            </w:r>
            <w:proofErr w:type="spellStart"/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18E5C13C" w14:textId="77777777" w:rsidR="00032794" w:rsidRDefault="00032794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6E54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sar modelos de dados para aceder e gerir os dados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132DFCE" w14:textId="77777777" w:rsidR="00032794" w:rsidRPr="00604A9C" w:rsidRDefault="00032794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Proteger os dados numa base de dados </w:t>
            </w:r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no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-</w:t>
            </w:r>
            <w:proofErr w:type="spellStart"/>
            <w:r w:rsidRPr="00F50B3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032794" w:rsidRPr="00891300" w14:paraId="2FED7BEB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98FA41" w14:textId="77777777" w:rsidR="00032794" w:rsidRPr="00891300" w:rsidRDefault="0003279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C5426B" w14:textId="77777777" w:rsidR="00032794" w:rsidRPr="00891300" w:rsidRDefault="0003279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691BC31" w14:textId="77777777" w:rsidR="00032794" w:rsidRPr="00891300" w:rsidRDefault="0003279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32794" w:rsidRPr="00891300" w14:paraId="3FD4E38E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7B139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Conceitos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relacionados com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bases de dados não relacionais.</w:t>
            </w:r>
          </w:p>
          <w:p w14:paraId="5616C327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bases de dados não relacionais:</w:t>
            </w:r>
          </w:p>
          <w:p w14:paraId="42499B24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Chave-valor.</w:t>
            </w:r>
          </w:p>
          <w:p w14:paraId="1CD1841B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Documento. </w:t>
            </w:r>
          </w:p>
          <w:p w14:paraId="2CC5B2FC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Gráfico. </w:t>
            </w:r>
          </w:p>
          <w:p w14:paraId="377049B6" w14:textId="77777777" w:rsidR="00032794" w:rsidRPr="00145B7A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Coluna.</w:t>
            </w:r>
          </w:p>
          <w:p w14:paraId="69C88EA0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dados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4E148337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Documentos.</w:t>
            </w:r>
          </w:p>
          <w:p w14:paraId="03FAAED3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Coleções.</w:t>
            </w:r>
          </w:p>
          <w:p w14:paraId="43117FF6" w14:textId="77777777" w:rsidR="00032794" w:rsidRDefault="00032794" w:rsidP="00032794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Referências.</w:t>
            </w:r>
          </w:p>
          <w:p w14:paraId="1166D9C3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dados.</w:t>
            </w:r>
          </w:p>
          <w:p w14:paraId="31BCB5B4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dados</w:t>
            </w:r>
          </w:p>
          <w:p w14:paraId="2F938625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Autenticação.</w:t>
            </w:r>
          </w:p>
          <w:p w14:paraId="498E056B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Mensagens.</w:t>
            </w:r>
          </w:p>
          <w:p w14:paraId="6872BAC0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Consultas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7352A3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Flexibilidade.</w:t>
            </w:r>
          </w:p>
          <w:p w14:paraId="2735E67F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Desempenho e escalabilidade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D86137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Gravação de dados e transações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D1654F8" w14:textId="77777777" w:rsidR="00032794" w:rsidRPr="00F50B32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egurança.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68DB4" w14:textId="77777777" w:rsidR="00032794" w:rsidRPr="00891300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2837038A" w14:textId="77777777" w:rsidR="00032794" w:rsidRPr="00891300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modelos e práticas para estruturar os dados.</w:t>
            </w:r>
          </w:p>
          <w:p w14:paraId="618F941B" w14:textId="77777777" w:rsidR="00032794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procedimentos técnicos para adicionar, recuperar, c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onsultar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l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istar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2B23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31BAE1" w14:textId="77777777" w:rsidR="00032794" w:rsidRPr="00292660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técnicas para p</w:t>
            </w:r>
            <w:r w:rsidRPr="0029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rocessar dados de grande dimensão, não relacionados, indeterminados ou em constante mudança.</w:t>
            </w:r>
          </w:p>
          <w:p w14:paraId="7ADB393A" w14:textId="77777777" w:rsidR="00032794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procedimentos técnicos para executar consultas simples e compostas.</w:t>
            </w:r>
          </w:p>
          <w:p w14:paraId="472F7110" w14:textId="77777777" w:rsidR="00032794" w:rsidRDefault="00032794" w:rsidP="0003279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Utilização de regras de segurança na base de dados </w:t>
            </w:r>
            <w:r w:rsidRPr="00FB159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no </w:t>
            </w:r>
            <w:proofErr w:type="spellStart"/>
            <w:r w:rsidRPr="00FB1591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code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NoSQL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). </w:t>
            </w:r>
          </w:p>
          <w:p w14:paraId="02114A8F" w14:textId="77777777" w:rsidR="00032794" w:rsidRPr="00292660" w:rsidRDefault="00032794" w:rsidP="00A7697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5F7F5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EE67210" w14:textId="77777777" w:rsidR="00032794" w:rsidRPr="00A15453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9B28431" w14:textId="77777777" w:rsidR="00032794" w:rsidRPr="0082080F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085FE01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F6E3AAA" w14:textId="77777777" w:rsidR="00032794" w:rsidRPr="00891300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52CD5E7A" w14:textId="77777777" w:rsidR="00032794" w:rsidRPr="00891300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2BAE5C8B" w14:textId="77777777" w:rsidR="00032794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5B20FB63" w14:textId="77777777" w:rsidR="00032794" w:rsidRPr="0082080F" w:rsidRDefault="0003279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B58FC54" w14:textId="77777777" w:rsidR="00032794" w:rsidRPr="00541D3F" w:rsidRDefault="00032794" w:rsidP="00A7697D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2A8B89" w14:textId="77777777" w:rsidR="00032794" w:rsidRPr="00891300" w:rsidRDefault="00032794" w:rsidP="0003279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C37F584" w14:textId="77777777" w:rsidR="00032794" w:rsidRPr="00891300" w:rsidRDefault="00032794" w:rsidP="000327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Critérios de Desempenho</w:t>
      </w:r>
    </w:p>
    <w:p w14:paraId="79D28E42" w14:textId="77777777" w:rsidR="00032794" w:rsidRPr="00F50B32" w:rsidRDefault="00032794" w:rsidP="00032794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Criar Bases de dados no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-</w:t>
      </w:r>
      <w:proofErr w:type="spellStart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code</w:t>
      </w:r>
      <w:proofErr w:type="spellEnd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 (</w:t>
      </w:r>
      <w:proofErr w:type="spellStart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NoSQL</w:t>
      </w:r>
      <w:proofErr w:type="spellEnd"/>
      <w:r w:rsidRPr="00F50B32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)</w:t>
      </w:r>
      <w:r w:rsidRPr="00F50B32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1DA87ADB" w14:textId="77777777" w:rsidR="00032794" w:rsidRPr="00126ED8" w:rsidRDefault="00032794" w:rsidP="000327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highlight w:val="yellow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Modelando a estrutura de dados.</w:t>
      </w:r>
    </w:p>
    <w:p w14:paraId="637DE738" w14:textId="77777777" w:rsidR="00032794" w:rsidRDefault="00032794" w:rsidP="000327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1E30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1E30B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Manuseando</w:t>
      </w:r>
      <w:r w:rsidRPr="006E54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modelos de dados para aceder e gerir os dados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.</w:t>
      </w:r>
    </w:p>
    <w:p w14:paraId="701C2A01" w14:textId="77777777" w:rsidR="00032794" w:rsidRDefault="00032794" w:rsidP="000327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Cumprindo as regras de segurança para p</w:t>
      </w:r>
      <w:r>
        <w:rPr>
          <w:rFonts w:ascii="Verdana Pro Light" w:eastAsia="Arial Unicode MS" w:hAnsi="Verdana Pro Light" w:cs="Arial Unicode MS"/>
          <w:sz w:val="18"/>
          <w:szCs w:val="18"/>
        </w:rPr>
        <w:t>roteger os dados.</w:t>
      </w:r>
    </w:p>
    <w:p w14:paraId="03846054" w14:textId="77777777" w:rsidR="00032794" w:rsidRPr="00891300" w:rsidRDefault="00032794" w:rsidP="000327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EE139E" w14:textId="77777777" w:rsidR="00032794" w:rsidRPr="00604A9C" w:rsidRDefault="00032794" w:rsidP="000327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Organizações do setor da informática.</w:t>
      </w:r>
    </w:p>
    <w:p w14:paraId="58738204" w14:textId="77777777" w:rsidR="00032794" w:rsidRPr="00891300" w:rsidRDefault="00032794" w:rsidP="000327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624FC9B0" w14:textId="77777777" w:rsidR="00032794" w:rsidRPr="00891300" w:rsidRDefault="00032794" w:rsidP="000327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29F956E8" w14:textId="77777777" w:rsidR="00032794" w:rsidRPr="002B04FE" w:rsidRDefault="00032794" w:rsidP="000327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B04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D87C052" w14:textId="77777777" w:rsidR="00032794" w:rsidRPr="00891300" w:rsidRDefault="00032794" w:rsidP="000327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de base de dados </w:t>
      </w:r>
      <w:r w:rsidRPr="00FB1591">
        <w:rPr>
          <w:rFonts w:ascii="Verdana Pro Light" w:eastAsia="Arial Unicode MS" w:hAnsi="Verdana Pro Light" w:cs="Arial Unicode MS"/>
          <w:i/>
          <w:iCs/>
          <w:sz w:val="18"/>
          <w:szCs w:val="18"/>
        </w:rPr>
        <w:t>no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-</w:t>
      </w:r>
      <w:proofErr w:type="spellStart"/>
      <w:r w:rsidRPr="00FB1591">
        <w:rPr>
          <w:rFonts w:ascii="Verdana Pro Light" w:eastAsia="Arial Unicode MS" w:hAnsi="Verdana Pro Light" w:cs="Arial Unicode MS"/>
          <w:i/>
          <w:iCs/>
          <w:sz w:val="18"/>
          <w:szCs w:val="18"/>
        </w:rPr>
        <w:t>code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BE9F2EA" w14:textId="77777777" w:rsidR="00032794" w:rsidRPr="001E30B1" w:rsidRDefault="00032794" w:rsidP="000327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Emulador.</w:t>
      </w:r>
    </w:p>
    <w:p w14:paraId="1918CEC8" w14:textId="77777777" w:rsidR="00032794" w:rsidRPr="00891300" w:rsidRDefault="00032794" w:rsidP="000327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67C184FA" w14:textId="77777777" w:rsidR="00032794" w:rsidRDefault="00032794" w:rsidP="000327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2210F0" w14:textId="6C2531BA" w:rsidR="00654BBE" w:rsidRDefault="00654BBE" w:rsidP="000327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operador multimédia</w:t>
      </w:r>
    </w:p>
    <w:p w14:paraId="75DF89E2" w14:textId="77777777" w:rsidR="00654BBE" w:rsidRDefault="00654BBE" w:rsidP="000327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64D3FC" w14:textId="77777777" w:rsidR="00654BBE" w:rsidRPr="00891300" w:rsidRDefault="00654BBE" w:rsidP="0003279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0CEC76" w14:textId="0F64DE0B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  <w:r w:rsidR="00654BBE">
        <w:rPr>
          <w:rFonts w:ascii="Verdana Pro Light" w:hAnsi="Verdana Pro Light"/>
          <w:smallCaps/>
        </w:rPr>
        <w:lastRenderedPageBreak/>
        <w:t xml:space="preserve"> 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81A55" w:rsidRPr="00136AD8" w14:paraId="57B88401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2406BF3" w14:textId="10C6F6AD" w:rsidR="00581A55" w:rsidRPr="00136AD8" w:rsidRDefault="00581A5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Pr="009F634E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0000</w:t>
            </w:r>
            <w:r w:rsidR="00503BD3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C7A37B8" w14:textId="77777777" w:rsidR="00581A55" w:rsidRPr="009C256C" w:rsidRDefault="00581A5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9F634E">
              <w:rPr>
                <w:rFonts w:ascii="Verdana Pro Light" w:hAnsi="Verdana Pro Light" w:cs="Times New Roman"/>
                <w:b/>
                <w:color w:val="ED7D31" w:themeColor="accent2"/>
                <w:sz w:val="18"/>
                <w:szCs w:val="18"/>
              </w:rPr>
              <w:t xml:space="preserve">Conceber projetos em </w:t>
            </w:r>
            <w:proofErr w:type="spellStart"/>
            <w:r w:rsidRPr="009F634E">
              <w:rPr>
                <w:rFonts w:ascii="Verdana Pro Light" w:hAnsi="Verdana Pro Light" w:cs="Times New Roman"/>
                <w:b/>
                <w:i/>
                <w:iCs/>
                <w:color w:val="ED7D31" w:themeColor="accent2"/>
                <w:sz w:val="18"/>
                <w:szCs w:val="18"/>
              </w:rPr>
              <w:t>wireframe</w:t>
            </w:r>
            <w:proofErr w:type="spellEnd"/>
            <w:r w:rsidRPr="009F634E">
              <w:rPr>
                <w:rFonts w:ascii="Verdana Pro Light" w:hAnsi="Verdana Pro Light" w:cs="Times New Roman"/>
                <w:b/>
                <w:color w:val="ED7D31" w:themeColor="accent2"/>
                <w:sz w:val="18"/>
                <w:szCs w:val="18"/>
              </w:rPr>
              <w:t xml:space="preserve"> para produtos digitais</w:t>
            </w:r>
          </w:p>
        </w:tc>
      </w:tr>
      <w:tr w:rsidR="00581A55" w:rsidRPr="00136AD8" w14:paraId="25B366AA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CAD055C" w14:textId="77777777" w:rsidR="00581A55" w:rsidRPr="00136AD8" w:rsidRDefault="00581A5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4B382F2" w14:textId="77777777" w:rsidR="00581A55" w:rsidRPr="00136AD8" w:rsidRDefault="00581A55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7414D3">
              <w:rPr>
                <w:rFonts w:ascii="Verdana Pro Light" w:hAnsi="Verdana Pro Light" w:cs="Times New Roman"/>
                <w:sz w:val="18"/>
                <w:szCs w:val="18"/>
              </w:rPr>
              <w:t>Design UX (</w:t>
            </w:r>
            <w:proofErr w:type="spellStart"/>
            <w:r w:rsidRPr="007414D3">
              <w:rPr>
                <w:rFonts w:ascii="Verdana Pro Light" w:hAnsi="Verdana Pro Light" w:cs="Times New Roman"/>
                <w:i/>
                <w:iCs/>
                <w:sz w:val="18"/>
                <w:szCs w:val="18"/>
              </w:rPr>
              <w:t>User</w:t>
            </w:r>
            <w:proofErr w:type="spellEnd"/>
            <w:r w:rsidRPr="007414D3">
              <w:rPr>
                <w:rFonts w:ascii="Verdana Pro Light" w:hAnsi="Verdana Pro Light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14D3">
              <w:rPr>
                <w:rFonts w:ascii="Verdana Pro Light" w:hAnsi="Verdana Pro Light" w:cs="Times New Roman"/>
                <w:i/>
                <w:iCs/>
                <w:sz w:val="18"/>
                <w:szCs w:val="18"/>
              </w:rPr>
              <w:t>Experience</w:t>
            </w:r>
            <w:proofErr w:type="spellEnd"/>
            <w:r w:rsidRPr="007414D3">
              <w:rPr>
                <w:rFonts w:ascii="Verdana Pro Light" w:hAnsi="Verdana Pro Light" w:cs="Times New Roman"/>
                <w:sz w:val="18"/>
                <w:szCs w:val="18"/>
              </w:rPr>
              <w:t>)</w:t>
            </w:r>
          </w:p>
        </w:tc>
      </w:tr>
    </w:tbl>
    <w:p w14:paraId="6E765F32" w14:textId="77777777" w:rsidR="00581A55" w:rsidRPr="00136AD8" w:rsidRDefault="00581A55" w:rsidP="00581A55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4E2F0064" w14:textId="77777777" w:rsidR="00581A55" w:rsidRPr="003200F2" w:rsidRDefault="00581A55" w:rsidP="00581A5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7C2EE6A6" w14:textId="77777777" w:rsidR="00581A55" w:rsidRPr="00136AD8" w:rsidRDefault="00581A55" w:rsidP="00581A5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81A55" w:rsidRPr="00136AD8" w14:paraId="505073BB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5364D8" w14:textId="77777777" w:rsidR="00581A55" w:rsidRPr="001B353A" w:rsidRDefault="00581A55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81A55" w:rsidRPr="00136AD8" w14:paraId="5C88EBFF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74AECA" w14:textId="77777777" w:rsidR="00581A55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hAnsi="Verdana Pro Light" w:cs="Arial Unicode MS"/>
                <w:sz w:val="18"/>
                <w:szCs w:val="18"/>
              </w:rPr>
              <w:t>do design e da tecnologia</w:t>
            </w:r>
          </w:p>
          <w:p w14:paraId="4C625DC3" w14:textId="77777777" w:rsidR="00581A55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R2. Aplicar e/ou analisar inquéritos individuais ou em grupo sobre as preferências e expectativas do utilizador </w:t>
            </w:r>
          </w:p>
          <w:p w14:paraId="74B3EEA2" w14:textId="77777777" w:rsidR="00581A55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R3. Elaborar esboços para mapear a interação</w:t>
            </w:r>
          </w:p>
          <w:p w14:paraId="35D6B32A" w14:textId="77777777" w:rsidR="00581A55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Selecionar o programa para executar o </w:t>
            </w:r>
            <w:proofErr w:type="spellStart"/>
            <w:r w:rsidRPr="005E1981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 xml:space="preserve">, </w:t>
            </w:r>
            <w:r w:rsidRPr="005E1981">
              <w:rPr>
                <w:rFonts w:ascii="Verdana Pro Light" w:hAnsi="Verdana Pro Light" w:cs="Arial Unicode MS"/>
                <w:sz w:val="18"/>
                <w:szCs w:val="18"/>
              </w:rPr>
              <w:t>abrir o documento e prepara o ambiente de trabalho</w:t>
            </w:r>
          </w:p>
          <w:p w14:paraId="08A424E8" w14:textId="77777777" w:rsidR="00581A55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Elaborar o </w:t>
            </w:r>
            <w:proofErr w:type="spellStart"/>
            <w:r w:rsidRPr="001355D8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e fazer prototipagem interativa</w:t>
            </w:r>
          </w:p>
          <w:p w14:paraId="1C28992C" w14:textId="77777777" w:rsidR="00581A55" w:rsidRPr="001B353A" w:rsidRDefault="00581A55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R6. Testar a usabilidade e a acessibilidade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br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581A55" w:rsidRPr="00136AD8" w14:paraId="14E497DD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D28CA0" w14:textId="77777777" w:rsidR="00581A55" w:rsidRPr="001B353A" w:rsidRDefault="00581A55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699AB0" w14:textId="77777777" w:rsidR="00581A55" w:rsidRPr="001B353A" w:rsidRDefault="00581A55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600D22" w14:textId="77777777" w:rsidR="00581A55" w:rsidRPr="001B353A" w:rsidRDefault="00581A55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81A55" w:rsidRPr="00136AD8" w14:paraId="508981A2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2A9D7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1B5A6B8F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76DD073E" w14:textId="77777777" w:rsidR="00581A55" w:rsidRPr="00B262D1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Meios digitais – Web e aplicações mobile – características e funcionalidades</w:t>
            </w:r>
          </w:p>
          <w:p w14:paraId="186BBB81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Programas de </w:t>
            </w:r>
            <w:proofErr w:type="spellStart"/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-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arquitetura do programa, área de trabalho e ferramentas</w:t>
            </w:r>
          </w:p>
          <w:p w14:paraId="7804FF94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Metodologia de design UX</w:t>
            </w:r>
          </w:p>
          <w:p w14:paraId="72CDC80C" w14:textId="77777777" w:rsidR="00581A55" w:rsidRPr="00F12730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Fontes de pesquisa sobre o mercado e o público-alvo </w:t>
            </w:r>
          </w:p>
          <w:p w14:paraId="5B807B27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6B017EAD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3365A830" w14:textId="77777777" w:rsidR="00581A55" w:rsidRPr="001B353A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Ética em design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1FE4C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27B580AE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Identificar referências e tendências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7916493B" w14:textId="77777777" w:rsidR="00581A55" w:rsidRPr="00B262D1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o desenvolvimento da </w:t>
            </w:r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web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 das aplicações </w:t>
            </w:r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mobile</w:t>
            </w:r>
          </w:p>
          <w:p w14:paraId="67045B36" w14:textId="77777777" w:rsidR="00581A55" w:rsidRPr="00F12730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principais programas informáticos de </w:t>
            </w:r>
            <w:proofErr w:type="spellStart"/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</w:p>
          <w:p w14:paraId="2D2C0D58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etapas do processo de trabalho do designer UX</w:t>
            </w:r>
          </w:p>
          <w:p w14:paraId="0E08C3EF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métodos de pesquisa para recolher dados sobre as necessidades, comportamentos e preferências dos utilizadores</w:t>
            </w:r>
          </w:p>
          <w:p w14:paraId="01516EEF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2C1988C3" w14:textId="77777777" w:rsidR="00581A55" w:rsidRPr="00057283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074AF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8A94CBB" w14:textId="77777777" w:rsidR="00581A55" w:rsidRDefault="00581A55" w:rsidP="00581A55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01F17A5A" w14:textId="77777777" w:rsidR="00581A55" w:rsidRPr="003E2194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27EF8F0F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C500D6B" w14:textId="77777777" w:rsidR="00581A55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161F799F" w14:textId="77777777" w:rsidR="00581A55" w:rsidRPr="00057283" w:rsidRDefault="00581A55" w:rsidP="00581A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463EF885" w14:textId="77777777" w:rsidR="00581A55" w:rsidRDefault="00581A55" w:rsidP="00581A55">
      <w:pPr>
        <w:spacing w:after="0" w:line="276" w:lineRule="auto"/>
        <w:rPr>
          <w:rFonts w:ascii="Verdana Pro Light" w:hAnsi="Verdana Pro Light"/>
          <w:smallCaps/>
        </w:rPr>
      </w:pPr>
    </w:p>
    <w:p w14:paraId="78D0E9E5" w14:textId="77777777" w:rsidR="00581A55" w:rsidRDefault="00581A55" w:rsidP="00581A55">
      <w:pPr>
        <w:rPr>
          <w:rFonts w:ascii="Verdana Pro Light" w:hAnsi="Verdana Pro Light"/>
          <w:smallCaps/>
        </w:rPr>
      </w:pPr>
    </w:p>
    <w:p w14:paraId="01A9DF65" w14:textId="77777777" w:rsidR="00581A55" w:rsidRPr="00F87025" w:rsidRDefault="00581A55" w:rsidP="00581A5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6CEBDA10" w14:textId="77777777" w:rsidR="00581A55" w:rsidRDefault="00581A55" w:rsidP="00581A5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7414D3">
        <w:rPr>
          <w:rFonts w:ascii="Verdana Pro Light" w:hAnsi="Verdana Pro Light" w:cs="Times New Roman"/>
          <w:b/>
          <w:sz w:val="18"/>
          <w:szCs w:val="18"/>
        </w:rPr>
        <w:t xml:space="preserve">Conceber projetos em </w:t>
      </w:r>
      <w:proofErr w:type="spellStart"/>
      <w:r w:rsidRPr="007414D3">
        <w:rPr>
          <w:rFonts w:ascii="Verdana Pro Light" w:hAnsi="Verdana Pro Light" w:cs="Times New Roman"/>
          <w:b/>
          <w:i/>
          <w:iCs/>
          <w:sz w:val="18"/>
          <w:szCs w:val="18"/>
        </w:rPr>
        <w:t>wireframe</w:t>
      </w:r>
      <w:proofErr w:type="spellEnd"/>
      <w:r w:rsidRPr="007414D3">
        <w:rPr>
          <w:rFonts w:ascii="Verdana Pro Light" w:hAnsi="Verdana Pro Light" w:cs="Times New Roman"/>
          <w:b/>
          <w:sz w:val="18"/>
          <w:szCs w:val="18"/>
        </w:rPr>
        <w:t xml:space="preserve"> para produtos digitais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2F1996BE" w14:textId="77777777" w:rsidR="00581A55" w:rsidRPr="0064164C" w:rsidRDefault="00581A55" w:rsidP="00581A5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03B8D0DE" w14:textId="77777777" w:rsidR="00581A55" w:rsidRDefault="00581A55" w:rsidP="00581A5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64317FF5" w14:textId="77777777" w:rsidR="00581A55" w:rsidRPr="0064164C" w:rsidRDefault="00581A55" w:rsidP="00581A5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adequados à produção do </w:t>
      </w:r>
      <w:proofErr w:type="spellStart"/>
      <w:r w:rsidRPr="00DE6500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wireframe</w:t>
      </w:r>
      <w:proofErr w:type="spellEnd"/>
    </w:p>
    <w:p w14:paraId="5A06B364" w14:textId="77777777" w:rsidR="00581A55" w:rsidRDefault="00581A55" w:rsidP="00581A5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lastRenderedPageBreak/>
        <w:t>CD4.  Fazendo testes de usabilidade e acessibilidade analisando e corrigindo erros</w:t>
      </w:r>
    </w:p>
    <w:p w14:paraId="4E1CF7EA" w14:textId="77777777" w:rsidR="00581A55" w:rsidRPr="00136AD8" w:rsidRDefault="00581A55" w:rsidP="00581A55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5FBE20" w14:textId="77777777" w:rsidR="00581A55" w:rsidRPr="00F87025" w:rsidRDefault="00581A55" w:rsidP="00581A5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1C0D9D9B" w14:textId="77777777" w:rsidR="00581A55" w:rsidRPr="00984B30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Departamentos criativos de empresas de comunicação diversificadas</w:t>
      </w:r>
    </w:p>
    <w:p w14:paraId="5163FDD4" w14:textId="77777777" w:rsidR="00581A55" w:rsidRPr="0064304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40D828A" w14:textId="77777777" w:rsidR="00581A55" w:rsidRPr="00984B30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</w:p>
    <w:p w14:paraId="1555976A" w14:textId="77777777" w:rsidR="00581A55" w:rsidRPr="00051C79" w:rsidRDefault="00581A55" w:rsidP="00581A55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9E8897" w14:textId="77777777" w:rsidR="00581A55" w:rsidRPr="00F87025" w:rsidRDefault="00581A55" w:rsidP="00581A5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4FEABC7B" w14:textId="77777777" w:rsidR="00581A5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Briefing</w:t>
      </w:r>
    </w:p>
    <w:p w14:paraId="7B4D9A4A" w14:textId="77777777" w:rsidR="00581A5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Mapas de </w:t>
      </w:r>
      <w:proofErr w:type="spellStart"/>
      <w:r w:rsidRPr="00550909">
        <w:rPr>
          <w:rFonts w:ascii="Verdana Pro Light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6B250064" w14:textId="77777777" w:rsidR="00581A55" w:rsidRPr="00436CB6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Dispositivos tecnológicos com acesso à internet.</w:t>
      </w:r>
    </w:p>
    <w:p w14:paraId="058CF1BF" w14:textId="77777777" w:rsidR="00581A5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Aplicações informáticas de </w:t>
      </w:r>
      <w:proofErr w:type="spellStart"/>
      <w:r w:rsidRPr="00550909">
        <w:rPr>
          <w:rFonts w:ascii="Verdana Pro Light" w:hAnsi="Verdana Pro Light" w:cs="Arial Unicode MS"/>
          <w:i/>
          <w:iCs/>
          <w:sz w:val="18"/>
          <w:szCs w:val="18"/>
          <w:lang w:eastAsia="pt-PT"/>
        </w:rPr>
        <w:t>Wireframing</w:t>
      </w:r>
      <w:proofErr w:type="spellEnd"/>
    </w:p>
    <w:p w14:paraId="0B22D1C8" w14:textId="77777777" w:rsidR="00581A5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de edição de vetores e edição de imagem</w:t>
      </w:r>
    </w:p>
    <w:p w14:paraId="51D68B45" w14:textId="77777777" w:rsidR="00581A55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Bancos de imagem, sons e vídeos</w:t>
      </w:r>
    </w:p>
    <w:p w14:paraId="2EA9B6F3" w14:textId="77777777" w:rsidR="00581A55" w:rsidRPr="00557DD0" w:rsidRDefault="00581A55" w:rsidP="00581A55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Estudos de caso de </w:t>
      </w:r>
      <w:r w:rsidRPr="00550909">
        <w:rPr>
          <w:rFonts w:ascii="Verdana Pro Light" w:hAnsi="Verdana Pro Light" w:cs="Arial Unicode MS"/>
          <w:sz w:val="18"/>
          <w:szCs w:val="18"/>
          <w:lang w:eastAsia="pt-PT"/>
        </w:rPr>
        <w:t>design UX</w:t>
      </w:r>
      <w:r>
        <w:br/>
      </w:r>
    </w:p>
    <w:p w14:paraId="3FDC5CCC" w14:textId="77777777" w:rsidR="00581A55" w:rsidRPr="00557DD0" w:rsidRDefault="00581A55" w:rsidP="00581A55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sz w:val="18"/>
          <w:szCs w:val="18"/>
        </w:rPr>
      </w:pPr>
    </w:p>
    <w:p w14:paraId="03E0D3C2" w14:textId="77777777" w:rsidR="00581A55" w:rsidRPr="00F87025" w:rsidRDefault="00581A55" w:rsidP="00581A5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3285E31" w14:textId="77777777" w:rsidR="00581A55" w:rsidRPr="00051C79" w:rsidRDefault="00581A55" w:rsidP="00581A55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B257CB" w14:textId="36B6D52F" w:rsidR="00581A55" w:rsidRPr="00051C79" w:rsidRDefault="009F634E" w:rsidP="00581A55">
      <w:p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design Gráfico</w:t>
      </w:r>
    </w:p>
    <w:p w14:paraId="3ADEBFFE" w14:textId="77777777" w:rsidR="00581A55" w:rsidRPr="00051C79" w:rsidRDefault="00581A55" w:rsidP="00581A55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E78446D" w14:textId="77777777" w:rsidR="00581A55" w:rsidRDefault="00581A55" w:rsidP="00581A5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630BD" w:rsidRPr="00136AD8" w14:paraId="3C04DDB7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B27076" w14:textId="3CA0AE0B" w:rsidR="007630BD" w:rsidRPr="00136AD8" w:rsidRDefault="007630BD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</w:t>
            </w:r>
            <w:r w:rsidRPr="007630BD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 xml:space="preserve"> 000</w:t>
            </w:r>
            <w:r w:rsidR="00503BD3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2915209" w14:textId="77777777" w:rsidR="007630BD" w:rsidRPr="009C256C" w:rsidRDefault="007630BD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7630BD">
              <w:rPr>
                <w:rFonts w:ascii="Verdana Pro Light" w:hAnsi="Verdana Pro Light" w:cs="Times New Roman"/>
                <w:b/>
                <w:color w:val="ED7D31" w:themeColor="accent2"/>
                <w:sz w:val="18"/>
                <w:szCs w:val="18"/>
              </w:rPr>
              <w:t>Conceber o design de interface para dispositivos móveis</w:t>
            </w:r>
          </w:p>
        </w:tc>
      </w:tr>
      <w:tr w:rsidR="007630BD" w:rsidRPr="00136AD8" w14:paraId="7030C82F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1BA8309" w14:textId="77777777" w:rsidR="007630BD" w:rsidRPr="00136AD8" w:rsidRDefault="007630BD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B41A3AD" w14:textId="77777777" w:rsidR="007630BD" w:rsidRPr="00136AD8" w:rsidRDefault="007630BD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FE25E7">
              <w:rPr>
                <w:rFonts w:ascii="Verdana Pro Light" w:hAnsi="Verdana Pro Light" w:cs="Times New Roman"/>
                <w:sz w:val="18"/>
                <w:szCs w:val="18"/>
              </w:rPr>
              <w:t>Design de interface para dispositivos móveis</w:t>
            </w:r>
          </w:p>
        </w:tc>
      </w:tr>
    </w:tbl>
    <w:p w14:paraId="1A7CB6F3" w14:textId="77777777" w:rsidR="007630BD" w:rsidRPr="00136AD8" w:rsidRDefault="007630BD" w:rsidP="007630BD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3D835621" w14:textId="77777777" w:rsidR="007630BD" w:rsidRPr="003200F2" w:rsidRDefault="007630BD" w:rsidP="007630BD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728BFF42" w14:textId="77777777" w:rsidR="007630BD" w:rsidRPr="00136AD8" w:rsidRDefault="007630BD" w:rsidP="007630B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630BD" w:rsidRPr="00136AD8" w14:paraId="656D75D1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CC8DEB" w14:textId="77777777" w:rsidR="007630BD" w:rsidRPr="001B353A" w:rsidRDefault="007630BD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630BD" w:rsidRPr="00136AD8" w14:paraId="4788AF1B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4DC019" w14:textId="77777777" w:rsidR="007630BD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 w:rsidRPr="00F12730">
              <w:rPr>
                <w:rFonts w:ascii="Verdana Pro Light" w:hAnsi="Verdana Pro Light" w:cs="Arial Unicode MS"/>
                <w:sz w:val="18"/>
                <w:szCs w:val="18"/>
              </w:rPr>
              <w:t>do design e da tecnologia</w:t>
            </w:r>
          </w:p>
          <w:p w14:paraId="48CF4B82" w14:textId="77777777" w:rsidR="007630BD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R2. Elaborar o 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</w:rPr>
              <w:t>Wireframe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, fazer a prototipagem interativa e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testar a usabilidade e a acessibilidade</w:t>
            </w:r>
          </w:p>
          <w:p w14:paraId="53909E8E" w14:textId="77777777" w:rsidR="007630BD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R3. Criar a linha gráfica </w:t>
            </w:r>
          </w:p>
          <w:p w14:paraId="6E1F8FBD" w14:textId="77777777" w:rsidR="007630BD" w:rsidRPr="00F10769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R4.</w:t>
            </w:r>
            <w:r w:rsidRPr="00AD7EAD"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Elaborar os elementos gráficos (</w:t>
            </w:r>
            <w:proofErr w:type="spellStart"/>
            <w:r>
              <w:rPr>
                <w:rFonts w:ascii="Verdana Pro Light" w:hAnsi="Verdana Pro Light" w:cs="Arial Unicode MS"/>
                <w:sz w:val="18"/>
                <w:szCs w:val="18"/>
              </w:rPr>
              <w:t>icons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>, símbolos, botões)</w:t>
            </w:r>
          </w:p>
          <w:p w14:paraId="4BDA43EA" w14:textId="77777777" w:rsidR="007630BD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R5. Preparar os conteúdos (textos. imagens, vídeos, animações, sons) </w:t>
            </w:r>
          </w:p>
          <w:p w14:paraId="0F6C4466" w14:textId="77777777" w:rsidR="007630BD" w:rsidRPr="001B353A" w:rsidRDefault="007630BD" w:rsidP="00A7697D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R6. Executar prototipagem final com conteúdos e elementos gráficos, </w:t>
            </w:r>
            <w:r w:rsidRPr="00514E4A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exportar e publicar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br/>
            </w: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</w:p>
        </w:tc>
      </w:tr>
      <w:tr w:rsidR="007630BD" w:rsidRPr="00136AD8" w14:paraId="1D0329B8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B28589" w14:textId="77777777" w:rsidR="007630BD" w:rsidRPr="001B353A" w:rsidRDefault="007630BD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B9B3BC" w14:textId="77777777" w:rsidR="007630BD" w:rsidRPr="001B353A" w:rsidRDefault="007630BD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30FA68" w14:textId="77777777" w:rsidR="007630BD" w:rsidRPr="001B353A" w:rsidRDefault="007630BD" w:rsidP="00A7697D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630BD" w:rsidRPr="00136AD8" w14:paraId="6E08CEAD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44BB1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2BB88298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6076CB05" w14:textId="77777777" w:rsidR="007630BD" w:rsidRPr="00BF01E0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Dispositivos e plataformas móveis –aplicações mobile – características e funcionalidades</w:t>
            </w:r>
          </w:p>
          <w:p w14:paraId="48577BCC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5F351A0C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Design UX/UI</w:t>
            </w:r>
          </w:p>
          <w:p w14:paraId="13352F81" w14:textId="77777777" w:rsidR="007630BD" w:rsidRPr="00FC756A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Tipografia e a cor nos dispositivos móveis</w:t>
            </w:r>
          </w:p>
          <w:p w14:paraId="7A6C25FA" w14:textId="77777777" w:rsidR="007630BD" w:rsidRPr="00F12730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Fontes de pesquisa sobre o mercado e o público-alvo </w:t>
            </w:r>
          </w:p>
          <w:p w14:paraId="21F9D7EA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08DCFBA9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20AF3918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Ética em design</w:t>
            </w:r>
            <w:r>
              <w:br/>
            </w:r>
          </w:p>
          <w:p w14:paraId="7D2E181E" w14:textId="77777777" w:rsidR="007630BD" w:rsidRPr="0084229E" w:rsidRDefault="007630BD" w:rsidP="007630BD">
            <w:pPr>
              <w:pStyle w:val="PargrafodaLista"/>
              <w:numPr>
                <w:ilvl w:val="0"/>
                <w:numId w:val="4"/>
              </w:numPr>
              <w:ind w:left="177" w:hanging="19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4543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444DF9AD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Identificar referências e tendências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design e da tecnologia</w:t>
            </w:r>
          </w:p>
          <w:p w14:paraId="7E702FB2" w14:textId="77777777" w:rsidR="007630BD" w:rsidRPr="00B262D1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o desenvolvimento das aplicações </w:t>
            </w:r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mobile</w:t>
            </w:r>
          </w:p>
          <w:p w14:paraId="30E2B54E" w14:textId="77777777" w:rsidR="007630BD" w:rsidRPr="00F12730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principais programas e plataformas informáticas para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prototipar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aplicações para dispositivos móveis</w:t>
            </w:r>
          </w:p>
          <w:p w14:paraId="04522BB6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etapas do processo de trabalho do designer UX/UI</w:t>
            </w:r>
          </w:p>
          <w:p w14:paraId="5F638556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métodos de pesquisa para recolher dados sobre as necessidades, comportamentos e preferências dos utilizadores</w:t>
            </w:r>
          </w:p>
          <w:p w14:paraId="07FF1222" w14:textId="77777777" w:rsidR="007630BD" w:rsidRPr="00E420E7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as características da cor e da tipografia para ambientes digitais</w:t>
            </w:r>
          </w:p>
          <w:p w14:paraId="5F674651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os princípios de design inclusivo</w:t>
            </w:r>
          </w:p>
          <w:p w14:paraId="18017276" w14:textId="77777777" w:rsidR="007630BD" w:rsidRPr="00057283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Reconhecer o impacto do design na sociedade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90D4F7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146AEC4" w14:textId="77777777" w:rsidR="007630BD" w:rsidRDefault="007630BD" w:rsidP="007630BD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FAB8765" w14:textId="77777777" w:rsidR="007630BD" w:rsidRPr="003E2194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327600A3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40349F9" w14:textId="77777777" w:rsidR="007630BD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D39D0B7" w14:textId="77777777" w:rsidR="007630BD" w:rsidRPr="00057283" w:rsidRDefault="007630BD" w:rsidP="007630B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62EDA6A6" w14:textId="77777777" w:rsidR="007630BD" w:rsidRDefault="007630BD" w:rsidP="007630BD">
      <w:pPr>
        <w:spacing w:after="0" w:line="276" w:lineRule="auto"/>
        <w:rPr>
          <w:rFonts w:ascii="Verdana Pro Light" w:hAnsi="Verdana Pro Light"/>
          <w:smallCaps/>
        </w:rPr>
      </w:pPr>
    </w:p>
    <w:p w14:paraId="521F2C69" w14:textId="77777777" w:rsidR="007630BD" w:rsidRDefault="007630BD" w:rsidP="007630B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0F78686" w14:textId="77777777" w:rsidR="007630BD" w:rsidRPr="00F87025" w:rsidRDefault="007630BD" w:rsidP="007630BD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lastRenderedPageBreak/>
        <w:t>Critérios de Desempenho</w:t>
      </w:r>
    </w:p>
    <w:p w14:paraId="02F07602" w14:textId="77777777" w:rsidR="007630BD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E25E7">
        <w:rPr>
          <w:rFonts w:ascii="Verdana Pro Light" w:hAnsi="Verdana Pro Light" w:cs="Times New Roman"/>
          <w:b/>
          <w:sz w:val="18"/>
          <w:szCs w:val="18"/>
        </w:rPr>
        <w:t>Conceber o design de interface para dispositivos móveis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5DEBEE76" w14:textId="77777777" w:rsidR="007630BD" w:rsidRPr="0064164C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bookmarkStart w:id="32" w:name="_Hlk152522162"/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3F280680" w14:textId="77777777" w:rsidR="007630BD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CD2. Criando um fluxo de interação acessível ao utilizador</w:t>
      </w:r>
    </w:p>
    <w:p w14:paraId="7D8E40FA" w14:textId="77777777" w:rsidR="007630BD" w:rsidRPr="0064164C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adequados à prototipagem de aplicações móveis</w:t>
      </w:r>
    </w:p>
    <w:p w14:paraId="555FA6E9" w14:textId="77777777" w:rsidR="007630BD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 Fazendo testes de usabilidade e acessibilidade analisando e corrigindo erros</w:t>
      </w:r>
    </w:p>
    <w:p w14:paraId="51932EA8" w14:textId="77777777" w:rsidR="007630BD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CD5. Utilizando adequadamente a cor e a tipografia tendo em conta as características da visualização em dispositivos digitais</w:t>
      </w:r>
    </w:p>
    <w:p w14:paraId="1671C018" w14:textId="77777777" w:rsidR="007630BD" w:rsidRPr="0064164C" w:rsidRDefault="007630BD" w:rsidP="007630BD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CD6. Adequando a linha gráfica e os conteúdos aos objetivos comunicacionais</w:t>
      </w:r>
      <w:bookmarkEnd w:id="32"/>
    </w:p>
    <w:p w14:paraId="24E32320" w14:textId="77777777" w:rsidR="007630BD" w:rsidRPr="00136AD8" w:rsidRDefault="007630BD" w:rsidP="007630B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8C74443" w14:textId="77777777" w:rsidR="007630BD" w:rsidRPr="00F87025" w:rsidRDefault="007630BD" w:rsidP="007630BD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4F929CAD" w14:textId="77777777" w:rsidR="007630BD" w:rsidRPr="00984B30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Departamentos criativos de empresas de comunicação diversificadas</w:t>
      </w:r>
    </w:p>
    <w:p w14:paraId="469166A0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531AD06E" w14:textId="77777777" w:rsidR="007630BD" w:rsidRPr="00741205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>
        <w:br/>
      </w:r>
    </w:p>
    <w:p w14:paraId="46BAF0AA" w14:textId="77777777" w:rsidR="007630BD" w:rsidRPr="00F87025" w:rsidRDefault="007630BD" w:rsidP="007630BD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0CAF8865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Briefing</w:t>
      </w:r>
    </w:p>
    <w:p w14:paraId="45104DFA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Mapas de </w:t>
      </w:r>
      <w:proofErr w:type="spellStart"/>
      <w:r w:rsidRPr="00550909">
        <w:rPr>
          <w:rFonts w:ascii="Verdana Pro Light" w:hAnsi="Verdana Pro Light" w:cs="Arial Unicode MS"/>
          <w:i/>
          <w:iCs/>
          <w:sz w:val="18"/>
          <w:szCs w:val="18"/>
        </w:rPr>
        <w:t>wireframe</w:t>
      </w:r>
      <w:proofErr w:type="spellEnd"/>
    </w:p>
    <w:p w14:paraId="1D8C4E02" w14:textId="77777777" w:rsidR="007630BD" w:rsidRPr="00436CB6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Dispositivos tecnológicos com acesso à internet.</w:t>
      </w:r>
    </w:p>
    <w:p w14:paraId="2A996291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e plataformas de prototipagem de aplicações para dispositivos móveis</w:t>
      </w:r>
    </w:p>
    <w:p w14:paraId="59672539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de edição de vetores e edição de imagem</w:t>
      </w:r>
    </w:p>
    <w:p w14:paraId="650BDFA9" w14:textId="77777777" w:rsidR="007630BD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Bancos de imagem, sons e vídeos</w:t>
      </w:r>
    </w:p>
    <w:p w14:paraId="13903C13" w14:textId="77777777" w:rsidR="007630BD" w:rsidRPr="00741205" w:rsidRDefault="007630BD" w:rsidP="007630BD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 xml:space="preserve">Estudos de caso de </w:t>
      </w:r>
      <w:r w:rsidRPr="00550909">
        <w:rPr>
          <w:rFonts w:ascii="Verdana Pro Light" w:hAnsi="Verdana Pro Light" w:cs="Arial Unicode MS"/>
          <w:sz w:val="18"/>
          <w:szCs w:val="18"/>
          <w:lang w:eastAsia="pt-PT"/>
        </w:rPr>
        <w:t>design UX/UI</w:t>
      </w:r>
      <w:r>
        <w:br/>
      </w:r>
    </w:p>
    <w:p w14:paraId="1F5D6B0A" w14:textId="77777777" w:rsidR="007630BD" w:rsidRPr="00F87025" w:rsidRDefault="007630BD" w:rsidP="007630BD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64D8D539" w14:textId="77777777" w:rsidR="00D31088" w:rsidRPr="00051C79" w:rsidRDefault="00D31088" w:rsidP="00D31088">
      <w:p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design Gráfico</w:t>
      </w:r>
    </w:p>
    <w:p w14:paraId="5DE012B5" w14:textId="77777777" w:rsidR="007630BD" w:rsidRPr="00051C79" w:rsidRDefault="007630BD" w:rsidP="007630B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83A8CCE" w14:textId="77777777" w:rsidR="007630BD" w:rsidRPr="00051C79" w:rsidRDefault="007630BD" w:rsidP="007630B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938BFFB" w14:textId="77777777" w:rsidR="007630BD" w:rsidRPr="00051C79" w:rsidRDefault="007630BD" w:rsidP="007630BD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60E839" w14:textId="01F8C0AC" w:rsidR="00BB0F6C" w:rsidRDefault="007630BD" w:rsidP="004E43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2E116C3" w14:textId="77777777" w:rsidR="00BB0F6C" w:rsidRDefault="00BB0F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B0F6C" w:rsidRPr="00891300" w14:paraId="19F810EE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B9F668" w14:textId="59AF09AA" w:rsidR="00BB0F6C" w:rsidRPr="00891300" w:rsidRDefault="00BB0F6C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9130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89130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F1EF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12EC2E8" w14:textId="77777777" w:rsidR="00BB0F6C" w:rsidRPr="00891300" w:rsidRDefault="00BB0F6C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aplicações móveis (no-</w:t>
            </w:r>
            <w:proofErr w:type="spellStart"/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code</w:t>
            </w:r>
            <w:proofErr w:type="spellEnd"/>
            <w:r w:rsidRPr="0089130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)</w:t>
            </w:r>
          </w:p>
        </w:tc>
      </w:tr>
    </w:tbl>
    <w:p w14:paraId="5CAE3B59" w14:textId="77777777" w:rsidR="00BB0F6C" w:rsidRPr="00891300" w:rsidRDefault="00BB0F6C" w:rsidP="00BB0F6C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327AAB6" w14:textId="77777777" w:rsidR="00BB0F6C" w:rsidRDefault="00BB0F6C" w:rsidP="00BB0F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891300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3CCD8BD" w14:textId="77777777" w:rsidR="00BB0F6C" w:rsidRPr="00891300" w:rsidRDefault="00BB0F6C" w:rsidP="00BB0F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891300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bCs/>
          <w:smallCaps/>
          <w:sz w:val="20"/>
        </w:rPr>
        <w:t>25</w:t>
      </w:r>
      <w:r w:rsidRPr="001667D6">
        <w:rPr>
          <w:rFonts w:ascii="Verdana Pro Light" w:eastAsia="Arial Unicode MS" w:hAnsi="Verdana Pro Light" w:cs="Times New Roman"/>
          <w:bCs/>
          <w:smallCaps/>
          <w:sz w:val="20"/>
        </w:rPr>
        <w:t>h</w:t>
      </w:r>
    </w:p>
    <w:p w14:paraId="24A3B596" w14:textId="77777777" w:rsidR="00BB0F6C" w:rsidRPr="00891300" w:rsidRDefault="00BB0F6C" w:rsidP="00BB0F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B0F6C" w:rsidRPr="00891300" w14:paraId="5CF98472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79F6B0" w14:textId="77777777" w:rsidR="00BB0F6C" w:rsidRPr="00891300" w:rsidRDefault="00BB0F6C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B0F6C" w:rsidRPr="00891300" w14:paraId="635C9843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AE054" w14:textId="77777777" w:rsidR="00BB0F6C" w:rsidRPr="00891300" w:rsidRDefault="00BB0F6C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Planear as etapas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desenvolvimento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85CEB55" w14:textId="77777777" w:rsidR="00BB0F6C" w:rsidRPr="00891300" w:rsidRDefault="00BB0F6C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Planear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estrutura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FBCD640" w14:textId="77777777" w:rsidR="00BB0F6C" w:rsidRPr="00891300" w:rsidRDefault="00BB0F6C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e usar os componentes para 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4A741BD5" w14:textId="77777777" w:rsidR="00BB0F6C" w:rsidRPr="00D10AD5" w:rsidRDefault="00BB0F6C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Programar as ações dos componentes da </w:t>
            </w:r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app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BB0F6C" w:rsidRPr="00891300" w14:paraId="477C2636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4A3307" w14:textId="77777777" w:rsidR="00BB0F6C" w:rsidRPr="00891300" w:rsidRDefault="00BB0F6C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949AF1" w14:textId="77777777" w:rsidR="00BB0F6C" w:rsidRPr="00891300" w:rsidRDefault="00BB0F6C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708CBB9" w14:textId="77777777" w:rsidR="00BB0F6C" w:rsidRPr="00891300" w:rsidRDefault="00BB0F6C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89130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B0F6C" w:rsidRPr="00891300" w14:paraId="5C78FC73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D3B1" w14:textId="77777777" w:rsidR="00BB0F6C" w:rsidRPr="004C3B3F" w:rsidRDefault="00BB0F6C" w:rsidP="00BB0F6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conceitos d</w:t>
            </w:r>
            <w:r w:rsidRPr="004C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desenvolvimento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C3B3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pps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330FDA42" w14:textId="77777777" w:rsidR="00BB0F6C" w:rsidRPr="00483D6A" w:rsidRDefault="00BB0F6C" w:rsidP="00BB0F6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proofErr w:type="spellStart"/>
            <w:r w:rsidRPr="00483D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Wireframing</w:t>
            </w:r>
            <w:proofErr w:type="spellEnd"/>
            <w:r w:rsidRPr="00483D6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0234EF39" w14:textId="77777777" w:rsidR="00BB0F6C" w:rsidRDefault="00BB0F6C" w:rsidP="00BB0F6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das </w:t>
            </w:r>
            <w:r w:rsidRPr="007414B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apps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43CA0322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Screens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37E711FF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 acessibilidade.</w:t>
            </w:r>
          </w:p>
          <w:p w14:paraId="36AA463E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Multimédia.</w:t>
            </w:r>
          </w:p>
          <w:p w14:paraId="3D5593DD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Autenticação e acesso.</w:t>
            </w:r>
          </w:p>
          <w:p w14:paraId="171648E0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Conteúdos.</w:t>
            </w:r>
          </w:p>
          <w:p w14:paraId="4CF666B5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Navegação.</w:t>
            </w:r>
          </w:p>
          <w:p w14:paraId="23CF0379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Ligações.</w:t>
            </w:r>
          </w:p>
          <w:p w14:paraId="57C50B01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Sensores.</w:t>
            </w:r>
          </w:p>
          <w:p w14:paraId="3D43FB3B" w14:textId="77777777" w:rsidR="00BB0F6C" w:rsidRPr="00891300" w:rsidRDefault="00BB0F6C" w:rsidP="00BB0F6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6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Programação com blocos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7409E66A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Controle.</w:t>
            </w:r>
          </w:p>
          <w:p w14:paraId="3AD9647F" w14:textId="77777777" w:rsidR="00BB0F6C" w:rsidRPr="008A36FF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Lógica.</w:t>
            </w:r>
          </w:p>
          <w:p w14:paraId="40F13CDF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Matemática.</w:t>
            </w:r>
          </w:p>
          <w:p w14:paraId="01B8FD99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Texto.</w:t>
            </w:r>
          </w:p>
          <w:p w14:paraId="30E58E1B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Listas.</w:t>
            </w:r>
          </w:p>
          <w:p w14:paraId="71896C23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Tempo.</w:t>
            </w:r>
          </w:p>
          <w:p w14:paraId="400672C0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Cores.</w:t>
            </w:r>
          </w:p>
          <w:p w14:paraId="526D094A" w14:textId="77777777" w:rsidR="00BB0F6C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Procedimentos. </w:t>
            </w:r>
          </w:p>
          <w:p w14:paraId="3C0A380C" w14:textId="77777777" w:rsidR="00BB0F6C" w:rsidRPr="00891300" w:rsidRDefault="00BB0F6C" w:rsidP="00BB0F6C">
            <w:pPr>
              <w:pStyle w:val="PargrafodaLista"/>
              <w:numPr>
                <w:ilvl w:val="1"/>
                <w:numId w:val="4"/>
              </w:numPr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32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Variáveis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F14E7DE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Emulador.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022BE" w14:textId="77777777" w:rsidR="00BB0F6C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guiões</w:t>
            </w: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tutoriais técnicos.</w:t>
            </w:r>
          </w:p>
          <w:p w14:paraId="56118680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metodologias de planificação de </w:t>
            </w:r>
            <w:r w:rsidRPr="007414B7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apps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planear a estrutura. </w:t>
            </w:r>
          </w:p>
          <w:p w14:paraId="7961AE2B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 técnica de </w:t>
            </w:r>
            <w:proofErr w:type="spellStart"/>
            <w:r w:rsidRPr="002B182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wirefram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criação de um protótipo dos 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layout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</w:t>
            </w:r>
            <w:r w:rsidRPr="00F4280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dos </w:t>
            </w:r>
            <w:proofErr w:type="spellStart"/>
            <w:r w:rsidRPr="00D10AD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screens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/ecrãs, organizar o tipo de conteúdos e ligações.</w:t>
            </w:r>
          </w:p>
          <w:p w14:paraId="3363A760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funcionalidades da aplicação para inserir e configurar os componentes.</w:t>
            </w:r>
          </w:p>
          <w:p w14:paraId="1118DC2E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aplicações de edição de imagem ou as funcionalidades das aplicações para criar ou usar </w:t>
            </w:r>
            <w:r w:rsidRPr="00571A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multimédia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dos ecrãs.</w:t>
            </w:r>
          </w:p>
          <w:p w14:paraId="01C37D13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as funcionalidades da aplicação para programar ações dos componentes.</w:t>
            </w:r>
          </w:p>
          <w:p w14:paraId="43A1E365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Instalar o emulador e utilizar as funcionalidades para testar a aplicação. 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D7AF4" w14:textId="77777777" w:rsidR="00BB0F6C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1882A448" w14:textId="77777777" w:rsidR="00BB0F6C" w:rsidRPr="00A15453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6E51620" w14:textId="77777777" w:rsidR="00BB0F6C" w:rsidRPr="0082080F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7D8EBDC3" w14:textId="77777777" w:rsidR="00BB0F6C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812D082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4D5F002" w14:textId="77777777" w:rsidR="00BB0F6C" w:rsidRPr="00891300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3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0E653BF8" w14:textId="77777777" w:rsidR="00BB0F6C" w:rsidRPr="0082080F" w:rsidRDefault="00BB0F6C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8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5CBA5842" w14:textId="77777777" w:rsidR="00BB0F6C" w:rsidRPr="00891300" w:rsidRDefault="00BB0F6C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D8BA89" w14:textId="77777777" w:rsidR="00BB0F6C" w:rsidRPr="00891300" w:rsidRDefault="00BB0F6C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79AA29" w14:textId="77777777" w:rsidR="00BB0F6C" w:rsidRPr="00891300" w:rsidRDefault="00BB0F6C" w:rsidP="00BB0F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81AD53" w14:textId="77777777" w:rsidR="00BB0F6C" w:rsidRPr="00891300" w:rsidRDefault="00BB0F6C" w:rsidP="00BB0F6C">
      <w:pPr>
        <w:rPr>
          <w:rFonts w:ascii="Verdana Pro Light" w:hAnsi="Verdana Pro Light"/>
          <w:smallCaps/>
        </w:rPr>
      </w:pPr>
      <w:r w:rsidRPr="00891300">
        <w:rPr>
          <w:rFonts w:ascii="Verdana Pro Light" w:hAnsi="Verdana Pro Light"/>
          <w:smallCaps/>
        </w:rPr>
        <w:br w:type="page"/>
      </w:r>
    </w:p>
    <w:p w14:paraId="2FE33F77" w14:textId="77777777" w:rsidR="00BB0F6C" w:rsidRPr="00891300" w:rsidRDefault="00BB0F6C" w:rsidP="00BB0F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C068ACD" w14:textId="77777777" w:rsidR="00BB0F6C" w:rsidRPr="00571A9A" w:rsidRDefault="00BB0F6C" w:rsidP="00BB0F6C">
      <w:pPr>
        <w:spacing w:after="120" w:line="240" w:lineRule="auto"/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</w:pPr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Desenvolver aplicações móveis (no-</w:t>
      </w:r>
      <w:proofErr w:type="spellStart"/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code</w:t>
      </w:r>
      <w:proofErr w:type="spellEnd"/>
      <w:r w:rsidRPr="00571A9A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)</w:t>
      </w:r>
      <w:r w:rsidRPr="00571A9A">
        <w:rPr>
          <w:rFonts w:ascii="Verdana Pro Light" w:eastAsia="Arial Unicode MS" w:hAnsi="Verdana Pro Light" w:cs="Arial Unicode MS"/>
          <w:bCs/>
          <w:i/>
          <w:iCs/>
          <w:color w:val="000000" w:themeColor="text1"/>
          <w:sz w:val="18"/>
          <w:szCs w:val="18"/>
        </w:rPr>
        <w:t>:</w:t>
      </w:r>
    </w:p>
    <w:p w14:paraId="6207BAC1" w14:textId="77777777" w:rsidR="00BB0F6C" w:rsidRPr="00891300" w:rsidRDefault="00BB0F6C" w:rsidP="00BB0F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Cumprindo as especificações metodológicas no planeamento da </w:t>
      </w:r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D94679C" w14:textId="77777777" w:rsidR="00BB0F6C" w:rsidRPr="00891300" w:rsidRDefault="00BB0F6C" w:rsidP="00BB0F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Concretizando o </w:t>
      </w:r>
      <w:proofErr w:type="spellStart"/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wireframe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 estrutura da </w:t>
      </w:r>
      <w:r w:rsidRPr="00571A9A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.</w:t>
      </w:r>
    </w:p>
    <w:p w14:paraId="2157C249" w14:textId="77777777" w:rsidR="00BB0F6C" w:rsidRPr="00891300" w:rsidRDefault="00BB0F6C" w:rsidP="00BB0F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aplicações e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para criar e usar componentes na </w:t>
      </w:r>
      <w:r w:rsidRPr="00920CE8">
        <w:rPr>
          <w:rFonts w:ascii="Verdana Pro Light" w:eastAsia="Arial Unicode MS" w:hAnsi="Verdana Pro Light" w:cs="Arial Unicode MS"/>
          <w:i/>
          <w:iCs/>
          <w:sz w:val="18"/>
          <w:szCs w:val="18"/>
        </w:rPr>
        <w:t>app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3EC5329A" w14:textId="77777777" w:rsidR="00BB0F6C" w:rsidRPr="00891300" w:rsidRDefault="00BB0F6C" w:rsidP="00BB0F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8913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Manuseando as funcionalidades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disponíveis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para programar as ações dos componentes. </w:t>
      </w:r>
    </w:p>
    <w:p w14:paraId="2E330DBF" w14:textId="77777777" w:rsidR="00BB0F6C" w:rsidRPr="00891300" w:rsidRDefault="00BB0F6C" w:rsidP="00BB0F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7A31D05" w14:textId="77777777" w:rsidR="00BB0F6C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Como profissional liberal.</w:t>
      </w:r>
    </w:p>
    <w:p w14:paraId="479D3157" w14:textId="77777777" w:rsidR="00BB0F6C" w:rsidRPr="00891300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Em contexto profissional, em empresas do setor da informática e multimédia. </w:t>
      </w:r>
    </w:p>
    <w:p w14:paraId="747ABF6D" w14:textId="77777777" w:rsidR="00BB0F6C" w:rsidRPr="00891300" w:rsidRDefault="00BB0F6C" w:rsidP="00BB0F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Recursos</w:t>
      </w:r>
    </w:p>
    <w:p w14:paraId="240EBD39" w14:textId="77777777" w:rsidR="00BB0F6C" w:rsidRPr="00891300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647DFAAA" w14:textId="77777777" w:rsidR="00BB0F6C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E0DF9">
        <w:rPr>
          <w:rFonts w:ascii="Verdana Pro Light" w:eastAsia="Arial Unicode MS" w:hAnsi="Verdana Pro Light" w:cs="Arial Unicode MS"/>
          <w:sz w:val="18"/>
          <w:szCs w:val="18"/>
        </w:rPr>
        <w:t xml:space="preserve">Dispositivos eletrónicos com acesso à </w:t>
      </w:r>
      <w:r>
        <w:rPr>
          <w:rFonts w:ascii="Verdana Pro Light" w:eastAsia="Arial Unicode MS" w:hAnsi="Verdana Pro Light" w:cs="Arial Unicode MS"/>
          <w:sz w:val="18"/>
          <w:szCs w:val="18"/>
        </w:rPr>
        <w:t>I</w:t>
      </w:r>
      <w:r w:rsidRPr="000E0DF9">
        <w:rPr>
          <w:rFonts w:ascii="Verdana Pro Light" w:eastAsia="Arial Unicode MS" w:hAnsi="Verdana Pro Light" w:cs="Arial Unicode MS"/>
          <w:sz w:val="18"/>
          <w:szCs w:val="18"/>
        </w:rPr>
        <w:t>nternet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006261F" w14:textId="77777777" w:rsidR="00BB0F6C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programação com blocos.</w:t>
      </w:r>
    </w:p>
    <w:p w14:paraId="16F14F5A" w14:textId="77777777" w:rsidR="00BB0F6C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Aplicação de edição de imagem.</w:t>
      </w:r>
    </w:p>
    <w:p w14:paraId="427DEC3D" w14:textId="77777777" w:rsidR="00BB0F6C" w:rsidRPr="00A73055" w:rsidRDefault="00BB0F6C" w:rsidP="00BB0F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Emulador.</w:t>
      </w:r>
    </w:p>
    <w:p w14:paraId="73DCB101" w14:textId="77777777" w:rsidR="00BB0F6C" w:rsidRPr="00891300" w:rsidRDefault="00BB0F6C" w:rsidP="00BB0F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91300">
        <w:rPr>
          <w:rFonts w:ascii="Verdana Pro Light" w:hAnsi="Verdana Pro Light"/>
          <w:b/>
          <w:smallCaps/>
          <w:sz w:val="20"/>
        </w:rPr>
        <w:t>Observações</w:t>
      </w:r>
    </w:p>
    <w:p w14:paraId="747F7330" w14:textId="77777777" w:rsidR="00BB0F6C" w:rsidRPr="00891300" w:rsidRDefault="00BB0F6C" w:rsidP="00BB0F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72F425" w14:textId="77777777" w:rsidR="00BB0F6C" w:rsidRPr="00891300" w:rsidRDefault="00BB0F6C" w:rsidP="00BB0F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0D0515" w14:textId="77777777" w:rsidR="00BB0F6C" w:rsidRPr="00891300" w:rsidRDefault="00BB0F6C" w:rsidP="00BB0F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348408" w14:textId="32F6E7BE" w:rsidR="00BB0F6C" w:rsidRPr="00051C79" w:rsidRDefault="00BB0F6C" w:rsidP="00B41D29">
      <w:pPr>
        <w:rPr>
          <w:rFonts w:ascii="Verdana Pro Light" w:hAnsi="Verdana Pro Light"/>
          <w:smallCaps/>
        </w:rPr>
      </w:pPr>
    </w:p>
    <w:p w14:paraId="009C7F86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40F43" w:rsidRPr="00136AD8" w14:paraId="301D344D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bookmarkEnd w:id="23"/>
          <w:p w14:paraId="519688A4" w14:textId="1AB7AF10" w:rsidR="00E40F43" w:rsidRPr="00136AD8" w:rsidRDefault="00E40F43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A7742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7742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04D99E" w14:textId="77777777" w:rsidR="00E40F43" w:rsidRPr="009C256C" w:rsidRDefault="00E40F43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Configurar microcontroladores e programar respostas</w:t>
            </w:r>
          </w:p>
        </w:tc>
      </w:tr>
      <w:tr w:rsidR="00E40F43" w:rsidRPr="00136AD8" w14:paraId="3B33B4B8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B6C46C3" w14:textId="77777777" w:rsidR="00E40F43" w:rsidRPr="00136AD8" w:rsidRDefault="00E40F43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 w:themeFill="background2"/>
          </w:tcPr>
          <w:p w14:paraId="33E38A0C" w14:textId="77777777" w:rsidR="00E40F43" w:rsidRPr="00136AD8" w:rsidRDefault="00E40F43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5531F">
              <w:rPr>
                <w:rFonts w:ascii="Verdana Pro Light" w:eastAsia="Arial Unicode MS" w:hAnsi="Verdana Pro Light" w:cs="Times New Roman"/>
                <w:sz w:val="18"/>
                <w:szCs w:val="18"/>
              </w:rPr>
              <w:t>Sensores e microcontroladores em multimédia</w:t>
            </w:r>
          </w:p>
        </w:tc>
      </w:tr>
    </w:tbl>
    <w:p w14:paraId="49A8BFD3" w14:textId="77777777" w:rsidR="00E40F43" w:rsidRPr="00136AD8" w:rsidRDefault="00E40F43" w:rsidP="00E40F4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9D3D858" w14:textId="77777777" w:rsidR="00E40F43" w:rsidRPr="003200F2" w:rsidRDefault="00E40F43" w:rsidP="00E40F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F1F87E0" w14:textId="77777777" w:rsidR="00E40F43" w:rsidRPr="00136AD8" w:rsidRDefault="00E40F43" w:rsidP="00E40F4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40F43" w:rsidRPr="00136AD8" w14:paraId="311FCC9F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AC8965" w14:textId="77777777" w:rsidR="00E40F43" w:rsidRPr="001B353A" w:rsidRDefault="00E40F43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40F43" w:rsidRPr="00136AD8" w14:paraId="1E11856F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F9BD04" w14:textId="06E4616F" w:rsidR="00E40F43" w:rsidRPr="00A5531F" w:rsidRDefault="00E40F43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77D5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 </w:t>
            </w:r>
            <w:r w:rsidR="007711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microcontrolador, a ferramenta </w:t>
            </w:r>
            <w:proofErr w:type="spellStart"/>
            <w:r w:rsidR="007711FE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IDE’s</w:t>
            </w:r>
            <w:proofErr w:type="spellEnd"/>
            <w:r w:rsidR="00225B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225B4E" w:rsidRPr="00225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compiladores, depuradores e emuladores.</w:t>
            </w:r>
          </w:p>
          <w:p w14:paraId="26D50059" w14:textId="02389DD7" w:rsidR="00E40F43" w:rsidRPr="00A5531F" w:rsidRDefault="00E40F43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25B4E" w:rsidRPr="00225B4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o hardware</w:t>
            </w:r>
            <w:r w:rsid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 w:rsidR="004363DE" w:rsidRP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conexão de periféricos, sensores, atuadores e outros componentes eletr</w:t>
            </w:r>
            <w:r w:rsid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ó</w:t>
            </w:r>
            <w:r w:rsidR="004363DE" w:rsidRP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nicos</w:t>
            </w:r>
            <w:r w:rsidR="004363DE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547B0B28" w14:textId="1C24A301" w:rsidR="00E40F43" w:rsidRPr="001B353A" w:rsidRDefault="00E40F43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D725A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e compilar</w:t>
            </w:r>
            <w:r w:rsidR="000667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</w:t>
            </w:r>
            <w:r w:rsidR="005D725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código-fonte</w:t>
            </w:r>
          </w:p>
          <w:p w14:paraId="0F67D98C" w14:textId="0B56D811" w:rsidR="00E40F43" w:rsidRPr="001B353A" w:rsidRDefault="00E40F43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667A9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Carregar o código</w:t>
            </w:r>
            <w:r w:rsidR="00245C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microcontrolador, testar e depurar </w:t>
            </w:r>
          </w:p>
        </w:tc>
      </w:tr>
      <w:tr w:rsidR="00E40F43" w:rsidRPr="00136AD8" w14:paraId="17CFB03E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38C84C" w14:textId="77777777" w:rsidR="00E40F43" w:rsidRPr="001B353A" w:rsidRDefault="00E40F43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68BE57" w14:textId="77777777" w:rsidR="00E40F43" w:rsidRPr="001B353A" w:rsidRDefault="00E40F43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5AC1F5" w14:textId="77777777" w:rsidR="00E40F43" w:rsidRPr="001B353A" w:rsidRDefault="00E40F43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40F43" w:rsidRPr="00136AD8" w14:paraId="09CB728F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90501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de eletr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nica,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resistências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condensadores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transístores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31BFF9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 para detetar movimento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toque, luz, cor,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orientação.</w:t>
            </w:r>
          </w:p>
          <w:p w14:paraId="5F9E674E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rotocolos de comunicação, como I2C, SPI, UART.</w:t>
            </w:r>
          </w:p>
          <w:p w14:paraId="5AEE0FD9" w14:textId="77777777" w:rsidR="00E40F43" w:rsidRPr="00AB5DD8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Arduino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sua linguagem de programação.</w:t>
            </w:r>
          </w:p>
          <w:p w14:paraId="79E2E2FA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Raspberry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 como microcontrolador em projetos multim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dia.</w:t>
            </w:r>
          </w:p>
          <w:p w14:paraId="102A8749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operacionais de tempo real para microcontroladores</w:t>
            </w:r>
          </w:p>
          <w:p w14:paraId="4A94B5BD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lataformas de desenvolvimento para prototipagem rápida.</w:t>
            </w:r>
          </w:p>
          <w:p w14:paraId="460CF2AB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esign de layout de PCB (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Printed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Board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para projetos mais avançados.</w:t>
            </w:r>
          </w:p>
          <w:p w14:paraId="79C6703F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CD10D4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0B7D3D" w14:textId="77777777" w:rsidR="00E40F43" w:rsidRPr="001B353A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725EEB" w14:textId="77777777" w:rsidR="000C63F2" w:rsidRDefault="000C63F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potencialidades de sensores e microcontroladores na criação de novas interfaces e produtos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B69A1E9" w14:textId="77777777" w:rsidR="000C63F2" w:rsidRDefault="000C63F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fundamentos de medição, conversão AD/DA e controlo.</w:t>
            </w:r>
          </w:p>
          <w:p w14:paraId="0F1D27FE" w14:textId="77777777" w:rsidR="000C63F2" w:rsidRDefault="000C63F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principais dispositivos </w:t>
            </w:r>
            <w:proofErr w:type="gram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</w:t>
            </w:r>
            <w:proofErr w:type="spellStart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IDEs</w:t>
            </w:r>
            <w:proofErr w:type="spellEnd"/>
            <w:proofErr w:type="gramEnd"/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disponíveis.</w:t>
            </w:r>
          </w:p>
          <w:p w14:paraId="3C257F42" w14:textId="77777777" w:rsidR="000C63F2" w:rsidRDefault="000C63F2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instalações / dispositivos interativos programando microcontroladores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DD08066" w14:textId="2658EA69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B313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 interpretar esquemas elétricos</w:t>
            </w:r>
          </w:p>
          <w:p w14:paraId="02DAB0FC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sensores.</w:t>
            </w:r>
          </w:p>
          <w:p w14:paraId="1AC4648D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rogramar microcontroladores para interagir com sensores</w:t>
            </w:r>
          </w:p>
          <w:p w14:paraId="7B52471E" w14:textId="77777777" w:rsidR="00E40F43" w:rsidRPr="00517AA8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APIs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facilitar a comunicação entre sensores e software.</w:t>
            </w:r>
          </w:p>
          <w:p w14:paraId="1E7F4F33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protótipos rapidamente usando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protoboards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jumpers</w:t>
            </w:r>
            <w:proofErr w:type="spellEnd"/>
            <w:r w:rsidRPr="00AB5D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50E1067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aplicação.</w:t>
            </w:r>
          </w:p>
          <w:p w14:paraId="5797EDB9" w14:textId="77777777" w:rsidR="00E40F43" w:rsidRPr="0005728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7B5C9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355C938" w14:textId="77777777" w:rsidR="00E40F43" w:rsidRDefault="00E40F43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D154415" w14:textId="77777777" w:rsidR="00E40F43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3E1B232" w14:textId="77777777" w:rsidR="00E40F43" w:rsidRPr="00AB5AF8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47DF677" w14:textId="77777777" w:rsidR="00E40F43" w:rsidRPr="00AB5AF8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F6505F4" w14:textId="77777777" w:rsidR="00E40F43" w:rsidRPr="00AB5AF8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1A2297F" w14:textId="77777777" w:rsidR="00E40F43" w:rsidRPr="00AB5AF8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51ECE65" w14:textId="77777777" w:rsidR="00E40F43" w:rsidRPr="00A128FE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9E0C9B1" w14:textId="77777777" w:rsidR="00E40F43" w:rsidRPr="00AB5AF8" w:rsidRDefault="00E40F43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FA64C56" w14:textId="77777777" w:rsidR="00E40F43" w:rsidRPr="00057283" w:rsidRDefault="00E40F43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CF6A054" w14:textId="77777777" w:rsidR="00E40F43" w:rsidRDefault="00E40F43" w:rsidP="00E40F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71A22F" w14:textId="77777777" w:rsidR="00E40F43" w:rsidRDefault="00E40F43" w:rsidP="00E40F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E67E5F4" w14:textId="77777777" w:rsidR="00E40F43" w:rsidRPr="00F87025" w:rsidRDefault="00E40F43" w:rsidP="00E40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2ED854D" w14:textId="77777777" w:rsidR="00E40F43" w:rsidRPr="00F20E6F" w:rsidRDefault="00E40F43" w:rsidP="00E40F4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33" w:name="_Hlk155102256"/>
      <w:r w:rsidRPr="00FF054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Configurar microcontroladores e programar respostas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1FB5A3" w14:textId="77777777" w:rsidR="00E40F43" w:rsidRPr="0064164C" w:rsidRDefault="00E40F43" w:rsidP="00E40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para ocupar o mínimo de espaço possível na memória.</w:t>
      </w:r>
    </w:p>
    <w:p w14:paraId="5487FFD0" w14:textId="77777777" w:rsidR="00E40F43" w:rsidRPr="0064164C" w:rsidRDefault="00E40F43" w:rsidP="00E40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rograma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as respostas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para serem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geradas e executadas em tempo hábil.</w:t>
      </w:r>
    </w:p>
    <w:p w14:paraId="006DA0FD" w14:textId="77777777" w:rsidR="00E40F43" w:rsidRPr="0064164C" w:rsidRDefault="00E40F43" w:rsidP="00E40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adequad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amente a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exceç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ão d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erros.</w:t>
      </w:r>
    </w:p>
    <w:p w14:paraId="08C5B5E6" w14:textId="77777777" w:rsidR="00E40F43" w:rsidRPr="0064164C" w:rsidRDefault="00E40F43" w:rsidP="00E40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Adot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1967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boas práticas de programação para tornar o código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bookmarkEnd w:id="33"/>
    <w:p w14:paraId="23DFDD93" w14:textId="77777777" w:rsidR="00E40F43" w:rsidRPr="00136AD8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44050A" w14:textId="77777777" w:rsidR="00E40F43" w:rsidRPr="00F87025" w:rsidRDefault="00E40F43" w:rsidP="00E40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2822E67" w14:textId="77777777" w:rsidR="00E40F43" w:rsidRPr="008047E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34" w:name="_Hlk155100644"/>
      <w:bookmarkStart w:id="35" w:name="_Hlk155102325"/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073B1ECE" w14:textId="77777777" w:rsidR="00E40F4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aplicações.</w:t>
      </w:r>
    </w:p>
    <w:p w14:paraId="02198235" w14:textId="77777777" w:rsidR="00E40F4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27A4D5AA" w14:textId="77777777" w:rsidR="00E40F43" w:rsidRPr="008047E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79A5AD41" w14:textId="77777777" w:rsidR="00E40F43" w:rsidRPr="00984B30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F486EE" w14:textId="77777777" w:rsidR="00E40F43" w:rsidRPr="00051C79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E93D17" w14:textId="77777777" w:rsidR="00E40F43" w:rsidRPr="00F87025" w:rsidRDefault="00E40F43" w:rsidP="00E40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CD97306" w14:textId="77777777" w:rsidR="00E40F43" w:rsidRPr="008047E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D1E7496" w14:textId="77777777" w:rsidR="00E40F43" w:rsidRPr="00501DC8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046B7C4E" w14:textId="77777777" w:rsidR="00E40F4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Microcontroladores e Sensores</w:t>
      </w:r>
    </w:p>
    <w:p w14:paraId="2A8C7FB3" w14:textId="77777777" w:rsidR="00E40F43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Kit de instalações eletrónicas.</w:t>
      </w:r>
    </w:p>
    <w:p w14:paraId="6B0BB4D1" w14:textId="77777777" w:rsidR="00E40F43" w:rsidRPr="00501DC8" w:rsidRDefault="00E40F43" w:rsidP="00E40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bookmarkEnd w:id="34"/>
    <w:bookmarkEnd w:id="35"/>
    <w:p w14:paraId="3B249802" w14:textId="77777777" w:rsidR="00E40F43" w:rsidRPr="00051C79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E855BA" w14:textId="77777777" w:rsidR="00E40F43" w:rsidRPr="00F87025" w:rsidRDefault="00E40F43" w:rsidP="00E40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D2D819C" w14:textId="77777777" w:rsidR="00E40F43" w:rsidRPr="00051C79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D20AA0" w14:textId="77777777" w:rsidR="00E40F43" w:rsidRPr="00051C79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EE6482" w14:textId="77777777" w:rsidR="00E40F43" w:rsidRPr="00051C79" w:rsidRDefault="00E40F43" w:rsidP="00E40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92948A" w14:textId="77777777" w:rsidR="00E40F43" w:rsidRDefault="00E40F43" w:rsidP="00E40F4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459BD2" w14:textId="5BB145FB" w:rsidR="00B9596C" w:rsidRDefault="00B9596C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49F058E1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77C612" w14:textId="60113851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36" w:name="_Hlk155122907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50780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0780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F660E8" w14:textId="22EAAC8D" w:rsidR="00B9596C" w:rsidRPr="009C256C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Produzir </w:t>
            </w:r>
            <w:r w:rsidR="004C665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conteúdos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realidade aumentada</w:t>
            </w:r>
          </w:p>
        </w:tc>
      </w:tr>
      <w:tr w:rsidR="00B9596C" w:rsidRPr="00136AD8" w14:paraId="2ACD356F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48E9D36" w14:textId="1576194A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507806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0E31E28F" w14:textId="77777777" w:rsidR="00B9596C" w:rsidRPr="00136AD8" w:rsidRDefault="00A5531F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5531F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Realidade aumentada</w:t>
            </w:r>
          </w:p>
        </w:tc>
      </w:tr>
    </w:tbl>
    <w:p w14:paraId="1D87A09E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7299733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19A7C83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26211C67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A7602A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622FCD89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B59AF" w14:textId="79A64ADD" w:rsidR="00A5531F" w:rsidRPr="00A5531F" w:rsidRDefault="00B9596C" w:rsidP="00A5531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7030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</w:t>
            </w:r>
            <w:proofErr w:type="spellStart"/>
            <w:r w:rsidR="00470304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assets</w:t>
            </w:r>
            <w:proofErr w:type="spellEnd"/>
            <w:r w:rsidR="0047030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E57E9">
              <w:rPr>
                <w:rFonts w:ascii="Verdana Pro Light" w:eastAsia="Arial Unicode MS" w:hAnsi="Verdana Pro Light" w:cs="Arial Unicode MS"/>
                <w:sz w:val="18"/>
                <w:szCs w:val="18"/>
              </w:rPr>
              <w:t>(</w:t>
            </w:r>
            <w:r w:rsidR="005E57E9" w:rsidRPr="005E57E9">
              <w:rPr>
                <w:rFonts w:ascii="Verdana Pro Light" w:eastAsia="Arial Unicode MS" w:hAnsi="Verdana Pro Light" w:cs="Arial Unicode MS"/>
                <w:sz w:val="18"/>
                <w:szCs w:val="18"/>
              </w:rPr>
              <w:t>modelos 3D, animações, imagens, vídeos, áudio e outros elementos multim</w:t>
            </w:r>
            <w:r w:rsidR="005E57E9">
              <w:rPr>
                <w:rFonts w:ascii="Verdana Pro Light" w:eastAsia="Arial Unicode MS" w:hAnsi="Verdana Pro Light" w:cs="Arial Unicode MS"/>
                <w:sz w:val="18"/>
                <w:szCs w:val="18"/>
              </w:rPr>
              <w:t>é</w:t>
            </w:r>
            <w:r w:rsidR="005E57E9" w:rsidRPr="005E57E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dia</w:t>
            </w:r>
            <w:r w:rsidR="005E57E9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68BC663D" w14:textId="0AAC87F2" w:rsidR="005C40B6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334B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Programar </w:t>
            </w:r>
            <w:r w:rsidR="000262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aplicativos </w:t>
            </w:r>
          </w:p>
          <w:p w14:paraId="1EAB1FEF" w14:textId="77777777" w:rsidR="00B9596C" w:rsidRPr="001B353A" w:rsidRDefault="005C40B6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Selecionar </w:t>
            </w:r>
            <w:r w:rsidR="00A5531F"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bibliotecas e plataformas de produção.</w:t>
            </w:r>
          </w:p>
          <w:p w14:paraId="3B26FFCA" w14:textId="2F6DD358" w:rsidR="00B9596C" w:rsidRPr="0097585A" w:rsidRDefault="00B9596C" w:rsidP="0097585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5C40B6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262B9">
              <w:rPr>
                <w:rFonts w:ascii="Verdana Pro Light" w:eastAsia="Arial Unicode MS" w:hAnsi="Verdana Pro Light" w:cs="Arial Unicode MS"/>
                <w:sz w:val="18"/>
                <w:szCs w:val="18"/>
              </w:rPr>
              <w:t>Testar e ajustar</w:t>
            </w:r>
          </w:p>
        </w:tc>
      </w:tr>
      <w:tr w:rsidR="00B9596C" w:rsidRPr="00136AD8" w14:paraId="24F5D6F4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ECE2D9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C7961E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D6DD55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5073" w:rsidRPr="00136AD8" w14:paraId="15BCC76A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416A7" w14:textId="77777777" w:rsidR="00975073" w:rsidRPr="0081109F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inguagens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programação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 desenvolvimento de aplicativos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RA(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aumentada)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D25A722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Familiaridade com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frameworks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ARKit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(iOS),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ARCore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(Android), </w:t>
            </w:r>
            <w:proofErr w:type="spellStart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Vuforia</w:t>
            </w:r>
            <w:proofErr w:type="spellEnd"/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Unity3D, entre outros.</w:t>
            </w:r>
          </w:p>
          <w:p w14:paraId="2889B279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texturização e iluminação</w:t>
            </w:r>
          </w:p>
          <w:p w14:paraId="45908DD2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Modelação 3D</w:t>
            </w:r>
          </w:p>
          <w:p w14:paraId="559D7E2A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81109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para rastreamento preciso de posição e movimento</w:t>
            </w:r>
          </w:p>
          <w:p w14:paraId="15FDF909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de interfaces adaptativas</w:t>
            </w:r>
          </w:p>
          <w:p w14:paraId="4B4797B3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câm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ra, aceler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metro e giroscópio.</w:t>
            </w:r>
          </w:p>
          <w:p w14:paraId="1493882B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etodologias ágeis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desenvolvimento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DBA0CD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B4C7BD" w14:textId="77777777" w:rsidR="00975073" w:rsidRPr="001B353A" w:rsidRDefault="00975073" w:rsidP="005C40B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200C0" w14:textId="77777777" w:rsidR="00E3275C" w:rsidRDefault="00816C7E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531F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os conceitos fundamentais no domínio da realidade aumentada.</w:t>
            </w:r>
          </w:p>
          <w:p w14:paraId="1E4108BE" w14:textId="6CF22D42" w:rsidR="00E3275C" w:rsidRDefault="00E3275C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dispositivos para realidade aumentada </w:t>
            </w:r>
          </w:p>
          <w:p w14:paraId="1DB6CA4A" w14:textId="23DE326B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ntegrar </w:t>
            </w:r>
            <w:proofErr w:type="spellStart"/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APIs</w:t>
            </w:r>
            <w:proofErr w:type="spellEnd"/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relacionadas à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171B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funcionalidades específicas.</w:t>
            </w:r>
          </w:p>
          <w:p w14:paraId="087B3B0C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funcionalidades de reconhecimento de imagem para ativar conteúdo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94FDBE" w14:textId="77777777" w:rsidR="00975073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screver scripts em C# para interatividade e lógica de aplicativos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</w:t>
            </w:r>
            <w:r w:rsidRPr="00975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D75FAE" w14:textId="77777777" w:rsidR="00975073" w:rsidRPr="00517AA8" w:rsidRDefault="00975073" w:rsidP="0097507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aplicações usando RA</w:t>
            </w:r>
          </w:p>
          <w:p w14:paraId="217E6137" w14:textId="77777777" w:rsidR="00975073" w:rsidRPr="00057283" w:rsidRDefault="00975073" w:rsidP="005C40B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44E01" w14:textId="77777777" w:rsidR="005C40B6" w:rsidRDefault="005C40B6" w:rsidP="005C40B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B1139BC" w14:textId="77777777" w:rsidR="005C40B6" w:rsidRDefault="005C40B6" w:rsidP="005C40B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EE08BB5" w14:textId="77777777" w:rsidR="005C40B6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75C713F" w14:textId="77777777" w:rsidR="005C40B6" w:rsidRPr="00AB5AF8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0717D91" w14:textId="77777777" w:rsidR="005C40B6" w:rsidRPr="00AB5AF8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CEAEAF0" w14:textId="77777777" w:rsidR="005C40B6" w:rsidRPr="00AB5AF8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B43A2B3" w14:textId="77777777" w:rsidR="005C40B6" w:rsidRPr="00AB5AF8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CC578A1" w14:textId="77777777" w:rsidR="005C40B6" w:rsidRPr="00A128FE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EB19CE5" w14:textId="77777777" w:rsidR="005C40B6" w:rsidRPr="00AB5AF8" w:rsidRDefault="005C40B6" w:rsidP="005C40B6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EDCBFF4" w14:textId="77777777" w:rsidR="00975073" w:rsidRPr="00057283" w:rsidRDefault="00975073" w:rsidP="00975073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63AE3D6" w14:textId="77777777" w:rsidR="00B9596C" w:rsidRDefault="00B9596C" w:rsidP="00B959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C43304F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8A0F694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220683A" w14:textId="3A377ACB" w:rsidR="00B9596C" w:rsidRPr="00F20E6F" w:rsidRDefault="00975073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7507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Produzir </w:t>
      </w:r>
      <w:r w:rsidR="00DA642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conteúdos</w:t>
      </w:r>
      <w:r w:rsidRPr="0097507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de realidade aumentada</w:t>
      </w:r>
      <w:r w:rsidR="00B959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04B5875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37" w:name="_Hlk155183139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D743A"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8D743A"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precisão na identificação e rastreamento de marcadores ou objetos no mundo real.</w:t>
      </w:r>
    </w:p>
    <w:p w14:paraId="058D3CC0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D743A"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8D743A" w:rsidRPr="008D743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estabilidade e desempenho da aplicação em diferentes dispositivos.</w:t>
      </w:r>
    </w:p>
    <w:p w14:paraId="166046BA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os elementos de navegação e interação sejam intuitivos.</w:t>
      </w:r>
    </w:p>
    <w:p w14:paraId="06861129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objetos 3D ao ambiente real</w:t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modo realista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04CFF39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Usando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interativos que envolvam o </w:t>
      </w:r>
      <w:r w:rsid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utilizador</w:t>
      </w:r>
      <w:r w:rsidR="007072A8" w:rsidRPr="007072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bookmarkEnd w:id="37"/>
    <w:p w14:paraId="04E829CB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97FC6E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6BBDDD4" w14:textId="77777777" w:rsidR="008D743A" w:rsidRPr="008047E3" w:rsidRDefault="008D743A" w:rsidP="008D743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38" w:name="_Hlk155183149"/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6039EDFF" w14:textId="77777777" w:rsidR="008D743A" w:rsidRDefault="008D743A" w:rsidP="008D743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96C43A1" w14:textId="77777777" w:rsidR="008D743A" w:rsidRDefault="008D743A" w:rsidP="008D743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aplicações.</w:t>
      </w:r>
    </w:p>
    <w:p w14:paraId="0C48B1C0" w14:textId="66DA49A7" w:rsidR="00975073" w:rsidRPr="00091434" w:rsidRDefault="008D743A" w:rsidP="00091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5BD7DD14" w14:textId="77777777" w:rsidR="00975073" w:rsidRPr="00051C79" w:rsidRDefault="00975073" w:rsidP="0097507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49294D" w14:textId="77777777" w:rsidR="00975073" w:rsidRPr="00F87025" w:rsidRDefault="00975073" w:rsidP="0097507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8C22B11" w14:textId="77777777" w:rsidR="00975073" w:rsidRPr="008047E3" w:rsidRDefault="00975073" w:rsidP="0097507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BFAF894" w14:textId="77777777" w:rsidR="00975073" w:rsidRPr="00501DC8" w:rsidRDefault="00975073" w:rsidP="0097507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bookmarkEnd w:id="38"/>
    <w:p w14:paraId="261F2899" w14:textId="77777777" w:rsidR="00975073" w:rsidRPr="00501DC8" w:rsidRDefault="004774A3" w:rsidP="0097507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Motores de Jogos</w:t>
      </w:r>
    </w:p>
    <w:p w14:paraId="14653F77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406F75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20089F6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B96D86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AB6846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09A317" w14:textId="50E08D38" w:rsidR="00B9596C" w:rsidRDefault="00B9596C" w:rsidP="00B9596C">
      <w:pPr>
        <w:rPr>
          <w:rFonts w:ascii="Verdana Pro Light" w:hAnsi="Verdana Pro Light"/>
          <w:smallCaps/>
        </w:rPr>
      </w:pPr>
      <w:bookmarkStart w:id="39" w:name="_Hlk155123106"/>
      <w:bookmarkEnd w:id="36"/>
      <w:r>
        <w:rPr>
          <w:rFonts w:ascii="Verdana Pro Light" w:hAnsi="Verdana Pro Light"/>
          <w:smallCaps/>
        </w:rPr>
        <w:br w:type="page"/>
      </w:r>
      <w:bookmarkEnd w:id="39"/>
    </w:p>
    <w:p w14:paraId="0BB6EF05" w14:textId="46878335" w:rsidR="00B9596C" w:rsidRDefault="00B9596C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688F5942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FC48B2" w14:textId="45829312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F400C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400C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07D78C9" w14:textId="2E1E326B" w:rsidR="00B9596C" w:rsidRPr="009C256C" w:rsidRDefault="007F31C5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</w:t>
            </w:r>
            <w:r w:rsidR="001149F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rototipa</w:t>
            </w:r>
            <w:r w:rsidR="00FC143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</w:t>
            </w:r>
            <w:proofErr w:type="spellEnd"/>
            <w:r w:rsidR="00FC143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="001149F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sistemas interativos</w:t>
            </w:r>
          </w:p>
        </w:tc>
      </w:tr>
      <w:tr w:rsidR="00B9596C" w:rsidRPr="00136AD8" w14:paraId="320245A9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E60398E" w14:textId="589FFB14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D42BD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C8CD634" w14:textId="77777777" w:rsidR="00B9596C" w:rsidRPr="00136AD8" w:rsidRDefault="001115C0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115C0">
              <w:rPr>
                <w:rFonts w:ascii="Verdana Pro Light" w:eastAsia="Arial Unicode MS" w:hAnsi="Verdana Pro Light" w:cs="Times New Roman"/>
                <w:sz w:val="18"/>
                <w:szCs w:val="18"/>
              </w:rPr>
              <w:t>Design de interação e usabilidade</w:t>
            </w:r>
          </w:p>
        </w:tc>
      </w:tr>
    </w:tbl>
    <w:p w14:paraId="1C3723C9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A64A320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0" w:name="_Hlk155123683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1D2B294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452F486D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19BB33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058A644E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1E23AC" w14:textId="77777777" w:rsidR="001115C0" w:rsidRPr="001115C0" w:rsidRDefault="00B9596C" w:rsidP="001115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1128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as necessidades e comportamentos dos utilizadores </w:t>
            </w:r>
          </w:p>
          <w:p w14:paraId="41FA6094" w14:textId="2ABF7185" w:rsidR="001115C0" w:rsidRPr="001115C0" w:rsidRDefault="00B9596C" w:rsidP="001115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753DF5">
              <w:t xml:space="preserve"> </w:t>
            </w:r>
            <w:r w:rsidR="00C738B5" w:rsidRPr="00C738B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="00753DF5"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="00753DF5"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wireframes</w:t>
            </w:r>
            <w:proofErr w:type="spellEnd"/>
            <w:r w:rsidR="00753DF5" w:rsidRPr="00753DF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esboços de interface e fluxos</w:t>
            </w:r>
            <w:r w:rsidR="001115C0"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interação</w:t>
            </w:r>
          </w:p>
          <w:p w14:paraId="6C0A11EF" w14:textId="2716F855" w:rsidR="001115C0" w:rsidRDefault="00B9596C" w:rsidP="001115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557A1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a ferramenta de</w:t>
            </w:r>
            <w:r w:rsidR="001115C0" w:rsidRPr="006D5FE8">
              <w:rPr>
                <w:rFonts w:ascii="Verdana Pro Light" w:hAnsi="Verdana Pro Light"/>
                <w:sz w:val="18"/>
              </w:rPr>
              <w:t xml:space="preserve"> prototipagem</w:t>
            </w:r>
            <w:r w:rsidR="001115C0"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D57E595" w14:textId="0F8277C8" w:rsidR="001115C0" w:rsidRPr="001115C0" w:rsidRDefault="00E60185" w:rsidP="001115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ação de telas de interface, elementos</w:t>
            </w:r>
            <w:r w:rsidR="001115C0" w:rsidRPr="006D5FE8">
              <w:rPr>
                <w:rFonts w:ascii="Verdana Pro Light" w:hAnsi="Verdana Pro Light"/>
                <w:sz w:val="18"/>
              </w:rPr>
              <w:t xml:space="preserve"> interativos</w:t>
            </w:r>
            <w:r w:rsidRP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, transições, animações e simulações de funcionalidades</w:t>
            </w:r>
          </w:p>
          <w:p w14:paraId="180EA987" w14:textId="249375BD" w:rsidR="00B9596C" w:rsidRPr="001B353A" w:rsidRDefault="00B9596C" w:rsidP="001115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E60185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115C0"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 e executar testes de avaliação de sistemas.</w:t>
            </w:r>
          </w:p>
        </w:tc>
      </w:tr>
      <w:tr w:rsidR="00B9596C" w:rsidRPr="00136AD8" w14:paraId="45B973EF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36CA05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F0F8CF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85F29D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786B" w:rsidRPr="00136AD8" w14:paraId="606D2031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17E40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5370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fundamentais que orientam a criação de interfaces interativas eficazes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7542B4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adrões de design de interface para garantir consistência e usabilidade</w:t>
            </w:r>
          </w:p>
          <w:p w14:paraId="298CCB22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estes de usabilidade</w:t>
            </w:r>
          </w:p>
          <w:p w14:paraId="1959A5BB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Prototipagem Rápida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F37AA43" w14:textId="714E92F4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para cria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mais elaborados</w:t>
            </w:r>
            <w:r w:rsidR="009677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="00967702"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 xml:space="preserve">e.g. </w:t>
            </w:r>
            <w:r w:rsidR="00967702" w:rsidRPr="00967702"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Adobe XD</w:t>
            </w:r>
            <w:r w:rsidR="00967702">
              <w:rPr>
                <w:rFonts w:ascii="Verdana Pro Light" w:eastAsia="Arial Unicode MS" w:hAnsi="Verdana Pro Light" w:cs="Arial Unicode MS"/>
                <w:sz w:val="16"/>
                <w:szCs w:val="16"/>
                <w:lang w:eastAsia="pt-PT"/>
              </w:rPr>
              <w:t>)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58B9013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heurísticos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avalia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usabilidade de interfaces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6230A89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étricas relevantes para avaliar o desempenho do protótipo</w:t>
            </w:r>
          </w:p>
          <w:p w14:paraId="4957F73F" w14:textId="77777777" w:rsidR="0097786B" w:rsidRPr="001B353A" w:rsidRDefault="0097786B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4FEAF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ealizar entrevistas e observações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informação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 as necessidades e comportamentos 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utilizadores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AB039A" w14:textId="77777777" w:rsidR="0097786B" w:rsidRPr="00C738B5" w:rsidRDefault="00AC06D5" w:rsidP="00C738B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1115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diferentes modelos conceptuais de interação homem-máquina</w:t>
            </w:r>
            <w:r w:rsidR="0097786B" w:rsidRPr="00C738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678352D" w14:textId="77777777" w:rsidR="0097786B" w:rsidRPr="00517AA8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protótipos para diferentes tamanhos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dispositivos.</w:t>
            </w:r>
          </w:p>
          <w:p w14:paraId="4C9CBCDD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testes para comparar duas versões de uma interface e determinar a mais eficaz.</w:t>
            </w:r>
          </w:p>
          <w:p w14:paraId="340648FF" w14:textId="77777777" w:rsidR="0097786B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métodos quantitativos e qualitativos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recolhidos</w:t>
            </w:r>
            <w:r w:rsidRPr="00AE45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durante os testes</w:t>
            </w:r>
          </w:p>
          <w:p w14:paraId="702B28E3" w14:textId="77777777" w:rsidR="0097786B" w:rsidRPr="00057283" w:rsidRDefault="0097786B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8CE4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C45ED8E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1B73B8C" w14:textId="77777777" w:rsidR="00583641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D745754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34719D2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9B63AC5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3EF97B39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3F91A85" w14:textId="77777777" w:rsidR="00583641" w:rsidRPr="00A128FE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67B0782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8DBB9A1" w14:textId="77777777" w:rsidR="0097786B" w:rsidRPr="00057283" w:rsidRDefault="0097786B" w:rsidP="009778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578D54F" w14:textId="77777777" w:rsidR="00B9596C" w:rsidRDefault="00B9596C" w:rsidP="00B959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79C2BEA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D4D7F48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118CDBE" w14:textId="4BFA6B81" w:rsidR="00B9596C" w:rsidRPr="00F20E6F" w:rsidRDefault="009E705F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proofErr w:type="spellStart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</w:t>
      </w:r>
      <w:r w:rsidR="00A630B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ototipar</w:t>
      </w:r>
      <w:proofErr w:type="spellEnd"/>
      <w:r w:rsidR="0097786B" w:rsidRPr="0097786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sistemas interativos</w:t>
      </w:r>
      <w:r w:rsidR="0097786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:</w:t>
      </w:r>
    </w:p>
    <w:p w14:paraId="68B5DB9A" w14:textId="18B26983" w:rsidR="00251B2B" w:rsidRPr="0064164C" w:rsidRDefault="00B9596C" w:rsidP="00251B2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51B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Garantindo a usabilidade do sistema e a satisfação do usuário </w:t>
      </w:r>
    </w:p>
    <w:p w14:paraId="35354840" w14:textId="46225240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F6B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Assegurando a funcionalidade </w:t>
      </w:r>
      <w:r w:rsidR="005578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cumprimento dos requisitos do sistema</w:t>
      </w:r>
      <w:r w:rsidR="0097786B"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219454" w14:textId="644D4711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578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Produzindo </w:t>
      </w:r>
      <w:r w:rsidR="000822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interface consistente</w:t>
      </w:r>
      <w:r w:rsidR="005578B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08225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 termos de design, layout e interação</w:t>
      </w:r>
      <w:r w:rsidR="0097786B" w:rsidRPr="009778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B44513E" w14:textId="79BE4996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F41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</w:t>
      </w:r>
      <w:r w:rsidR="002C600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adaptabilidade (a diferentes dispositivos e tamanhos de tela)</w:t>
      </w:r>
      <w:r w:rsidR="00080C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 acessibilidade a todos os usuários</w:t>
      </w:r>
    </w:p>
    <w:p w14:paraId="26ED76EA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="00CF67C1"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ermiti</w:t>
      </w:r>
      <w:r w:rsid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CF67C1" w:rsidRP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interação natural e realista</w:t>
      </w:r>
      <w:r w:rsidR="00CF67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EF7BC1B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F8547E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1CE22D7" w14:textId="77777777" w:rsidR="0097786B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6C1B6D5E" w14:textId="77777777" w:rsidR="0097786B" w:rsidRPr="00984B30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56466444" w14:textId="4665C84F" w:rsidR="0097786B" w:rsidRPr="00080C67" w:rsidRDefault="0097786B" w:rsidP="00080C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65816BF4" w14:textId="77777777" w:rsidR="0097786B" w:rsidRPr="00051C79" w:rsidRDefault="0097786B" w:rsidP="009778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175505" w14:textId="77777777" w:rsidR="0097786B" w:rsidRPr="00F87025" w:rsidRDefault="0097786B" w:rsidP="009778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7257170" w14:textId="77777777" w:rsidR="0097786B" w:rsidRPr="00564406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227DC09D" w14:textId="77777777" w:rsidR="0097786B" w:rsidRPr="00564406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564406">
        <w:rPr>
          <w:rFonts w:ascii="Verdana Pro Light" w:eastAsia="Arial Unicode MS" w:hAnsi="Verdana Pro Light" w:cs="Arial Unicode MS"/>
          <w:sz w:val="18"/>
          <w:szCs w:val="18"/>
        </w:rPr>
        <w:t>oftware de edição de imagem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D53023A" w14:textId="77777777" w:rsidR="0097786B" w:rsidRPr="00501DC8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48957F2" w14:textId="77777777" w:rsidR="0097786B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23FF8F78" w14:textId="77777777" w:rsidR="0097786B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1E2FBD0C" w14:textId="77777777" w:rsidR="0097786B" w:rsidRDefault="0097786B" w:rsidP="009778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prototipagem.</w:t>
      </w:r>
    </w:p>
    <w:p w14:paraId="28742FA8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54FFA6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E03EF3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DBBA3B" w14:textId="52A45B8C" w:rsidR="00B9596C" w:rsidRPr="00051C79" w:rsidRDefault="00F400C9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Técnico de desenho 2 e 3 D</w:t>
      </w:r>
    </w:p>
    <w:p w14:paraId="54844DFD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40"/>
    <w:p w14:paraId="72B0B39B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C3109FB" w14:textId="77777777" w:rsidR="00E12D1E" w:rsidRDefault="00E12D1E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12D1E" w:rsidRPr="00136AD8" w14:paraId="22DD37BA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3E1201" w14:textId="3C6025C1" w:rsidR="00E12D1E" w:rsidRPr="00136AD8" w:rsidRDefault="00E12D1E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0534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5456916" w14:textId="734B6AE8" w:rsidR="00E12D1E" w:rsidRPr="009C256C" w:rsidRDefault="00E12D1E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41" w:name="_Hlk154848532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Conceber animações 2D </w:t>
            </w:r>
            <w:bookmarkEnd w:id="41"/>
          </w:p>
        </w:tc>
      </w:tr>
      <w:tr w:rsidR="00E12D1E" w:rsidRPr="00136AD8" w14:paraId="4781360E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BAFA008" w14:textId="472C3F66" w:rsidR="00E12D1E" w:rsidRPr="00136AD8" w:rsidRDefault="00E12D1E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B9B14FE" w14:textId="77777777" w:rsidR="00E12D1E" w:rsidRPr="00136AD8" w:rsidRDefault="00E12D1E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F0239">
              <w:rPr>
                <w:rFonts w:ascii="Verdana Pro Light" w:eastAsia="Arial Unicode MS" w:hAnsi="Verdana Pro Light" w:cs="Times New Roman"/>
                <w:sz w:val="18"/>
                <w:szCs w:val="18"/>
              </w:rPr>
              <w:t>Animação 2D</w:t>
            </w:r>
          </w:p>
        </w:tc>
      </w:tr>
    </w:tbl>
    <w:p w14:paraId="43039280" w14:textId="77777777" w:rsidR="00E12D1E" w:rsidRPr="00136AD8" w:rsidRDefault="00E12D1E" w:rsidP="00E12D1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B18030D" w14:textId="77777777" w:rsidR="00E12D1E" w:rsidRPr="003200F2" w:rsidRDefault="00E12D1E" w:rsidP="00E12D1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2" w:name="_Hlk155124465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339FFA8" w14:textId="77777777" w:rsidR="00E12D1E" w:rsidRPr="00136AD8" w:rsidRDefault="00E12D1E" w:rsidP="00E12D1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12D1E" w:rsidRPr="00136AD8" w14:paraId="1CE465AE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11CCA3" w14:textId="77777777" w:rsidR="00E12D1E" w:rsidRPr="001B353A" w:rsidRDefault="00E12D1E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12D1E" w:rsidRPr="00136AD8" w14:paraId="1EC0E2E8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1D7D3C" w14:textId="4254A4FB" w:rsidR="00E12D1E" w:rsidRPr="001B353A" w:rsidRDefault="00E12D1E" w:rsidP="00A769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E45B3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Digitaliza</w:t>
            </w:r>
            <w:r w:rsidR="000253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E45B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storyboard</w:t>
            </w:r>
            <w:r w:rsidR="008A03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importação para o software de animação</w:t>
            </w:r>
            <w:r w:rsidR="002217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2D</w:t>
            </w:r>
          </w:p>
          <w:p w14:paraId="635A230A" w14:textId="408845C9" w:rsidR="00E12D1E" w:rsidRPr="001B353A" w:rsidRDefault="00E12D1E" w:rsidP="002529DB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 w:rsidR="002529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FC0A95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</w:t>
            </w:r>
            <w:r w:rsidR="000253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 os elementos no sof</w:t>
            </w:r>
            <w:r w:rsidR="00FE4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t</w:t>
            </w:r>
            <w:r w:rsidR="000253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ware </w:t>
            </w:r>
            <w:r w:rsidR="00FE4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animação escolhido</w:t>
            </w:r>
          </w:p>
          <w:p w14:paraId="6A5989B9" w14:textId="11A3B609" w:rsidR="00E12D1E" w:rsidRDefault="00E12D1E" w:rsidP="004F3B8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25331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</w:t>
            </w:r>
            <w:r w:rsidR="00FE486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e aperfeiçoar as </w:t>
            </w:r>
            <w:r w:rsidR="00CE71C5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animações</w:t>
            </w:r>
          </w:p>
          <w:p w14:paraId="3B614C82" w14:textId="721DC97A" w:rsidR="00FC0A95" w:rsidRPr="004F3B88" w:rsidRDefault="00CE71C5" w:rsidP="00CE71C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Publicar</w:t>
            </w:r>
          </w:p>
        </w:tc>
      </w:tr>
      <w:tr w:rsidR="00E12D1E" w:rsidRPr="00136AD8" w14:paraId="3AB7F3D6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CDA34A" w14:textId="77777777" w:rsidR="00E12D1E" w:rsidRPr="001B353A" w:rsidRDefault="00E12D1E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FE32E3" w14:textId="77777777" w:rsidR="00E12D1E" w:rsidRPr="001B353A" w:rsidRDefault="00E12D1E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F3029C" w14:textId="77777777" w:rsidR="00E12D1E" w:rsidRPr="001B353A" w:rsidRDefault="00E12D1E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12D1E" w:rsidRPr="00136AD8" w14:paraId="087DC52A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2386D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976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animação em duas dimensões.</w:t>
            </w:r>
          </w:p>
          <w:p w14:paraId="5C0B85B6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design, como equilíbrio, contraste e proporção.</w:t>
            </w:r>
          </w:p>
          <w:p w14:paraId="41158856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Compreensão dos princípios fundamentais como </w:t>
            </w:r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squash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and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stretch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anticipation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staging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, timing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.</w:t>
            </w:r>
          </w:p>
          <w:p w14:paraId="721C1053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Proficiência em softwares de animação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9AB2C20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sequência 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garantir uma animação fluida.</w:t>
            </w:r>
          </w:p>
          <w:p w14:paraId="76C897B8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Consistência dos es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7174B8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écnicas de edição para aprimorar a animação e integrar elementos adicionais</w:t>
            </w:r>
          </w:p>
          <w:p w14:paraId="03976886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C59B5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codecs</w:t>
            </w:r>
            <w:proofErr w:type="spellEnd"/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adequados para diferentes plataformas e 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dias.</w:t>
            </w:r>
          </w:p>
          <w:p w14:paraId="6291A090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918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dição de áudio para aprimorar a qualidade sonora.</w:t>
            </w:r>
          </w:p>
          <w:p w14:paraId="07C9A3E2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A0DA55" w14:textId="77777777" w:rsidR="00E12D1E" w:rsidRPr="001B353A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3552A" w14:textId="2567A9CB" w:rsidR="00E12D1E" w:rsidRPr="005A1493" w:rsidRDefault="00E12D1E" w:rsidP="005A149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elementos</w:t>
            </w:r>
            <w:r w:rsidR="00CE71C5"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storyboard</w:t>
            </w:r>
            <w:r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cena</w:t>
            </w:r>
            <w:r w:rsidR="00CE71C5"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5A14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contar uma história</w:t>
            </w:r>
          </w:p>
          <w:p w14:paraId="16A706B3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personagens e elementos gráficos usando software de ilustração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B8BDB9" w14:textId="16153A5F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as ferramentas disponíveis no software</w:t>
            </w:r>
            <w:r w:rsidR="0046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movimento e ação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531AA0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o timing e espaçamento dos quadros-chave para alcançar o efeito desejado</w:t>
            </w:r>
          </w:p>
          <w:p w14:paraId="113163B7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esqueletos virtuais para animar personagens de forma eficiente. </w:t>
            </w:r>
          </w:p>
          <w:p w14:paraId="2ECB1310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12F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ransmitir emoções através de expressões faciais e movimentos corporais </w:t>
            </w:r>
          </w:p>
          <w:p w14:paraId="3FA70D67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timizar o tamanho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sem comprometer a qualidade.</w:t>
            </w:r>
          </w:p>
          <w:p w14:paraId="06B9F1ED" w14:textId="77777777" w:rsidR="00E12D1E" w:rsidRPr="00517AA8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C59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xportar animações em diferentes resoluções para atender às necessidades de diferentes plataformas</w:t>
            </w:r>
          </w:p>
          <w:p w14:paraId="2682CBD8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D2E089" w14:textId="77777777" w:rsidR="00E12D1E" w:rsidRPr="00057283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C8AAF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69614E24" w14:textId="77777777" w:rsidR="00E12D1E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4FFA181" w14:textId="77777777" w:rsidR="00E12D1E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DE3B750" w14:textId="77777777" w:rsidR="00E12D1E" w:rsidRPr="00AB5AF8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3FC7604" w14:textId="77777777" w:rsidR="00E12D1E" w:rsidRPr="00AB5AF8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7485E55" w14:textId="77777777" w:rsidR="00E12D1E" w:rsidRPr="00AB5AF8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E57A56A" w14:textId="77777777" w:rsidR="00E12D1E" w:rsidRPr="00AB5AF8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371B8BD" w14:textId="77777777" w:rsidR="00E12D1E" w:rsidRPr="00A128FE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CC8ED5A" w14:textId="77777777" w:rsidR="00E12D1E" w:rsidRPr="00AB5AF8" w:rsidRDefault="00E12D1E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3463C23" w14:textId="77777777" w:rsidR="00E12D1E" w:rsidRPr="00057283" w:rsidRDefault="00E12D1E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C018372" w14:textId="77777777" w:rsidR="00E12D1E" w:rsidRDefault="00E12D1E" w:rsidP="00E12D1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11C862E" w14:textId="77777777" w:rsidR="00E12D1E" w:rsidRDefault="00E12D1E" w:rsidP="00E12D1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E545D69" w14:textId="77777777" w:rsidR="00E12D1E" w:rsidRPr="00F87025" w:rsidRDefault="00E12D1E" w:rsidP="00E12D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5908906" w14:textId="2F513B05" w:rsidR="00E12D1E" w:rsidRPr="00F20E6F" w:rsidRDefault="00E12D1E" w:rsidP="00E12D1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02E4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 animações 2D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4E552AB" w14:textId="1D22BE59" w:rsidR="00E12D1E" w:rsidRPr="0064164C" w:rsidRDefault="00E12D1E" w:rsidP="00E12D1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C19A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 atenção aos detalhes e polimento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CA13965" w14:textId="77777777" w:rsidR="00E12D1E" w:rsidRPr="0064164C" w:rsidRDefault="00E12D1E" w:rsidP="00E12D1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oviment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 na animação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forma 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suave e flu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í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a.</w:t>
      </w:r>
    </w:p>
    <w:p w14:paraId="1023B847" w14:textId="77777777" w:rsidR="00E12D1E" w:rsidRPr="0064164C" w:rsidRDefault="00E12D1E" w:rsidP="00E12D1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precisa com elementos de áudio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5613470" w14:textId="77777777" w:rsidR="00E12D1E" w:rsidRPr="0064164C" w:rsidRDefault="00E12D1E" w:rsidP="00E12D1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Diversi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ficando </w:t>
      </w:r>
      <w:r w:rsidRPr="00936D7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uso de técnicas de animação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371ADF1" w14:textId="03A5DD26" w:rsidR="00E12D1E" w:rsidRPr="0064164C" w:rsidRDefault="00E12D1E" w:rsidP="00E12D1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845B1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bem com outros elementos, como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banda</w:t>
      </w:r>
      <w:r w:rsidRPr="00573B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sonora e efeitos sonoros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B2AB57E" w14:textId="77777777" w:rsidR="00E12D1E" w:rsidRPr="00136AD8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816C6E" w14:textId="77777777" w:rsidR="00E12D1E" w:rsidRPr="00F87025" w:rsidRDefault="00E12D1E" w:rsidP="00E12D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2980A5" w14:textId="77777777" w:rsidR="00E12D1E" w:rsidRPr="00984B30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338F4C2" w14:textId="77777777" w:rsidR="00E12D1E" w:rsidRPr="00984B30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12A6DE" w14:textId="77777777" w:rsidR="00E12D1E" w:rsidRPr="00984B30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987E2C" w14:textId="77777777" w:rsidR="00E12D1E" w:rsidRPr="00984B30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2D2AA4" w14:textId="77777777" w:rsidR="00E12D1E" w:rsidRPr="00051C79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C98217" w14:textId="77777777" w:rsidR="00E12D1E" w:rsidRPr="00F87025" w:rsidRDefault="00E12D1E" w:rsidP="00E12D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6905BCA" w14:textId="77777777" w:rsidR="00E12D1E" w:rsidRPr="00340BFE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B1E0708" w14:textId="77777777" w:rsidR="00E12D1E" w:rsidRPr="00340BFE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7A00B603" w14:textId="77777777" w:rsidR="00E12D1E" w:rsidRPr="00340BFE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085397E4" w14:textId="77777777" w:rsidR="00E12D1E" w:rsidRPr="00340BFE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para a produção de animações.</w:t>
      </w:r>
    </w:p>
    <w:p w14:paraId="09F6B09E" w14:textId="77777777" w:rsidR="00E12D1E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E24602" w14:textId="77777777" w:rsidR="00E12D1E" w:rsidRPr="00501DC8" w:rsidRDefault="00E12D1E" w:rsidP="00E12D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A4A5CD" w14:textId="77777777" w:rsidR="00E12D1E" w:rsidRPr="00051C79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79729B" w14:textId="77777777" w:rsidR="00E12D1E" w:rsidRPr="00F87025" w:rsidRDefault="00E12D1E" w:rsidP="00E12D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72E6293" w14:textId="77777777" w:rsidR="00E12D1E" w:rsidRPr="00051C79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887912" w14:textId="77777777" w:rsidR="00E12D1E" w:rsidRPr="00051C79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996EF2" w14:textId="77777777" w:rsidR="00E12D1E" w:rsidRPr="00051C79" w:rsidRDefault="00E12D1E" w:rsidP="00E12D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42"/>
    <w:p w14:paraId="57F29B56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3294FDEF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29C8E0FD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3FB024ED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0F996B12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60B4AB7D" w14:textId="77777777" w:rsidR="00845B1D" w:rsidRDefault="00845B1D" w:rsidP="00B9596C">
      <w:pPr>
        <w:rPr>
          <w:rFonts w:ascii="Verdana Pro Light" w:hAnsi="Verdana Pro Light"/>
          <w:smallCaps/>
        </w:rPr>
      </w:pPr>
    </w:p>
    <w:p w14:paraId="0EF13CF2" w14:textId="77777777" w:rsidR="00845B1D" w:rsidRDefault="00845B1D" w:rsidP="00B9596C">
      <w:pPr>
        <w:rPr>
          <w:rFonts w:ascii="Verdana Pro Light" w:hAnsi="Verdana Pro Light"/>
          <w:smallCaps/>
        </w:rPr>
      </w:pPr>
    </w:p>
    <w:p w14:paraId="14B89409" w14:textId="77777777" w:rsidR="00E12D1E" w:rsidRDefault="00E12D1E" w:rsidP="00B9596C">
      <w:pPr>
        <w:rPr>
          <w:rFonts w:ascii="Verdana Pro Light" w:hAnsi="Verdana Pro Light"/>
          <w:smallCaps/>
        </w:rPr>
      </w:pPr>
    </w:p>
    <w:p w14:paraId="1A1FBF1C" w14:textId="15543F55" w:rsidR="00B9596C" w:rsidRDefault="00B9596C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3F2D4B85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F363D9" w14:textId="260C4F45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0534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A4A4B07" w14:textId="58B6E153" w:rsidR="00B9596C" w:rsidRPr="009C256C" w:rsidRDefault="001149FD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Desenvolver animações 3D </w:t>
            </w:r>
            <w:r w:rsidR="00BA129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avançadas </w:t>
            </w:r>
          </w:p>
        </w:tc>
      </w:tr>
      <w:tr w:rsidR="00B9596C" w:rsidRPr="00136AD8" w14:paraId="4DC4FDB9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7B71072" w14:textId="05F5A7C3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4FECB2A" w14:textId="4449FF7C" w:rsidR="00B9596C" w:rsidRPr="00136AD8" w:rsidRDefault="0066694A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6694A">
              <w:rPr>
                <w:rFonts w:ascii="Verdana Pro Light" w:eastAsia="Arial Unicode MS" w:hAnsi="Verdana Pro Light" w:cs="Times New Roman"/>
                <w:sz w:val="18"/>
                <w:szCs w:val="18"/>
              </w:rPr>
              <w:t>Conceção de animações 3D - desenvolvimento</w:t>
            </w:r>
          </w:p>
        </w:tc>
      </w:tr>
    </w:tbl>
    <w:p w14:paraId="19467887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F8A901C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3" w:name="_Hlk155124155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1149FD"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1C75D6F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0EC0DE28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584E4F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2AFE3879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6A6CF" w14:textId="2190E3DD" w:rsidR="00C02466" w:rsidRPr="001B353A" w:rsidRDefault="00C02466" w:rsidP="00C024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Digitalizar o storyboard e importação para o software de animação</w:t>
            </w:r>
            <w:r w:rsidR="002217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3D</w:t>
            </w:r>
          </w:p>
          <w:p w14:paraId="128A27B9" w14:textId="036D4AFF" w:rsidR="00C02466" w:rsidRPr="001B353A" w:rsidRDefault="00C02466" w:rsidP="00C024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343C4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modelos 3D dos personagens e </w:t>
            </w:r>
            <w:r w:rsidR="00F20D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adicionar os </w:t>
            </w:r>
            <w:proofErr w:type="spellStart"/>
            <w:r w:rsidR="00F20D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DB2EFD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F20D3A">
              <w:rPr>
                <w:rFonts w:ascii="Verdana Pro Light" w:eastAsia="Arial Unicode MS" w:hAnsi="Verdana Pro Light" w:cs="Arial Unicode MS"/>
                <w:sz w:val="18"/>
                <w:szCs w:val="18"/>
              </w:rPr>
              <w:t>gs</w:t>
            </w:r>
            <w:proofErr w:type="spellEnd"/>
            <w:r w:rsidR="005E32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controlar os movimentos </w:t>
            </w:r>
            <w:r w:rsidR="00F20D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922937C" w14:textId="4F3C1234" w:rsidR="00C02466" w:rsidRDefault="00C02466" w:rsidP="00C024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E32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Animar </w:t>
            </w:r>
            <w:r w:rsidR="002E5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personagens,</w:t>
            </w:r>
            <w:r w:rsidR="005E32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objetos, </w:t>
            </w:r>
            <w:r w:rsidR="002E5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câmara e ambiente</w:t>
            </w:r>
          </w:p>
          <w:p w14:paraId="53597C31" w14:textId="06698880" w:rsidR="00B9596C" w:rsidRPr="00920C4C" w:rsidRDefault="00C02466" w:rsidP="00C024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proofErr w:type="spellStart"/>
            <w:r w:rsidR="00E94EF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 w:rsidR="00E94EF6"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="006E2F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pós produzir e publicar</w:t>
            </w:r>
          </w:p>
        </w:tc>
      </w:tr>
      <w:tr w:rsidR="00B9596C" w:rsidRPr="00136AD8" w14:paraId="21D79121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C9372C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567C2F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E6F1CF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83641" w:rsidRPr="00136AD8" w14:paraId="131F363B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5F54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Conceitos avançados da animação 3D</w:t>
            </w:r>
          </w:p>
          <w:p w14:paraId="2795E6C5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Aplicação dos conceitos avançados de animação em 3D</w:t>
            </w:r>
          </w:p>
          <w:p w14:paraId="3CC2D175" w14:textId="77777777" w:rsidR="005B2FA8" w:rsidRPr="00110B86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Editores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 xml:space="preserve"> (Graph, Dope Sheet, Timeline, </w:t>
            </w:r>
            <w:proofErr w:type="spellStart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RangeSlider</w:t>
            </w:r>
            <w:proofErr w:type="spellEnd"/>
            <w:r w:rsidRPr="00110B8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val="en-US" w:eastAsia="pt-PT"/>
              </w:rPr>
              <w:t>)</w:t>
            </w:r>
          </w:p>
          <w:p w14:paraId="18EA50B2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Introdução às dinâmicas</w:t>
            </w:r>
          </w:p>
          <w:p w14:paraId="7026724F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Propriedades físicas</w:t>
            </w:r>
          </w:p>
          <w:p w14:paraId="0DFC4301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21A32C0C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Animação de componentes de uma superfície (Clusters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Blend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Shapes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)</w:t>
            </w:r>
          </w:p>
          <w:p w14:paraId="0BDD820F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Constrains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– restrições e encadeamento de movimentos</w:t>
            </w:r>
          </w:p>
          <w:p w14:paraId="4BD327AE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Partículas </w:t>
            </w:r>
          </w:p>
          <w:p w14:paraId="7EA61AD2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Emissores e recetores</w:t>
            </w:r>
          </w:p>
          <w:p w14:paraId="455FD79C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físicas</w:t>
            </w:r>
          </w:p>
          <w:p w14:paraId="08DF561D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Parametrizações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key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frames</w:t>
            </w:r>
            <w:proofErr w:type="spellEnd"/>
          </w:p>
          <w:p w14:paraId="7AF75339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Animação de atributos físicos</w:t>
            </w:r>
          </w:p>
          <w:p w14:paraId="7D40B6DA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Character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Animation</w:t>
            </w:r>
            <w:proofErr w:type="spellEnd"/>
          </w:p>
          <w:p w14:paraId="36B3C0DB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(Esqueletos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Joints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Kinematics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IK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Handles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8FA6E8C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Skining</w:t>
            </w:r>
            <w:proofErr w:type="spellEnd"/>
          </w:p>
          <w:p w14:paraId="2A6FB44C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Binding</w:t>
            </w:r>
            <w:proofErr w:type="spellEnd"/>
          </w:p>
          <w:p w14:paraId="1A648D5F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parametrização e conexões</w:t>
            </w:r>
          </w:p>
          <w:p w14:paraId="1E902D1C" w14:textId="77777777" w:rsidR="005B2FA8" w:rsidRPr="00D35BA0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Deformadores e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Flexors</w:t>
            </w:r>
            <w:proofErr w:type="spellEnd"/>
          </w:p>
          <w:p w14:paraId="0231FC95" w14:textId="5178DD35" w:rsidR="00E35644" w:rsidRPr="005B2FA8" w:rsidRDefault="005B2FA8" w:rsidP="005B2FA8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2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SetMembership</w:t>
            </w:r>
            <w:proofErr w:type="spellEnd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5B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</w:t>
            </w:r>
            <w:proofErr w:type="spellEnd"/>
          </w:p>
          <w:p w14:paraId="65E76D49" w14:textId="6958794A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</w:p>
          <w:p w14:paraId="7A58829A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Arquitetura do programa e área de trabalho</w:t>
            </w:r>
          </w:p>
          <w:p w14:paraId="30973C2B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34EBF897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5BAC90D2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063CAB93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608ECD5D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61695401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mento de 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texturas em modelos 3D</w:t>
            </w:r>
          </w:p>
          <w:p w14:paraId="20C8A7CC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animação.</w:t>
            </w:r>
          </w:p>
          <w:p w14:paraId="4CD9F322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istemas de partículas para efeitos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05137C4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Skinning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D540EF" w14:textId="77777777" w:rsidR="00583641" w:rsidRPr="001B353A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Conhecimento básico de </w:t>
            </w:r>
            <w:proofErr w:type="spellStart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scripting</w:t>
            </w:r>
            <w:proofErr w:type="spellEnd"/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automatizar tarefas repetitivas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8C56C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 métodos e técnicas de modelação 3D</w:t>
            </w:r>
          </w:p>
          <w:p w14:paraId="5D2AADB4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 manipular malhas 3D para representar objetos.</w:t>
            </w:r>
          </w:p>
          <w:p w14:paraId="4956BAB1" w14:textId="77777777" w:rsidR="00583641" w:rsidRPr="00633EBD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como funciona a iluminação de objetos</w:t>
            </w:r>
          </w:p>
          <w:p w14:paraId="1F44EC26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dicionar texturas realistas a modelos 3D. </w:t>
            </w:r>
          </w:p>
          <w:p w14:paraId="32242B19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309627E3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materiais.</w:t>
            </w:r>
          </w:p>
          <w:p w14:paraId="0B850616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nimar objetos e elementos da cena de forma convincente.</w:t>
            </w:r>
          </w:p>
          <w:p w14:paraId="09472C93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imular física realista, como colisões e dinâmica de fluidos.</w:t>
            </w:r>
          </w:p>
          <w:p w14:paraId="0A85A7D2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E12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esqueletos aos personagens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483E168" w14:textId="466C4E86" w:rsidR="00583641" w:rsidRPr="00057283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B1C84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2319D3D" w14:textId="77777777" w:rsidR="00583641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46A0A39" w14:textId="77777777" w:rsidR="00583641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316F71C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312D52D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488D753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0B93292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BD5C3FA" w14:textId="77777777" w:rsidR="00583641" w:rsidRPr="00A128FE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2CC1A36" w14:textId="77777777" w:rsidR="00583641" w:rsidRPr="00AB5AF8" w:rsidRDefault="00583641" w:rsidP="00583641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B165748" w14:textId="77777777" w:rsidR="00583641" w:rsidRPr="00057283" w:rsidRDefault="00583641" w:rsidP="0058364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F703D71" w14:textId="77777777" w:rsidR="00B9596C" w:rsidRDefault="00B9596C" w:rsidP="00B959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F1E0E1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D4D06DB" w14:textId="64F4BA0E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F0CE7CA" w14:textId="77777777" w:rsidR="00B9596C" w:rsidRPr="00F20E6F" w:rsidRDefault="00960631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6063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animações 3D utilizando ferramentas informáticas</w:t>
      </w:r>
      <w:r w:rsidR="00B959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D24D6F8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44" w:name="_Hlk155104553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animação seja </w:t>
      </w:r>
      <w:proofErr w:type="spellStart"/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renderizada</w:t>
      </w:r>
      <w:proofErr w:type="spellEnd"/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qualidade visual realista.</w:t>
      </w:r>
    </w:p>
    <w:p w14:paraId="0957D6D7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60631" w:rsidRPr="0096063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alta resolução para detalhes visuais.</w:t>
      </w:r>
    </w:p>
    <w:p w14:paraId="09D9BB91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0FD6BC4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modelos 3D para um número eficiente de polígonos.</w:t>
      </w:r>
    </w:p>
    <w:p w14:paraId="151BF9A0" w14:textId="77777777" w:rsidR="00B9596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istribui</w:t>
      </w:r>
      <w:r w:rsid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</w:t>
      </w:r>
      <w:proofErr w:type="spellStart"/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="00ED55D7"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vários recursos para acelerar o processo.</w:t>
      </w:r>
    </w:p>
    <w:p w14:paraId="6D44242C" w14:textId="77777777" w:rsidR="00ED55D7" w:rsidRDefault="00ED55D7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simulações de física realistas para movimentos naturais.</w:t>
      </w:r>
    </w:p>
    <w:p w14:paraId="6A2CA867" w14:textId="77777777" w:rsidR="00ED55D7" w:rsidRPr="0064164C" w:rsidRDefault="00ED55D7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D55D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visuais adicionais durante a pós-produção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4555C1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F79AE3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9FDE522" w14:textId="77777777" w:rsidR="003E12DC" w:rsidRPr="008047E3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5C4C2E0E" w14:textId="77777777" w:rsidR="003E12DC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18FADB8" w14:textId="77777777" w:rsidR="003E12DC" w:rsidRPr="008047E3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008557E" w14:textId="77777777" w:rsidR="003E12DC" w:rsidRPr="00984B30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C4A11C" w14:textId="77777777" w:rsidR="003E12DC" w:rsidRPr="00051C79" w:rsidRDefault="003E12DC" w:rsidP="003E12D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657CF2" w14:textId="77777777" w:rsidR="003E12DC" w:rsidRPr="00F87025" w:rsidRDefault="003E12DC" w:rsidP="003E12D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4773E95" w14:textId="77777777" w:rsidR="003E12DC" w:rsidRPr="008047E3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DA8BEE9" w14:textId="77777777" w:rsidR="003E12DC" w:rsidRPr="00501DC8" w:rsidRDefault="003E12DC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6DB0AFF5" w14:textId="77777777" w:rsidR="003E12DC" w:rsidRPr="00501DC8" w:rsidRDefault="00ED55D7" w:rsidP="003E12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animação 3D.</w:t>
      </w:r>
    </w:p>
    <w:bookmarkEnd w:id="44"/>
    <w:p w14:paraId="2E5B3680" w14:textId="77777777" w:rsidR="00B9596C" w:rsidRPr="00501DC8" w:rsidRDefault="00B9596C" w:rsidP="00B959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46A6EF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7F283E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237B175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9FB4AA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E2AB76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43"/>
    <w:p w14:paraId="7EBE0675" w14:textId="358D1AB2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0684CDF7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0AB26F" w14:textId="037CAC35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0534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6C36F2" w14:textId="4C0D605A" w:rsidR="00B9596C" w:rsidRPr="009C256C" w:rsidRDefault="00227C3A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Finalizar um sítio </w:t>
            </w:r>
            <w:r w:rsidR="002A73B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para internet </w:t>
            </w:r>
          </w:p>
        </w:tc>
      </w:tr>
      <w:tr w:rsidR="00B9596C" w:rsidRPr="00136AD8" w14:paraId="16F6CFA5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FDE2D5C" w14:textId="22B70C0C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97EF7D6" w14:textId="77777777" w:rsidR="00B9596C" w:rsidRPr="00136AD8" w:rsidRDefault="00CB50F1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Finalização de um sítio para Internet</w:t>
            </w:r>
          </w:p>
        </w:tc>
      </w:tr>
    </w:tbl>
    <w:p w14:paraId="1588AD02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761E4D1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5" w:name="_Hlk155124586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193FD84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51D7A90B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7197C1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582D10E7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CF458" w14:textId="77777777" w:rsidR="00B9596C" w:rsidRPr="001B353A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Alterar comandos criados por editores HTML</w:t>
            </w:r>
          </w:p>
          <w:p w14:paraId="29B6BCA5" w14:textId="77777777" w:rsidR="00CB50F1" w:rsidRDefault="00B9596C" w:rsidP="00CB50F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</w:t>
            </w:r>
            <w:r w:rsidR="00C620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 </w:t>
            </w:r>
            <w:r w:rsidR="00CB50F1"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browsers safe </w:t>
            </w:r>
            <w:proofErr w:type="spellStart"/>
            <w:r w:rsidR="00CB50F1"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pages</w:t>
            </w:r>
            <w:proofErr w:type="spellEnd"/>
          </w:p>
          <w:p w14:paraId="626FD643" w14:textId="77777777" w:rsidR="00623365" w:rsidRPr="00CB50F1" w:rsidRDefault="00623365" w:rsidP="00CB50F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Validar código</w:t>
            </w:r>
            <w:r w:rsidR="00C620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através de ferramentas online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612B60CA" w14:textId="4A5FCFF3" w:rsidR="00B9596C" w:rsidRPr="0015379E" w:rsidRDefault="00CB50F1" w:rsidP="001537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Upload do sítio</w:t>
            </w:r>
            <w:r w:rsidR="00C620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utilizando vários métodos.</w:t>
            </w:r>
          </w:p>
        </w:tc>
      </w:tr>
      <w:tr w:rsidR="00B9596C" w:rsidRPr="00136AD8" w14:paraId="2FA72651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EE60DB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06A3D2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C7AF91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9596C" w:rsidRPr="00136AD8" w14:paraId="339D99D3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5C6B2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na instalação e configuração de certificados SSL/TLS para habilitar o protocolo HTTPS.</w:t>
            </w:r>
          </w:p>
          <w:p w14:paraId="53546943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Segurança na Camada de Aplicação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571DEF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de Acesso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124378F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Segurança de Dados e de Servidor Web.</w:t>
            </w:r>
          </w:p>
          <w:p w14:paraId="15744BB5" w14:textId="77777777" w:rsidR="00573BEE" w:rsidRDefault="00623365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Document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Object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</w:t>
            </w:r>
            <w:proofErr w:type="spellEnd"/>
          </w:p>
          <w:p w14:paraId="298921D1" w14:textId="77777777" w:rsidR="00B9596C" w:rsidRDefault="00623365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Registo de Domínio, serviços de hospedagem.</w:t>
            </w:r>
          </w:p>
          <w:p w14:paraId="0CE31836" w14:textId="77777777" w:rsidR="00623365" w:rsidRDefault="00623365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Transferência de Ficheiros. File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Protocol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F247574" w14:textId="77777777" w:rsidR="00B9596C" w:rsidRDefault="00B9596C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BAD8EE" w14:textId="77777777" w:rsidR="00B9596C" w:rsidRPr="001B353A" w:rsidRDefault="00B9596C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0EA9D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proofErr w:type="spellStart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redirecionamento</w:t>
            </w:r>
            <w:proofErr w:type="spellEnd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automático de HTTP para HTTPS.</w:t>
            </w:r>
          </w:p>
          <w:p w14:paraId="2CD5862B" w14:textId="77777777" w:rsidR="008A244F" w:rsidRDefault="008A244F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Aprender a selecionar elementos HTML usando métodos como </w:t>
            </w:r>
            <w:proofErr w:type="spellStart"/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getElementById</w:t>
            </w:r>
            <w:proofErr w:type="spellEnd"/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getElementsByClassName</w:t>
            </w:r>
            <w:proofErr w:type="spellEnd"/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getElementsByTagName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688E049" w14:textId="77777777" w:rsidR="008A244F" w:rsidRDefault="008A244F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8A24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odificar o conteúdo, texto e atributos dos elementos usando JavaScript.</w:t>
            </w:r>
          </w:p>
          <w:p w14:paraId="1C1120FF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dados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evitar injeções de código (SQL </w:t>
            </w:r>
            <w:proofErr w:type="spellStart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injection</w:t>
            </w:r>
            <w:proofErr w:type="spellEnd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XSS).</w:t>
            </w:r>
          </w:p>
          <w:p w14:paraId="582B8D42" w14:textId="77777777" w:rsidR="00623365" w:rsidRDefault="00623365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233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novos</w:t>
            </w:r>
            <w:proofErr w:type="gramEnd"/>
            <w:r w:rsidRPr="006233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elementos e remover elementos existentes do DOM</w:t>
            </w:r>
          </w:p>
          <w:p w14:paraId="19D706C7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Manter o sistema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operativo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servidores sempre atualizados com os </w:t>
            </w:r>
            <w:proofErr w:type="spellStart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patches</w:t>
            </w:r>
            <w:proofErr w:type="spellEnd"/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segurança mais recentes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92BC60D" w14:textId="77777777" w:rsidR="00623365" w:rsidRDefault="00623365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233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lizar</w:t>
            </w:r>
            <w:r w:rsidRPr="006233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validadores online para verificar a conformidade do código. </w:t>
            </w:r>
          </w:p>
          <w:p w14:paraId="4F59BEAF" w14:textId="77777777" w:rsidR="00B9596C" w:rsidRPr="00517AA8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autenticação forte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0F510DF" w14:textId="77777777" w:rsidR="00B9596C" w:rsidRDefault="00573BEE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imita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acesso de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573B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base em papéis e permissões.</w:t>
            </w:r>
          </w:p>
          <w:p w14:paraId="149517ED" w14:textId="77777777" w:rsidR="00B9596C" w:rsidRPr="00057283" w:rsidRDefault="00B9596C" w:rsidP="0057291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39B91" w14:textId="77777777" w:rsidR="00C620A9" w:rsidRDefault="00C620A9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933D38F" w14:textId="77777777" w:rsidR="00C620A9" w:rsidRDefault="00C620A9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447CC2C" w14:textId="77777777" w:rsidR="00C620A9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17088CD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53D11FE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2E7F7F2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681FBB01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4560921" w14:textId="77777777" w:rsidR="00C620A9" w:rsidRPr="00A128FE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3A902D2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5DDDEDF" w14:textId="77777777" w:rsidR="00B9596C" w:rsidRDefault="00B9596C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BBEDC6" w14:textId="77777777" w:rsidR="00B9596C" w:rsidRPr="00057283" w:rsidRDefault="00B9596C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02305C6" w14:textId="77777777" w:rsidR="00B9596C" w:rsidRDefault="00B9596C" w:rsidP="00B959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AA159C5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AFD9011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C8CAA2D" w14:textId="6355FD54" w:rsidR="00B9596C" w:rsidRPr="00F20E6F" w:rsidRDefault="00572912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7291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Finalizar um sítio para internet</w:t>
      </w:r>
      <w:r w:rsidR="00B959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B695D8F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código HTML, CSS e JavaScript livre de erros de sintaxe.</w:t>
      </w:r>
    </w:p>
    <w:p w14:paraId="04370F4B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compressão para reduzir o tamanho dos 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ficheiros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F5269A4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Implementa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práticas de segurança para proteger contra-ataques.</w:t>
      </w:r>
    </w:p>
    <w:p w14:paraId="27AB97AA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icando q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ue 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site usa uma conexão segur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a.</w:t>
      </w:r>
    </w:p>
    <w:p w14:paraId="7CE61B7D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Configura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572912" w:rsidRP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ferramentas de monitor</w:t>
      </w:r>
      <w:r w:rsidR="0057291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ização.</w:t>
      </w:r>
    </w:p>
    <w:p w14:paraId="22B9763C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F99DF5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2DA8C0" w14:textId="77777777" w:rsidR="00572912" w:rsidRPr="00984B30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00AFCB69" w14:textId="77777777" w:rsidR="00572912" w:rsidRPr="00984B30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729C552B" w14:textId="77777777" w:rsidR="00572912" w:rsidRPr="00051C79" w:rsidRDefault="00572912" w:rsidP="0057291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7C4615" w14:textId="77777777" w:rsidR="00572912" w:rsidRPr="00F87025" w:rsidRDefault="00572912" w:rsidP="0057291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999063" w14:textId="77777777" w:rsidR="00572912" w:rsidRPr="00564406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244EA13" w14:textId="77777777" w:rsidR="00572912" w:rsidRPr="00501DC8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8D4B904" w14:textId="77777777" w:rsidR="00572912" w:rsidRPr="00501DC8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33CA8753" w14:textId="77777777" w:rsidR="00572912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de desenho de páginas web.</w:t>
      </w:r>
    </w:p>
    <w:p w14:paraId="7BB64FD1" w14:textId="77777777" w:rsidR="00572912" w:rsidRPr="00501DC8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Servidor Web</w:t>
      </w:r>
    </w:p>
    <w:p w14:paraId="1C210EDF" w14:textId="77777777" w:rsidR="00572912" w:rsidRPr="00501DC8" w:rsidRDefault="00572912" w:rsidP="0057291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4443EC" w14:textId="77777777" w:rsidR="00B9596C" w:rsidRPr="00501DC8" w:rsidRDefault="00B9596C" w:rsidP="00B959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EE9671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0E4180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F373D1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AEC1C3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4C2F73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45"/>
    <w:p w14:paraId="4BC55845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C2839" w:rsidRPr="00136AD8" w14:paraId="20359A17" w14:textId="77777777" w:rsidTr="00F9252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EBBE87" w14:textId="469D6475" w:rsidR="007C2839" w:rsidRPr="00136AD8" w:rsidRDefault="007C283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F91F60" w14:textId="77777777" w:rsidR="007C2839" w:rsidRPr="009C256C" w:rsidRDefault="007C283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z w:val="18"/>
                <w:szCs w:val="18"/>
              </w:rPr>
            </w:pPr>
            <w:r w:rsidRPr="00123E61">
              <w:rPr>
                <w:rFonts w:ascii="Verdana Pro Light" w:hAnsi="Verdana Pro Light" w:cs="Times New Roman"/>
                <w:b/>
                <w:sz w:val="18"/>
                <w:szCs w:val="18"/>
              </w:rPr>
              <w:t>Criar projetos gráficos de comunicação e publicidade</w:t>
            </w:r>
          </w:p>
        </w:tc>
      </w:tr>
      <w:tr w:rsidR="007C2839" w:rsidRPr="00136AD8" w14:paraId="12096371" w14:textId="77777777" w:rsidTr="00F9252E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6533B4" w14:textId="77777777" w:rsidR="007C2839" w:rsidRPr="00136AD8" w:rsidRDefault="007C283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sz w:val="18"/>
                <w:szCs w:val="18"/>
              </w:rPr>
            </w:pPr>
            <w:r w:rsidRPr="00D029E9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C7D67F2" w14:textId="77777777" w:rsidR="007C2839" w:rsidRPr="00136AD8" w:rsidRDefault="007C283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sz w:val="18"/>
                <w:szCs w:val="18"/>
              </w:rPr>
            </w:pPr>
            <w:r w:rsidRPr="00123E61">
              <w:rPr>
                <w:rFonts w:ascii="Verdana Pro Light" w:hAnsi="Verdana Pro Light" w:cs="Times New Roman"/>
                <w:sz w:val="18"/>
                <w:szCs w:val="18"/>
              </w:rPr>
              <w:t>Projeto gráfico de comunicação e publicidade</w:t>
            </w:r>
          </w:p>
        </w:tc>
      </w:tr>
    </w:tbl>
    <w:p w14:paraId="0D38A631" w14:textId="77777777" w:rsidR="007C2839" w:rsidRPr="00136AD8" w:rsidRDefault="007C2839" w:rsidP="007C2839">
      <w:pPr>
        <w:widowControl w:val="0"/>
        <w:spacing w:after="0" w:line="240" w:lineRule="auto"/>
        <w:jc w:val="center"/>
        <w:rPr>
          <w:rFonts w:ascii="Verdana Pro Light" w:hAnsi="Verdana Pro Light" w:cs="Times New Roman"/>
        </w:rPr>
      </w:pPr>
    </w:p>
    <w:p w14:paraId="514C6BDC" w14:textId="77777777" w:rsidR="007C2839" w:rsidRPr="003200F2" w:rsidRDefault="007C2839" w:rsidP="007C2839">
      <w:pPr>
        <w:widowControl w:val="0"/>
        <w:spacing w:before="110" w:line="240" w:lineRule="auto"/>
        <w:ind w:right="1"/>
        <w:rPr>
          <w:rFonts w:ascii="Verdana Pro Light" w:hAnsi="Verdana Pro Light" w:cs="Times New Roman"/>
          <w:sz w:val="18"/>
          <w:szCs w:val="18"/>
        </w:rPr>
      </w:pPr>
      <w:r w:rsidRPr="00F87025">
        <w:rPr>
          <w:rFonts w:ascii="Verdana Pro Light" w:hAnsi="Verdana Pro Light" w:cs="Times New Roman"/>
          <w:b/>
          <w:smallCaps/>
        </w:rPr>
        <w:t xml:space="preserve">Pontos de Crédito: </w:t>
      </w:r>
      <w:r w:rsidRPr="00610FB9">
        <w:rPr>
          <w:rFonts w:ascii="Verdana Pro Light" w:hAnsi="Verdana Pro Light" w:cs="Times New Roman"/>
          <w:smallCaps/>
        </w:rPr>
        <w:t>2,25</w:t>
      </w:r>
    </w:p>
    <w:p w14:paraId="7BD2AA63" w14:textId="77777777" w:rsidR="007C2839" w:rsidRPr="00136AD8" w:rsidRDefault="007C2839" w:rsidP="007C283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C2839" w:rsidRPr="00136AD8" w14:paraId="2DDD2459" w14:textId="77777777" w:rsidTr="00F9252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DFA581" w14:textId="77777777" w:rsidR="007C2839" w:rsidRPr="001B353A" w:rsidRDefault="007C2839" w:rsidP="00F9252E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C2839" w:rsidRPr="00136AD8" w14:paraId="6444BE2E" w14:textId="77777777" w:rsidTr="00F9252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C8460C" w14:textId="77777777" w:rsidR="007C2839" w:rsidRDefault="007C2839" w:rsidP="00F9252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 o briefing e p</w:t>
            </w:r>
            <w:r w:rsidRPr="0069254F">
              <w:rPr>
                <w:rFonts w:ascii="Verdana Pro Light" w:hAnsi="Verdana Pro Light" w:cs="Arial Unicode MS"/>
                <w:sz w:val="18"/>
                <w:szCs w:val="18"/>
              </w:rPr>
              <w:t xml:space="preserve">esquisar e selecionar referências e tendências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estéticas e criativas</w:t>
            </w:r>
          </w:p>
          <w:p w14:paraId="7933FA6B" w14:textId="77777777" w:rsidR="007C2839" w:rsidRDefault="007C2839" w:rsidP="00F9252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R2. Criar o conceito de comunicação e a linha gráfica</w:t>
            </w:r>
          </w:p>
          <w:p w14:paraId="5A1AE6B0" w14:textId="77777777" w:rsidR="007C2839" w:rsidRDefault="007C2839" w:rsidP="00F9252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R3. Elaborar esboços, </w:t>
            </w:r>
            <w:proofErr w:type="spellStart"/>
            <w:r w:rsidRPr="003F00A6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moodboars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00A6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key</w:t>
            </w:r>
            <w:proofErr w:type="spellEnd"/>
            <w:r w:rsidRPr="003F00A6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F00A6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visuals</w:t>
            </w:r>
            <w:proofErr w:type="spellEnd"/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para testar o conceito e a linha gráfica</w:t>
            </w:r>
          </w:p>
          <w:p w14:paraId="5510C5AD" w14:textId="77777777" w:rsidR="007C2839" w:rsidRPr="001B353A" w:rsidRDefault="007C2839" w:rsidP="00F9252E">
            <w:pPr>
              <w:spacing w:before="120" w:after="0" w:line="276" w:lineRule="auto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4</w:t>
            </w: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3F414A">
              <w:rPr>
                <w:rFonts w:ascii="Verdana Pro Light" w:hAnsi="Verdana Pro Light" w:cs="Arial Unicode MS"/>
                <w:sz w:val="18"/>
                <w:szCs w:val="18"/>
              </w:rPr>
              <w:t>Maquetizar</w:t>
            </w:r>
            <w:proofErr w:type="spellEnd"/>
            <w:r w:rsidRPr="003F414A">
              <w:rPr>
                <w:rFonts w:ascii="Verdana Pro Light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3F414A">
              <w:rPr>
                <w:rFonts w:ascii="Verdana Pro Light" w:hAnsi="Verdana Pro Light" w:cs="Arial Unicode MS"/>
                <w:sz w:val="18"/>
                <w:szCs w:val="18"/>
              </w:rPr>
              <w:t>prototipar</w:t>
            </w:r>
            <w:proofErr w:type="spellEnd"/>
            <w:r w:rsidRPr="003F414A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as </w:t>
            </w:r>
            <w:r w:rsidRPr="003F414A">
              <w:rPr>
                <w:rFonts w:ascii="Verdana Pro Light" w:hAnsi="Verdana Pro Light" w:cs="Arial Unicode MS"/>
                <w:sz w:val="18"/>
                <w:szCs w:val="18"/>
              </w:rPr>
              <w:t>peças gráficas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</w:p>
          <w:p w14:paraId="7F7C7295" w14:textId="77777777" w:rsidR="007C2839" w:rsidRPr="001B353A" w:rsidRDefault="007C2839" w:rsidP="00F9252E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5</w:t>
            </w: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Fazer o racional criativo do conceito de comunicação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br/>
            </w:r>
          </w:p>
        </w:tc>
      </w:tr>
      <w:tr w:rsidR="007C2839" w:rsidRPr="00136AD8" w14:paraId="08328690" w14:textId="77777777" w:rsidTr="00F9252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40D4E3" w14:textId="77777777" w:rsidR="007C2839" w:rsidRPr="001B353A" w:rsidRDefault="007C2839" w:rsidP="00F9252E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33CAB4" w14:textId="77777777" w:rsidR="007C2839" w:rsidRPr="001B353A" w:rsidRDefault="007C2839" w:rsidP="00F9252E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F424BF" w14:textId="77777777" w:rsidR="007C2839" w:rsidRPr="001B353A" w:rsidRDefault="007C2839" w:rsidP="00F9252E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C2839" w:rsidRPr="00136AD8" w14:paraId="4B4A1154" w14:textId="77777777" w:rsidTr="00F9252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0E741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Publicidade</w:t>
            </w:r>
            <w:r w:rsidRPr="36A39870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– Contexto histórico</w:t>
            </w:r>
          </w:p>
          <w:p w14:paraId="41947125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Briefing de comunicação </w:t>
            </w:r>
          </w:p>
          <w:p w14:paraId="76C56BAF" w14:textId="77777777" w:rsidR="007C2839" w:rsidRPr="00B262D1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0EC11136" w14:textId="77777777" w:rsidR="007C2839" w:rsidRPr="00C23EFB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Metodologia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em design de comunicação gráfico – Design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FBE092E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Criatividade e processo criativo </w:t>
            </w:r>
          </w:p>
          <w:p w14:paraId="5872E4E7" w14:textId="77777777" w:rsidR="007C2839" w:rsidRPr="00123E61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Meios e suportes de comunicação </w:t>
            </w:r>
          </w:p>
          <w:p w14:paraId="4AC45ECA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Ética e cultura profissional</w:t>
            </w:r>
          </w:p>
          <w:p w14:paraId="6A75424C" w14:textId="77777777" w:rsidR="007C2839" w:rsidRPr="001B353A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Maquetes e protótipos;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mockups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; gestão de ficheiros digitais e arquivo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D526D" w14:textId="77777777" w:rsidR="007C2839" w:rsidRPr="00123E61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Interpretar um briefing</w:t>
            </w:r>
          </w:p>
          <w:p w14:paraId="75CFD9E4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Identificar referências e tendências estéticas e criativas </w:t>
            </w:r>
          </w:p>
          <w:p w14:paraId="41E6E5CE" w14:textId="77777777" w:rsidR="007C2839" w:rsidRPr="005C547B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Aplicar metodologia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>projetual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(Design </w:t>
            </w:r>
            <w:proofErr w:type="spellStart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20AF1EB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</w:rPr>
              <w:t>Aplicar técnicas de processo criativo</w:t>
            </w:r>
          </w:p>
          <w:p w14:paraId="08EF954C" w14:textId="77777777" w:rsidR="007C2839" w:rsidRPr="006B530F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Comunicar através de meios visuais</w:t>
            </w:r>
          </w:p>
          <w:p w14:paraId="6A3F3EAD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Selecionar e utilizar programas informáticos </w:t>
            </w:r>
          </w:p>
          <w:p w14:paraId="17546A49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Preparar as peças gráficas para entrega</w:t>
            </w:r>
          </w:p>
          <w:p w14:paraId="1C7E3A87" w14:textId="77777777" w:rsidR="007C2839" w:rsidRPr="00057283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Fundamentar conceitos de comunicação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815E0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28BFB22" w14:textId="77777777" w:rsidR="007C2839" w:rsidRDefault="007C283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F2E0924" w14:textId="77777777" w:rsidR="007C2839" w:rsidRPr="003E2194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64216FFC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1D20271" w14:textId="77777777" w:rsidR="007C2839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20B49879" w14:textId="77777777" w:rsidR="007C2839" w:rsidRPr="00057283" w:rsidRDefault="007C283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36A39870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7387A645" w14:textId="77777777" w:rsidR="007C2839" w:rsidRDefault="007C2839" w:rsidP="007C2839">
      <w:pPr>
        <w:spacing w:after="0" w:line="276" w:lineRule="auto"/>
        <w:rPr>
          <w:rFonts w:ascii="Verdana Pro Light" w:hAnsi="Verdana Pro Light"/>
          <w:smallCaps/>
        </w:rPr>
      </w:pPr>
    </w:p>
    <w:p w14:paraId="36028E57" w14:textId="77777777" w:rsidR="007C2839" w:rsidRDefault="007C2839" w:rsidP="007C2839">
      <w:pPr>
        <w:rPr>
          <w:rFonts w:ascii="Verdana Pro Light" w:hAnsi="Verdana Pro Light"/>
          <w:smallCaps/>
        </w:rPr>
      </w:pPr>
    </w:p>
    <w:p w14:paraId="1B1B8164" w14:textId="77777777" w:rsidR="007C2839" w:rsidRPr="00F87025" w:rsidRDefault="007C2839" w:rsidP="007C283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>Critérios de Desempenho</w:t>
      </w:r>
    </w:p>
    <w:p w14:paraId="093F8E62" w14:textId="77777777" w:rsidR="007C2839" w:rsidRDefault="007C2839" w:rsidP="007C283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123E61">
        <w:rPr>
          <w:rFonts w:ascii="Verdana Pro Light" w:hAnsi="Verdana Pro Light" w:cs="Times New Roman"/>
          <w:b/>
          <w:sz w:val="18"/>
          <w:szCs w:val="18"/>
        </w:rPr>
        <w:t>Criar projetos gráficos de comunicação e publicidade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:</w:t>
      </w:r>
    </w:p>
    <w:p w14:paraId="6645E9CA" w14:textId="77777777" w:rsidR="007C2839" w:rsidRPr="0064164C" w:rsidRDefault="007C2839" w:rsidP="007C283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CD1. Tendo em consideração os objetivos e condicionalismos apresentados no briefing</w:t>
      </w:r>
    </w:p>
    <w:p w14:paraId="2326E052" w14:textId="77777777" w:rsidR="007C2839" w:rsidRDefault="007C2839" w:rsidP="007C283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Adequando o conceito de comunicação e a linha gráfica de forma coerente às várias peças gráficas do projeto </w:t>
      </w:r>
    </w:p>
    <w:p w14:paraId="25787FE2" w14:textId="77777777" w:rsidR="007C2839" w:rsidRPr="0064164C" w:rsidRDefault="007C2839" w:rsidP="007C283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CD3. Utilizando </w:t>
      </w:r>
      <w:r w:rsidRPr="008F49C9">
        <w:rPr>
          <w:rFonts w:ascii="Verdana Pro Light" w:hAnsi="Verdana Pro Light" w:cs="Arial Unicode MS"/>
          <w:sz w:val="18"/>
          <w:szCs w:val="18"/>
          <w:lang w:eastAsia="pt-PT"/>
        </w:rPr>
        <w:t xml:space="preserve">programas informáticos 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adequados à produção de cada peça gráfica</w:t>
      </w:r>
    </w:p>
    <w:p w14:paraId="1ACECFA1" w14:textId="77777777" w:rsidR="007C2839" w:rsidRDefault="007C2839" w:rsidP="007C2839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CD4.  Justificando o conceito e a linha gráfica da campanha tendo em conta as características do público-alvo e o posicionamento da marca</w:t>
      </w:r>
    </w:p>
    <w:p w14:paraId="0B0014C1" w14:textId="77777777" w:rsidR="007C2839" w:rsidRPr="00136AD8" w:rsidRDefault="007C2839" w:rsidP="007C283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28EB9C" w14:textId="77777777" w:rsidR="007C2839" w:rsidRPr="00F87025" w:rsidRDefault="007C2839" w:rsidP="007C283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87025">
        <w:rPr>
          <w:rFonts w:ascii="Verdana Pro Light" w:hAnsi="Verdana Pro Light"/>
          <w:b/>
          <w:smallCaps/>
        </w:rPr>
        <w:t xml:space="preserve">Contexto (exemplos de uso da competência) </w:t>
      </w:r>
    </w:p>
    <w:p w14:paraId="45E37BB0" w14:textId="77777777" w:rsidR="007C2839" w:rsidRPr="00984B30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lastRenderedPageBreak/>
        <w:t>Departamentos criativos de empresas de comunicação diversificadas</w:t>
      </w:r>
    </w:p>
    <w:p w14:paraId="430CFBBC" w14:textId="77777777" w:rsidR="007C2839" w:rsidRPr="00643045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4222B3E" w14:textId="77777777" w:rsidR="007C2839" w:rsidRPr="00051C79" w:rsidRDefault="007C2839" w:rsidP="007C283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DE1E276" w14:textId="77777777" w:rsidR="007C2839" w:rsidRPr="00F87025" w:rsidRDefault="007C2839" w:rsidP="007C283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Recursos</w:t>
      </w:r>
    </w:p>
    <w:p w14:paraId="2DB982CA" w14:textId="77777777" w:rsidR="007C2839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Briefing</w:t>
      </w:r>
    </w:p>
    <w:p w14:paraId="40DB4285" w14:textId="77777777" w:rsidR="007C2839" w:rsidRPr="00436CB6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Dispositivos tecnológicos com acesso à internet.</w:t>
      </w:r>
    </w:p>
    <w:p w14:paraId="3693B891" w14:textId="77777777" w:rsidR="007C2839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de edição de imagem estática e em movimento</w:t>
      </w:r>
    </w:p>
    <w:p w14:paraId="5C1C5AC1" w14:textId="77777777" w:rsidR="007C2839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Aplicações informáticas de edição de vetores e edição eletrónica</w:t>
      </w:r>
    </w:p>
    <w:p w14:paraId="46D29446" w14:textId="77777777" w:rsidR="007C2839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Bancos de imagem, sons e vídeos</w:t>
      </w:r>
    </w:p>
    <w:p w14:paraId="178F2C6E" w14:textId="77777777" w:rsidR="007C2839" w:rsidRPr="007174A8" w:rsidRDefault="007C2839" w:rsidP="007C2839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hAnsi="Verdana Pro Light" w:cs="Arial Unicode MS"/>
          <w:sz w:val="18"/>
          <w:szCs w:val="18"/>
        </w:rPr>
      </w:pPr>
      <w:r w:rsidRPr="00550909">
        <w:rPr>
          <w:rFonts w:ascii="Verdana Pro Light" w:hAnsi="Verdana Pro Light" w:cs="Arial Unicode MS"/>
          <w:sz w:val="18"/>
          <w:szCs w:val="18"/>
        </w:rPr>
        <w:t>Estudos de caso de campanhas publicitárias</w:t>
      </w:r>
      <w:r>
        <w:br/>
      </w:r>
    </w:p>
    <w:p w14:paraId="6AA83A1F" w14:textId="77777777" w:rsidR="007C2839" w:rsidRPr="00F87025" w:rsidRDefault="007C2839" w:rsidP="007C2839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</w:rPr>
      </w:pPr>
      <w:r w:rsidRPr="00F20E6F">
        <w:rPr>
          <w:rFonts w:ascii="Verdana Pro Light" w:hAnsi="Verdana Pro Light"/>
          <w:b/>
          <w:smallCaps/>
        </w:rPr>
        <w:t>Observações</w:t>
      </w:r>
    </w:p>
    <w:p w14:paraId="52CAA003" w14:textId="77777777" w:rsidR="007C2839" w:rsidRPr="00051C79" w:rsidRDefault="007C2839" w:rsidP="007C283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2696A62" w14:textId="77777777" w:rsidR="007C2839" w:rsidRPr="00051C79" w:rsidRDefault="007C2839" w:rsidP="007C2839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3BB0639" w14:textId="77777777" w:rsidR="007C2839" w:rsidRDefault="007C2839" w:rsidP="00B9596C">
      <w:pPr>
        <w:rPr>
          <w:rFonts w:ascii="Verdana Pro Light" w:hAnsi="Verdana Pro Light"/>
          <w:smallCaps/>
        </w:rPr>
      </w:pPr>
    </w:p>
    <w:p w14:paraId="7DF2E944" w14:textId="77777777" w:rsidR="007C2839" w:rsidRDefault="007C2839" w:rsidP="00B9596C">
      <w:pPr>
        <w:rPr>
          <w:rFonts w:ascii="Verdana Pro Light" w:hAnsi="Verdana Pro Light"/>
          <w:smallCaps/>
        </w:rPr>
      </w:pPr>
    </w:p>
    <w:p w14:paraId="18679AE8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4C57603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4393A67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787903C2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5FF1B103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3F41C8A7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C8A3CB8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D610C0F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5547ACDC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7CE5CEB0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3A618934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2F90E41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7E3E2AC2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EBC0DB1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6345434D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26ABC008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6D639B8A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7EA5CB3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37DAEA33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A4F1A0F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24934E6A" w14:textId="77777777" w:rsidR="00CC43F9" w:rsidRDefault="00CC43F9" w:rsidP="00CC43F9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C43F9" w:rsidRPr="00136AD8" w14:paraId="7B1878F5" w14:textId="77777777" w:rsidTr="00F9252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233FA38" w14:textId="5DEB8A94" w:rsidR="00CC43F9" w:rsidRPr="00136AD8" w:rsidRDefault="00CC43F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0020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F131BA5" w14:textId="77777777" w:rsidR="00CC43F9" w:rsidRPr="00AA7B53" w:rsidRDefault="00CC43F9" w:rsidP="00F9252E">
            <w:pPr>
              <w:spacing w:after="0"/>
            </w:pPr>
            <w:r w:rsidRPr="00AA7B53">
              <w:t>C</w:t>
            </w:r>
            <w:r>
              <w:t>onstruir interfaces e animações interativas</w:t>
            </w:r>
          </w:p>
        </w:tc>
      </w:tr>
      <w:tr w:rsidR="00CC43F9" w:rsidRPr="00136AD8" w14:paraId="65EDE557" w14:textId="77777777" w:rsidTr="00F9252E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4E53E0B" w14:textId="77777777" w:rsidR="00CC43F9" w:rsidRPr="00136AD8" w:rsidRDefault="00CC43F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E7E6E6" w:themeFill="background2"/>
          </w:tcPr>
          <w:p w14:paraId="198A33B2" w14:textId="77777777" w:rsidR="00CC43F9" w:rsidRPr="00136AD8" w:rsidRDefault="00CC43F9" w:rsidP="00F9252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7693B">
              <w:rPr>
                <w:rFonts w:ascii="Verdana Pro Light" w:eastAsia="Arial Unicode MS" w:hAnsi="Verdana Pro Light" w:cs="Times New Roman"/>
                <w:sz w:val="18"/>
                <w:szCs w:val="18"/>
              </w:rPr>
              <w:t>UX / UI - Laboratório de audiovisuais e interatividade</w:t>
            </w:r>
          </w:p>
        </w:tc>
      </w:tr>
    </w:tbl>
    <w:p w14:paraId="728424DA" w14:textId="77777777" w:rsidR="00CC43F9" w:rsidRPr="00136AD8" w:rsidRDefault="00CC43F9" w:rsidP="00CC43F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286AEC3" w14:textId="77777777" w:rsidR="00CC43F9" w:rsidRPr="003200F2" w:rsidRDefault="00CC43F9" w:rsidP="00CC4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3EB5A84" w14:textId="77777777" w:rsidR="00CC43F9" w:rsidRPr="00136AD8" w:rsidRDefault="00CC43F9" w:rsidP="00CC43F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C43F9" w:rsidRPr="00136AD8" w14:paraId="53818578" w14:textId="77777777" w:rsidTr="00F9252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FC2E1A" w14:textId="77777777" w:rsidR="00CC43F9" w:rsidRPr="001B353A" w:rsidRDefault="00CC43F9" w:rsidP="00F9252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C43F9" w:rsidRPr="00136AD8" w14:paraId="7734CD9B" w14:textId="77777777" w:rsidTr="00F9252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A2742" w14:textId="77777777" w:rsidR="00CC43F9" w:rsidRPr="0007693B" w:rsidRDefault="00CC43F9" w:rsidP="00F925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Traduzir o design visual em código u</w:t>
            </w:r>
            <w:r w:rsidRPr="005F503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sando tecnologias web </w:t>
            </w:r>
            <w:proofErr w:type="spellStart"/>
            <w:r w:rsidRPr="005F503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front-end</w:t>
            </w:r>
            <w:proofErr w:type="spellEnd"/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3F0E092" w14:textId="77777777" w:rsidR="00CC43F9" w:rsidRPr="0007693B" w:rsidRDefault="00CC43F9" w:rsidP="00F925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Incorporar</w:t>
            </w:r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animações de transição entre telas, efeitos de </w:t>
            </w:r>
            <w:proofErr w:type="spellStart"/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>hover</w:t>
            </w:r>
            <w:proofErr w:type="spellEnd"/>
            <w:r w:rsidRPr="009C7D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botões e elementos interativos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057118">
              <w:rPr>
                <w:rFonts w:ascii="Verdana Pro Light" w:eastAsia="Arial Unicode MS" w:hAnsi="Verdana Pro Light" w:cs="Arial Unicode MS"/>
                <w:sz w:val="18"/>
                <w:szCs w:val="18"/>
              </w:rPr>
              <w:t>feedbacks visuais para ações do usuário e animações de carregamento ou transição de conteúdo</w:t>
            </w:r>
          </w:p>
          <w:p w14:paraId="7AE439D2" w14:textId="77777777" w:rsidR="00CC43F9" w:rsidRPr="001B353A" w:rsidRDefault="00CC43F9" w:rsidP="00F925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Aplicar testes de usabilidade, identificar bugs de código e necessidades de otimização de desempenho </w:t>
            </w:r>
          </w:p>
          <w:p w14:paraId="208B2600" w14:textId="77777777" w:rsidR="00CC43F9" w:rsidRDefault="00CC43F9" w:rsidP="00F925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Publicar </w:t>
            </w:r>
          </w:p>
          <w:p w14:paraId="153D9975" w14:textId="77777777" w:rsidR="00CC43F9" w:rsidRPr="001B353A" w:rsidRDefault="00CC43F9" w:rsidP="00F925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ab/>
            </w:r>
          </w:p>
        </w:tc>
      </w:tr>
      <w:tr w:rsidR="00CC43F9" w:rsidRPr="00136AD8" w14:paraId="1B6876E7" w14:textId="77777777" w:rsidTr="00F9252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C0A4AD" w14:textId="77777777" w:rsidR="00CC43F9" w:rsidRPr="001B353A" w:rsidRDefault="00CC43F9" w:rsidP="00F9252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7A53F1" w14:textId="77777777" w:rsidR="00CC43F9" w:rsidRPr="001B353A" w:rsidRDefault="00CC43F9" w:rsidP="00F9252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F32F3F" w14:textId="77777777" w:rsidR="00CC43F9" w:rsidRPr="001B353A" w:rsidRDefault="00CC43F9" w:rsidP="00F9252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C43F9" w:rsidRPr="00136AD8" w14:paraId="080F11CB" w14:textId="77777777" w:rsidTr="00F9252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4ECB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do design e da tecnologia</w:t>
            </w:r>
          </w:p>
          <w:p w14:paraId="3429712D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Dispositivos e plataformas móveis –aplicações mobile – características e funcionalidades</w:t>
            </w:r>
          </w:p>
          <w:p w14:paraId="34E7A45D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conceção e desenvolvimento</w:t>
            </w:r>
          </w:p>
          <w:p w14:paraId="35995588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UX/UI</w:t>
            </w:r>
          </w:p>
          <w:p w14:paraId="567322C3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a cor nos dispositivos móveis</w:t>
            </w:r>
          </w:p>
          <w:p w14:paraId="1A09834F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do design</w:t>
            </w:r>
          </w:p>
          <w:p w14:paraId="79FF39D3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Acessibilidade em design</w:t>
            </w:r>
          </w:p>
          <w:p w14:paraId="4F5A4278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Exportação para diferentes plataformas</w:t>
            </w:r>
          </w:p>
          <w:p w14:paraId="54B4E84F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40FC0F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712B1BA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390416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5E9FD4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2647B5" w14:textId="77777777" w:rsidR="00CC43F9" w:rsidRPr="001B353A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99AD5E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diferentes tipos de dispositivos audiovisuais</w:t>
            </w:r>
          </w:p>
          <w:p w14:paraId="6F9CB4FB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conceitos relacionados com a criação de interfaces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D7E61C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esboço, prototipagem e design.</w:t>
            </w:r>
          </w:p>
          <w:p w14:paraId="1AA3B3CA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93B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interfaces e animações interativas.</w:t>
            </w:r>
          </w:p>
          <w:p w14:paraId="15350A47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e tendências do design e da tecnologia</w:t>
            </w:r>
          </w:p>
          <w:p w14:paraId="2ED7FA9E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desenvolvimento das aplicações mobile</w:t>
            </w:r>
          </w:p>
          <w:p w14:paraId="2EB65B69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principais programas e plataformas informáticas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protótipos </w:t>
            </w: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para dispositivos móveis</w:t>
            </w:r>
          </w:p>
          <w:p w14:paraId="24DDA715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do processo de trabalho do designer UX/UI</w:t>
            </w:r>
          </w:p>
          <w:p w14:paraId="665FA598" w14:textId="77777777" w:rsidR="00CC43F9" w:rsidRPr="00607FCD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7F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métodos de pesquisa para recolher dados sobre as necessidades, comportamentos e preferências dos utilizadores</w:t>
            </w:r>
          </w:p>
          <w:p w14:paraId="7E60B7AB" w14:textId="77777777" w:rsidR="00CC43F9" w:rsidRPr="001B412B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bibliotecas de código.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31A33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DC0F2C3" w14:textId="77777777" w:rsidR="00CC43F9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E2E13AE" w14:textId="77777777" w:rsidR="00CC43F9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58B5E92E" w14:textId="77777777" w:rsidR="00CC43F9" w:rsidRPr="00AB5AF8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5BF63EC" w14:textId="77777777" w:rsidR="00CC43F9" w:rsidRPr="00AB5AF8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A694940" w14:textId="77777777" w:rsidR="00CC43F9" w:rsidRPr="00AB5AF8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42BE109" w14:textId="77777777" w:rsidR="00CC43F9" w:rsidRPr="00AB5AF8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264E65E" w14:textId="77777777" w:rsidR="00CC43F9" w:rsidRPr="00A128FE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33E684A8" w14:textId="77777777" w:rsidR="00CC43F9" w:rsidRPr="00AB5AF8" w:rsidRDefault="00CC43F9" w:rsidP="00F9252E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D7BF913" w14:textId="77777777" w:rsidR="00CC43F9" w:rsidRPr="00057283" w:rsidRDefault="00CC43F9" w:rsidP="00F9252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2A3B96" w14:textId="77777777" w:rsidR="00CC43F9" w:rsidRDefault="00CC43F9" w:rsidP="00CC43F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03CD518" w14:textId="77777777" w:rsidR="00CC43F9" w:rsidRPr="00F87025" w:rsidRDefault="00CC43F9" w:rsidP="00CC4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8C7A6E7" w14:textId="77777777" w:rsidR="00CC43F9" w:rsidRPr="00F20E6F" w:rsidRDefault="00CC43F9" w:rsidP="00CC43F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07FC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Construir interfaces e animações interativas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E5AB3B3" w14:textId="77777777" w:rsidR="00CC43F9" w:rsidRPr="0064164C" w:rsidRDefault="00CC43F9" w:rsidP="00CC4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46" w:name="_Hlk155169413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programas informáticos adequados à prototipagem de aplicações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ACC2B3" w14:textId="77777777" w:rsidR="00CC43F9" w:rsidRPr="0064164C" w:rsidRDefault="00CC43F9" w:rsidP="00CC4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que 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 é intuitiva e fácil de usar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</w:t>
      </w:r>
    </w:p>
    <w:p w14:paraId="76B643B6" w14:textId="77777777" w:rsidR="00CC43F9" w:rsidRPr="0064164C" w:rsidRDefault="00CC43F9" w:rsidP="00CC4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diferentes tamanhos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ecrã</w:t>
      </w:r>
      <w:r w:rsidRPr="005E2D8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dispositivos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9509288" w14:textId="77777777" w:rsidR="00CC43F9" w:rsidRPr="0064164C" w:rsidRDefault="00CC43F9" w:rsidP="00CC4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07F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Fazendo testes de usabilidade e acessibilidade analisando e corrigindo erros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bookmarkEnd w:id="46"/>
    <w:p w14:paraId="33123729" w14:textId="77777777" w:rsidR="00CC43F9" w:rsidRPr="00136AD8" w:rsidRDefault="00CC43F9" w:rsidP="00CC4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DAEBDF" w14:textId="77777777" w:rsidR="00CC43F9" w:rsidRPr="00F87025" w:rsidRDefault="00CC43F9" w:rsidP="00CC4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597AAE5" w14:textId="77777777" w:rsidR="00CC43F9" w:rsidRPr="00984B30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47" w:name="_Hlk155169460"/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683E7B6" w14:textId="77777777" w:rsidR="00CC43F9" w:rsidRPr="00D3166A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7D5D06C2" w14:textId="77777777" w:rsidR="00CC43F9" w:rsidRPr="00051C79" w:rsidRDefault="00CC43F9" w:rsidP="00CC4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D931EA" w14:textId="77777777" w:rsidR="00CC43F9" w:rsidRPr="00F87025" w:rsidRDefault="00CC43F9" w:rsidP="00CC4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B5CDE82" w14:textId="77777777" w:rsidR="00CC43F9" w:rsidRPr="005E2D82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4D10ED9" w14:textId="77777777" w:rsidR="00CC43F9" w:rsidRPr="005E2D82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e plataformas de prototipagem de aplicações para dispositivos móveis</w:t>
      </w:r>
    </w:p>
    <w:p w14:paraId="23336AB5" w14:textId="77777777" w:rsidR="00CC43F9" w:rsidRPr="005E2D82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de imagem</w:t>
      </w:r>
    </w:p>
    <w:p w14:paraId="06916D5C" w14:textId="77777777" w:rsidR="00CC43F9" w:rsidRPr="005E2D82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Bancos de imagem, sons e vídeos</w:t>
      </w:r>
    </w:p>
    <w:p w14:paraId="141D2077" w14:textId="77777777" w:rsidR="00CC43F9" w:rsidRPr="00501DC8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Estudos de caso de design UX/UI</w:t>
      </w:r>
    </w:p>
    <w:p w14:paraId="3C7337FE" w14:textId="77777777" w:rsidR="00CC43F9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47"/>
    <w:p w14:paraId="2B37DF0B" w14:textId="77777777" w:rsidR="00CC43F9" w:rsidRPr="00501DC8" w:rsidRDefault="00CC43F9" w:rsidP="00CC4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7485AF" w14:textId="77777777" w:rsidR="00CC43F9" w:rsidRPr="00051C79" w:rsidRDefault="00CC43F9" w:rsidP="00CC4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395880" w14:textId="77777777" w:rsidR="00CC43F9" w:rsidRPr="00F87025" w:rsidRDefault="00CC43F9" w:rsidP="00CC4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104FCBF" w14:textId="77777777" w:rsidR="00CC43F9" w:rsidRPr="00051C79" w:rsidRDefault="00CC43F9" w:rsidP="00CC4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60E17C" w14:textId="77777777" w:rsidR="00CC43F9" w:rsidRPr="00051C79" w:rsidRDefault="00CC43F9" w:rsidP="00CC4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B7316F" w14:textId="77777777" w:rsidR="00CC43F9" w:rsidRDefault="00CC43F9" w:rsidP="00CC43F9">
      <w:pPr>
        <w:spacing w:after="240" w:line="276" w:lineRule="auto"/>
        <w:rPr>
          <w:rFonts w:ascii="Verdana Pro Light" w:hAnsi="Verdana Pro Light"/>
          <w:smallCaps/>
        </w:rPr>
      </w:pPr>
    </w:p>
    <w:p w14:paraId="0C9E00D9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A7C013B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3B81B3DA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44A3C7C8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F02C44A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E43F6F0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2EDC3580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1E4433AE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6469A3E2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0031617F" w14:textId="77777777" w:rsidR="001D4763" w:rsidRDefault="001D4763" w:rsidP="00B9596C">
      <w:pPr>
        <w:rPr>
          <w:rFonts w:ascii="Verdana Pro Light" w:hAnsi="Verdana Pro Light"/>
          <w:smallCaps/>
        </w:rPr>
      </w:pPr>
    </w:p>
    <w:p w14:paraId="25FA8EC5" w14:textId="31612BE3" w:rsidR="001D4763" w:rsidRDefault="001D4763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5ADA21AF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CD834E4" w14:textId="2189FCD9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CC43F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D720943" w14:textId="77777777" w:rsidR="00B9596C" w:rsidRPr="009C256C" w:rsidRDefault="003E7B65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48" w:name="_Hlk154852403"/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Construir estilos em CSS </w:t>
            </w:r>
            <w:bookmarkEnd w:id="48"/>
          </w:p>
        </w:tc>
      </w:tr>
      <w:tr w:rsidR="00B9596C" w:rsidRPr="00136AD8" w14:paraId="5BB6A54C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D4B2850" w14:textId="6C830720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7567AED" w14:textId="77777777" w:rsidR="00B9596C" w:rsidRPr="00136AD8" w:rsidRDefault="00CB50F1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Estilos em CSS (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Cascading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Style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proofErr w:type="spellStart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Sheets</w:t>
            </w:r>
            <w:proofErr w:type="spellEnd"/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)</w:t>
            </w:r>
          </w:p>
        </w:tc>
      </w:tr>
    </w:tbl>
    <w:p w14:paraId="08F02E3A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12A23D7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9" w:name="_Hlk155124766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8ADAE7F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4B1804F1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0C0B3D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5EFE2BEC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826CF6" w14:textId="77777777" w:rsidR="00B9596C" w:rsidRPr="001B353A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estilos CSS</w:t>
            </w:r>
          </w:p>
          <w:p w14:paraId="6D9B0A48" w14:textId="77777777" w:rsidR="00B9596C" w:rsidRPr="001B353A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estilos em CSS</w:t>
            </w:r>
          </w:p>
          <w:p w14:paraId="6FE6622A" w14:textId="77777777" w:rsidR="00B9596C" w:rsidRPr="001B353A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classes, blocos e etiquetas</w:t>
            </w:r>
          </w:p>
          <w:p w14:paraId="7450E8C1" w14:textId="77777777" w:rsidR="00B9596C" w:rsidRPr="001B353A" w:rsidRDefault="00B9596C" w:rsidP="009213C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de estilos.</w:t>
            </w:r>
          </w:p>
        </w:tc>
      </w:tr>
      <w:tr w:rsidR="00B9596C" w:rsidRPr="00136AD8" w14:paraId="5C77B2C7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E7E7A8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AEF996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1A9DC5D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9596C" w:rsidRPr="00136AD8" w14:paraId="26D3B215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251B5" w14:textId="77777777" w:rsidR="00B9596C" w:rsidRDefault="00572912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CSS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Cascade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Style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heet</w:t>
            </w:r>
            <w:proofErr w:type="spellEnd"/>
            <w:r w:rsid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4D58FA8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Box Model na estrutura de um site.</w:t>
            </w:r>
          </w:p>
          <w:p w14:paraId="5FF4E018" w14:textId="77777777" w:rsidR="007310D4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Unidades de Medida e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t xml:space="preserve"> 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e Layout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045DE2C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Efeitos, Transições e animações.</w:t>
            </w:r>
          </w:p>
          <w:p w14:paraId="23691594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responsivos.</w:t>
            </w:r>
          </w:p>
          <w:p w14:paraId="116D8F35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seudo-classes</w:t>
            </w:r>
            <w:proofErr w:type="spellEnd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Pseudo-elementos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1B9FD3" w14:textId="77777777" w:rsidR="00B9596C" w:rsidRDefault="00B9596C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CF24A3" w14:textId="77777777" w:rsidR="00B9596C" w:rsidRPr="001B353A" w:rsidRDefault="00B9596C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69E4" w14:textId="77777777" w:rsidR="00B9596C" w:rsidRDefault="00572912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seletores simples, combinados e avançados para direcionar elementos específicos no HTML.</w:t>
            </w:r>
          </w:p>
          <w:p w14:paraId="1B942027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Estilizar fontes. </w:t>
            </w:r>
          </w:p>
          <w:p w14:paraId="1CA24738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efeitos.</w:t>
            </w:r>
          </w:p>
          <w:p w14:paraId="1892FB06" w14:textId="77777777" w:rsidR="00B9596C" w:rsidRPr="00517AA8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responsiv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idade</w:t>
            </w:r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usando media </w:t>
            </w:r>
            <w:proofErr w:type="spellStart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  <w:r w:rsidRPr="007310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B4DA30" w14:textId="77777777" w:rsidR="00B9596C" w:rsidRDefault="007310D4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ficheiros de estilos.</w:t>
            </w:r>
          </w:p>
          <w:p w14:paraId="0A234872" w14:textId="77777777" w:rsidR="00B9596C" w:rsidRDefault="00B9596C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9EEB33" w14:textId="77777777" w:rsidR="00B9596C" w:rsidRPr="00057283" w:rsidRDefault="00B9596C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1B655" w14:textId="77777777" w:rsidR="00C620A9" w:rsidRDefault="00C620A9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1AC9433" w14:textId="77777777" w:rsidR="00C620A9" w:rsidRDefault="00C620A9" w:rsidP="00C620A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4BE40A4" w14:textId="77777777" w:rsidR="00C620A9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1C2C4CB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8048B31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15CC2EC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EAEB5B2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F7D3EF6" w14:textId="77777777" w:rsidR="00C620A9" w:rsidRPr="00A128FE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2E54047" w14:textId="77777777" w:rsidR="00C620A9" w:rsidRPr="00AB5AF8" w:rsidRDefault="00C620A9" w:rsidP="00C620A9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FDFC69F" w14:textId="77777777" w:rsidR="00B9596C" w:rsidRPr="00057283" w:rsidRDefault="00B9596C" w:rsidP="009213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2638DD2" w14:textId="77777777" w:rsidR="00B9596C" w:rsidRDefault="00B9596C" w:rsidP="00B959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04481FC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F3B9270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B6DB01F" w14:textId="77777777" w:rsidR="00B9596C" w:rsidRPr="00F20E6F" w:rsidRDefault="00913A52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13A52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Construir estilos em CSS</w:t>
      </w:r>
      <w:r w:rsidR="00B959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A0A8281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timiza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CSS para reduzir o tamanho dos 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ficheiros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03D88C6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Agrup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estilos semelhantes 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um único 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ficheiro 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minimiz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número de requisições HTTP.</w:t>
      </w:r>
    </w:p>
    <w:p w14:paraId="43B4DBB6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Manten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especificidade dos seletores tão baixa quanto possível.</w:t>
      </w:r>
    </w:p>
    <w:p w14:paraId="0C5DAF69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Prioriz</w:t>
      </w:r>
      <w:r w:rsid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carregamento de estilos críticos para a </w:t>
      </w:r>
      <w:proofErr w:type="spellStart"/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="00913A52" w:rsidRPr="00913A5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inicial</w:t>
      </w:r>
    </w:p>
    <w:p w14:paraId="011EFDE7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D7BDE"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</w:t>
      </w:r>
      <w:r w:rsid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="001D7BDE"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cabeçalhos adequados para aproveitar</w:t>
      </w:r>
      <w:r w:rsid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</w:t>
      </w:r>
      <w:r w:rsidR="001D7BDE" w:rsidRPr="001D7BD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cache do navegador.</w:t>
      </w:r>
    </w:p>
    <w:p w14:paraId="1CFF4795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69EF9B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319CF6E" w14:textId="77777777" w:rsidR="007310D4" w:rsidRPr="00984B30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7037A768" w14:textId="77777777" w:rsidR="007310D4" w:rsidRPr="00984B30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7ABBD73A" w14:textId="77777777" w:rsidR="007310D4" w:rsidRPr="00051C79" w:rsidRDefault="007310D4" w:rsidP="007310D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3CD57E" w14:textId="77777777" w:rsidR="007310D4" w:rsidRPr="00F87025" w:rsidRDefault="007310D4" w:rsidP="007310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FD6FB59" w14:textId="77777777" w:rsidR="007310D4" w:rsidRPr="00564406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Computador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5753E21" w14:textId="77777777" w:rsidR="007310D4" w:rsidRPr="00501DC8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DDD45B0" w14:textId="77777777" w:rsidR="007310D4" w:rsidRPr="00501DC8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Editores de código.</w:t>
      </w:r>
    </w:p>
    <w:p w14:paraId="3CC758A4" w14:textId="77777777" w:rsidR="007310D4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de desenho de páginas web.</w:t>
      </w:r>
    </w:p>
    <w:p w14:paraId="46A04E0A" w14:textId="77777777" w:rsidR="007310D4" w:rsidRPr="00501DC8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Servidor Web</w:t>
      </w:r>
    </w:p>
    <w:p w14:paraId="0EDEB3E5" w14:textId="77777777" w:rsidR="007310D4" w:rsidRPr="00501DC8" w:rsidRDefault="007310D4" w:rsidP="007310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A81F00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BA0F6E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EEACEE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6CE240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30AF81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49"/>
    <w:p w14:paraId="01C9C42E" w14:textId="77777777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7076B" w14:paraId="595E0AEE" w14:textId="77777777" w:rsidTr="00A7697D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D714753" w14:textId="6A9D4C55" w:rsidR="0077076B" w:rsidRDefault="0077076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60534B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2</w:t>
            </w:r>
            <w:r w:rsidR="00CC43F9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DC9FF90" w14:textId="77777777" w:rsidR="0077076B" w:rsidRDefault="0077076B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Programar com sistemas de Inteligência Artificial </w:t>
            </w:r>
          </w:p>
        </w:tc>
      </w:tr>
    </w:tbl>
    <w:p w14:paraId="07D64194" w14:textId="77777777" w:rsidR="0077076B" w:rsidRDefault="0077076B" w:rsidP="0077076B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</w:rPr>
      </w:pPr>
    </w:p>
    <w:p w14:paraId="419E7A92" w14:textId="77777777" w:rsidR="0077076B" w:rsidRDefault="0077076B" w:rsidP="0077076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77D10887" w14:textId="77777777" w:rsidR="0077076B" w:rsidRDefault="0077076B" w:rsidP="0077076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25h</w:t>
      </w:r>
    </w:p>
    <w:p w14:paraId="29412CEA" w14:textId="77777777" w:rsidR="0077076B" w:rsidRDefault="0077076B" w:rsidP="0077076B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7076B" w14:paraId="697B183B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464C8E0" w14:textId="77777777" w:rsidR="0077076B" w:rsidRDefault="0077076B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7076B" w14:paraId="29027D53" w14:textId="77777777" w:rsidTr="00A7697D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25D8DFD" w14:textId="77777777" w:rsidR="0077076B" w:rsidRDefault="0077076B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Utilizar sistemas de inteligência artificial (IA) para criar conteúdo digital.</w:t>
            </w:r>
          </w:p>
          <w:p w14:paraId="4A1CF4BB" w14:textId="77777777" w:rsidR="0077076B" w:rsidRDefault="0077076B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Fazer o reconhecimento de objetos, textos, imagens e sons.  </w:t>
            </w:r>
          </w:p>
          <w:p w14:paraId="53E59142" w14:textId="77777777" w:rsidR="0077076B" w:rsidRDefault="0077076B" w:rsidP="00A7697D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Programar o reconhecimento de objetos, textos, imagens e sons.</w:t>
            </w:r>
          </w:p>
        </w:tc>
      </w:tr>
      <w:tr w:rsidR="0077076B" w14:paraId="5417668B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F8EA5A7" w14:textId="77777777" w:rsidR="0077076B" w:rsidRDefault="0077076B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E75E2F6" w14:textId="77777777" w:rsidR="0077076B" w:rsidRDefault="0077076B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0B90FBC5" w14:textId="77777777" w:rsidR="0077076B" w:rsidRDefault="0077076B" w:rsidP="00A7697D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7076B" w14:paraId="0EEDA7AA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C5C242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do pensamento computacional.</w:t>
            </w:r>
          </w:p>
          <w:p w14:paraId="5DBA16B2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 relacionados com inteligência artificial.</w:t>
            </w:r>
          </w:p>
          <w:p w14:paraId="470597C2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Impacto da inteligência artificial na sociedade.</w:t>
            </w:r>
          </w:p>
          <w:p w14:paraId="3C9BD94D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Programação:</w:t>
            </w:r>
          </w:p>
          <w:p w14:paraId="41EC210F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Controle.</w:t>
            </w:r>
          </w:p>
          <w:p w14:paraId="1ABD1E3C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Lógica.</w:t>
            </w:r>
          </w:p>
          <w:p w14:paraId="643D98D8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Matemática.</w:t>
            </w:r>
          </w:p>
          <w:p w14:paraId="2A1D8763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Texto.</w:t>
            </w:r>
          </w:p>
          <w:p w14:paraId="49DFB08A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Listas.</w:t>
            </w:r>
          </w:p>
          <w:p w14:paraId="2584743A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Tempo.</w:t>
            </w:r>
          </w:p>
          <w:p w14:paraId="656BA398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Cores.</w:t>
            </w:r>
          </w:p>
          <w:p w14:paraId="6D6FE5D8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Procedimentos. </w:t>
            </w:r>
          </w:p>
          <w:p w14:paraId="78D17152" w14:textId="77777777" w:rsidR="0077076B" w:rsidRDefault="0077076B" w:rsidP="0077076B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Variáveis.</w:t>
            </w:r>
          </w:p>
          <w:p w14:paraId="15F55FB0" w14:textId="77777777" w:rsidR="0077076B" w:rsidRDefault="0077076B" w:rsidP="00A76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649106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manuais, guiões e tutoriais técnicos.</w:t>
            </w:r>
          </w:p>
          <w:p w14:paraId="0A1C3B7F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os princípios do pensamento computacional.</w:t>
            </w:r>
          </w:p>
          <w:p w14:paraId="78231FF9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Analisar e entender o funcionamento dos sistemas de IA. </w:t>
            </w:r>
          </w:p>
          <w:p w14:paraId="768E7892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Usar as funcionalidades dos </w:t>
            </w:r>
            <w:proofErr w:type="spellStart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chatbots</w:t>
            </w:r>
            <w:proofErr w:type="spellEnd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,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criando </w:t>
            </w:r>
            <w:proofErr w:type="spellStart"/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prompts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com texto para dar instruções à IA, que permitem gerar outputs.</w:t>
            </w:r>
          </w:p>
          <w:p w14:paraId="52B46ADB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funcionalidades dos sistemas de IA para treino com números, imagens e sons.</w:t>
            </w:r>
          </w:p>
          <w:p w14:paraId="6E742A19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Utilizar as funcionalidades de uma aplicação de programação visual para programar o reconhecimento de objetos, imagens, sons, números e sons. </w:t>
            </w:r>
          </w:p>
          <w:p w14:paraId="797FF96A" w14:textId="77777777" w:rsidR="0077076B" w:rsidRDefault="0077076B" w:rsidP="00A7697D">
            <w:pPr>
              <w:spacing w:before="120" w:after="0" w:line="276" w:lineRule="auto"/>
              <w:ind w:left="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904CEC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63E3C57C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341C1863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34E06ED9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critico.</w:t>
            </w:r>
          </w:p>
          <w:p w14:paraId="21094F5A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7D360556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1C77A5B0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351C04B7" w14:textId="77777777" w:rsidR="0077076B" w:rsidRDefault="0077076B" w:rsidP="007707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Conduta ética.</w:t>
            </w:r>
          </w:p>
        </w:tc>
      </w:tr>
    </w:tbl>
    <w:p w14:paraId="4E45EDAA" w14:textId="77777777" w:rsidR="0077076B" w:rsidRDefault="0077076B" w:rsidP="0077076B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BBB627B" w14:textId="77777777" w:rsidR="0077076B" w:rsidRDefault="0077076B" w:rsidP="0077076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0EBDECB7" w14:textId="77777777" w:rsidR="0077076B" w:rsidRDefault="0077076B" w:rsidP="0077076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i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 xml:space="preserve">Programar usando as funcionalidades de Inteligência Artificial: </w:t>
      </w:r>
    </w:p>
    <w:p w14:paraId="272EEED7" w14:textId="77777777" w:rsidR="0077076B" w:rsidRDefault="0077076B" w:rsidP="0077076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 conteúdo digital com sistemas de inteligência artificial.</w:t>
      </w:r>
    </w:p>
    <w:p w14:paraId="4E8D7716" w14:textId="77777777" w:rsidR="0077076B" w:rsidRDefault="0077076B" w:rsidP="0077076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Operacionalizando o </w:t>
      </w:r>
      <w:r>
        <w:rPr>
          <w:rFonts w:ascii="Verdana Pro Light" w:eastAsia="Verdana Pro Light" w:hAnsi="Verdana Pro Light" w:cs="Verdana Pro Light"/>
          <w:sz w:val="18"/>
          <w:szCs w:val="18"/>
        </w:rPr>
        <w:t>reconhecimento de objetos, textos, imagens e sons.</w:t>
      </w:r>
    </w:p>
    <w:p w14:paraId="241E5DB0" w14:textId="77777777" w:rsidR="0077076B" w:rsidRDefault="0077076B" w:rsidP="0077076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Concretizando a programação de reconhecimento de </w:t>
      </w:r>
      <w:r>
        <w:rPr>
          <w:rFonts w:ascii="Verdana Pro Light" w:eastAsia="Verdana Pro Light" w:hAnsi="Verdana Pro Light" w:cs="Verdana Pro Light"/>
          <w:sz w:val="18"/>
          <w:szCs w:val="18"/>
        </w:rPr>
        <w:t>objetos, textos, imagens e sons.</w:t>
      </w:r>
    </w:p>
    <w:p w14:paraId="3BFCE27C" w14:textId="77777777" w:rsidR="0077076B" w:rsidRDefault="0077076B" w:rsidP="0077076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07755F3F" w14:textId="77777777" w:rsidR="0077076B" w:rsidRDefault="0077076B" w:rsidP="007707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vários setores</w:t>
      </w:r>
    </w:p>
    <w:p w14:paraId="3CD3BA3F" w14:textId="77777777" w:rsidR="0077076B" w:rsidRDefault="0077076B" w:rsidP="0077076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219CCBDE" w14:textId="77777777" w:rsidR="0077076B" w:rsidRDefault="0077076B" w:rsidP="007707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1745DA58" w14:textId="77777777" w:rsidR="0077076B" w:rsidRDefault="0077076B" w:rsidP="007707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internet.</w:t>
      </w:r>
    </w:p>
    <w:p w14:paraId="6DD61B83" w14:textId="77777777" w:rsidR="0077076B" w:rsidRDefault="0077076B" w:rsidP="0077076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de programação.</w:t>
      </w:r>
    </w:p>
    <w:p w14:paraId="49EA5D9C" w14:textId="77777777" w:rsidR="0077076B" w:rsidRDefault="0077076B" w:rsidP="0077076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F160E9A" w14:textId="77777777" w:rsidR="0077076B" w:rsidRDefault="0077076B" w:rsidP="0077076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4C3AF71F" w14:textId="77777777" w:rsidR="0077076B" w:rsidRDefault="0077076B" w:rsidP="0077076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2320316" w14:textId="13E90003" w:rsidR="00B9596C" w:rsidRDefault="00B9596C" w:rsidP="00B9596C">
      <w:pPr>
        <w:rPr>
          <w:rFonts w:ascii="Verdana Pro Light" w:hAnsi="Verdana Pro Light"/>
          <w:smallCaps/>
        </w:rPr>
      </w:pPr>
    </w:p>
    <w:p w14:paraId="268751ED" w14:textId="720E764C" w:rsidR="00884214" w:rsidRDefault="0060534B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informática </w:t>
      </w:r>
    </w:p>
    <w:p w14:paraId="3F123111" w14:textId="77777777" w:rsidR="00884214" w:rsidRDefault="00884214" w:rsidP="00B9596C">
      <w:pPr>
        <w:rPr>
          <w:rFonts w:ascii="Verdana Pro Light" w:hAnsi="Verdana Pro Light"/>
          <w:smallCaps/>
        </w:rPr>
      </w:pPr>
    </w:p>
    <w:p w14:paraId="3C13A88E" w14:textId="59362AEC" w:rsidR="00884214" w:rsidRDefault="0088421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E3067" w:rsidRPr="00136AD8" w14:paraId="5246F0B9" w14:textId="77777777" w:rsidTr="00AD5C4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E07371" w14:textId="77777777" w:rsidR="000E3067" w:rsidRPr="00136AD8" w:rsidRDefault="000E306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FB9B44E" w14:textId="77777777" w:rsidR="000E3067" w:rsidRPr="009C256C" w:rsidRDefault="000E306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Aplicar as normas legais às</w:t>
            </w:r>
            <w:r w:rsidRPr="00C26D35">
              <w:t xml:space="preserve"> obras digitais offline e online</w:t>
            </w:r>
          </w:p>
        </w:tc>
      </w:tr>
      <w:tr w:rsidR="000E3067" w:rsidRPr="00136AD8" w14:paraId="36DCB160" w14:textId="77777777" w:rsidTr="00AD5C4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68DC1A0" w14:textId="77777777" w:rsidR="000E3067" w:rsidRPr="00136AD8" w:rsidRDefault="000E3067" w:rsidP="00AD5C4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E7E6E6" w:themeFill="background2"/>
          </w:tcPr>
          <w:p w14:paraId="0749D77E" w14:textId="77777777" w:rsidR="000E3067" w:rsidRPr="00F60515" w:rsidRDefault="000E3067" w:rsidP="00AD5C45">
            <w:pPr>
              <w:spacing w:before="120" w:after="0"/>
              <w:rPr>
                <w:rFonts w:ascii="Verdana" w:eastAsia="Arial Unicode MS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E-Direito</w:t>
            </w:r>
            <w:proofErr w:type="spellEnd"/>
          </w:p>
        </w:tc>
      </w:tr>
    </w:tbl>
    <w:p w14:paraId="4B8D76FB" w14:textId="77777777" w:rsidR="000E3067" w:rsidRPr="00136AD8" w:rsidRDefault="000E3067" w:rsidP="000E306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D1A637D" w14:textId="77777777" w:rsidR="000E3067" w:rsidRDefault="000E3067" w:rsidP="000E30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8675FE4" w14:textId="77777777" w:rsidR="000E3067" w:rsidRDefault="000E3067" w:rsidP="000E306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40D6917C" w14:textId="77777777" w:rsidR="000E3067" w:rsidRPr="003200F2" w:rsidRDefault="000E3067" w:rsidP="000E306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02980BDB" w14:textId="77777777" w:rsidR="000E3067" w:rsidRPr="00136AD8" w:rsidRDefault="000E3067" w:rsidP="000E306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E3067" w:rsidRPr="00136AD8" w14:paraId="3A598481" w14:textId="77777777" w:rsidTr="00AD5C4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0B80D1" w14:textId="77777777" w:rsidR="000E3067" w:rsidRPr="001B353A" w:rsidRDefault="000E306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E3067" w:rsidRPr="00136AD8" w14:paraId="014D3CC5" w14:textId="77777777" w:rsidTr="00AD5C45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3D2AA6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pesquisas jurídicas eficientes para identificar leis e precedentes relevantes.</w:t>
            </w:r>
          </w:p>
          <w:p w14:paraId="2099D75B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R2. Aceder a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e bases de dados que fornecem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informação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jurisprudência e legislação.</w:t>
            </w:r>
          </w:p>
          <w:p w14:paraId="48E7889D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os princípios jurídicos tradicionais a situações específicas relacionadas a obras digitais.</w:t>
            </w:r>
          </w:p>
          <w:p w14:paraId="7570BE9B" w14:textId="77777777" w:rsidR="000E3067" w:rsidRPr="008C43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I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negociar termos contratuais específicos para transações digitais, como licenciamento de conteúdo online.</w:t>
            </w:r>
          </w:p>
        </w:tc>
      </w:tr>
      <w:tr w:rsidR="000E3067" w:rsidRPr="00136AD8" w14:paraId="18D62A8D" w14:textId="77777777" w:rsidTr="00AD5C4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20F9CE" w14:textId="77777777" w:rsidR="000E3067" w:rsidRPr="001B353A" w:rsidRDefault="000E306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1C1C12" w14:textId="77777777" w:rsidR="000E3067" w:rsidRPr="001B353A" w:rsidRDefault="000E306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6DA169" w14:textId="77777777" w:rsidR="000E3067" w:rsidRPr="001B353A" w:rsidRDefault="000E3067" w:rsidP="00AD5C4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E3067" w:rsidRPr="00136AD8" w14:paraId="43C13D4C" w14:textId="77777777" w:rsidTr="00AD5C45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B2682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Direito de autor e multimédia – regime jurídico aplicável à internet e ao correio eletrónico</w:t>
            </w:r>
          </w:p>
          <w:p w14:paraId="71712769" w14:textId="77777777" w:rsidR="000E3067" w:rsidRPr="00F60515" w:rsidRDefault="000E3067" w:rsidP="00AD5C45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1D01CD6D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A questão da propriedade intelectual e, em particular, dos direitos de autor e copyright – legislação. Prazos de proteção</w:t>
            </w:r>
          </w:p>
          <w:p w14:paraId="69327FD3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Noção de obra - original/derivada; singular/plural; coletiva/em colaboração; compósita</w:t>
            </w:r>
          </w:p>
          <w:p w14:paraId="515EA874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Registo, titularidade e transmissão do direito; duração do direito</w:t>
            </w:r>
          </w:p>
          <w:p w14:paraId="37714C13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Questões relativas a direito à imagem e à vida privada</w:t>
            </w:r>
          </w:p>
          <w:p w14:paraId="108037E4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Utilização/difusão de informação ou de imagens</w:t>
            </w:r>
          </w:p>
          <w:p w14:paraId="21ECE824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Autorizações</w:t>
            </w:r>
          </w:p>
          <w:p w14:paraId="18927D67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Direito à integridade e direito de citação</w:t>
            </w:r>
          </w:p>
          <w:p w14:paraId="46E1A778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Crime de usurpação e crime de contrafação</w:t>
            </w:r>
          </w:p>
          <w:p w14:paraId="59E27245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publicidade e do marketing</w:t>
            </w:r>
          </w:p>
          <w:p w14:paraId="5F46AC70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venda a distância (normas e condições)</w:t>
            </w:r>
          </w:p>
          <w:p w14:paraId="355229B1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Bases de dados: as questões de segurança, de criptografia e de proteção de dados</w:t>
            </w:r>
          </w:p>
          <w:p w14:paraId="2C163F72" w14:textId="77777777" w:rsidR="000E3067" w:rsidRPr="00460FBB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Repositórios digitais</w:t>
            </w:r>
          </w:p>
          <w:p w14:paraId="6C8CD194" w14:textId="77777777" w:rsidR="000E3067" w:rsidRPr="00F60515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Instituições (SPA, IGAC, CNDP…)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0FA72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Traduzir conceitos legais complexos em linguagem clara e compreensível.</w:t>
            </w:r>
          </w:p>
          <w:p w14:paraId="4AA4E5F8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princípios éticos ao interpretar leis digitais, especialmente em questões relacionadas a privacidade e segurança digital.</w:t>
            </w:r>
          </w:p>
          <w:p w14:paraId="33172CFE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como as leis e tratados internacionais impactam as obras digitais em um contexto global.</w:t>
            </w:r>
          </w:p>
          <w:p w14:paraId="1B25D435" w14:textId="77777777" w:rsidR="000E3067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e gerir riscos legais associados à distribuição e uso de obras digitais.</w:t>
            </w:r>
          </w:p>
          <w:p w14:paraId="154AB71E" w14:textId="77777777" w:rsidR="000E3067" w:rsidRPr="00057283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5FC6C6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6B5981B4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63D1C642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1AFB32A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C78F5EC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77F4A42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4950A98E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68595C9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3DD01AC2" w14:textId="77777777" w:rsidR="000E3067" w:rsidRPr="0020338E" w:rsidRDefault="000E3067" w:rsidP="00AD5C4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39F5D0A" w14:textId="77777777" w:rsidR="000E3067" w:rsidRPr="00057283" w:rsidRDefault="000E3067" w:rsidP="00AD5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7595F67" w14:textId="77777777" w:rsidR="000E3067" w:rsidRDefault="000E3067" w:rsidP="000E3067">
      <w:pPr>
        <w:rPr>
          <w:rFonts w:ascii="Verdana Pro Light" w:hAnsi="Verdana Pro Light"/>
          <w:smallCaps/>
        </w:rPr>
      </w:pPr>
    </w:p>
    <w:p w14:paraId="6AADE79B" w14:textId="77777777" w:rsidR="000E3067" w:rsidRPr="00F87025" w:rsidRDefault="000E3067" w:rsidP="000E30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C9B0272" w14:textId="77777777" w:rsidR="000E3067" w:rsidRPr="00F20E6F" w:rsidRDefault="000E3067" w:rsidP="000E306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6F7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as normas legais às obras digitais offline e online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1B9A0C9" w14:textId="77777777" w:rsidR="000E3067" w:rsidRPr="0064164C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a interpretação das leis de direitos autorais e propriedade intelectual seja precisa e alinhada com a legislação aplicável.</w:t>
      </w:r>
    </w:p>
    <w:p w14:paraId="595A22E6" w14:textId="77777777" w:rsidR="000E3067" w:rsidRPr="0064164C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interpretação considere regulamentações específicas para ambientes digitais.</w:t>
      </w:r>
    </w:p>
    <w:p w14:paraId="71F9B043" w14:textId="77777777" w:rsidR="000E3067" w:rsidRPr="0064164C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interpretações conforme a evolução das leis digitais.</w:t>
      </w:r>
    </w:p>
    <w:p w14:paraId="12EBEAF6" w14:textId="77777777" w:rsidR="000E3067" w:rsidRPr="0064164C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como os princípios legais tradicionais se aplicam ao ambiente digital, considerando características únicas como distribuição online e formatos digitais.</w:t>
      </w:r>
    </w:p>
    <w:p w14:paraId="7FA19324" w14:textId="77777777" w:rsidR="000E3067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desafios legais relacionados a novas tecnologias emergentes.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7496B99F" w14:textId="77777777" w:rsidR="000E3067" w:rsidRPr="0064164C" w:rsidRDefault="000E3067" w:rsidP="000E306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termos contratuais específicos para transações digitais, incluindo licenciamento de conteúdo online.</w:t>
      </w:r>
    </w:p>
    <w:p w14:paraId="555BF82E" w14:textId="77777777" w:rsidR="000E3067" w:rsidRPr="00136AD8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4CDA72" w14:textId="77777777" w:rsidR="000E3067" w:rsidRPr="00F87025" w:rsidRDefault="000E3067" w:rsidP="000E30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652A2B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6B0F9CE5" w14:textId="77777777" w:rsidR="000E3067" w:rsidRPr="008047E3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102DEE6" w14:textId="77777777" w:rsidR="000E3067" w:rsidRPr="00984B30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2DF1FF" w14:textId="77777777" w:rsidR="000E3067" w:rsidRPr="00051C79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A9B8AC" w14:textId="77777777" w:rsidR="000E3067" w:rsidRPr="00F87025" w:rsidRDefault="000E3067" w:rsidP="000E30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91E9433" w14:textId="77777777" w:rsidR="000E3067" w:rsidRPr="00564406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452829B7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Acesso à legislação no âmbito dos audiovisuais e conteúdos digitais.</w:t>
      </w:r>
    </w:p>
    <w:p w14:paraId="30D52C5F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Exemplos de contratos.</w:t>
      </w:r>
    </w:p>
    <w:p w14:paraId="7D13F8A6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36E4BB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F1871E" w14:textId="77777777" w:rsidR="000E3067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D951AE" w14:textId="77777777" w:rsidR="000E3067" w:rsidRPr="00501DC8" w:rsidRDefault="000E3067" w:rsidP="000E306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1F7181" w14:textId="77777777" w:rsidR="000E3067" w:rsidRPr="00051C79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522DEA" w14:textId="77777777" w:rsidR="000E3067" w:rsidRPr="00F87025" w:rsidRDefault="000E3067" w:rsidP="000E306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EB851DC" w14:textId="77777777" w:rsidR="000E3067" w:rsidRPr="00051C79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293553" w14:textId="77777777" w:rsidR="000E3067" w:rsidRPr="00051C79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EF60CF" w14:textId="77777777" w:rsidR="000E3067" w:rsidRPr="00051C79" w:rsidRDefault="000E3067" w:rsidP="000E306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E1CAC2" w14:textId="77777777" w:rsidR="003F4FB8" w:rsidRPr="00051C79" w:rsidRDefault="003F4FB8" w:rsidP="003F4FB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bookmarkStart w:id="50" w:name="_Hlk155124280"/>
    </w:p>
    <w:p w14:paraId="2D2C6B04" w14:textId="77777777" w:rsidR="003F4FB8" w:rsidRPr="00051C79" w:rsidRDefault="003F4FB8" w:rsidP="003F4FB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50"/>
    <w:p w14:paraId="01575800" w14:textId="1C1239B8" w:rsidR="00B9596C" w:rsidRDefault="003F4FB8" w:rsidP="003F4FB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9596C" w:rsidRPr="00136AD8" w14:paraId="0F38A800" w14:textId="77777777" w:rsidTr="009213CC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D79659" w14:textId="71071E8A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0534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AF9D76" w14:textId="05D9F94B" w:rsidR="00B9596C" w:rsidRPr="009C256C" w:rsidRDefault="007537C1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Publicitar</w:t>
            </w:r>
            <w:r w:rsidR="003E7B6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nas redes sociais</w:t>
            </w:r>
          </w:p>
        </w:tc>
      </w:tr>
      <w:tr w:rsidR="00B9596C" w:rsidRPr="00136AD8" w14:paraId="22E54F4C" w14:textId="77777777" w:rsidTr="009213CC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91C811" w14:textId="3E1808A1" w:rsidR="00B9596C" w:rsidRPr="00136AD8" w:rsidRDefault="00B9596C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2B4F343" w14:textId="77777777" w:rsidR="00B9596C" w:rsidRPr="00136AD8" w:rsidRDefault="00CB50F1" w:rsidP="009213CC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B50F1">
              <w:rPr>
                <w:rFonts w:ascii="Verdana Pro Light" w:eastAsia="Arial Unicode MS" w:hAnsi="Verdana Pro Light" w:cs="Times New Roman"/>
                <w:sz w:val="18"/>
                <w:szCs w:val="18"/>
              </w:rPr>
              <w:t>Publicidade nas redes sociais</w:t>
            </w:r>
          </w:p>
        </w:tc>
      </w:tr>
    </w:tbl>
    <w:p w14:paraId="521FD71F" w14:textId="77777777" w:rsidR="00B9596C" w:rsidRPr="00136AD8" w:rsidRDefault="00B9596C" w:rsidP="00B959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A8CA92A" w14:textId="77777777" w:rsidR="00B9596C" w:rsidRPr="003200F2" w:rsidRDefault="00B9596C" w:rsidP="00B959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51" w:name="_Hlk155125423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1426F1F" w14:textId="77777777" w:rsidR="00B9596C" w:rsidRPr="00136AD8" w:rsidRDefault="00B9596C" w:rsidP="00B959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9596C" w:rsidRPr="00136AD8" w14:paraId="55A98703" w14:textId="77777777" w:rsidTr="009213CC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ADE150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9596C" w:rsidRPr="00136AD8" w14:paraId="3CEAC1C0" w14:textId="77777777" w:rsidTr="009213CC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AD6CD5" w14:textId="5A51D94A" w:rsidR="00CB50F1" w:rsidRPr="00CB50F1" w:rsidRDefault="00B9596C" w:rsidP="00CB50F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7A5A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e desenvolver conteúdo para o público-alvo</w:t>
            </w:r>
          </w:p>
          <w:p w14:paraId="0F35130E" w14:textId="337E1AB9" w:rsidR="00CB50F1" w:rsidRPr="00CB50F1" w:rsidRDefault="00333779" w:rsidP="00CB50F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E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e agendar postagens com recurso </w:t>
            </w:r>
            <w:r w:rsidR="00E37B3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ferramentas de agendamento </w:t>
            </w:r>
          </w:p>
          <w:p w14:paraId="0228B43D" w14:textId="3F850EEB" w:rsidR="00CB50F1" w:rsidRDefault="00333779" w:rsidP="00CB50F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37B3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Responder e alimentar interaçõ</w:t>
            </w:r>
            <w:r w:rsidR="00B42E6A">
              <w:rPr>
                <w:rFonts w:ascii="Verdana Pro Light" w:eastAsia="Arial Unicode MS" w:hAnsi="Verdana Pro Light" w:cs="Arial Unicode MS"/>
                <w:sz w:val="18"/>
                <w:szCs w:val="18"/>
              </w:rPr>
              <w:t>es</w:t>
            </w:r>
          </w:p>
          <w:p w14:paraId="0AA02652" w14:textId="5527B99C" w:rsidR="00B9596C" w:rsidRPr="0060094A" w:rsidRDefault="00333779" w:rsidP="0060094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5021D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e gerir campanhas de anúncios pagos</w:t>
            </w:r>
          </w:p>
        </w:tc>
      </w:tr>
      <w:tr w:rsidR="00B9596C" w:rsidRPr="00136AD8" w14:paraId="7481C559" w14:textId="77777777" w:rsidTr="009213CC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17B1CD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0CD126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C08A2E" w14:textId="77777777" w:rsidR="00B9596C" w:rsidRPr="001B353A" w:rsidRDefault="00B9596C" w:rsidP="009213CC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75DA8" w:rsidRPr="00136AD8" w14:paraId="27C6B215" w14:textId="77777777" w:rsidTr="009213CC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CE1D7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Conhecimento das plataformas de publicidade nas redes sociais relevantes (Facebook </w:t>
            </w:r>
            <w:proofErr w:type="spellStart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Ads</w:t>
            </w:r>
            <w:proofErr w:type="spellEnd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Instagram </w:t>
            </w:r>
            <w:proofErr w:type="spellStart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Ads</w:t>
            </w:r>
            <w:proofErr w:type="spellEnd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Twitter </w:t>
            </w:r>
            <w:proofErr w:type="spellStart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Ads</w:t>
            </w:r>
            <w:proofErr w:type="spellEnd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LinkedIn</w:t>
            </w:r>
            <w:proofErr w:type="spellEnd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Ads</w:t>
            </w:r>
            <w:proofErr w:type="spellEnd"/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etc.). </w:t>
            </w:r>
          </w:p>
          <w:p w14:paraId="1EF0CE59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stratégia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eficaz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</w:t>
            </w: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presença nas redes sociais.</w:t>
            </w:r>
          </w:p>
          <w:p w14:paraId="1728ECA0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alendário editorial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nas redes sociais.</w:t>
            </w:r>
          </w:p>
          <w:p w14:paraId="180A63C2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anúncios disponíveis em cada plataforma. </w:t>
            </w:r>
          </w:p>
          <w:p w14:paraId="61A1D4B4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monitor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ização.</w:t>
            </w:r>
          </w:p>
          <w:p w14:paraId="1869E552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étricas de redes sociais</w:t>
            </w:r>
          </w:p>
          <w:p w14:paraId="318F2BCB" w14:textId="77777777" w:rsidR="00275DA8" w:rsidRPr="007231E9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SEO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Search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Otimization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otimizar o conteúdo online e SEM (</w:t>
            </w:r>
            <w:proofErr w:type="spellStart"/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Search</w:t>
            </w:r>
            <w:proofErr w:type="spellEnd"/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Engine</w:t>
            </w:r>
            <w:proofErr w:type="spellEnd"/>
            <w:r w:rsidRPr="007231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Marketing):</w:t>
            </w:r>
          </w:p>
          <w:p w14:paraId="5C8FDCA4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 A/B.</w:t>
            </w:r>
          </w:p>
          <w:p w14:paraId="16106DE0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F53EC3E" w14:textId="77777777" w:rsidR="00275DA8" w:rsidRPr="001B353A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AAD0A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compreensão das características únicas e públicos-alvo de cada plataforma.</w:t>
            </w:r>
          </w:p>
          <w:p w14:paraId="1C3CE43B" w14:textId="77777777" w:rsidR="00A76352" w:rsidRDefault="00A76352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diferentes formatos de publicidade nas principais redes sociais.</w:t>
            </w:r>
          </w:p>
          <w:p w14:paraId="340D07CA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egmentar o público-alvo com precisão com base em características demográficas, comportamentais e geográficas.</w:t>
            </w:r>
          </w:p>
          <w:p w14:paraId="286CE80D" w14:textId="77777777" w:rsidR="007D3B4F" w:rsidRDefault="00275DA8" w:rsidP="007D3B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1B6E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público-alvo para adaptar o conteúdo e a abordagem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16F058" w14:textId="0BA9C605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conteúdo visual e escrito que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fidelize os utilizadores.</w:t>
            </w:r>
          </w:p>
          <w:p w14:paraId="339E76DC" w14:textId="77777777" w:rsidR="00114E32" w:rsidRDefault="00114E32" w:rsidP="00114E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</w:t>
            </w:r>
            <w:r w:rsidRPr="00DE6E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situações de crise nas redes sociais de forma eficaz.</w:t>
            </w:r>
          </w:p>
          <w:p w14:paraId="1C72BC44" w14:textId="77777777" w:rsidR="00114E32" w:rsidRPr="00000B37" w:rsidRDefault="00114E32" w:rsidP="00114E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Implementar campanhas pagas nas redes sociais para diferentes objetivos.</w:t>
            </w:r>
          </w:p>
          <w:p w14:paraId="27796D50" w14:textId="77777777" w:rsidR="007D3B4F" w:rsidRDefault="007D3B4F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nalisar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os resultados</w:t>
            </w:r>
            <w:r w:rsidRPr="00CB50F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campanha paga nas diversas redes sociais</w:t>
            </w:r>
          </w:p>
          <w:p w14:paraId="200F1745" w14:textId="5712BDD1" w:rsidR="00275DA8" w:rsidRPr="00517A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anúncios persuasivos e visualmente atraentes</w:t>
            </w:r>
          </w:p>
          <w:p w14:paraId="44D3A72B" w14:textId="17AE1E96" w:rsidR="00275DA8" w:rsidRPr="00000B37" w:rsidRDefault="00275DA8" w:rsidP="00000B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EF2D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testes A/B para otimizar elementos de campanhas.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0F497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37401C6" w14:textId="77777777" w:rsidR="00275DA8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474D642" w14:textId="77777777" w:rsidR="00275DA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14C66D7" w14:textId="77777777" w:rsidR="00275DA8" w:rsidRPr="00AB5AF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B11F6CF" w14:textId="77777777" w:rsidR="00275DA8" w:rsidRPr="00AB5AF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B363F96" w14:textId="77777777" w:rsidR="00275DA8" w:rsidRPr="00AB5AF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B3235E9" w14:textId="77777777" w:rsidR="00275DA8" w:rsidRPr="00AB5AF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04AEC02" w14:textId="77777777" w:rsidR="00275DA8" w:rsidRPr="00A128FE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54CE3B1" w14:textId="77777777" w:rsidR="00275DA8" w:rsidRPr="00AB5AF8" w:rsidRDefault="00275DA8" w:rsidP="00275DA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1C7C468" w14:textId="77777777" w:rsidR="00275DA8" w:rsidRPr="00057283" w:rsidRDefault="00275DA8" w:rsidP="00275D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4E3C9E" w14:textId="5196CA85" w:rsidR="00B9596C" w:rsidRDefault="00B9596C" w:rsidP="00B9596C">
      <w:pPr>
        <w:rPr>
          <w:rFonts w:ascii="Verdana Pro Light" w:hAnsi="Verdana Pro Light"/>
          <w:smallCaps/>
        </w:rPr>
      </w:pPr>
    </w:p>
    <w:p w14:paraId="19781CD8" w14:textId="77777777" w:rsidR="000D1D7D" w:rsidRDefault="000D1D7D" w:rsidP="00B9596C">
      <w:pPr>
        <w:rPr>
          <w:rFonts w:ascii="Verdana Pro Light" w:hAnsi="Verdana Pro Light"/>
          <w:smallCaps/>
        </w:rPr>
      </w:pPr>
    </w:p>
    <w:p w14:paraId="538B2B2B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39692C7F" w14:textId="77777777" w:rsidR="00CC43F9" w:rsidRDefault="00CC43F9" w:rsidP="00B9596C">
      <w:pPr>
        <w:rPr>
          <w:rFonts w:ascii="Verdana Pro Light" w:hAnsi="Verdana Pro Light"/>
          <w:smallCaps/>
        </w:rPr>
      </w:pPr>
    </w:p>
    <w:p w14:paraId="2FF73AB9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A94A426" w14:textId="0D090CD8" w:rsidR="00B9596C" w:rsidRPr="00F20E6F" w:rsidRDefault="002B59E4" w:rsidP="00B959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Publicitar nas redes sociais</w:t>
      </w:r>
      <w:r w:rsidR="00B959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36A1095" w14:textId="68B77C2A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linha</w:t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campanha 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 os objetivos específicos de negócios estabelecidos</w:t>
      </w:r>
    </w:p>
    <w:p w14:paraId="470B089C" w14:textId="43BB706E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Planeando a s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egmentação de público para atingir a audiência certa</w:t>
      </w:r>
    </w:p>
    <w:p w14:paraId="0D56127B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desempenho em relação ao orçamento definido.</w:t>
      </w:r>
    </w:p>
    <w:p w14:paraId="3A0FA8F0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</w:t>
      </w:r>
      <w:r w:rsidR="000D1D7D" w:rsidRPr="000D1D7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anúncios envolventes, relevantes e persuasivos para a audiência</w:t>
      </w:r>
      <w:r w:rsidR="00E851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5D0D822" w14:textId="77777777" w:rsidR="00B9596C" w:rsidRPr="0064164C" w:rsidRDefault="00B9596C" w:rsidP="00B959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851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E851FE" w:rsidRPr="00E851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ealizado testes A/B para otimizar elementos de campanha</w:t>
      </w:r>
      <w:r w:rsidR="00E851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80034C4" w14:textId="77777777" w:rsidR="00B9596C" w:rsidRPr="00136AD8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F527AE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A002E4E" w14:textId="77777777" w:rsidR="001B6E54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, desenvolvimento, marketing digital.</w:t>
      </w:r>
    </w:p>
    <w:p w14:paraId="63FD35FC" w14:textId="77777777" w:rsidR="001B6E54" w:rsidRPr="00984B30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040CE19D" w14:textId="77777777" w:rsidR="001B6E54" w:rsidRPr="00984B30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64CF08E7" w14:textId="77777777" w:rsidR="001B6E54" w:rsidRPr="00051C79" w:rsidRDefault="001B6E54" w:rsidP="001B6E5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956440" w14:textId="77777777" w:rsidR="001B6E54" w:rsidRPr="00F87025" w:rsidRDefault="001B6E54" w:rsidP="001B6E5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F33DF63" w14:textId="77777777" w:rsidR="001B6E54" w:rsidRPr="004760DA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040DC7CA" w14:textId="77777777" w:rsidR="001B6E54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teste.</w:t>
      </w:r>
    </w:p>
    <w:p w14:paraId="1FB63660" w14:textId="77777777" w:rsidR="001B6E54" w:rsidRDefault="001B6E54" w:rsidP="001B6E5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50B7E0" w14:textId="77777777" w:rsidR="00B9596C" w:rsidRPr="00501DC8" w:rsidRDefault="00B9596C" w:rsidP="00B959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AACC4A" w14:textId="77777777" w:rsidR="00B9596C" w:rsidRPr="00501DC8" w:rsidRDefault="00B9596C" w:rsidP="00B959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6C0A66" w14:textId="77777777" w:rsidR="00B9596C" w:rsidRPr="00F87025" w:rsidRDefault="00B9596C" w:rsidP="00B959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9D7CAE4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8F4C85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774CED" w14:textId="77777777" w:rsidR="00B9596C" w:rsidRPr="00051C79" w:rsidRDefault="00B9596C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51"/>
    <w:p w14:paraId="6E041323" w14:textId="18D576E0" w:rsidR="00B9596C" w:rsidRDefault="00B9596C" w:rsidP="00B959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D5F1FED" w14:textId="77777777" w:rsidR="00B9596C" w:rsidRDefault="00B9596C" w:rsidP="00B959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135C4" w:rsidRPr="00136AD8" w14:paraId="3B954A7F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E4A305" w14:textId="3FBAE04B" w:rsidR="00C135C4" w:rsidRPr="00136AD8" w:rsidRDefault="00C135C4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4EF838" w14:textId="0422A7F0" w:rsidR="00C135C4" w:rsidRPr="009C256C" w:rsidRDefault="00C135C4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Promover o marketing digital </w:t>
            </w:r>
          </w:p>
        </w:tc>
      </w:tr>
      <w:tr w:rsidR="00C135C4" w:rsidRPr="00136AD8" w14:paraId="65A8C2E2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57AEEB" w14:textId="0F9F1CEB" w:rsidR="00C135C4" w:rsidRPr="00136AD8" w:rsidRDefault="00C135C4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="0058153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9214</w:t>
            </w:r>
          </w:p>
        </w:tc>
        <w:tc>
          <w:tcPr>
            <w:tcW w:w="7324" w:type="dxa"/>
            <w:shd w:val="clear" w:color="auto" w:fill="E7E6E6" w:themeFill="background2"/>
          </w:tcPr>
          <w:p w14:paraId="63DE63D5" w14:textId="2D4AF77F" w:rsidR="00C135C4" w:rsidRPr="00136AD8" w:rsidRDefault="00581538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Marketing Digital </w:t>
            </w:r>
          </w:p>
        </w:tc>
      </w:tr>
    </w:tbl>
    <w:p w14:paraId="16495682" w14:textId="77777777" w:rsidR="00C135C4" w:rsidRPr="00136AD8" w:rsidRDefault="00C135C4" w:rsidP="00C135C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887D1D" w14:textId="77777777" w:rsidR="00C135C4" w:rsidRPr="003200F2" w:rsidRDefault="00C135C4" w:rsidP="00C135C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D348ABE" w14:textId="77777777" w:rsidR="00C135C4" w:rsidRPr="00136AD8" w:rsidRDefault="00C135C4" w:rsidP="00C135C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135C4" w:rsidRPr="00136AD8" w14:paraId="36689786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BB6042" w14:textId="77777777" w:rsidR="00C135C4" w:rsidRPr="001B353A" w:rsidRDefault="00C135C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135C4" w:rsidRPr="00136AD8" w14:paraId="47DA4AE6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D148E" w14:textId="42A5FA80" w:rsidR="00C135C4" w:rsidRPr="001B353A" w:rsidRDefault="00C135C4" w:rsidP="005815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8153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elaborar ANQEP </w:t>
            </w:r>
          </w:p>
        </w:tc>
      </w:tr>
      <w:tr w:rsidR="00C135C4" w:rsidRPr="00136AD8" w14:paraId="1A262710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78460E" w14:textId="77777777" w:rsidR="00C135C4" w:rsidRPr="001B353A" w:rsidRDefault="00C135C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243B29" w14:textId="77777777" w:rsidR="00C135C4" w:rsidRPr="001B353A" w:rsidRDefault="00C135C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FE76F4" w14:textId="77777777" w:rsidR="00C135C4" w:rsidRPr="001B353A" w:rsidRDefault="00C135C4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135C4" w:rsidRPr="00136AD8" w14:paraId="6549EB44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EBCF3" w14:textId="77777777" w:rsidR="00C135C4" w:rsidRPr="001B353A" w:rsidRDefault="00C135C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8A7C5" w14:textId="77777777" w:rsidR="00C135C4" w:rsidRPr="00057283" w:rsidRDefault="00C135C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FFC4" w14:textId="77777777" w:rsidR="00C135C4" w:rsidRDefault="00C135C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2428DBD2" w14:textId="77777777" w:rsidR="00C135C4" w:rsidRDefault="00C135C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E85C40E" w14:textId="77777777" w:rsidR="00C135C4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CBF32D6" w14:textId="77777777" w:rsidR="00C135C4" w:rsidRPr="00AB5AF8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E0E2F35" w14:textId="77777777" w:rsidR="00C135C4" w:rsidRPr="00AB5AF8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135DAA6" w14:textId="77777777" w:rsidR="00C135C4" w:rsidRPr="00AB5AF8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A11D657" w14:textId="77777777" w:rsidR="00C135C4" w:rsidRPr="00AB5AF8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9589EBE" w14:textId="77777777" w:rsidR="00C135C4" w:rsidRPr="00A128FE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7CEE8BE" w14:textId="77777777" w:rsidR="00C135C4" w:rsidRPr="00AB5AF8" w:rsidRDefault="00C135C4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7C39578" w14:textId="77777777" w:rsidR="00C135C4" w:rsidRPr="00057283" w:rsidRDefault="00C135C4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FD38544" w14:textId="77777777" w:rsidR="00C135C4" w:rsidRDefault="00C135C4" w:rsidP="00C135C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0AC5B51" w14:textId="77777777" w:rsidR="00C135C4" w:rsidRDefault="00C135C4" w:rsidP="00C135C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F38158D" w14:textId="77777777" w:rsidR="00C135C4" w:rsidRDefault="00C135C4" w:rsidP="00C135C4">
      <w:pPr>
        <w:rPr>
          <w:rFonts w:ascii="Verdana Pro Light" w:hAnsi="Verdana Pro Light"/>
          <w:smallCaps/>
        </w:rPr>
      </w:pPr>
    </w:p>
    <w:p w14:paraId="259FCE57" w14:textId="77777777" w:rsidR="00C135C4" w:rsidRPr="00F87025" w:rsidRDefault="00C135C4" w:rsidP="00C135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EBBACDA" w14:textId="44CD3BEB" w:rsidR="00C135C4" w:rsidRPr="00F20E6F" w:rsidRDefault="00DF5150" w:rsidP="00C135C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Promover o marketing digital</w:t>
      </w:r>
      <w:r w:rsidR="00C135C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0084FEE" w14:textId="57968A51" w:rsidR="00C135C4" w:rsidRPr="0064164C" w:rsidRDefault="00C135C4" w:rsidP="00DF515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</w:p>
    <w:p w14:paraId="29EF2731" w14:textId="77777777" w:rsidR="00C135C4" w:rsidRPr="00136AD8" w:rsidRDefault="00C135C4" w:rsidP="00C135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BF5273" w14:textId="77777777" w:rsidR="00C135C4" w:rsidRPr="00F87025" w:rsidRDefault="00C135C4" w:rsidP="00C135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CAE2D8" w14:textId="77777777" w:rsidR="00C135C4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, desenvolvimento, marketing digital.</w:t>
      </w:r>
    </w:p>
    <w:p w14:paraId="766D1C82" w14:textId="77777777" w:rsidR="00C135C4" w:rsidRPr="00984B30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52EB8F3A" w14:textId="77777777" w:rsidR="00C135C4" w:rsidRPr="00984B30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31E28268" w14:textId="77777777" w:rsidR="00C135C4" w:rsidRPr="008047E3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9B19D8E" w14:textId="77777777" w:rsidR="00C135C4" w:rsidRPr="00051C79" w:rsidRDefault="00C135C4" w:rsidP="00C135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F63F42" w14:textId="77777777" w:rsidR="00C135C4" w:rsidRPr="00F87025" w:rsidRDefault="00C135C4" w:rsidP="00C135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AE58551" w14:textId="77777777" w:rsidR="00C135C4" w:rsidRPr="004760DA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760DA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12385310" w14:textId="77777777" w:rsidR="00C135C4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teste.</w:t>
      </w:r>
    </w:p>
    <w:p w14:paraId="15D7501A" w14:textId="77777777" w:rsidR="00C135C4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28AD45" w14:textId="77777777" w:rsidR="00C135C4" w:rsidRPr="00501DC8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8BEFE8" w14:textId="77777777" w:rsidR="00C135C4" w:rsidRPr="00501DC8" w:rsidRDefault="00C135C4" w:rsidP="00C135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7F67D5" w14:textId="77777777" w:rsidR="00C135C4" w:rsidRPr="00F87025" w:rsidRDefault="00C135C4" w:rsidP="00C135C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4BF225C" w14:textId="77777777" w:rsidR="00C135C4" w:rsidRPr="00051C79" w:rsidRDefault="00C135C4" w:rsidP="00C135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95DDF1" w14:textId="77777777" w:rsidR="00C135C4" w:rsidRPr="00051C79" w:rsidRDefault="00C135C4" w:rsidP="00C135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703B12" w14:textId="77777777" w:rsidR="00C135C4" w:rsidRPr="00051C79" w:rsidRDefault="00C135C4" w:rsidP="00C135C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96F72E" w14:textId="77777777" w:rsidR="00C135C4" w:rsidRDefault="00C135C4" w:rsidP="00C135C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4C9504" w14:textId="77777777" w:rsidR="00C135C4" w:rsidRDefault="00C135C4" w:rsidP="00B9596C">
      <w:pPr>
        <w:rPr>
          <w:rFonts w:ascii="Verdana Pro Light" w:hAnsi="Verdana Pro Light"/>
          <w:smallCaps/>
        </w:rPr>
      </w:pPr>
    </w:p>
    <w:p w14:paraId="7EFC492C" w14:textId="77777777" w:rsidR="002C7F81" w:rsidRDefault="002C7F8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C7F81" w:rsidRPr="00136AD8" w14:paraId="622A3C74" w14:textId="77777777" w:rsidTr="00A769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B000483" w14:textId="259C8C74" w:rsidR="002C7F81" w:rsidRPr="00136AD8" w:rsidRDefault="002C7F8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0534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534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AB9BA3B" w14:textId="77777777" w:rsidR="002C7F81" w:rsidRPr="009C256C" w:rsidRDefault="002C7F8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Operar o departamento multimédia de uma empresa</w:t>
            </w:r>
          </w:p>
        </w:tc>
      </w:tr>
      <w:tr w:rsidR="002C7F81" w:rsidRPr="00136AD8" w14:paraId="5420B984" w14:textId="77777777" w:rsidTr="00A769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95E11E0" w14:textId="77777777" w:rsidR="002C7F81" w:rsidRPr="00136AD8" w:rsidRDefault="002C7F8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78E068C8" w14:textId="77777777" w:rsidR="002C7F81" w:rsidRPr="00136AD8" w:rsidRDefault="002C7F81" w:rsidP="00A769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0167E">
              <w:rPr>
                <w:rFonts w:ascii="Verdana Pro Light" w:eastAsia="Arial Unicode MS" w:hAnsi="Verdana Pro Light" w:cs="Times New Roman"/>
                <w:sz w:val="18"/>
                <w:szCs w:val="18"/>
              </w:rPr>
              <w:t>Metodologia e gestão de projetos multimédia</w:t>
            </w:r>
          </w:p>
        </w:tc>
      </w:tr>
    </w:tbl>
    <w:p w14:paraId="0679D659" w14:textId="77777777" w:rsidR="002C7F81" w:rsidRPr="00136AD8" w:rsidRDefault="002C7F81" w:rsidP="002C7F8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B20BC33" w14:textId="77777777" w:rsidR="002C7F81" w:rsidRPr="003200F2" w:rsidRDefault="002C7F81" w:rsidP="002C7F8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1E095EC" w14:textId="77777777" w:rsidR="002C7F81" w:rsidRPr="00136AD8" w:rsidRDefault="002C7F81" w:rsidP="002C7F8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C7F81" w:rsidRPr="00136AD8" w14:paraId="0E534B38" w14:textId="77777777" w:rsidTr="00A769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E4245A" w14:textId="77777777" w:rsidR="002C7F81" w:rsidRPr="001B353A" w:rsidRDefault="002C7F8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C7F81" w:rsidRPr="00136AD8" w14:paraId="04752714" w14:textId="77777777" w:rsidTr="00A769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96881" w14:textId="4BDBDBE4" w:rsidR="00DB7799" w:rsidRDefault="002C7F81" w:rsidP="00DB77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12331">
              <w:rPr>
                <w:rFonts w:ascii="Verdana Pro Light" w:eastAsia="Arial Unicode MS" w:hAnsi="Verdana Pro Light" w:cs="Arial Unicode MS"/>
                <w:sz w:val="18"/>
                <w:szCs w:val="18"/>
              </w:rPr>
              <w:t>Diagnosticar as necessidades multimédia de uma empresa</w:t>
            </w:r>
          </w:p>
          <w:p w14:paraId="3BA7F2B7" w14:textId="2EA5BC35" w:rsidR="00612331" w:rsidRDefault="00612331" w:rsidP="00DB77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D2494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metas e objetivos para o departamento </w:t>
            </w:r>
          </w:p>
          <w:p w14:paraId="4620173D" w14:textId="1F5EB9BE" w:rsidR="00D24942" w:rsidRDefault="00D24942" w:rsidP="00DB77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C33E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Constituir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equipa</w:t>
            </w:r>
          </w:p>
          <w:p w14:paraId="311A88ED" w14:textId="0FE1634E" w:rsidR="00C33E7E" w:rsidRPr="0060167E" w:rsidRDefault="00C33E7E" w:rsidP="00DB77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Definir e adquirir o equipamento e software </w:t>
            </w:r>
            <w:r w:rsidR="00AB103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necessário </w:t>
            </w:r>
          </w:p>
          <w:p w14:paraId="38753B6A" w14:textId="0CC01FCC" w:rsidR="002C7F81" w:rsidRPr="00C063B9" w:rsidRDefault="00AB1039" w:rsidP="00C063B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Estabelecer processos e fluxos de</w:t>
            </w:r>
            <w:r w:rsidR="00C063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trabalho </w:t>
            </w:r>
          </w:p>
        </w:tc>
      </w:tr>
      <w:tr w:rsidR="002C7F81" w:rsidRPr="00136AD8" w14:paraId="5E3D8D53" w14:textId="77777777" w:rsidTr="00A769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68EE61" w14:textId="77777777" w:rsidR="002C7F81" w:rsidRPr="001B353A" w:rsidRDefault="002C7F8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8DB6FC" w14:textId="77777777" w:rsidR="002C7F81" w:rsidRPr="001B353A" w:rsidRDefault="002C7F8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B1C0C8" w14:textId="77777777" w:rsidR="002C7F81" w:rsidRPr="001B353A" w:rsidRDefault="002C7F81" w:rsidP="00A769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C7F81" w:rsidRPr="00136AD8" w14:paraId="50F8A4EA" w14:textId="77777777" w:rsidTr="00A769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38CBB" w14:textId="15C6E142" w:rsidR="002C7F81" w:rsidRDefault="00721D09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1D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 de design gráfico, edição de vídeo, produção de áudio, fotografia e outras f</w:t>
            </w:r>
            <w:r w:rsidR="004E67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</w:t>
            </w:r>
            <w:r w:rsidRPr="00721D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</w:t>
            </w:r>
            <w:r w:rsidR="004E67A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</w:p>
          <w:p w14:paraId="581ACB22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produção de conteúdos multimédia.</w:t>
            </w:r>
          </w:p>
          <w:p w14:paraId="16EFB218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projetos.</w:t>
            </w:r>
          </w:p>
          <w:p w14:paraId="048FF4ED" w14:textId="189AA0CF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de projeto em equipa.</w:t>
            </w:r>
          </w:p>
          <w:p w14:paraId="0A40BBFE" w14:textId="7D376525" w:rsidR="002C7F81" w:rsidRDefault="00395990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Marketing e estratégia digital </w:t>
            </w:r>
          </w:p>
          <w:p w14:paraId="7078C721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Gestão de Bases de Dados.</w:t>
            </w:r>
          </w:p>
          <w:p w14:paraId="2E1245EE" w14:textId="77777777" w:rsidR="002C7F81" w:rsidRDefault="00395990" w:rsidP="003959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pessoas e liderança</w:t>
            </w:r>
          </w:p>
          <w:p w14:paraId="08A1280A" w14:textId="5BD52052" w:rsidR="007D1CCE" w:rsidRPr="002A67F3" w:rsidRDefault="007D1CCE" w:rsidP="003959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1934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nálise de dados e métricas de desempenho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9B03F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Estabelecer metas claras e mensuráveis para o projeto multimédia.</w:t>
            </w:r>
          </w:p>
          <w:p w14:paraId="521E27B6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uma narrativa envolvente e estruturar um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guião</w:t>
            </w:r>
            <w:r w:rsidRPr="00444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sólido.</w:t>
            </w:r>
          </w:p>
          <w:p w14:paraId="69E655BE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metodologias ágeis ou outras para ger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projetos multim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dia.</w:t>
            </w:r>
          </w:p>
          <w:p w14:paraId="4474580E" w14:textId="77777777" w:rsidR="002C7F81" w:rsidRPr="00517AA8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laborar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</w:t>
            </w:r>
            <w:r w:rsidRPr="008B4F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orçamentos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E62D87E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</w:t>
            </w:r>
            <w:r w:rsidRPr="00444F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integrar dados de forma eficiente.</w:t>
            </w:r>
          </w:p>
          <w:p w14:paraId="71183795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2A67F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erir prazos e recursos de forma eficaz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91938DA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projeto.</w:t>
            </w:r>
          </w:p>
          <w:p w14:paraId="67A6E86C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2F604A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8D9D51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D93399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9D4222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FEEC1D" w14:textId="77777777" w:rsidR="002C7F81" w:rsidRPr="00057283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50599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5FA4C274" w14:textId="77777777" w:rsidR="002C7F81" w:rsidRDefault="002C7F81" w:rsidP="00A769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EC4D05B" w14:textId="77777777" w:rsidR="002C7F81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F7A0255" w14:textId="77777777" w:rsidR="002C7F81" w:rsidRPr="00AB5AF8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36B85776" w14:textId="77777777" w:rsidR="002C7F81" w:rsidRPr="00AB5AF8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90028F3" w14:textId="77777777" w:rsidR="002C7F81" w:rsidRPr="00AB5AF8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62FDF5F" w14:textId="77777777" w:rsidR="002C7F81" w:rsidRPr="00AB5AF8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5992B56" w14:textId="77777777" w:rsidR="002C7F81" w:rsidRPr="00A128FE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0204468" w14:textId="77777777" w:rsidR="002C7F81" w:rsidRPr="00AB5AF8" w:rsidRDefault="002C7F81" w:rsidP="00A7697D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70ED0C2A" w14:textId="77777777" w:rsidR="002C7F81" w:rsidRPr="00057283" w:rsidRDefault="002C7F81" w:rsidP="00A7697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DB7E65" w14:textId="77777777" w:rsidR="002C7F81" w:rsidRDefault="002C7F81" w:rsidP="002C7F8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88CDD48" w14:textId="77777777" w:rsidR="002C7F81" w:rsidRDefault="002C7F81" w:rsidP="002C7F8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F11DEE8" w14:textId="77777777" w:rsidR="002C7F81" w:rsidRPr="00F87025" w:rsidRDefault="002C7F81" w:rsidP="002C7F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BA15CA0" w14:textId="6927BA13" w:rsidR="002C7F81" w:rsidRPr="00F20E6F" w:rsidRDefault="006D06A8" w:rsidP="002C7F8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Operar o</w:t>
      </w:r>
      <w:r w:rsidR="002C7F81" w:rsidRPr="00F764AB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departamento multimédia de uma empresa</w:t>
      </w:r>
      <w:r w:rsidR="002C7F8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86B20CC" w14:textId="77777777" w:rsidR="002C7F81" w:rsidRPr="0064164C" w:rsidRDefault="002C7F81" w:rsidP="002C7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metas mensuráveis alinhadas com os objetivos estratégicos 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empresa</w:t>
      </w:r>
    </w:p>
    <w:p w14:paraId="60D5EE33" w14:textId="77777777" w:rsidR="002C7F81" w:rsidRPr="0064164C" w:rsidRDefault="002C7F81" w:rsidP="002C7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hierarquia de comunicação clara para facilitar a troca eficiente de informações</w:t>
      </w:r>
    </w:p>
    <w:p w14:paraId="0A200E4C" w14:textId="77777777" w:rsidR="002C7F81" w:rsidRPr="0064164C" w:rsidRDefault="002C7F81" w:rsidP="002C7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Adota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metodologia de gestão de projetos, como Agile ou </w:t>
      </w:r>
      <w:proofErr w:type="spellStart"/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Scrum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0AD11F14" w14:textId="77777777" w:rsidR="002C7F81" w:rsidRPr="0064164C" w:rsidRDefault="002C7F81" w:rsidP="002C7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infraestrutura tecnológica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que 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suporte as necessidades presentes e futuras do departamento.</w:t>
      </w:r>
    </w:p>
    <w:p w14:paraId="13A1EEDA" w14:textId="77777777" w:rsidR="002C7F81" w:rsidRDefault="002C7F81" w:rsidP="002C7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8B4FE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padrões claros de qualidade para garantir a consistência do trabalho produzido.</w:t>
      </w:r>
    </w:p>
    <w:p w14:paraId="4654D798" w14:textId="77777777" w:rsidR="002C7F81" w:rsidRPr="00136AD8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DFB71D" w14:textId="77777777" w:rsidR="002C7F81" w:rsidRPr="00F87025" w:rsidRDefault="002C7F81" w:rsidP="002C7F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80A5A9" w14:textId="77777777" w:rsidR="002C7F81" w:rsidRPr="008047E3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565FFADE" w14:textId="77777777" w:rsidR="002C7F81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aplicações.</w:t>
      </w:r>
    </w:p>
    <w:p w14:paraId="446CD311" w14:textId="38F407F7" w:rsidR="002C7F81" w:rsidRPr="00D52A62" w:rsidRDefault="002C7F81" w:rsidP="00D52A6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1DEA0B85" w14:textId="77777777" w:rsidR="002C7F81" w:rsidRPr="00051C79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C8A6B6" w14:textId="77777777" w:rsidR="002C7F81" w:rsidRPr="00F87025" w:rsidRDefault="002C7F81" w:rsidP="002C7F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AB07333" w14:textId="77777777" w:rsidR="002C7F81" w:rsidRPr="008047E3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E40589F" w14:textId="77777777" w:rsidR="002C7F81" w:rsidRPr="00340BFE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3594B796" w14:textId="77777777" w:rsidR="002C7F81" w:rsidRPr="00340BFE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2553B7A8" w14:textId="77777777" w:rsidR="002C7F81" w:rsidRPr="00501DC8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de gestão de projetos.</w:t>
      </w:r>
    </w:p>
    <w:p w14:paraId="17B96A6C" w14:textId="77777777" w:rsidR="002C7F81" w:rsidRPr="00501DC8" w:rsidRDefault="002C7F81" w:rsidP="002C7F8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34622A" w14:textId="77777777" w:rsidR="002C7F81" w:rsidRPr="00051C79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6B02F" w14:textId="77777777" w:rsidR="002C7F81" w:rsidRPr="00F87025" w:rsidRDefault="002C7F81" w:rsidP="002C7F8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C1ED7E" w14:textId="77777777" w:rsidR="002C7F81" w:rsidRPr="00051C79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C0BC43" w14:textId="77777777" w:rsidR="002C7F81" w:rsidRPr="00051C79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0326BC" w14:textId="77777777" w:rsidR="002C7F81" w:rsidRPr="00051C79" w:rsidRDefault="002C7F81" w:rsidP="002C7F8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43B192" w14:textId="77777777" w:rsidR="002C7F81" w:rsidRDefault="002C7F8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96D8E7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C54B70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605EED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5BB9FD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9A0654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578F17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00FB2B" w14:textId="77777777" w:rsidR="00D52A62" w:rsidRDefault="00D52A6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CEB3B6" w14:textId="77777777" w:rsidR="00D52A62" w:rsidRDefault="00D52A6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719DA0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23E8D4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810ECA" w14:textId="77777777" w:rsidR="003B37D7" w:rsidRDefault="003B37D7" w:rsidP="00B40980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40980" w:rsidRPr="00136AD8" w14:paraId="359D6914" w14:textId="77777777" w:rsidTr="006B33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0D3FBF1" w14:textId="7DE8AFE0" w:rsidR="00B40980" w:rsidRPr="00136AD8" w:rsidRDefault="00B40980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60534B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74F9BC" w14:textId="77777777" w:rsidR="00B40980" w:rsidRPr="009C256C" w:rsidRDefault="00B40980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  <w:tr w:rsidR="00B40980" w:rsidRPr="00136AD8" w14:paraId="71757A6A" w14:textId="77777777" w:rsidTr="006B33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2D4FE8D" w14:textId="77777777" w:rsidR="00B40980" w:rsidRPr="00136AD8" w:rsidRDefault="00B40980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00031</w:t>
            </w:r>
          </w:p>
        </w:tc>
        <w:tc>
          <w:tcPr>
            <w:tcW w:w="7324" w:type="dxa"/>
            <w:shd w:val="clear" w:color="auto" w:fill="E7E6E6" w:themeFill="background2"/>
          </w:tcPr>
          <w:p w14:paraId="703662B4" w14:textId="77777777" w:rsidR="00B40980" w:rsidRPr="00136AD8" w:rsidRDefault="00B40980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Ideias e oportunidades de negócio</w:t>
            </w:r>
          </w:p>
        </w:tc>
      </w:tr>
    </w:tbl>
    <w:p w14:paraId="42E62B6B" w14:textId="77777777" w:rsidR="00B40980" w:rsidRPr="00136AD8" w:rsidRDefault="00B40980" w:rsidP="00B4098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1C8BE7" w14:textId="77777777" w:rsidR="00B40980" w:rsidRPr="003200F2" w:rsidRDefault="00B40980" w:rsidP="00B4098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52" w:name="_bookmark5"/>
      <w:bookmarkEnd w:id="5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92FE333" w14:textId="77777777" w:rsidR="00B40980" w:rsidRPr="00136AD8" w:rsidRDefault="00B40980" w:rsidP="00B4098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40980" w:rsidRPr="00136AD8" w14:paraId="2C9E8FBC" w14:textId="77777777" w:rsidTr="006B33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2C03E7" w14:textId="77777777" w:rsidR="00B40980" w:rsidRPr="001B353A" w:rsidRDefault="00B40980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40980" w:rsidRPr="00136AD8" w14:paraId="1409FC65" w14:textId="77777777" w:rsidTr="006B33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FCD877" w14:textId="77777777" w:rsidR="00B40980" w:rsidRPr="000C4E32" w:rsidRDefault="00B40980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54093DC6" w14:textId="77777777" w:rsidR="00B40980" w:rsidRPr="000C4E32" w:rsidRDefault="00B40980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0193A808" w14:textId="77777777" w:rsidR="00B40980" w:rsidRPr="000C4E32" w:rsidRDefault="00B40980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18A1D8E1" w14:textId="77777777" w:rsidR="00B40980" w:rsidRPr="000C4E32" w:rsidRDefault="00B40980" w:rsidP="006B336F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B40980" w:rsidRPr="00136AD8" w14:paraId="0E9022A5" w14:textId="77777777" w:rsidTr="006B33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2466B3" w14:textId="77777777" w:rsidR="00B40980" w:rsidRPr="001B353A" w:rsidRDefault="00B40980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84C578" w14:textId="77777777" w:rsidR="00B40980" w:rsidRPr="001B353A" w:rsidRDefault="00B40980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98660F" w14:textId="77777777" w:rsidR="00B40980" w:rsidRPr="001B353A" w:rsidRDefault="00B40980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40980" w:rsidRPr="00136AD8" w14:paraId="4B268D0F" w14:textId="77777777" w:rsidTr="006B33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DDB93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3F2D62C1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4B326379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671EFF3B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2B327851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4A3E74E5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59175B3E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7014427F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5447EE55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668F17CE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1A912D61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concorrência, produtos, serviços, local, instalações e equipamento, transporte, armazenamento e gestão de stocks, meios de promoção e clientes, financiamento, custos, vendas, lucros e impostos.</w:t>
            </w:r>
          </w:p>
          <w:p w14:paraId="4E869929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1CAE9935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71383B86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15508981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4DB7DD39" w14:textId="77777777" w:rsidR="00B40980" w:rsidRPr="000C4E32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21AEB8DD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6B201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0117A14A" w14:textId="77777777" w:rsidR="00B40980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02934DF5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68225AB6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08FEF1FD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3796376D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18D91323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5ABFE494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B0EAD2" w14:textId="77777777" w:rsidR="00B40980" w:rsidRPr="000A223C" w:rsidRDefault="00B40980" w:rsidP="006B336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D20BA" w14:textId="77777777" w:rsidR="00B40980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424D6061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D7736CA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517DBD25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FCE2582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281C9BE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8252583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41CE1DE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311D2DE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0DD38AF5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078699AC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1C20598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1B5D7535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B6635B0" w14:textId="77777777" w:rsidR="00B40980" w:rsidRPr="000A223C" w:rsidRDefault="00B40980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20FE567D" w14:textId="77777777" w:rsidR="00B40980" w:rsidRDefault="00B40980" w:rsidP="00B4098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848AB50" w14:textId="77777777" w:rsidR="00B40980" w:rsidRPr="00F87025" w:rsidRDefault="00B40980" w:rsidP="00B409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6E0F4D9" w14:textId="77777777" w:rsidR="00B40980" w:rsidRPr="00F20E6F" w:rsidRDefault="00B40980" w:rsidP="00B4098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F1E3267" w14:textId="77777777" w:rsidR="00B40980" w:rsidRPr="00B450A1" w:rsidRDefault="00B40980" w:rsidP="00B4098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34805FC7" w14:textId="77777777" w:rsidR="00B40980" w:rsidRPr="00B450A1" w:rsidRDefault="00B40980" w:rsidP="00B4098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3BE71E46" w14:textId="77777777" w:rsidR="00B40980" w:rsidRPr="00B450A1" w:rsidRDefault="00B40980" w:rsidP="00B4098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2C813A20" w14:textId="77777777" w:rsidR="00B40980" w:rsidRPr="00B450A1" w:rsidRDefault="00B40980" w:rsidP="00B40980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749F972B" w14:textId="77777777" w:rsidR="00B40980" w:rsidRPr="00136AD8" w:rsidRDefault="00B40980" w:rsidP="00B409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7739A5" w14:textId="77777777" w:rsidR="00B40980" w:rsidRPr="00F87025" w:rsidRDefault="00B40980" w:rsidP="00B409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DEB2D81" w14:textId="77777777" w:rsidR="00B40980" w:rsidRPr="003C3B47" w:rsidRDefault="00B40980" w:rsidP="00B409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23DA168" w14:textId="77777777" w:rsidR="00B40980" w:rsidRPr="00051C79" w:rsidRDefault="00B40980" w:rsidP="00B409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65C9B4" w14:textId="77777777" w:rsidR="00B40980" w:rsidRPr="00F87025" w:rsidRDefault="00B40980" w:rsidP="00B409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8F7DDB3" w14:textId="77777777" w:rsidR="00B40980" w:rsidRPr="00E25AAA" w:rsidRDefault="00B40980" w:rsidP="00B409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800F7AA" w14:textId="77777777" w:rsidR="00B40980" w:rsidRPr="00E25AAA" w:rsidRDefault="00B40980" w:rsidP="00B409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682A1437" w14:textId="77777777" w:rsidR="00B40980" w:rsidRPr="00E25AAA" w:rsidRDefault="00B40980" w:rsidP="00B4098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31566B8E" w14:textId="77777777" w:rsidR="00B40980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Estudos de mercados, estatísticas nacionais e internacionais, meios de comunicação social. </w:t>
      </w:r>
    </w:p>
    <w:p w14:paraId="5B68FDCD" w14:textId="77777777" w:rsidR="00B40980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65DD8BCB" w14:textId="77777777" w:rsidR="00B40980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Software de análise e tratamento de dados (base de dados, folha de cálculo, outros). </w:t>
      </w:r>
    </w:p>
    <w:p w14:paraId="7F48E147" w14:textId="77777777" w:rsidR="00B40980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29F76EA2" w14:textId="77777777" w:rsidR="00B40980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145C10D9" w14:textId="77777777" w:rsidR="00B40980" w:rsidRPr="00E25AAA" w:rsidRDefault="00B40980" w:rsidP="00B4098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2AFF2010" w14:textId="77777777" w:rsidR="00B40980" w:rsidRPr="00051C79" w:rsidRDefault="00B40980" w:rsidP="00B409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7DC761" w14:textId="77777777" w:rsidR="00B40980" w:rsidRPr="00F87025" w:rsidRDefault="00B40980" w:rsidP="00B4098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C56853E" w14:textId="77777777" w:rsidR="00B40980" w:rsidRPr="00051C79" w:rsidRDefault="00B40980" w:rsidP="00B409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426D6C" w14:textId="77777777" w:rsidR="00B40980" w:rsidRPr="00051C79" w:rsidRDefault="00B40980" w:rsidP="00B4098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A30B06" w14:textId="77777777" w:rsidR="00B40980" w:rsidRDefault="00B4098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F75EE3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301960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483807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DC15D0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F14EE3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C80F641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A88DD8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597D73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61FA9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A3B121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56FEEA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20BBE1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D9E500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F1E5C5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F150FD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FD13F3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B0BEC6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88292D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BE62CC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297BE1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DA8C1C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F16A9E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D0D131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8CF315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9430F1" w14:textId="77777777" w:rsidR="00ED26AF" w:rsidRDefault="00ED26AF" w:rsidP="00ED26AF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D26AF" w:rsidRPr="00136AD8" w14:paraId="11B9409F" w14:textId="77777777" w:rsidTr="006B33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2643A5" w14:textId="5F09A250" w:rsidR="00ED26AF" w:rsidRPr="00136AD8" w:rsidRDefault="00ED26AF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60534B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FFE16B0" w14:textId="77777777" w:rsidR="00ED26AF" w:rsidRPr="009C256C" w:rsidRDefault="00ED26AF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  <w:tr w:rsidR="00ED26AF" w:rsidRPr="00136AD8" w14:paraId="3490C26A" w14:textId="77777777" w:rsidTr="006B33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F0CFB5" w14:textId="77777777" w:rsidR="00ED26AF" w:rsidRPr="00136AD8" w:rsidRDefault="00ED26AF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00032</w:t>
            </w:r>
          </w:p>
        </w:tc>
        <w:tc>
          <w:tcPr>
            <w:tcW w:w="7324" w:type="dxa"/>
            <w:shd w:val="clear" w:color="auto" w:fill="E7E6E6" w:themeFill="background2"/>
          </w:tcPr>
          <w:p w14:paraId="535D1238" w14:textId="77777777" w:rsidR="00ED26AF" w:rsidRPr="00136AD8" w:rsidRDefault="00ED26AF" w:rsidP="006B336F">
            <w:pPr>
              <w:widowControl w:val="0"/>
              <w:tabs>
                <w:tab w:val="left" w:pos="1943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Plano de negócios  </w:t>
            </w:r>
          </w:p>
        </w:tc>
      </w:tr>
    </w:tbl>
    <w:p w14:paraId="307F2EB5" w14:textId="77777777" w:rsidR="00ED26AF" w:rsidRPr="00136AD8" w:rsidRDefault="00ED26AF" w:rsidP="00ED26A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A2F9333" w14:textId="77777777" w:rsidR="00ED26AF" w:rsidRPr="003200F2" w:rsidRDefault="00ED26AF" w:rsidP="00ED26A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E2EBCE8" w14:textId="77777777" w:rsidR="00ED26AF" w:rsidRPr="00136AD8" w:rsidRDefault="00ED26AF" w:rsidP="00ED26A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D26AF" w:rsidRPr="00136AD8" w14:paraId="1297ACB9" w14:textId="77777777" w:rsidTr="006B33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11DEA8" w14:textId="77777777" w:rsidR="00ED26AF" w:rsidRPr="001B353A" w:rsidRDefault="00ED26AF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D26AF" w:rsidRPr="00136AD8" w14:paraId="04803DA5" w14:textId="77777777" w:rsidTr="006B33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C9F8F1" w14:textId="77777777" w:rsidR="00ED26AF" w:rsidRPr="002A6E9B" w:rsidRDefault="00ED26AF" w:rsidP="006B336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6260172E" w14:textId="77777777" w:rsidR="00ED26AF" w:rsidRPr="002A6E9B" w:rsidRDefault="00ED26AF" w:rsidP="006B336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1B66338D" w14:textId="77777777" w:rsidR="00ED26AF" w:rsidRPr="002A6E9B" w:rsidRDefault="00ED26AF" w:rsidP="006B336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3AD47B05" w14:textId="77777777" w:rsidR="00ED26AF" w:rsidRPr="00F417DB" w:rsidRDefault="00ED26AF" w:rsidP="006B336F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ED26AF" w:rsidRPr="00136AD8" w14:paraId="44EF8C9D" w14:textId="77777777" w:rsidTr="006B33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C999B7" w14:textId="77777777" w:rsidR="00ED26AF" w:rsidRPr="001B353A" w:rsidRDefault="00ED26AF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1AD2DA" w14:textId="77777777" w:rsidR="00ED26AF" w:rsidRPr="001B353A" w:rsidRDefault="00ED26AF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317D914" w14:textId="77777777" w:rsidR="00ED26AF" w:rsidRPr="001B353A" w:rsidRDefault="00ED26AF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D26AF" w:rsidRPr="00136AD8" w14:paraId="3531DE5B" w14:textId="77777777" w:rsidTr="006B336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22D4B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49C060F3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745427C9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5B873E3B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6E6B5325" w14:textId="77777777" w:rsidR="00ED26AF" w:rsidRPr="00BD2A08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266199FF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095D8051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63104B23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031F61E6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65FB6269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77FB3647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7B5E345B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680B7CEB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1BC438F0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51C90270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comercialização – etapas, atividades, recursos.</w:t>
            </w:r>
          </w:p>
          <w:p w14:paraId="276F65D2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77A1E8AD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19682851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financiamento – estruturas, fontes, custos de financiamento.</w:t>
            </w:r>
          </w:p>
          <w:p w14:paraId="4BDF5B74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52C45B8A" w14:textId="77777777" w:rsidR="00ED26AF" w:rsidRPr="00A7241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89446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485D24C9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38590751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4A7A6F2A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560775B3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773B2CE4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34361101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193715AD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71475E2B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F48D08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15D35E06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68CAD828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48D3576A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6ECD5206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potenciais estruturas, fontes, período e fases de financiamento.</w:t>
            </w:r>
          </w:p>
          <w:p w14:paraId="55D0AC2F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416A7897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A119D0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3B681C0D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2408F03F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05F56C58" w14:textId="77777777" w:rsidR="00ED26AF" w:rsidRPr="002D542F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A1C13" w14:textId="77777777" w:rsidR="00ED26AF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23CFE8" w14:textId="77777777" w:rsidR="00ED26AF" w:rsidRPr="000A223C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1EBCA4E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DBCCFB3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7F78FD29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F9506E7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336B33E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4873DDF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35D60AA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50522CA1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7B86F247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03098D2D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079A2BC" w14:textId="77777777" w:rsidR="00ED26AF" w:rsidRPr="002A6E9B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7564C04A" w14:textId="77777777" w:rsidR="00ED26AF" w:rsidRPr="002D542F" w:rsidRDefault="00ED26AF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552C0C1E" w14:textId="77777777" w:rsidR="00ED26AF" w:rsidRDefault="00ED26AF" w:rsidP="00ED26A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D9CA8B" w14:textId="77777777" w:rsidR="00ED26AF" w:rsidRPr="00F87025" w:rsidRDefault="00ED26AF" w:rsidP="00ED26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F3C02B2" w14:textId="77777777" w:rsidR="00ED26AF" w:rsidRPr="00F20E6F" w:rsidRDefault="00ED26AF" w:rsidP="00ED26A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C405C74" w14:textId="77777777" w:rsidR="00ED26AF" w:rsidRPr="00B450A1" w:rsidRDefault="00ED26AF" w:rsidP="00ED26A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6C27964B" w14:textId="77777777" w:rsidR="00ED26AF" w:rsidRPr="00B450A1" w:rsidRDefault="00ED26AF" w:rsidP="00ED26A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45BDB860" w14:textId="77777777" w:rsidR="00ED26AF" w:rsidRPr="00B450A1" w:rsidRDefault="00ED26AF" w:rsidP="00ED26A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1A5721E7" w14:textId="77777777" w:rsidR="00ED26AF" w:rsidRPr="00B450A1" w:rsidRDefault="00ED26AF" w:rsidP="00ED26A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1BBC6B65" w14:textId="77777777" w:rsidR="00ED26AF" w:rsidRPr="00B450A1" w:rsidRDefault="00ED26AF" w:rsidP="00ED26AF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2670B851" w14:textId="77777777" w:rsidR="00ED26AF" w:rsidRPr="00136AD8" w:rsidRDefault="00ED26AF" w:rsidP="00ED26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5BBEDC" w14:textId="77777777" w:rsidR="00ED26AF" w:rsidRPr="00F87025" w:rsidRDefault="00ED26AF" w:rsidP="00ED26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B5EA0B" w14:textId="77777777" w:rsidR="00ED26AF" w:rsidRPr="005A0647" w:rsidRDefault="00ED26AF" w:rsidP="00ED26A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4E085F6" w14:textId="77777777" w:rsidR="00ED26AF" w:rsidRPr="00051C79" w:rsidRDefault="00ED26AF" w:rsidP="00ED26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7FD94D" w14:textId="77777777" w:rsidR="00ED26AF" w:rsidRPr="00F87025" w:rsidRDefault="00ED26AF" w:rsidP="00ED26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7C03BE3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14C62FEF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1229ADB5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63F9AFF9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7CE0DEA3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59CA04BB" w14:textId="77777777" w:rsidR="00ED26AF" w:rsidRPr="002A6E9B" w:rsidRDefault="00ED26AF" w:rsidP="00ED26AF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36245AF7" w14:textId="77777777" w:rsidR="00ED26AF" w:rsidRPr="00051C79" w:rsidRDefault="00ED26AF" w:rsidP="00ED26A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C29830" w14:textId="77777777" w:rsidR="00ED26AF" w:rsidRPr="001C2A6D" w:rsidRDefault="00ED26AF" w:rsidP="00ED26A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</w:t>
      </w:r>
      <w:r>
        <w:rPr>
          <w:rFonts w:ascii="Verdana Pro Light" w:hAnsi="Verdana Pro Light"/>
          <w:b/>
          <w:smallCaps/>
          <w:sz w:val="20"/>
        </w:rPr>
        <w:t>s</w:t>
      </w:r>
    </w:p>
    <w:p w14:paraId="3547765A" w14:textId="77777777" w:rsidR="00ED26AF" w:rsidRDefault="00ED26AF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28170" w14:textId="77777777" w:rsidR="000C1541" w:rsidRDefault="000C154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3E67E9" w14:textId="77777777" w:rsidR="000C1541" w:rsidRDefault="000C154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DE1947" w14:textId="77777777" w:rsidR="000C1541" w:rsidRDefault="000C154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FDB0E7" w14:textId="77777777" w:rsidR="000C1541" w:rsidRDefault="000C1541" w:rsidP="000C1541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C1541" w:rsidRPr="00136AD8" w14:paraId="1DB38558" w14:textId="77777777" w:rsidTr="006B336F">
        <w:trPr>
          <w:trHeight w:val="414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77835A2" w14:textId="40E348E3" w:rsidR="000C1541" w:rsidRPr="00136AD8" w:rsidRDefault="000C1541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</w:t>
            </w:r>
            <w:r w:rsidR="0060534B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CC43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AE45AB" w14:textId="77777777" w:rsidR="000C1541" w:rsidRPr="009C256C" w:rsidRDefault="000C1541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  <w:tr w:rsidR="000C1541" w:rsidRPr="00136AD8" w14:paraId="48A5A332" w14:textId="77777777" w:rsidTr="006B33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0F3ABE" w14:textId="77777777" w:rsidR="000C1541" w:rsidRPr="00136AD8" w:rsidRDefault="000C1541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4D4039" w14:textId="77777777" w:rsidR="000C1541" w:rsidRPr="00136AD8" w:rsidRDefault="000C1541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Desenvolvimento pessoal e criativo</w:t>
            </w:r>
          </w:p>
        </w:tc>
      </w:tr>
    </w:tbl>
    <w:p w14:paraId="1572A2DD" w14:textId="77777777" w:rsidR="000C1541" w:rsidRPr="00136AD8" w:rsidRDefault="000C1541" w:rsidP="000C154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9DEA8C3" w14:textId="77777777" w:rsidR="000C1541" w:rsidRPr="003200F2" w:rsidRDefault="000C1541" w:rsidP="000C15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FD2EB0" w14:textId="77777777" w:rsidR="000C1541" w:rsidRPr="00136AD8" w:rsidRDefault="000C1541" w:rsidP="000C154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C1541" w:rsidRPr="00136AD8" w14:paraId="0F83664D" w14:textId="77777777" w:rsidTr="006B33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F4D45B" w14:textId="77777777" w:rsidR="000C1541" w:rsidRPr="001B353A" w:rsidRDefault="000C1541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C1541" w:rsidRPr="00136AD8" w14:paraId="69486A25" w14:textId="77777777" w:rsidTr="006B336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85723" w14:textId="77777777" w:rsidR="000C1541" w:rsidRPr="001B353A" w:rsidRDefault="000C1541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5833B846" w14:textId="77777777" w:rsidR="000C1541" w:rsidRPr="001B353A" w:rsidRDefault="000C1541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5331381C" w14:textId="77777777" w:rsidR="000C1541" w:rsidRDefault="000C1541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22426C7B" w14:textId="77777777" w:rsidR="000C1541" w:rsidRPr="001B353A" w:rsidRDefault="000C1541" w:rsidP="006B336F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bCs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</w:p>
        </w:tc>
      </w:tr>
      <w:tr w:rsidR="000C1541" w:rsidRPr="00136AD8" w14:paraId="08724837" w14:textId="77777777" w:rsidTr="006B33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1D07E0" w14:textId="77777777" w:rsidR="000C1541" w:rsidRPr="001B353A" w:rsidRDefault="000C1541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C3EE92" w14:textId="77777777" w:rsidR="000C1541" w:rsidRPr="001B353A" w:rsidRDefault="000C1541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5A43AD9" w14:textId="77777777" w:rsidR="000C1541" w:rsidRPr="001B353A" w:rsidRDefault="000C1541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C1541" w:rsidRPr="00136AD8" w14:paraId="69C5D1DE" w14:textId="77777777" w:rsidTr="006B336F">
        <w:trPr>
          <w:trHeight w:val="97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90DFF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44AAA2F6" w14:textId="77777777" w:rsidR="000C1541" w:rsidRPr="00CF6130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3AA177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215133DD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433F72C3" w14:textId="77777777" w:rsidR="000C1541" w:rsidRPr="00520F8E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742275A2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6907BD0A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68EC05C4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41A627F0" w14:textId="77777777" w:rsidR="000C1541" w:rsidRPr="00CF6130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1E570612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0B9098E3" w14:textId="77777777" w:rsidR="000C1541" w:rsidRPr="004E2FD2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454606B8" w14:textId="77777777" w:rsidR="000C1541" w:rsidRPr="005E1132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C9AE9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4F9CDD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4E4170F3" w14:textId="77777777" w:rsidR="000C1541" w:rsidRPr="004B5CB8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96E9A0" w14:textId="77777777" w:rsidR="000C1541" w:rsidRPr="004B5CB8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1B8D86AE" w14:textId="77777777" w:rsidR="000C1541" w:rsidRPr="004B5CB8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1F7475BD" w14:textId="77777777" w:rsidR="000C1541" w:rsidRPr="00E8391B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51D593CC" w14:textId="77777777" w:rsidR="000C1541" w:rsidRPr="00517AA8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0993E589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09D965E1" w14:textId="77777777" w:rsidR="000C1541" w:rsidRPr="005E1132" w:rsidRDefault="000C1541" w:rsidP="006B336F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26298C" w14:textId="77777777" w:rsidR="000C1541" w:rsidRPr="005E1132" w:rsidRDefault="000C1541" w:rsidP="006B336F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4E4A1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793EF98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15B84D9" w14:textId="77777777" w:rsidR="000C1541" w:rsidRPr="00736333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2F04183A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224708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7D0BDAB4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AD216FD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78C8BB74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7CC3F49" w14:textId="77777777" w:rsidR="000C1541" w:rsidRPr="00736333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A4ADF6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5B27310" w14:textId="77777777" w:rsidR="000C1541" w:rsidRDefault="000C1541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9F4E53C" w14:textId="77777777" w:rsidR="000C1541" w:rsidRPr="00B8378C" w:rsidRDefault="000C1541" w:rsidP="006B336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0B0B85" w14:textId="77777777" w:rsidR="000C1541" w:rsidRPr="005E1132" w:rsidRDefault="000C1541" w:rsidP="006B336F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1128B5" w14:textId="77777777" w:rsidR="000C1541" w:rsidRDefault="000C1541" w:rsidP="000C154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5399A5" w14:textId="77777777" w:rsidR="000C1541" w:rsidRDefault="000C1541" w:rsidP="000C1541">
      <w:pPr>
        <w:rPr>
          <w:rFonts w:ascii="Verdana Pro Light" w:hAnsi="Verdana Pro Light"/>
          <w:smallCaps/>
        </w:rPr>
      </w:pPr>
    </w:p>
    <w:p w14:paraId="483A2C60" w14:textId="77777777" w:rsidR="000C1541" w:rsidRPr="00F87025" w:rsidRDefault="000C1541" w:rsidP="000C15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C54C1E" w14:textId="77777777" w:rsidR="000C1541" w:rsidRPr="00F20E6F" w:rsidRDefault="000C1541" w:rsidP="000C1541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7E0614A7" w14:textId="77777777" w:rsidR="000C1541" w:rsidRPr="00B450A1" w:rsidRDefault="000C1541" w:rsidP="000C1541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4A535150" w14:textId="77777777" w:rsidR="000C1541" w:rsidRPr="00B450A1" w:rsidRDefault="000C1541" w:rsidP="000C1541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796353A2" w14:textId="77777777" w:rsidR="000C1541" w:rsidRPr="00B450A1" w:rsidRDefault="000C1541" w:rsidP="000C1541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728C6B6E" w14:textId="77777777" w:rsidR="000C1541" w:rsidRPr="00136AD8" w:rsidRDefault="000C1541" w:rsidP="000C15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02454A" w14:textId="77777777" w:rsidR="000C1541" w:rsidRPr="00F87025" w:rsidRDefault="000C1541" w:rsidP="000C15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228D1C5" w14:textId="77777777" w:rsidR="000C1541" w:rsidRPr="00CD4CF0" w:rsidRDefault="000C1541" w:rsidP="000C15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3043AA6" w14:textId="77777777" w:rsidR="000C1541" w:rsidRPr="00051C79" w:rsidRDefault="000C1541" w:rsidP="000C15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4AC21A" w14:textId="77777777" w:rsidR="000C1541" w:rsidRPr="00CD4CF0" w:rsidRDefault="000C1541" w:rsidP="000C15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054A72" w14:textId="77777777" w:rsidR="000C1541" w:rsidRPr="00E27581" w:rsidRDefault="000C1541" w:rsidP="000C1541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7D05B993" w14:textId="77777777" w:rsidR="000C1541" w:rsidRDefault="000C1541" w:rsidP="000C15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5FAD2527" w14:textId="77777777" w:rsidR="000C1541" w:rsidRPr="00A7105B" w:rsidRDefault="000C1541" w:rsidP="000C154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77378A" w14:textId="77777777" w:rsidR="000C1541" w:rsidRPr="00F87025" w:rsidRDefault="000C1541" w:rsidP="000C15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89A71F7" w14:textId="77777777" w:rsidR="000C1541" w:rsidRPr="00051C79" w:rsidRDefault="000C1541" w:rsidP="000C15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12D97C" w14:textId="77777777" w:rsidR="000C1541" w:rsidRPr="00051C79" w:rsidRDefault="000C1541" w:rsidP="000C15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2E5233" w14:textId="77777777" w:rsidR="000C1541" w:rsidRPr="00051C79" w:rsidRDefault="000C1541" w:rsidP="000C1541">
      <w:pPr>
        <w:rPr>
          <w:rFonts w:ascii="Verdana Pro Light" w:hAnsi="Verdana Pro Light"/>
          <w:smallCaps/>
        </w:rPr>
      </w:pPr>
    </w:p>
    <w:p w14:paraId="6A77978B" w14:textId="77777777" w:rsidR="000C1541" w:rsidRDefault="000C1541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B8907A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2583DB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0F0B6B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DC85EF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4BC71B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E8420C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BE2C8F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8015E2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91E02C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AFD997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B22E3C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765EF2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E8AC35" w14:textId="77777777" w:rsidR="007731B2" w:rsidRDefault="007731B2" w:rsidP="007731B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731B2" w:rsidRPr="00136AD8" w14:paraId="4EE7DCE3" w14:textId="77777777" w:rsidTr="006B336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23666A" w14:textId="4FB7EC49" w:rsidR="007731B2" w:rsidRPr="00136AD8" w:rsidRDefault="007731B2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CC43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30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1CBF69" w14:textId="77777777" w:rsidR="007731B2" w:rsidRPr="009C256C" w:rsidRDefault="007731B2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  <w:tr w:rsidR="007731B2" w:rsidRPr="00136AD8" w14:paraId="4E247C7C" w14:textId="77777777" w:rsidTr="006B336F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011BDB8" w14:textId="77777777" w:rsidR="007731B2" w:rsidRPr="00136AD8" w:rsidRDefault="007731B2" w:rsidP="006B336F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00077</w:t>
            </w:r>
          </w:p>
        </w:tc>
        <w:tc>
          <w:tcPr>
            <w:tcW w:w="7324" w:type="dxa"/>
            <w:shd w:val="clear" w:color="auto" w:fill="E7E6E6" w:themeFill="background2"/>
          </w:tcPr>
          <w:p w14:paraId="33A7F9BC" w14:textId="77777777" w:rsidR="007731B2" w:rsidRPr="00136AD8" w:rsidRDefault="007731B2" w:rsidP="006B336F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Técnicas de comunicação e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</w:p>
        </w:tc>
      </w:tr>
    </w:tbl>
    <w:p w14:paraId="68C87D0F" w14:textId="77777777" w:rsidR="007731B2" w:rsidRPr="00136AD8" w:rsidRDefault="007731B2" w:rsidP="007731B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728462" w14:textId="77777777" w:rsidR="007731B2" w:rsidRPr="003200F2" w:rsidRDefault="007731B2" w:rsidP="007731B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4D9EEF" w14:textId="77777777" w:rsidR="007731B2" w:rsidRPr="00136AD8" w:rsidRDefault="007731B2" w:rsidP="007731B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731B2" w:rsidRPr="00136AD8" w14:paraId="2B901C77" w14:textId="77777777" w:rsidTr="006B336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D71010" w14:textId="77777777" w:rsidR="007731B2" w:rsidRPr="001B353A" w:rsidRDefault="007731B2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731B2" w:rsidRPr="00136AD8" w14:paraId="050D2337" w14:textId="77777777" w:rsidTr="006B336F">
        <w:trPr>
          <w:trHeight w:val="135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0D539" w14:textId="77777777" w:rsidR="007731B2" w:rsidRPr="001B353A" w:rsidRDefault="007731B2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7F20DD4B" w14:textId="77777777" w:rsidR="007731B2" w:rsidRPr="006075B7" w:rsidRDefault="007731B2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2AD69489" w14:textId="77777777" w:rsidR="007731B2" w:rsidRPr="006075B7" w:rsidRDefault="007731B2" w:rsidP="006B336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7731B2" w:rsidRPr="00136AD8" w14:paraId="5796DB40" w14:textId="77777777" w:rsidTr="006B336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0CA77B" w14:textId="77777777" w:rsidR="007731B2" w:rsidRPr="001B353A" w:rsidRDefault="007731B2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8203DB" w14:textId="77777777" w:rsidR="007731B2" w:rsidRPr="001B353A" w:rsidRDefault="007731B2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DAD129" w14:textId="77777777" w:rsidR="007731B2" w:rsidRPr="001B353A" w:rsidRDefault="007731B2" w:rsidP="006B336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731B2" w:rsidRPr="00136AD8" w14:paraId="22187ABC" w14:textId="77777777" w:rsidTr="006B336F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65F96B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501E6F89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3AA9C9AA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1EAA5201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0718C2A3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5BEFAB9F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1497ECBF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23622A23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07F756E3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36CCF198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6F5D37B9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lastRenderedPageBreak/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662F9670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4AAB259F" w14:textId="77777777" w:rsidR="007731B2" w:rsidRPr="00BD2B9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23EC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7FA1E26E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0078A407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2F396301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4797FBA0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2C9CFB6F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1D66AC71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06F219BC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10D1FAFF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6296B6DE" w14:textId="77777777" w:rsidR="007731B2" w:rsidRPr="00681625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F23F42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A71B44C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71EA1FA" w14:textId="77777777" w:rsidR="007731B2" w:rsidRPr="00ED5C50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3D38A98B" w14:textId="77777777" w:rsidR="007731B2" w:rsidRPr="00ED5C50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41CD1C67" w14:textId="77777777" w:rsidR="007731B2" w:rsidRPr="00ED5C50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4C76C43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191462B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5D3DB4F7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3543D4D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71C07714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7FA53EBC" w14:textId="77777777" w:rsidR="007731B2" w:rsidRPr="000546C4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164B7E6" w14:textId="77777777" w:rsidR="007731B2" w:rsidRPr="00EE3BEC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0FEFA0F0" w14:textId="77777777" w:rsidR="007731B2" w:rsidRDefault="007731B2" w:rsidP="006B336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6FDDB5F" w14:textId="77777777" w:rsidR="007731B2" w:rsidRDefault="007731B2" w:rsidP="006B336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03D5BC18" w14:textId="77777777" w:rsidR="007731B2" w:rsidRDefault="007731B2" w:rsidP="006B336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99DA83B" w14:textId="77777777" w:rsidR="007731B2" w:rsidRPr="00EE3BEC" w:rsidRDefault="007731B2" w:rsidP="006B336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4BAC28" w14:textId="77777777" w:rsidR="007731B2" w:rsidRPr="00057283" w:rsidRDefault="007731B2" w:rsidP="006B336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029500C" w14:textId="77777777" w:rsidR="007731B2" w:rsidRDefault="007731B2" w:rsidP="007731B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F0965A" w14:textId="77777777" w:rsidR="007731B2" w:rsidRDefault="007731B2" w:rsidP="007731B2">
      <w:pPr>
        <w:rPr>
          <w:rFonts w:ascii="Verdana Pro Light" w:hAnsi="Verdana Pro Light"/>
          <w:smallCaps/>
        </w:rPr>
      </w:pPr>
    </w:p>
    <w:p w14:paraId="07C4EB2B" w14:textId="77777777" w:rsidR="007731B2" w:rsidRPr="00F87025" w:rsidRDefault="007731B2" w:rsidP="007731B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87E7676" w14:textId="77777777" w:rsidR="007731B2" w:rsidRPr="005F6E61" w:rsidRDefault="007731B2" w:rsidP="007731B2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16935C4B" w14:textId="77777777" w:rsidR="007731B2" w:rsidRPr="00B450A1" w:rsidRDefault="007731B2" w:rsidP="007731B2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2E487167" w14:textId="77777777" w:rsidR="007731B2" w:rsidRDefault="007731B2" w:rsidP="007731B2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2C335330" w14:textId="77777777" w:rsidR="007731B2" w:rsidRDefault="007731B2" w:rsidP="007731B2">
      <w:pPr>
        <w:pStyle w:val="Textodecomentrio"/>
        <w:spacing w:line="276" w:lineRule="auto"/>
        <w:ind w:left="142"/>
        <w:jc w:val="both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80B18F3" w14:textId="77777777" w:rsidR="007731B2" w:rsidRPr="00BD2B9C" w:rsidRDefault="007731B2" w:rsidP="007731B2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6CC90B2D" w14:textId="77777777" w:rsidR="007731B2" w:rsidRDefault="007731B2" w:rsidP="007731B2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</w:p>
    <w:p w14:paraId="77BEA293" w14:textId="77777777" w:rsidR="007731B2" w:rsidRPr="00B235ED" w:rsidRDefault="007731B2" w:rsidP="007731B2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6FCA86" w14:textId="77777777" w:rsidR="007731B2" w:rsidRPr="00F87025" w:rsidRDefault="007731B2" w:rsidP="007731B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6B970E3" w14:textId="77777777" w:rsidR="007731B2" w:rsidRPr="00E03EF9" w:rsidRDefault="007731B2" w:rsidP="007731B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32C981E" w14:textId="77777777" w:rsidR="007731B2" w:rsidRPr="00051C79" w:rsidRDefault="007731B2" w:rsidP="007731B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D4A710" w14:textId="77777777" w:rsidR="007731B2" w:rsidRPr="00F87025" w:rsidRDefault="007731B2" w:rsidP="007731B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1A0DCB" w14:textId="77777777" w:rsidR="007731B2" w:rsidRDefault="007731B2" w:rsidP="007731B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678FFDAF" w14:textId="77777777" w:rsidR="007731B2" w:rsidRDefault="007731B2" w:rsidP="007731B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1A0413B8" w14:textId="77777777" w:rsidR="007731B2" w:rsidRDefault="007731B2" w:rsidP="007731B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297537F6" w14:textId="77777777" w:rsidR="007731B2" w:rsidRPr="00907B8B" w:rsidRDefault="007731B2" w:rsidP="007731B2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F0A21A" w14:textId="77777777" w:rsidR="007731B2" w:rsidRPr="00051C79" w:rsidRDefault="007731B2" w:rsidP="007731B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8768BA" w14:textId="77777777" w:rsidR="007731B2" w:rsidRPr="00F87025" w:rsidRDefault="007731B2" w:rsidP="007731B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C9AAFF" w14:textId="77777777" w:rsidR="007731B2" w:rsidRPr="00051C79" w:rsidRDefault="007731B2" w:rsidP="007731B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5DBA8C" w14:textId="77777777" w:rsidR="006521C0" w:rsidRDefault="006521C0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0DB421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247AF6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886D7D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0258EB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762A18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4C3E0F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0ED30F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531876" w14:textId="77777777" w:rsidR="006A6142" w:rsidRDefault="006A6142" w:rsidP="00B959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sectPr w:rsidR="006A6142" w:rsidSect="00495C1E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2215" w14:textId="77777777" w:rsidR="00495C1E" w:rsidRDefault="00495C1E" w:rsidP="00AC6E34">
      <w:pPr>
        <w:spacing w:after="0" w:line="240" w:lineRule="auto"/>
      </w:pPr>
      <w:r>
        <w:separator/>
      </w:r>
    </w:p>
  </w:endnote>
  <w:endnote w:type="continuationSeparator" w:id="0">
    <w:p w14:paraId="74A9AB0F" w14:textId="77777777" w:rsidR="00495C1E" w:rsidRDefault="00495C1E" w:rsidP="00AC6E34">
      <w:pPr>
        <w:spacing w:after="0" w:line="240" w:lineRule="auto"/>
      </w:pPr>
      <w:r>
        <w:continuationSeparator/>
      </w:r>
    </w:p>
  </w:endnote>
  <w:endnote w:type="continuationNotice" w:id="1">
    <w:p w14:paraId="206F6D3C" w14:textId="77777777" w:rsidR="00495C1E" w:rsidRDefault="00495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BD8B" w14:textId="77777777" w:rsidR="001D5A9C" w:rsidRDefault="001D5A9C">
    <w:pPr>
      <w:pStyle w:val="Rodap"/>
      <w:jc w:val="right"/>
    </w:pPr>
  </w:p>
  <w:p w14:paraId="0F056E0B" w14:textId="77777777" w:rsidR="001D5A9C" w:rsidRDefault="001D5A9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E053" w14:textId="52F99CD1" w:rsidR="001D5A9C" w:rsidRPr="00FD203A" w:rsidRDefault="001D5A9C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</w:t>
    </w:r>
    <w:r w:rsidR="006521C0">
      <w:rPr>
        <w:rFonts w:ascii="Verdana Pro Light" w:hAnsi="Verdana Pro Light"/>
        <w:sz w:val="14"/>
        <w:szCs w:val="14"/>
      </w:rPr>
      <w:t>Técnico Multimédia</w:t>
    </w:r>
    <w:r w:rsidRPr="00FD203A">
      <w:rPr>
        <w:rFonts w:ascii="Verdana Pro Light" w:hAnsi="Verdana Pro Light"/>
        <w:sz w:val="14"/>
        <w:szCs w:val="14"/>
      </w:rPr>
      <w:t xml:space="preserve"> | Nível “</w:t>
    </w:r>
    <w:r w:rsidR="006521C0"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t>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D429E9A" w14:textId="77777777" w:rsidR="001D5A9C" w:rsidRDefault="001D5A9C">
    <w:pPr>
      <w:pStyle w:val="Rodap"/>
      <w:jc w:val="right"/>
    </w:pPr>
  </w:p>
  <w:p w14:paraId="0FCB5A9B" w14:textId="77777777" w:rsidR="001D5A9C" w:rsidRDefault="001D5A9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14218" w14:textId="77777777" w:rsidR="00495C1E" w:rsidRDefault="00495C1E" w:rsidP="00AC6E34">
      <w:pPr>
        <w:spacing w:after="0" w:line="240" w:lineRule="auto"/>
      </w:pPr>
      <w:r>
        <w:separator/>
      </w:r>
    </w:p>
  </w:footnote>
  <w:footnote w:type="continuationSeparator" w:id="0">
    <w:p w14:paraId="5096B9CF" w14:textId="77777777" w:rsidR="00495C1E" w:rsidRDefault="00495C1E" w:rsidP="00AC6E34">
      <w:pPr>
        <w:spacing w:after="0" w:line="240" w:lineRule="auto"/>
      </w:pPr>
      <w:r>
        <w:continuationSeparator/>
      </w:r>
    </w:p>
  </w:footnote>
  <w:footnote w:type="continuationNotice" w:id="1">
    <w:p w14:paraId="13CD753C" w14:textId="77777777" w:rsidR="00495C1E" w:rsidRDefault="00495C1E">
      <w:pPr>
        <w:spacing w:after="0" w:line="240" w:lineRule="auto"/>
      </w:pPr>
    </w:p>
  </w:footnote>
  <w:footnote w:id="2">
    <w:p w14:paraId="0C7298C1" w14:textId="77777777" w:rsidR="0060534B" w:rsidRDefault="0060534B" w:rsidP="0060534B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64D62372" w14:textId="77777777" w:rsidR="001D5A9C" w:rsidRDefault="001D5A9C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061ACA73" w14:textId="77777777" w:rsidR="001D5A9C" w:rsidRPr="00616272" w:rsidRDefault="001D5A9C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4B4D70A8" w14:textId="77777777" w:rsidR="0060534B" w:rsidRPr="002962FF" w:rsidRDefault="0060534B" w:rsidP="0060534B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74E7BEF6" w14:textId="77777777" w:rsidR="0060534B" w:rsidRPr="00B711BE" w:rsidRDefault="0060534B" w:rsidP="0060534B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BA5B" w14:textId="77777777" w:rsidR="001D5A9C" w:rsidRDefault="001D5A9C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17148D98" wp14:editId="0A88BECA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58241" behindDoc="0" locked="0" layoutInCell="1" allowOverlap="1" wp14:anchorId="3B0BF232" wp14:editId="54574573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A3C00"/>
    <w:multiLevelType w:val="multilevel"/>
    <w:tmpl w:val="1FC42938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D0424"/>
    <w:multiLevelType w:val="multilevel"/>
    <w:tmpl w:val="FC641DA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E7609"/>
    <w:multiLevelType w:val="hybridMultilevel"/>
    <w:tmpl w:val="33048D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6AEF"/>
    <w:multiLevelType w:val="hybridMultilevel"/>
    <w:tmpl w:val="381D199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4ABFCB"/>
    <w:multiLevelType w:val="hybridMultilevel"/>
    <w:tmpl w:val="56C09DF0"/>
    <w:lvl w:ilvl="0" w:tplc="7C5689EC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8EA247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8EE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7A62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0D8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145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CF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16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3C0A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 w15:restartNumberingAfterBreak="0">
    <w:nsid w:val="310E1FEB"/>
    <w:multiLevelType w:val="hybridMultilevel"/>
    <w:tmpl w:val="DCD67756"/>
    <w:lvl w:ilvl="0" w:tplc="DF740B4C">
      <w:start w:val="1"/>
      <w:numFmt w:val="decimal"/>
      <w:lvlText w:val="%1-"/>
      <w:lvlJc w:val="left"/>
      <w:pPr>
        <w:ind w:left="1416" w:hanging="696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AB18B2"/>
    <w:multiLevelType w:val="multilevel"/>
    <w:tmpl w:val="473C377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·"/>
      <w:lvlJc w:val="left"/>
      <w:pPr>
        <w:ind w:left="2595" w:hanging="435"/>
      </w:pPr>
      <w:rPr>
        <w:rFonts w:ascii="Verdana Pro Light" w:eastAsia="Verdana Pro Light" w:hAnsi="Verdana Pro Light" w:cs="Verdana Pro Light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FE62D2A"/>
    <w:multiLevelType w:val="multilevel"/>
    <w:tmpl w:val="9B8260B8"/>
    <w:lvl w:ilvl="0">
      <w:numFmt w:val="bullet"/>
      <w:pStyle w:val="AR1-Realizacoes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5" w15:restartNumberingAfterBreak="0">
    <w:nsid w:val="6DFB7EDC"/>
    <w:multiLevelType w:val="multilevel"/>
    <w:tmpl w:val="45C4D92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5F5EA2"/>
    <w:multiLevelType w:val="multilevel"/>
    <w:tmpl w:val="5762BB38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765684969">
    <w:abstractNumId w:val="2"/>
  </w:num>
  <w:num w:numId="2" w16cid:durableId="1586838472">
    <w:abstractNumId w:val="8"/>
  </w:num>
  <w:num w:numId="3" w16cid:durableId="287246244">
    <w:abstractNumId w:val="14"/>
  </w:num>
  <w:num w:numId="4" w16cid:durableId="1181360167">
    <w:abstractNumId w:val="6"/>
  </w:num>
  <w:num w:numId="5" w16cid:durableId="1537697273">
    <w:abstractNumId w:val="4"/>
  </w:num>
  <w:num w:numId="6" w16cid:durableId="1535339909">
    <w:abstractNumId w:val="9"/>
  </w:num>
  <w:num w:numId="7" w16cid:durableId="1200095303">
    <w:abstractNumId w:val="3"/>
  </w:num>
  <w:num w:numId="8" w16cid:durableId="1112672983">
    <w:abstractNumId w:val="11"/>
  </w:num>
  <w:num w:numId="9" w16cid:durableId="1116675615">
    <w:abstractNumId w:val="13"/>
  </w:num>
  <w:num w:numId="10" w16cid:durableId="776754789">
    <w:abstractNumId w:val="5"/>
  </w:num>
  <w:num w:numId="11" w16cid:durableId="1375540395">
    <w:abstractNumId w:val="10"/>
  </w:num>
  <w:num w:numId="12" w16cid:durableId="828134466">
    <w:abstractNumId w:val="15"/>
  </w:num>
  <w:num w:numId="13" w16cid:durableId="508178489">
    <w:abstractNumId w:val="16"/>
  </w:num>
  <w:num w:numId="14" w16cid:durableId="1657800039">
    <w:abstractNumId w:val="1"/>
  </w:num>
  <w:num w:numId="15" w16cid:durableId="1881287439">
    <w:abstractNumId w:val="7"/>
  </w:num>
  <w:num w:numId="16" w16cid:durableId="173693954">
    <w:abstractNumId w:val="0"/>
  </w:num>
  <w:num w:numId="17" w16cid:durableId="9150914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E0"/>
    <w:rsid w:val="00000B37"/>
    <w:rsid w:val="00005205"/>
    <w:rsid w:val="00006430"/>
    <w:rsid w:val="000104EB"/>
    <w:rsid w:val="000154C2"/>
    <w:rsid w:val="00017AC9"/>
    <w:rsid w:val="0002087E"/>
    <w:rsid w:val="00022339"/>
    <w:rsid w:val="00025331"/>
    <w:rsid w:val="000262B9"/>
    <w:rsid w:val="00032794"/>
    <w:rsid w:val="000334B0"/>
    <w:rsid w:val="00033B09"/>
    <w:rsid w:val="00035D54"/>
    <w:rsid w:val="00041D66"/>
    <w:rsid w:val="00047348"/>
    <w:rsid w:val="00054647"/>
    <w:rsid w:val="00057118"/>
    <w:rsid w:val="0006219B"/>
    <w:rsid w:val="000667A9"/>
    <w:rsid w:val="00072158"/>
    <w:rsid w:val="0007435E"/>
    <w:rsid w:val="0007693B"/>
    <w:rsid w:val="00080C67"/>
    <w:rsid w:val="00082254"/>
    <w:rsid w:val="000912A9"/>
    <w:rsid w:val="00091434"/>
    <w:rsid w:val="00095304"/>
    <w:rsid w:val="00096715"/>
    <w:rsid w:val="000A2D45"/>
    <w:rsid w:val="000A385F"/>
    <w:rsid w:val="000A47D8"/>
    <w:rsid w:val="000A5A46"/>
    <w:rsid w:val="000B2E8A"/>
    <w:rsid w:val="000B533B"/>
    <w:rsid w:val="000B6869"/>
    <w:rsid w:val="000C1541"/>
    <w:rsid w:val="000C2959"/>
    <w:rsid w:val="000C2E22"/>
    <w:rsid w:val="000C63F2"/>
    <w:rsid w:val="000C6696"/>
    <w:rsid w:val="000D1D7D"/>
    <w:rsid w:val="000D4776"/>
    <w:rsid w:val="000D4A05"/>
    <w:rsid w:val="000E06A4"/>
    <w:rsid w:val="000E13EE"/>
    <w:rsid w:val="000E1FF2"/>
    <w:rsid w:val="000E3067"/>
    <w:rsid w:val="000E326B"/>
    <w:rsid w:val="000E3A00"/>
    <w:rsid w:val="000E45B3"/>
    <w:rsid w:val="000E4DC6"/>
    <w:rsid w:val="000E5DCD"/>
    <w:rsid w:val="000F36BC"/>
    <w:rsid w:val="001026A9"/>
    <w:rsid w:val="00103F1F"/>
    <w:rsid w:val="00104F00"/>
    <w:rsid w:val="00110532"/>
    <w:rsid w:val="001115C0"/>
    <w:rsid w:val="001149FD"/>
    <w:rsid w:val="00114E32"/>
    <w:rsid w:val="0011641B"/>
    <w:rsid w:val="00122878"/>
    <w:rsid w:val="00123ED9"/>
    <w:rsid w:val="00130D10"/>
    <w:rsid w:val="00134354"/>
    <w:rsid w:val="00135250"/>
    <w:rsid w:val="00136AE3"/>
    <w:rsid w:val="0013763A"/>
    <w:rsid w:val="0014091B"/>
    <w:rsid w:val="0014192D"/>
    <w:rsid w:val="001476F1"/>
    <w:rsid w:val="001523A9"/>
    <w:rsid w:val="0015379E"/>
    <w:rsid w:val="00153FD6"/>
    <w:rsid w:val="00154307"/>
    <w:rsid w:val="00161650"/>
    <w:rsid w:val="001616EB"/>
    <w:rsid w:val="00171BB7"/>
    <w:rsid w:val="00171E91"/>
    <w:rsid w:val="0017410D"/>
    <w:rsid w:val="00175093"/>
    <w:rsid w:val="001755AA"/>
    <w:rsid w:val="00181535"/>
    <w:rsid w:val="001828AB"/>
    <w:rsid w:val="00185C34"/>
    <w:rsid w:val="00193404"/>
    <w:rsid w:val="00196791"/>
    <w:rsid w:val="001A2189"/>
    <w:rsid w:val="001B0D22"/>
    <w:rsid w:val="001B412B"/>
    <w:rsid w:val="001B4D81"/>
    <w:rsid w:val="001B6E54"/>
    <w:rsid w:val="001B7D89"/>
    <w:rsid w:val="001C33D6"/>
    <w:rsid w:val="001D114D"/>
    <w:rsid w:val="001D4763"/>
    <w:rsid w:val="001D5A9C"/>
    <w:rsid w:val="001D7BDE"/>
    <w:rsid w:val="001E11DC"/>
    <w:rsid w:val="001E2B1B"/>
    <w:rsid w:val="001E34DB"/>
    <w:rsid w:val="001E37FD"/>
    <w:rsid w:val="001E57C9"/>
    <w:rsid w:val="001F5A31"/>
    <w:rsid w:val="001F6CDE"/>
    <w:rsid w:val="00201840"/>
    <w:rsid w:val="002028F4"/>
    <w:rsid w:val="00207927"/>
    <w:rsid w:val="00212E73"/>
    <w:rsid w:val="00221549"/>
    <w:rsid w:val="00221742"/>
    <w:rsid w:val="0022554B"/>
    <w:rsid w:val="00225B4E"/>
    <w:rsid w:val="00226600"/>
    <w:rsid w:val="00227C3A"/>
    <w:rsid w:val="00234037"/>
    <w:rsid w:val="00235EE4"/>
    <w:rsid w:val="00241AA0"/>
    <w:rsid w:val="00242C51"/>
    <w:rsid w:val="00245C0D"/>
    <w:rsid w:val="00247C76"/>
    <w:rsid w:val="00250F16"/>
    <w:rsid w:val="002514E0"/>
    <w:rsid w:val="00251B2B"/>
    <w:rsid w:val="002529DB"/>
    <w:rsid w:val="002549D6"/>
    <w:rsid w:val="00257E35"/>
    <w:rsid w:val="00261E11"/>
    <w:rsid w:val="0026269D"/>
    <w:rsid w:val="002627C5"/>
    <w:rsid w:val="00264EE9"/>
    <w:rsid w:val="00264F31"/>
    <w:rsid w:val="00270FDE"/>
    <w:rsid w:val="00271489"/>
    <w:rsid w:val="002756E0"/>
    <w:rsid w:val="00275DA8"/>
    <w:rsid w:val="00277D55"/>
    <w:rsid w:val="002803E6"/>
    <w:rsid w:val="00280DB2"/>
    <w:rsid w:val="002819D1"/>
    <w:rsid w:val="00283B7D"/>
    <w:rsid w:val="0028492F"/>
    <w:rsid w:val="00287A5A"/>
    <w:rsid w:val="00291019"/>
    <w:rsid w:val="002A0C01"/>
    <w:rsid w:val="002A260E"/>
    <w:rsid w:val="002A5F23"/>
    <w:rsid w:val="002A67F3"/>
    <w:rsid w:val="002A73B1"/>
    <w:rsid w:val="002A7F07"/>
    <w:rsid w:val="002B02A5"/>
    <w:rsid w:val="002B0690"/>
    <w:rsid w:val="002B2E7A"/>
    <w:rsid w:val="002B332A"/>
    <w:rsid w:val="002B420F"/>
    <w:rsid w:val="002B457D"/>
    <w:rsid w:val="002B59E4"/>
    <w:rsid w:val="002B7C85"/>
    <w:rsid w:val="002C0927"/>
    <w:rsid w:val="002C18A9"/>
    <w:rsid w:val="002C4841"/>
    <w:rsid w:val="002C6000"/>
    <w:rsid w:val="002C7D26"/>
    <w:rsid w:val="002C7F81"/>
    <w:rsid w:val="002D070A"/>
    <w:rsid w:val="002D6271"/>
    <w:rsid w:val="002E2502"/>
    <w:rsid w:val="002E5FAF"/>
    <w:rsid w:val="002F1EE2"/>
    <w:rsid w:val="002F253C"/>
    <w:rsid w:val="002F292D"/>
    <w:rsid w:val="002F50F9"/>
    <w:rsid w:val="00300ACC"/>
    <w:rsid w:val="0030149F"/>
    <w:rsid w:val="003024D2"/>
    <w:rsid w:val="0030487B"/>
    <w:rsid w:val="00305C2E"/>
    <w:rsid w:val="00306931"/>
    <w:rsid w:val="00314656"/>
    <w:rsid w:val="0031518C"/>
    <w:rsid w:val="00317F96"/>
    <w:rsid w:val="00322CBD"/>
    <w:rsid w:val="00322CE8"/>
    <w:rsid w:val="00324EC6"/>
    <w:rsid w:val="003256F6"/>
    <w:rsid w:val="0033196F"/>
    <w:rsid w:val="003322DB"/>
    <w:rsid w:val="003322FF"/>
    <w:rsid w:val="00332C4A"/>
    <w:rsid w:val="00333779"/>
    <w:rsid w:val="00334455"/>
    <w:rsid w:val="00335613"/>
    <w:rsid w:val="003357BC"/>
    <w:rsid w:val="003373FF"/>
    <w:rsid w:val="00340BFE"/>
    <w:rsid w:val="0034264E"/>
    <w:rsid w:val="00342789"/>
    <w:rsid w:val="00343C40"/>
    <w:rsid w:val="0034484A"/>
    <w:rsid w:val="00346AEE"/>
    <w:rsid w:val="00346D6E"/>
    <w:rsid w:val="003547CD"/>
    <w:rsid w:val="00354A0D"/>
    <w:rsid w:val="00354F5F"/>
    <w:rsid w:val="00355617"/>
    <w:rsid w:val="00355C59"/>
    <w:rsid w:val="00360CB1"/>
    <w:rsid w:val="0036235E"/>
    <w:rsid w:val="00364834"/>
    <w:rsid w:val="00366A42"/>
    <w:rsid w:val="003670D4"/>
    <w:rsid w:val="0036768F"/>
    <w:rsid w:val="00373BC3"/>
    <w:rsid w:val="00375894"/>
    <w:rsid w:val="0037664B"/>
    <w:rsid w:val="00376F30"/>
    <w:rsid w:val="003773B2"/>
    <w:rsid w:val="00382E75"/>
    <w:rsid w:val="0038426E"/>
    <w:rsid w:val="00392338"/>
    <w:rsid w:val="00395404"/>
    <w:rsid w:val="00395990"/>
    <w:rsid w:val="00397BEB"/>
    <w:rsid w:val="003A1FF3"/>
    <w:rsid w:val="003B0CF3"/>
    <w:rsid w:val="003B3593"/>
    <w:rsid w:val="003B37D7"/>
    <w:rsid w:val="003B5807"/>
    <w:rsid w:val="003C5A08"/>
    <w:rsid w:val="003C6C46"/>
    <w:rsid w:val="003D1065"/>
    <w:rsid w:val="003D4738"/>
    <w:rsid w:val="003D4F6D"/>
    <w:rsid w:val="003E03E4"/>
    <w:rsid w:val="003E0584"/>
    <w:rsid w:val="003E12DC"/>
    <w:rsid w:val="003E1BF4"/>
    <w:rsid w:val="003E7B65"/>
    <w:rsid w:val="003F2660"/>
    <w:rsid w:val="003F3C82"/>
    <w:rsid w:val="003F4FB8"/>
    <w:rsid w:val="00400403"/>
    <w:rsid w:val="00400E84"/>
    <w:rsid w:val="0041117D"/>
    <w:rsid w:val="00413800"/>
    <w:rsid w:val="00414759"/>
    <w:rsid w:val="0041745C"/>
    <w:rsid w:val="0042044E"/>
    <w:rsid w:val="00421DF3"/>
    <w:rsid w:val="004231D6"/>
    <w:rsid w:val="00424BBF"/>
    <w:rsid w:val="00427DE0"/>
    <w:rsid w:val="00430953"/>
    <w:rsid w:val="00436292"/>
    <w:rsid w:val="004363DE"/>
    <w:rsid w:val="00436513"/>
    <w:rsid w:val="00440B79"/>
    <w:rsid w:val="0044181C"/>
    <w:rsid w:val="004419A7"/>
    <w:rsid w:val="00442591"/>
    <w:rsid w:val="00442B8A"/>
    <w:rsid w:val="00443189"/>
    <w:rsid w:val="00444A8A"/>
    <w:rsid w:val="00444FDF"/>
    <w:rsid w:val="00446E4D"/>
    <w:rsid w:val="00451561"/>
    <w:rsid w:val="00452BFA"/>
    <w:rsid w:val="00460E33"/>
    <w:rsid w:val="004621B1"/>
    <w:rsid w:val="00464278"/>
    <w:rsid w:val="004669DF"/>
    <w:rsid w:val="004669ED"/>
    <w:rsid w:val="00470304"/>
    <w:rsid w:val="004718B9"/>
    <w:rsid w:val="004760DA"/>
    <w:rsid w:val="004774A3"/>
    <w:rsid w:val="00481273"/>
    <w:rsid w:val="0048237D"/>
    <w:rsid w:val="00482BD4"/>
    <w:rsid w:val="00484071"/>
    <w:rsid w:val="0048600B"/>
    <w:rsid w:val="00494562"/>
    <w:rsid w:val="00495C1E"/>
    <w:rsid w:val="004A19EC"/>
    <w:rsid w:val="004A1AF7"/>
    <w:rsid w:val="004B122B"/>
    <w:rsid w:val="004B2798"/>
    <w:rsid w:val="004B2CC9"/>
    <w:rsid w:val="004C2D42"/>
    <w:rsid w:val="004C3BA1"/>
    <w:rsid w:val="004C5B47"/>
    <w:rsid w:val="004C6656"/>
    <w:rsid w:val="004C77D1"/>
    <w:rsid w:val="004D0A1C"/>
    <w:rsid w:val="004D104D"/>
    <w:rsid w:val="004D38A4"/>
    <w:rsid w:val="004D7F39"/>
    <w:rsid w:val="004E261E"/>
    <w:rsid w:val="004E4358"/>
    <w:rsid w:val="004E67A0"/>
    <w:rsid w:val="004F117D"/>
    <w:rsid w:val="004F1EEE"/>
    <w:rsid w:val="004F3B88"/>
    <w:rsid w:val="004F63F0"/>
    <w:rsid w:val="00501489"/>
    <w:rsid w:val="00503BD3"/>
    <w:rsid w:val="00504AEE"/>
    <w:rsid w:val="00505338"/>
    <w:rsid w:val="005062FD"/>
    <w:rsid w:val="00507806"/>
    <w:rsid w:val="00511287"/>
    <w:rsid w:val="00511BA7"/>
    <w:rsid w:val="00511FC3"/>
    <w:rsid w:val="00516DFC"/>
    <w:rsid w:val="00517421"/>
    <w:rsid w:val="00522358"/>
    <w:rsid w:val="00523CDC"/>
    <w:rsid w:val="005258AE"/>
    <w:rsid w:val="00531702"/>
    <w:rsid w:val="00534035"/>
    <w:rsid w:val="005370EF"/>
    <w:rsid w:val="00540B7D"/>
    <w:rsid w:val="00542031"/>
    <w:rsid w:val="005427C3"/>
    <w:rsid w:val="00547BC8"/>
    <w:rsid w:val="00552790"/>
    <w:rsid w:val="00554C0C"/>
    <w:rsid w:val="005578B4"/>
    <w:rsid w:val="00564406"/>
    <w:rsid w:val="00565371"/>
    <w:rsid w:val="00565AF6"/>
    <w:rsid w:val="00571276"/>
    <w:rsid w:val="005712D3"/>
    <w:rsid w:val="00572912"/>
    <w:rsid w:val="005738F7"/>
    <w:rsid w:val="00573BEE"/>
    <w:rsid w:val="005764C1"/>
    <w:rsid w:val="005765C8"/>
    <w:rsid w:val="00577ED9"/>
    <w:rsid w:val="00581538"/>
    <w:rsid w:val="00581A55"/>
    <w:rsid w:val="00581E9C"/>
    <w:rsid w:val="00583641"/>
    <w:rsid w:val="00594530"/>
    <w:rsid w:val="005A0D83"/>
    <w:rsid w:val="005A1493"/>
    <w:rsid w:val="005A1D4E"/>
    <w:rsid w:val="005A2AE7"/>
    <w:rsid w:val="005A36E8"/>
    <w:rsid w:val="005A57DA"/>
    <w:rsid w:val="005B0111"/>
    <w:rsid w:val="005B13F2"/>
    <w:rsid w:val="005B24AF"/>
    <w:rsid w:val="005B2FA8"/>
    <w:rsid w:val="005B6680"/>
    <w:rsid w:val="005B7AE0"/>
    <w:rsid w:val="005C1274"/>
    <w:rsid w:val="005C33AF"/>
    <w:rsid w:val="005C3A76"/>
    <w:rsid w:val="005C40B6"/>
    <w:rsid w:val="005D075D"/>
    <w:rsid w:val="005D579E"/>
    <w:rsid w:val="005D5B3E"/>
    <w:rsid w:val="005D670F"/>
    <w:rsid w:val="005D7012"/>
    <w:rsid w:val="005D725A"/>
    <w:rsid w:val="005E09EF"/>
    <w:rsid w:val="005E1E40"/>
    <w:rsid w:val="005E2D82"/>
    <w:rsid w:val="005E325F"/>
    <w:rsid w:val="005E57E9"/>
    <w:rsid w:val="005F2BA6"/>
    <w:rsid w:val="005F2BF3"/>
    <w:rsid w:val="005F33B8"/>
    <w:rsid w:val="005F350F"/>
    <w:rsid w:val="005F3CEF"/>
    <w:rsid w:val="005F4AB6"/>
    <w:rsid w:val="005F5033"/>
    <w:rsid w:val="005F6753"/>
    <w:rsid w:val="005F6B0C"/>
    <w:rsid w:val="0060094A"/>
    <w:rsid w:val="00600A27"/>
    <w:rsid w:val="0060167E"/>
    <w:rsid w:val="0060534B"/>
    <w:rsid w:val="00605E8F"/>
    <w:rsid w:val="00606EBC"/>
    <w:rsid w:val="00607FCD"/>
    <w:rsid w:val="00610507"/>
    <w:rsid w:val="00610FB9"/>
    <w:rsid w:val="00612331"/>
    <w:rsid w:val="00612684"/>
    <w:rsid w:val="006126FC"/>
    <w:rsid w:val="00612710"/>
    <w:rsid w:val="00612A2A"/>
    <w:rsid w:val="006136CD"/>
    <w:rsid w:val="00614F26"/>
    <w:rsid w:val="00615CE1"/>
    <w:rsid w:val="00616237"/>
    <w:rsid w:val="00616272"/>
    <w:rsid w:val="00623365"/>
    <w:rsid w:val="0062461B"/>
    <w:rsid w:val="00624FE0"/>
    <w:rsid w:val="0063155B"/>
    <w:rsid w:val="00633EBD"/>
    <w:rsid w:val="00634E27"/>
    <w:rsid w:val="00635680"/>
    <w:rsid w:val="006445BC"/>
    <w:rsid w:val="00644E32"/>
    <w:rsid w:val="00647BC1"/>
    <w:rsid w:val="0065021D"/>
    <w:rsid w:val="00650250"/>
    <w:rsid w:val="00651C3B"/>
    <w:rsid w:val="006521C0"/>
    <w:rsid w:val="00652B0F"/>
    <w:rsid w:val="00654BBE"/>
    <w:rsid w:val="00656474"/>
    <w:rsid w:val="00660371"/>
    <w:rsid w:val="00660624"/>
    <w:rsid w:val="00662AC2"/>
    <w:rsid w:val="0066694A"/>
    <w:rsid w:val="00667958"/>
    <w:rsid w:val="00671A6D"/>
    <w:rsid w:val="0067327D"/>
    <w:rsid w:val="00673346"/>
    <w:rsid w:val="0067769B"/>
    <w:rsid w:val="00677CB6"/>
    <w:rsid w:val="00681A8E"/>
    <w:rsid w:val="0068289A"/>
    <w:rsid w:val="00684175"/>
    <w:rsid w:val="00686172"/>
    <w:rsid w:val="00692669"/>
    <w:rsid w:val="00693A88"/>
    <w:rsid w:val="006942C8"/>
    <w:rsid w:val="006956DC"/>
    <w:rsid w:val="006A41FA"/>
    <w:rsid w:val="006A4E44"/>
    <w:rsid w:val="006A6142"/>
    <w:rsid w:val="006A6562"/>
    <w:rsid w:val="006A6E48"/>
    <w:rsid w:val="006A7EA9"/>
    <w:rsid w:val="006B0818"/>
    <w:rsid w:val="006B0CFE"/>
    <w:rsid w:val="006B713E"/>
    <w:rsid w:val="006C0318"/>
    <w:rsid w:val="006C3692"/>
    <w:rsid w:val="006C789A"/>
    <w:rsid w:val="006D06A8"/>
    <w:rsid w:val="006D45FF"/>
    <w:rsid w:val="006D5FE8"/>
    <w:rsid w:val="006D63A5"/>
    <w:rsid w:val="006E2451"/>
    <w:rsid w:val="006E2F5D"/>
    <w:rsid w:val="006E57D7"/>
    <w:rsid w:val="006E6339"/>
    <w:rsid w:val="006E6BA8"/>
    <w:rsid w:val="006F0239"/>
    <w:rsid w:val="006F0B80"/>
    <w:rsid w:val="006F1EFE"/>
    <w:rsid w:val="006F276D"/>
    <w:rsid w:val="006F4BF6"/>
    <w:rsid w:val="006F4EB5"/>
    <w:rsid w:val="006F5BF1"/>
    <w:rsid w:val="00700EF8"/>
    <w:rsid w:val="00701DDB"/>
    <w:rsid w:val="00702FB0"/>
    <w:rsid w:val="007035B1"/>
    <w:rsid w:val="00706A57"/>
    <w:rsid w:val="007072A8"/>
    <w:rsid w:val="0071039C"/>
    <w:rsid w:val="0071119D"/>
    <w:rsid w:val="00712C22"/>
    <w:rsid w:val="007214EB"/>
    <w:rsid w:val="00721800"/>
    <w:rsid w:val="00721D09"/>
    <w:rsid w:val="007231E9"/>
    <w:rsid w:val="00727CAB"/>
    <w:rsid w:val="007310D4"/>
    <w:rsid w:val="0073209B"/>
    <w:rsid w:val="0073227F"/>
    <w:rsid w:val="007325CA"/>
    <w:rsid w:val="007361D6"/>
    <w:rsid w:val="00736C0B"/>
    <w:rsid w:val="007437E7"/>
    <w:rsid w:val="00745836"/>
    <w:rsid w:val="00746109"/>
    <w:rsid w:val="00746A98"/>
    <w:rsid w:val="007537C1"/>
    <w:rsid w:val="00753DF5"/>
    <w:rsid w:val="0075618B"/>
    <w:rsid w:val="00757663"/>
    <w:rsid w:val="00757C66"/>
    <w:rsid w:val="007630BD"/>
    <w:rsid w:val="0076595D"/>
    <w:rsid w:val="00766448"/>
    <w:rsid w:val="0077076B"/>
    <w:rsid w:val="007711FE"/>
    <w:rsid w:val="007731B2"/>
    <w:rsid w:val="007744E7"/>
    <w:rsid w:val="007757EA"/>
    <w:rsid w:val="00777A00"/>
    <w:rsid w:val="00780227"/>
    <w:rsid w:val="007806EA"/>
    <w:rsid w:val="00781224"/>
    <w:rsid w:val="00786C5D"/>
    <w:rsid w:val="0079215D"/>
    <w:rsid w:val="00792175"/>
    <w:rsid w:val="00793E39"/>
    <w:rsid w:val="007A03A2"/>
    <w:rsid w:val="007A0FB8"/>
    <w:rsid w:val="007A14F9"/>
    <w:rsid w:val="007A1665"/>
    <w:rsid w:val="007A4952"/>
    <w:rsid w:val="007A526E"/>
    <w:rsid w:val="007A5711"/>
    <w:rsid w:val="007A773A"/>
    <w:rsid w:val="007B024E"/>
    <w:rsid w:val="007B27B3"/>
    <w:rsid w:val="007B50EE"/>
    <w:rsid w:val="007C225C"/>
    <w:rsid w:val="007C23DB"/>
    <w:rsid w:val="007C2839"/>
    <w:rsid w:val="007C58C8"/>
    <w:rsid w:val="007D059A"/>
    <w:rsid w:val="007D1CCE"/>
    <w:rsid w:val="007D3B4F"/>
    <w:rsid w:val="007D3EED"/>
    <w:rsid w:val="007D42BD"/>
    <w:rsid w:val="007E1D2C"/>
    <w:rsid w:val="007E2122"/>
    <w:rsid w:val="007E53C9"/>
    <w:rsid w:val="007E5652"/>
    <w:rsid w:val="007F1113"/>
    <w:rsid w:val="007F2019"/>
    <w:rsid w:val="007F2A97"/>
    <w:rsid w:val="007F31C5"/>
    <w:rsid w:val="007F4115"/>
    <w:rsid w:val="007F65E2"/>
    <w:rsid w:val="007F7DC2"/>
    <w:rsid w:val="00802E4F"/>
    <w:rsid w:val="00802F03"/>
    <w:rsid w:val="008032CC"/>
    <w:rsid w:val="008047E3"/>
    <w:rsid w:val="00805282"/>
    <w:rsid w:val="00805D40"/>
    <w:rsid w:val="0081109F"/>
    <w:rsid w:val="00813BE0"/>
    <w:rsid w:val="00816C7E"/>
    <w:rsid w:val="0082355B"/>
    <w:rsid w:val="00830B06"/>
    <w:rsid w:val="00831047"/>
    <w:rsid w:val="008320B9"/>
    <w:rsid w:val="008368D8"/>
    <w:rsid w:val="00837428"/>
    <w:rsid w:val="00840944"/>
    <w:rsid w:val="00841759"/>
    <w:rsid w:val="0084478B"/>
    <w:rsid w:val="00844FEB"/>
    <w:rsid w:val="00845B1D"/>
    <w:rsid w:val="008463F7"/>
    <w:rsid w:val="00847806"/>
    <w:rsid w:val="00847FF4"/>
    <w:rsid w:val="00850321"/>
    <w:rsid w:val="0085178E"/>
    <w:rsid w:val="00860260"/>
    <w:rsid w:val="00863E5E"/>
    <w:rsid w:val="00866006"/>
    <w:rsid w:val="00866079"/>
    <w:rsid w:val="00867B61"/>
    <w:rsid w:val="0087470B"/>
    <w:rsid w:val="00874ED0"/>
    <w:rsid w:val="008821DD"/>
    <w:rsid w:val="0088295B"/>
    <w:rsid w:val="00883307"/>
    <w:rsid w:val="00883DB7"/>
    <w:rsid w:val="00884214"/>
    <w:rsid w:val="00887308"/>
    <w:rsid w:val="00891887"/>
    <w:rsid w:val="00891930"/>
    <w:rsid w:val="008941E8"/>
    <w:rsid w:val="008977FC"/>
    <w:rsid w:val="008A031C"/>
    <w:rsid w:val="008A244F"/>
    <w:rsid w:val="008A3889"/>
    <w:rsid w:val="008B31DF"/>
    <w:rsid w:val="008B4FEC"/>
    <w:rsid w:val="008B5C16"/>
    <w:rsid w:val="008C1AD9"/>
    <w:rsid w:val="008C76A8"/>
    <w:rsid w:val="008D1384"/>
    <w:rsid w:val="008D743A"/>
    <w:rsid w:val="008D7DEE"/>
    <w:rsid w:val="008E3495"/>
    <w:rsid w:val="008E4493"/>
    <w:rsid w:val="008E46FF"/>
    <w:rsid w:val="008E6867"/>
    <w:rsid w:val="008F29A3"/>
    <w:rsid w:val="009009E1"/>
    <w:rsid w:val="00900E93"/>
    <w:rsid w:val="00901E36"/>
    <w:rsid w:val="00902560"/>
    <w:rsid w:val="009051A7"/>
    <w:rsid w:val="00906320"/>
    <w:rsid w:val="009076DD"/>
    <w:rsid w:val="00910FA4"/>
    <w:rsid w:val="00911F94"/>
    <w:rsid w:val="00913A52"/>
    <w:rsid w:val="00914B87"/>
    <w:rsid w:val="009160D7"/>
    <w:rsid w:val="00920C4C"/>
    <w:rsid w:val="009213CC"/>
    <w:rsid w:val="009227C5"/>
    <w:rsid w:val="0092583E"/>
    <w:rsid w:val="00927FE8"/>
    <w:rsid w:val="009310B7"/>
    <w:rsid w:val="00932AA7"/>
    <w:rsid w:val="00932AE3"/>
    <w:rsid w:val="0093511E"/>
    <w:rsid w:val="00936D7B"/>
    <w:rsid w:val="0094349A"/>
    <w:rsid w:val="0095452E"/>
    <w:rsid w:val="009566FA"/>
    <w:rsid w:val="00957903"/>
    <w:rsid w:val="00960631"/>
    <w:rsid w:val="00962D43"/>
    <w:rsid w:val="00963B4E"/>
    <w:rsid w:val="009650FA"/>
    <w:rsid w:val="00967702"/>
    <w:rsid w:val="00972E64"/>
    <w:rsid w:val="0097447E"/>
    <w:rsid w:val="00975073"/>
    <w:rsid w:val="0097585A"/>
    <w:rsid w:val="0097786B"/>
    <w:rsid w:val="00981B58"/>
    <w:rsid w:val="00984BAD"/>
    <w:rsid w:val="00986234"/>
    <w:rsid w:val="00986FCC"/>
    <w:rsid w:val="009932D3"/>
    <w:rsid w:val="009A2ADF"/>
    <w:rsid w:val="009A7677"/>
    <w:rsid w:val="009B18F2"/>
    <w:rsid w:val="009B42EC"/>
    <w:rsid w:val="009C76B9"/>
    <w:rsid w:val="009C7D6F"/>
    <w:rsid w:val="009D1B48"/>
    <w:rsid w:val="009D29A8"/>
    <w:rsid w:val="009D3B61"/>
    <w:rsid w:val="009D3BA0"/>
    <w:rsid w:val="009D68FC"/>
    <w:rsid w:val="009E28DD"/>
    <w:rsid w:val="009E705F"/>
    <w:rsid w:val="009F2EA4"/>
    <w:rsid w:val="009F3A3C"/>
    <w:rsid w:val="009F3DEE"/>
    <w:rsid w:val="009F4B7F"/>
    <w:rsid w:val="009F634E"/>
    <w:rsid w:val="00A1026C"/>
    <w:rsid w:val="00A1178A"/>
    <w:rsid w:val="00A12FC9"/>
    <w:rsid w:val="00A14380"/>
    <w:rsid w:val="00A17322"/>
    <w:rsid w:val="00A176AE"/>
    <w:rsid w:val="00A2267D"/>
    <w:rsid w:val="00A24C46"/>
    <w:rsid w:val="00A259D6"/>
    <w:rsid w:val="00A25B00"/>
    <w:rsid w:val="00A313C4"/>
    <w:rsid w:val="00A3277A"/>
    <w:rsid w:val="00A36500"/>
    <w:rsid w:val="00A40AD0"/>
    <w:rsid w:val="00A51451"/>
    <w:rsid w:val="00A52C28"/>
    <w:rsid w:val="00A53B64"/>
    <w:rsid w:val="00A5531F"/>
    <w:rsid w:val="00A557A1"/>
    <w:rsid w:val="00A55D88"/>
    <w:rsid w:val="00A61911"/>
    <w:rsid w:val="00A621C1"/>
    <w:rsid w:val="00A630B4"/>
    <w:rsid w:val="00A63200"/>
    <w:rsid w:val="00A63868"/>
    <w:rsid w:val="00A65971"/>
    <w:rsid w:val="00A66A7E"/>
    <w:rsid w:val="00A70171"/>
    <w:rsid w:val="00A71CD7"/>
    <w:rsid w:val="00A752C6"/>
    <w:rsid w:val="00A76352"/>
    <w:rsid w:val="00A77421"/>
    <w:rsid w:val="00A80BC3"/>
    <w:rsid w:val="00A9094D"/>
    <w:rsid w:val="00A942C1"/>
    <w:rsid w:val="00A952CC"/>
    <w:rsid w:val="00A9556A"/>
    <w:rsid w:val="00A95B91"/>
    <w:rsid w:val="00A95FD7"/>
    <w:rsid w:val="00A97425"/>
    <w:rsid w:val="00A976CC"/>
    <w:rsid w:val="00AA4D12"/>
    <w:rsid w:val="00AA5154"/>
    <w:rsid w:val="00AA61A7"/>
    <w:rsid w:val="00AB031C"/>
    <w:rsid w:val="00AB1039"/>
    <w:rsid w:val="00AB43FA"/>
    <w:rsid w:val="00AB44C5"/>
    <w:rsid w:val="00AB5DD8"/>
    <w:rsid w:val="00AB7C08"/>
    <w:rsid w:val="00AC06D5"/>
    <w:rsid w:val="00AC2707"/>
    <w:rsid w:val="00AC3CEE"/>
    <w:rsid w:val="00AC6E34"/>
    <w:rsid w:val="00AD0BE4"/>
    <w:rsid w:val="00AD2D66"/>
    <w:rsid w:val="00AD7C10"/>
    <w:rsid w:val="00AE0405"/>
    <w:rsid w:val="00AE1D10"/>
    <w:rsid w:val="00AE214E"/>
    <w:rsid w:val="00AE458C"/>
    <w:rsid w:val="00AE48C6"/>
    <w:rsid w:val="00AF16EA"/>
    <w:rsid w:val="00AF2946"/>
    <w:rsid w:val="00AF4DCA"/>
    <w:rsid w:val="00AF70F0"/>
    <w:rsid w:val="00B02DBE"/>
    <w:rsid w:val="00B15DD6"/>
    <w:rsid w:val="00B20220"/>
    <w:rsid w:val="00B208D0"/>
    <w:rsid w:val="00B224B1"/>
    <w:rsid w:val="00B227A2"/>
    <w:rsid w:val="00B24870"/>
    <w:rsid w:val="00B25C88"/>
    <w:rsid w:val="00B26105"/>
    <w:rsid w:val="00B27693"/>
    <w:rsid w:val="00B3131B"/>
    <w:rsid w:val="00B31715"/>
    <w:rsid w:val="00B31A32"/>
    <w:rsid w:val="00B37943"/>
    <w:rsid w:val="00B40980"/>
    <w:rsid w:val="00B41D29"/>
    <w:rsid w:val="00B4247F"/>
    <w:rsid w:val="00B42E6A"/>
    <w:rsid w:val="00B462DB"/>
    <w:rsid w:val="00B505D0"/>
    <w:rsid w:val="00B506E5"/>
    <w:rsid w:val="00B50FDC"/>
    <w:rsid w:val="00B54C45"/>
    <w:rsid w:val="00B56818"/>
    <w:rsid w:val="00B620E0"/>
    <w:rsid w:val="00B642E1"/>
    <w:rsid w:val="00B65086"/>
    <w:rsid w:val="00B66AA9"/>
    <w:rsid w:val="00B67615"/>
    <w:rsid w:val="00B6788D"/>
    <w:rsid w:val="00B70E72"/>
    <w:rsid w:val="00B71B90"/>
    <w:rsid w:val="00B72D99"/>
    <w:rsid w:val="00B73322"/>
    <w:rsid w:val="00B741BA"/>
    <w:rsid w:val="00B74FA5"/>
    <w:rsid w:val="00B82570"/>
    <w:rsid w:val="00B84BE4"/>
    <w:rsid w:val="00B8607F"/>
    <w:rsid w:val="00B9596C"/>
    <w:rsid w:val="00B95FA7"/>
    <w:rsid w:val="00B968E1"/>
    <w:rsid w:val="00B96B4D"/>
    <w:rsid w:val="00B97D91"/>
    <w:rsid w:val="00BA129F"/>
    <w:rsid w:val="00BA2137"/>
    <w:rsid w:val="00BB0F6C"/>
    <w:rsid w:val="00BB7456"/>
    <w:rsid w:val="00BC27EE"/>
    <w:rsid w:val="00BC3765"/>
    <w:rsid w:val="00BC49D6"/>
    <w:rsid w:val="00BC57D8"/>
    <w:rsid w:val="00BC6BA6"/>
    <w:rsid w:val="00BD082F"/>
    <w:rsid w:val="00BD282B"/>
    <w:rsid w:val="00BD4FCB"/>
    <w:rsid w:val="00BD607F"/>
    <w:rsid w:val="00BD7FE1"/>
    <w:rsid w:val="00BE0ACA"/>
    <w:rsid w:val="00BE4305"/>
    <w:rsid w:val="00BE68DC"/>
    <w:rsid w:val="00BF23C0"/>
    <w:rsid w:val="00BF4986"/>
    <w:rsid w:val="00BF5562"/>
    <w:rsid w:val="00BF7045"/>
    <w:rsid w:val="00C01519"/>
    <w:rsid w:val="00C023BF"/>
    <w:rsid w:val="00C02466"/>
    <w:rsid w:val="00C0351A"/>
    <w:rsid w:val="00C063B9"/>
    <w:rsid w:val="00C06AB2"/>
    <w:rsid w:val="00C135C4"/>
    <w:rsid w:val="00C138AE"/>
    <w:rsid w:val="00C20038"/>
    <w:rsid w:val="00C21D11"/>
    <w:rsid w:val="00C26F26"/>
    <w:rsid w:val="00C33921"/>
    <w:rsid w:val="00C33E7E"/>
    <w:rsid w:val="00C33F63"/>
    <w:rsid w:val="00C34660"/>
    <w:rsid w:val="00C34EEE"/>
    <w:rsid w:val="00C35FBA"/>
    <w:rsid w:val="00C362BB"/>
    <w:rsid w:val="00C40EA3"/>
    <w:rsid w:val="00C470F5"/>
    <w:rsid w:val="00C47718"/>
    <w:rsid w:val="00C50068"/>
    <w:rsid w:val="00C51F64"/>
    <w:rsid w:val="00C54F06"/>
    <w:rsid w:val="00C61A81"/>
    <w:rsid w:val="00C620A9"/>
    <w:rsid w:val="00C6402A"/>
    <w:rsid w:val="00C6767D"/>
    <w:rsid w:val="00C67842"/>
    <w:rsid w:val="00C728EC"/>
    <w:rsid w:val="00C72DAD"/>
    <w:rsid w:val="00C738B5"/>
    <w:rsid w:val="00C745C0"/>
    <w:rsid w:val="00C84B4D"/>
    <w:rsid w:val="00C859D1"/>
    <w:rsid w:val="00C876E1"/>
    <w:rsid w:val="00C96AF1"/>
    <w:rsid w:val="00CA0927"/>
    <w:rsid w:val="00CA1BCF"/>
    <w:rsid w:val="00CA1E79"/>
    <w:rsid w:val="00CA5A2E"/>
    <w:rsid w:val="00CA6040"/>
    <w:rsid w:val="00CA7FF4"/>
    <w:rsid w:val="00CB3F48"/>
    <w:rsid w:val="00CB50F1"/>
    <w:rsid w:val="00CB7154"/>
    <w:rsid w:val="00CC17A1"/>
    <w:rsid w:val="00CC1CF4"/>
    <w:rsid w:val="00CC43F9"/>
    <w:rsid w:val="00CC4406"/>
    <w:rsid w:val="00CC45CE"/>
    <w:rsid w:val="00CC5B73"/>
    <w:rsid w:val="00CD0CB2"/>
    <w:rsid w:val="00CD7533"/>
    <w:rsid w:val="00CE03EE"/>
    <w:rsid w:val="00CE1C2B"/>
    <w:rsid w:val="00CE1E1D"/>
    <w:rsid w:val="00CE3498"/>
    <w:rsid w:val="00CE71C5"/>
    <w:rsid w:val="00CF2702"/>
    <w:rsid w:val="00CF539B"/>
    <w:rsid w:val="00CF60BD"/>
    <w:rsid w:val="00CF67C1"/>
    <w:rsid w:val="00CF7B5D"/>
    <w:rsid w:val="00D03D67"/>
    <w:rsid w:val="00D03FF1"/>
    <w:rsid w:val="00D14991"/>
    <w:rsid w:val="00D17C44"/>
    <w:rsid w:val="00D207FF"/>
    <w:rsid w:val="00D24942"/>
    <w:rsid w:val="00D25835"/>
    <w:rsid w:val="00D25F4C"/>
    <w:rsid w:val="00D31088"/>
    <w:rsid w:val="00D3166A"/>
    <w:rsid w:val="00D43AC5"/>
    <w:rsid w:val="00D443E5"/>
    <w:rsid w:val="00D459DA"/>
    <w:rsid w:val="00D465E1"/>
    <w:rsid w:val="00D5075C"/>
    <w:rsid w:val="00D51D3D"/>
    <w:rsid w:val="00D52A62"/>
    <w:rsid w:val="00D57922"/>
    <w:rsid w:val="00D635E0"/>
    <w:rsid w:val="00D63CDD"/>
    <w:rsid w:val="00D732C7"/>
    <w:rsid w:val="00D740F9"/>
    <w:rsid w:val="00D75695"/>
    <w:rsid w:val="00D761A2"/>
    <w:rsid w:val="00D82A7D"/>
    <w:rsid w:val="00D865F4"/>
    <w:rsid w:val="00D87E9E"/>
    <w:rsid w:val="00D87F22"/>
    <w:rsid w:val="00D92615"/>
    <w:rsid w:val="00D9424D"/>
    <w:rsid w:val="00DA1246"/>
    <w:rsid w:val="00DA3252"/>
    <w:rsid w:val="00DA3C66"/>
    <w:rsid w:val="00DA3EB2"/>
    <w:rsid w:val="00DA6428"/>
    <w:rsid w:val="00DA7AC9"/>
    <w:rsid w:val="00DB2A32"/>
    <w:rsid w:val="00DB2EFD"/>
    <w:rsid w:val="00DB3A32"/>
    <w:rsid w:val="00DB4B3D"/>
    <w:rsid w:val="00DB5D35"/>
    <w:rsid w:val="00DB7799"/>
    <w:rsid w:val="00DC1E56"/>
    <w:rsid w:val="00DC2FA9"/>
    <w:rsid w:val="00DC602A"/>
    <w:rsid w:val="00DC69F6"/>
    <w:rsid w:val="00DD3006"/>
    <w:rsid w:val="00DD5102"/>
    <w:rsid w:val="00DD6342"/>
    <w:rsid w:val="00DE0F96"/>
    <w:rsid w:val="00DE3F85"/>
    <w:rsid w:val="00DE5B81"/>
    <w:rsid w:val="00DE6E42"/>
    <w:rsid w:val="00DE797E"/>
    <w:rsid w:val="00DF1273"/>
    <w:rsid w:val="00DF1B44"/>
    <w:rsid w:val="00DF267D"/>
    <w:rsid w:val="00DF46AA"/>
    <w:rsid w:val="00DF5150"/>
    <w:rsid w:val="00DF77F5"/>
    <w:rsid w:val="00E021A0"/>
    <w:rsid w:val="00E03C23"/>
    <w:rsid w:val="00E041E6"/>
    <w:rsid w:val="00E12D1E"/>
    <w:rsid w:val="00E158CB"/>
    <w:rsid w:val="00E16FBE"/>
    <w:rsid w:val="00E17532"/>
    <w:rsid w:val="00E20650"/>
    <w:rsid w:val="00E250AF"/>
    <w:rsid w:val="00E27106"/>
    <w:rsid w:val="00E27523"/>
    <w:rsid w:val="00E3275C"/>
    <w:rsid w:val="00E35644"/>
    <w:rsid w:val="00E3756A"/>
    <w:rsid w:val="00E37B35"/>
    <w:rsid w:val="00E40F43"/>
    <w:rsid w:val="00E4222D"/>
    <w:rsid w:val="00E51782"/>
    <w:rsid w:val="00E539FB"/>
    <w:rsid w:val="00E54A6D"/>
    <w:rsid w:val="00E5561B"/>
    <w:rsid w:val="00E569A3"/>
    <w:rsid w:val="00E57020"/>
    <w:rsid w:val="00E571A8"/>
    <w:rsid w:val="00E60185"/>
    <w:rsid w:val="00E606AE"/>
    <w:rsid w:val="00E611F3"/>
    <w:rsid w:val="00E653C9"/>
    <w:rsid w:val="00E656AC"/>
    <w:rsid w:val="00E70DB0"/>
    <w:rsid w:val="00E80609"/>
    <w:rsid w:val="00E82A9D"/>
    <w:rsid w:val="00E851FE"/>
    <w:rsid w:val="00E8579D"/>
    <w:rsid w:val="00E91625"/>
    <w:rsid w:val="00E92376"/>
    <w:rsid w:val="00E94EF6"/>
    <w:rsid w:val="00E96886"/>
    <w:rsid w:val="00E96CFA"/>
    <w:rsid w:val="00EA06BC"/>
    <w:rsid w:val="00EA4161"/>
    <w:rsid w:val="00EA4D61"/>
    <w:rsid w:val="00EA7176"/>
    <w:rsid w:val="00EB178E"/>
    <w:rsid w:val="00EB2897"/>
    <w:rsid w:val="00EC40AE"/>
    <w:rsid w:val="00EC5DF5"/>
    <w:rsid w:val="00EC6169"/>
    <w:rsid w:val="00ED04BD"/>
    <w:rsid w:val="00ED261C"/>
    <w:rsid w:val="00ED26AF"/>
    <w:rsid w:val="00ED3E7E"/>
    <w:rsid w:val="00ED55D7"/>
    <w:rsid w:val="00EE01C3"/>
    <w:rsid w:val="00EE32D7"/>
    <w:rsid w:val="00EE5F08"/>
    <w:rsid w:val="00EF2D3A"/>
    <w:rsid w:val="00EF3DA3"/>
    <w:rsid w:val="00EF41D5"/>
    <w:rsid w:val="00EF46C5"/>
    <w:rsid w:val="00F0769A"/>
    <w:rsid w:val="00F1225A"/>
    <w:rsid w:val="00F1726D"/>
    <w:rsid w:val="00F20D3A"/>
    <w:rsid w:val="00F21196"/>
    <w:rsid w:val="00F23C9A"/>
    <w:rsid w:val="00F24711"/>
    <w:rsid w:val="00F251B8"/>
    <w:rsid w:val="00F26EF6"/>
    <w:rsid w:val="00F27B8A"/>
    <w:rsid w:val="00F3590B"/>
    <w:rsid w:val="00F36CED"/>
    <w:rsid w:val="00F400C9"/>
    <w:rsid w:val="00F43E7B"/>
    <w:rsid w:val="00F4670A"/>
    <w:rsid w:val="00F510A3"/>
    <w:rsid w:val="00F519FB"/>
    <w:rsid w:val="00F53325"/>
    <w:rsid w:val="00F54725"/>
    <w:rsid w:val="00F5640C"/>
    <w:rsid w:val="00F61CFF"/>
    <w:rsid w:val="00F622A1"/>
    <w:rsid w:val="00F64253"/>
    <w:rsid w:val="00F64313"/>
    <w:rsid w:val="00F6611E"/>
    <w:rsid w:val="00F708A6"/>
    <w:rsid w:val="00F709EB"/>
    <w:rsid w:val="00F70D1A"/>
    <w:rsid w:val="00F716F3"/>
    <w:rsid w:val="00F7316E"/>
    <w:rsid w:val="00F73CE5"/>
    <w:rsid w:val="00F764AB"/>
    <w:rsid w:val="00F82EAE"/>
    <w:rsid w:val="00F84D14"/>
    <w:rsid w:val="00F867A0"/>
    <w:rsid w:val="00F92041"/>
    <w:rsid w:val="00F92F48"/>
    <w:rsid w:val="00F93578"/>
    <w:rsid w:val="00F93833"/>
    <w:rsid w:val="00F9512F"/>
    <w:rsid w:val="00F96C59"/>
    <w:rsid w:val="00FB37C4"/>
    <w:rsid w:val="00FB37F9"/>
    <w:rsid w:val="00FB400F"/>
    <w:rsid w:val="00FB4910"/>
    <w:rsid w:val="00FB68D1"/>
    <w:rsid w:val="00FC0A95"/>
    <w:rsid w:val="00FC1432"/>
    <w:rsid w:val="00FC19A3"/>
    <w:rsid w:val="00FC3B30"/>
    <w:rsid w:val="00FC4FB9"/>
    <w:rsid w:val="00FC59B5"/>
    <w:rsid w:val="00FC6B25"/>
    <w:rsid w:val="00FC7A3B"/>
    <w:rsid w:val="00FD087C"/>
    <w:rsid w:val="00FD2389"/>
    <w:rsid w:val="00FD3B02"/>
    <w:rsid w:val="00FD4A73"/>
    <w:rsid w:val="00FE0B6E"/>
    <w:rsid w:val="00FE1594"/>
    <w:rsid w:val="00FE1A32"/>
    <w:rsid w:val="00FE3022"/>
    <w:rsid w:val="00FE4862"/>
    <w:rsid w:val="00FE5E3D"/>
    <w:rsid w:val="00FE7D76"/>
    <w:rsid w:val="00FF0542"/>
    <w:rsid w:val="00FF0C75"/>
    <w:rsid w:val="00FF139D"/>
    <w:rsid w:val="00FF1AB2"/>
    <w:rsid w:val="00FF4933"/>
    <w:rsid w:val="00FF4F58"/>
    <w:rsid w:val="00FF6B65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AB35F"/>
  <w15:chartTrackingRefBased/>
  <w15:docId w15:val="{FBB348A0-9017-45C1-A50E-6CA077CE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6B0818"/>
    <w:pPr>
      <w:keepNext/>
      <w:keepLines/>
      <w:numPr>
        <w:numId w:val="9"/>
      </w:numPr>
      <w:spacing w:after="210" w:line="210" w:lineRule="atLeast"/>
      <w:jc w:val="both"/>
      <w:outlineLvl w:val="0"/>
    </w:pPr>
    <w:rPr>
      <w:rFonts w:ascii="Arial" w:eastAsia="Arial Unicode MS" w:hAnsi="Arial" w:cs="Arial"/>
      <w:b/>
      <w:bCs/>
      <w:caps/>
      <w:color w:val="595959"/>
      <w:sz w:val="28"/>
      <w:szCs w:val="17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6B0818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"/>
    <w:qFormat/>
    <w:rsid w:val="006B0818"/>
    <w:pPr>
      <w:numPr>
        <w:ilvl w:val="2"/>
        <w:numId w:val="9"/>
      </w:numPr>
      <w:spacing w:before="120" w:after="60" w:line="210" w:lineRule="atLeast"/>
      <w:ind w:right="40"/>
      <w:jc w:val="both"/>
      <w:outlineLvl w:val="2"/>
    </w:pPr>
    <w:rPr>
      <w:rFonts w:ascii="Arial" w:eastAsia="Tw Cen MT" w:hAnsi="Arial" w:cs="Arial"/>
      <w:b/>
      <w:color w:val="595959"/>
      <w:spacing w:val="10"/>
      <w:sz w:val="23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6B0818"/>
    <w:rPr>
      <w:rFonts w:ascii="Arial" w:eastAsia="Arial Unicode MS" w:hAnsi="Arial" w:cs="Arial"/>
      <w:b/>
      <w:bCs/>
      <w:caps/>
      <w:color w:val="595959"/>
      <w:sz w:val="28"/>
      <w:szCs w:val="17"/>
      <w:lang w:val="en-IN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6B0818"/>
    <w:rPr>
      <w:rFonts w:ascii="Arial" w:eastAsia="Arial Unicode MS" w:hAnsi="Arial" w:cs="Arial"/>
      <w:b/>
      <w:bCs/>
      <w:caps/>
      <w:color w:val="595959"/>
      <w:sz w:val="24"/>
      <w:szCs w:val="26"/>
      <w:lang w:val="en-IN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"/>
    <w:rsid w:val="006B0818"/>
    <w:rPr>
      <w:rFonts w:ascii="Arial" w:eastAsia="Tw Cen MT" w:hAnsi="Arial" w:cs="Arial"/>
      <w:b/>
      <w:color w:val="595959"/>
      <w:spacing w:val="10"/>
      <w:sz w:val="23"/>
      <w:szCs w:val="24"/>
    </w:rPr>
  </w:style>
  <w:style w:type="numbering" w:customStyle="1" w:styleId="Style1">
    <w:name w:val="Style1"/>
    <w:rsid w:val="006B0818"/>
    <w:pPr>
      <w:numPr>
        <w:numId w:val="8"/>
      </w:numPr>
    </w:pPr>
  </w:style>
  <w:style w:type="paragraph" w:customStyle="1" w:styleId="Default">
    <w:name w:val="Default"/>
    <w:rsid w:val="00FF1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e-IL"/>
    </w:rPr>
  </w:style>
  <w:style w:type="character" w:styleId="Hiperligao">
    <w:name w:val="Hyperlink"/>
    <w:basedOn w:val="Tipodeletrapredefinidodopargrafo"/>
    <w:uiPriority w:val="99"/>
    <w:semiHidden/>
    <w:unhideWhenUsed/>
    <w:rsid w:val="00C34EEE"/>
    <w:rPr>
      <w:color w:val="0000FF"/>
      <w:u w:val="single"/>
    </w:rPr>
  </w:style>
  <w:style w:type="paragraph" w:styleId="Reviso">
    <w:name w:val="Revision"/>
    <w:hidden/>
    <w:uiPriority w:val="99"/>
    <w:semiHidden/>
    <w:rsid w:val="00A176AE"/>
    <w:pPr>
      <w:spacing w:after="0" w:line="240" w:lineRule="auto"/>
    </w:pPr>
  </w:style>
  <w:style w:type="paragraph" w:customStyle="1" w:styleId="pf0">
    <w:name w:val="pf0"/>
    <w:basedOn w:val="Normal"/>
    <w:rsid w:val="006E6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cf01">
    <w:name w:val="cf01"/>
    <w:basedOn w:val="Tipodeletrapredefinidodopargrafo"/>
    <w:rsid w:val="006E6BA8"/>
    <w:rPr>
      <w:rFonts w:ascii="Segoe UI" w:hAnsi="Segoe UI" w:cs="Segoe UI" w:hint="default"/>
      <w:color w:val="404040"/>
      <w:sz w:val="18"/>
      <w:szCs w:val="18"/>
    </w:rPr>
  </w:style>
  <w:style w:type="table" w:customStyle="1" w:styleId="TableNormal">
    <w:name w:val="Table Normal"/>
    <w:rsid w:val="00614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 w:bidi="he-I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R1-Realizacoes">
    <w:name w:val="A_R1-Realizacoes"/>
    <w:basedOn w:val="PargrafodaLista"/>
    <w:qFormat/>
    <w:rsid w:val="00614F26"/>
    <w:pPr>
      <w:numPr>
        <w:numId w:val="17"/>
      </w:numPr>
      <w:spacing w:before="120" w:after="0" w:line="276" w:lineRule="auto"/>
      <w:ind w:left="357" w:hanging="357"/>
      <w:contextualSpacing w:val="0"/>
    </w:pPr>
    <w:rPr>
      <w:rFonts w:ascii="Verdana Pro Light" w:eastAsia="Verdana Pro Light" w:hAnsi="Verdana Pro Light" w:cs="Verdana Pro Light"/>
      <w:sz w:val="18"/>
      <w:szCs w:val="18"/>
      <w:lang w:eastAsia="pt-P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unos\Desktop\REVER\ANQEP\MAPA_FUNCIONAL\MULTIMEDIA_UC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4401f7a-f939-44ea-bdfb-cd1a26369ea5">
      <UserInfo>
        <DisplayName>Leonor Rocha</DisplayName>
        <AccountId>10</AccountId>
        <AccountType/>
      </UserInfo>
      <UserInfo>
        <DisplayName>Elisa Pérez Babo</DisplayName>
        <AccountId>29</AccountId>
        <AccountType/>
      </UserInfo>
      <UserInfo>
        <DisplayName>Maria Álvares</DisplayName>
        <AccountId>16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AB7A7-26FD-4487-A6F7-1F8406B4F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05B0ED-88DE-4FAE-AAE5-FE43EB9B18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19AA7C-643E-4A11-A404-FFBB7844604B}">
  <ds:schemaRefs>
    <ds:schemaRef ds:uri="http://schemas.microsoft.com/office/2006/metadata/properties"/>
    <ds:schemaRef ds:uri="http://schemas.microsoft.com/office/infopath/2007/PartnerControls"/>
    <ds:schemaRef ds:uri="64401f7a-f939-44ea-bdfb-cd1a26369ea5"/>
  </ds:schemaRefs>
</ds:datastoreItem>
</file>

<file path=customXml/itemProps4.xml><?xml version="1.0" encoding="utf-8"?>
<ds:datastoreItem xmlns:ds="http://schemas.openxmlformats.org/officeDocument/2006/customXml" ds:itemID="{BA50F75B-9346-4AAF-8B53-7D7FA82626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48</TotalTime>
  <Pages>125</Pages>
  <Words>22089</Words>
  <Characters>119282</Characters>
  <Application>Microsoft Office Word</Application>
  <DocSecurity>0</DocSecurity>
  <Lines>994</Lines>
  <Paragraphs>282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Alunos</dc:creator>
  <cp:keywords/>
  <dc:description/>
  <cp:lastModifiedBy>Maria Álvares</cp:lastModifiedBy>
  <cp:revision>46</cp:revision>
  <cp:lastPrinted>2024-02-06T10:04:00Z</cp:lastPrinted>
  <dcterms:created xsi:type="dcterms:W3CDTF">2024-02-12T13:13:00Z</dcterms:created>
  <dcterms:modified xsi:type="dcterms:W3CDTF">2024-02-28T16:58:00Z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