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C1A0B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BEC1A0C" w14:textId="429C7A9B" w:rsidR="00250F16" w:rsidRPr="00EE01C3" w:rsidRDefault="001B1119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EC3C74" wp14:editId="7CFE4B52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0" b="0"/>
                <wp:wrapNone/>
                <wp:docPr id="212101016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C3C8E" w14:textId="77777777" w:rsidR="001007AE" w:rsidRPr="00EE01C3" w:rsidRDefault="001007AE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5BEC3C8F" w14:textId="77777777" w:rsidR="001007AE" w:rsidRPr="00EE01C3" w:rsidRDefault="001007AE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C3C74" id="Re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" fillcolor="#cfcdcd [2894]" stroked="f" strokeweight="1pt">
                <v:textbox>
                  <w:txbxContent>
                    <w:p w14:paraId="5BEC3C8E" w14:textId="77777777" w:rsidR="001007AE" w:rsidRPr="00EE01C3" w:rsidRDefault="001007AE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5BEC3C8F" w14:textId="77777777" w:rsidR="001007AE" w:rsidRPr="00EE01C3" w:rsidRDefault="001007AE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BEC1A0D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BEC1A0E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BEC1A0F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BEC1A10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BEC1A11" w14:textId="77777777" w:rsidR="00A81D17" w:rsidRDefault="00A81D17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>
        <w:rPr>
          <w:rFonts w:ascii="Verdana Pro Light" w:hAnsi="Verdana Pro Light"/>
          <w:b/>
          <w:color w:val="000000" w:themeColor="text1"/>
          <w:sz w:val="32"/>
          <w:szCs w:val="24"/>
        </w:rPr>
        <w:t>Técnico/a de Produção e Tecnologias da Música</w:t>
      </w:r>
    </w:p>
    <w:p w14:paraId="5BEC1A12" w14:textId="1F877D1D" w:rsidR="00AC6E34" w:rsidRPr="00712C22" w:rsidRDefault="001B1119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5BEC3C76" wp14:editId="029EC20F">
                <wp:extent cx="7917180" cy="68580"/>
                <wp:effectExtent l="1905" t="0" r="0" b="0"/>
                <wp:docPr id="675681081" name="Rec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7180" cy="685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C3C90" w14:textId="77777777" w:rsidR="001007AE" w:rsidRPr="00EF41D5" w:rsidRDefault="001007AE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5BEC3C91" w14:textId="77777777" w:rsidR="001007AE" w:rsidRPr="00EF41D5" w:rsidRDefault="001007AE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EC3C76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" fillcolor="#cfcdcd [2894]" stroked="f" strokeweight="1pt">
                <v:textbox>
                  <w:txbxContent>
                    <w:p w14:paraId="5BEC3C90" w14:textId="77777777" w:rsidR="001007AE" w:rsidRPr="00EF41D5" w:rsidRDefault="001007AE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5BEC3C91" w14:textId="77777777" w:rsidR="001007AE" w:rsidRPr="00EF41D5" w:rsidRDefault="001007AE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5BEC1A13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064585"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000 –</w:t>
      </w:r>
      <w:r w:rsidR="00064585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</w:t>
      </w:r>
      <w:r w:rsidR="00064585" w:rsidRPr="00754C50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  <w:u w:val="single"/>
        </w:rPr>
        <w:t>212</w:t>
      </w:r>
      <w:r w:rsidR="00064585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  <w:u w:val="single"/>
        </w:rPr>
        <w:t xml:space="preserve"> Artes do Espetáculo</w:t>
      </w:r>
    </w:p>
    <w:p w14:paraId="5BEC1A14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5BEC1A15" w14:textId="77777777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5BEC1A16" w14:textId="77777777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064585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 xml:space="preserve"> 121,5</w:t>
      </w:r>
    </w:p>
    <w:p w14:paraId="5BEC1A17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5BEC1A18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5BEC1A19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5BEC1A1A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5BEC1A1B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515744">
          <w:headerReference w:type="default" r:id="rId8"/>
          <w:footerReference w:type="default" r:id="rId9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5BEC1A1C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5BEC1A20" w14:textId="6E94510E" w:rsidR="00AC6E34" w:rsidRPr="00844D8A" w:rsidRDefault="00CB6F6D" w:rsidP="00B95719">
      <w:pPr>
        <w:pStyle w:val="PargrafodaLista"/>
        <w:spacing w:after="120" w:line="240" w:lineRule="auto"/>
        <w:ind w:left="0"/>
        <w:jc w:val="both"/>
        <w:rPr>
          <w:rFonts w:ascii="Verdana Pro Light" w:hAnsi="Verdana Pro Light" w:cstheme="minorHAnsi"/>
          <w:sz w:val="20"/>
          <w:szCs w:val="20"/>
        </w:rPr>
      </w:pPr>
      <w:r w:rsidRPr="00844D8A">
        <w:rPr>
          <w:rFonts w:ascii="Verdana Pro Light" w:hAnsi="Verdana Pro Light" w:cstheme="minorHAnsi"/>
          <w:sz w:val="20"/>
          <w:szCs w:val="20"/>
        </w:rPr>
        <w:t>Produzir objetos musicais e artísticos, respeitando os standards de qualidade da</w:t>
      </w:r>
      <w:r w:rsidR="00C46D54" w:rsidRPr="00844D8A">
        <w:rPr>
          <w:rFonts w:ascii="Verdana Pro Light" w:hAnsi="Verdana Pro Light" w:cstheme="minorHAnsi"/>
          <w:sz w:val="20"/>
          <w:szCs w:val="20"/>
        </w:rPr>
        <w:t>s</w:t>
      </w:r>
      <w:r w:rsidRPr="00844D8A">
        <w:rPr>
          <w:rFonts w:ascii="Verdana Pro Light" w:hAnsi="Verdana Pro Light" w:cstheme="minorHAnsi"/>
          <w:sz w:val="20"/>
          <w:szCs w:val="20"/>
        </w:rPr>
        <w:t xml:space="preserve"> indústria</w:t>
      </w:r>
      <w:r w:rsidR="00C46D54" w:rsidRPr="00844D8A">
        <w:rPr>
          <w:rFonts w:ascii="Verdana Pro Light" w:hAnsi="Verdana Pro Light" w:cstheme="minorHAnsi"/>
          <w:sz w:val="20"/>
          <w:szCs w:val="20"/>
        </w:rPr>
        <w:t>s</w:t>
      </w:r>
      <w:r w:rsidRPr="00844D8A">
        <w:rPr>
          <w:rFonts w:ascii="Verdana Pro Light" w:hAnsi="Verdana Pro Light" w:cstheme="minorHAnsi"/>
          <w:sz w:val="20"/>
          <w:szCs w:val="20"/>
        </w:rPr>
        <w:t xml:space="preserve"> de música gravada e de música ao vivo. Criar, desenvolver e implementar conceitos musicais</w:t>
      </w:r>
      <w:r w:rsidR="00C46D54" w:rsidRPr="00844D8A">
        <w:rPr>
          <w:rFonts w:ascii="Verdana Pro Light" w:hAnsi="Verdana Pro Light" w:cstheme="minorHAnsi"/>
          <w:sz w:val="20"/>
          <w:szCs w:val="20"/>
        </w:rPr>
        <w:t xml:space="preserve"> inseridos no mercado da m</w:t>
      </w:r>
      <w:r w:rsidR="00EE51FC" w:rsidRPr="00844D8A">
        <w:rPr>
          <w:rFonts w:ascii="Verdana Pro Light" w:hAnsi="Verdana Pro Light" w:cstheme="minorHAnsi"/>
          <w:sz w:val="20"/>
          <w:szCs w:val="20"/>
        </w:rPr>
        <w:t>úsica e dos eventos, em função das especifi</w:t>
      </w:r>
      <w:r w:rsidR="00B35726" w:rsidRPr="00844D8A">
        <w:rPr>
          <w:rFonts w:ascii="Verdana Pro Light" w:hAnsi="Verdana Pro Light" w:cstheme="minorHAnsi"/>
          <w:sz w:val="20"/>
          <w:szCs w:val="20"/>
        </w:rPr>
        <w:t xml:space="preserve">cações dos projetos e espaços, </w:t>
      </w:r>
      <w:r w:rsidR="00EE51FC" w:rsidRPr="00844D8A">
        <w:rPr>
          <w:rFonts w:ascii="Verdana Pro Light" w:hAnsi="Verdana Pro Light" w:cstheme="minorHAnsi"/>
          <w:sz w:val="20"/>
          <w:szCs w:val="20"/>
        </w:rPr>
        <w:t>das solicitações das diversas equipas artísticas</w:t>
      </w:r>
      <w:r w:rsidR="00B35726" w:rsidRPr="00844D8A">
        <w:rPr>
          <w:rFonts w:ascii="Verdana Pro Light" w:hAnsi="Verdana Pro Light" w:cstheme="minorHAnsi"/>
          <w:sz w:val="20"/>
          <w:szCs w:val="20"/>
        </w:rPr>
        <w:t xml:space="preserve"> e das encomendas dos clientes.</w:t>
      </w:r>
      <w:r w:rsidR="00844D8A">
        <w:rPr>
          <w:rFonts w:ascii="Verdana Pro Light" w:hAnsi="Verdana Pro Light" w:cstheme="minorHAnsi"/>
          <w:sz w:val="20"/>
          <w:szCs w:val="20"/>
        </w:rPr>
        <w:t xml:space="preserve"> </w:t>
      </w:r>
      <w:r w:rsidR="00C46D54" w:rsidRPr="00844D8A">
        <w:rPr>
          <w:rFonts w:ascii="Verdana Pro Light" w:hAnsi="Verdana Pro Light" w:cstheme="minorHAnsi"/>
          <w:sz w:val="20"/>
          <w:szCs w:val="20"/>
        </w:rPr>
        <w:t>Iniciar uma carreira musical dominando as técnicas de teoria da música, sabendo estar em estúdio e utilizando softwares e programas de gravação.</w:t>
      </w:r>
    </w:p>
    <w:p w14:paraId="5BEC1A21" w14:textId="77777777" w:rsidR="00AC6E34" w:rsidRDefault="00AC6E3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5BEC1A22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5BEC1A23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5BEC1A24" w14:textId="77777777" w:rsidR="00EE51FC" w:rsidRDefault="00EE51FC" w:rsidP="00EE51FC">
      <w:pPr>
        <w:pStyle w:val="Default"/>
      </w:pPr>
    </w:p>
    <w:p w14:paraId="5BEC1A25" w14:textId="4316651F" w:rsidR="00EE51FC" w:rsidRPr="00B95719" w:rsidRDefault="00B95719" w:rsidP="00B95719">
      <w:pPr>
        <w:pStyle w:val="Default"/>
        <w:jc w:val="both"/>
        <w:rPr>
          <w:sz w:val="20"/>
          <w:szCs w:val="20"/>
        </w:rPr>
      </w:pPr>
      <w:r w:rsidRPr="00B95719">
        <w:rPr>
          <w:sz w:val="20"/>
          <w:szCs w:val="20"/>
        </w:rPr>
        <w:t xml:space="preserve">- </w:t>
      </w:r>
      <w:r w:rsidR="00EE51FC" w:rsidRPr="00B95719">
        <w:rPr>
          <w:sz w:val="20"/>
          <w:szCs w:val="20"/>
        </w:rPr>
        <w:t xml:space="preserve">Organizar e manter materiais e equipamentos de som em boas condições de funcionamento e segurança. </w:t>
      </w:r>
    </w:p>
    <w:p w14:paraId="5BEC1A26" w14:textId="1B35328F" w:rsidR="00EE51FC" w:rsidRPr="00B95719" w:rsidRDefault="00B95719" w:rsidP="00B95719">
      <w:pPr>
        <w:pStyle w:val="Default"/>
        <w:jc w:val="both"/>
        <w:rPr>
          <w:sz w:val="20"/>
          <w:szCs w:val="20"/>
        </w:rPr>
      </w:pPr>
      <w:r w:rsidRPr="00B95719">
        <w:rPr>
          <w:sz w:val="20"/>
          <w:szCs w:val="20"/>
        </w:rPr>
        <w:t xml:space="preserve">- </w:t>
      </w:r>
      <w:r w:rsidR="00EE51FC" w:rsidRPr="00B95719">
        <w:rPr>
          <w:sz w:val="20"/>
          <w:szCs w:val="20"/>
        </w:rPr>
        <w:t>Selecionar e montar materiais e equipamentos de som de acordo com as especificações de um projeto.</w:t>
      </w:r>
    </w:p>
    <w:p w14:paraId="5BEC1A27" w14:textId="77904C58" w:rsidR="00EE51FC" w:rsidRPr="00B95719" w:rsidRDefault="00B95719" w:rsidP="00B95719">
      <w:pPr>
        <w:pStyle w:val="Default"/>
        <w:jc w:val="both"/>
        <w:rPr>
          <w:sz w:val="20"/>
          <w:szCs w:val="20"/>
        </w:rPr>
      </w:pPr>
      <w:r w:rsidRPr="00B95719">
        <w:rPr>
          <w:sz w:val="20"/>
          <w:szCs w:val="20"/>
        </w:rPr>
        <w:t xml:space="preserve">- </w:t>
      </w:r>
      <w:r w:rsidR="00EE51FC" w:rsidRPr="00B95719">
        <w:rPr>
          <w:sz w:val="20"/>
          <w:szCs w:val="20"/>
        </w:rPr>
        <w:t>Gravar, editar, misturar e masterizar música</w:t>
      </w:r>
      <w:r w:rsidR="001B4DF6" w:rsidRPr="00B95719">
        <w:rPr>
          <w:sz w:val="20"/>
          <w:szCs w:val="20"/>
        </w:rPr>
        <w:t>, usando os meios tecnológicos disponíveis</w:t>
      </w:r>
      <w:r w:rsidR="00EE51FC" w:rsidRPr="00B95719">
        <w:rPr>
          <w:sz w:val="20"/>
          <w:szCs w:val="20"/>
        </w:rPr>
        <w:t>.</w:t>
      </w:r>
    </w:p>
    <w:p w14:paraId="5BEC1A28" w14:textId="7163FB7A" w:rsidR="00EE51FC" w:rsidRPr="00B95719" w:rsidRDefault="00B95719" w:rsidP="00B95719">
      <w:pPr>
        <w:pStyle w:val="Default"/>
        <w:jc w:val="both"/>
        <w:rPr>
          <w:sz w:val="20"/>
          <w:szCs w:val="20"/>
        </w:rPr>
      </w:pPr>
      <w:r w:rsidRPr="00B95719">
        <w:rPr>
          <w:sz w:val="20"/>
          <w:szCs w:val="20"/>
        </w:rPr>
        <w:t>-</w:t>
      </w:r>
      <w:r w:rsidR="00B93E70">
        <w:rPr>
          <w:sz w:val="20"/>
          <w:szCs w:val="20"/>
        </w:rPr>
        <w:t xml:space="preserve"> </w:t>
      </w:r>
      <w:r w:rsidR="00EE51FC" w:rsidRPr="00B95719">
        <w:rPr>
          <w:sz w:val="20"/>
          <w:szCs w:val="20"/>
        </w:rPr>
        <w:t>Compor e fazer arranjos, tendo por base os conhecimentos da teoria da música e da composição adquiridos.</w:t>
      </w:r>
    </w:p>
    <w:p w14:paraId="5BEC1A29" w14:textId="5E32400A" w:rsidR="001B4DF6" w:rsidRPr="00B95719" w:rsidRDefault="00B95719" w:rsidP="00B95719">
      <w:pPr>
        <w:pStyle w:val="Default"/>
        <w:jc w:val="both"/>
        <w:rPr>
          <w:sz w:val="20"/>
          <w:szCs w:val="20"/>
        </w:rPr>
      </w:pPr>
      <w:r w:rsidRPr="00B95719">
        <w:rPr>
          <w:sz w:val="20"/>
          <w:szCs w:val="20"/>
        </w:rPr>
        <w:t xml:space="preserve">- </w:t>
      </w:r>
      <w:r w:rsidR="001B4DF6" w:rsidRPr="00B95719">
        <w:rPr>
          <w:sz w:val="20"/>
          <w:szCs w:val="20"/>
        </w:rPr>
        <w:t xml:space="preserve">Desenvolver competências técnicas e criativas </w:t>
      </w:r>
      <w:r w:rsidR="00564D14" w:rsidRPr="00B95719">
        <w:rPr>
          <w:sz w:val="20"/>
          <w:szCs w:val="20"/>
        </w:rPr>
        <w:t>inerentes a um Produtor Musical, designadamente, apontando a direção artística do projeto de acordo com as tendências e apetências do mercado e respeitando a identidade dos artistas e dos projetos.</w:t>
      </w:r>
    </w:p>
    <w:p w14:paraId="5BEC1A2A" w14:textId="5F25A9CB" w:rsidR="001B4DF6" w:rsidRPr="00B95719" w:rsidRDefault="00B95719" w:rsidP="00B95719">
      <w:pPr>
        <w:pStyle w:val="Default"/>
        <w:jc w:val="both"/>
        <w:rPr>
          <w:sz w:val="20"/>
          <w:szCs w:val="20"/>
        </w:rPr>
      </w:pPr>
      <w:r w:rsidRPr="00B95719">
        <w:rPr>
          <w:sz w:val="20"/>
          <w:szCs w:val="20"/>
        </w:rPr>
        <w:t xml:space="preserve">- </w:t>
      </w:r>
      <w:r w:rsidR="001B4DF6" w:rsidRPr="00B95719">
        <w:rPr>
          <w:sz w:val="20"/>
          <w:szCs w:val="20"/>
        </w:rPr>
        <w:t>Conhecer como funciona o mercado e o negócio da indústria musical a nível nacional e internacional.</w:t>
      </w:r>
    </w:p>
    <w:p w14:paraId="5BEC1A30" w14:textId="77777777" w:rsidR="00AC6E34" w:rsidRDefault="00AC6E34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16CADA5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4579862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E2C5D08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032655E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C3E6892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7521659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B343679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29EC0DC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52671F8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53B490E" w14:textId="77777777" w:rsidR="00844D8A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FD606F0" w14:textId="77777777" w:rsidR="00844D8A" w:rsidRPr="00250F16" w:rsidRDefault="00844D8A" w:rsidP="00844D8A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EB676B5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6B194EE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37DCC20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E2ABDA3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254A2BA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E322571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88E5869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A484463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DE2B102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448BE15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2A1A478" w14:textId="77777777" w:rsidR="001E0A95" w:rsidRDefault="001E0A95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BEC1A31" w14:textId="3E2F955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5BEC1A32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BEC1A33" w14:textId="77777777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10256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  <w:gridCol w:w="1134"/>
      </w:tblGrid>
      <w:tr w:rsidR="00A81D17" w:rsidRPr="00712C22" w14:paraId="5BEC1A39" w14:textId="77777777" w:rsidTr="00A81D17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5BEC1A34" w14:textId="77777777" w:rsidR="00A81D17" w:rsidRPr="00712C22" w:rsidRDefault="00A81D17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BEC1A35" w14:textId="77777777" w:rsidR="00A81D17" w:rsidRPr="00712C22" w:rsidRDefault="00A81D17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5BEC1A36" w14:textId="77777777" w:rsidR="00A81D17" w:rsidRPr="00712C22" w:rsidRDefault="00A81D17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BEC1A37" w14:textId="77777777" w:rsidR="00A81D17" w:rsidRPr="00712C22" w:rsidRDefault="00A81D17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BEC1A38" w14:textId="77777777" w:rsidR="00A81D17" w:rsidRPr="00712C22" w:rsidRDefault="00A81D17" w:rsidP="00A81D17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>CArga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>Horária</w:t>
            </w:r>
            <w:proofErr w:type="spellEnd"/>
          </w:p>
        </w:tc>
      </w:tr>
      <w:tr w:rsidR="00201DF6" w:rsidRPr="006C0318" w14:paraId="5BEC1A3F" w14:textId="77777777" w:rsidTr="00A81D17">
        <w:trPr>
          <w:trHeight w:val="317"/>
          <w:jc w:val="center"/>
        </w:trPr>
        <w:tc>
          <w:tcPr>
            <w:tcW w:w="1185" w:type="dxa"/>
            <w:vAlign w:val="center"/>
          </w:tcPr>
          <w:p w14:paraId="5BEC1A3A" w14:textId="77777777" w:rsidR="00201DF6" w:rsidRPr="00234037" w:rsidRDefault="00201DF6" w:rsidP="00201DF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3B" w14:textId="77777777" w:rsidR="00201DF6" w:rsidRPr="00712C22" w:rsidRDefault="00201DF6" w:rsidP="00201DF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</w:tcPr>
          <w:p w14:paraId="5BEC1A3C" w14:textId="77777777" w:rsidR="00201DF6" w:rsidRPr="00082507" w:rsidRDefault="00201DF6" w:rsidP="00201DF6">
            <w:pPr>
              <w:rPr>
                <w:rFonts w:ascii="Verdana Pro Light" w:hAnsi="Verdana Pro Light"/>
                <w:color w:val="000000" w:themeColor="text1"/>
                <w:sz w:val="18"/>
                <w:szCs w:val="18"/>
              </w:rPr>
            </w:pPr>
            <w:r w:rsidRPr="000D191B">
              <w:rPr>
                <w:rFonts w:ascii="Verdana Pro Light" w:hAnsi="Verdana Pro Light"/>
                <w:sz w:val="18"/>
                <w:szCs w:val="18"/>
              </w:rPr>
              <w:t xml:space="preserve">Prestar informações sobre a </w:t>
            </w:r>
            <w:r w:rsidR="007F74D4" w:rsidRPr="000D191B">
              <w:rPr>
                <w:rFonts w:ascii="Verdana Pro Light" w:hAnsi="Verdana Pro Light"/>
                <w:sz w:val="18"/>
                <w:szCs w:val="18"/>
              </w:rPr>
              <w:t>atividade de produção e tecnologias da música</w:t>
            </w:r>
          </w:p>
        </w:tc>
        <w:tc>
          <w:tcPr>
            <w:tcW w:w="1134" w:type="dxa"/>
            <w:vAlign w:val="center"/>
          </w:tcPr>
          <w:p w14:paraId="5BEC1A3D" w14:textId="77777777" w:rsidR="00201DF6" w:rsidRPr="00234037" w:rsidRDefault="00C2355B" w:rsidP="00201DF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5BEC1A3E" w14:textId="77777777" w:rsidR="00201DF6" w:rsidRPr="00234037" w:rsidRDefault="00C2355B" w:rsidP="00201DF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1C" w:rsidRPr="006C0318" w14:paraId="5BEC1A45" w14:textId="77777777" w:rsidTr="005B35D8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40" w14:textId="77777777" w:rsidR="00A54B1C" w:rsidRPr="00234037" w:rsidRDefault="00A54B1C" w:rsidP="00201DF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41" w14:textId="77777777" w:rsidR="00A54B1C" w:rsidRPr="00712C22" w:rsidRDefault="00A54B1C" w:rsidP="00201DF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</w:tcPr>
          <w:p w14:paraId="5BEC1A42" w14:textId="77777777" w:rsidR="00A54B1C" w:rsidRPr="000D191B" w:rsidRDefault="00A54B1C" w:rsidP="00201DF6">
            <w:pPr>
              <w:rPr>
                <w:rFonts w:ascii="Verdana Pro Light" w:hAnsi="Verdana Pro Light"/>
                <w:color w:val="000000" w:themeColor="text1"/>
                <w:sz w:val="18"/>
                <w:szCs w:val="18"/>
              </w:rPr>
            </w:pPr>
            <w:r w:rsidRPr="000D191B">
              <w:rPr>
                <w:rFonts w:ascii="Verdana Pro Light" w:hAnsi="Verdana Pro Light"/>
                <w:color w:val="000000" w:themeColor="text1"/>
                <w:sz w:val="18"/>
                <w:szCs w:val="18"/>
              </w:rPr>
              <w:t>Colaborar e trabalhar em equipa</w:t>
            </w:r>
            <w:r w:rsidRPr="000D191B">
              <w:rPr>
                <w:rStyle w:val="Refdenotaderodap"/>
                <w:rFonts w:ascii="Verdana Pro Light" w:hAnsi="Verdana Pro Light"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1134" w:type="dxa"/>
          </w:tcPr>
          <w:p w14:paraId="5BEC1A43" w14:textId="77777777" w:rsidR="00A54B1C" w:rsidRDefault="00A54B1C" w:rsidP="00A54B1C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A44" w14:textId="77777777" w:rsidR="00A54B1C" w:rsidRDefault="00A54B1C" w:rsidP="00A54B1C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1C" w:rsidRPr="006C0318" w14:paraId="5BEC1A4B" w14:textId="77777777" w:rsidTr="005B35D8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46" w14:textId="77777777" w:rsidR="00A54B1C" w:rsidRPr="006C0318" w:rsidRDefault="00A54B1C" w:rsidP="00201DF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47" w14:textId="77777777" w:rsidR="00A54B1C" w:rsidRPr="000B6869" w:rsidRDefault="00A54B1C" w:rsidP="00201DF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</w:tcPr>
          <w:p w14:paraId="5BEC1A48" w14:textId="77777777" w:rsidR="00A54B1C" w:rsidRPr="000D191B" w:rsidRDefault="00A54B1C" w:rsidP="00201DF6">
            <w:pPr>
              <w:rPr>
                <w:rFonts w:ascii="Verdana Pro Light" w:hAnsi="Verdana Pro Light"/>
                <w:color w:val="000000" w:themeColor="text1"/>
                <w:sz w:val="18"/>
                <w:szCs w:val="18"/>
              </w:rPr>
            </w:pPr>
            <w:r w:rsidRPr="000D191B">
              <w:rPr>
                <w:rFonts w:ascii="Verdana Pro Light" w:hAnsi="Verdana Pro Light"/>
                <w:color w:val="000000" w:themeColor="text1"/>
                <w:sz w:val="18"/>
                <w:szCs w:val="18"/>
              </w:rPr>
              <w:t>Comunicar e interagir em contexto profissional</w:t>
            </w:r>
            <w:r w:rsidRPr="000D191B">
              <w:rPr>
                <w:rStyle w:val="Refdenotaderodap"/>
                <w:rFonts w:ascii="Verdana Pro Light" w:hAnsi="Verdana Pro Light"/>
                <w:color w:val="000000" w:themeColor="text1"/>
                <w:sz w:val="18"/>
                <w:szCs w:val="18"/>
              </w:rPr>
              <w:footnoteReference w:id="3"/>
            </w:r>
          </w:p>
        </w:tc>
        <w:tc>
          <w:tcPr>
            <w:tcW w:w="1134" w:type="dxa"/>
          </w:tcPr>
          <w:p w14:paraId="5BEC1A49" w14:textId="77777777" w:rsidR="00A54B1C" w:rsidRDefault="00A54B1C" w:rsidP="00A54B1C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A4A" w14:textId="77777777" w:rsidR="00A54B1C" w:rsidRDefault="00A54B1C" w:rsidP="00A54B1C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551549" w:rsidRPr="006C0318" w14:paraId="5BEC1A51" w14:textId="77777777" w:rsidTr="004904D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4C" w14:textId="77777777" w:rsidR="00551549" w:rsidRPr="006C0318" w:rsidRDefault="00551549" w:rsidP="00201DF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4D" w14:textId="77777777" w:rsidR="00551549" w:rsidRPr="000B6869" w:rsidRDefault="00551549" w:rsidP="00201DF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04</w:t>
            </w:r>
          </w:p>
        </w:tc>
        <w:tc>
          <w:tcPr>
            <w:tcW w:w="6094" w:type="dxa"/>
          </w:tcPr>
          <w:p w14:paraId="5BEC1A4E" w14:textId="77777777" w:rsidR="00551549" w:rsidRPr="00DA095A" w:rsidRDefault="00551549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 w:rsidRPr="00DA095A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atividade de produção e tecnologias da música</w:t>
            </w:r>
          </w:p>
        </w:tc>
        <w:tc>
          <w:tcPr>
            <w:tcW w:w="1134" w:type="dxa"/>
            <w:vAlign w:val="center"/>
          </w:tcPr>
          <w:p w14:paraId="5BEC1A4F" w14:textId="77777777" w:rsidR="00551549" w:rsidRPr="00234037" w:rsidRDefault="00551549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5BEC1A50" w14:textId="77777777" w:rsidR="00551549" w:rsidRDefault="00551549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551549" w:rsidRPr="006C0318" w14:paraId="5BEC1A57" w14:textId="77777777" w:rsidTr="004904D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52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53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</w:tcPr>
          <w:p w14:paraId="5BEC1A54" w14:textId="77777777" w:rsidR="00551549" w:rsidRPr="00DA095A" w:rsidRDefault="00551549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 w:rsidRPr="00DA095A">
              <w:rPr>
                <w:rFonts w:ascii="Verdana Pro Light" w:hAnsi="Verdana Pro Light"/>
                <w:sz w:val="18"/>
                <w:szCs w:val="18"/>
              </w:rPr>
              <w:t>Interagir em inglês na atividade de produção e tecnologias da música</w:t>
            </w:r>
          </w:p>
        </w:tc>
        <w:tc>
          <w:tcPr>
            <w:tcW w:w="1134" w:type="dxa"/>
          </w:tcPr>
          <w:p w14:paraId="5BEC1A55" w14:textId="77777777" w:rsidR="00551549" w:rsidRDefault="00551549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A56" w14:textId="77777777" w:rsidR="00551549" w:rsidRDefault="00551549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551549" w:rsidRPr="006C0318" w14:paraId="5BEC1A5D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58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59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5BEC1A5A" w14:textId="2706763C" w:rsidR="00551549" w:rsidRPr="00234037" w:rsidRDefault="00C33E90" w:rsidP="00A81D17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Realizar exercícios de fo</w:t>
            </w:r>
            <w:r w:rsidR="00551549">
              <w:rPr>
                <w:rFonts w:ascii="Verdana Pro Light" w:hAnsi="Verdana Pro Light"/>
                <w:sz w:val="18"/>
                <w:szCs w:val="18"/>
              </w:rPr>
              <w:t>rmação Musical</w:t>
            </w:r>
          </w:p>
        </w:tc>
        <w:tc>
          <w:tcPr>
            <w:tcW w:w="1134" w:type="dxa"/>
            <w:vAlign w:val="center"/>
          </w:tcPr>
          <w:p w14:paraId="5BEC1A5B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5C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63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5E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5F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5BEC1A60" w14:textId="7D849208" w:rsidR="00551549" w:rsidRPr="006C0318" w:rsidRDefault="00842135" w:rsidP="00A81D17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Executar </w:t>
            </w:r>
            <w:r w:rsidR="00551549">
              <w:rPr>
                <w:rFonts w:ascii="Verdana Pro Light" w:hAnsi="Verdana Pro Light"/>
                <w:sz w:val="18"/>
                <w:szCs w:val="18"/>
              </w:rPr>
              <w:t>Acústica Geral e Organológica</w:t>
            </w:r>
          </w:p>
        </w:tc>
        <w:tc>
          <w:tcPr>
            <w:tcW w:w="1134" w:type="dxa"/>
            <w:vAlign w:val="center"/>
          </w:tcPr>
          <w:p w14:paraId="5BEC1A61" w14:textId="77777777" w:rsidR="00551549" w:rsidRPr="00234037" w:rsidRDefault="00551549" w:rsidP="005B35D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62" w14:textId="77777777" w:rsidR="00551549" w:rsidRPr="00234037" w:rsidRDefault="00551549" w:rsidP="005B35D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69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64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65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5BEC1A66" w14:textId="7FAB8B98" w:rsidR="00551549" w:rsidRPr="006C0318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Escuta</w:t>
            </w:r>
            <w:r w:rsidR="00FD62A3">
              <w:rPr>
                <w:rFonts w:ascii="Verdana Pro Light" w:hAnsi="Verdana Pro Light"/>
                <w:sz w:val="18"/>
                <w:szCs w:val="18"/>
              </w:rPr>
              <w:t>r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r w:rsidR="00E22987">
              <w:rPr>
                <w:rFonts w:ascii="Verdana Pro Light" w:hAnsi="Verdana Pro Light"/>
                <w:sz w:val="18"/>
                <w:szCs w:val="18"/>
              </w:rPr>
              <w:t xml:space="preserve">realizar análise auditiva da </w:t>
            </w:r>
            <w:r w:rsidR="00E22987">
              <w:rPr>
                <w:rFonts w:ascii="Verdana Pro Light" w:hAnsi="Verdana Pro Light"/>
                <w:sz w:val="18"/>
                <w:szCs w:val="18"/>
              </w:rPr>
              <w:t>História da Música</w:t>
            </w:r>
          </w:p>
        </w:tc>
        <w:tc>
          <w:tcPr>
            <w:tcW w:w="1134" w:type="dxa"/>
            <w:vAlign w:val="center"/>
          </w:tcPr>
          <w:p w14:paraId="5BEC1A67" w14:textId="77777777" w:rsidR="00551549" w:rsidRPr="00234037" w:rsidRDefault="00551549" w:rsidP="005B35D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68" w14:textId="77777777" w:rsidR="00551549" w:rsidRPr="00234037" w:rsidRDefault="00551549" w:rsidP="005B35D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6F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6A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6B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5BEC1A6C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Mobilizar Práticas de Teclado</w:t>
            </w:r>
          </w:p>
        </w:tc>
        <w:tc>
          <w:tcPr>
            <w:tcW w:w="1134" w:type="dxa"/>
            <w:vAlign w:val="center"/>
          </w:tcPr>
          <w:p w14:paraId="5BEC1A6D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6E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75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70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71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5BEC1A72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Analisar e Aplicar Técnicas de Composição</w:t>
            </w:r>
          </w:p>
        </w:tc>
        <w:tc>
          <w:tcPr>
            <w:tcW w:w="1134" w:type="dxa"/>
            <w:vAlign w:val="center"/>
          </w:tcPr>
          <w:p w14:paraId="5BEC1A73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74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7B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76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77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5BEC1A78" w14:textId="77777777" w:rsidR="00551549" w:rsidRPr="00234037" w:rsidRDefault="00551549" w:rsidP="008245A4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Editar Partituras</w:t>
            </w:r>
          </w:p>
        </w:tc>
        <w:tc>
          <w:tcPr>
            <w:tcW w:w="1134" w:type="dxa"/>
            <w:vAlign w:val="center"/>
          </w:tcPr>
          <w:p w14:paraId="5BEC1A79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5BEC1A7A" w14:textId="77777777" w:rsidR="00551549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551549" w:rsidRPr="006C0318" w14:paraId="5BEC1A81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7C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7D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5BEC1A7E" w14:textId="77777777" w:rsidR="00551549" w:rsidRPr="00234037" w:rsidRDefault="00551549" w:rsidP="008245A4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Usar Estúdio de Som e Captar Instrumentos </w:t>
            </w:r>
          </w:p>
        </w:tc>
        <w:tc>
          <w:tcPr>
            <w:tcW w:w="1134" w:type="dxa"/>
            <w:vAlign w:val="center"/>
          </w:tcPr>
          <w:p w14:paraId="5BEC1A7F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80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87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82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83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5BEC1A84" w14:textId="71CAABD3" w:rsidR="00551549" w:rsidRPr="00C26A92" w:rsidRDefault="007B006E" w:rsidP="00A81D17">
            <w:pPr>
              <w:rPr>
                <w:rFonts w:ascii="Verdana Pro Light" w:hAnsi="Verdana Pro Light"/>
                <w:sz w:val="18"/>
                <w:szCs w:val="18"/>
              </w:rPr>
            </w:pPr>
            <w:r w:rsidRPr="00C26A92">
              <w:rPr>
                <w:rFonts w:ascii="Verdana Pro Light" w:eastAsia="Arial Unicode MS" w:hAnsi="Verdana Pro Light" w:cs="Times New Roman"/>
                <w:sz w:val="18"/>
                <w:szCs w:val="18"/>
              </w:rPr>
              <w:t>Usar</w:t>
            </w:r>
            <w:r w:rsidR="00C26A92" w:rsidRPr="00C26A92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Sistemas de Gravação com Programas DAW (Digital Workstation)</w:t>
            </w:r>
          </w:p>
        </w:tc>
        <w:tc>
          <w:tcPr>
            <w:tcW w:w="1134" w:type="dxa"/>
            <w:vAlign w:val="center"/>
          </w:tcPr>
          <w:p w14:paraId="5BEC1A85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86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8D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88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89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5BEC1A8A" w14:textId="77777777" w:rsidR="00551549" w:rsidRPr="00234037" w:rsidRDefault="00551549" w:rsidP="009647A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Misturar Áudio</w:t>
            </w:r>
          </w:p>
        </w:tc>
        <w:tc>
          <w:tcPr>
            <w:tcW w:w="1134" w:type="dxa"/>
            <w:vAlign w:val="center"/>
          </w:tcPr>
          <w:p w14:paraId="5BEC1A8B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8C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93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8E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8F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5BEC1A90" w14:textId="77777777" w:rsidR="00551549" w:rsidRPr="00234037" w:rsidRDefault="00551549" w:rsidP="009647A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Masterizar Áudio</w:t>
            </w:r>
          </w:p>
        </w:tc>
        <w:tc>
          <w:tcPr>
            <w:tcW w:w="1134" w:type="dxa"/>
            <w:vAlign w:val="center"/>
          </w:tcPr>
          <w:p w14:paraId="5BEC1A91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92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99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94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95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5BEC1A96" w14:textId="59D8F32E" w:rsidR="00551549" w:rsidRPr="00234037" w:rsidRDefault="00551549" w:rsidP="009647A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Compor </w:t>
            </w:r>
            <w:r w:rsidR="001E0A95">
              <w:rPr>
                <w:rFonts w:ascii="Verdana Pro Light" w:hAnsi="Verdana Pro Light"/>
                <w:sz w:val="18"/>
                <w:szCs w:val="18"/>
              </w:rPr>
              <w:t>Música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 para Ficção</w:t>
            </w:r>
          </w:p>
        </w:tc>
        <w:tc>
          <w:tcPr>
            <w:tcW w:w="1134" w:type="dxa"/>
            <w:vAlign w:val="center"/>
          </w:tcPr>
          <w:p w14:paraId="5BEC1A97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98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9F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9A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9B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5BEC1A9C" w14:textId="77777777" w:rsidR="00551549" w:rsidRPr="00234037" w:rsidRDefault="00551549" w:rsidP="009647A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Realizar Projeto Musical</w:t>
            </w:r>
          </w:p>
        </w:tc>
        <w:tc>
          <w:tcPr>
            <w:tcW w:w="1134" w:type="dxa"/>
            <w:vAlign w:val="center"/>
          </w:tcPr>
          <w:p w14:paraId="5BEC1A9D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9E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A5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A0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A1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5BEC1AA2" w14:textId="77777777" w:rsidR="00551549" w:rsidRPr="00234037" w:rsidRDefault="00551549" w:rsidP="00102638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Produzir Eventos Musicais</w:t>
            </w:r>
          </w:p>
        </w:tc>
        <w:tc>
          <w:tcPr>
            <w:tcW w:w="1134" w:type="dxa"/>
            <w:vAlign w:val="center"/>
          </w:tcPr>
          <w:p w14:paraId="5BEC1AA3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A4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AB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A6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A7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5BEC1AA8" w14:textId="77777777" w:rsidR="00551549" w:rsidRPr="00234037" w:rsidRDefault="00131A1E" w:rsidP="009647A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Implementar</w:t>
            </w:r>
            <w:r w:rsidR="00551549">
              <w:rPr>
                <w:rFonts w:ascii="Verdana Pro Light" w:hAnsi="Verdana Pro Light"/>
                <w:sz w:val="18"/>
                <w:szCs w:val="18"/>
              </w:rPr>
              <w:t xml:space="preserve"> Procedimentos em Concertos e Performances</w:t>
            </w:r>
          </w:p>
        </w:tc>
        <w:tc>
          <w:tcPr>
            <w:tcW w:w="1134" w:type="dxa"/>
            <w:vAlign w:val="center"/>
          </w:tcPr>
          <w:p w14:paraId="5BEC1AA9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AA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B1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AC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AD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5BEC1AAE" w14:textId="096E492C" w:rsidR="00551549" w:rsidRPr="00234037" w:rsidRDefault="00C34D2D" w:rsidP="009647A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Importar</w:t>
            </w:r>
            <w:r w:rsidR="00551549">
              <w:rPr>
                <w:rFonts w:ascii="Verdana Pro Light" w:hAnsi="Verdana Pro Light"/>
                <w:sz w:val="18"/>
                <w:szCs w:val="18"/>
              </w:rPr>
              <w:t xml:space="preserve"> a Criação Musical </w:t>
            </w:r>
            <w:r>
              <w:rPr>
                <w:rFonts w:ascii="Verdana Pro Light" w:hAnsi="Verdana Pro Light"/>
                <w:sz w:val="18"/>
                <w:szCs w:val="18"/>
              </w:rPr>
              <w:t>para a</w:t>
            </w:r>
            <w:r w:rsidR="00FF251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r w:rsidR="00551549">
              <w:rPr>
                <w:rFonts w:ascii="Verdana Pro Light" w:hAnsi="Verdana Pro Light"/>
                <w:sz w:val="18"/>
                <w:szCs w:val="18"/>
              </w:rPr>
              <w:t>Composição</w:t>
            </w:r>
          </w:p>
        </w:tc>
        <w:tc>
          <w:tcPr>
            <w:tcW w:w="1134" w:type="dxa"/>
            <w:vAlign w:val="center"/>
          </w:tcPr>
          <w:p w14:paraId="5BEC1AAF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AB0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551549" w:rsidRPr="006C0318" w14:paraId="5BEC1AB7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B2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B3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5BEC1AB4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B5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B6" w14:textId="77777777" w:rsidR="00551549" w:rsidRPr="00234037" w:rsidRDefault="00551549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6C0318" w14:paraId="5BEC1ABD" w14:textId="77777777" w:rsidTr="004904D1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B8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B9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94" w:type="dxa"/>
          </w:tcPr>
          <w:p w14:paraId="5BEC1ABA" w14:textId="77777777" w:rsidR="00551549" w:rsidRPr="00082507" w:rsidRDefault="00551549" w:rsidP="004904D1">
            <w:pPr>
              <w:rPr>
                <w:rFonts w:ascii="Verdana Pro Light" w:hAnsi="Verdana Pro Ligh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BB" w14:textId="77777777" w:rsidR="00551549" w:rsidRPr="00234037" w:rsidRDefault="00551549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BC" w14:textId="77777777" w:rsidR="00551549" w:rsidRDefault="00551549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6C0318" w14:paraId="5BEC1AC3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BE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BF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5BEC1AC0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C1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C2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6C0318" w14:paraId="5BEC1AC9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C4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C5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5BEC1AC6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C7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C8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6C0318" w14:paraId="5BEC1ACF" w14:textId="77777777" w:rsidTr="00A81D17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C1ACA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ACB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5BEC1ACC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CD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ACE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6C0318" w14:paraId="5BEC1AD5" w14:textId="77777777" w:rsidTr="00A81D17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BEC1AD0" w14:textId="77777777" w:rsidR="00551549" w:rsidRPr="006C0318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BEC1AD1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5BEC1AD2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5BEC1AD3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5BEC1AD4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ADB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AD6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AD7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AD8" w14:textId="77777777" w:rsidR="00551549" w:rsidRPr="006C0318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D9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DA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AE1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ADC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ADD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ADE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DF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E0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AE7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AE2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AE3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AE4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E5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E6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AED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AE8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AE9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AEA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EB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EC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AF3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AEE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AEF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AF0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F1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F2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AF9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AF4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AF5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AF6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F7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F8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AFF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AFA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AFB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AFC" w14:textId="77777777" w:rsidR="00551549" w:rsidRPr="006C0318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FD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AFE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05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00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01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02" w14:textId="77777777" w:rsidR="00551549" w:rsidRPr="006C0318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03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04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0B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06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07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08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09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0A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11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0C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0D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0E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0F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10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17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12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13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14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15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16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1D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18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19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1A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1B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1C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23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1E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1F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20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21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22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29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24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25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26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27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28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2F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2A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2B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2C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2D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2E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35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30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31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32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33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34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3B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36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37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38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39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3A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41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3C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3D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3E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3F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40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47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42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43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44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45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46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4D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48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49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4A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4B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4C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53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4E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4F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50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51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52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59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54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55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56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57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58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5F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5A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5B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5C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5D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5E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65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60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61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62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63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64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6B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66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67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68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69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6A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51549" w:rsidRPr="00712C22" w14:paraId="5BEC1B71" w14:textId="77777777" w:rsidTr="00A81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BEC1B6C" w14:textId="77777777" w:rsidR="00551549" w:rsidRPr="000B6869" w:rsidRDefault="00551549" w:rsidP="00A81D1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6D" w14:textId="77777777" w:rsidR="00551549" w:rsidRPr="000B6869" w:rsidRDefault="00551549" w:rsidP="00A81D1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1B6E" w14:textId="77777777" w:rsidR="00551549" w:rsidRPr="00234037" w:rsidRDefault="00551549" w:rsidP="00A81D17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6F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BEC1B70" w14:textId="77777777" w:rsidR="00551549" w:rsidRPr="00234037" w:rsidRDefault="00551549" w:rsidP="00A81D1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0147E7" w:rsidRPr="00712C22" w14:paraId="5BEC1B75" w14:textId="77777777" w:rsidTr="00AE02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BEC1B72" w14:textId="77777777" w:rsidR="000147E7" w:rsidRPr="00346D6E" w:rsidRDefault="000147E7" w:rsidP="000147E7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5BEC1B73" w14:textId="47881F10" w:rsidR="000147E7" w:rsidRPr="00234037" w:rsidRDefault="000147E7" w:rsidP="000147E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147E7">
              <w:rPr>
                <w:rFonts w:ascii="Verdana Pro Light" w:eastAsia="Arial Unicode MS" w:hAnsi="Verdana Pro Light" w:cs="Arial Unicode MS"/>
                <w:sz w:val="18"/>
                <w:szCs w:val="18"/>
              </w:rPr>
              <w:t>76,5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14:paraId="5BEC1B74" w14:textId="4C1C71DF" w:rsidR="000147E7" w:rsidRPr="00234037" w:rsidRDefault="000147E7" w:rsidP="000147E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147E7">
              <w:rPr>
                <w:rFonts w:ascii="Verdana Pro Light" w:eastAsia="Arial Unicode MS" w:hAnsi="Verdana Pro Light" w:cs="Arial Unicode MS"/>
                <w:sz w:val="18"/>
                <w:szCs w:val="18"/>
              </w:rPr>
              <w:t>850</w:t>
            </w:r>
          </w:p>
        </w:tc>
      </w:tr>
    </w:tbl>
    <w:p w14:paraId="5BEC1B76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5BEC1B78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5BEC1B77" w14:textId="18B221B3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="00BF3AC1" w:rsidRPr="00BF3AC1">
              <w:rPr>
                <w:rFonts w:ascii="Verdana Pro Light" w:hAnsi="Verdana Pro Light" w:cstheme="minorHAnsi"/>
                <w:bCs/>
                <w:sz w:val="18"/>
              </w:rPr>
              <w:t>Técnico/a de Produção e Tecnologias da Música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4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="00D3734A" w:rsidRPr="00D3734A">
              <w:rPr>
                <w:rFonts w:ascii="Verdana Pro Light" w:hAnsi="Verdana Pro Light" w:cstheme="minorHAnsi"/>
                <w:bCs/>
                <w:sz w:val="18"/>
              </w:rPr>
              <w:t>525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="00D3734A" w:rsidRPr="00D3734A">
              <w:rPr>
                <w:rFonts w:ascii="Verdana Pro Light" w:hAnsi="Verdana Pro Light" w:cstheme="minorHAnsi"/>
                <w:bCs/>
                <w:sz w:val="18"/>
              </w:rPr>
              <w:t>47,25</w:t>
            </w:r>
          </w:p>
        </w:tc>
      </w:tr>
    </w:tbl>
    <w:p w14:paraId="5BEC1B79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5BEC1B7A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10257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  <w:gridCol w:w="1134"/>
      </w:tblGrid>
      <w:tr w:rsidR="006A1CDE" w:rsidRPr="00712C22" w14:paraId="5BEC1B81" w14:textId="77777777" w:rsidTr="006A1CDE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5BEC1B7B" w14:textId="77777777" w:rsidR="006A1CDE" w:rsidRPr="00712C22" w:rsidRDefault="006A1CDE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BEC1B7C" w14:textId="77777777" w:rsidR="006A1CDE" w:rsidRDefault="006A1CDE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5BEC1B7D" w14:textId="77777777" w:rsidR="006A1CDE" w:rsidRPr="00712C22" w:rsidRDefault="006A1CDE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5BEC1B7E" w14:textId="77777777" w:rsidR="006A1CDE" w:rsidRPr="00712C22" w:rsidRDefault="006A1CDE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BEC1B7F" w14:textId="77777777" w:rsidR="006A1CDE" w:rsidRPr="00712C22" w:rsidRDefault="006A1CDE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BEC1B80" w14:textId="77777777" w:rsidR="006A1CDE" w:rsidRPr="00712C22" w:rsidRDefault="006A1CDE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>
              <w:rPr>
                <w:rFonts w:ascii="Verdana Pro Light" w:hAnsi="Verdana Pro Light"/>
                <w:b/>
                <w:smallCaps/>
                <w:sz w:val="18"/>
              </w:rPr>
              <w:t>CArga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proofErr w:type="spellStart"/>
            <w:r>
              <w:rPr>
                <w:rFonts w:ascii="Verdana Pro Light" w:hAnsi="Verdana Pro Light"/>
                <w:b/>
                <w:smallCaps/>
                <w:sz w:val="18"/>
              </w:rPr>
              <w:t>Horária</w:t>
            </w:r>
            <w:proofErr w:type="spellEnd"/>
          </w:p>
        </w:tc>
      </w:tr>
      <w:tr w:rsidR="00CD03BD" w:rsidRPr="00712C22" w14:paraId="5BEC1B87" w14:textId="77777777" w:rsidTr="009647A6">
        <w:trPr>
          <w:trHeight w:val="316"/>
          <w:jc w:val="center"/>
        </w:trPr>
        <w:tc>
          <w:tcPr>
            <w:tcW w:w="1186" w:type="dxa"/>
            <w:vAlign w:val="center"/>
          </w:tcPr>
          <w:p w14:paraId="5BEC1B82" w14:textId="77777777" w:rsidR="00CD03BD" w:rsidRPr="00234037" w:rsidRDefault="00CD03BD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83" w14:textId="77777777" w:rsidR="00CD03BD" w:rsidRPr="009025DC" w:rsidRDefault="00CD03BD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000000" w:themeColor="text1"/>
                <w:sz w:val="18"/>
              </w:rPr>
            </w:pPr>
            <w:r w:rsidRPr="009025DC">
              <w:rPr>
                <w:rFonts w:ascii="Verdana Pro Light" w:hAnsi="Verdana Pro Light" w:cs="Tahoma"/>
                <w:b/>
                <w:color w:val="000000" w:themeColor="text1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5BEC1B84" w14:textId="77777777" w:rsidR="00CD03BD" w:rsidRPr="00234037" w:rsidRDefault="00AD098B" w:rsidP="009647A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Tratar Som e Produzir</w:t>
            </w:r>
            <w:r w:rsidR="00CD03BD">
              <w:rPr>
                <w:rFonts w:ascii="Verdana Pro Light" w:hAnsi="Verdana Pro Light"/>
                <w:sz w:val="18"/>
                <w:szCs w:val="18"/>
              </w:rPr>
              <w:t xml:space="preserve"> Programas de Rádio</w:t>
            </w:r>
          </w:p>
        </w:tc>
        <w:tc>
          <w:tcPr>
            <w:tcW w:w="1134" w:type="dxa"/>
            <w:vAlign w:val="center"/>
          </w:tcPr>
          <w:p w14:paraId="5BEC1B85" w14:textId="77777777" w:rsidR="00CD03BD" w:rsidRPr="00234037" w:rsidRDefault="00CD03BD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B86" w14:textId="77777777" w:rsidR="00CD03BD" w:rsidRPr="00234037" w:rsidRDefault="00CD03BD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A54B76" w:rsidRPr="00712C22" w14:paraId="5BEC1B8D" w14:textId="77777777" w:rsidTr="004904D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88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89" w14:textId="77777777" w:rsidR="00A54B76" w:rsidRPr="00712C22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5BEC1B8A" w14:textId="77777777" w:rsidR="00A54B76" w:rsidRPr="00234037" w:rsidRDefault="00A54B76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Gravar Sequenciação MIDI</w:t>
            </w:r>
          </w:p>
        </w:tc>
        <w:tc>
          <w:tcPr>
            <w:tcW w:w="1134" w:type="dxa"/>
          </w:tcPr>
          <w:p w14:paraId="5BEC1B8B" w14:textId="77777777" w:rsidR="00A54B76" w:rsidRDefault="00A54B76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B8C" w14:textId="77777777" w:rsidR="00A54B76" w:rsidRDefault="00A54B76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76" w:rsidRPr="00712C22" w14:paraId="5BEC1B93" w14:textId="77777777" w:rsidTr="004904D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8E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8F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5BEC1B90" w14:textId="77777777" w:rsidR="00A54B76" w:rsidRPr="00234037" w:rsidRDefault="00A54B76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Manipular Eletrónica em Tempo Real</w:t>
            </w:r>
          </w:p>
        </w:tc>
        <w:tc>
          <w:tcPr>
            <w:tcW w:w="1134" w:type="dxa"/>
            <w:vAlign w:val="center"/>
          </w:tcPr>
          <w:p w14:paraId="5BEC1B91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B92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A54B76" w:rsidRPr="00712C22" w14:paraId="5BEC1B99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94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95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5BEC1B96" w14:textId="56E17DA3" w:rsidR="00A54B76" w:rsidRPr="00234037" w:rsidRDefault="001A538F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Executar composição</w:t>
            </w:r>
            <w:r w:rsidR="00A54B76">
              <w:rPr>
                <w:rFonts w:ascii="Verdana Pro Light" w:hAnsi="Verdana Pro Light"/>
                <w:sz w:val="18"/>
                <w:szCs w:val="18"/>
              </w:rPr>
              <w:t xml:space="preserve"> no Formato Canção</w:t>
            </w:r>
          </w:p>
        </w:tc>
        <w:tc>
          <w:tcPr>
            <w:tcW w:w="1134" w:type="dxa"/>
            <w:vAlign w:val="center"/>
          </w:tcPr>
          <w:p w14:paraId="5BEC1B97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B98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A54B76" w:rsidRPr="00712C22" w14:paraId="5BEC1B9F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9A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9B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BEC1B9C" w14:textId="4077592E" w:rsidR="00A54B76" w:rsidRPr="00234037" w:rsidRDefault="001A538F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Executar composição</w:t>
            </w:r>
            <w:r w:rsidR="00A54B76">
              <w:rPr>
                <w:rFonts w:ascii="Verdana Pro Light" w:hAnsi="Verdana Pro Light"/>
                <w:sz w:val="18"/>
                <w:szCs w:val="18"/>
              </w:rPr>
              <w:t xml:space="preserve"> na Linguagem do RAP</w:t>
            </w:r>
          </w:p>
        </w:tc>
        <w:tc>
          <w:tcPr>
            <w:tcW w:w="1134" w:type="dxa"/>
            <w:vAlign w:val="center"/>
          </w:tcPr>
          <w:p w14:paraId="5BEC1B9D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B9E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A54B76" w:rsidRPr="00712C22" w14:paraId="5BEC1BA5" w14:textId="77777777" w:rsidTr="004904D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A0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A1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5BEC1BA2" w14:textId="77777777" w:rsidR="00A54B76" w:rsidRPr="00234037" w:rsidRDefault="00A54B76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Executar a Linguagem Estética Audiovisual</w:t>
            </w:r>
          </w:p>
        </w:tc>
        <w:tc>
          <w:tcPr>
            <w:tcW w:w="1134" w:type="dxa"/>
          </w:tcPr>
          <w:p w14:paraId="5BEC1BA3" w14:textId="77777777" w:rsidR="00A54B76" w:rsidRDefault="00A54B76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BA4" w14:textId="77777777" w:rsidR="00A54B76" w:rsidRDefault="00A54B76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76" w:rsidRPr="00712C22" w14:paraId="5BEC1BAB" w14:textId="77777777" w:rsidTr="004904D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A6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A7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5BEC1BA8" w14:textId="7E330FB0" w:rsidR="00A54B76" w:rsidRPr="00234037" w:rsidRDefault="006B61DD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Executar</w:t>
            </w:r>
            <w:r w:rsidR="00A54B76">
              <w:rPr>
                <w:rFonts w:ascii="Verdana Pro Light" w:hAnsi="Verdana Pro Light"/>
                <w:sz w:val="18"/>
                <w:szCs w:val="18"/>
              </w:rPr>
              <w:t xml:space="preserve"> Criação Eletrónica Aplicada</w:t>
            </w:r>
          </w:p>
        </w:tc>
        <w:tc>
          <w:tcPr>
            <w:tcW w:w="1134" w:type="dxa"/>
            <w:vAlign w:val="center"/>
          </w:tcPr>
          <w:p w14:paraId="5BEC1BA9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BAA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A54B76" w:rsidRPr="00712C22" w14:paraId="5BEC1BB1" w14:textId="77777777" w:rsidTr="004904D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AC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.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AD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5BEC1BAE" w14:textId="2E82B817" w:rsidR="00A54B76" w:rsidRPr="00234037" w:rsidRDefault="00A96F2F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Executar composição a</w:t>
            </w:r>
            <w:r w:rsidR="00A54B76">
              <w:rPr>
                <w:rFonts w:ascii="Verdana Pro Light" w:hAnsi="Verdana Pro Light"/>
                <w:sz w:val="18"/>
                <w:szCs w:val="18"/>
              </w:rPr>
              <w:t>ssistid</w:t>
            </w:r>
            <w:r>
              <w:rPr>
                <w:rFonts w:ascii="Verdana Pro Light" w:hAnsi="Verdana Pro Light"/>
                <w:sz w:val="18"/>
                <w:szCs w:val="18"/>
              </w:rPr>
              <w:t>a</w:t>
            </w:r>
            <w:r w:rsidR="00A54B76">
              <w:rPr>
                <w:rFonts w:ascii="Verdana Pro Light" w:hAnsi="Verdana Pro Light"/>
                <w:sz w:val="18"/>
                <w:szCs w:val="18"/>
              </w:rPr>
              <w:t xml:space="preserve"> por Computador</w:t>
            </w:r>
          </w:p>
        </w:tc>
        <w:tc>
          <w:tcPr>
            <w:tcW w:w="1134" w:type="dxa"/>
          </w:tcPr>
          <w:p w14:paraId="5BEC1BAF" w14:textId="77777777" w:rsidR="00A54B76" w:rsidRDefault="00A54B76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BB0" w14:textId="77777777" w:rsidR="00A54B76" w:rsidRDefault="00A54B76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76" w:rsidRPr="00712C22" w14:paraId="5BEC1BB7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B2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B3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5BEC1BB4" w14:textId="47CF910B" w:rsidR="00A54B76" w:rsidRPr="00234037" w:rsidRDefault="00A96F2F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Executar composições</w:t>
            </w:r>
            <w:r w:rsidR="00A54B76">
              <w:rPr>
                <w:rFonts w:ascii="Verdana Pro Light" w:hAnsi="Verdana Pro Light"/>
                <w:sz w:val="18"/>
                <w:szCs w:val="18"/>
              </w:rPr>
              <w:t xml:space="preserve"> para Publicidade</w:t>
            </w:r>
          </w:p>
        </w:tc>
        <w:tc>
          <w:tcPr>
            <w:tcW w:w="1134" w:type="dxa"/>
          </w:tcPr>
          <w:p w14:paraId="5BEC1BB5" w14:textId="77777777" w:rsidR="00A54B76" w:rsidRDefault="00A54B76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BB6" w14:textId="77777777" w:rsidR="00A54B76" w:rsidRDefault="00A54B76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76" w:rsidRPr="00712C22" w14:paraId="5BEC1BBD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B8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B9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5BEC1BBA" w14:textId="121FEF79" w:rsidR="00A54B76" w:rsidRPr="00234037" w:rsidRDefault="004658F0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Manipular</w:t>
            </w:r>
            <w:r w:rsidR="00A54B76" w:rsidRPr="00214521">
              <w:rPr>
                <w:rFonts w:ascii="Verdana Pro Light" w:hAnsi="Verdana Pro Light"/>
                <w:sz w:val="18"/>
                <w:szCs w:val="18"/>
              </w:rPr>
              <w:t xml:space="preserve"> sintetizadores, sequenciadores, samplers e outros instrumentos de música eletrónica</w:t>
            </w:r>
          </w:p>
        </w:tc>
        <w:tc>
          <w:tcPr>
            <w:tcW w:w="1134" w:type="dxa"/>
          </w:tcPr>
          <w:p w14:paraId="5BEC1BBB" w14:textId="77777777" w:rsidR="00A54B76" w:rsidRDefault="00A54B76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BBC" w14:textId="77777777" w:rsidR="00A54B76" w:rsidRDefault="00A54B76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76" w:rsidRPr="00712C22" w14:paraId="5BEC1BC3" w14:textId="77777777" w:rsidTr="004904D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BE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BF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5BEC1BC0" w14:textId="77777777" w:rsidR="00A54B76" w:rsidRPr="00234037" w:rsidRDefault="00A54B76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Criar Música para Videojogos</w:t>
            </w:r>
          </w:p>
        </w:tc>
        <w:tc>
          <w:tcPr>
            <w:tcW w:w="1134" w:type="dxa"/>
            <w:vAlign w:val="center"/>
          </w:tcPr>
          <w:p w14:paraId="5BEC1BC1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BC2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A54B76" w:rsidRPr="00712C22" w14:paraId="5BEC1BC9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C4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C5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5BEC1BC6" w14:textId="77777777" w:rsidR="00A54B76" w:rsidRPr="009025DC" w:rsidRDefault="00E72597" w:rsidP="004904D1">
            <w:pPr>
              <w:rPr>
                <w:rFonts w:ascii="Verdana Pro Light" w:hAnsi="Verdana Pro Light"/>
                <w:color w:val="000000" w:themeColor="text1"/>
                <w:sz w:val="18"/>
                <w:szCs w:val="18"/>
              </w:rPr>
            </w:pPr>
            <w:r>
              <w:rPr>
                <w:rFonts w:ascii="Verdana Pro Light" w:hAnsi="Verdana Pro Light"/>
                <w:color w:val="000000" w:themeColor="text1"/>
                <w:sz w:val="18"/>
                <w:szCs w:val="18"/>
              </w:rPr>
              <w:t>Planear uma</w:t>
            </w:r>
            <w:r w:rsidR="00A54B76" w:rsidRPr="009025DC">
              <w:rPr>
                <w:rFonts w:ascii="Verdana Pro Light" w:hAnsi="Verdana Pro Light"/>
                <w:color w:val="000000" w:themeColor="text1"/>
                <w:sz w:val="18"/>
                <w:szCs w:val="18"/>
              </w:rPr>
              <w:t xml:space="preserve"> carreira artística</w:t>
            </w:r>
            <w:r w:rsidR="00A54B76" w:rsidRPr="009025DC">
              <w:rPr>
                <w:rStyle w:val="Refdenotaderodap"/>
                <w:rFonts w:ascii="Verdana Pro Light" w:hAnsi="Verdana Pro Light"/>
                <w:color w:val="000000" w:themeColor="text1"/>
                <w:sz w:val="18"/>
                <w:szCs w:val="18"/>
              </w:rPr>
              <w:footnoteReference w:id="6"/>
            </w:r>
          </w:p>
        </w:tc>
        <w:tc>
          <w:tcPr>
            <w:tcW w:w="1134" w:type="dxa"/>
            <w:vAlign w:val="center"/>
          </w:tcPr>
          <w:p w14:paraId="5BEC1BC7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4,50</w:t>
            </w:r>
          </w:p>
        </w:tc>
        <w:tc>
          <w:tcPr>
            <w:tcW w:w="1134" w:type="dxa"/>
            <w:vAlign w:val="center"/>
          </w:tcPr>
          <w:p w14:paraId="5BEC1BC8" w14:textId="77777777" w:rsidR="00A54B76" w:rsidRPr="00234037" w:rsidRDefault="00A54B76" w:rsidP="004904D1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A54B76" w:rsidRPr="00712C22" w14:paraId="5BEC1BCF" w14:textId="77777777" w:rsidTr="004904D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CA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CB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5BEC1BCC" w14:textId="77777777" w:rsidR="00A54B76" w:rsidRPr="00234037" w:rsidRDefault="00A54B76" w:rsidP="004904D1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Desenvolver um Plano de Negócio e Criar um Micro Negócio</w:t>
            </w:r>
          </w:p>
        </w:tc>
        <w:tc>
          <w:tcPr>
            <w:tcW w:w="1134" w:type="dxa"/>
          </w:tcPr>
          <w:p w14:paraId="5BEC1BCD" w14:textId="77777777" w:rsidR="00A54B76" w:rsidRDefault="00A54B76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BCE" w14:textId="77777777" w:rsidR="00A54B76" w:rsidRDefault="00A54B76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76" w:rsidRPr="00712C22" w14:paraId="5BEC1BD5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D0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D1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5BEC1BD2" w14:textId="77777777" w:rsidR="00A54B76" w:rsidRPr="00234037" w:rsidRDefault="00D30B0C" w:rsidP="00273982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Editar e distribuir música, </w:t>
            </w:r>
            <w:r w:rsidR="00273982">
              <w:rPr>
                <w:rFonts w:ascii="Verdana Pro Light" w:hAnsi="Verdana Pro Light"/>
                <w:sz w:val="18"/>
                <w:szCs w:val="18"/>
              </w:rPr>
              <w:t xml:space="preserve">gerir </w:t>
            </w:r>
            <w:r>
              <w:rPr>
                <w:rFonts w:ascii="Verdana Pro Light" w:hAnsi="Verdana Pro Light"/>
                <w:sz w:val="18"/>
                <w:szCs w:val="18"/>
              </w:rPr>
              <w:t>r</w:t>
            </w:r>
            <w:r w:rsidR="00273982">
              <w:rPr>
                <w:rFonts w:ascii="Verdana Pro Light" w:hAnsi="Verdana Pro Light"/>
                <w:sz w:val="18"/>
                <w:szCs w:val="18"/>
              </w:rPr>
              <w:t xml:space="preserve">eportório e </w:t>
            </w:r>
            <w:r>
              <w:rPr>
                <w:rFonts w:ascii="Verdana Pro Light" w:hAnsi="Verdana Pro Light"/>
                <w:sz w:val="18"/>
                <w:szCs w:val="18"/>
              </w:rPr>
              <w:t>m</w:t>
            </w:r>
            <w:r w:rsidR="00273982">
              <w:rPr>
                <w:rFonts w:ascii="Verdana Pro Light" w:hAnsi="Verdana Pro Light"/>
                <w:sz w:val="18"/>
                <w:szCs w:val="18"/>
              </w:rPr>
              <w:t>anagement de Artistas</w:t>
            </w:r>
          </w:p>
        </w:tc>
        <w:tc>
          <w:tcPr>
            <w:tcW w:w="1134" w:type="dxa"/>
          </w:tcPr>
          <w:p w14:paraId="5BEC1BD3" w14:textId="77777777" w:rsidR="00A54B76" w:rsidRDefault="00A54B76" w:rsidP="004904D1">
            <w:pPr>
              <w:jc w:val="center"/>
            </w:pPr>
            <w:r w:rsidRPr="00456D65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</w:tcPr>
          <w:p w14:paraId="5BEC1BD4" w14:textId="77777777" w:rsidR="00A54B76" w:rsidRDefault="00A54B76" w:rsidP="004904D1">
            <w:pPr>
              <w:jc w:val="center"/>
            </w:pPr>
            <w:r w:rsidRPr="00E14A4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A54B76" w:rsidRPr="00712C22" w14:paraId="5BEC1BDB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D6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D7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5BEC1BD8" w14:textId="77777777" w:rsidR="00A54B76" w:rsidRPr="00234037" w:rsidRDefault="00A54B76" w:rsidP="004904D1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BD9" w14:textId="77777777" w:rsidR="00A54B76" w:rsidRDefault="00A54B76" w:rsidP="004904D1">
            <w:pPr>
              <w:jc w:val="center"/>
            </w:pPr>
          </w:p>
        </w:tc>
        <w:tc>
          <w:tcPr>
            <w:tcW w:w="1134" w:type="dxa"/>
          </w:tcPr>
          <w:p w14:paraId="5BEC1BDA" w14:textId="77777777" w:rsidR="00A54B76" w:rsidRDefault="00A54B76" w:rsidP="004904D1">
            <w:pPr>
              <w:jc w:val="center"/>
            </w:pPr>
          </w:p>
        </w:tc>
      </w:tr>
      <w:tr w:rsidR="00A54B76" w:rsidRPr="00712C22" w14:paraId="5BEC1BE1" w14:textId="77777777" w:rsidTr="009647A6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DC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DD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5BEC1BDE" w14:textId="77777777" w:rsidR="00A54B76" w:rsidRPr="00234037" w:rsidRDefault="00A54B76" w:rsidP="008F7BA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BDF" w14:textId="77777777" w:rsidR="00A54B76" w:rsidRDefault="00A54B76" w:rsidP="00194640">
            <w:pPr>
              <w:jc w:val="center"/>
            </w:pPr>
          </w:p>
        </w:tc>
        <w:tc>
          <w:tcPr>
            <w:tcW w:w="1134" w:type="dxa"/>
          </w:tcPr>
          <w:p w14:paraId="5BEC1BE0" w14:textId="77777777" w:rsidR="00A54B76" w:rsidRDefault="00A54B76" w:rsidP="00194640">
            <w:pPr>
              <w:jc w:val="center"/>
            </w:pPr>
          </w:p>
        </w:tc>
      </w:tr>
      <w:tr w:rsidR="00A54B76" w:rsidRPr="00712C22" w14:paraId="5BEC1BE7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E2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E3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5BEC1BE4" w14:textId="77777777" w:rsidR="00A54B76" w:rsidRPr="00234037" w:rsidRDefault="00A54B76" w:rsidP="008F7BA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BE5" w14:textId="77777777" w:rsidR="00A54B76" w:rsidRDefault="00A54B76" w:rsidP="009647A6">
            <w:pPr>
              <w:jc w:val="center"/>
            </w:pPr>
          </w:p>
        </w:tc>
        <w:tc>
          <w:tcPr>
            <w:tcW w:w="1134" w:type="dxa"/>
          </w:tcPr>
          <w:p w14:paraId="5BEC1BE6" w14:textId="77777777" w:rsidR="00A54B76" w:rsidRDefault="00A54B76" w:rsidP="009647A6">
            <w:pPr>
              <w:jc w:val="center"/>
            </w:pPr>
          </w:p>
        </w:tc>
      </w:tr>
      <w:tr w:rsidR="00A54B76" w:rsidRPr="00712C22" w14:paraId="5BEC1BED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E8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E9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5BEC1BEA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BEB" w14:textId="77777777" w:rsidR="00A54B76" w:rsidRDefault="00A54B76" w:rsidP="009647A6">
            <w:pPr>
              <w:jc w:val="center"/>
            </w:pPr>
          </w:p>
        </w:tc>
        <w:tc>
          <w:tcPr>
            <w:tcW w:w="1134" w:type="dxa"/>
          </w:tcPr>
          <w:p w14:paraId="5BEC1BEC" w14:textId="77777777" w:rsidR="00A54B76" w:rsidRDefault="00A54B76" w:rsidP="009647A6">
            <w:pPr>
              <w:jc w:val="center"/>
            </w:pPr>
          </w:p>
        </w:tc>
      </w:tr>
      <w:tr w:rsidR="00A54B76" w:rsidRPr="00712C22" w14:paraId="5BEC1BF3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EE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EF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5BEC1BF0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BF1" w14:textId="77777777" w:rsidR="00A54B76" w:rsidRDefault="00A54B76" w:rsidP="009647A6">
            <w:pPr>
              <w:jc w:val="center"/>
            </w:pPr>
          </w:p>
        </w:tc>
        <w:tc>
          <w:tcPr>
            <w:tcW w:w="1134" w:type="dxa"/>
          </w:tcPr>
          <w:p w14:paraId="5BEC1BF2" w14:textId="77777777" w:rsidR="00A54B76" w:rsidRDefault="00A54B76" w:rsidP="009647A6">
            <w:pPr>
              <w:jc w:val="center"/>
            </w:pPr>
          </w:p>
        </w:tc>
      </w:tr>
      <w:tr w:rsidR="00A54B76" w:rsidRPr="00712C22" w14:paraId="5BEC1BF9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F4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F5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5BEC1BF6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BF7" w14:textId="77777777" w:rsidR="00A54B76" w:rsidRDefault="00A54B76" w:rsidP="009647A6">
            <w:pPr>
              <w:jc w:val="center"/>
            </w:pPr>
          </w:p>
        </w:tc>
        <w:tc>
          <w:tcPr>
            <w:tcW w:w="1134" w:type="dxa"/>
          </w:tcPr>
          <w:p w14:paraId="5BEC1BF8" w14:textId="77777777" w:rsidR="00A54B76" w:rsidRDefault="00A54B76" w:rsidP="009647A6">
            <w:pPr>
              <w:jc w:val="center"/>
            </w:pPr>
          </w:p>
        </w:tc>
      </w:tr>
      <w:tr w:rsidR="00A54B76" w:rsidRPr="00712C22" w14:paraId="5BEC1BFF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BFA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BFB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5BEC1BFC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BFD" w14:textId="77777777" w:rsidR="00A54B76" w:rsidRDefault="00A54B76" w:rsidP="009647A6">
            <w:pPr>
              <w:jc w:val="center"/>
            </w:pPr>
          </w:p>
        </w:tc>
        <w:tc>
          <w:tcPr>
            <w:tcW w:w="1134" w:type="dxa"/>
          </w:tcPr>
          <w:p w14:paraId="5BEC1BFE" w14:textId="77777777" w:rsidR="00A54B76" w:rsidRDefault="00A54B76" w:rsidP="009647A6">
            <w:pPr>
              <w:jc w:val="center"/>
            </w:pPr>
          </w:p>
        </w:tc>
      </w:tr>
      <w:tr w:rsidR="00A54B76" w:rsidRPr="00712C22" w14:paraId="5BEC1C05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00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01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5BEC1C02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03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04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0B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06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07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5BEC1C08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09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0A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11" w14:textId="77777777" w:rsidTr="009647A6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0C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0D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24</w:t>
            </w:r>
          </w:p>
        </w:tc>
        <w:tc>
          <w:tcPr>
            <w:tcW w:w="6094" w:type="dxa"/>
            <w:vAlign w:val="center"/>
          </w:tcPr>
          <w:p w14:paraId="5BEC1C0E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0F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10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17" w14:textId="77777777" w:rsidTr="009647A6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12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13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25</w:t>
            </w:r>
          </w:p>
        </w:tc>
        <w:tc>
          <w:tcPr>
            <w:tcW w:w="6094" w:type="dxa"/>
            <w:vAlign w:val="center"/>
          </w:tcPr>
          <w:p w14:paraId="5BEC1C14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C15" w14:textId="77777777" w:rsidR="00A54B76" w:rsidRDefault="00A54B76" w:rsidP="009647A6">
            <w:pPr>
              <w:jc w:val="center"/>
            </w:pPr>
          </w:p>
        </w:tc>
        <w:tc>
          <w:tcPr>
            <w:tcW w:w="1134" w:type="dxa"/>
          </w:tcPr>
          <w:p w14:paraId="5BEC1C16" w14:textId="77777777" w:rsidR="00A54B76" w:rsidRDefault="00A54B76" w:rsidP="009647A6">
            <w:pPr>
              <w:jc w:val="center"/>
            </w:pPr>
          </w:p>
        </w:tc>
      </w:tr>
      <w:tr w:rsidR="00A54B76" w:rsidRPr="00712C22" w14:paraId="5BEC1C1D" w14:textId="77777777" w:rsidTr="006A1CDE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18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19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26</w:t>
            </w:r>
          </w:p>
        </w:tc>
        <w:tc>
          <w:tcPr>
            <w:tcW w:w="6094" w:type="dxa"/>
            <w:vAlign w:val="center"/>
          </w:tcPr>
          <w:p w14:paraId="5BEC1C1A" w14:textId="77777777" w:rsidR="00A54B76" w:rsidRPr="00234037" w:rsidRDefault="00A54B76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1B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C1C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23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1E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1F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27</w:t>
            </w:r>
          </w:p>
        </w:tc>
        <w:tc>
          <w:tcPr>
            <w:tcW w:w="6094" w:type="dxa"/>
            <w:vAlign w:val="center"/>
          </w:tcPr>
          <w:p w14:paraId="5BEC1C20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21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22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29" w14:textId="77777777" w:rsidTr="009647A6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24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25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28</w:t>
            </w:r>
          </w:p>
        </w:tc>
        <w:tc>
          <w:tcPr>
            <w:tcW w:w="6094" w:type="dxa"/>
            <w:vAlign w:val="center"/>
          </w:tcPr>
          <w:p w14:paraId="5BEC1C26" w14:textId="77777777" w:rsidR="00A54B76" w:rsidRPr="00234037" w:rsidRDefault="00A54B76" w:rsidP="009647A6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27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28" w14:textId="77777777" w:rsidR="00A54B76" w:rsidRPr="00234037" w:rsidRDefault="00A54B76" w:rsidP="009647A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2F" w14:textId="77777777" w:rsidTr="006A1CDE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2A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2B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29</w:t>
            </w:r>
          </w:p>
        </w:tc>
        <w:tc>
          <w:tcPr>
            <w:tcW w:w="6094" w:type="dxa"/>
            <w:vAlign w:val="center"/>
          </w:tcPr>
          <w:p w14:paraId="5BEC1C2C" w14:textId="77777777" w:rsidR="00A54B76" w:rsidRPr="00234037" w:rsidRDefault="00A54B76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2D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C2E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35" w14:textId="77777777" w:rsidTr="006A1CDE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30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31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30</w:t>
            </w:r>
          </w:p>
        </w:tc>
        <w:tc>
          <w:tcPr>
            <w:tcW w:w="6094" w:type="dxa"/>
            <w:vAlign w:val="center"/>
          </w:tcPr>
          <w:p w14:paraId="5BEC1C32" w14:textId="77777777" w:rsidR="00A54B76" w:rsidRPr="00234037" w:rsidRDefault="00A54B76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33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C34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3B" w14:textId="77777777" w:rsidTr="006A1CDE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36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37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31</w:t>
            </w:r>
          </w:p>
        </w:tc>
        <w:tc>
          <w:tcPr>
            <w:tcW w:w="6094" w:type="dxa"/>
            <w:vAlign w:val="center"/>
          </w:tcPr>
          <w:p w14:paraId="5BEC1C38" w14:textId="77777777" w:rsidR="00A54B76" w:rsidRPr="00234037" w:rsidRDefault="00A54B76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39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C3A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41" w14:textId="77777777" w:rsidTr="006A1CDE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EC1C3C" w14:textId="77777777" w:rsidR="00A54B76" w:rsidRPr="00234037" w:rsidRDefault="00A54B76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C1C3D" w14:textId="77777777" w:rsidR="00A54B76" w:rsidRPr="000B6869" w:rsidRDefault="00A54B76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32</w:t>
            </w:r>
          </w:p>
        </w:tc>
        <w:tc>
          <w:tcPr>
            <w:tcW w:w="6094" w:type="dxa"/>
            <w:vAlign w:val="center"/>
          </w:tcPr>
          <w:p w14:paraId="5BEC1C3E" w14:textId="77777777" w:rsidR="00A54B76" w:rsidRPr="00234037" w:rsidRDefault="00A54B76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EC1C3F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C40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44" w14:textId="77777777" w:rsidTr="006A1CDE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5BEC1C42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EC1C43" w14:textId="77777777" w:rsidR="00A54B76" w:rsidRPr="00234037" w:rsidRDefault="00A54B7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54B76" w:rsidRPr="00712C22" w14:paraId="5BEC1C48" w14:textId="77777777" w:rsidTr="005D272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5BEC1C45" w14:textId="77777777" w:rsidR="00A54B76" w:rsidRPr="00234037" w:rsidRDefault="00A54B76" w:rsidP="006F276D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5BEC1C46" w14:textId="53EA8484" w:rsidR="00A54B76" w:rsidRPr="005D2723" w:rsidRDefault="005D2723" w:rsidP="005D2723">
            <w:pPr>
              <w:jc w:val="center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5D2723">
              <w:rPr>
                <w:rFonts w:ascii="Aptos Narrow" w:eastAsia="Times New Roman" w:hAnsi="Aptos Narrow" w:cs="Times New Roman"/>
                <w:b/>
                <w:bCs/>
                <w:color w:val="000000"/>
                <w:lang w:eastAsia="pt-PT"/>
              </w:rPr>
              <w:t>123,75</w:t>
            </w:r>
          </w:p>
        </w:tc>
        <w:tc>
          <w:tcPr>
            <w:tcW w:w="1134" w:type="dxa"/>
            <w:vAlign w:val="center"/>
          </w:tcPr>
          <w:p w14:paraId="5BEC1C47" w14:textId="62611220" w:rsidR="00A54B76" w:rsidRPr="005D2723" w:rsidRDefault="005D2723" w:rsidP="005D2723">
            <w:pPr>
              <w:jc w:val="center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5D2723">
              <w:rPr>
                <w:rFonts w:ascii="Aptos Narrow" w:eastAsia="Times New Roman" w:hAnsi="Aptos Narrow" w:cs="Times New Roman"/>
                <w:b/>
                <w:bCs/>
                <w:color w:val="000000"/>
                <w:lang w:eastAsia="pt-PT"/>
              </w:rPr>
              <w:t>1375</w:t>
            </w:r>
          </w:p>
        </w:tc>
      </w:tr>
    </w:tbl>
    <w:p w14:paraId="5BEC1C49" w14:textId="77777777" w:rsidR="00727CAB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7AE578A6" w14:textId="77777777" w:rsidR="008F7B91" w:rsidRDefault="008F7B91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05A113AA" w14:textId="77777777" w:rsidR="008F7B91" w:rsidRDefault="008F7B91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28F29302" w14:textId="77777777" w:rsidR="008F7B91" w:rsidRDefault="008F7B91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4CAF23AA" w14:textId="77777777" w:rsidR="008F7B91" w:rsidRDefault="008F7B91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4B2539F0" w14:textId="77777777" w:rsidR="008F7B91" w:rsidRDefault="008F7B91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3F0CF5F9" w14:textId="77777777" w:rsidR="008F7B91" w:rsidRDefault="008F7B91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48D1F45B" w14:textId="77777777" w:rsidR="008F7B91" w:rsidRDefault="008F7B91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5BEC1C4A" w14:textId="77777777" w:rsidR="006A1CDE" w:rsidRDefault="006A1CDE" w:rsidP="005B35D8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A1CDE" w:rsidRPr="00136AD8" w14:paraId="5BEC1C4D" w14:textId="77777777" w:rsidTr="005B35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C4B" w14:textId="77777777" w:rsidR="006A1CDE" w:rsidRPr="00136AD8" w:rsidRDefault="006A1CDE" w:rsidP="006A1CD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C4C" w14:textId="77777777" w:rsidR="006A1CDE" w:rsidRPr="004904D1" w:rsidRDefault="006A1CDE" w:rsidP="006A1CD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904D1">
              <w:rPr>
                <w:rFonts w:ascii="Verdana Pro Light" w:hAnsi="Verdana Pro Light"/>
                <w:b/>
                <w:sz w:val="18"/>
                <w:szCs w:val="18"/>
              </w:rPr>
              <w:t xml:space="preserve">Prestar informações sobre a atividade de produção e tecnologias da música </w:t>
            </w:r>
          </w:p>
        </w:tc>
      </w:tr>
    </w:tbl>
    <w:p w14:paraId="5BEC1C4E" w14:textId="77777777" w:rsidR="006A1CDE" w:rsidRPr="00136AD8" w:rsidRDefault="006A1CDE" w:rsidP="005B35D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C4F" w14:textId="77777777" w:rsidR="006A1CDE" w:rsidRPr="003200F2" w:rsidRDefault="006A1CDE" w:rsidP="005B35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1C50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p w14:paraId="5BEC1C51" w14:textId="77777777" w:rsidR="006A1CDE" w:rsidRPr="00136AD8" w:rsidRDefault="006A1CDE" w:rsidP="005B35D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A1CDE" w:rsidRPr="00136AD8" w14:paraId="5BEC1C53" w14:textId="77777777" w:rsidTr="005B35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52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A1CDE" w:rsidRPr="00136AD8" w14:paraId="5BEC1C56" w14:textId="77777777" w:rsidTr="005B35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C54" w14:textId="77777777" w:rsidR="006A1CDE" w:rsidRPr="00B01FFA" w:rsidRDefault="006A1CDE" w:rsidP="006A1CDE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Analisar a informação requerida acerca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Multimédia.</w:t>
            </w:r>
          </w:p>
          <w:p w14:paraId="5BEC1C55" w14:textId="77777777" w:rsidR="006A1CDE" w:rsidRPr="001B353A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 xml:space="preserve">Informar e esclarecer o cliente sobre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 área da Multimédia</w:t>
            </w:r>
            <w:r w:rsidRPr="58E80998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</w:tc>
      </w:tr>
      <w:tr w:rsidR="006A1CDE" w:rsidRPr="00136AD8" w14:paraId="5BEC1C5A" w14:textId="77777777" w:rsidTr="005B35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57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58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C59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A1CDE" w:rsidRPr="00136AD8" w14:paraId="5BEC1C79" w14:textId="77777777" w:rsidTr="00C2355B">
        <w:trPr>
          <w:trHeight w:val="2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C5B" w14:textId="77777777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Produção e tecnologias da música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Antecedentes históricos.</w:t>
            </w:r>
          </w:p>
          <w:p w14:paraId="5BEC1C5C" w14:textId="073A91A0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Influência socioeconómica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setor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artístico e na atividade de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5D" w14:textId="6CF152F5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5E" w14:textId="77777777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5BEC1C5F" w14:textId="1A325BEE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Fatores críticos de sucesso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 atividade de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0" w14:textId="18FD7841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setor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artístico e na atividade de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1" w14:textId="4EFB1155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Organismos nacionais e locais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31318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setor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setor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artístico e na atividade de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2" w14:textId="10D4BACE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 atividade de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3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5BEC1C64" w14:textId="77777777" w:rsidR="006A1CDE" w:rsidRPr="001B353A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C65" w14:textId="010864D0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 evolução e a influência socioeconómica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setor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artístico e na atividade de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6" w14:textId="3A1030F1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as 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 atividade de produção e tecnologias da música</w:t>
            </w:r>
            <w:r w:rsidR="00995455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7" w14:textId="77777777" w:rsidR="006A1CDE" w:rsidRP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A1CD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o setor artístico e na atividade de produção e tecnologias da música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Pr="006A1CD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nível nacional e internacional.</w:t>
            </w:r>
          </w:p>
          <w:p w14:paraId="5BEC1C68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5BEC1C69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5BEC1C6A" w14:textId="520C5A94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 atividade de produção e tecnologias da música</w:t>
            </w:r>
            <w:r w:rsidR="005D5C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B" w14:textId="77777777" w:rsidR="006A1CDE" w:rsidRP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A1CD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Pr="006A1CD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atividade de produção e tecnologias da música</w:t>
            </w:r>
            <w:r w:rsidRPr="006A1CDE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5BEC1C6C" w14:textId="77777777" w:rsidR="006A1CDE" w:rsidRP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6A1CDE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Diferenciar a estrutura, organização e divisão funcional no setor artístico e na atividade de produção e tecnologias da música.</w:t>
            </w:r>
          </w:p>
          <w:p w14:paraId="5BEC1C6D" w14:textId="3EFBD062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 atividade de produção e tecnologias da música</w:t>
            </w:r>
            <w:r w:rsidR="005D5C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E" w14:textId="5D7619AA" w:rsidR="006A1CDE" w:rsidRPr="003C0084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Informar sobre as diferentes atividades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atividade de produção e tecnologias da música</w:t>
            </w:r>
            <w:r w:rsidR="005D5C6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6F" w14:textId="77777777" w:rsidR="006A1CDE" w:rsidRPr="00057283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relativa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à área de atividade de produção e tecnologias da música.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C70" w14:textId="77777777" w:rsidR="006A1CDE" w:rsidRPr="00FD35E9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Cuidado com a apresentação pessoal e postura profissional.</w:t>
            </w:r>
          </w:p>
          <w:p w14:paraId="5BEC1C71" w14:textId="77777777" w:rsidR="006A1CDE" w:rsidRPr="00FD35E9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5BEC1C72" w14:textId="77777777" w:rsidR="006A1CDE" w:rsidRPr="00FD35E9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BEC1C73" w14:textId="77777777" w:rsidR="006A1CDE" w:rsidRPr="00FD35E9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BEC1C74" w14:textId="77777777" w:rsidR="006A1CDE" w:rsidRPr="00FD35E9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BEC1C75" w14:textId="77777777" w:rsidR="006A1CDE" w:rsidRPr="00FD35E9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BEC1C76" w14:textId="77777777" w:rsidR="006A1CDE" w:rsidRPr="00FD35E9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BEC1C77" w14:textId="77777777" w:rsidR="006A1CDE" w:rsidRDefault="006A1CDE" w:rsidP="006A1CDE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BEC1C78" w14:textId="77777777" w:rsidR="006A1CDE" w:rsidRPr="00057283" w:rsidRDefault="006A1CDE" w:rsidP="006A1CD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1C7A" w14:textId="77777777" w:rsidR="006A1CDE" w:rsidRDefault="006A1CDE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3793144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7E1110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FA94BE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B27CDF6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2327219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1813C4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E2185C4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4D88638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9005A7F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CDAB78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3B23A24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06043E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AA7C477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50E78E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8559C5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BEB1E72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AC0845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F5B69E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DBFFAB1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84B4FC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294111C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7F0028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D0E64F6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9F1D33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D9AD539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0D7A81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DE49EA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9DD1C93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019471F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6A5168B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827965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74099B0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0492B1B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247041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70F4115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F5D3B21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40B0956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244A93B" w14:textId="77777777" w:rsidR="005D5C6F" w:rsidRDefault="005D5C6F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C7B" w14:textId="77777777" w:rsidR="006A1CDE" w:rsidRPr="00F87025" w:rsidRDefault="00C2355B" w:rsidP="00C2355B">
      <w:pPr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</w:t>
      </w:r>
      <w:r w:rsidR="006A1CDE" w:rsidRPr="00F87025">
        <w:rPr>
          <w:rFonts w:ascii="Verdana Pro Light" w:hAnsi="Verdana Pro Light"/>
          <w:b/>
          <w:smallCaps/>
          <w:sz w:val="20"/>
        </w:rPr>
        <w:t>ritérios de Desempenho</w:t>
      </w:r>
    </w:p>
    <w:p w14:paraId="5BEC1C7C" w14:textId="77777777" w:rsidR="006A1CDE" w:rsidRPr="00111127" w:rsidRDefault="006A1CDE" w:rsidP="005B35D8">
      <w:pPr>
        <w:spacing w:before="8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 xml:space="preserve">Prestar informação sobre </w:t>
      </w: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 xml:space="preserve">a </w:t>
      </w:r>
      <w:r w:rsidR="00C2355B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atividade de produção e tecnologias da música</w:t>
      </w: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5BEC1C7D" w14:textId="2AF6A5B0" w:rsidR="006A1CDE" w:rsidRPr="002F19AF" w:rsidRDefault="002F19AF" w:rsidP="002F19AF">
      <w:pPr>
        <w:spacing w:before="120" w:after="0" w:line="276" w:lineRule="auto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  </w:t>
      </w:r>
      <w:r w:rsidR="006A1CDE" w:rsidRPr="002F19AF">
        <w:rPr>
          <w:rFonts w:ascii="Verdana Pro Light" w:hAnsi="Verdana Pro Light" w:cs="Arial Unicode MS"/>
          <w:sz w:val="18"/>
          <w:szCs w:val="18"/>
        </w:rPr>
        <w:t>CD1. Contextualizando a sua evolução histórica, os principais marcos de desenvolvimento e o aparecimento de produtos e serviços em expansão.</w:t>
      </w:r>
    </w:p>
    <w:p w14:paraId="5BEC1C7E" w14:textId="533F1DE3" w:rsidR="006A1CDE" w:rsidRPr="002F19AF" w:rsidRDefault="006A1CDE" w:rsidP="002F19AF">
      <w:pPr>
        <w:spacing w:before="120" w:after="0" w:line="276" w:lineRule="auto"/>
        <w:ind w:left="142"/>
        <w:jc w:val="both"/>
        <w:rPr>
          <w:rFonts w:ascii="Verdana Pro Light" w:hAnsi="Verdana Pro Light" w:cs="Arial Unicode MS"/>
          <w:sz w:val="18"/>
          <w:szCs w:val="18"/>
        </w:rPr>
      </w:pPr>
      <w:r w:rsidRPr="002F19AF">
        <w:rPr>
          <w:rFonts w:ascii="Verdana Pro Light" w:hAnsi="Verdana Pro Light" w:cs="Arial Unicode MS"/>
          <w:sz w:val="18"/>
          <w:szCs w:val="18"/>
        </w:rPr>
        <w:t>CD2. Adequando a comunicação ao tipo e à solicitação do interlocutor</w:t>
      </w:r>
      <w:r w:rsidR="002F19AF">
        <w:rPr>
          <w:rFonts w:ascii="Verdana Pro Light" w:hAnsi="Verdana Pro Light" w:cs="Arial Unicode MS"/>
          <w:sz w:val="18"/>
          <w:szCs w:val="18"/>
        </w:rPr>
        <w:t>.</w:t>
      </w:r>
    </w:p>
    <w:p w14:paraId="5BEC1C7F" w14:textId="77777777" w:rsidR="006A1CDE" w:rsidRPr="0064164C" w:rsidRDefault="006A1CDE" w:rsidP="005B35D8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5BEC1C80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1C81" w14:textId="77777777" w:rsidR="006A1CDE" w:rsidRDefault="00C2355B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 produtoras de música</w:t>
      </w:r>
    </w:p>
    <w:p w14:paraId="5BEC1C82" w14:textId="77777777" w:rsidR="00C2355B" w:rsidRPr="00984B30" w:rsidRDefault="00C2355B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gravação </w:t>
      </w:r>
    </w:p>
    <w:p w14:paraId="5BEC1C83" w14:textId="77777777" w:rsidR="006A1CDE" w:rsidRDefault="00C2355B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publicidade</w:t>
      </w:r>
    </w:p>
    <w:p w14:paraId="5BEC1C84" w14:textId="77777777" w:rsidR="006A1CDE" w:rsidRDefault="00C2355B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Meios de comunicação social </w:t>
      </w:r>
    </w:p>
    <w:p w14:paraId="5BEC1C85" w14:textId="77777777" w:rsidR="00C2355B" w:rsidRPr="00984B30" w:rsidRDefault="00C2355B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produção de espetáculos</w:t>
      </w:r>
    </w:p>
    <w:p w14:paraId="5BEC1C86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87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C88" w14:textId="77777777" w:rsidR="006A1CDE" w:rsidRPr="003C0084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5BEC1C89" w14:textId="77777777" w:rsidR="006A1CDE" w:rsidRPr="003C0084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5BEC1C8A" w14:textId="77777777" w:rsidR="006A1CDE" w:rsidRPr="003C0084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</w:t>
      </w:r>
      <w:r w:rsidR="00C2355B">
        <w:rPr>
          <w:rFonts w:ascii="Verdana Pro Light" w:hAnsi="Verdana Pro Light" w:cs="Arial Unicode MS"/>
          <w:sz w:val="18"/>
          <w:szCs w:val="18"/>
          <w:lang w:eastAsia="pt-PT"/>
        </w:rPr>
        <w:t xml:space="preserve">r cultural </w:t>
      </w:r>
    </w:p>
    <w:p w14:paraId="5BEC1C8B" w14:textId="77777777" w:rsidR="006A1CDE" w:rsidRPr="003C0084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Legislação reguladora </w:t>
      </w:r>
      <w:r w:rsidR="00C2355B">
        <w:rPr>
          <w:rFonts w:ascii="Verdana Pro Light" w:hAnsi="Verdana Pro Light" w:cs="Arial Unicode MS"/>
          <w:sz w:val="18"/>
          <w:szCs w:val="18"/>
          <w:lang w:eastAsia="pt-PT"/>
        </w:rPr>
        <w:t>da atividade de produção e tecnologias da música</w:t>
      </w: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. </w:t>
      </w:r>
    </w:p>
    <w:p w14:paraId="5BEC1C8C" w14:textId="77777777" w:rsidR="006A1CDE" w:rsidRPr="00C2355B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2355B"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</w:t>
      </w:r>
    </w:p>
    <w:p w14:paraId="5BEC1C8D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8E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C8F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90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91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92" w14:textId="77777777" w:rsidR="006A1CDE" w:rsidRDefault="006A1CDE" w:rsidP="005B35D8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A1CDE" w:rsidRPr="00136AD8" w14:paraId="5BEC1C96" w14:textId="77777777" w:rsidTr="005B35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C94" w14:textId="3CD2E326" w:rsidR="006A1CDE" w:rsidRPr="001F17EE" w:rsidRDefault="006A1CDE" w:rsidP="006A1CD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1F17EE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</w:t>
            </w:r>
            <w:r w:rsidR="00C2355B" w:rsidRPr="001F17EE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C95" w14:textId="77777777" w:rsidR="006A1CDE" w:rsidRPr="001F17EE" w:rsidRDefault="006A1CDE" w:rsidP="006A1CDE">
            <w:pPr>
              <w:spacing w:after="0"/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</w:pPr>
            <w:r w:rsidRPr="001F17EE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t>Colaborar e trabalhar em equipa</w:t>
            </w:r>
          </w:p>
        </w:tc>
      </w:tr>
    </w:tbl>
    <w:p w14:paraId="5BEC1C97" w14:textId="77777777" w:rsidR="006A1CDE" w:rsidRPr="00136AD8" w:rsidRDefault="006A1CDE" w:rsidP="005B35D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C98" w14:textId="77777777" w:rsidR="006A1CDE" w:rsidRDefault="006A1CDE" w:rsidP="005B35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CF5DEA">
        <w:rPr>
          <w:rFonts w:ascii="Verdana Pro Light" w:eastAsia="Arial Unicode MS" w:hAnsi="Verdana Pro Light" w:cs="Times New Roman"/>
          <w:smallCaps/>
          <w:sz w:val="20"/>
        </w:rPr>
        <w:t>2</w:t>
      </w:r>
      <w:r w:rsidR="00C2355B">
        <w:rPr>
          <w:rFonts w:ascii="Verdana Pro Light" w:eastAsia="Arial Unicode MS" w:hAnsi="Verdana Pro Light" w:cs="Times New Roman"/>
          <w:smallCaps/>
          <w:sz w:val="20"/>
        </w:rPr>
        <w:t>,</w:t>
      </w:r>
      <w:r w:rsidR="00CF5DEA">
        <w:rPr>
          <w:rFonts w:ascii="Verdana Pro Light" w:eastAsia="Arial Unicode MS" w:hAnsi="Verdana Pro Light" w:cs="Times New Roman"/>
          <w:smallCaps/>
          <w:sz w:val="20"/>
        </w:rPr>
        <w:t>2</w:t>
      </w:r>
      <w:r w:rsidR="00C2355B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BEC1C99" w14:textId="77777777" w:rsidR="00C2355B" w:rsidRPr="003200F2" w:rsidRDefault="00C2355B" w:rsidP="005B35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C2355B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 w:rsidR="00CF5DEA">
        <w:rPr>
          <w:rFonts w:ascii="Verdana Pro Light" w:eastAsia="Arial Unicode MS" w:hAnsi="Verdana Pro Light" w:cs="Times New Roman"/>
          <w:smallCaps/>
          <w:sz w:val="20"/>
        </w:rPr>
        <w:t>25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 horas</w:t>
      </w:r>
    </w:p>
    <w:p w14:paraId="5BEC1C9A" w14:textId="77777777" w:rsidR="006A1CDE" w:rsidRPr="00136AD8" w:rsidRDefault="006A1CDE" w:rsidP="005B35D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A1CDE" w:rsidRPr="00136AD8" w14:paraId="5BEC1C9C" w14:textId="77777777" w:rsidTr="005B35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9B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A1CDE" w:rsidRPr="00136AD8" w14:paraId="5BEC1CA0" w14:textId="77777777" w:rsidTr="005B35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C9D" w14:textId="77777777" w:rsidR="006A1CDE" w:rsidRPr="00AB5AF8" w:rsidRDefault="006A1CDE" w:rsidP="006A1CDE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5BEC1C9E" w14:textId="77777777" w:rsidR="006A1CDE" w:rsidRPr="00AB5AF8" w:rsidRDefault="006A1CDE" w:rsidP="006A1CDE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5BEC1C9F" w14:textId="77777777" w:rsidR="006A1CDE" w:rsidRPr="001B353A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6A1CDE" w:rsidRPr="00136AD8" w14:paraId="5BEC1CA4" w14:textId="77777777" w:rsidTr="005B35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A1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A2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CA3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A1CDE" w:rsidRPr="00136AD8" w14:paraId="5BEC1CD0" w14:textId="77777777" w:rsidTr="005B35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CA5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5BEC1CA6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5BEC1CA7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5BEC1CA8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5BEC1CA9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5BEC1CAA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5BEC1CAB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5BEC1CAC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5BEC1CAD" w14:textId="77777777" w:rsidR="006A1CDE" w:rsidRPr="001B353A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13C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CAE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e analisar os estilos comportamentais individuais</w:t>
            </w:r>
            <w:r w:rsidRPr="6D11F1FC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5BEC1CAF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5BEC1CB0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5BEC1CB1" w14:textId="77777777" w:rsidR="006A1CDE" w:rsidRPr="008705DA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5BEC1CB2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5BEC1CB3" w14:textId="77777777" w:rsidR="006A1CDE" w:rsidRPr="009835C1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5BEC1CB4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5BEC1CB5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5BEC1CB6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5BEC1CB7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5BEC1CB8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B9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5BEC1CBA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5BEC1CBB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5BEC1CBC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5BEC1CBD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5BEC1CBE" w14:textId="77777777" w:rsidR="006A1CDE" w:rsidRPr="00057283" w:rsidRDefault="006A1CDE" w:rsidP="006A1C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CBF" w14:textId="77777777" w:rsidR="006A1CDE" w:rsidRDefault="006A1CDE" w:rsidP="006A1C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5BEC1CC0" w14:textId="77777777" w:rsidR="006A1CDE" w:rsidRDefault="006A1CDE" w:rsidP="006A1C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BEC1CC1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BEC1CC2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CC3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5BEC1CC4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BEC1CC5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BEC1CC6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BEC1CC7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BEC1CC8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BEC1CC9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BEC1CCA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BEC1CCB" w14:textId="77777777" w:rsidR="006A1CDE" w:rsidRPr="00A128F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BEC1CCC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5BEC1CCD" w14:textId="77777777" w:rsidR="006A1CDE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5BEC1CCE" w14:textId="77777777" w:rsidR="006A1CDE" w:rsidRPr="00AB5AF8" w:rsidRDefault="006A1CDE" w:rsidP="006A1CD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BEC1CCF" w14:textId="77777777" w:rsidR="006A1CDE" w:rsidRPr="00057283" w:rsidRDefault="006A1CDE" w:rsidP="006A1C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1CD1" w14:textId="77777777" w:rsidR="006A1CDE" w:rsidRDefault="006A1CDE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A16E562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A55F15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CEB242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8DFE6B5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8B9A734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1975291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0D1398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BEE572F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428749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6E92AD2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5C4A3A7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E69E88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A696DA8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6473BB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CF0386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1F37F4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97568C5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3C5D2A9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BA3E24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D6BC94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C324F15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027015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7296562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37A7EC0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2EF84F4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B8BBD53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AB05D3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5C6ADA3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55CE2E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A408B0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6CFAC49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5F688F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90FD093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2E212A5" w14:textId="77777777" w:rsidR="00B31F0B" w:rsidRDefault="00B31F0B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CD2" w14:textId="77777777" w:rsidR="006A1CDE" w:rsidRPr="00F87025" w:rsidRDefault="006A1CDE" w:rsidP="00C2355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BEC1CD3" w14:textId="77777777" w:rsidR="006A1CDE" w:rsidRPr="00C3428A" w:rsidRDefault="006A1CDE" w:rsidP="005B35D8">
      <w:pPr>
        <w:spacing w:before="12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5BEC1CD4" w14:textId="77777777" w:rsidR="006A1CDE" w:rsidRPr="00AB5AF8" w:rsidRDefault="006A1CDE" w:rsidP="005B35D8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5BEC1CD5" w14:textId="77777777" w:rsidR="006A1CDE" w:rsidRPr="00AB5AF8" w:rsidRDefault="006A1CDE" w:rsidP="005B35D8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5BEC1CD6" w14:textId="77777777" w:rsidR="006A1CDE" w:rsidRDefault="006A1CDE" w:rsidP="005B35D8">
      <w:p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5BEC1CD7" w14:textId="77777777" w:rsidR="006A1CDE" w:rsidRDefault="006A1CDE" w:rsidP="005B35D8">
      <w:pPr>
        <w:spacing w:before="120" w:after="0" w:line="276" w:lineRule="auto"/>
        <w:ind w:left="142"/>
        <w:rPr>
          <w:rFonts w:ascii="Verdana Pro Light" w:hAnsi="Verdana Pro Light" w:cs="Arial Unicode MS"/>
          <w:sz w:val="18"/>
          <w:szCs w:val="18"/>
        </w:rPr>
      </w:pPr>
      <w:r w:rsidRPr="6D11F1FC">
        <w:rPr>
          <w:rFonts w:ascii="Verdana Pro Light" w:hAnsi="Verdana Pro Light" w:cs="Arial Unicode MS"/>
          <w:sz w:val="18"/>
          <w:szCs w:val="18"/>
        </w:rPr>
        <w:t>CD4. G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5BEC1CD8" w14:textId="77777777" w:rsidR="006A1CDE" w:rsidRPr="00136AD8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D9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1CDA" w14:textId="77777777" w:rsidR="006A1CDE" w:rsidRPr="00984B30" w:rsidRDefault="00531B72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Em todos os setores de atividade </w:t>
      </w:r>
    </w:p>
    <w:p w14:paraId="5BEC1CDB" w14:textId="77777777" w:rsidR="006A1CDE" w:rsidRPr="00984B30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CDC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DD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CDE" w14:textId="77777777" w:rsidR="006A1CDE" w:rsidRPr="00DA0C85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hAnsi="Verdana Pro Light" w:cs="Arial Unicode MS"/>
          <w:sz w:val="18"/>
          <w:szCs w:val="18"/>
        </w:rPr>
        <w:t>.</w:t>
      </w:r>
    </w:p>
    <w:p w14:paraId="5BEC1CDF" w14:textId="77777777" w:rsidR="006A1CDE" w:rsidRPr="00DA0C85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1CE0" w14:textId="77777777" w:rsidR="006A1CDE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>Recursos multimédia/audiovisuais.</w:t>
      </w:r>
    </w:p>
    <w:p w14:paraId="5BEC1CE1" w14:textId="77777777" w:rsidR="006A1CDE" w:rsidRPr="00501DC8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Boas práticas na comunicação</w:t>
      </w:r>
    </w:p>
    <w:p w14:paraId="5BEC1CE2" w14:textId="77777777" w:rsidR="006A1CDE" w:rsidRPr="00501DC8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CE3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E4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CE5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E6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E7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CE8" w14:textId="77777777" w:rsidR="006A1CDE" w:rsidRDefault="006A1CDE" w:rsidP="005B35D8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A1CDE" w:rsidRPr="00136AD8" w14:paraId="5BEC1CEB" w14:textId="77777777" w:rsidTr="005B35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CE9" w14:textId="48378649" w:rsidR="006A1CDE" w:rsidRPr="00444ACD" w:rsidRDefault="006A1CDE" w:rsidP="006A1CD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44ACD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</w:t>
            </w:r>
            <w:r w:rsidR="00C2355B" w:rsidRPr="00444ACD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CEA" w14:textId="77777777" w:rsidR="006A1CDE" w:rsidRPr="00444ACD" w:rsidRDefault="006A1CDE" w:rsidP="006A1CDE">
            <w:pPr>
              <w:spacing w:after="0"/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</w:pPr>
            <w:r w:rsidRPr="00444ACD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t>Comunicar e interagir em contexto profissional</w:t>
            </w:r>
          </w:p>
        </w:tc>
      </w:tr>
    </w:tbl>
    <w:p w14:paraId="5BEC1CEC" w14:textId="77777777" w:rsidR="006A1CDE" w:rsidRPr="00136AD8" w:rsidRDefault="006A1CDE" w:rsidP="005B35D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CED" w14:textId="77777777" w:rsidR="006A1CDE" w:rsidRDefault="006A1CDE" w:rsidP="005B35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CF5DEA">
        <w:rPr>
          <w:rFonts w:ascii="Verdana Pro Light" w:eastAsia="Arial Unicode MS" w:hAnsi="Verdana Pro Light" w:cs="Times New Roman"/>
          <w:b/>
          <w:smallCaps/>
          <w:sz w:val="20"/>
        </w:rPr>
        <w:t>2,25</w:t>
      </w:r>
    </w:p>
    <w:p w14:paraId="5BEC1CEE" w14:textId="77777777" w:rsidR="00C2355B" w:rsidRPr="003200F2" w:rsidRDefault="00C2355B" w:rsidP="005B35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C2355B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 w:rsidR="00CF5DEA">
        <w:rPr>
          <w:rFonts w:ascii="Verdana Pro Light" w:eastAsia="Arial Unicode MS" w:hAnsi="Verdana Pro Light" w:cs="Times New Roman"/>
          <w:smallCaps/>
          <w:sz w:val="20"/>
        </w:rPr>
        <w:t>25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 horas</w:t>
      </w:r>
    </w:p>
    <w:p w14:paraId="5BEC1CEF" w14:textId="77777777" w:rsidR="006A1CDE" w:rsidRPr="00136AD8" w:rsidRDefault="006A1CDE" w:rsidP="005B35D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A1CDE" w:rsidRPr="00136AD8" w14:paraId="5BEC1CF1" w14:textId="77777777" w:rsidTr="005B35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F0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A1CDE" w:rsidRPr="00136AD8" w14:paraId="5BEC1CF5" w14:textId="77777777" w:rsidTr="005B35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CF2" w14:textId="77777777" w:rsidR="006A1CDE" w:rsidRPr="000A2D45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a mensagem a comunicar em contexto profissional. </w:t>
            </w:r>
          </w:p>
          <w:p w14:paraId="5BEC1CF3" w14:textId="77777777" w:rsidR="006A1CDE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  <w:p w14:paraId="5BEC1CF4" w14:textId="77777777" w:rsidR="006A1CDE" w:rsidRPr="001B353A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6A1CDE" w:rsidRPr="00136AD8" w14:paraId="5BEC1CF9" w14:textId="77777777" w:rsidTr="005B35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F6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CF7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CF8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A1CDE" w:rsidRPr="00136AD8" w14:paraId="5BEC1D28" w14:textId="77777777" w:rsidTr="005B35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CFA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Princípios da comunicação e do relacionamento interpessoal – processo, funções e elementos intervenientes.</w:t>
            </w:r>
          </w:p>
          <w:p w14:paraId="5BEC1CFB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Fatores facilitadores e inibidores da comunicação.</w:t>
            </w:r>
          </w:p>
          <w:p w14:paraId="5BEC1CFC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Comunicação verbal (oral e escrita) e comunicação não-verbal –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</w:p>
          <w:p w14:paraId="5BEC1CFD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(movimentos corporais, gestos, expressão facial e postura),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5BEC1CFE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Canais de comunicação presencial e não presencial.</w:t>
            </w:r>
          </w:p>
          <w:p w14:paraId="5BEC1CFF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telefónica - técnicas de atenção telefónica, expressão verbal e sorriso “telefónico”.</w:t>
            </w:r>
          </w:p>
          <w:p w14:paraId="5BEC1D00" w14:textId="27B7E44F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Comunicação através da </w:t>
            </w:r>
            <w:r w:rsidR="00444ACD"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internet (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navegadores, e-mail, redes sociais, mensagens) – técnicas.</w:t>
            </w:r>
          </w:p>
          <w:p w14:paraId="5BEC1D01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escrita – normas.</w:t>
            </w:r>
          </w:p>
          <w:p w14:paraId="5BEC1D02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Processo de escrita - planificação, textualização e revisão. </w:t>
            </w:r>
          </w:p>
          <w:p w14:paraId="5BEC1D03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Caraterísticas dos estilos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agressivo, passivo, manipulador, assertivo.</w:t>
            </w:r>
          </w:p>
          <w:p w14:paraId="5BEC1D04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assertiva – vantagens, componentes verbais e não-verbais, técnicas.</w:t>
            </w:r>
          </w:p>
          <w:p w14:paraId="5BEC1D05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ativa, empatia e controlo emocional.</w:t>
            </w:r>
          </w:p>
          <w:p w14:paraId="5BEC1D06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Processamento interno da informação –fonético, literal (significado) e reflexivo</w:t>
            </w:r>
          </w:p>
          <w:p w14:paraId="5BEC1D07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(empático).</w:t>
            </w:r>
          </w:p>
          <w:p w14:paraId="5BEC1D08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Perguntas no processo de comunicação –</w:t>
            </w:r>
            <w:r w:rsidR="00A232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abertas, fechadas, retorno, reformulação.</w:t>
            </w:r>
          </w:p>
          <w:p w14:paraId="5BEC1D09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Me</w:t>
            </w:r>
            <w:r w:rsidR="00A232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nsagem - construção, adaptação, 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envio, receção e interpretação.</w:t>
            </w:r>
          </w:p>
          <w:p w14:paraId="5BEC1D0A" w14:textId="77777777" w:rsidR="006A1CDE" w:rsidRPr="00830B06" w:rsidRDefault="006A1CDE" w:rsidP="006A1CDE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Imagem e comunicação – autoimagem e autoconceito, primeiras impressões, expectativas e motivação.</w:t>
            </w:r>
          </w:p>
          <w:p w14:paraId="5BEC1D0B" w14:textId="77777777" w:rsidR="006A1CDE" w:rsidRPr="00830B06" w:rsidRDefault="006A1CDE" w:rsidP="006A1CDE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Técnicas de programação neurolinguística (PNL) na comunicação.</w:t>
            </w:r>
          </w:p>
          <w:p w14:paraId="5BEC1D0C" w14:textId="77777777" w:rsidR="006A1CDE" w:rsidRPr="00830B06" w:rsidRDefault="006A1CDE" w:rsidP="006A1CDE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Relações interpessoais no trabalho.</w:t>
            </w:r>
          </w:p>
          <w:p w14:paraId="5BEC1D0D" w14:textId="77777777" w:rsidR="006A1CDE" w:rsidRPr="00830B06" w:rsidRDefault="006A1CDE" w:rsidP="006A1CDE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Conflito nas relações interpessoais –tipos e técnicas de resolução de conflitos.</w:t>
            </w:r>
          </w:p>
          <w:p w14:paraId="5BEC1D0E" w14:textId="77777777" w:rsidR="006A1CDE" w:rsidRPr="000A2D45" w:rsidRDefault="006A1CDE" w:rsidP="006A1CDE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Avaliação do processo de comunicação –feedback,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0F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Organizar a informação a comunicar.</w:t>
            </w:r>
          </w:p>
          <w:p w14:paraId="5BEC1D10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Adaptar a comunicação oral e escrita ao interlocutor e ao contexto.</w:t>
            </w:r>
          </w:p>
          <w:p w14:paraId="5BEC1D11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Interpretar informação de diferentes interlocutores em contexto presencial e não presencial.</w:t>
            </w:r>
          </w:p>
          <w:p w14:paraId="5BEC1D12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Identificar as expectativas do interlocutor.</w:t>
            </w:r>
          </w:p>
          <w:p w14:paraId="5BEC1D13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Utilizar técnicas de comunicação verbal e não verbal assertiva.</w:t>
            </w:r>
          </w:p>
          <w:p w14:paraId="5BEC1D14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Formular questões, pedir esclarecimentos ou colocar dúvidas para interpretar e/ou explicitar a mensagem.</w:t>
            </w:r>
          </w:p>
          <w:p w14:paraId="5BEC1D15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Partilhar informação com diferentes interlocutores.</w:t>
            </w:r>
          </w:p>
          <w:p w14:paraId="5BEC1D16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Reportar informação profissional.</w:t>
            </w:r>
          </w:p>
          <w:p w14:paraId="5BEC1D17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interação orais e escritas.</w:t>
            </w:r>
          </w:p>
          <w:p w14:paraId="5BEC1D18" w14:textId="77777777" w:rsidR="006A1CDE" w:rsidRPr="00830B06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tratamento e resolução de conflitos.</w:t>
            </w:r>
          </w:p>
          <w:p w14:paraId="5BEC1D19" w14:textId="77777777" w:rsidR="006A1CDE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Autoavaliar o seu desempenho no âmbito do processo de comunicação.</w:t>
            </w:r>
          </w:p>
          <w:p w14:paraId="5BEC1D1A" w14:textId="77777777" w:rsidR="006A1CDE" w:rsidRPr="00057283" w:rsidRDefault="006A1CDE" w:rsidP="0098246B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1B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Responsabilidades pelas suas ações.</w:t>
            </w:r>
          </w:p>
          <w:p w14:paraId="5BEC1D1C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Autonomia no âmbito das suas funções.</w:t>
            </w:r>
          </w:p>
          <w:p w14:paraId="5BEC1D1D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Cuidado com a imagem e postura profissional.</w:t>
            </w:r>
          </w:p>
          <w:p w14:paraId="5BEC1D1E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Assertividade.</w:t>
            </w:r>
          </w:p>
          <w:p w14:paraId="5BEC1D1F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ativa.</w:t>
            </w:r>
          </w:p>
          <w:p w14:paraId="5BEC1D20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Empatia.</w:t>
            </w:r>
          </w:p>
          <w:p w14:paraId="5BEC1D21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Controlo emocional.</w:t>
            </w:r>
          </w:p>
          <w:p w14:paraId="5BEC1D22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Autoconfiança.</w:t>
            </w:r>
          </w:p>
          <w:p w14:paraId="5BEC1D23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Respeito pela diferença.</w:t>
            </w:r>
          </w:p>
          <w:p w14:paraId="5BEC1D24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Autoconhecimento.</w:t>
            </w:r>
          </w:p>
          <w:p w14:paraId="5BEC1D25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crítico.</w:t>
            </w:r>
          </w:p>
          <w:p w14:paraId="5BEC1D26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Cooperação com a equipa.</w:t>
            </w:r>
          </w:p>
          <w:p w14:paraId="5BEC1D27" w14:textId="77777777" w:rsidR="006A1CDE" w:rsidRPr="00830B06" w:rsidRDefault="006A1CDE" w:rsidP="006A1CDE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de organização.</w:t>
            </w:r>
          </w:p>
        </w:tc>
      </w:tr>
    </w:tbl>
    <w:p w14:paraId="5BEC1D29" w14:textId="77777777" w:rsidR="006A1CDE" w:rsidRDefault="006A1CDE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D2A" w14:textId="77777777" w:rsidR="006A1CDE" w:rsidRDefault="006A1CDE" w:rsidP="005B35D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1D2B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1D2C" w14:textId="77777777" w:rsidR="006A1CDE" w:rsidRDefault="006A1CDE" w:rsidP="005B35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Comunicar e interagir em contexto profissional:</w:t>
      </w:r>
    </w:p>
    <w:p w14:paraId="5BEC1D2D" w14:textId="77777777" w:rsidR="006A1CDE" w:rsidRPr="00830B06" w:rsidRDefault="006A1CDE" w:rsidP="005B35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Adaptando a linguagem e a comunicação ao tipo de canal utilizado, ao público-alvo e ao contexto. </w:t>
      </w:r>
    </w:p>
    <w:p w14:paraId="5BEC1D2E" w14:textId="77777777" w:rsidR="006A1CDE" w:rsidRPr="00830B06" w:rsidRDefault="006A1CDE" w:rsidP="005B35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Demonstrando assertividade e uma imagem positiva de si e da sua organização. </w:t>
      </w:r>
    </w:p>
    <w:p w14:paraId="5BEC1D2F" w14:textId="77777777" w:rsidR="006A1CDE" w:rsidRPr="00830B06" w:rsidRDefault="006A1CDE" w:rsidP="005B35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Demonstrando uma comunicação verbal e não verbal empática e ajustada ao interlocutor. </w:t>
      </w:r>
    </w:p>
    <w:p w14:paraId="5BEC1D30" w14:textId="77777777" w:rsidR="006A1CDE" w:rsidRDefault="006A1CDE" w:rsidP="005B35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Produzindo um texto escrito de forma clara e articulada, de acordo com a norma, aplicando técnicas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redação de documentos profissionais.</w:t>
      </w:r>
    </w:p>
    <w:p w14:paraId="5BEC1D31" w14:textId="77777777" w:rsidR="006A1CDE" w:rsidRPr="0064164C" w:rsidRDefault="006A1CDE" w:rsidP="005B35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o resultado do seu desempenho e contributo para a melhoria do processo de comunicação.</w:t>
      </w:r>
    </w:p>
    <w:p w14:paraId="5BEC1D32" w14:textId="77777777" w:rsidR="006A1CDE" w:rsidRPr="00136AD8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33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1D34" w14:textId="77777777" w:rsidR="006A1CDE" w:rsidRPr="00984B30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BEC1D35" w14:textId="77777777" w:rsidR="006A1CDE" w:rsidRPr="00984B30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D36" w14:textId="77777777" w:rsidR="006A1CDE" w:rsidRPr="00984B30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D37" w14:textId="77777777" w:rsidR="006A1CDE" w:rsidRPr="00984B30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D38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39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D3A" w14:textId="77777777" w:rsidR="006A1CDE" w:rsidRPr="00830B06" w:rsidRDefault="006A1CDE" w:rsidP="005B35D8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Dispositivos tecnológicos com acesso à internet.</w:t>
      </w:r>
    </w:p>
    <w:p w14:paraId="5BEC1D3B" w14:textId="77777777" w:rsidR="006A1CDE" w:rsidRPr="00830B06" w:rsidRDefault="006A1CDE" w:rsidP="005B35D8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Recursos multimédia/audiovisuais.</w:t>
      </w:r>
    </w:p>
    <w:p w14:paraId="5BEC1D3C" w14:textId="77777777" w:rsidR="006A1CDE" w:rsidRPr="00830B06" w:rsidRDefault="006A1CDE" w:rsidP="005B35D8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Ferramentas de interação e de comunicação.</w:t>
      </w:r>
    </w:p>
    <w:p w14:paraId="5BEC1D3D" w14:textId="77777777" w:rsidR="006A1CDE" w:rsidRDefault="006A1CDE" w:rsidP="005B35D8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Boas práticas na comunicação.</w:t>
      </w:r>
    </w:p>
    <w:p w14:paraId="2AE6FFB4" w14:textId="77777777" w:rsidR="00444ACD" w:rsidRPr="00051C79" w:rsidRDefault="00444ACD" w:rsidP="005B35D8">
      <w:pPr>
        <w:tabs>
          <w:tab w:val="left" w:pos="426"/>
        </w:tabs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3E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D3F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40" w14:textId="77777777" w:rsidR="00C2355B" w:rsidRDefault="006A1CD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355B" w:rsidRPr="00136AD8" w14:paraId="5BEC1D43" w14:textId="77777777" w:rsidTr="005B35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D41" w14:textId="72822A4B" w:rsidR="00C2355B" w:rsidRPr="00CB23A4" w:rsidRDefault="00C2355B" w:rsidP="005B35D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CB23A4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D42" w14:textId="77777777" w:rsidR="00C2355B" w:rsidRPr="00CB23A4" w:rsidRDefault="00C2355B" w:rsidP="005B35D8">
            <w:pPr>
              <w:spacing w:after="0"/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</w:pPr>
            <w:r w:rsidRPr="00CB23A4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t xml:space="preserve">Implementar as normas de segurança e saúde no trabalho </w:t>
            </w:r>
            <w:r w:rsidR="00531B72" w:rsidRPr="00CB23A4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t>na atividade de produção e tecnologias da música</w:t>
            </w:r>
          </w:p>
        </w:tc>
      </w:tr>
    </w:tbl>
    <w:p w14:paraId="5BEC1D44" w14:textId="77777777" w:rsidR="00C2355B" w:rsidRPr="00136AD8" w:rsidRDefault="00C2355B" w:rsidP="00C2355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D45" w14:textId="77777777" w:rsidR="00C2355B" w:rsidRDefault="00C2355B" w:rsidP="00C2355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1D46" w14:textId="77777777" w:rsidR="00C2355B" w:rsidRPr="003200F2" w:rsidRDefault="00C2355B" w:rsidP="00C2355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C2355B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p w14:paraId="5BEC1D47" w14:textId="77777777" w:rsidR="00C2355B" w:rsidRPr="00136AD8" w:rsidRDefault="00C2355B" w:rsidP="00C2355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355B" w:rsidRPr="00136AD8" w14:paraId="5BEC1D49" w14:textId="77777777" w:rsidTr="005B35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48" w14:textId="77777777" w:rsidR="00C2355B" w:rsidRPr="001B353A" w:rsidRDefault="00C2355B" w:rsidP="005B35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355B" w:rsidRPr="00136AD8" w14:paraId="5BEC1D4D" w14:textId="77777777" w:rsidTr="005B35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D4A" w14:textId="77777777" w:rsidR="00C2355B" w:rsidRDefault="00C2355B" w:rsidP="005B35D8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trabalho.</w:t>
            </w:r>
          </w:p>
          <w:p w14:paraId="5BEC1D4B" w14:textId="77777777" w:rsidR="00C2355B" w:rsidRPr="001B353A" w:rsidRDefault="00C2355B" w:rsidP="005B35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  <w:p w14:paraId="5BEC1D4C" w14:textId="77777777" w:rsidR="00C2355B" w:rsidRPr="001B353A" w:rsidRDefault="00C2355B" w:rsidP="005B35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C2355B" w:rsidRPr="00136AD8" w14:paraId="5BEC1D51" w14:textId="77777777" w:rsidTr="005B35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4E" w14:textId="77777777" w:rsidR="00C2355B" w:rsidRPr="001B353A" w:rsidRDefault="00C2355B" w:rsidP="005B35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4F" w14:textId="77777777" w:rsidR="00C2355B" w:rsidRPr="001B353A" w:rsidRDefault="00C2355B" w:rsidP="005B35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D50" w14:textId="77777777" w:rsidR="00C2355B" w:rsidRPr="001B353A" w:rsidRDefault="00C2355B" w:rsidP="005B35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355B" w:rsidRPr="00136AD8" w14:paraId="5BEC1D7A" w14:textId="77777777" w:rsidTr="005B35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52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5BEC1D53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 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setor </w:t>
            </w:r>
            <w:r w:rsidR="00531B7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cultural</w:t>
            </w:r>
          </w:p>
          <w:p w14:paraId="5BEC1D54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5BEC1D55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5BEC1D56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5BEC1D57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5BEC1D58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5BEC1D59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5BEC1D5A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os museus e no património </w:t>
            </w:r>
          </w:p>
          <w:p w14:paraId="5BEC1D5B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5BEC1D5C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5BEC1D5D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Causas de acidentes no trabalho - acidentes de movimentação, choques e quedas, acidentes provocados por ferramentas e máquinas em movimento,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choques elétricos, acidentes provocados por agentes químicos e gases, queimaduras.</w:t>
            </w:r>
          </w:p>
          <w:p w14:paraId="5BEC1D5E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5BEC1D5F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5BEC1D60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5BEC1D61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5BEC1D62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5BEC1D63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5BEC1D64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5BEC1D65" w14:textId="77777777" w:rsidR="00C2355B" w:rsidRPr="001B353A" w:rsidRDefault="00C2355B" w:rsidP="00CF67C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66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5BEC1D67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5BEC1D68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5BEC1D69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5BEC1D6A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5BEC1D6B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5BEC1D6C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5BEC1D6D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5BEC1D6E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5BEC1D6F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5BEC1D70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5BEC1D71" w14:textId="77777777" w:rsidR="00C2355B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Reportar a situação de emergência.</w:t>
            </w:r>
          </w:p>
          <w:p w14:paraId="5BEC1D72" w14:textId="77777777" w:rsidR="00C2355B" w:rsidRPr="00057283" w:rsidRDefault="00C2355B" w:rsidP="00CF67C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73" w14:textId="77777777" w:rsidR="00C2355B" w:rsidRPr="00CF67CC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CF67C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5BEC1D74" w14:textId="77777777" w:rsidR="00C2355B" w:rsidRPr="00CF67CC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CF67C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5BEC1D75" w14:textId="77777777" w:rsidR="00C2355B" w:rsidRPr="00CF67CC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CF67C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5BEC1D76" w14:textId="77777777" w:rsidR="00C2355B" w:rsidRPr="00CF67CC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CF67C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5BEC1D77" w14:textId="77777777" w:rsidR="00C2355B" w:rsidRPr="00CF67CC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CF67C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5BEC1D78" w14:textId="77777777" w:rsidR="00C2355B" w:rsidRPr="00CF67CC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CF67C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5BEC1D79" w14:textId="77777777" w:rsidR="00C2355B" w:rsidRPr="00CF67CC" w:rsidRDefault="00C2355B" w:rsidP="00CF67CC">
            <w:pPr>
              <w:pStyle w:val="PargrafodaLista"/>
              <w:numPr>
                <w:ilvl w:val="0"/>
                <w:numId w:val="6"/>
              </w:numPr>
              <w:spacing w:before="120" w:after="0" w:line="360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5BEC1D7B" w14:textId="77777777" w:rsidR="00C2355B" w:rsidRDefault="00C2355B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8075B1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2BE0337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45C6E4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55660F8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6308D3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840BD21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0813F67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4E1E66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1542BB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9D2B838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9BCD592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BE5EAB5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F7E0AB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385C8E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33A4AA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B07FE9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8975FD" w14:textId="77777777" w:rsidR="00CF67CC" w:rsidRDefault="00CF67CC" w:rsidP="00C2355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D7C" w14:textId="77777777" w:rsidR="00C2355B" w:rsidRPr="00F87025" w:rsidRDefault="00C2355B" w:rsidP="00C2355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1D7D" w14:textId="77777777" w:rsidR="00C2355B" w:rsidRPr="005A0B72" w:rsidRDefault="00C2355B" w:rsidP="00C2355B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</w:pPr>
      <w:r w:rsidRPr="005A0B72">
        <w:rPr>
          <w:rFonts w:ascii="Verdana Pro Light" w:hAnsi="Verdana Pro Light" w:cs="Times New Roman"/>
          <w:bCs/>
          <w:i/>
          <w:iCs/>
          <w:sz w:val="18"/>
          <w:szCs w:val="18"/>
        </w:rPr>
        <w:t xml:space="preserve">Implementar as normas de segurança e saúde no trabalho </w:t>
      </w:r>
      <w:r>
        <w:rPr>
          <w:rFonts w:ascii="Verdana Pro Light" w:hAnsi="Verdana Pro Light" w:cs="Times New Roman"/>
          <w:bCs/>
          <w:i/>
          <w:iCs/>
          <w:sz w:val="18"/>
          <w:szCs w:val="18"/>
        </w:rPr>
        <w:t xml:space="preserve">na </w:t>
      </w:r>
      <w:r w:rsidR="00531B72">
        <w:rPr>
          <w:rFonts w:ascii="Verdana Pro Light" w:hAnsi="Verdana Pro Light" w:cs="Times New Roman"/>
          <w:bCs/>
          <w:i/>
          <w:iCs/>
          <w:sz w:val="18"/>
          <w:szCs w:val="18"/>
        </w:rPr>
        <w:t>atividade de produção e tecnologias da música</w:t>
      </w:r>
      <w:r w:rsidRPr="005A0B72"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  <w:t>:</w:t>
      </w:r>
    </w:p>
    <w:p w14:paraId="5BEC1D7E" w14:textId="77777777" w:rsidR="00C2355B" w:rsidRDefault="00C2355B" w:rsidP="00C2355B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5BEC1D7F" w14:textId="77777777" w:rsidR="00C2355B" w:rsidRDefault="00C2355B" w:rsidP="00C2355B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CD2. Cumprindo as medidas de atuação em situação de emergência.</w:t>
      </w:r>
    </w:p>
    <w:p w14:paraId="5BEC1D80" w14:textId="77777777" w:rsidR="00C2355B" w:rsidRDefault="00C2355B" w:rsidP="00C2355B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5BEC1D81" w14:textId="77777777" w:rsidR="00C2355B" w:rsidRPr="00136AD8" w:rsidRDefault="00C2355B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82" w14:textId="77777777" w:rsidR="00C2355B" w:rsidRPr="00F87025" w:rsidRDefault="00C2355B" w:rsidP="00C2355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1D83" w14:textId="77777777" w:rsidR="00531B72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 produtoras de música</w:t>
      </w:r>
    </w:p>
    <w:p w14:paraId="5BEC1D84" w14:textId="77777777" w:rsidR="00531B72" w:rsidRPr="00984B30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gravação </w:t>
      </w:r>
    </w:p>
    <w:p w14:paraId="5BEC1D85" w14:textId="77777777" w:rsidR="00531B72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publicidade</w:t>
      </w:r>
    </w:p>
    <w:p w14:paraId="5BEC1D86" w14:textId="77777777" w:rsidR="00531B72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Meios de comunicação social </w:t>
      </w:r>
    </w:p>
    <w:p w14:paraId="5BEC1D87" w14:textId="77777777" w:rsidR="00531B72" w:rsidRPr="00984B30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produção de espetáculos</w:t>
      </w:r>
    </w:p>
    <w:p w14:paraId="5BEC1D88" w14:textId="77777777" w:rsidR="00C2355B" w:rsidRPr="00051C79" w:rsidRDefault="00C2355B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89" w14:textId="77777777" w:rsidR="00C2355B" w:rsidRPr="00F87025" w:rsidRDefault="00C2355B" w:rsidP="00C2355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D8A" w14:textId="77777777" w:rsidR="00C2355B" w:rsidRPr="00CF67CC" w:rsidRDefault="00C2355B" w:rsidP="00CF67C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F67CC">
        <w:rPr>
          <w:rFonts w:ascii="Verdana Pro Light" w:hAnsi="Verdana Pro Light" w:cs="Arial Unicode MS"/>
          <w:sz w:val="18"/>
          <w:szCs w:val="18"/>
        </w:rPr>
        <w:t xml:space="preserve">Dispositivos tecnológicos com acesso à internet. </w:t>
      </w:r>
    </w:p>
    <w:p w14:paraId="5BEC1D8B" w14:textId="77777777" w:rsidR="00C2355B" w:rsidRPr="00CF67CC" w:rsidRDefault="00C2355B" w:rsidP="00CF67C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F67CC">
        <w:rPr>
          <w:rFonts w:ascii="Verdana Pro Light" w:hAnsi="Verdana Pro Light" w:cs="Arial Unicode MS"/>
          <w:sz w:val="18"/>
          <w:szCs w:val="18"/>
        </w:rPr>
        <w:t>Legislação sobre segurança e saúde no trabalho.</w:t>
      </w:r>
    </w:p>
    <w:p w14:paraId="5BEC1D8C" w14:textId="77777777" w:rsidR="00C2355B" w:rsidRPr="00CF67CC" w:rsidRDefault="00C2355B" w:rsidP="00CF67C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F67CC">
        <w:rPr>
          <w:rFonts w:ascii="Verdana Pro Light" w:hAnsi="Verdana Pro Light" w:cs="Arial Unicode MS"/>
          <w:sz w:val="18"/>
          <w:szCs w:val="18"/>
        </w:rPr>
        <w:t>Normativos específicos de segurança e saúde no trabalho.</w:t>
      </w:r>
    </w:p>
    <w:p w14:paraId="5BEC1D8D" w14:textId="77777777" w:rsidR="00C2355B" w:rsidRPr="00CF67CC" w:rsidRDefault="00C2355B" w:rsidP="00CF67C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F67CC">
        <w:rPr>
          <w:rFonts w:ascii="Verdana Pro Light" w:hAnsi="Verdana Pro Light" w:cs="Arial Unicode MS"/>
          <w:sz w:val="18"/>
          <w:szCs w:val="18"/>
        </w:rPr>
        <w:t>Documentação sobre segurança e saúde no trabalho (relatórios, folhetos, brochuras, outros).</w:t>
      </w:r>
    </w:p>
    <w:p w14:paraId="5BEC1D8E" w14:textId="77777777" w:rsidR="00C2355B" w:rsidRPr="00CF67CC" w:rsidRDefault="00C2355B" w:rsidP="00CF67C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F67CC">
        <w:rPr>
          <w:rFonts w:ascii="Verdana Pro Light" w:hAnsi="Verdana Pro Light" w:cs="Arial Unicode MS"/>
          <w:sz w:val="18"/>
          <w:szCs w:val="18"/>
        </w:rPr>
        <w:t>Equipamentos de proteção individual (EPI).</w:t>
      </w:r>
    </w:p>
    <w:p w14:paraId="5BEC1D8F" w14:textId="77777777" w:rsidR="00C2355B" w:rsidRPr="00CF67CC" w:rsidRDefault="00C2355B" w:rsidP="00CF67C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F67CC">
        <w:rPr>
          <w:rFonts w:ascii="Verdana Pro Light" w:hAnsi="Verdana Pro Light" w:cs="Arial Unicode MS"/>
          <w:sz w:val="18"/>
          <w:szCs w:val="18"/>
        </w:rPr>
        <w:t>Planos de prevenção de acidentes, de incêndios, de evacuação e de roubo.</w:t>
      </w:r>
    </w:p>
    <w:p w14:paraId="5BEC1D90" w14:textId="77777777" w:rsidR="00C2355B" w:rsidRPr="00501DC8" w:rsidRDefault="00C2355B" w:rsidP="00CF67C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CF67CC">
        <w:rPr>
          <w:rFonts w:ascii="Verdana Pro Light" w:hAnsi="Verdana Pro Light" w:cs="Arial Unicode MS"/>
          <w:sz w:val="18"/>
          <w:szCs w:val="18"/>
        </w:rPr>
        <w:t>Planos de emergência</w:t>
      </w:r>
    </w:p>
    <w:p w14:paraId="5BEC1D91" w14:textId="77777777" w:rsidR="00C2355B" w:rsidRPr="00051C79" w:rsidRDefault="00C2355B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92" w14:textId="77777777" w:rsidR="00C2355B" w:rsidRPr="00F87025" w:rsidRDefault="00C2355B" w:rsidP="00C2355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D93" w14:textId="77777777" w:rsidR="00C2355B" w:rsidRPr="00051C79" w:rsidRDefault="00C2355B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94" w14:textId="77777777" w:rsidR="00C2355B" w:rsidRPr="00051C79" w:rsidRDefault="00C2355B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95" w14:textId="77777777" w:rsidR="00C2355B" w:rsidRDefault="00C2355B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2B4A54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65B2E4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A303FC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56F0CF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4AAD9A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2BBC70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5316E4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D77C9A" w14:textId="77777777" w:rsidR="00CF67CC" w:rsidRDefault="00CF67CC" w:rsidP="00C2355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A1CDE" w:rsidRPr="00136AD8" w14:paraId="5BEC1D99" w14:textId="77777777" w:rsidTr="005B35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D97" w14:textId="7CD59191" w:rsidR="006A1CDE" w:rsidRPr="00136AD8" w:rsidRDefault="006A1CDE" w:rsidP="006A1CD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F67CC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lastRenderedPageBreak/>
              <w:t>UC 00</w:t>
            </w:r>
            <w:r w:rsidR="00531B72" w:rsidRPr="00CF67CC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t>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D98" w14:textId="77777777" w:rsidR="006A1CDE" w:rsidRPr="00CB23A4" w:rsidRDefault="006A1CDE" w:rsidP="006A1CDE">
            <w:pPr>
              <w:spacing w:after="0"/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</w:pPr>
            <w:r w:rsidRPr="00CB23A4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t xml:space="preserve">Interagir em inglês na </w:t>
            </w:r>
            <w:r w:rsidR="00531B72" w:rsidRPr="00CB23A4">
              <w:rPr>
                <w:rFonts w:ascii="Verdana" w:hAnsi="Verdana"/>
                <w:b/>
                <w:color w:val="ED7D31" w:themeColor="accent2"/>
                <w:sz w:val="18"/>
                <w:szCs w:val="18"/>
              </w:rPr>
              <w:t>atividade de produção e tecnologias da música</w:t>
            </w:r>
          </w:p>
        </w:tc>
      </w:tr>
    </w:tbl>
    <w:p w14:paraId="5BEC1D9A" w14:textId="77777777" w:rsidR="006A1CDE" w:rsidRPr="00136AD8" w:rsidRDefault="006A1CDE" w:rsidP="005B35D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D9B" w14:textId="77777777" w:rsidR="006A1CDE" w:rsidRDefault="006A1CDE" w:rsidP="005B35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CF5DEA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1D9C" w14:textId="77777777" w:rsidR="00531B72" w:rsidRPr="003200F2" w:rsidRDefault="00531B72" w:rsidP="005B35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531B72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 w:rsidR="00CF5DEA">
        <w:rPr>
          <w:rFonts w:ascii="Verdana Pro Light" w:eastAsia="Arial Unicode MS" w:hAnsi="Verdana Pro Light" w:cs="Times New Roman"/>
          <w:smallCaps/>
          <w:sz w:val="20"/>
        </w:rPr>
        <w:t>25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 horas</w:t>
      </w:r>
    </w:p>
    <w:p w14:paraId="5BEC1D9D" w14:textId="77777777" w:rsidR="006A1CDE" w:rsidRPr="00136AD8" w:rsidRDefault="006A1CDE" w:rsidP="005B35D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A1CDE" w:rsidRPr="00136AD8" w14:paraId="5BEC1D9F" w14:textId="77777777" w:rsidTr="005B35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9E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A1CDE" w:rsidRPr="00136AD8" w14:paraId="5BEC1DA4" w14:textId="77777777" w:rsidTr="005B35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DA0" w14:textId="77777777" w:rsidR="006A1CDE" w:rsidRPr="001B353A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Interpretar e selecionar informa</w:t>
            </w:r>
            <w:r w:rsidR="009647A6">
              <w:rPr>
                <w:rFonts w:ascii="Verdana Pro Light" w:hAnsi="Verdana Pro Light" w:cs="Arial Unicode MS"/>
                <w:sz w:val="18"/>
                <w:szCs w:val="18"/>
              </w:rPr>
              <w:t xml:space="preserve">ção especializada, verbal e não verbal, 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em suportes variados</w:t>
            </w:r>
            <w:r w:rsidR="00531B72">
              <w:rPr>
                <w:rFonts w:ascii="Verdana Pro Light" w:hAnsi="Verdana Pro Light" w:cs="Arial Unicode MS"/>
                <w:sz w:val="18"/>
                <w:szCs w:val="18"/>
              </w:rPr>
              <w:t>, na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atividade de produção e tecnologias da música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</w:p>
          <w:p w14:paraId="5BEC1DA1" w14:textId="77777777" w:rsidR="006A1CDE" w:rsidRPr="001B353A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Transmitir enunciados orais coerentes no âmbito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n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atividade de produção e tecnologias da música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</w:p>
          <w:p w14:paraId="5BEC1DA2" w14:textId="77777777" w:rsidR="006A1CDE" w:rsidRPr="001B353A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Redigir textos articulados e coesos relacionados com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atividade de produção e tecnologias da música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</w:p>
          <w:p w14:paraId="5BEC1DA3" w14:textId="77777777" w:rsidR="006A1CDE" w:rsidRPr="001B353A" w:rsidRDefault="006A1CDE" w:rsidP="006A1CD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6A1CDE" w:rsidRPr="00136AD8" w14:paraId="5BEC1DA8" w14:textId="77777777" w:rsidTr="005B35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A5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A6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DA7" w14:textId="77777777" w:rsidR="006A1CDE" w:rsidRPr="001B353A" w:rsidRDefault="006A1CDE" w:rsidP="006A1CD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A1CDE" w:rsidRPr="00136AD8" w14:paraId="5BEC1DC6" w14:textId="77777777" w:rsidTr="005B35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A9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Léxico (vocabulário) –</w:t>
            </w:r>
            <w:r w:rsidR="00531B7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rodução e tecnologias da música</w:t>
            </w:r>
          </w:p>
          <w:p w14:paraId="5BEC1DAA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5BEC1DAB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5BEC1DAC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5BEC1DAD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5BEC1DAE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5BEC1DAF" w14:textId="77777777" w:rsidR="006A1CDE" w:rsidRPr="006B0818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B081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5BEC1DB0" w14:textId="77777777" w:rsidR="006A1CDE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DB1" w14:textId="77777777" w:rsidR="006A1CDE" w:rsidRPr="001B353A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B2" w14:textId="77777777" w:rsidR="006A1CDE" w:rsidRPr="00F057ED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contexto </w:t>
            </w:r>
            <w:r w:rsidR="00531B72">
              <w:rPr>
                <w:rFonts w:ascii="Verdana Pro Light" w:hAnsi="Verdana Pro Light" w:cs="Arial Unicode MS"/>
                <w:sz w:val="18"/>
                <w:szCs w:val="18"/>
              </w:rPr>
              <w:t xml:space="preserve">na 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atividade de produção e tecnologias da música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DB3" w14:textId="77777777" w:rsidR="006A1CDE" w:rsidRPr="00F057ED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 w:rsidR="00531B72">
              <w:rPr>
                <w:rFonts w:ascii="Verdana Pro Light" w:hAnsi="Verdana Pro Light" w:cs="Arial Unicode MS"/>
                <w:sz w:val="18"/>
                <w:szCs w:val="18"/>
              </w:rPr>
              <w:t xml:space="preserve">na 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atividade de produção e tecnologias da música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DB4" w14:textId="77777777" w:rsidR="006A1CDE" w:rsidRPr="00F057ED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5BEC1DB5" w14:textId="77777777" w:rsidR="006A1CDE" w:rsidRPr="00F057ED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Informar </w:t>
            </w:r>
            <w:r>
              <w:rPr>
                <w:rFonts w:ascii="Verdana Pro Light" w:hAnsi="Verdana Pro Light"/>
                <w:sz w:val="18"/>
                <w:szCs w:val="18"/>
              </w:rPr>
              <w:t>os visitantes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5BEC1DB6" w14:textId="77777777" w:rsidR="006A1CDE" w:rsidRPr="00F057ED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5BEC1DB7" w14:textId="77777777" w:rsidR="006A1CDE" w:rsidRPr="00F057ED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5BEC1DB8" w14:textId="77777777" w:rsidR="00531B72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 w:rsidR="00531B72">
              <w:rPr>
                <w:rFonts w:ascii="Verdana Pro Light" w:hAnsi="Verdana Pro Light"/>
                <w:sz w:val="18"/>
                <w:szCs w:val="18"/>
              </w:rPr>
              <w:t>da</w:t>
            </w:r>
            <w:r w:rsidR="00531B72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atividade de produção e tecnologias da música</w:t>
            </w:r>
            <w:r w:rsidR="00531B72"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1DB9" w14:textId="77777777" w:rsidR="006A1CDE" w:rsidRPr="00F057ED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Utilizar linguagens não verbais na comunicação.</w:t>
            </w:r>
          </w:p>
          <w:p w14:paraId="5BEC1DBA" w14:textId="77777777" w:rsidR="006A1CDE" w:rsidRDefault="006A1CDE" w:rsidP="006A1C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 w:rsidR="00531B72" w:rsidRPr="00531B72">
              <w:rPr>
                <w:rFonts w:ascii="Verdana Pro Light" w:hAnsi="Verdana Pro Light" w:cs="Arial Unicode MS"/>
                <w:sz w:val="18"/>
                <w:szCs w:val="18"/>
              </w:rPr>
              <w:t>de produção e tecnologias da música</w:t>
            </w:r>
          </w:p>
          <w:p w14:paraId="5BEC1DBB" w14:textId="77777777" w:rsidR="006A1CDE" w:rsidRPr="00057283" w:rsidRDefault="006A1CDE" w:rsidP="00531B7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Redigir notas, relatórios e preencher formulários</w:t>
            </w:r>
            <w:r>
              <w:rPr>
                <w:rFonts w:ascii="Verdana Pro Light" w:hAnsi="Verdana Pro Light"/>
                <w:sz w:val="18"/>
                <w:szCs w:val="18"/>
              </w:rPr>
              <w:t>, textos informativos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BC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5BEC1DBD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5BEC1DBE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5BEC1DBF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BEC1DC0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BEC1DC1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5BEC1DC2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BEC1DC3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5BEC1DC4" w14:textId="77777777" w:rsidR="006A1CDE" w:rsidRPr="00F057ED" w:rsidRDefault="006A1CDE" w:rsidP="00B82A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5BEC1DC5" w14:textId="77777777" w:rsidR="006A1CDE" w:rsidRPr="00057283" w:rsidRDefault="006A1CDE" w:rsidP="006A1C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5BEC1DC7" w14:textId="77777777" w:rsidR="006A1CDE" w:rsidRDefault="006A1CDE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8818433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81CC704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4B9A8E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E273FEE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808369C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E4D4140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5528BB1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FAD2C30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C88839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9180BE5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6C913C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88CFF5E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CFB1C0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D93B1E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2CE555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2787374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A8EDE32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AECB10C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C49EBD1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1B6CB0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66D06CC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7358947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771ADC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4B06DDF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2150BB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668FD3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2A7BC2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0952CA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5A8B35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756824E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20DDE2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074FAC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1E9F9C8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BC954A" w14:textId="77777777" w:rsidR="00E971D9" w:rsidRDefault="00E971D9" w:rsidP="005B35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DC8" w14:textId="77777777" w:rsidR="006A1CDE" w:rsidRPr="00F87025" w:rsidRDefault="006A1CDE" w:rsidP="00531B72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BEC1DC9" w14:textId="77777777" w:rsidR="006A1CDE" w:rsidRPr="000D3131" w:rsidRDefault="006A1CDE" w:rsidP="005B35D8">
      <w:pPr>
        <w:spacing w:before="120" w:after="0" w:line="276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hAnsi="Verdana Pro Light" w:cs="Times New Roman"/>
          <w:i/>
          <w:iCs/>
          <w:sz w:val="18"/>
          <w:szCs w:val="18"/>
        </w:rPr>
        <w:t xml:space="preserve">Interagir em inglês </w:t>
      </w:r>
      <w:r>
        <w:rPr>
          <w:rFonts w:ascii="Verdana Pro Light" w:hAnsi="Verdana Pro Light" w:cs="Times New Roman"/>
          <w:i/>
          <w:iCs/>
          <w:sz w:val="18"/>
          <w:szCs w:val="18"/>
        </w:rPr>
        <w:t xml:space="preserve">na </w:t>
      </w:r>
      <w:r w:rsidR="00531B72" w:rsidRPr="00531B72">
        <w:rPr>
          <w:rFonts w:ascii="Verdana Pro Light" w:hAnsi="Verdana Pro Light" w:cs="Times New Roman"/>
          <w:i/>
          <w:iCs/>
          <w:sz w:val="18"/>
          <w:szCs w:val="18"/>
        </w:rPr>
        <w:t>atividade de produção e tecnologias da música</w:t>
      </w:r>
    </w:p>
    <w:p w14:paraId="5BEC1DCA" w14:textId="77777777" w:rsidR="006A1CDE" w:rsidRPr="00F057ED" w:rsidRDefault="006A1CDE" w:rsidP="005B35D8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5BEC1DCB" w14:textId="77777777" w:rsidR="006A1CDE" w:rsidRPr="00AB624F" w:rsidRDefault="006A1CDE" w:rsidP="005B35D8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5BEC1DCC" w14:textId="77777777" w:rsidR="006A1CDE" w:rsidRPr="00AB624F" w:rsidRDefault="006A1CDE" w:rsidP="005B35D8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5BEC1DCD" w14:textId="77777777" w:rsidR="006A1CDE" w:rsidRPr="00AB624F" w:rsidRDefault="006A1CDE" w:rsidP="005B35D8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5BEC1DCE" w14:textId="77777777" w:rsidR="006A1CDE" w:rsidRDefault="006A1CDE" w:rsidP="005B35D8">
      <w:pPr>
        <w:spacing w:before="12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5BEC1DCF" w14:textId="77777777" w:rsidR="006A1CDE" w:rsidRPr="00136AD8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D0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1DD1" w14:textId="77777777" w:rsidR="00531B72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 produtoras de música</w:t>
      </w:r>
    </w:p>
    <w:p w14:paraId="5BEC1DD2" w14:textId="77777777" w:rsidR="00531B72" w:rsidRPr="00984B30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gravação </w:t>
      </w:r>
    </w:p>
    <w:p w14:paraId="5BEC1DD3" w14:textId="77777777" w:rsidR="00531B72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publicidade</w:t>
      </w:r>
    </w:p>
    <w:p w14:paraId="5BEC1DD4" w14:textId="77777777" w:rsidR="00531B72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Meios de comunicação social </w:t>
      </w:r>
    </w:p>
    <w:p w14:paraId="5BEC1DD5" w14:textId="77777777" w:rsidR="00531B72" w:rsidRPr="00984B30" w:rsidRDefault="00531B72" w:rsidP="00531B7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produção de espetáculos</w:t>
      </w:r>
    </w:p>
    <w:p w14:paraId="5BEC1DD6" w14:textId="77777777" w:rsidR="006A1CDE" w:rsidRPr="006B0818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  <w:color w:val="FF0000"/>
        </w:rPr>
      </w:pPr>
    </w:p>
    <w:p w14:paraId="5BEC1DD7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DD8" w14:textId="77777777" w:rsidR="006A1CDE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1DD9" w14:textId="77777777" w:rsidR="006A1CDE" w:rsidRDefault="006A1CDE" w:rsidP="005B35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1DDA" w14:textId="77777777" w:rsidR="006A1CDE" w:rsidRPr="00501DC8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Ferramentas de tradução, dicionários, entre outros</w:t>
      </w:r>
    </w:p>
    <w:p w14:paraId="5BEC1DDB" w14:textId="77777777" w:rsidR="006A1CDE" w:rsidRPr="00501DC8" w:rsidRDefault="006A1CDE" w:rsidP="005B35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DDC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DD" w14:textId="77777777" w:rsidR="006A1CDE" w:rsidRPr="00F87025" w:rsidRDefault="006A1CDE" w:rsidP="005B35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DDE" w14:textId="77777777" w:rsidR="006A1CDE" w:rsidRPr="00051C79" w:rsidRDefault="006A1CDE" w:rsidP="005B35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DDF" w14:textId="77777777" w:rsidR="006A1CDE" w:rsidRDefault="006A1CD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5BEC1DE4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DE2" w14:textId="3578865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DE3" w14:textId="251D560D" w:rsidR="00727CAB" w:rsidRPr="009C256C" w:rsidRDefault="00D14E5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exercícios de f</w:t>
            </w:r>
            <w:r w:rsidR="009647A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ormação Musical</w:t>
            </w:r>
          </w:p>
        </w:tc>
      </w:tr>
    </w:tbl>
    <w:p w14:paraId="5BEC1DE5" w14:textId="77777777" w:rsidR="00727CAB" w:rsidRPr="00136AD8" w:rsidRDefault="00727CAB" w:rsidP="00727C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DE6" w14:textId="77777777" w:rsidR="00727CAB" w:rsidRPr="003200F2" w:rsidRDefault="00727CAB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0" w:name="_bookmark5"/>
      <w:bookmarkEnd w:id="0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1DE7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9647A6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1DE8" w14:textId="77777777" w:rsidR="00727CAB" w:rsidRPr="00136AD8" w:rsidRDefault="00727CAB" w:rsidP="00727CA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7CAB" w:rsidRPr="00136AD8" w14:paraId="5BEC1DEA" w14:textId="77777777" w:rsidTr="00EF41D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E9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7CAB" w:rsidRPr="00136AD8" w14:paraId="5BEC1DF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6C8206" w14:textId="77777777" w:rsidR="00F33A79" w:rsidRPr="00F33A79" w:rsidRDefault="00F33A79" w:rsidP="00F33A79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3A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R1. Exercitar o treino auditivo.</w:t>
            </w:r>
          </w:p>
          <w:p w14:paraId="26C50CD4" w14:textId="77777777" w:rsidR="00F33A79" w:rsidRPr="00F33A79" w:rsidRDefault="00F33A79" w:rsidP="00F33A79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3A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R2. Efetuar leituras de partituras rítmicas e melódicas nas diversas claves (Sol, Fá e Dó).</w:t>
            </w:r>
          </w:p>
          <w:p w14:paraId="7089E306" w14:textId="77777777" w:rsidR="00F33A79" w:rsidRPr="00F33A79" w:rsidRDefault="00F33A79" w:rsidP="00F33A79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3A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Reproduzir frases rítmicas e melódicas.</w:t>
            </w:r>
          </w:p>
          <w:p w14:paraId="74D75E5A" w14:textId="77777777" w:rsidR="00F33A79" w:rsidRPr="00F33A79" w:rsidRDefault="00F33A79" w:rsidP="00F33A79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3A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 Improvisar ritmos e melodias dentro da linguagem Tonal.</w:t>
            </w:r>
          </w:p>
          <w:p w14:paraId="5BEC1DF1" w14:textId="054BA899" w:rsidR="005F33F4" w:rsidRPr="00E971D9" w:rsidRDefault="00F33A79" w:rsidP="00F33A79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3A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R5. Transpor qualquer tipo de melodia ou harmonia.</w:t>
            </w:r>
          </w:p>
        </w:tc>
      </w:tr>
      <w:tr w:rsidR="00727CAB" w:rsidRPr="00136AD8" w14:paraId="5BEC1DF6" w14:textId="77777777" w:rsidTr="00EF41D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F3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DF4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DF5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27CAB" w:rsidRPr="00136AD8" w14:paraId="5BEC1E5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DF7" w14:textId="3F341896" w:rsidR="006679D4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Notação musical</w:t>
            </w:r>
          </w:p>
          <w:p w14:paraId="5BEC1DF8" w14:textId="16BD92B9" w:rsidR="006679D4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melódicos, rítmicos e harmónicos   </w:t>
            </w:r>
          </w:p>
          <w:p w14:paraId="5BEC1DF9" w14:textId="04F588CC" w:rsidR="006679D4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Construção musical</w:t>
            </w:r>
          </w:p>
          <w:p w14:paraId="5BEC1DFA" w14:textId="63BB5484" w:rsidR="006679D4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musical</w:t>
            </w:r>
          </w:p>
          <w:p w14:paraId="5BEC1DFB" w14:textId="12CAE6C7" w:rsidR="006679D4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Leitura de pautas musica</w:t>
            </w:r>
            <w:r w:rsidR="00125F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simples</w:t>
            </w:r>
          </w:p>
          <w:p w14:paraId="5BEC1DFC" w14:textId="7D676B41" w:rsidR="006679D4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Escalas harmónicas</w:t>
            </w:r>
          </w:p>
          <w:p w14:paraId="5BEC1DFD" w14:textId="7A04504E" w:rsidR="006679D4" w:rsidRPr="00585876" w:rsidRDefault="0068489A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</w:t>
            </w:r>
            <w:r w:rsidR="006679D4"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las melódicas</w:t>
            </w:r>
          </w:p>
          <w:p w14:paraId="5BEC1DFE" w14:textId="122437AE" w:rsidR="006679D4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Acordes</w:t>
            </w:r>
          </w:p>
          <w:p w14:paraId="5BEC1DFF" w14:textId="57AB8203" w:rsidR="00333E5B" w:rsidRPr="00585876" w:rsidRDefault="006679D4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</w:t>
            </w:r>
          </w:p>
          <w:p w14:paraId="5BEC1E00" w14:textId="66077862" w:rsidR="00333E5B" w:rsidRPr="00585876" w:rsidRDefault="00333E5B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musical</w:t>
            </w:r>
          </w:p>
          <w:p w14:paraId="5BEC1E01" w14:textId="6B6F5D0E" w:rsidR="00333E5B" w:rsidRPr="00585876" w:rsidRDefault="00333E5B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Intervalos simples com alterações</w:t>
            </w:r>
          </w:p>
          <w:p w14:paraId="5BEC1E02" w14:textId="65D7FFA5" w:rsidR="00333E5B" w:rsidRPr="00585876" w:rsidRDefault="00333E5B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consonância e dissonância</w:t>
            </w:r>
          </w:p>
          <w:p w14:paraId="5BEC1E03" w14:textId="27D9D265" w:rsidR="00333E5B" w:rsidRPr="00585876" w:rsidRDefault="00333E5B" w:rsidP="005858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58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Claves</w:t>
            </w:r>
          </w:p>
          <w:p w14:paraId="5BEC1E04" w14:textId="35B28946" w:rsidR="00333E5B" w:rsidRPr="001F6ED6" w:rsidRDefault="00333E5B" w:rsidP="00C505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 na 2.ª linha</w:t>
            </w:r>
          </w:p>
          <w:p w14:paraId="5BEC1E05" w14:textId="139D7059" w:rsidR="00333E5B" w:rsidRPr="001F6ED6" w:rsidRDefault="00333E5B" w:rsidP="00C505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Fá na 4.ª linha</w:t>
            </w:r>
          </w:p>
          <w:p w14:paraId="5BEC1E06" w14:textId="485A6613" w:rsidR="00333E5B" w:rsidRPr="001F6ED6" w:rsidRDefault="00333E5B" w:rsidP="00C505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Dó na 3.ª linha</w:t>
            </w:r>
          </w:p>
          <w:p w14:paraId="5BEC1E07" w14:textId="2C5E8784" w:rsidR="00333E5B" w:rsidRPr="001F6ED6" w:rsidRDefault="00333E5B" w:rsidP="001F6E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Fundamentos do sistema tonal</w:t>
            </w:r>
          </w:p>
          <w:p w14:paraId="5BEC1E08" w14:textId="47300404" w:rsidR="00333E5B" w:rsidRPr="001F6ED6" w:rsidRDefault="00333E5B" w:rsidP="001F6E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Ciclo de Quintas</w:t>
            </w:r>
          </w:p>
          <w:p w14:paraId="5BEC1E09" w14:textId="4A71379F" w:rsidR="00333E5B" w:rsidRPr="001F6ED6" w:rsidRDefault="00333E5B" w:rsidP="001F6E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Escalas com armação de clave</w:t>
            </w:r>
          </w:p>
          <w:p w14:paraId="5BEC1E0A" w14:textId="61C657FF" w:rsidR="00333E5B" w:rsidRPr="001F6ED6" w:rsidRDefault="00333E5B" w:rsidP="00C505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Maiores</w:t>
            </w:r>
          </w:p>
          <w:p w14:paraId="5BEC1E0B" w14:textId="6017E326" w:rsidR="00333E5B" w:rsidRPr="001F6ED6" w:rsidRDefault="00333E5B" w:rsidP="00C505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Menores naturais</w:t>
            </w:r>
          </w:p>
          <w:p w14:paraId="5BEC1E0C" w14:textId="5F255E29" w:rsidR="00333E5B" w:rsidRPr="001F6ED6" w:rsidRDefault="00333E5B" w:rsidP="00C5050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Melódica</w:t>
            </w:r>
          </w:p>
          <w:p w14:paraId="5BEC1E0D" w14:textId="7D0BF71B" w:rsidR="00333E5B" w:rsidRPr="001F6ED6" w:rsidRDefault="00333E5B" w:rsidP="004C4B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Harmónica</w:t>
            </w:r>
          </w:p>
          <w:p w14:paraId="5BEC1E0E" w14:textId="39948046" w:rsidR="00333E5B" w:rsidRPr="001F6ED6" w:rsidRDefault="00333E5B" w:rsidP="001F6E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Acordes de qua</w:t>
            </w:r>
            <w:r w:rsidR="001171B3"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tro sons (acorde</w:t>
            </w: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de 7ª)</w:t>
            </w:r>
          </w:p>
          <w:p w14:paraId="5BEC1E0F" w14:textId="06ABC7C4" w:rsidR="00333E5B" w:rsidRPr="001F6ED6" w:rsidRDefault="001171B3" w:rsidP="001F6E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 dos acorde</w:t>
            </w:r>
            <w:r w:rsidR="00333E5B"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E10" w14:textId="7786A8A0" w:rsidR="00333E5B" w:rsidRPr="001F6ED6" w:rsidRDefault="001171B3" w:rsidP="00AD28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Maiore</w:t>
            </w:r>
            <w:r w:rsidR="00333E5B"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E11" w14:textId="4C8F47D5" w:rsidR="00333E5B" w:rsidRPr="001F6ED6" w:rsidRDefault="001171B3" w:rsidP="00AD28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Menore</w:t>
            </w:r>
            <w:r w:rsidR="00333E5B" w:rsidRPr="001F6E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s.</w:t>
            </w:r>
          </w:p>
          <w:p w14:paraId="5BEC1E12" w14:textId="4B6A2BFC" w:rsidR="00333E5B" w:rsidRPr="00AD28A4" w:rsidRDefault="001171B3" w:rsidP="00AD28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</w:t>
            </w:r>
            <w:r w:rsidR="00333E5B"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 (7ª)</w:t>
            </w:r>
          </w:p>
          <w:p w14:paraId="5BEC1E13" w14:textId="6F8DA4D3" w:rsidR="00333E5B" w:rsidRPr="00AD28A4" w:rsidRDefault="001171B3" w:rsidP="00AD28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Inve</w:t>
            </w:r>
            <w:r w:rsidR="00333E5B"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rsõ</w:t>
            </w:r>
            <w:r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333E5B"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E14" w14:textId="4285B098" w:rsidR="00333E5B" w:rsidRPr="00AD28A4" w:rsidRDefault="001171B3" w:rsidP="00AD28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</w:t>
            </w:r>
            <w:r w:rsidR="00333E5B"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nsposição</w:t>
            </w:r>
          </w:p>
          <w:p w14:paraId="5BEC1E15" w14:textId="70150359" w:rsidR="001171B3" w:rsidRPr="00AD28A4" w:rsidRDefault="00333E5B" w:rsidP="00AD28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Noção</w:t>
            </w:r>
          </w:p>
          <w:p w14:paraId="5BEC1E16" w14:textId="5D7A0963" w:rsidR="00727CAB" w:rsidRPr="00AD28A4" w:rsidRDefault="001171B3" w:rsidP="00AD28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Melodias simple</w:t>
            </w:r>
            <w:r w:rsidR="00333E5B" w:rsidRPr="00AD28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E17" w14:textId="1F0C2BEB" w:rsidR="001276DE" w:rsidRPr="00F67B27" w:rsidRDefault="001276D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Treino auditivo</w:t>
            </w:r>
          </w:p>
          <w:p w14:paraId="5BEC1E18" w14:textId="247159DC" w:rsidR="001276DE" w:rsidRPr="00F67B27" w:rsidRDefault="001276D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Frases rítmicas (de divisão binária) e melódicas na linguagem Tona l</w:t>
            </w:r>
          </w:p>
          <w:p w14:paraId="5BEC1E19" w14:textId="22AA65A2" w:rsidR="001276DE" w:rsidRPr="00F67B27" w:rsidRDefault="001276D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Formação musica l</w:t>
            </w:r>
          </w:p>
          <w:p w14:paraId="5BEC1E1A" w14:textId="287ED5CA" w:rsidR="001276DE" w:rsidRPr="00F67B27" w:rsidRDefault="001276D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Frases atonais.</w:t>
            </w:r>
          </w:p>
          <w:p w14:paraId="5BEC1E1B" w14:textId="6F9988C4" w:rsidR="001276DE" w:rsidRPr="00F67B27" w:rsidRDefault="001276D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Intervalos simples (do uníssono à 8ª) em contexto harmónico</w:t>
            </w:r>
          </w:p>
          <w:p w14:paraId="5BEC1E1C" w14:textId="749B154D" w:rsidR="001276DE" w:rsidRPr="00F67B27" w:rsidRDefault="00A232DF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Acordes Maior, menor e domina</w:t>
            </w:r>
            <w:r w:rsidR="001276DE"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</w:t>
            </w:r>
          </w:p>
          <w:p w14:paraId="5BEC1E1D" w14:textId="398FADC2" w:rsidR="001276DE" w:rsidRPr="00F67B27" w:rsidRDefault="001276D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Acordes Maior e m</w:t>
            </w:r>
            <w:r w:rsidR="001A17D3"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 (com inversões)</w:t>
            </w:r>
          </w:p>
          <w:p w14:paraId="5BEC1E1E" w14:textId="0164FCEF" w:rsidR="001276DE" w:rsidRPr="00F67B27" w:rsidRDefault="001276D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Memorizações rítmico-melódicas</w:t>
            </w:r>
          </w:p>
          <w:p w14:paraId="5BEC1E1F" w14:textId="23CFD0D9" w:rsidR="004C0F4E" w:rsidRPr="00F67B27" w:rsidRDefault="004C0F4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Invenção ou improvisaçã</w:t>
            </w:r>
            <w:r w:rsidR="001A17D3"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ritm</w:t>
            </w: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 melodias na linguagem Tonal</w:t>
            </w:r>
          </w:p>
          <w:p w14:paraId="5BEC1E20" w14:textId="3D3C7CAA" w:rsidR="004C0F4E" w:rsidRPr="00F67B27" w:rsidRDefault="004C0F4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Invenção de acompanhamentos para melodias dadas</w:t>
            </w:r>
          </w:p>
          <w:p w14:paraId="5BEC1E21" w14:textId="04587DFB" w:rsidR="004C0F4E" w:rsidRPr="00F67B27" w:rsidRDefault="004C0F4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Leitura prática</w:t>
            </w:r>
          </w:p>
          <w:p w14:paraId="5BEC1E22" w14:textId="699DCD44" w:rsidR="004C0F4E" w:rsidRPr="00F67B27" w:rsidRDefault="004C0F4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Melódico-rítmicas em clave de sol, fá e dó</w:t>
            </w:r>
          </w:p>
          <w:p w14:paraId="5BEC1E23" w14:textId="07D4E14B" w:rsidR="004C0F4E" w:rsidRPr="00F67B27" w:rsidRDefault="004C0F4E" w:rsidP="00F67B2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7B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Sincopas e contratempos</w:t>
            </w:r>
          </w:p>
          <w:p w14:paraId="5BEC1E24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25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26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2F" w14:textId="77777777" w:rsidR="00727CAB" w:rsidRPr="00595CAC" w:rsidRDefault="00727CAB" w:rsidP="00595CA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E34" w14:textId="28A0E91A" w:rsidR="009D5C06" w:rsidRPr="00776381" w:rsidRDefault="009D5C06" w:rsidP="007763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71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os elementos</w:t>
            </w:r>
            <w:r w:rsidR="00E971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971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fundamentais da linguagem</w:t>
            </w:r>
            <w:r w:rsid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musical e as regras da sua</w:t>
            </w:r>
            <w:r w:rsid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construção, desde a simbologia</w:t>
            </w:r>
            <w:r w:rsid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à escrita.</w:t>
            </w:r>
          </w:p>
          <w:p w14:paraId="5BEC1E36" w14:textId="251C91D6" w:rsidR="009D5C06" w:rsidRPr="00776381" w:rsidRDefault="009D5C06" w:rsidP="007763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71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fundamentos da</w:t>
            </w:r>
            <w:r w:rsid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Tonal.</w:t>
            </w:r>
          </w:p>
          <w:p w14:paraId="5BEC1E38" w14:textId="115F3D45" w:rsidR="009D5C06" w:rsidRPr="00776381" w:rsidRDefault="009D5C06" w:rsidP="007763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71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e utilizar os principais</w:t>
            </w:r>
            <w:r w:rsid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símbolos de notação musical.</w:t>
            </w:r>
          </w:p>
          <w:p w14:paraId="42932A8C" w14:textId="32743AA5" w:rsidR="00776381" w:rsidRDefault="009D5C06" w:rsidP="007763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71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 escrita musical com a</w:t>
            </w:r>
            <w:r w:rsid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notação aprendida</w:t>
            </w:r>
            <w:r w:rsidR="00D625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E3C" w14:textId="6CB084EF" w:rsidR="009D5C06" w:rsidRPr="00776381" w:rsidRDefault="009D5C06" w:rsidP="00E971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acordes Maiores,</w:t>
            </w:r>
            <w:r w:rsid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76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Menores e Dominantes.</w:t>
            </w:r>
          </w:p>
          <w:p w14:paraId="5BEC1E3D" w14:textId="77777777" w:rsidR="00727CAB" w:rsidRPr="00E971D9" w:rsidRDefault="009D5C06" w:rsidP="00E971D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71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conceitos básicos da harmonia Modal.</w:t>
            </w:r>
          </w:p>
          <w:p w14:paraId="5BEC1E3E" w14:textId="77777777" w:rsidR="00727CAB" w:rsidRPr="00517AA8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3F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0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1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2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3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4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5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6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47" w14:textId="77777777" w:rsidR="00727CAB" w:rsidRPr="00057283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E48" w14:textId="77777777" w:rsid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00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execução dos exercícios</w:t>
            </w:r>
          </w:p>
          <w:p w14:paraId="5BEC1E49" w14:textId="77777777" w:rsid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00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Responsabilidade</w:t>
            </w:r>
          </w:p>
          <w:p w14:paraId="5BEC1E4A" w14:textId="77777777" w:rsidR="00DF00D6" w:rsidRP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BEC1E4B" w14:textId="77777777" w:rsid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00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 durante a execução dos exercícios</w:t>
            </w:r>
          </w:p>
          <w:p w14:paraId="5BEC1E4C" w14:textId="77777777" w:rsid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00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Motivação para evoluir</w:t>
            </w:r>
          </w:p>
          <w:p w14:paraId="5BEC1E4D" w14:textId="77777777" w:rsid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00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</w:p>
          <w:p w14:paraId="5BEC1E4E" w14:textId="77777777" w:rsidR="00DF00D6" w:rsidRP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F00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Disponibilidade </w:t>
            </w:r>
          </w:p>
          <w:p w14:paraId="5BEC1E4F" w14:textId="77777777" w:rsidR="00727CAB" w:rsidRDefault="00DF00D6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5BEC1E50" w14:textId="77777777" w:rsidR="00727CAB" w:rsidRDefault="00DF00D6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 no progresso individual</w:t>
            </w:r>
          </w:p>
          <w:p w14:paraId="5BEC1E51" w14:textId="77777777" w:rsidR="00727CAB" w:rsidRDefault="00DF00D6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EC1E52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53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54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55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56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57" w14:textId="77777777" w:rsidR="00727CAB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58" w14:textId="77777777" w:rsidR="00727CAB" w:rsidRPr="00057283" w:rsidRDefault="00727CAB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1E5A" w14:textId="77777777" w:rsidR="00727CAB" w:rsidRDefault="00727CAB" w:rsidP="00727CA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E5B" w14:textId="77777777" w:rsidR="00727CAB" w:rsidRDefault="00727CAB" w:rsidP="00727CA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1E5C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1E5D" w14:textId="77777777" w:rsidR="00727CAB" w:rsidRPr="00F20E6F" w:rsidRDefault="00727CAB" w:rsidP="00727CA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F164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Formação Musical</w:t>
      </w:r>
    </w:p>
    <w:p w14:paraId="5BEC1E5E" w14:textId="77777777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164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Usando rigor na escrita musical</w:t>
      </w:r>
    </w:p>
    <w:p w14:paraId="5BEC1E5F" w14:textId="77777777" w:rsidR="00727CAB" w:rsidRPr="0064164C" w:rsidRDefault="004F117D" w:rsidP="00F1641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164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Usando uma linguagem musical objetiva no diálogo com os seus interlocutores e parceiros de trabalho</w:t>
      </w:r>
    </w:p>
    <w:p w14:paraId="5BEC1E60" w14:textId="77777777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164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Traduzindo em termos práticos, concretos e legíveis os aspetos criativos da música</w:t>
      </w:r>
    </w:p>
    <w:p w14:paraId="5BEC1E61" w14:textId="77777777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164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Interpretando, selecionando e organizando a informação musical das obras musicais</w:t>
      </w:r>
    </w:p>
    <w:p w14:paraId="5BEC1E62" w14:textId="77777777" w:rsidR="00727CAB" w:rsidRPr="00136AD8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E63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607433B" w14:textId="77777777" w:rsidR="00DD0E01" w:rsidRPr="00DD0E01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D0E01">
        <w:rPr>
          <w:rFonts w:ascii="Verdana Pro Light" w:eastAsia="Arial Unicode MS" w:hAnsi="Verdana Pro Light" w:cs="Arial Unicode MS"/>
          <w:sz w:val="18"/>
          <w:szCs w:val="18"/>
        </w:rPr>
        <w:t>Estúdios de gravação áudio.</w:t>
      </w:r>
    </w:p>
    <w:p w14:paraId="5BEC1E68" w14:textId="77777777" w:rsidR="00727CAB" w:rsidRPr="00984B30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69" w14:textId="77777777" w:rsidR="00727CAB" w:rsidRPr="00984B30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6A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E6B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E6C" w14:textId="77777777" w:rsidR="00AF4EAE" w:rsidRPr="00DD0E01" w:rsidRDefault="00AF4EAE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D0E01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5BEC1E6D" w14:textId="77777777" w:rsidR="00AF4EAE" w:rsidRPr="00DD0E01" w:rsidRDefault="00AF4EAE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D0E01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5BEC1E6E" w14:textId="77777777" w:rsidR="005624DA" w:rsidRPr="005624DA" w:rsidRDefault="005624DA" w:rsidP="005624D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24DA">
        <w:rPr>
          <w:rFonts w:ascii="Verdana Pro Light" w:eastAsia="Arial Unicode MS" w:hAnsi="Verdana Pro Light" w:cs="Arial Unicode MS"/>
          <w:sz w:val="18"/>
          <w:szCs w:val="18"/>
        </w:rPr>
        <w:t>Instrumentos musicais</w:t>
      </w:r>
    </w:p>
    <w:p w14:paraId="5BEC1E6F" w14:textId="77777777" w:rsidR="005624DA" w:rsidRPr="005624DA" w:rsidRDefault="005624DA" w:rsidP="005624D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24DA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</w:p>
    <w:p w14:paraId="5BEC1E70" w14:textId="77777777" w:rsidR="00727CAB" w:rsidRPr="00501DC8" w:rsidRDefault="005624DA" w:rsidP="005624D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24DA">
        <w:rPr>
          <w:rFonts w:ascii="Verdana Pro Light" w:eastAsia="Arial Unicode MS" w:hAnsi="Verdana Pro Light" w:cs="Arial Unicode MS"/>
          <w:sz w:val="18"/>
          <w:szCs w:val="18"/>
        </w:rPr>
        <w:t>Manuais de apoio sobre teoria musical</w:t>
      </w:r>
    </w:p>
    <w:p w14:paraId="5BEC1E71" w14:textId="77777777" w:rsidR="00727CAB" w:rsidRPr="00501DC8" w:rsidRDefault="000B6469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para escrita de partituras</w:t>
      </w:r>
    </w:p>
    <w:p w14:paraId="5BEC1E72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3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4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5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6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7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8" w14:textId="77777777" w:rsidR="00727CAB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9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7A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E7B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E7C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E7D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E7E" w14:textId="77777777" w:rsidR="00727CAB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724714" w14:textId="77777777" w:rsidR="001B4498" w:rsidRPr="00051C79" w:rsidRDefault="001B4498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E7F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1E82" w14:textId="77777777" w:rsidTr="001B4498">
        <w:trPr>
          <w:trHeight w:val="561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E80" w14:textId="27192182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E81" w14:textId="40CFE3F5" w:rsidR="008C76A8" w:rsidRPr="009C256C" w:rsidRDefault="00842135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Executar </w:t>
            </w:r>
            <w:r w:rsidR="00E4147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</w:t>
            </w:r>
            <w:r w:rsidR="004904D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cústica Geral e Organológica</w:t>
            </w:r>
          </w:p>
        </w:tc>
      </w:tr>
    </w:tbl>
    <w:p w14:paraId="5BEC1E8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E84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1E85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BF26EE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1E8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1E8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E8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1E8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E89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874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fenómenos da acústica através do treino auditivo</w:t>
            </w:r>
          </w:p>
          <w:p w14:paraId="5BEC1E8A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8742D">
              <w:rPr>
                <w:rFonts w:ascii="Verdana Pro Light" w:eastAsia="Arial Unicode MS" w:hAnsi="Verdana Pro Light" w:cs="Arial Unicode MS"/>
                <w:sz w:val="18"/>
                <w:szCs w:val="18"/>
              </w:rPr>
              <w:t>Associar de forma clara os princípios da acústica às características das diferentes famílias de instrumentos</w:t>
            </w:r>
          </w:p>
          <w:p w14:paraId="5BEC1E8B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8742D" w:rsidRPr="00481ACE"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captação em estúdio através dos microfones estudados</w:t>
            </w:r>
          </w:p>
          <w:p w14:paraId="5BEC1E8C" w14:textId="77777777" w:rsidR="008C76A8" w:rsidRPr="001B353A" w:rsidRDefault="008C76A8" w:rsidP="00C8742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8742D">
              <w:rPr>
                <w:rFonts w:ascii="Verdana Pro Light" w:eastAsia="Arial Unicode MS" w:hAnsi="Verdana Pro Light" w:cs="Arial Unicode MS"/>
                <w:sz w:val="18"/>
                <w:szCs w:val="18"/>
              </w:rPr>
              <w:t>Usar microfones específicos para cada tipo de instrumentos a captar</w:t>
            </w:r>
          </w:p>
        </w:tc>
      </w:tr>
      <w:tr w:rsidR="008C76A8" w:rsidRPr="00136AD8" w14:paraId="5BEC1E9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E8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E8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E9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1ED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E92" w14:textId="234558A1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Acústica fisiológica</w:t>
            </w:r>
          </w:p>
          <w:p w14:paraId="5BEC1E93" w14:textId="26FF915B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Fisiologia do ouvido</w:t>
            </w:r>
          </w:p>
          <w:p w14:paraId="5BEC1E94" w14:textId="7FE903F4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escuta inteligente</w:t>
            </w:r>
          </w:p>
          <w:p w14:paraId="5BEC1E95" w14:textId="6FEB49ED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natureza do som – o fenómeno</w:t>
            </w:r>
          </w:p>
          <w:p w14:paraId="5BEC1E96" w14:textId="5153546A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básicos de acústica</w:t>
            </w:r>
          </w:p>
          <w:p w14:paraId="5BEC1E97" w14:textId="7F5B308D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Intensidade</w:t>
            </w:r>
          </w:p>
          <w:p w14:paraId="5BEC1E98" w14:textId="7A17B5D4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Altura</w:t>
            </w:r>
          </w:p>
          <w:p w14:paraId="5BEC1E99" w14:textId="625128BF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Timbre</w:t>
            </w:r>
          </w:p>
          <w:p w14:paraId="5BEC1E9A" w14:textId="3E0FC10D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Absorção</w:t>
            </w:r>
          </w:p>
          <w:p w14:paraId="5BEC1E9B" w14:textId="79EC536F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Reflexão</w:t>
            </w:r>
          </w:p>
          <w:p w14:paraId="5BEC1E9C" w14:textId="315E4FB4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Difração</w:t>
            </w:r>
          </w:p>
          <w:p w14:paraId="5BEC1E9D" w14:textId="019537B0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Refração</w:t>
            </w:r>
          </w:p>
          <w:p w14:paraId="5BEC1E9E" w14:textId="40C0901A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Velocidade</w:t>
            </w:r>
          </w:p>
          <w:p w14:paraId="5BEC1E9F" w14:textId="5C8F360F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Interferência</w:t>
            </w:r>
          </w:p>
          <w:p w14:paraId="5BEC1EA0" w14:textId="10DE7A0B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Impedância</w:t>
            </w:r>
          </w:p>
          <w:p w14:paraId="5BEC1EA1" w14:textId="3C20F831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Ondas estacionárias</w:t>
            </w:r>
          </w:p>
          <w:p w14:paraId="5BEC1EA2" w14:textId="226AD63E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 de Doppler</w:t>
            </w:r>
          </w:p>
          <w:p w14:paraId="5BEC1EA3" w14:textId="7DD611DB" w:rsidR="00E4147E" w:rsidRPr="003B38D7" w:rsidRDefault="00C8742D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Pressã</w:t>
            </w:r>
            <w:r w:rsidR="00E4147E"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acústica</w:t>
            </w:r>
          </w:p>
          <w:p w14:paraId="5BEC1EA4" w14:textId="0272206D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Grandezas acústicas</w:t>
            </w:r>
          </w:p>
          <w:p w14:paraId="5BEC1EA5" w14:textId="32F5D258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Classificação organ</w:t>
            </w:r>
            <w:r w:rsidR="00A232DF"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ológica dos </w:t>
            </w:r>
            <w:r w:rsidR="00C8742D"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instrumentos musicai</w:t>
            </w: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EA6" w14:textId="4159A0C7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Cordofones dedilhados</w:t>
            </w:r>
          </w:p>
          <w:p w14:paraId="5BEC1EA7" w14:textId="1F05A333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Cordofones percutidos</w:t>
            </w:r>
          </w:p>
          <w:p w14:paraId="5BEC1EA8" w14:textId="77F34A5F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Cordofones friccionados</w:t>
            </w:r>
          </w:p>
          <w:p w14:paraId="5BEC1EA9" w14:textId="21C6CCF4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Membranofones</w:t>
            </w:r>
          </w:p>
          <w:p w14:paraId="5BEC1EAA" w14:textId="46946C8A" w:rsidR="00E4147E" w:rsidRPr="003B38D7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Idiofones</w:t>
            </w:r>
          </w:p>
          <w:p w14:paraId="5BEC1EAB" w14:textId="6455C88E" w:rsidR="00866CA8" w:rsidRPr="003B38D7" w:rsidRDefault="00866C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Aerofones</w:t>
            </w:r>
          </w:p>
          <w:p w14:paraId="5BEC1EAC" w14:textId="0D085064" w:rsidR="00866CA8" w:rsidRPr="003B38D7" w:rsidRDefault="00866C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Eletrofones</w:t>
            </w:r>
          </w:p>
          <w:p w14:paraId="5BEC1EAD" w14:textId="7D27952B" w:rsidR="00866CA8" w:rsidRPr="003B38D7" w:rsidRDefault="00866C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Temperamentos musicais</w:t>
            </w:r>
          </w:p>
          <w:p w14:paraId="5BEC1EAE" w14:textId="10A28E2B" w:rsidR="00C85CAD" w:rsidRPr="003B38D7" w:rsidRDefault="00C85CAD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das principais características dos microfones usados em gravações profissionais</w:t>
            </w:r>
          </w:p>
          <w:p w14:paraId="5BEC1EAF" w14:textId="6806A2A2" w:rsidR="0075705F" w:rsidRPr="003B38D7" w:rsidRDefault="0075705F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Captaç</w:t>
            </w:r>
            <w:r w:rsidR="00C75ECA" w:rsidRPr="003B3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ão inicial e simplificada de instrumentos</w:t>
            </w:r>
          </w:p>
          <w:p w14:paraId="5BEC1EB0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BB" w14:textId="77777777" w:rsidR="008C76A8" w:rsidRPr="00EB0FF7" w:rsidRDefault="008C76A8" w:rsidP="001B4498">
            <w:pPr>
              <w:pStyle w:val="PargrafodaLista"/>
              <w:spacing w:before="120" w:after="0" w:line="360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EBC" w14:textId="15F833A0" w:rsidR="00E4147E" w:rsidRPr="00481ACE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os diversos fenóme</w:t>
            </w:r>
            <w:r w:rsidR="00A232DF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nos acústicos de perceção </w:t>
            </w:r>
            <w:proofErr w:type="spellStart"/>
            <w:r w:rsidR="00A232DF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psico-</w:t>
            </w:r>
            <w:r w:rsidR="00481ACE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acústica</w:t>
            </w:r>
            <w:proofErr w:type="spellEnd"/>
            <w:r w:rsidR="00481ACE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EBD" w14:textId="0A207EFD" w:rsidR="00E4147E" w:rsidRPr="00481ACE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 mecanismo fisiológico e as características do ouvido humano.</w:t>
            </w:r>
          </w:p>
          <w:p w14:paraId="5BEC1EBE" w14:textId="7D26D8D2" w:rsidR="00E4147E" w:rsidRPr="00481ACE" w:rsidRDefault="00E4147E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</w:t>
            </w:r>
            <w:r w:rsidR="00C85CAD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zar o fenómeno físico relacionado com o som e o meio envolve</w:t>
            </w:r>
            <w:r w:rsidR="00570326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</w:t>
            </w: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EBF" w14:textId="0A1F6F9C" w:rsidR="00E4147E" w:rsidRPr="00481ACE" w:rsidRDefault="00C85CAD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fenómeno físico e a sua relação com a acústica nos divers</w:t>
            </w:r>
            <w:r w:rsidR="00E4147E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tipos de</w:t>
            </w: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instrumentos musica</w:t>
            </w:r>
            <w:r w:rsidR="00E4147E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is.</w:t>
            </w:r>
          </w:p>
          <w:p w14:paraId="5BEC1EC0" w14:textId="37111C5E" w:rsidR="00E4147E" w:rsidRPr="00481ACE" w:rsidRDefault="00C85CAD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diversos instrume</w:t>
            </w:r>
            <w:r w:rsidR="00E4147E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</w:t>
            </w: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musicais quanto à sua classificação por excitaçã</w:t>
            </w:r>
            <w:r w:rsidR="00E4147E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radiaçã</w:t>
            </w:r>
            <w:r w:rsidR="00E4147E"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o.</w:t>
            </w:r>
          </w:p>
          <w:p w14:paraId="5BEC1EC1" w14:textId="543EC9BF" w:rsidR="00C8742D" w:rsidRPr="00481ACE" w:rsidRDefault="00C8742D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81A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diferentes tipos de microfones</w:t>
            </w:r>
          </w:p>
          <w:p w14:paraId="5BEC1EC2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3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4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5" w14:textId="77777777" w:rsidR="008C76A8" w:rsidRPr="00517A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6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7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8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9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A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B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C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D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CE" w14:textId="77777777" w:rsidR="008C76A8" w:rsidRPr="00057283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ECF" w14:textId="77777777" w:rsidR="00DF00D6" w:rsidRDefault="00DF00D6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 na pesquisa de informação</w:t>
            </w:r>
          </w:p>
          <w:p w14:paraId="5BEC1ED0" w14:textId="77777777" w:rsidR="008C76A8" w:rsidRDefault="00570326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organização</w:t>
            </w:r>
          </w:p>
          <w:p w14:paraId="5BEC1ED1" w14:textId="77777777" w:rsidR="00CF5DEA" w:rsidRDefault="00570326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D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Motivação </w:t>
            </w:r>
          </w:p>
          <w:p w14:paraId="5BEC1ED2" w14:textId="77777777" w:rsidR="008C76A8" w:rsidRDefault="00ED1A04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 no treino auditivo</w:t>
            </w:r>
          </w:p>
          <w:p w14:paraId="5BEC1ED3" w14:textId="77777777" w:rsidR="00ED1A04" w:rsidRDefault="00ED1A04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</w:t>
            </w:r>
          </w:p>
          <w:p w14:paraId="5BEC1ED4" w14:textId="77777777" w:rsidR="00763789" w:rsidRDefault="00DF00D6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EC1ED5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6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7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8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9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A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B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C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D" w14:textId="77777777" w:rsidR="008C76A8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EDE" w14:textId="77777777" w:rsidR="008C76A8" w:rsidRPr="00057283" w:rsidRDefault="008C76A8" w:rsidP="001B4498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1EE0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EE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1EE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1EE3" w14:textId="77777777" w:rsidR="008C76A8" w:rsidRPr="004904D1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75705F" w:rsidRPr="0075705F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4904D1" w:rsidRPr="001B4498">
        <w:rPr>
          <w:rFonts w:ascii="Verdana Pro Light" w:eastAsia="Arial Unicode MS" w:hAnsi="Verdana Pro Light" w:cs="Times New Roman"/>
          <w:bCs/>
          <w:i/>
          <w:sz w:val="18"/>
          <w:szCs w:val="18"/>
        </w:rPr>
        <w:t>Acústica Geral e Organológica</w:t>
      </w:r>
    </w:p>
    <w:p w14:paraId="5BEC1EE4" w14:textId="01F6FEE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5705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Usando rigor na aplicação prática das noções de acústica</w:t>
      </w:r>
      <w:r w:rsidR="00C749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EE5" w14:textId="7B9CD9F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837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uma clara perceção auditiva dos fenómenos da acústica</w:t>
      </w:r>
      <w:r w:rsidR="00C749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EE6" w14:textId="4B63164D" w:rsidR="008C76A8" w:rsidRPr="0064164C" w:rsidRDefault="008C76A8" w:rsidP="001837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837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Usando uma linguagem clara na identificação das designações dos instrumentos e das suas famílias</w:t>
      </w:r>
      <w:r w:rsidR="00C749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EE7" w14:textId="335B67A8" w:rsidR="0075705F" w:rsidRPr="0064164C" w:rsidRDefault="0075705F" w:rsidP="0075705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Assegurando que as características dos instrumentos são respeitadas na sua captação</w:t>
      </w:r>
      <w:r w:rsidR="00C749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-</w:t>
      </w:r>
    </w:p>
    <w:p w14:paraId="5BEC1EE8" w14:textId="54A47025" w:rsidR="0075705F" w:rsidRPr="0064164C" w:rsidRDefault="0075705F" w:rsidP="0075705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4C58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eficientemente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posicionamento dos microfones </w:t>
      </w:r>
      <w:r w:rsidR="001837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em relação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ao resultado pretendido</w:t>
      </w:r>
      <w:r w:rsidR="00C749F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EEB" w14:textId="58606607" w:rsidR="008C76A8" w:rsidRPr="001B4498" w:rsidRDefault="0075705F" w:rsidP="001B449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1EE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6AA455" w14:textId="77777777" w:rsidR="00DD0E01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 produtoras de música</w:t>
      </w:r>
    </w:p>
    <w:p w14:paraId="6A2F4F35" w14:textId="77777777" w:rsidR="00DD0E01" w:rsidRPr="00984B30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gravação </w:t>
      </w:r>
    </w:p>
    <w:p w14:paraId="33FE8789" w14:textId="77777777" w:rsidR="00DD0E01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publicidade</w:t>
      </w:r>
    </w:p>
    <w:p w14:paraId="46A26018" w14:textId="77777777" w:rsidR="00DD0E01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Meios de comunicação social </w:t>
      </w:r>
    </w:p>
    <w:p w14:paraId="5E4D63F1" w14:textId="77777777" w:rsidR="00DD0E01" w:rsidRPr="00984B30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produção de espetáculos</w:t>
      </w:r>
    </w:p>
    <w:p w14:paraId="5BEC1EF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F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EF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EF3" w14:textId="77777777" w:rsidR="00A63989" w:rsidRDefault="00A63989" w:rsidP="00A6398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1EF4" w14:textId="77777777" w:rsidR="00A63989" w:rsidRDefault="00A63989" w:rsidP="00A6398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1EF5" w14:textId="50B8EFC9" w:rsidR="008C76A8" w:rsidRPr="00501DC8" w:rsidRDefault="00A63989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Instrumentos de música</w:t>
      </w:r>
      <w:r w:rsidR="00C749F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EF6" w14:textId="3E9D3033" w:rsidR="008C76A8" w:rsidRPr="00501DC8" w:rsidRDefault="00A63989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Microfones</w:t>
      </w:r>
      <w:r w:rsidR="00C749F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EF7" w14:textId="2F4EE168" w:rsidR="008C76A8" w:rsidRPr="00501DC8" w:rsidRDefault="00A63989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 de gravação</w:t>
      </w:r>
      <w:r w:rsidR="00C749F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EF8" w14:textId="3965837F" w:rsidR="00ED4ED3" w:rsidRPr="00485051" w:rsidRDefault="00ED4ED3" w:rsidP="00ED4ED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 w:rsidR="00C749F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EF9" w14:textId="06727DA0" w:rsidR="00ED4ED3" w:rsidRPr="00501DC8" w:rsidRDefault="00ED4ED3" w:rsidP="00ED4ED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 xml:space="preserve">Manuais de apoio sobre </w:t>
      </w:r>
      <w:r>
        <w:rPr>
          <w:rFonts w:ascii="Verdana Pro Light" w:eastAsia="Arial Unicode MS" w:hAnsi="Verdana Pro Light" w:cs="Arial Unicode MS"/>
          <w:sz w:val="18"/>
          <w:szCs w:val="18"/>
        </w:rPr>
        <w:t>acústica organológica</w:t>
      </w:r>
      <w:r w:rsidR="00C749F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EF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F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F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F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F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EFF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01" w14:textId="77777777" w:rsidR="008C76A8" w:rsidRPr="00AC1124" w:rsidRDefault="008C76A8" w:rsidP="00AC1124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0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F0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0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0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0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1F0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F07" w14:textId="7136BC3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F08" w14:textId="4AF302F3" w:rsidR="008C76A8" w:rsidRPr="009C256C" w:rsidRDefault="00E2298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2298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Escutar e realizar análise auditiva da História da Música</w:t>
            </w:r>
          </w:p>
        </w:tc>
      </w:tr>
    </w:tbl>
    <w:p w14:paraId="5BCD055A" w14:textId="77777777" w:rsidR="00F5060D" w:rsidRDefault="00F5060D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</w:p>
    <w:p w14:paraId="5BEC1F0B" w14:textId="53B4D7F0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1F0C" w14:textId="77777777" w:rsidR="000F278C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866CA8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092BD86B" w14:textId="77777777" w:rsidR="00F5060D" w:rsidRPr="003200F2" w:rsidRDefault="00F5060D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407"/>
        <w:gridCol w:w="3202"/>
        <w:gridCol w:w="3211"/>
      </w:tblGrid>
      <w:tr w:rsidR="008C76A8" w:rsidRPr="00136AD8" w14:paraId="5BEC1F0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F0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1F1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F10" w14:textId="2E0457B8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11787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Escuta e análise auditiva dos princípios estéticos dos períodos da história da música</w:t>
            </w:r>
            <w:r w:rsidR="00F506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1F11" w14:textId="77A5F37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117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Escuta e análise auditiva dos princípios estéticos dos géneros </w:t>
            </w:r>
            <w:r w:rsidR="005A050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estilos </w:t>
            </w:r>
            <w:r w:rsidR="00011787">
              <w:rPr>
                <w:rFonts w:ascii="Verdana Pro Light" w:eastAsia="Arial Unicode MS" w:hAnsi="Verdana Pro Light" w:cs="Arial Unicode MS"/>
                <w:sz w:val="18"/>
                <w:szCs w:val="18"/>
              </w:rPr>
              <w:t>musicais</w:t>
            </w:r>
            <w:r w:rsidR="00F82B7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 Séc. XX</w:t>
            </w:r>
            <w:r w:rsidR="00F506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0117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BEC1F12" w14:textId="332A19CC" w:rsidR="008C76A8" w:rsidRPr="001B353A" w:rsidRDefault="008C76A8" w:rsidP="003E380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67A3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Contextualizar do ponto de vista social, cultural e político </w:t>
            </w:r>
            <w:r w:rsidR="00E6636E">
              <w:rPr>
                <w:rFonts w:ascii="Verdana Pro Light" w:eastAsia="Arial Unicode MS" w:hAnsi="Verdana Pro Light" w:cs="Arial Unicode MS"/>
                <w:sz w:val="18"/>
                <w:szCs w:val="18"/>
              </w:rPr>
              <w:t>a produç</w:t>
            </w:r>
            <w:r w:rsidR="003E38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ão da </w:t>
            </w:r>
            <w:r w:rsidR="00E6636E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escrita de obras pelos compositores</w:t>
            </w:r>
            <w:r w:rsidR="00F506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3E38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BEC1F13" w14:textId="3479792A" w:rsidR="008C76A8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A050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Relacionar a história da música com os desenvolvimentos tecnológicos de fixação áudio e media</w:t>
            </w:r>
            <w:r w:rsidR="00F506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1F14" w14:textId="712C8345" w:rsidR="003E3803" w:rsidRPr="001B353A" w:rsidRDefault="003E3803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Relacionar a forma de execução pública das obras musicais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litero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musicais com os períodos da história da música</w:t>
            </w:r>
            <w:r w:rsidR="00F506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A6639E" w:rsidRPr="00136AD8" w14:paraId="5BEC1F19" w14:textId="77777777" w:rsidTr="00332A30">
        <w:trPr>
          <w:trHeight w:val="296"/>
        </w:trPr>
        <w:tc>
          <w:tcPr>
            <w:tcW w:w="34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F1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F1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F1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6639E" w:rsidRPr="00136AD8" w14:paraId="5BEC1F79" w14:textId="77777777" w:rsidTr="00332A30">
        <w:trPr>
          <w:trHeight w:val="3452"/>
        </w:trPr>
        <w:tc>
          <w:tcPr>
            <w:tcW w:w="34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F1A" w14:textId="031E1043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estéticos na história da música</w:t>
            </w:r>
          </w:p>
          <w:p w14:paraId="5BEC1F1B" w14:textId="54F2E66F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Antiguidade</w:t>
            </w:r>
          </w:p>
          <w:p w14:paraId="5BEC1F1C" w14:textId="34208684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Idade Média</w:t>
            </w:r>
          </w:p>
          <w:p w14:paraId="5BEC1F1D" w14:textId="050E4DB2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Renascimento</w:t>
            </w:r>
          </w:p>
          <w:p w14:paraId="5BEC1F1E" w14:textId="0D0FDA60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Barroco</w:t>
            </w:r>
          </w:p>
          <w:p w14:paraId="5BEC1F1F" w14:textId="7AD6FC5E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Classicismo</w:t>
            </w:r>
          </w:p>
          <w:p w14:paraId="5BEC1F20" w14:textId="610CE540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Romantismo</w:t>
            </w:r>
          </w:p>
          <w:p w14:paraId="5BEC1F21" w14:textId="3AD8BC17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Modernismo</w:t>
            </w:r>
          </w:p>
          <w:p w14:paraId="5BEC1F22" w14:textId="02124056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Contemporâneo</w:t>
            </w:r>
          </w:p>
          <w:p w14:paraId="5BEC1F23" w14:textId="1961F367" w:rsidR="004C656D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Música contemporânea</w:t>
            </w:r>
          </w:p>
          <w:p w14:paraId="5BEC1F24" w14:textId="047FF739" w:rsidR="004C656D" w:rsidRPr="00840AB3" w:rsidRDefault="004C656D" w:rsidP="00E62F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segunda escola de Viena</w:t>
            </w:r>
          </w:p>
          <w:p w14:paraId="5BEC1F25" w14:textId="09E96982" w:rsidR="004C656D" w:rsidRPr="00840AB3" w:rsidRDefault="004C656D" w:rsidP="00E62F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Neoclassicismo</w:t>
            </w:r>
          </w:p>
          <w:p w14:paraId="5BEC1F26" w14:textId="6F5025D4" w:rsidR="004C656D" w:rsidRPr="00E62F3B" w:rsidRDefault="004C656D" w:rsidP="00E62F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E62F3B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De John Cage a Pierre Boulez</w:t>
            </w:r>
          </w:p>
          <w:p w14:paraId="5BEC1F28" w14:textId="5ABC2E1C" w:rsidR="008C76A8" w:rsidRPr="00055C1F" w:rsidRDefault="004C656D" w:rsidP="00055C1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055C1F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Da Broadway a Hollywood</w:t>
            </w:r>
            <w:r w:rsidR="00055C1F" w:rsidRPr="00055C1F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: </w:t>
            </w:r>
            <w:r w:rsidRPr="00055C1F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Música para cinema</w:t>
            </w:r>
          </w:p>
          <w:p w14:paraId="5BEC1F2A" w14:textId="324DBBCD" w:rsidR="004C656D" w:rsidRPr="00A6639E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Jazz</w:t>
            </w:r>
            <w:r w:rsidR="00A663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A663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principais</w:t>
            </w:r>
          </w:p>
          <w:p w14:paraId="5BEC1F2B" w14:textId="5EA16831" w:rsidR="004C656D" w:rsidRPr="00840AB3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Sonoridade</w:t>
            </w:r>
          </w:p>
          <w:p w14:paraId="5BEC1F2C" w14:textId="730498AE" w:rsidR="004C656D" w:rsidRPr="00840AB3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Fraseado</w:t>
            </w:r>
          </w:p>
          <w:p w14:paraId="5BEC1F2D" w14:textId="32370DEB" w:rsidR="004C656D" w:rsidRPr="00840AB3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Improvisação</w:t>
            </w:r>
          </w:p>
          <w:p w14:paraId="5BEC1F2E" w14:textId="7B13C1F9" w:rsidR="004C656D" w:rsidRPr="00840AB3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</w:t>
            </w:r>
          </w:p>
          <w:p w14:paraId="5BEC1F2F" w14:textId="79591A82" w:rsidR="004C656D" w:rsidRPr="00840AB3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 (swing)</w:t>
            </w:r>
          </w:p>
          <w:p w14:paraId="5BEC1F30" w14:textId="19CBD4FC" w:rsidR="004C656D" w:rsidRPr="00840AB3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Melodia</w:t>
            </w:r>
          </w:p>
          <w:p w14:paraId="5BEC1F31" w14:textId="77D70D0B" w:rsidR="004C656D" w:rsidRPr="00840AB3" w:rsidRDefault="004C656D" w:rsidP="00A663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Estilos</w:t>
            </w:r>
          </w:p>
          <w:p w14:paraId="5BEC1F32" w14:textId="0D48F348" w:rsidR="004C656D" w:rsidRPr="00840AB3" w:rsidRDefault="004C656D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Blues-Orige</w:t>
            </w:r>
            <w:r w:rsidR="00BD3CF7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m, escravatura, Blues rurais e B</w:t>
            </w: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lues urbanos</w:t>
            </w:r>
          </w:p>
          <w:p w14:paraId="5BEC1F33" w14:textId="546CB3B5" w:rsidR="004C656D" w:rsidRPr="00840AB3" w:rsidRDefault="004C656D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ragtime</w:t>
            </w:r>
            <w:proofErr w:type="spellEnd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(1890)</w:t>
            </w:r>
          </w:p>
          <w:p w14:paraId="5BEC1F34" w14:textId="2718665A" w:rsidR="004C656D" w:rsidRPr="00840AB3" w:rsidRDefault="00045A0D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ew </w:t>
            </w:r>
            <w:proofErr w:type="spellStart"/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Orleans</w:t>
            </w:r>
            <w:proofErr w:type="spellEnd"/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(1900)</w:t>
            </w:r>
          </w:p>
          <w:p w14:paraId="5BEC1F35" w14:textId="7045AD93" w:rsidR="004C656D" w:rsidRPr="00840AB3" w:rsidRDefault="004C656D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Dixieland</w:t>
            </w:r>
            <w:proofErr w:type="spellEnd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(1910)</w:t>
            </w:r>
          </w:p>
          <w:p w14:paraId="5BEC1F36" w14:textId="279CD26C" w:rsidR="004C656D" w:rsidRPr="00840AB3" w:rsidRDefault="004C656D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Chicago (1920)</w:t>
            </w:r>
          </w:p>
          <w:p w14:paraId="5BEC1F37" w14:textId="2B1881B2" w:rsidR="005B6D3A" w:rsidRPr="00045A0D" w:rsidRDefault="005B6D3A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045A0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Be Bop</w:t>
            </w:r>
            <w:r w:rsidR="00FB2323" w:rsidRPr="00045A0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e Post Bop</w:t>
            </w:r>
            <w:r w:rsidRPr="00045A0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r w:rsidR="00FB2323" w:rsidRPr="00045A0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(1940/1950)</w:t>
            </w:r>
          </w:p>
          <w:p w14:paraId="5BEC1F38" w14:textId="1326BD36" w:rsidR="00FB2323" w:rsidRPr="00840AB3" w:rsidRDefault="00FB2323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Jazz Modal/Funk (1950/1960)</w:t>
            </w:r>
          </w:p>
          <w:p w14:paraId="5BEC1F39" w14:textId="5DC20225" w:rsidR="00FB2323" w:rsidRPr="00840AB3" w:rsidRDefault="00FB2323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Free Jazz/Avant-Garde (1960)</w:t>
            </w:r>
          </w:p>
          <w:p w14:paraId="5BEC1F3A" w14:textId="39AEA211" w:rsidR="005B6D3A" w:rsidRPr="00840AB3" w:rsidRDefault="005B6D3A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Jazz Fusão e Jazz Rock</w:t>
            </w:r>
            <w:r w:rsidR="00FB2323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(1970)</w:t>
            </w:r>
          </w:p>
          <w:p w14:paraId="5BEC1F3B" w14:textId="3E7D99D2" w:rsidR="005B6D3A" w:rsidRPr="00840AB3" w:rsidRDefault="005B6D3A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Jazz Europeu</w:t>
            </w:r>
            <w:r w:rsidR="00FB2323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/ECM (1970)</w:t>
            </w:r>
          </w:p>
          <w:p w14:paraId="5BEC1F3C" w14:textId="65F437C1" w:rsidR="008C76A8" w:rsidRDefault="00FB2323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Outras te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ndê</w:t>
            </w: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ncia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</w:t>
            </w: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musica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1F3D" w14:textId="79852715" w:rsidR="004C656D" w:rsidRPr="00840AB3" w:rsidRDefault="00BA1491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Soul, </w:t>
            </w: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Rythm</w:t>
            </w:r>
            <w:proofErr w:type="spellEnd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&amp; Blues, 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Funk</w:t>
            </w:r>
          </w:p>
          <w:p w14:paraId="5BEC1F3E" w14:textId="573673F1" w:rsidR="004C656D" w:rsidRPr="00840AB3" w:rsidRDefault="00BD3CF7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Hip</w:t>
            </w:r>
            <w:proofErr w:type="spellEnd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</w:t>
            </w:r>
            <w:proofErr w:type="spellEnd"/>
          </w:p>
          <w:p w14:paraId="5BEC1F3F" w14:textId="43A2E722" w:rsidR="004C656D" w:rsidRPr="00840AB3" w:rsidRDefault="00FB2323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</w:p>
          <w:p w14:paraId="5BEC1F40" w14:textId="7C8B8298" w:rsidR="004C656D" w:rsidRPr="00840AB3" w:rsidRDefault="00FB2323" w:rsidP="00045A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Pop R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ock</w:t>
            </w:r>
          </w:p>
          <w:p w14:paraId="5BEC1F41" w14:textId="365D14E9" w:rsidR="00C405BF" w:rsidRPr="00840AB3" w:rsidRDefault="00C405BF" w:rsidP="006407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Folk Rock</w:t>
            </w:r>
          </w:p>
          <w:p w14:paraId="5BEC1F42" w14:textId="6B12A672" w:rsidR="00C405BF" w:rsidRPr="00840AB3" w:rsidRDefault="00C405BF" w:rsidP="006407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Rock Progressivo, sintetizador </w:t>
            </w: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Moog</w:t>
            </w:r>
            <w:proofErr w:type="spellEnd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Melotron</w:t>
            </w:r>
            <w:proofErr w:type="spellEnd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43" w14:textId="428377C0" w:rsidR="00C405BF" w:rsidRPr="00840AB3" w:rsidRDefault="00C405BF" w:rsidP="006407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Kraut</w:t>
            </w:r>
            <w:proofErr w:type="spellEnd"/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Rock e instrumentos de síntese</w:t>
            </w:r>
          </w:p>
          <w:p w14:paraId="5BEC1F44" w14:textId="637C4D21" w:rsidR="00C405BF" w:rsidRPr="00840AB3" w:rsidRDefault="00C405BF" w:rsidP="006407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13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Punk Rock</w:t>
            </w:r>
          </w:p>
          <w:p w14:paraId="5BEC1F45" w14:textId="5486763D" w:rsidR="004C656D" w:rsidRPr="00840AB3" w:rsidRDefault="00FB2323" w:rsidP="0064076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trónica</w:t>
            </w:r>
          </w:p>
          <w:p w14:paraId="5BEC1F46" w14:textId="357ADBA4" w:rsidR="004C656D" w:rsidRPr="00840AB3" w:rsidRDefault="00FB2323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Tecnologias utilizadas no processo cria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tivo</w:t>
            </w:r>
          </w:p>
          <w:p w14:paraId="5BEC1F47" w14:textId="2B9B5047" w:rsidR="004C656D" w:rsidRPr="00840AB3" w:rsidRDefault="00FB2323" w:rsidP="0096037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Novas sonoridade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F49" w14:textId="1C8DC8D6" w:rsidR="004C656D" w:rsidRPr="0059782E" w:rsidRDefault="00FB2323" w:rsidP="005978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Instrume</w:t>
            </w:r>
            <w:r w:rsidR="004C656D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ntos</w:t>
            </w:r>
            <w:r w:rsidR="00DE14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="004C656D" w:rsidRPr="005978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Sí</w:t>
            </w:r>
            <w:r w:rsidRPr="005978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</w:t>
            </w:r>
            <w:r w:rsidR="00C405BF" w:rsidRPr="005978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 de som</w:t>
            </w:r>
            <w:r w:rsidR="004C656D" w:rsidRPr="005978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4A" w14:textId="2DE551FE" w:rsidR="00C405BF" w:rsidRPr="00840AB3" w:rsidRDefault="004C656D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Mú</w:t>
            </w:r>
            <w:r w:rsidR="00FB2323"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sica Popular Urbana em Portuga</w:t>
            </w: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1F4B" w14:textId="7BF8D68A" w:rsidR="00C405BF" w:rsidRPr="00840AB3" w:rsidRDefault="00C405BF" w:rsidP="005978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Fado de Lisboa (Património Imaterial); Fado de Coimbra; a Guitarra portuguesa</w:t>
            </w:r>
          </w:p>
          <w:p w14:paraId="5BEC1F4C" w14:textId="4A0E4EF1" w:rsidR="00C405BF" w:rsidRPr="00840AB3" w:rsidRDefault="00C405BF" w:rsidP="005978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música de intervenção</w:t>
            </w:r>
          </w:p>
          <w:p w14:paraId="5BEC1F4D" w14:textId="6967D1C4" w:rsidR="00767A32" w:rsidRPr="00840AB3" w:rsidRDefault="00767A32" w:rsidP="005978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 Pop Rock em Portugal (1960/1970/1980)</w:t>
            </w:r>
          </w:p>
          <w:p w14:paraId="5BEC1F4E" w14:textId="2ED77DB0" w:rsidR="00C405BF" w:rsidRPr="00840AB3" w:rsidRDefault="00C405BF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Música de Raiz Tradicional</w:t>
            </w:r>
          </w:p>
          <w:p w14:paraId="5BEC1F4F" w14:textId="02ED82CB" w:rsidR="00C405BF" w:rsidRPr="00840AB3" w:rsidRDefault="00C405BF" w:rsidP="00DE14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0A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Cante Alentejano (Património Imaterial)</w:t>
            </w:r>
          </w:p>
          <w:p w14:paraId="5BEC1F50" w14:textId="77777777" w:rsidR="00C405BF" w:rsidRPr="00C405BF" w:rsidRDefault="00C405BF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1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2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3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4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5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6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7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8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9" w14:textId="77777777" w:rsidR="008C76A8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5A" w14:textId="77777777" w:rsidR="008C76A8" w:rsidRPr="001B353A" w:rsidRDefault="008C76A8" w:rsidP="00840A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F5B" w14:textId="73A9228F" w:rsidR="00011787" w:rsidRPr="006005A9" w:rsidRDefault="004B2FB9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rizar os princí</w:t>
            </w: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pios e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sté</w:t>
            </w: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ticos de cada pe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ríodo da histó</w:t>
            </w: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 da m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ú</w:t>
            </w:r>
            <w:r w:rsidR="00F82B78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sica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5C" w14:textId="571B94AF" w:rsidR="00011787" w:rsidRPr="006005A9" w:rsidRDefault="004B2FB9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caracte</w:t>
            </w:r>
            <w:r w:rsidR="00F82B78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riza</w:t>
            </w: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estilos musica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 do sé</w:t>
            </w: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c. XX tendo em conta o contexto</w:t>
            </w:r>
            <w:r w:rsidR="00F82B78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histórico.</w:t>
            </w:r>
          </w:p>
          <w:p w14:paraId="5BEC1F5D" w14:textId="4F8E6314" w:rsidR="00FB52ED" w:rsidRPr="006005A9" w:rsidRDefault="00F82B7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as tecnologias aplicadas na criação m</w:t>
            </w:r>
            <w:r w:rsidR="00297892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usica</w:t>
            </w:r>
            <w:r w:rsidR="00011787" w:rsidRPr="00600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l.</w:t>
            </w:r>
          </w:p>
          <w:p w14:paraId="5BEC1F5E" w14:textId="26DE3B4B" w:rsidR="00FB52ED" w:rsidRPr="006005A9" w:rsidRDefault="007A2C1C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</w:t>
            </w:r>
            <w:r w:rsidR="00FB52ED" w:rsidRPr="00FB52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linguagem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adequada </w:t>
            </w:r>
            <w:r w:rsidR="00FB52ED" w:rsidRPr="00FB52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descrever e caracterizar </w:t>
            </w:r>
            <w:r w:rsidR="00FB52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obras, estilos e </w:t>
            </w:r>
            <w:r w:rsidR="00FB52ED" w:rsidRPr="00FB52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géneros </w:t>
            </w:r>
          </w:p>
          <w:p w14:paraId="5BEC1F5F" w14:textId="77777777" w:rsidR="00FB52ED" w:rsidRPr="00F82B78" w:rsidRDefault="00FB52ED" w:rsidP="00F5060D">
            <w:pPr>
              <w:spacing w:before="120" w:after="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0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1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2" w14:textId="77777777" w:rsidR="008C76A8" w:rsidRPr="00517A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3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4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5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6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7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8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9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A" w14:textId="77777777" w:rsidR="008C76A8" w:rsidRDefault="008C76A8" w:rsidP="00F5060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6B" w14:textId="77777777" w:rsidR="008C76A8" w:rsidRPr="00057283" w:rsidRDefault="008C76A8" w:rsidP="00F5060D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F6C" w14:textId="77777777" w:rsidR="00E55BC9" w:rsidRDefault="00E55BC9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Autonomia</w:t>
            </w:r>
            <w:r w:rsidR="00DF00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pesquisa de conteúdos</w:t>
            </w:r>
          </w:p>
          <w:p w14:paraId="5BEC1F6D" w14:textId="77777777" w:rsidR="00424068" w:rsidRDefault="00FB52E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0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</w:t>
            </w:r>
            <w:r w:rsidR="00051E1B" w:rsidRPr="00A20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ncentração</w:t>
            </w:r>
          </w:p>
          <w:p w14:paraId="5BEC1F6E" w14:textId="77777777" w:rsidR="00A209C5" w:rsidRDefault="0042406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  <w:r w:rsidR="00051E1B" w:rsidRPr="00A20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1F6F" w14:textId="77777777" w:rsidR="008C76A8" w:rsidRPr="00A209C5" w:rsidRDefault="00FB52E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0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Motivação</w:t>
            </w:r>
            <w:r w:rsidR="00FD184C" w:rsidRPr="00A20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1F70" w14:textId="77777777" w:rsidR="008C76A8" w:rsidRDefault="007A2C1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</w:t>
            </w:r>
          </w:p>
          <w:p w14:paraId="5BEC1F71" w14:textId="77777777" w:rsidR="008C76A8" w:rsidRDefault="00A6394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</w:t>
            </w:r>
          </w:p>
          <w:p w14:paraId="5BEC1F72" w14:textId="77777777" w:rsidR="008C76A8" w:rsidRDefault="0042406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EC1F73" w14:textId="77777777" w:rsidR="008C76A8" w:rsidRDefault="0042406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</w:p>
          <w:p w14:paraId="5BEC1F74" w14:textId="77777777" w:rsidR="008C76A8" w:rsidRDefault="0042406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BEC1F7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7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7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7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1F7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F7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1F7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1F7D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E6636E" w:rsidRPr="00E6636E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C50F7D" w:rsidRPr="00C50F7D">
        <w:rPr>
          <w:rFonts w:ascii="Verdana Pro Light" w:eastAsia="Arial Unicode MS" w:hAnsi="Verdana Pro Light" w:cs="Times New Roman"/>
          <w:i/>
          <w:sz w:val="18"/>
          <w:szCs w:val="18"/>
        </w:rPr>
        <w:t>História da Música, Escuta e Análise Auditiva</w:t>
      </w:r>
    </w:p>
    <w:p w14:paraId="5BEC1F7E" w14:textId="77777777" w:rsidR="008C76A8" w:rsidRPr="0009091B" w:rsidRDefault="008C76A8" w:rsidP="0009091B">
      <w:pPr>
        <w:pStyle w:val="PargrafodaLista"/>
        <w:numPr>
          <w:ilvl w:val="0"/>
          <w:numId w:val="4"/>
        </w:numPr>
        <w:spacing w:before="120" w:after="0" w:line="276" w:lineRule="auto"/>
        <w:ind w:left="215" w:hanging="21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663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="00D152B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esquisando</w:t>
      </w:r>
      <w:r w:rsidR="00E6636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 w:rsidR="00D152B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 identificando</w:t>
      </w:r>
      <w:r w:rsidR="00E6636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trechos musicais dos diferentes períodos, estilos e géneros</w:t>
      </w:r>
      <w:r w:rsidRPr="000909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0909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1F7F" w14:textId="6E43F298" w:rsidR="003E3803" w:rsidRDefault="0009091B" w:rsidP="003E3803">
      <w:pPr>
        <w:pStyle w:val="PargrafodaLista"/>
        <w:numPr>
          <w:ilvl w:val="0"/>
          <w:numId w:val="4"/>
        </w:numPr>
        <w:spacing w:before="120" w:after="0" w:line="276" w:lineRule="auto"/>
        <w:ind w:left="215" w:hanging="21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15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</w:t>
      </w:r>
      <w:r w:rsidR="00D152B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</w:t>
      </w:r>
      <w:r w:rsidR="003E380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apacidade para descrever as características da música em cada período</w:t>
      </w:r>
      <w:r w:rsidR="00332A30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.</w:t>
      </w:r>
    </w:p>
    <w:p w14:paraId="5BEC1F80" w14:textId="7C033BF5" w:rsidR="008C76A8" w:rsidRPr="00D152BA" w:rsidRDefault="00D152BA" w:rsidP="00D152BA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  </w:t>
      </w:r>
      <w:r w:rsidR="0009091B" w:rsidRPr="003E380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</w:t>
      </w:r>
      <w:r w:rsidR="008C76A8" w:rsidRPr="003E380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8C76A8" w:rsidRPr="003E380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</w:t>
      </w:r>
      <w:r w:rsidR="003E3803" w:rsidRPr="003E380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apacidade para descrever as características </w:t>
      </w:r>
      <w:r w:rsidR="003E380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</w:t>
      </w:r>
      <w:r w:rsidR="003E3803" w:rsidRPr="003E380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os estilos e géneros do Séc. XX</w:t>
      </w:r>
      <w:r w:rsidR="00976D1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.</w:t>
      </w:r>
    </w:p>
    <w:p w14:paraId="5BEC1F81" w14:textId="777DAB94" w:rsidR="008C76A8" w:rsidRPr="0064164C" w:rsidRDefault="00D152BA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0909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o treino auditivo à escuta analítica</w:t>
      </w:r>
      <w:r w:rsidR="00976D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F8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8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1F84" w14:textId="2B2C4613" w:rsidR="008C76A8" w:rsidRDefault="00D152B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produção musical genérica utilizando as características dos estilos e géneros musicais de acordo com o objetivo artístico a alcançar</w:t>
      </w:r>
      <w:r w:rsidR="00976D1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F85" w14:textId="5C8923BD" w:rsidR="00D152BA" w:rsidRDefault="00D152B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Na produção de música </w:t>
      </w:r>
      <w:r w:rsidR="004D137C">
        <w:rPr>
          <w:rFonts w:ascii="Verdana Pro Light" w:eastAsia="Arial Unicode MS" w:hAnsi="Verdana Pro Light" w:cs="Arial Unicode MS"/>
          <w:sz w:val="18"/>
          <w:szCs w:val="18"/>
        </w:rPr>
        <w:t xml:space="preserve">para teatro, cinema 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séries </w:t>
      </w:r>
      <w:r w:rsidR="004D137C">
        <w:rPr>
          <w:rFonts w:ascii="Verdana Pro Light" w:eastAsia="Arial Unicode MS" w:hAnsi="Verdana Pro Light" w:cs="Arial Unicode MS"/>
          <w:sz w:val="18"/>
          <w:szCs w:val="18"/>
        </w:rPr>
        <w:t xml:space="preserve">com guiões </w:t>
      </w:r>
      <w:r w:rsidR="00A52598">
        <w:rPr>
          <w:rFonts w:ascii="Verdana Pro Light" w:eastAsia="Arial Unicode MS" w:hAnsi="Verdana Pro Light" w:cs="Arial Unicode MS"/>
          <w:sz w:val="18"/>
          <w:szCs w:val="18"/>
        </w:rPr>
        <w:t>inseridos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em </w:t>
      </w:r>
      <w:r w:rsidR="00A52598">
        <w:rPr>
          <w:rFonts w:ascii="Verdana Pro Light" w:eastAsia="Arial Unicode MS" w:hAnsi="Verdana Pro Light" w:cs="Arial Unicode MS"/>
          <w:sz w:val="18"/>
          <w:szCs w:val="18"/>
        </w:rPr>
        <w:t>épocas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hist</w:t>
      </w:r>
      <w:r w:rsidR="00A52598">
        <w:rPr>
          <w:rFonts w:ascii="Verdana Pro Light" w:eastAsia="Arial Unicode MS" w:hAnsi="Verdana Pro Light" w:cs="Arial Unicode MS"/>
          <w:sz w:val="18"/>
          <w:szCs w:val="18"/>
        </w:rPr>
        <w:t>órica</w:t>
      </w:r>
      <w:r>
        <w:rPr>
          <w:rFonts w:ascii="Verdana Pro Light" w:eastAsia="Arial Unicode MS" w:hAnsi="Verdana Pro Light" w:cs="Arial Unicode MS"/>
          <w:sz w:val="18"/>
          <w:szCs w:val="18"/>
        </w:rPr>
        <w:t>s, compondo música original com as características da época</w:t>
      </w:r>
      <w:r w:rsidR="00976D1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F86" w14:textId="142CE586" w:rsidR="00D152BA" w:rsidRDefault="004D137C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produção discográfica de obras dos diferentes períodos da música clássica</w:t>
      </w:r>
      <w:r w:rsidR="00976D1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F87" w14:textId="196E13AF" w:rsidR="004D137C" w:rsidRPr="00984B30" w:rsidRDefault="004D137C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produção de eventos e performances ao vivo</w:t>
      </w:r>
      <w:r w:rsidR="00976D1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1F8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8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8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8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8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1F8D" w14:textId="77777777" w:rsidR="00A52598" w:rsidRDefault="00A52598" w:rsidP="00A5259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1F8E" w14:textId="77777777" w:rsidR="00A52598" w:rsidRDefault="00A52598" w:rsidP="00A5259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1F8F" w14:textId="2CBC43B0" w:rsidR="00A52598" w:rsidRPr="00976D15" w:rsidRDefault="00B20A3B" w:rsidP="00976D15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976D15">
        <w:rPr>
          <w:rFonts w:ascii="Verdana Pro Light" w:hAnsi="Verdana Pro Light" w:cs="Arial Unicode MS"/>
          <w:sz w:val="18"/>
          <w:szCs w:val="18"/>
        </w:rPr>
        <w:t>Teclados</w:t>
      </w:r>
      <w:r w:rsidR="00B50BF9" w:rsidRPr="00976D15">
        <w:rPr>
          <w:rFonts w:ascii="Verdana Pro Light" w:hAnsi="Verdana Pro Light" w:cs="Arial Unicode MS"/>
          <w:sz w:val="18"/>
          <w:szCs w:val="18"/>
        </w:rPr>
        <w:t>/piano</w:t>
      </w:r>
      <w:r w:rsidR="00976D15">
        <w:rPr>
          <w:rFonts w:ascii="Verdana Pro Light" w:hAnsi="Verdana Pro Light" w:cs="Arial Unicode MS"/>
          <w:sz w:val="18"/>
          <w:szCs w:val="18"/>
        </w:rPr>
        <w:t>.</w:t>
      </w:r>
    </w:p>
    <w:p w14:paraId="5BEC1F90" w14:textId="4D7D7581" w:rsidR="00B50BF9" w:rsidRPr="00976D15" w:rsidRDefault="00B50BF9" w:rsidP="00976D15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976D15">
        <w:rPr>
          <w:rFonts w:ascii="Verdana Pro Light" w:hAnsi="Verdana Pro Light" w:cs="Arial Unicode MS"/>
          <w:sz w:val="18"/>
          <w:szCs w:val="18"/>
        </w:rPr>
        <w:t>Material de escrita e anotação</w:t>
      </w:r>
      <w:r w:rsidR="00976D15">
        <w:rPr>
          <w:rFonts w:ascii="Verdana Pro Light" w:hAnsi="Verdana Pro Light" w:cs="Arial Unicode MS"/>
          <w:sz w:val="18"/>
          <w:szCs w:val="18"/>
        </w:rPr>
        <w:t>.</w:t>
      </w:r>
    </w:p>
    <w:p w14:paraId="5BEC1F91" w14:textId="6111A30A" w:rsidR="00B50BF9" w:rsidRPr="00976D15" w:rsidRDefault="00B50BF9" w:rsidP="00976D15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976D15">
        <w:rPr>
          <w:rFonts w:ascii="Verdana Pro Light" w:hAnsi="Verdana Pro Light" w:cs="Arial Unicode MS"/>
          <w:sz w:val="18"/>
          <w:szCs w:val="18"/>
        </w:rPr>
        <w:t>Manuais de apoio sobre História da Música</w:t>
      </w:r>
      <w:r w:rsidR="00976D15">
        <w:rPr>
          <w:rFonts w:ascii="Verdana Pro Light" w:hAnsi="Verdana Pro Light" w:cs="Arial Unicode MS"/>
          <w:sz w:val="18"/>
          <w:szCs w:val="18"/>
        </w:rPr>
        <w:t>.</w:t>
      </w:r>
    </w:p>
    <w:p w14:paraId="5BEC1F9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7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9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1F9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9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1F9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9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A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1FA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1FA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1FA2" w14:textId="3C7A50C8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1FA3" w14:textId="77777777" w:rsidR="008C76A8" w:rsidRPr="00C50F7D" w:rsidRDefault="00C50F7D" w:rsidP="002F27B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sz w:val="18"/>
                <w:szCs w:val="18"/>
              </w:rPr>
              <w:t>Mobilizar Práticas de Teclado</w:t>
            </w:r>
          </w:p>
        </w:tc>
      </w:tr>
    </w:tbl>
    <w:p w14:paraId="5BEC1FA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1FA6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A163E5"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1FA7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A163E5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1FA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1FA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FA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1FA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1FAB" w14:textId="77777777" w:rsidR="006E5859" w:rsidRPr="001B353A" w:rsidRDefault="008C76A8" w:rsidP="006E39A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r w:rsidR="006E58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Executar obras musicais no teclado</w:t>
            </w:r>
          </w:p>
          <w:p w14:paraId="5BEC1FAC" w14:textId="77777777" w:rsidR="008C76A8" w:rsidRPr="001B353A" w:rsidRDefault="008C76A8" w:rsidP="006E39A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r w:rsidR="006E58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Executar acompanhamento de partes de cantores ou de instrumentos solistas</w:t>
            </w:r>
          </w:p>
          <w:p w14:paraId="5BEC1FAD" w14:textId="77777777" w:rsidR="008C76A8" w:rsidRPr="001B353A" w:rsidRDefault="008C76A8" w:rsidP="006E39A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r w:rsidR="006E58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Executar o teclado em projetos de estúdio</w:t>
            </w:r>
          </w:p>
          <w:p w14:paraId="5BEC1FAE" w14:textId="77777777" w:rsidR="008C76A8" w:rsidRPr="006E39A5" w:rsidRDefault="008C76A8" w:rsidP="006E39A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r w:rsidR="00D14B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Fazer todas as ligações inerentes ao manuseamento de um teclado</w:t>
            </w:r>
          </w:p>
        </w:tc>
      </w:tr>
      <w:tr w:rsidR="008C76A8" w:rsidRPr="00136AD8" w14:paraId="5BEC1FB3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FB0" w14:textId="77777777" w:rsidR="008C76A8" w:rsidRPr="006E39A5" w:rsidRDefault="008C76A8" w:rsidP="006E39A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39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1FB1" w14:textId="77777777" w:rsidR="008C76A8" w:rsidRPr="006E39A5" w:rsidRDefault="008C76A8" w:rsidP="006E39A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39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1FB2" w14:textId="77777777" w:rsidR="008C76A8" w:rsidRPr="006E39A5" w:rsidRDefault="008C76A8" w:rsidP="006E39A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39A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Atitudes</w:t>
            </w:r>
          </w:p>
        </w:tc>
      </w:tr>
      <w:tr w:rsidR="008C76A8" w:rsidRPr="00136AD8" w14:paraId="5BEC1FF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FB4" w14:textId="762FC5B4" w:rsidR="00C47B57" w:rsidRPr="0031533B" w:rsidRDefault="00C47B57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de teclado</w:t>
            </w:r>
          </w:p>
          <w:p w14:paraId="5BEC1FB5" w14:textId="24799CBF" w:rsidR="00C47B57" w:rsidRPr="0031533B" w:rsidRDefault="004258D4" w:rsidP="004E5B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Interpretação 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peças musicais</w:t>
            </w:r>
          </w:p>
          <w:p w14:paraId="5BEC1FB6" w14:textId="316AC01E" w:rsidR="00C47B57" w:rsidRPr="0031533B" w:rsidRDefault="00C47B57" w:rsidP="004E5B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Domínio técnico e musical</w:t>
            </w:r>
          </w:p>
          <w:p w14:paraId="5BEC1FB7" w14:textId="3AC2CE01" w:rsidR="00C47B57" w:rsidRPr="0031533B" w:rsidRDefault="00C0247B" w:rsidP="00EC735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Coordena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otora –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dedilha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çõ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FB8" w14:textId="14FC2B5B" w:rsidR="00C47B57" w:rsidRPr="0031533B" w:rsidRDefault="00C0247B" w:rsidP="00EC735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Escalas maiores/menore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1FB9" w14:textId="52967938" w:rsidR="00C47B57" w:rsidRPr="0031533B" w:rsidRDefault="00C47B57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</w:t>
            </w:r>
            <w:r w:rsidR="00C0247B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cnicas de arranjo musica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1FBA" w14:textId="5A1969E3" w:rsidR="00C47B57" w:rsidRPr="0031533B" w:rsidRDefault="00C0247B" w:rsidP="00EC735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Arpe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jos (trí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s)</w:t>
            </w:r>
          </w:p>
          <w:p w14:paraId="5BEC1FBB" w14:textId="4A16DAAF" w:rsidR="00C47B57" w:rsidRPr="0031533B" w:rsidRDefault="00C0247B" w:rsidP="00EC735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ior</w:t>
            </w:r>
          </w:p>
          <w:p w14:paraId="5BEC1FBC" w14:textId="282B5CEA" w:rsidR="00C47B57" w:rsidRPr="0031533B" w:rsidRDefault="00C0247B" w:rsidP="00EC735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Meno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</w:p>
          <w:p w14:paraId="5BEC1FBD" w14:textId="2C0FB8DF" w:rsidR="00C47B57" w:rsidRPr="0031533B" w:rsidRDefault="00C0247B" w:rsidP="00EC735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inuto</w:t>
            </w:r>
          </w:p>
          <w:p w14:paraId="5BEC1FBE" w14:textId="4D378D1D" w:rsidR="00C47B57" w:rsidRPr="0031533B" w:rsidRDefault="00C0247B" w:rsidP="00EC735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Aumentad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5BEC1FBF" w14:textId="1C74B5BE" w:rsidR="000D3DE6" w:rsidRPr="0031533B" w:rsidRDefault="00C0247B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 ao tecla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</w:t>
            </w:r>
          </w:p>
          <w:p w14:paraId="5BEC1FC0" w14:textId="1B3AB60E" w:rsidR="008C76A8" w:rsidRPr="0031533B" w:rsidRDefault="00C0247B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itura de cifra</w:t>
            </w:r>
          </w:p>
          <w:p w14:paraId="5BEC1FC1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C2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C3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C4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C5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C6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C7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CC" w14:textId="77777777" w:rsidR="008C76A8" w:rsidRPr="006E39A5" w:rsidRDefault="008C76A8" w:rsidP="006E39A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FCD" w14:textId="6B946105" w:rsidR="00C47B57" w:rsidRPr="0031533B" w:rsidRDefault="0031533B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6233F8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dom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ínio té</w:t>
            </w:r>
            <w:r w:rsidR="006233F8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cnico e musical na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prá</w:t>
            </w:r>
            <w:r w:rsidR="006233F8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ticas de tecla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do.</w:t>
            </w:r>
          </w:p>
          <w:p w14:paraId="5BEC1FCE" w14:textId="003E2EB7" w:rsidR="00C47B57" w:rsidRPr="0031533B" w:rsidRDefault="006233F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</w:t>
            </w:r>
            <w:r w:rsidR="00AC08C9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a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companhame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ntos 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ca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nçõ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s.</w:t>
            </w:r>
          </w:p>
          <w:p w14:paraId="5BEC1FCF" w14:textId="47C4578E" w:rsidR="000D3DE6" w:rsidRPr="0031533B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Transpor tonalmente composições</w:t>
            </w:r>
          </w:p>
          <w:p w14:paraId="5BEC1FD0" w14:textId="650B9EF6" w:rsidR="004258D4" w:rsidRPr="0031533B" w:rsidRDefault="006233F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progre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ssõ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 harm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nicas e im</w:t>
            </w:r>
            <w:r w:rsidR="00C47B57" w:rsidRP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proviso.</w:t>
            </w:r>
          </w:p>
          <w:p w14:paraId="5BEC1FD1" w14:textId="06EDFCF6" w:rsidR="004258D4" w:rsidRPr="0031533B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arranjo musical</w:t>
            </w:r>
          </w:p>
          <w:p w14:paraId="5BEC1FD2" w14:textId="096A4FB1" w:rsidR="004258D4" w:rsidRPr="0031533B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princípios da harmoni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teclado</w:t>
            </w:r>
          </w:p>
          <w:p w14:paraId="5BEC1FD3" w14:textId="3C570855" w:rsidR="008C76A8" w:rsidRPr="0031533B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 leitura de cifra</w:t>
            </w:r>
          </w:p>
          <w:p w14:paraId="5BEC1FD4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5" w14:textId="77777777" w:rsidR="008C76A8" w:rsidRPr="00517A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6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7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8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9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A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B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C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D" w14:textId="77777777" w:rsidR="008C76A8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DE" w14:textId="77777777" w:rsidR="008C76A8" w:rsidRPr="00057283" w:rsidRDefault="008C76A8" w:rsidP="003153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1FDF" w14:textId="121BF268" w:rsidR="00E55BC9" w:rsidRPr="004258D4" w:rsidRDefault="00E55BC9" w:rsidP="00E55BC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estudo</w:t>
            </w:r>
            <w:r w:rsid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E0" w14:textId="1F7CCEF3" w:rsidR="00E55BC9" w:rsidRDefault="00E55BC9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</w:t>
            </w:r>
            <w:r w:rsid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E1" w14:textId="703795DA" w:rsidR="008C76A8" w:rsidRDefault="00150E1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Motivação</w:t>
            </w:r>
            <w:r w:rsid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E2" w14:textId="1626F953" w:rsidR="00150E12" w:rsidRDefault="00150E1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  <w:r w:rsid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E3" w14:textId="4D1412ED" w:rsidR="00150E12" w:rsidRDefault="00A6394B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 w:rsid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E4" w14:textId="7C11AC83" w:rsidR="00150E12" w:rsidRDefault="00D14B2F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 auditiva</w:t>
            </w:r>
            <w:r w:rsid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E5" w14:textId="52A416F6" w:rsidR="008C76A8" w:rsidRDefault="00D14B2F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  <w:r w:rsidR="003153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1FE6" w14:textId="77777777" w:rsidR="004258D4" w:rsidRPr="004258D4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5BEC1FE7" w14:textId="77777777" w:rsidR="004258D4" w:rsidRPr="004258D4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Confiança.</w:t>
            </w:r>
          </w:p>
          <w:p w14:paraId="5BEC1FE8" w14:textId="77777777" w:rsidR="004258D4" w:rsidRPr="004258D4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Curiosidade.</w:t>
            </w:r>
          </w:p>
          <w:p w14:paraId="5BEC1FE9" w14:textId="77777777" w:rsidR="004258D4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Flexibilidade e </w:t>
            </w: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adaptabilidade.</w:t>
            </w:r>
          </w:p>
          <w:p w14:paraId="5BEC1FEA" w14:textId="77777777" w:rsidR="008C76A8" w:rsidRPr="004258D4" w:rsidRDefault="004258D4" w:rsidP="0031533B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58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BEC1FE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E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E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E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E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F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F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F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F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1FF4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1FF6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1FF8" w14:textId="393E3FE7" w:rsidR="008C76A8" w:rsidRPr="00F87025" w:rsidRDefault="008C76A8" w:rsidP="006E39A5">
      <w:pPr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smallCaps/>
        </w:rPr>
        <w:br w:type="page"/>
      </w: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1FF9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C50F7D" w:rsidRPr="00C50F7D">
        <w:rPr>
          <w:rFonts w:ascii="Verdana Pro Light" w:hAnsi="Verdana Pro Light"/>
          <w:i/>
          <w:sz w:val="18"/>
          <w:szCs w:val="18"/>
        </w:rPr>
        <w:t>Mobilizar Práticas de Teclado</w:t>
      </w:r>
    </w:p>
    <w:p w14:paraId="5BEC1FFA" w14:textId="4BA12BF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</w:t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strando capacidade para executar pequenos trechos no teclado</w:t>
      </w:r>
      <w:r w:rsidR="006E39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FFB" w14:textId="0121C356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destreza para executar no teclado, </w:t>
      </w:r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escalas em sentido ascendente e descendente, </w:t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acordes e arpejos</w:t>
      </w:r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sentido ascendente e descendente</w:t>
      </w:r>
      <w:r w:rsidR="006E39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FFC" w14:textId="074F6AB9" w:rsidR="002F27B4" w:rsidRDefault="008C76A8" w:rsidP="002F27B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conh</w:t>
      </w:r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ecimentos da Teoria da Música à</w:t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prática de teclados</w:t>
      </w:r>
      <w:r w:rsidR="006E39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FFD" w14:textId="0CBE02B1" w:rsidR="008C76A8" w:rsidRPr="0064164C" w:rsidRDefault="008C76A8" w:rsidP="002F27B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Identificando</w:t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«</w:t>
      </w:r>
      <w:proofErr w:type="spellStart"/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touch</w:t>
      </w:r>
      <w:proofErr w:type="spellEnd"/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» de diferentes teclados</w:t>
      </w:r>
      <w:r w:rsidR="006E39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FFE" w14:textId="707A0A3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F27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</w:t>
      </w:r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saber emular sons num «</w:t>
      </w:r>
      <w:proofErr w:type="spellStart"/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mother</w:t>
      </w:r>
      <w:proofErr w:type="spellEnd"/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board</w:t>
      </w:r>
      <w:proofErr w:type="spellEnd"/>
      <w:r w:rsidR="009B45D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»</w:t>
      </w:r>
      <w:r w:rsidR="006E39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1FF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0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001" w14:textId="14E6D43C" w:rsidR="008C76A8" w:rsidRDefault="00F4081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produção musical</w:t>
      </w:r>
      <w:r w:rsidR="006E39A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02" w14:textId="7668C168" w:rsidR="00F40818" w:rsidRDefault="00F4081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escrita</w:t>
      </w:r>
      <w:r w:rsidR="00467265">
        <w:rPr>
          <w:rFonts w:ascii="Verdana Pro Light" w:eastAsia="Arial Unicode MS" w:hAnsi="Verdana Pro Light" w:cs="Arial Unicode MS"/>
          <w:sz w:val="18"/>
          <w:szCs w:val="18"/>
        </w:rPr>
        <w:t xml:space="preserve"> de arranjos para projetos de mú</w:t>
      </w:r>
      <w:r>
        <w:rPr>
          <w:rFonts w:ascii="Verdana Pro Light" w:eastAsia="Arial Unicode MS" w:hAnsi="Verdana Pro Light" w:cs="Arial Unicode MS"/>
          <w:sz w:val="18"/>
          <w:szCs w:val="18"/>
        </w:rPr>
        <w:t>sica</w:t>
      </w:r>
      <w:r w:rsidR="006E39A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03" w14:textId="3AD436D1" w:rsidR="00F40818" w:rsidRDefault="00F4081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composição para artistas e interpretes</w:t>
      </w:r>
      <w:r w:rsidR="006E39A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04" w14:textId="7A47C09F" w:rsidR="00F40818" w:rsidRPr="00984B30" w:rsidRDefault="00F4081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composição para cinema, s</w:t>
      </w:r>
      <w:r w:rsidR="00467265">
        <w:rPr>
          <w:rFonts w:ascii="Verdana Pro Light" w:eastAsia="Arial Unicode MS" w:hAnsi="Verdana Pro Light" w:cs="Arial Unicode MS"/>
          <w:sz w:val="18"/>
          <w:szCs w:val="18"/>
        </w:rPr>
        <w:t xml:space="preserve">éries, teatro, </w:t>
      </w:r>
      <w:r>
        <w:rPr>
          <w:rFonts w:ascii="Verdana Pro Light" w:eastAsia="Arial Unicode MS" w:hAnsi="Verdana Pro Light" w:cs="Arial Unicode MS"/>
          <w:sz w:val="18"/>
          <w:szCs w:val="18"/>
        </w:rPr>
        <w:t>baliado</w:t>
      </w:r>
      <w:r w:rsidR="00467265">
        <w:rPr>
          <w:rFonts w:ascii="Verdana Pro Light" w:eastAsia="Arial Unicode MS" w:hAnsi="Verdana Pro Light" w:cs="Arial Unicode MS"/>
          <w:sz w:val="18"/>
          <w:szCs w:val="18"/>
        </w:rPr>
        <w:t>, publicidade e vídeo jogos</w:t>
      </w:r>
      <w:r w:rsidR="006E39A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0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06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0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0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0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00A" w14:textId="77777777" w:rsidR="000D3DE6" w:rsidRDefault="000D3DE6" w:rsidP="000D3DE6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00B" w14:textId="77777777" w:rsidR="000D3DE6" w:rsidRDefault="000D3DE6" w:rsidP="000D3DE6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00C" w14:textId="76C81D38" w:rsidR="000D3DE6" w:rsidRPr="006E39A5" w:rsidRDefault="000D3DE6" w:rsidP="006E39A5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6E39A5">
        <w:rPr>
          <w:rFonts w:ascii="Verdana Pro Light" w:hAnsi="Verdana Pro Light" w:cs="Arial Unicode MS"/>
          <w:sz w:val="18"/>
          <w:szCs w:val="18"/>
        </w:rPr>
        <w:t>Teclados</w:t>
      </w:r>
      <w:r w:rsidR="006E39A5">
        <w:rPr>
          <w:rFonts w:ascii="Verdana Pro Light" w:hAnsi="Verdana Pro Light" w:cs="Arial Unicode MS"/>
          <w:sz w:val="18"/>
          <w:szCs w:val="18"/>
        </w:rPr>
        <w:t>.</w:t>
      </w:r>
    </w:p>
    <w:p w14:paraId="5BEC200D" w14:textId="7615F21D" w:rsidR="00485051" w:rsidRPr="006E39A5" w:rsidRDefault="00485051" w:rsidP="006E39A5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6E39A5">
        <w:rPr>
          <w:rFonts w:ascii="Verdana Pro Light" w:hAnsi="Verdana Pro Light" w:cs="Arial Unicode MS"/>
          <w:sz w:val="18"/>
          <w:szCs w:val="18"/>
        </w:rPr>
        <w:t>Material de escrita e anotação</w:t>
      </w:r>
      <w:r w:rsidR="006E39A5">
        <w:rPr>
          <w:rFonts w:ascii="Verdana Pro Light" w:hAnsi="Verdana Pro Light" w:cs="Arial Unicode MS"/>
          <w:sz w:val="18"/>
          <w:szCs w:val="18"/>
        </w:rPr>
        <w:t>.</w:t>
      </w:r>
    </w:p>
    <w:p w14:paraId="5BEC200E" w14:textId="42F63DA4" w:rsidR="008C76A8" w:rsidRPr="006E39A5" w:rsidRDefault="00485051" w:rsidP="006E39A5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6E39A5">
        <w:rPr>
          <w:rFonts w:ascii="Verdana Pro Light" w:hAnsi="Verdana Pro Light" w:cs="Arial Unicode MS"/>
          <w:sz w:val="18"/>
          <w:szCs w:val="18"/>
        </w:rPr>
        <w:t>Manuais de apoio sobre práticas de teclado</w:t>
      </w:r>
      <w:r w:rsidR="006E39A5">
        <w:rPr>
          <w:rFonts w:ascii="Verdana Pro Light" w:hAnsi="Verdana Pro Light" w:cs="Arial Unicode MS"/>
          <w:sz w:val="18"/>
          <w:szCs w:val="18"/>
        </w:rPr>
        <w:t>.</w:t>
      </w:r>
    </w:p>
    <w:p w14:paraId="5BEC200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1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1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1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13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1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1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01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1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1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1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02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01E" w14:textId="631CDA60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01F" w14:textId="77777777" w:rsidR="008C76A8" w:rsidRPr="00C50F7D" w:rsidRDefault="00C50F7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50F7D">
              <w:rPr>
                <w:rFonts w:ascii="Verdana Pro Light" w:hAnsi="Verdana Pro Light"/>
                <w:b/>
                <w:sz w:val="18"/>
                <w:szCs w:val="18"/>
              </w:rPr>
              <w:t>Analisar e Aplicar Técnicas de Composição</w:t>
            </w:r>
          </w:p>
        </w:tc>
      </w:tr>
    </w:tbl>
    <w:p w14:paraId="5BEC202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022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2,25/4,5</w:t>
      </w:r>
    </w:p>
    <w:p w14:paraId="5BEC2023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F620E0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2024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02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02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02B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027" w14:textId="64F27D06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6394B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e caracterizar géneros musicais</w:t>
            </w:r>
            <w:r w:rsidR="00F0067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028" w14:textId="45B33B7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6394B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Conhecer a linguagem tonal</w:t>
            </w:r>
            <w:r w:rsidR="00F0067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029" w14:textId="07FC96A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6394B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Conhecer as formas das composições</w:t>
            </w:r>
            <w:r w:rsidR="00F0067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02A" w14:textId="002D33E8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6394B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Compor músicas usando os conhecimentos da harmonia tonal</w:t>
            </w:r>
            <w:r w:rsidR="00F0067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02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02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02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02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076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030" w14:textId="64B5CA0A" w:rsidR="00F92442" w:rsidRPr="00694880" w:rsidRDefault="00F9244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ao reportório</w:t>
            </w:r>
          </w:p>
          <w:p w14:paraId="5BEC2031" w14:textId="24680CD2" w:rsidR="00F92442" w:rsidRPr="00694880" w:rsidRDefault="00F9244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Música Popular (POP, </w:t>
            </w:r>
            <w:r w:rsidR="00694880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Rock,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Jazz, Bossa Nova</w:t>
            </w:r>
            <w:r w:rsidR="00DF2B03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Afro, 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Afro cubano</w:t>
            </w:r>
            <w:r w:rsidR="00DF2B03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Fado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032" w14:textId="665E732D" w:rsidR="00F92442" w:rsidRPr="00694880" w:rsidRDefault="00F9244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aná</w:t>
            </w:r>
            <w:r w:rsidR="003C0CD2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lise da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composição musical Tonal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da harmonia tonal</w:t>
            </w:r>
          </w:p>
          <w:p w14:paraId="5BEC2033" w14:textId="07FB5F73" w:rsidR="00A87201" w:rsidRPr="00694880" w:rsidRDefault="00A87201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formação dos acordes a partir da escala maior e das escalas menores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as respetivas Cifras</w:t>
            </w:r>
          </w:p>
          <w:p w14:paraId="5BEC2034" w14:textId="5B7DB887" w:rsidR="003C0CD2" w:rsidRPr="00694880" w:rsidRDefault="003C0CD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Tríades e tétrades – 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acordes com o s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étimo grau, a 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sua classificação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 respetiva Cifra</w:t>
            </w:r>
          </w:p>
          <w:p w14:paraId="5BEC2035" w14:textId="18D053DE" w:rsidR="00A87201" w:rsidRPr="00694880" w:rsidRDefault="00A87201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graus nas escalas e nos acordes</w:t>
            </w:r>
          </w:p>
          <w:p w14:paraId="5BEC2037" w14:textId="39A9BC46" w:rsidR="0000549A" w:rsidRPr="00413CCA" w:rsidRDefault="00A87201" w:rsidP="00413C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Função tonal dos acordes na escala maior (t</w:t>
            </w:r>
            <w:r w:rsidR="003C0CD2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ónica, dominante)</w:t>
            </w:r>
            <w:r w:rsidR="00413C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="0000549A" w:rsidRPr="00413C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Dominantes principais e secundárias</w:t>
            </w:r>
          </w:p>
          <w:p w14:paraId="5BEC2038" w14:textId="5D2B0DD1" w:rsidR="0000549A" w:rsidRPr="00694880" w:rsidRDefault="003C0CD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Substituição de acordes </w:t>
            </w:r>
          </w:p>
          <w:p w14:paraId="5BEC2039" w14:textId="22AE4930" w:rsidR="003C0CD2" w:rsidRPr="00694880" w:rsidRDefault="003C0CD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Acordes sus4 e sua função na composição</w:t>
            </w:r>
          </w:p>
          <w:p w14:paraId="5BEC203A" w14:textId="4310355A" w:rsidR="0000549A" w:rsidRPr="00694880" w:rsidRDefault="0000549A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Alterações de acordes e extensões de acordes</w:t>
            </w:r>
          </w:p>
          <w:p w14:paraId="5BEC203B" w14:textId="151349D8" w:rsidR="003C0CD2" w:rsidRPr="00694880" w:rsidRDefault="003C0CD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progressões de acordes</w:t>
            </w:r>
          </w:p>
          <w:p w14:paraId="5BEC203C" w14:textId="6C7AA59A" w:rsidR="003C0CD2" w:rsidRPr="00694880" w:rsidRDefault="003C0CD2" w:rsidP="00413C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Progressõe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mais usadas na POP 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no Rock</w:t>
            </w:r>
          </w:p>
          <w:p w14:paraId="5BEC203D" w14:textId="685024BA" w:rsidR="003C0CD2" w:rsidRPr="00694880" w:rsidRDefault="003C0CD2" w:rsidP="00413C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progressões 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dos Blues, 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música 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afro-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cubana e do Fado tradicional.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</w:t>
            </w:r>
            <w:r w:rsidR="00DF2B03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«</w:t>
            </w:r>
            <w:proofErr w:type="spellStart"/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turnaround</w:t>
            </w:r>
            <w:proofErr w:type="spellEnd"/>
            <w:r w:rsidR="00DF2B03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»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 Blues</w:t>
            </w:r>
          </w:p>
          <w:p w14:paraId="5BEC203E" w14:textId="1655AAB1" w:rsidR="0000549A" w:rsidRPr="00694880" w:rsidRDefault="0000549A" w:rsidP="00413C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As progressões de acordes dos standards de Jazz</w:t>
            </w:r>
            <w:r w:rsidR="00DF2B03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 II-V-I</w:t>
            </w:r>
          </w:p>
          <w:p w14:paraId="5BEC203F" w14:textId="696B2A0A" w:rsidR="000571B1" w:rsidRPr="00694880" w:rsidRDefault="000571B1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Harmonizações</w:t>
            </w:r>
          </w:p>
          <w:p w14:paraId="5BEC2040" w14:textId="0A12252D" w:rsidR="000571B1" w:rsidRPr="00694880" w:rsidRDefault="000571B1" w:rsidP="00413C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harmonia triádica no coral luterano e na canção POP/Rock</w:t>
            </w:r>
          </w:p>
          <w:p w14:paraId="5BEC2041" w14:textId="5FAC00A6" w:rsidR="000571B1" w:rsidRPr="00694880" w:rsidRDefault="000571B1" w:rsidP="00413C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harmonia de sétima no standard de Jazz e na Bossa Nova</w:t>
            </w:r>
          </w:p>
          <w:p w14:paraId="5BEC2042" w14:textId="01FAE92F" w:rsidR="000571B1" w:rsidRPr="00694880" w:rsidRDefault="000571B1" w:rsidP="00413C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“</w:t>
            </w:r>
            <w:proofErr w:type="spellStart"/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Voice</w:t>
            </w:r>
            <w:proofErr w:type="spellEnd"/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leading</w:t>
            </w:r>
            <w:proofErr w:type="spellEnd"/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 (condução de vozes)</w:t>
            </w:r>
          </w:p>
          <w:p w14:paraId="5BEC2043" w14:textId="7AEFCFF7" w:rsidR="000571B1" w:rsidRPr="00694880" w:rsidRDefault="000571B1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Modos e Composições modais</w:t>
            </w:r>
          </w:p>
          <w:p w14:paraId="5BEC2044" w14:textId="013AA456" w:rsidR="00F92442" w:rsidRPr="00694880" w:rsidRDefault="00F9244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forma musical: secção, frase e motivo</w:t>
            </w:r>
          </w:p>
          <w:p w14:paraId="5BEC2045" w14:textId="1D5B876D" w:rsidR="00F92442" w:rsidRPr="00694880" w:rsidRDefault="00F92442" w:rsidP="002327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estrutura dos standards de Jazz</w:t>
            </w:r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«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», «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Arrangement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» melodia e «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»; (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aaba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aabc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abac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a,b,c,d</w:t>
            </w:r>
            <w:proofErr w:type="spellEnd"/>
            <w:r w:rsidR="00A232DF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</w:t>
            </w:r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«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rhythm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changes</w:t>
            </w:r>
            <w:proofErr w:type="spellEnd"/>
            <w:r w:rsidR="00D73178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»</w:t>
            </w:r>
          </w:p>
          <w:p w14:paraId="5BEC2046" w14:textId="4DD4E5EE" w:rsidR="00F92442" w:rsidRPr="00694880" w:rsidRDefault="00F92442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às té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cnicas de com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posiçã</w:t>
            </w:r>
            <w:r w:rsidR="0000549A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musica</w:t>
            </w: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="000571B1"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sua prática</w:t>
            </w:r>
          </w:p>
          <w:p w14:paraId="5BEC2047" w14:textId="77777777" w:rsidR="008C76A8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48" w14:textId="77777777" w:rsidR="008C76A8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4C" w14:textId="77777777" w:rsidR="008C76A8" w:rsidRPr="00232721" w:rsidRDefault="008C76A8" w:rsidP="002327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4D" w14:textId="77777777" w:rsidR="008C76A8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4E" w14:textId="77777777" w:rsidR="008C76A8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4F" w14:textId="77777777" w:rsidR="008C76A8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0" w14:textId="77777777" w:rsidR="008C76A8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1" w14:textId="77777777" w:rsidR="008C76A8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2" w14:textId="77777777" w:rsidR="008C76A8" w:rsidRPr="001B353A" w:rsidRDefault="008C76A8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053" w14:textId="0E4CBE0D" w:rsidR="006E1540" w:rsidRPr="00694880" w:rsidRDefault="006E1540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auditivamente diferentes estilos musicais.</w:t>
            </w:r>
          </w:p>
          <w:p w14:paraId="5BEC2054" w14:textId="4368BF21" w:rsidR="006E1540" w:rsidRPr="00694880" w:rsidRDefault="006E1540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fundamentos da linguagem Tonal.</w:t>
            </w:r>
          </w:p>
          <w:p w14:paraId="5BEC2055" w14:textId="555FDC4C" w:rsidR="006E1540" w:rsidRPr="00694880" w:rsidRDefault="006E1540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analisar uma forma musical.</w:t>
            </w:r>
          </w:p>
          <w:p w14:paraId="5BEC2056" w14:textId="4A6804F7" w:rsidR="006E1540" w:rsidRPr="00694880" w:rsidRDefault="006E1540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Elaborar harmonizações e </w:t>
            </w:r>
            <w:proofErr w:type="spellStart"/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re-harmonizações</w:t>
            </w:r>
            <w:proofErr w:type="spellEnd"/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estilo da Linguagem Jazz.</w:t>
            </w:r>
          </w:p>
          <w:p w14:paraId="5BEC2057" w14:textId="72296273" w:rsidR="006E1540" w:rsidRPr="00694880" w:rsidRDefault="006E1540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auditivamente composições de inspiração modal</w:t>
            </w:r>
          </w:p>
          <w:p w14:paraId="5BEC2058" w14:textId="67C33095" w:rsidR="008C76A8" w:rsidRPr="00694880" w:rsidRDefault="006E1540" w:rsidP="006948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488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 canções tendo em conta os estilos musicais a bordados.</w:t>
            </w:r>
          </w:p>
          <w:p w14:paraId="5BEC205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B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5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6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6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6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6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64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065" w14:textId="77777777" w:rsidR="00424068" w:rsidRDefault="00A5158F" w:rsidP="004240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  <w:r w:rsidR="004240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execução dos exercícios</w:t>
            </w:r>
          </w:p>
          <w:p w14:paraId="5BEC2066" w14:textId="77777777" w:rsidR="00424068" w:rsidRDefault="00424068" w:rsidP="004240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5BEC2067" w14:textId="77777777" w:rsidR="00424068" w:rsidRDefault="00424068" w:rsidP="004240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</w:p>
          <w:p w14:paraId="5BEC2068" w14:textId="77777777" w:rsidR="008C76A8" w:rsidRDefault="006E154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Motivação</w:t>
            </w:r>
          </w:p>
          <w:p w14:paraId="5BEC2069" w14:textId="77777777" w:rsidR="006E1540" w:rsidRDefault="006E154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</w:t>
            </w:r>
          </w:p>
          <w:p w14:paraId="5BEC206A" w14:textId="77777777" w:rsidR="006E1540" w:rsidRDefault="00A6394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</w:t>
            </w:r>
          </w:p>
          <w:p w14:paraId="5BEC206B" w14:textId="77777777" w:rsidR="008C76A8" w:rsidRDefault="00A6394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</w:p>
          <w:p w14:paraId="5BEC206C" w14:textId="77777777" w:rsidR="008C76A8" w:rsidRDefault="0042406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EC206D" w14:textId="77777777" w:rsidR="008C76A8" w:rsidRDefault="0042406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BEC206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6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7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7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7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7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7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75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077" w14:textId="77777777" w:rsidR="008C76A8" w:rsidRDefault="008C76A8" w:rsidP="008C76A8">
      <w:pPr>
        <w:rPr>
          <w:rFonts w:ascii="Verdana Pro Light" w:hAnsi="Verdana Pro Light"/>
          <w:smallCaps/>
        </w:rPr>
      </w:pPr>
    </w:p>
    <w:p w14:paraId="12781A27" w14:textId="77777777" w:rsidR="00232721" w:rsidRDefault="00232721" w:rsidP="008C76A8">
      <w:pPr>
        <w:rPr>
          <w:rFonts w:ascii="Verdana Pro Light" w:hAnsi="Verdana Pro Light"/>
          <w:smallCaps/>
        </w:rPr>
      </w:pPr>
    </w:p>
    <w:p w14:paraId="461BD0EB" w14:textId="77777777" w:rsidR="00232721" w:rsidRDefault="00232721" w:rsidP="008C76A8">
      <w:pPr>
        <w:rPr>
          <w:rFonts w:ascii="Verdana Pro Light" w:hAnsi="Verdana Pro Light"/>
          <w:smallCaps/>
        </w:rPr>
      </w:pPr>
    </w:p>
    <w:p w14:paraId="646B8FC9" w14:textId="77777777" w:rsidR="00232721" w:rsidRDefault="00232721" w:rsidP="008C76A8">
      <w:pPr>
        <w:rPr>
          <w:rFonts w:ascii="Verdana Pro Light" w:hAnsi="Verdana Pro Light"/>
          <w:smallCaps/>
        </w:rPr>
      </w:pPr>
    </w:p>
    <w:p w14:paraId="4E5514F0" w14:textId="77777777" w:rsidR="00232721" w:rsidRDefault="00232721" w:rsidP="008C76A8">
      <w:pPr>
        <w:rPr>
          <w:rFonts w:ascii="Verdana Pro Light" w:hAnsi="Verdana Pro Light"/>
          <w:smallCaps/>
        </w:rPr>
      </w:pPr>
    </w:p>
    <w:p w14:paraId="756C55B7" w14:textId="77777777" w:rsidR="00232721" w:rsidRDefault="00232721" w:rsidP="008C76A8">
      <w:pPr>
        <w:rPr>
          <w:rFonts w:ascii="Verdana Pro Light" w:hAnsi="Verdana Pro Light"/>
          <w:smallCaps/>
        </w:rPr>
      </w:pPr>
    </w:p>
    <w:p w14:paraId="0ED69989" w14:textId="77777777" w:rsidR="00232721" w:rsidRDefault="00232721" w:rsidP="008C76A8">
      <w:pPr>
        <w:rPr>
          <w:rFonts w:ascii="Verdana Pro Light" w:hAnsi="Verdana Pro Light"/>
          <w:smallCaps/>
        </w:rPr>
      </w:pPr>
    </w:p>
    <w:p w14:paraId="202480A8" w14:textId="77777777" w:rsidR="00232721" w:rsidRDefault="00232721" w:rsidP="008C76A8">
      <w:pPr>
        <w:rPr>
          <w:rFonts w:ascii="Verdana Pro Light" w:hAnsi="Verdana Pro Light"/>
          <w:smallCaps/>
        </w:rPr>
      </w:pPr>
    </w:p>
    <w:p w14:paraId="5BEC207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079" w14:textId="77777777" w:rsidR="008C76A8" w:rsidRPr="00C50F7D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C50F7D" w:rsidRPr="00C50F7D">
        <w:rPr>
          <w:rFonts w:ascii="Verdana Pro Light" w:hAnsi="Verdana Pro Light"/>
          <w:i/>
          <w:sz w:val="18"/>
          <w:szCs w:val="18"/>
        </w:rPr>
        <w:t>Analisar e Aplicar Técnicas de Composição</w:t>
      </w:r>
    </w:p>
    <w:p w14:paraId="5BEC207A" w14:textId="2780F62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saber compor dentro das regras da música tonal</w:t>
      </w:r>
      <w:r w:rsidR="003C4CE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07B" w14:textId="19706B9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</w:t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strando ter capacidade para harmonizar e </w:t>
      </w:r>
      <w:proofErr w:type="spellStart"/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re-harmonizar</w:t>
      </w:r>
      <w:proofErr w:type="spellEnd"/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composições</w:t>
      </w:r>
      <w:r w:rsidR="003C4CE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07C" w14:textId="08DB905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capacidade para distinguir diferentes géneros musicais</w:t>
      </w:r>
      <w:r w:rsidR="003C4CE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07D" w14:textId="6A3E0ED5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conhecimentos de Formação Musical </w:t>
      </w:r>
      <w:r w:rsidR="00761B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</w:t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 de composição</w:t>
      </w:r>
      <w:r w:rsidR="003C4CE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07E" w14:textId="69CBF36B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5626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conhecimentos de Organologia </w:t>
      </w:r>
      <w:r w:rsidR="00761B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</w:t>
      </w:r>
      <w:r w:rsidR="00BA0B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análise de géneros musicais</w:t>
      </w:r>
      <w:r w:rsidR="003C4CE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07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8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2C7233" w14:textId="77777777" w:rsidR="00DD0E01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 produtoras de música</w:t>
      </w:r>
    </w:p>
    <w:p w14:paraId="0D25EA78" w14:textId="77777777" w:rsidR="00DD0E01" w:rsidRPr="00984B30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Estúdios de gravação </w:t>
      </w:r>
    </w:p>
    <w:p w14:paraId="02A0AC34" w14:textId="77777777" w:rsidR="00DD0E01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publicidade</w:t>
      </w:r>
    </w:p>
    <w:p w14:paraId="68FAF99D" w14:textId="77777777" w:rsidR="00DD0E01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 xml:space="preserve">Meios de comunicação social </w:t>
      </w:r>
    </w:p>
    <w:p w14:paraId="7F46FB1D" w14:textId="77777777" w:rsidR="00DD0E01" w:rsidRPr="00984B30" w:rsidRDefault="00DD0E01" w:rsidP="00DD0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de produção de espetáculos</w:t>
      </w:r>
    </w:p>
    <w:p w14:paraId="5BEC208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86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8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8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8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8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08B" w14:textId="77777777" w:rsidR="0053340F" w:rsidRDefault="0053340F" w:rsidP="0053340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08C" w14:textId="77777777" w:rsidR="0053340F" w:rsidRDefault="0053340F" w:rsidP="0053340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08D" w14:textId="7B842043" w:rsidR="007651CD" w:rsidRPr="00485051" w:rsidRDefault="007651CD" w:rsidP="007651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 w:rsidR="00AE1BB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8E" w14:textId="16D6ABF8" w:rsidR="007651CD" w:rsidRPr="007651CD" w:rsidRDefault="007651CD" w:rsidP="007651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 xml:space="preserve">Manuais de apoio sobre </w:t>
      </w:r>
      <w:r>
        <w:rPr>
          <w:rFonts w:ascii="Verdana Pro Light" w:eastAsia="Arial Unicode MS" w:hAnsi="Verdana Pro Light" w:cs="Arial Unicode MS"/>
          <w:sz w:val="18"/>
          <w:szCs w:val="18"/>
        </w:rPr>
        <w:t>Técnicas de Composição e Harmonia</w:t>
      </w:r>
      <w:r w:rsidR="00AE1BB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8F" w14:textId="449005DC" w:rsidR="0053340F" w:rsidRPr="00501DC8" w:rsidRDefault="0053340F" w:rsidP="005334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Teclados</w:t>
      </w:r>
      <w:r w:rsidR="00AE1BB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90" w14:textId="643DAEAC" w:rsidR="008C76A8" w:rsidRPr="00501DC8" w:rsidRDefault="002D5C06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Cordofones</w:t>
      </w:r>
      <w:r w:rsidR="00AE1BB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09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9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9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09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9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09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9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9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09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0A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0A0" w14:textId="75C53CA4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0A1" w14:textId="77777777" w:rsidR="008C76A8" w:rsidRPr="009C256C" w:rsidRDefault="00C50F7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Editar Partituras</w:t>
            </w:r>
          </w:p>
        </w:tc>
      </w:tr>
    </w:tbl>
    <w:p w14:paraId="5BEC20A3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0A4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0706D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0A5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60706D">
        <w:rPr>
          <w:rFonts w:ascii="Verdana Pro Light" w:eastAsia="Arial Unicode MS" w:hAnsi="Verdana Pro Light" w:cs="Times New Roman"/>
          <w:smallCaps/>
          <w:sz w:val="20"/>
        </w:rPr>
        <w:t>: 25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 horas</w:t>
      </w:r>
    </w:p>
    <w:p w14:paraId="5BEC20A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0A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0A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0A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0A9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C409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a edição de</w:t>
            </w:r>
            <w:r w:rsidR="00521E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documentos de composições com notação musical </w:t>
            </w:r>
            <w:r w:rsidR="008C1C41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convencionada</w:t>
            </w:r>
          </w:p>
          <w:p w14:paraId="5BEC20AA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C409C" w:rsidRPr="002C409C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a transposição de partituras</w:t>
            </w:r>
          </w:p>
          <w:p w14:paraId="5BEC20AB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C1C4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Compor </w:t>
            </w:r>
            <w:r w:rsidR="00B0175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diretamente para </w:t>
            </w:r>
            <w:r w:rsidR="008C1C41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softwares de edição de partituras</w:t>
            </w:r>
          </w:p>
          <w:p w14:paraId="5BEC20AC" w14:textId="77777777" w:rsidR="008C76A8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C1C41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o arranjo de uma composição com as partes de vários instrumentos</w:t>
            </w:r>
          </w:p>
          <w:p w14:paraId="5BEC20AD" w14:textId="77777777" w:rsidR="00F6148E" w:rsidRPr="00F6148E" w:rsidRDefault="00F6148E" w:rsidP="00F6148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F6148E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Produzir ficheiros MIDI a partir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</w:t>
            </w:r>
            <w:r w:rsidRPr="00F6148E">
              <w:rPr>
                <w:rFonts w:ascii="Verdana Pro Light" w:eastAsia="Arial Unicode MS" w:hAnsi="Verdana Pro Light" w:cs="Arial Unicode MS"/>
                <w:sz w:val="18"/>
                <w:szCs w:val="18"/>
              </w:rPr>
              <w:t>peças musicais impressas.</w:t>
            </w:r>
          </w:p>
        </w:tc>
      </w:tr>
      <w:tr w:rsidR="008C76A8" w:rsidRPr="00136AD8" w14:paraId="5BEC20B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0A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0B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0B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0FE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0B3" w14:textId="6FF2C29C" w:rsidR="002A75F2" w:rsidRPr="00E54759" w:rsidRDefault="0060706D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Nota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musica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0B4" w14:textId="3EDCD505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rí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stica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B5" w14:textId="5A187E61" w:rsidR="002A75F2" w:rsidRPr="00E54759" w:rsidRDefault="002A75F2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</w:t>
            </w:r>
          </w:p>
          <w:p w14:paraId="5BEC20B6" w14:textId="5EA6BEE0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Acidente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B7" w14:textId="593DC9FC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çõ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B8" w14:textId="41B71346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Barras de compa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sso</w:t>
            </w:r>
          </w:p>
          <w:p w14:paraId="5BEC20B9" w14:textId="42D492B9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Tablatura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BA" w14:textId="4E36E5DE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Clave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BB" w14:textId="29B8B71A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Instrume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ntos</w:t>
            </w:r>
          </w:p>
          <w:p w14:paraId="5BEC20BC" w14:textId="511BF1E5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Arma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çõ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 de cla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</w:t>
            </w:r>
          </w:p>
          <w:p w14:paraId="5BEC20BD" w14:textId="4FDDAEE2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BE" w14:textId="160A3A24" w:rsidR="002A75F2" w:rsidRPr="00E54759" w:rsidRDefault="002A75F2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bolos</w:t>
            </w:r>
          </w:p>
          <w:p w14:paraId="5BEC20BF" w14:textId="7FAD750F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ssos</w:t>
            </w:r>
          </w:p>
          <w:p w14:paraId="5BEC20C0" w14:textId="73436B16" w:rsidR="002A75F2" w:rsidRPr="00E54759" w:rsidRDefault="0060706D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Quialt</w:t>
            </w:r>
            <w:r w:rsidR="00A232DF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proofErr w:type="spellEnd"/>
          </w:p>
          <w:p w14:paraId="5BEC20C1" w14:textId="3E309FFB" w:rsidR="002A75F2" w:rsidRPr="00E54759" w:rsidRDefault="002A75F2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d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texto para voz/voze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C2" w14:textId="78E16B4A" w:rsidR="002A75F2" w:rsidRPr="00E54759" w:rsidRDefault="002A75F2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Sí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mbolos de acorde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C3" w14:textId="65768856" w:rsidR="002A75F2" w:rsidRPr="00E54759" w:rsidRDefault="002A75F2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Nú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meros de compa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ssos</w:t>
            </w:r>
          </w:p>
          <w:p w14:paraId="5BEC20C4" w14:textId="16C8C38F" w:rsidR="002A75F2" w:rsidRPr="00E54759" w:rsidRDefault="00F00672" w:rsidP="0056295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Marcas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ensa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io</w:t>
            </w:r>
          </w:p>
          <w:p w14:paraId="5BEC20C5" w14:textId="51FB4688" w:rsidR="002A75F2" w:rsidRPr="00E54759" w:rsidRDefault="002A75F2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 arranjos de partitura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C6" w14:textId="2601A8A8" w:rsidR="002A75F2" w:rsidRPr="00E54759" w:rsidRDefault="002A75F2" w:rsidP="00160E7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</w:t>
            </w:r>
          </w:p>
          <w:p w14:paraId="5BEC20C7" w14:textId="240182D5" w:rsidR="002A75F2" w:rsidRPr="00E54759" w:rsidRDefault="0060706D" w:rsidP="00160E7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0C8" w14:textId="471BA58E" w:rsidR="002A75F2" w:rsidRPr="00E54759" w:rsidRDefault="0060706D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nsposição</w:t>
            </w:r>
          </w:p>
          <w:p w14:paraId="5BEC20C9" w14:textId="603F2DA6" w:rsidR="002A75F2" w:rsidRPr="00E54759" w:rsidRDefault="002A75F2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Instrumenta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0CA" w14:textId="0C5BE0F8" w:rsidR="002A75F2" w:rsidRPr="00E54759" w:rsidRDefault="0060706D" w:rsidP="00160E7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Arra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njos inst</w:t>
            </w: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rumenta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20CB" w14:textId="3842D461" w:rsidR="002A75F2" w:rsidRPr="00E54759" w:rsidRDefault="00DC5D54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ssã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partituras musica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20CC" w14:textId="46137967" w:rsidR="002A75F2" w:rsidRPr="00E54759" w:rsidRDefault="002A75F2" w:rsidP="00DC5D5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Softwares</w:t>
            </w:r>
          </w:p>
          <w:p w14:paraId="5BEC20CD" w14:textId="594AFB6F" w:rsidR="002A75F2" w:rsidRPr="00E54759" w:rsidRDefault="0060706D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Tecla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MIDI</w:t>
            </w:r>
          </w:p>
          <w:p w14:paraId="5BEC20CE" w14:textId="76B0A54C" w:rsidR="00FC7A3C" w:rsidRPr="00E54759" w:rsidRDefault="008E23A0" w:rsidP="00A65B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ntroduçã</w:t>
            </w:r>
            <w:r w:rsidR="0060706D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figura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0CF" w14:textId="6364A20C" w:rsidR="008C76A8" w:rsidRPr="00E54759" w:rsidRDefault="0060706D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</w:t>
            </w:r>
            <w:r w:rsidR="002A75F2" w:rsidRPr="00E547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iros MIDI</w:t>
            </w:r>
          </w:p>
          <w:p w14:paraId="5BEC20D0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1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2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3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4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5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6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7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8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9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A" w14:textId="77777777" w:rsidR="008C76A8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DB" w14:textId="77777777" w:rsidR="008C76A8" w:rsidRPr="001B353A" w:rsidRDefault="008C76A8" w:rsidP="00E5475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0DC" w14:textId="5B73B102" w:rsidR="00FC7A3C" w:rsidRPr="00AE1BB7" w:rsidRDefault="00FC7A3C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os vários tipos de notação musical.</w:t>
            </w:r>
          </w:p>
          <w:p w14:paraId="5BEC20DD" w14:textId="5CB3DB61" w:rsidR="00FC7A3C" w:rsidRPr="00AE1BB7" w:rsidRDefault="00FC7A3C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transcrições e arranjos musicais.</w:t>
            </w:r>
          </w:p>
          <w:p w14:paraId="5BEC20DE" w14:textId="7DEF47E2" w:rsidR="00F6148E" w:rsidRPr="00AE1BB7" w:rsidRDefault="00FC7A3C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vários softwares de notação musical.</w:t>
            </w:r>
          </w:p>
          <w:p w14:paraId="5BEC20DF" w14:textId="74647BC6" w:rsidR="008C76A8" w:rsidRPr="00AE1BB7" w:rsidRDefault="00F6148E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614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Operar a criação de</w:t>
            </w:r>
            <w:r w:rsidRPr="00AE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ficheiros MIDI </w:t>
            </w:r>
            <w:r w:rsidRPr="00F614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partir de peças</w:t>
            </w:r>
            <w:r w:rsidRPr="00AE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614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musicais impressas</w:t>
            </w:r>
          </w:p>
          <w:p w14:paraId="5BEC20E0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1" w14:textId="77777777" w:rsidR="008C76A8" w:rsidRPr="00517A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2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3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4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5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6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7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8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9" w14:textId="77777777" w:rsidR="008C76A8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EA" w14:textId="77777777" w:rsidR="008C76A8" w:rsidRPr="00057283" w:rsidRDefault="008C76A8" w:rsidP="00AE1BB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0EB" w14:textId="77777777" w:rsidR="00A311F4" w:rsidRDefault="00A311F4" w:rsidP="00A31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estudo</w:t>
            </w:r>
          </w:p>
          <w:p w14:paraId="5BEC20EC" w14:textId="77777777" w:rsidR="00A311F4" w:rsidRPr="00503703" w:rsidRDefault="00A311F4" w:rsidP="00A31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</w:t>
            </w:r>
          </w:p>
          <w:p w14:paraId="5BEC20ED" w14:textId="77777777" w:rsidR="008C76A8" w:rsidRDefault="00FC7A3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5BEC20EE" w14:textId="77777777" w:rsidR="008C76A8" w:rsidRDefault="00FC7A3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</w:t>
            </w:r>
          </w:p>
          <w:p w14:paraId="5BEC20EF" w14:textId="77777777" w:rsidR="008C76A8" w:rsidRDefault="00FC7A3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5BEC20F0" w14:textId="77777777" w:rsidR="00503703" w:rsidRPr="00503703" w:rsidRDefault="00503703" w:rsidP="005037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037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5BEC20F1" w14:textId="77777777" w:rsidR="00503703" w:rsidRPr="00503703" w:rsidRDefault="00503703" w:rsidP="005037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037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Confiança.</w:t>
            </w:r>
          </w:p>
          <w:p w14:paraId="5BEC20F2" w14:textId="77777777" w:rsidR="00503703" w:rsidRPr="00503703" w:rsidRDefault="00503703" w:rsidP="005037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037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Curiosidade.</w:t>
            </w:r>
          </w:p>
          <w:p w14:paraId="5BEC20F3" w14:textId="77777777" w:rsidR="00503703" w:rsidRPr="00503703" w:rsidRDefault="00503703" w:rsidP="005037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037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037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adaptabilidade.</w:t>
            </w:r>
          </w:p>
          <w:p w14:paraId="5BEC20F4" w14:textId="77777777" w:rsidR="008C76A8" w:rsidRDefault="00503703" w:rsidP="0050370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037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BEC20F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0F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0F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10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10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102" w14:textId="77777777" w:rsidR="008C76A8" w:rsidRPr="00C50F7D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E24644" w:rsidRPr="00E24644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C50F7D" w:rsidRPr="00C50F7D">
        <w:rPr>
          <w:rFonts w:ascii="Verdana Pro Light" w:eastAsia="Arial Unicode MS" w:hAnsi="Verdana Pro Light" w:cs="Times New Roman"/>
          <w:i/>
          <w:sz w:val="18"/>
          <w:szCs w:val="18"/>
        </w:rPr>
        <w:t>Editar Partituras</w:t>
      </w:r>
    </w:p>
    <w:p w14:paraId="5BEC2103" w14:textId="56CF809D" w:rsidR="008C76A8" w:rsidRPr="0064164C" w:rsidRDefault="008C76A8" w:rsidP="00E2464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246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saber escrever música dentro das regras convencionadas da notação musical</w:t>
      </w:r>
      <w:r w:rsidR="008E23A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04" w14:textId="7185F58D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D5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</w:t>
      </w:r>
      <w:r w:rsidR="00EE788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="000D5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EE788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strando ter capacidade para escrever harmonizações e </w:t>
      </w:r>
      <w:proofErr w:type="spellStart"/>
      <w:r w:rsidR="00EE788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re-harmonizações</w:t>
      </w:r>
      <w:proofErr w:type="spellEnd"/>
      <w:r w:rsidR="00EE788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composições usando softwares de edição de partituras</w:t>
      </w:r>
      <w:r w:rsidR="008E23A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05" w14:textId="0651286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D5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="00B863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</w:t>
      </w:r>
      <w:r w:rsidR="000D5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hecimentos de Formação Musical e </w:t>
      </w:r>
      <w:r w:rsidR="00B863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Técnica de composição </w:t>
      </w:r>
      <w:r w:rsidR="000D5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</w:t>
      </w:r>
      <w:r w:rsidR="00B863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edição de partituras</w:t>
      </w:r>
      <w:r w:rsidR="00212C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06" w14:textId="72886516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D5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</w:t>
      </w:r>
      <w:r w:rsidR="0000285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conhecimentos de Organologia</w:t>
      </w:r>
      <w:r w:rsidR="007F172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0D5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à </w:t>
      </w:r>
      <w:r w:rsidR="007F172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edição de partituras</w:t>
      </w:r>
      <w:r w:rsidR="00212C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07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0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109" w14:textId="759B037C" w:rsidR="0090590F" w:rsidRPr="0090590F" w:rsidRDefault="0090590F" w:rsidP="00905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composição para artistas e interpretes</w:t>
      </w:r>
      <w:r w:rsidR="00212C8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0A" w14:textId="14D64572" w:rsidR="008C76A8" w:rsidRPr="0090590F" w:rsidRDefault="0090590F" w:rsidP="0090590F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composição e produção de programas musicais de TV</w:t>
      </w:r>
      <w:r w:rsidR="005C55F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0B" w14:textId="6D1980BE" w:rsidR="008C76A8" w:rsidRPr="0090590F" w:rsidRDefault="0090590F" w:rsidP="00905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Na produção musical para dirigir músicos em estúdio definindo as suas prestações</w:t>
      </w:r>
      <w:r w:rsidR="005C55F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0C" w14:textId="1AB69972" w:rsidR="004028F0" w:rsidRDefault="004028F0" w:rsidP="0040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Na produção de música para teatro, </w:t>
      </w:r>
      <w:r w:rsidR="0090590F">
        <w:rPr>
          <w:rFonts w:ascii="Verdana Pro Light" w:eastAsia="Arial Unicode MS" w:hAnsi="Verdana Pro Light" w:cs="Arial Unicode MS"/>
          <w:sz w:val="18"/>
          <w:szCs w:val="18"/>
        </w:rPr>
        <w:t xml:space="preserve">bailado, </w:t>
      </w:r>
      <w:r>
        <w:rPr>
          <w:rFonts w:ascii="Verdana Pro Light" w:eastAsia="Arial Unicode MS" w:hAnsi="Verdana Pro Light" w:cs="Arial Unicode MS"/>
          <w:sz w:val="18"/>
          <w:szCs w:val="18"/>
        </w:rPr>
        <w:t>cinema e séries, compondo música original de acordo com o objeto artístico pretendido</w:t>
      </w:r>
      <w:r w:rsidR="005C55F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0D" w14:textId="50965EE7" w:rsidR="008C76A8" w:rsidRPr="004028F0" w:rsidRDefault="007F172C" w:rsidP="004028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028F0">
        <w:rPr>
          <w:rFonts w:ascii="Verdana Pro Light" w:eastAsia="Arial Unicode MS" w:hAnsi="Verdana Pro Light" w:cs="Arial Unicode MS"/>
          <w:sz w:val="18"/>
          <w:szCs w:val="18"/>
        </w:rPr>
        <w:t>Na produção de eventos e performances ao vivo quando é exigida a inclusão de composições originais ou de versões</w:t>
      </w:r>
      <w:r w:rsidR="005C55F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0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0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110" w14:textId="77777777" w:rsidR="00D240DE" w:rsidRDefault="00B01758" w:rsidP="00D240D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Softwares de edição de partituras.</w:t>
      </w:r>
    </w:p>
    <w:p w14:paraId="5BEC2111" w14:textId="77777777" w:rsidR="00D240DE" w:rsidRDefault="00D240DE" w:rsidP="00D240D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112" w14:textId="77777777" w:rsidR="00D240DE" w:rsidRDefault="00D240DE" w:rsidP="00D240D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113" w14:textId="77777777" w:rsidR="008C76A8" w:rsidRPr="008E23A0" w:rsidRDefault="00D240DE" w:rsidP="008E23A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8E23A0">
        <w:rPr>
          <w:rFonts w:ascii="Verdana Pro Light" w:hAnsi="Verdana Pro Light" w:cs="Arial Unicode MS"/>
          <w:sz w:val="18"/>
          <w:szCs w:val="18"/>
        </w:rPr>
        <w:t>Teclados</w:t>
      </w:r>
      <w:r w:rsidR="00B01758" w:rsidRPr="008E23A0">
        <w:rPr>
          <w:rFonts w:ascii="Verdana Pro Light" w:hAnsi="Verdana Pro Light" w:cs="Arial Unicode MS"/>
          <w:sz w:val="18"/>
          <w:szCs w:val="18"/>
        </w:rPr>
        <w:t>.</w:t>
      </w:r>
    </w:p>
    <w:p w14:paraId="5BEC2114" w14:textId="77777777" w:rsidR="00485051" w:rsidRPr="008E23A0" w:rsidRDefault="00485051" w:rsidP="008E23A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8E23A0">
        <w:rPr>
          <w:rFonts w:ascii="Verdana Pro Light" w:hAnsi="Verdana Pro Light" w:cs="Arial Unicode MS"/>
          <w:sz w:val="18"/>
          <w:szCs w:val="18"/>
        </w:rPr>
        <w:t>Material de escrita e anotação.</w:t>
      </w:r>
    </w:p>
    <w:p w14:paraId="5BEC2115" w14:textId="77777777" w:rsidR="00485051" w:rsidRPr="008E23A0" w:rsidRDefault="00485051" w:rsidP="008E23A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8E23A0">
        <w:rPr>
          <w:rFonts w:ascii="Verdana Pro Light" w:hAnsi="Verdana Pro Light" w:cs="Arial Unicode MS"/>
          <w:sz w:val="18"/>
          <w:szCs w:val="18"/>
        </w:rPr>
        <w:t>Manuais de apoio sobre edição de partituras.</w:t>
      </w:r>
    </w:p>
    <w:p w14:paraId="5BEC211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A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1F" w14:textId="77777777" w:rsidR="008C76A8" w:rsidRPr="00273152" w:rsidRDefault="008C76A8" w:rsidP="00273152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2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12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2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2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2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12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125" w14:textId="51F8B192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126" w14:textId="77777777" w:rsidR="008C76A8" w:rsidRPr="004904D1" w:rsidRDefault="00C50F7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hAnsi="Verdana Pro Light" w:cs="VerdanaNegrito"/>
                <w:b/>
                <w:sz w:val="18"/>
                <w:szCs w:val="18"/>
              </w:rPr>
              <w:t>Usar Estúdio de Som e Captar Instrumentos</w:t>
            </w:r>
          </w:p>
        </w:tc>
      </w:tr>
    </w:tbl>
    <w:p w14:paraId="5BEC212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129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12A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F52E78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212B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12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12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13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12E" w14:textId="52F75B0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F3A8C" w:rsidRP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Montar e desmontar o equipamento de estúdio requerido para uma sessão</w:t>
            </w:r>
            <w:r w:rsid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12F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B4953" w:rsidRP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Produzir um ou mais t</w:t>
            </w:r>
            <w:r w:rsidR="000F3A8C" w:rsidRP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emas musicais em estúdio de som</w:t>
            </w:r>
            <w:r w:rsidR="005B4953" w:rsidRP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130" w14:textId="77777777" w:rsidR="00A22965" w:rsidRPr="007264C0" w:rsidRDefault="008C76A8" w:rsidP="007264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="00A2296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A22965" w:rsidRP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uma planificação simples da sessão de captação e gravação.</w:t>
            </w:r>
          </w:p>
          <w:p w14:paraId="5BEC2132" w14:textId="6B23AED7" w:rsidR="00A22965" w:rsidRPr="007264C0" w:rsidRDefault="008C76A8" w:rsidP="007264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A22965" w:rsidRP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Captar um instrumento musical num estúdio de som</w:t>
            </w:r>
            <w:r w:rsidR="007264C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133" w14:textId="77777777" w:rsidR="008C76A8" w:rsidRPr="001B353A" w:rsidRDefault="008C76A8" w:rsidP="00A229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5BEC213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13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13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13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F52E78" w14:paraId="5BEC219B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139" w14:textId="597D596B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</w:t>
            </w:r>
            <w:r w:rsidR="00D35820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 de 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cú</w:t>
            </w:r>
            <w:r w:rsidR="005B4953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stica arquite</w:t>
            </w:r>
            <w:r w:rsidR="00D35820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tura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13A" w14:textId="242C4B9A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room</w:t>
            </w:r>
            <w:proofErr w:type="spellEnd"/>
          </w:p>
          <w:p w14:paraId="5BEC213C" w14:textId="4B3FD895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Salas de capta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="007264C0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Salas Vivas e Salas Morta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13D" w14:textId="63F07693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Cadeia de grava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 re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</w:t>
            </w:r>
          </w:p>
          <w:p w14:paraId="5BEC213E" w14:textId="4A07F7F2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grava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multipista ana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ló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gicos e digita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213F" w14:textId="3C53ECA0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Mesa de 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istura</w:t>
            </w:r>
          </w:p>
          <w:p w14:paraId="5BEC2140" w14:textId="2B08B11E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Prés</w:t>
            </w:r>
          </w:p>
          <w:p w14:paraId="5BEC2141" w14:textId="4F93ED61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Entra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de linha</w:t>
            </w:r>
          </w:p>
          <w:p w14:paraId="5BEC2142" w14:textId="4241CD1A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Entrada de 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icrofone</w:t>
            </w:r>
          </w:p>
          <w:p w14:paraId="5BEC2143" w14:textId="6F7CBEAF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 ní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 de l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inha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consumer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profissiona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144" w14:textId="0138C7A0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 ní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vel de 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icro</w:t>
            </w:r>
          </w:p>
          <w:p w14:paraId="5BEC2145" w14:textId="70F1F3C2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Sinal de </w:t>
            </w:r>
            <w:r w:rsidR="007264C0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potência</w:t>
            </w:r>
          </w:p>
          <w:p w14:paraId="5BEC2146" w14:textId="6DC78633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Auxiliare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147" w14:textId="7CD8596D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fader</w:t>
            </w:r>
            <w:proofErr w:type="spellEnd"/>
          </w:p>
          <w:p w14:paraId="5BEC2148" w14:textId="7414A77E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Insert</w:t>
            </w:r>
            <w:proofErr w:type="spellEnd"/>
          </w:p>
          <w:p w14:paraId="5BEC2149" w14:textId="1ECF39E7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Barramentos da mesa de 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istura</w:t>
            </w:r>
          </w:p>
          <w:p w14:paraId="5BEC214A" w14:textId="0E50637D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Subgrupos</w:t>
            </w:r>
          </w:p>
          <w:p w14:paraId="5BEC214B" w14:textId="44A05EDC" w:rsidR="008C76A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Bus In e Bus Out</w:t>
            </w:r>
          </w:p>
          <w:p w14:paraId="5BEC214C" w14:textId="76CC7CFA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Voltage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Controled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Amplifier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</w:t>
            </w:r>
            <w:r w:rsidR="00D35820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</w:p>
          <w:p w14:paraId="5BEC214D" w14:textId="594B1528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Diagrama de blocos de uma me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</w:t>
            </w:r>
          </w:p>
          <w:p w14:paraId="5BEC214E" w14:textId="57C4E9FB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Equalizadore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14F" w14:textId="655D2BE7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851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Sweep</w:t>
            </w:r>
            <w:proofErr w:type="spellEnd"/>
          </w:p>
          <w:p w14:paraId="5BEC2150" w14:textId="75511EEF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851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Semiparam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étricos</w:t>
            </w:r>
            <w:proofErr w:type="spellEnd"/>
          </w:p>
          <w:p w14:paraId="5BEC2151" w14:textId="6C2ECF54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851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tricos perfeitos, filtros va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riá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2152" w14:textId="1FD933FC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Processadore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de dinâ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ica</w:t>
            </w:r>
          </w:p>
          <w:p w14:paraId="5BEC2153" w14:textId="5EB06222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Processadores de tem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</w:t>
            </w:r>
          </w:p>
          <w:p w14:paraId="5BEC2154" w14:textId="04B279BF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Processadores de efe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ito</w:t>
            </w:r>
          </w:p>
          <w:p w14:paraId="5BEC2155" w14:textId="19C37CC3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Plugins</w:t>
            </w:r>
          </w:p>
          <w:p w14:paraId="5BEC2157" w14:textId="570E2EBC" w:rsidR="00F52E78" w:rsidRPr="00E069C5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6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Placa</w:t>
            </w:r>
            <w:r w:rsidR="00F52E78" w:rsidRPr="00E06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de som</w:t>
            </w:r>
            <w:r w:rsidR="00E069C5" w:rsidRPr="00E06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</w:t>
            </w:r>
            <w:r w:rsidR="00F52E78" w:rsidRPr="00E06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06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Late</w:t>
            </w:r>
            <w:r w:rsidR="00F52E78" w:rsidRPr="00E069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ncia</w:t>
            </w:r>
            <w:proofErr w:type="spellEnd"/>
          </w:p>
          <w:p w14:paraId="5BEC2158" w14:textId="4AC3DD50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Twiking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D35820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um computa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dor</w:t>
            </w:r>
          </w:p>
          <w:p w14:paraId="5BEC2159" w14:textId="582A4F06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cabos e ficha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15A" w14:textId="1B2AF1E7" w:rsidR="00F52E78" w:rsidRPr="007264C0" w:rsidRDefault="00D35820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Multipare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proofErr w:type="spellEnd"/>
          </w:p>
          <w:p w14:paraId="5BEC215B" w14:textId="6F44092E" w:rsidR="00F52E78" w:rsidRPr="0052247C" w:rsidRDefault="00E9544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liga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15C" w14:textId="47C9A608" w:rsidR="00F52E78" w:rsidRPr="007264C0" w:rsidRDefault="00E9544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Soldadura de ca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bos</w:t>
            </w:r>
          </w:p>
          <w:p w14:paraId="5BEC215D" w14:textId="14D07E3D" w:rsidR="00F52E78" w:rsidRPr="007264C0" w:rsidRDefault="00E9544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Cabos e sistemas bala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nce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e nã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balancea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</w:t>
            </w:r>
          </w:p>
          <w:p w14:paraId="5BEC215E" w14:textId="797B35F0" w:rsidR="00F52E78" w:rsidRPr="007264C0" w:rsidRDefault="00E9544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</w:t>
            </w:r>
            <w:r w:rsidR="00A232DF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rt´s</w:t>
            </w:r>
            <w:proofErr w:type="spellEnd"/>
          </w:p>
          <w:p w14:paraId="5BEC215F" w14:textId="65C9F09A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Spliters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microfone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160" w14:textId="4EC1AF98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Ground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loops</w:t>
            </w:r>
            <w:proofErr w:type="spellEnd"/>
          </w:p>
          <w:p w14:paraId="5BEC2161" w14:textId="44C5BBA1" w:rsidR="00F52E78" w:rsidRPr="007264C0" w:rsidRDefault="00E9544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DI-box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ativas e passiva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162" w14:textId="45BCD47A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Patchbay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salas de capta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ção e no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room</w:t>
            </w:r>
            <w:proofErr w:type="spellEnd"/>
          </w:p>
          <w:p w14:paraId="5BEC2163" w14:textId="37257921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Routing</w:t>
            </w:r>
            <w:proofErr w:type="spellEnd"/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sinal ao longo do e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stúdio</w:t>
            </w:r>
          </w:p>
          <w:p w14:paraId="5BEC2165" w14:textId="47239662" w:rsidR="00F52E78" w:rsidRPr="00593757" w:rsidRDefault="00E9544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Automatismos em mesas ana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ló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gica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 </w:t>
            </w:r>
            <w:proofErr w:type="spellStart"/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moving</w:t>
            </w:r>
            <w:proofErr w:type="spellEnd"/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faders</w:t>
            </w:r>
            <w:proofErr w:type="spellEnd"/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flying</w:t>
            </w:r>
            <w:proofErr w:type="spellEnd"/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F52E78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faders</w:t>
            </w:r>
            <w:proofErr w:type="spellEnd"/>
          </w:p>
          <w:p w14:paraId="5BEC2166" w14:textId="04540666" w:rsidR="00F52E78" w:rsidRPr="007264C0" w:rsidRDefault="00A232DF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utomatism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em DAW (Digital </w:t>
            </w:r>
            <w:proofErr w:type="spellStart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</w:t>
            </w:r>
            <w:proofErr w:type="spellEnd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Workstation), </w:t>
            </w:r>
            <w:proofErr w:type="spellStart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read</w:t>
            </w:r>
            <w:proofErr w:type="spellEnd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write</w:t>
            </w:r>
            <w:proofErr w:type="spellEnd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latch</w:t>
            </w:r>
            <w:proofErr w:type="spellEnd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touch</w:t>
            </w:r>
            <w:proofErr w:type="spellEnd"/>
          </w:p>
          <w:p w14:paraId="5BEC2167" w14:textId="2FFEA33E" w:rsidR="00F52E78" w:rsidRPr="007264C0" w:rsidRDefault="00E9544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Automatism</w:t>
            </w:r>
            <w:r w:rsidR="00F52E78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de plugins</w:t>
            </w:r>
          </w:p>
          <w:p w14:paraId="5BEC2168" w14:textId="6B57DF60" w:rsidR="00F52E7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de grava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uma bate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</w:t>
            </w:r>
          </w:p>
          <w:p w14:paraId="5BEC2169" w14:textId="26A1C91C" w:rsidR="0052247C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de grava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="00E9544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instrumentos 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cústicos</w:t>
            </w:r>
          </w:p>
          <w:p w14:paraId="5BEC216A" w14:textId="53E4D4D7" w:rsidR="008C76A8" w:rsidRPr="007264C0" w:rsidRDefault="00F52E7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</w:t>
            </w:r>
            <w:r w:rsidR="00B771D4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de grava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="00B771D4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instrumentos e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létricos</w:t>
            </w:r>
          </w:p>
          <w:p w14:paraId="5BEC216B" w14:textId="3AB300F8" w:rsidR="0036181B" w:rsidRPr="007264C0" w:rsidRDefault="0036181B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sessão de gravação</w:t>
            </w:r>
          </w:p>
          <w:p w14:paraId="5BEC216C" w14:textId="18228A71" w:rsidR="0036181B" w:rsidRPr="007264C0" w:rsidRDefault="0036181B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</w:t>
            </w:r>
          </w:p>
          <w:p w14:paraId="5BEC216D" w14:textId="356EC8F8" w:rsidR="0036181B" w:rsidRPr="007264C0" w:rsidRDefault="0036181B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Conceção</w:t>
            </w:r>
          </w:p>
          <w:p w14:paraId="5BEC2179" w14:textId="1CC72AE9" w:rsidR="008C76A8" w:rsidRPr="008E1C31" w:rsidRDefault="0036181B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no estúdio de som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17A" w14:textId="109FEF18" w:rsidR="00926E6D" w:rsidRPr="007264C0" w:rsidRDefault="00926E6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a cadeia de gravação e reprodução.</w:t>
            </w:r>
          </w:p>
          <w:p w14:paraId="5BEC217B" w14:textId="125B8FE0" w:rsidR="00926E6D" w:rsidRPr="007264C0" w:rsidRDefault="00926E6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fluxo de sinal num estúdio de gravação.</w:t>
            </w:r>
          </w:p>
          <w:p w14:paraId="5BEC217C" w14:textId="3D5679A8" w:rsidR="00926E6D" w:rsidRPr="007264C0" w:rsidRDefault="00926E6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utilizar os vários tipos de conectores existentes em áudio.</w:t>
            </w:r>
          </w:p>
          <w:p w14:paraId="5BEC217D" w14:textId="2557080C" w:rsidR="00926E6D" w:rsidRPr="007264C0" w:rsidRDefault="005B0D4B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vá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rios tipos de microfones conforme as suas caracte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rí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stica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s.</w:t>
            </w:r>
          </w:p>
          <w:p w14:paraId="5BEC217E" w14:textId="277A6342" w:rsidR="00926E6D" w:rsidRPr="007264C0" w:rsidRDefault="005B0D4B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utiliza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vá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rios tipos de placa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de som e de Digital </w:t>
            </w:r>
            <w:proofErr w:type="spellStart"/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</w:t>
            </w:r>
            <w:proofErr w:type="spellEnd"/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Workstation –</w:t>
            </w:r>
            <w:r w:rsidR="005B4953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DAW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7F" w14:textId="18E72BA3" w:rsidR="005B4953" w:rsidRPr="007264C0" w:rsidRDefault="005B4953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Calibrar e aplica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proofErr w:type="spellStart"/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twiking</w:t>
            </w:r>
            <w:proofErr w:type="spellEnd"/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num computa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dor.</w:t>
            </w:r>
          </w:p>
          <w:p w14:paraId="5BEC2180" w14:textId="6730B750" w:rsidR="008C76A8" w:rsidRPr="007264C0" w:rsidRDefault="005B4953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diferente</w:t>
            </w:r>
            <w:r w:rsidR="00926E6D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té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cnicas de captação de som</w:t>
            </w:r>
            <w:r w:rsidR="007A0ECA"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181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2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3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4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5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6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7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8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9" w14:textId="77777777" w:rsidR="008C76A8" w:rsidRPr="00F52E78" w:rsidRDefault="008C76A8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8A" w14:textId="77777777" w:rsidR="008C76A8" w:rsidRPr="00F52E78" w:rsidRDefault="00926E6D" w:rsidP="008E1C31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64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18B" w14:textId="77777777" w:rsidR="00C91755" w:rsidRDefault="00C91755" w:rsidP="00C917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</w:p>
          <w:p w14:paraId="5BEC218C" w14:textId="77777777" w:rsidR="00C91755" w:rsidRPr="00C91755" w:rsidRDefault="00C91755" w:rsidP="00C917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</w:p>
          <w:p w14:paraId="5BEC218D" w14:textId="77777777" w:rsidR="008C76A8" w:rsidRPr="00F52E78" w:rsidRDefault="00A22965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BEC218E" w14:textId="77777777" w:rsidR="008C76A8" w:rsidRPr="00F52E78" w:rsidRDefault="00A22965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</w:t>
            </w:r>
          </w:p>
          <w:p w14:paraId="5BEC218F" w14:textId="77777777" w:rsidR="008C76A8" w:rsidRPr="00F52E78" w:rsidRDefault="007A0EC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</w:t>
            </w:r>
          </w:p>
          <w:p w14:paraId="5BEC2190" w14:textId="77777777" w:rsidR="008C76A8" w:rsidRPr="00F52E78" w:rsidRDefault="00CF0A0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Interiorizar regras</w:t>
            </w:r>
          </w:p>
          <w:p w14:paraId="5BEC2191" w14:textId="77777777" w:rsidR="008C76A8" w:rsidRPr="00F52E78" w:rsidRDefault="007A0EC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</w:p>
          <w:p w14:paraId="5BEC2192" w14:textId="77777777" w:rsidR="008C76A8" w:rsidRPr="00F52E78" w:rsidRDefault="007A0EC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</w:t>
            </w:r>
          </w:p>
          <w:p w14:paraId="5BEC2193" w14:textId="77777777" w:rsidR="008C76A8" w:rsidRPr="00F52E78" w:rsidRDefault="007A0EC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</w:p>
          <w:p w14:paraId="5BEC2194" w14:textId="77777777" w:rsidR="008C76A8" w:rsidRPr="00F52E78" w:rsidRDefault="007A0EC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BEC2195" w14:textId="77777777" w:rsidR="008C76A8" w:rsidRDefault="007A0EC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5BEC2196" w14:textId="77777777" w:rsidR="007A0ECA" w:rsidRPr="00F52E78" w:rsidRDefault="007A0EC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97" w14:textId="77777777" w:rsidR="008C76A8" w:rsidRPr="00F52E7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98" w14:textId="77777777" w:rsidR="008C76A8" w:rsidRPr="00F52E7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99" w14:textId="77777777" w:rsidR="008C76A8" w:rsidRPr="00F52E7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9A" w14:textId="77777777" w:rsidR="008C76A8" w:rsidRPr="00F52E7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19C" w14:textId="77777777" w:rsidR="008C76A8" w:rsidRPr="00F52E7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19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19F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FD0490" w:rsidRPr="00FD0490">
        <w:rPr>
          <w:rFonts w:ascii="VerdanaNegrito" w:hAnsi="VerdanaNegrito" w:cs="VerdanaNegrito"/>
          <w:sz w:val="26"/>
          <w:szCs w:val="26"/>
        </w:rPr>
        <w:t xml:space="preserve"> </w:t>
      </w:r>
      <w:r w:rsidR="00C50F7D" w:rsidRPr="00C50F7D">
        <w:rPr>
          <w:rFonts w:ascii="Verdana Pro Light" w:hAnsi="Verdana Pro Light" w:cs="VerdanaNegrito"/>
          <w:i/>
          <w:sz w:val="18"/>
          <w:szCs w:val="18"/>
        </w:rPr>
        <w:t>Usar Estúdio de Som e Captar Instrumentos</w:t>
      </w:r>
    </w:p>
    <w:p w14:paraId="5BEC21A0" w14:textId="7620948D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D0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Mostrando saber as funções do equipamento do estúdio</w:t>
      </w:r>
      <w:r w:rsidR="005937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A1" w14:textId="5AEFE9D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D0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Mostrando saber captar instrumentos musicais</w:t>
      </w:r>
      <w:r w:rsidR="005937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A2" w14:textId="10244FC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D0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saber integrar uma equipa de trabalho em estúdio</w:t>
      </w:r>
      <w:r w:rsidR="005937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A3" w14:textId="40EAF0C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E7F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="00FD0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normas de segurança </w:t>
      </w:r>
      <w:r w:rsidR="004E7F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FD0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trabalho em estúdio</w:t>
      </w:r>
      <w:r w:rsidR="005937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A4" w14:textId="5C142E7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D049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saber planificar uma gravação em estúdio</w:t>
      </w:r>
      <w:r w:rsidR="005937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1A5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A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1A7" w14:textId="0D47BADE" w:rsidR="008C76A8" w:rsidRDefault="00FD0490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 áudio</w:t>
      </w:r>
      <w:r w:rsidR="0059375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A8" w14:textId="13D88123" w:rsidR="00FD0490" w:rsidRPr="00984B30" w:rsidRDefault="00FD0490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Gravação de espetáculos em salas e em recintos de ar livre</w:t>
      </w:r>
      <w:r w:rsidR="0059375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A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A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AB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A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A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1AE" w14:textId="73DECED0" w:rsidR="008C76A8" w:rsidRPr="00501DC8" w:rsidRDefault="009E73E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 de gravação e respetivo equipamento</w:t>
      </w:r>
      <w:r w:rsidR="0059375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AF" w14:textId="425A61BF" w:rsidR="008C76A8" w:rsidRDefault="009E73E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Documentos de registo de operações em </w:t>
      </w:r>
      <w:r w:rsidR="00593757">
        <w:rPr>
          <w:rFonts w:ascii="Verdana Pro Light" w:eastAsia="Arial Unicode MS" w:hAnsi="Verdana Pro Light" w:cs="Arial Unicode MS"/>
          <w:sz w:val="18"/>
          <w:szCs w:val="18"/>
        </w:rPr>
        <w:t>estúdio.</w:t>
      </w:r>
    </w:p>
    <w:p w14:paraId="5BEC21B0" w14:textId="31EB55F8" w:rsidR="009E73E4" w:rsidRDefault="009E73E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Documentos de planificação de sessões de gravação</w:t>
      </w:r>
      <w:r w:rsidR="0059375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B1" w14:textId="4225F1B4" w:rsidR="009E73E4" w:rsidRDefault="009E73E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de procedimentos de segurança em estúdio</w:t>
      </w:r>
      <w:r w:rsidR="0059375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B2" w14:textId="44B64E52" w:rsidR="009E73E4" w:rsidRPr="00501DC8" w:rsidRDefault="009E73E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de técnicas de gravação e captação</w:t>
      </w:r>
      <w:r w:rsidR="0059375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1B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7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9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1B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B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1B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B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B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1C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1C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1C1" w14:textId="3482C8DC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1C2" w14:textId="50192EDF" w:rsidR="008C76A8" w:rsidRPr="009C256C" w:rsidRDefault="003D5A6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Usar</w:t>
            </w:r>
            <w:r w:rsidR="00C50F7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Sistemas de Gravação com Programas DAW</w:t>
            </w:r>
            <w:r w:rsidR="009B351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(Digital Workstation)</w:t>
            </w:r>
          </w:p>
        </w:tc>
      </w:tr>
    </w:tbl>
    <w:p w14:paraId="5BEC21C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1C5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1C6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A80105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21C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1C9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1C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1C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1CA" w14:textId="186062F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C2A23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as operações de gravação, edição, mistura e masterização através de um sistema DAW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1CB" w14:textId="44C226D4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C2A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Conferir a compatibilidade entre Hardware e Software </w:t>
            </w:r>
            <w:r w:rsidR="00F477A2">
              <w:rPr>
                <w:rFonts w:ascii="Verdana Pro Light" w:eastAsia="Arial Unicode MS" w:hAnsi="Verdana Pro Light" w:cs="Arial Unicode MS"/>
                <w:sz w:val="18"/>
                <w:szCs w:val="18"/>
              </w:rPr>
              <w:t>num</w:t>
            </w:r>
            <w:r w:rsidR="000C2A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sistema de gravação DAW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1CC" w14:textId="67585F3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a </w:t>
            </w:r>
            <w:r w:rsidR="00422B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identificação e </w:t>
            </w:r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exportação de ficheiros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1CD" w14:textId="4449B6C5" w:rsidR="008C76A8" w:rsidRPr="001B353A" w:rsidRDefault="008C76A8" w:rsidP="00C4252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Organizar os ficheiros de um projeto, e fazer </w:t>
            </w:r>
            <w:r w:rsidR="00422B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proofErr w:type="spellStart"/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</w:rPr>
              <w:t>back</w:t>
            </w:r>
            <w:proofErr w:type="spellEnd"/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</w:rPr>
              <w:t>up</w:t>
            </w:r>
            <w:proofErr w:type="spellEnd"/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uma sessão gravada num sistema DAW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1D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1C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1D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1D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21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1D3" w14:textId="45F54F85" w:rsidR="008C76A8" w:rsidRDefault="00F94FD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principais funções dos sistemas DAW</w:t>
            </w:r>
            <w:r w:rsidR="00C44B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(Digital </w:t>
            </w:r>
            <w:proofErr w:type="spellStart"/>
            <w:r w:rsidR="00C44B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</w:t>
            </w:r>
            <w:proofErr w:type="spellEnd"/>
            <w:r w:rsidR="00C44B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Workstation)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4" w14:textId="4123C05E" w:rsidR="00345306" w:rsidRDefault="008924A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processo de c</w:t>
            </w:r>
            <w:r w:rsidR="001F28F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onversão anal</w:t>
            </w:r>
            <w:r w:rsidR="00C44B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ógico digital.</w:t>
            </w:r>
            <w:r w:rsidR="003453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 </w:t>
            </w:r>
          </w:p>
          <w:p w14:paraId="5BEC21D5" w14:textId="07B50108" w:rsidR="00345306" w:rsidRDefault="00345306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Placas de conversão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6" w14:textId="6157FDEB" w:rsidR="00345306" w:rsidRDefault="00345306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ficheiros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7" w14:textId="4A560704" w:rsidR="00C44B14" w:rsidRPr="00345306" w:rsidRDefault="00345306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6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Taxas de conversão e resolução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8" w14:textId="019EF628" w:rsidR="00F94FD4" w:rsidRDefault="00F94FD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Gravação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9" w14:textId="3E7A5696" w:rsidR="00F94FD4" w:rsidRDefault="00F94FD4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de sinal</w:t>
            </w:r>
          </w:p>
          <w:p w14:paraId="5BEC21DA" w14:textId="1BC8CE4C" w:rsidR="00F94FD4" w:rsidRDefault="001F28F6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MIDI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B" w14:textId="038B8DBA" w:rsidR="00F94FD4" w:rsidRDefault="00F94FD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C" w14:textId="59F4130C" w:rsidR="00F94FD4" w:rsidRDefault="00F94FD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Masterização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D" w14:textId="3542AD03" w:rsidR="001F28F6" w:rsidRDefault="001F28F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D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D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E9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1EA" w14:textId="5B1D55F8" w:rsidR="008E32FA" w:rsidRPr="008E32FA" w:rsidRDefault="00C70722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</w:t>
            </w:r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componentes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as funções</w:t>
            </w:r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um sistema DAW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EB" w14:textId="5B82DABE" w:rsidR="008E32FA" w:rsidRPr="008E32FA" w:rsidRDefault="008E32FA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E32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o processo de conversão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1EC" w14:textId="0614F0CF" w:rsidR="008E32FA" w:rsidRPr="008E32FA" w:rsidRDefault="008E32FA" w:rsidP="0059375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E32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analógico digital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ED" w14:textId="6C66F2B7" w:rsidR="008E32FA" w:rsidRPr="008E32FA" w:rsidRDefault="008E32FA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E32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Configurar de faixas de áudio para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E32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gravação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EF" w14:textId="447A3531" w:rsidR="008E32FA" w:rsidRPr="00593757" w:rsidRDefault="008E32FA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Produzir e g</w:t>
            </w:r>
            <w:r w:rsidR="009104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ravar</w:t>
            </w:r>
            <w:r w:rsidR="00C425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projeto</w:t>
            </w:r>
            <w:r w:rsidR="009104F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através de um sistema DAW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F1" w14:textId="5A61E0B9" w:rsidR="008E32FA" w:rsidRPr="00593757" w:rsidRDefault="008E32FA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Conhecer e manipular parâmetros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edição, mistura e masterização</w:t>
            </w:r>
            <w:r w:rsidR="00593757"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F3" w14:textId="460E7F9E" w:rsidR="008C76A8" w:rsidRPr="00593757" w:rsidRDefault="008E32FA" w:rsidP="0059375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exportação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uma sessão gravada no sistema </w:t>
            </w:r>
            <w:proofErr w:type="spellStart"/>
            <w:r w:rsidRP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Daw</w:t>
            </w:r>
            <w:proofErr w:type="spellEnd"/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F4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1F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1FE" w14:textId="6EF88352" w:rsidR="00C91755" w:rsidRDefault="00C91755" w:rsidP="00C917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1FF" w14:textId="7EE7C70C" w:rsidR="00C91755" w:rsidRPr="00C91755" w:rsidRDefault="00C91755" w:rsidP="00C917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0" w14:textId="1CCC1EC2" w:rsidR="009104FA" w:rsidRPr="00F52E78" w:rsidRDefault="009104FA" w:rsidP="009104F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1" w14:textId="5DC4B4A4" w:rsidR="009104FA" w:rsidRPr="00F52E78" w:rsidRDefault="009104FA" w:rsidP="009104F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2" w14:textId="5E52F24F" w:rsidR="009104FA" w:rsidRPr="00F52E78" w:rsidRDefault="009104FA" w:rsidP="009104F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3" w14:textId="2F26AEC5" w:rsidR="000B45F4" w:rsidRPr="000B45F4" w:rsidRDefault="000B45F4" w:rsidP="000B45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4" w14:textId="77777777" w:rsidR="008C76A8" w:rsidRPr="000B45F4" w:rsidRDefault="000B45F4" w:rsidP="000B45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funções.</w:t>
            </w:r>
          </w:p>
          <w:p w14:paraId="5BEC2205" w14:textId="7A0B8EE2" w:rsidR="008C76A8" w:rsidRDefault="00DF00D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6" w14:textId="287573B5" w:rsidR="008C76A8" w:rsidRDefault="00DF00D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7" w14:textId="3CE4A71E" w:rsidR="00DF00D6" w:rsidRDefault="00DF00D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8" w14:textId="2AEC04DD" w:rsidR="00424068" w:rsidRDefault="00424068" w:rsidP="004240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  <w:r w:rsidR="00593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0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0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0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0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0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0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0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1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1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12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21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21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217" w14:textId="77777777" w:rsidR="00C50F7D" w:rsidRDefault="008C76A8" w:rsidP="00C50F7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9104FA" w:rsidRPr="009104FA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C50F7D" w:rsidRPr="00C50F7D">
        <w:rPr>
          <w:rFonts w:ascii="Verdana Pro Light" w:eastAsia="Arial Unicode MS" w:hAnsi="Verdana Pro Light" w:cs="Times New Roman"/>
          <w:i/>
          <w:sz w:val="18"/>
          <w:szCs w:val="18"/>
        </w:rPr>
        <w:t>Utilizar Sistemas de Gravação com Programas DAW (Digital Workstation)</w:t>
      </w:r>
    </w:p>
    <w:p w14:paraId="5BEC2218" w14:textId="069FCD79" w:rsidR="00B70B34" w:rsidRPr="0064164C" w:rsidRDefault="00C50F7D" w:rsidP="00C50F7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 </w:t>
      </w:r>
      <w:r w:rsidR="00B70B3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B70B3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0009C" w:rsidRPr="00E000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Identificando as componentes e funções do sistema DAW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19" w14:textId="6DB854D6" w:rsidR="008C76A8" w:rsidRPr="0064164C" w:rsidRDefault="00B70B34" w:rsidP="00B70B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0009C" w:rsidRPr="00E0009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a captação de instrumentos musicais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1A" w14:textId="539B7979" w:rsidR="004B7129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B7129" w:rsidRPr="004B712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e cumprindo as rotinas de gravação com um sistema DAW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1B" w14:textId="0E8FE7C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602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Respeitando os processos seguros de fazer </w:t>
      </w:r>
      <w:proofErr w:type="spellStart"/>
      <w:r w:rsidR="005602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back</w:t>
      </w:r>
      <w:proofErr w:type="spellEnd"/>
      <w:r w:rsidR="005602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="005602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ups</w:t>
      </w:r>
      <w:proofErr w:type="spellEnd"/>
      <w:r w:rsidR="005602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dos projetos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1C" w14:textId="41BCA34D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D060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</w:t>
      </w:r>
      <w:r w:rsidR="005602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dinâmica do áudio nos limites inerentes de uma gravação digital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1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1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21F" w14:textId="7CD1962A" w:rsidR="005602D4" w:rsidRDefault="005602D4" w:rsidP="005602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 áudio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20" w14:textId="0F7AB741" w:rsidR="005602D4" w:rsidRPr="00984B30" w:rsidRDefault="005602D4" w:rsidP="005602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Gravação de espetáculos em salas e em recintos de ar livre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21" w14:textId="71D504F6" w:rsidR="00232BE2" w:rsidRDefault="00232BE2" w:rsidP="00232BE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Documentos de registo de operações em estúdio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BEC222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23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24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2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2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2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228" w14:textId="142C5518" w:rsidR="008C76A8" w:rsidRDefault="005602D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Computador equipado com um sistema DAW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29" w14:textId="03C939C9" w:rsidR="005602D4" w:rsidRDefault="005602D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Placa de som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2A" w14:textId="59BA931C" w:rsidR="005602D4" w:rsidRDefault="005602D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Microfones e cabos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2B" w14:textId="65AA70C3" w:rsidR="005602D4" w:rsidRDefault="005602D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Instrumentos acústicos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2C" w14:textId="56B4CFA4" w:rsidR="005602D4" w:rsidRPr="00501DC8" w:rsidRDefault="005602D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Instrumentos elétricos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2D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2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2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3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3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3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33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3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3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3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3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23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3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3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23E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23C" w14:textId="420DD4B2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</w:rPr>
              <w:lastRenderedPageBreak/>
              <w:br w:type="page"/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23D" w14:textId="77777777" w:rsidR="008C76A8" w:rsidRPr="009C256C" w:rsidRDefault="00C26A92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Misturar Áudio</w:t>
            </w:r>
          </w:p>
        </w:tc>
      </w:tr>
    </w:tbl>
    <w:p w14:paraId="5BEC223F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240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241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B15207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2242" w14:textId="77777777" w:rsidR="000F278C" w:rsidRPr="003200F2" w:rsidRDefault="000F278C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244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24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24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245" w14:textId="5C629CB8" w:rsidR="00C03A51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03A5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as operações de mistura</w:t>
            </w:r>
            <w:r w:rsidR="007A33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numa sequência lógica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246" w14:textId="4E231D41" w:rsidR="00C03A51" w:rsidRPr="001B353A" w:rsidRDefault="008C76A8" w:rsidP="00C03A5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6504D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Implementar</w:t>
            </w:r>
            <w:r w:rsidR="00C03A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equipamento e os sistemas de mistura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C03A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BEC2247" w14:textId="34261B5C" w:rsidR="004B3598" w:rsidRPr="001B353A" w:rsidRDefault="008C76A8" w:rsidP="004B359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6504D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</w:t>
            </w:r>
            <w:r w:rsidR="00C03A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equalização e o efeito estéreo na mistura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248" w14:textId="77777777" w:rsidR="00695AC3" w:rsidRPr="0010320D" w:rsidRDefault="008C76A8" w:rsidP="001032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695AC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695AC3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ferramentas virtuais associadas às tecnologias de produção musical.</w:t>
            </w:r>
          </w:p>
          <w:p w14:paraId="5BEC2249" w14:textId="77777777" w:rsidR="008C76A8" w:rsidRPr="001B353A" w:rsidRDefault="00695AC3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8C76A8" w:rsidRPr="00136AD8" w14:paraId="5BEC224E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24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24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24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28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24F" w14:textId="24EABD08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controlo de som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0" w14:textId="4A19B8BB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Mesas de mistura</w:t>
            </w:r>
          </w:p>
          <w:p w14:paraId="5BEC2251" w14:textId="2DFC8435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amplificação e monitorização</w:t>
            </w:r>
          </w:p>
          <w:p w14:paraId="5BEC2252" w14:textId="5A5128D1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Interfaces e conversores digitais</w:t>
            </w:r>
          </w:p>
          <w:p w14:paraId="5BEC2253" w14:textId="7AE412CD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Processadores de efeitos e de dinâmica</w:t>
            </w:r>
          </w:p>
          <w:p w14:paraId="5BEC2254" w14:textId="204C05A1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DAW (Digital Áudio Workstation)</w:t>
            </w:r>
          </w:p>
          <w:p w14:paraId="5BEC2255" w14:textId="34F45C9C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virtuais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6" w14:textId="21A33164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Plug-ins</w:t>
            </w:r>
          </w:p>
          <w:p w14:paraId="5BEC2257" w14:textId="1D918B64" w:rsidR="00B15207" w:rsidRPr="0010320D" w:rsidRDefault="00B405BF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ctros sonoros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8" w14:textId="739D3013" w:rsidR="00B15207" w:rsidRPr="0010320D" w:rsidRDefault="00B405BF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Correla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9" w14:textId="704A444E" w:rsidR="00B15207" w:rsidRPr="0010320D" w:rsidRDefault="00B405BF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Satura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A" w14:textId="6C2B6AD4" w:rsidR="00B15207" w:rsidRPr="0010320D" w:rsidRDefault="00B15207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Equilíbrio de ní</w:t>
            </w:r>
            <w:r w:rsidR="00B405BF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B" w14:textId="58AE4904" w:rsidR="00B15207" w:rsidRPr="0010320D" w:rsidRDefault="00B405BF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Equaliza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param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étrica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C" w14:textId="6125C353" w:rsidR="00B405BF" w:rsidRPr="0010320D" w:rsidRDefault="00B405BF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 dinâ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mico </w:t>
            </w: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multiba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nda</w:t>
            </w:r>
            <w:proofErr w:type="spellEnd"/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5D" w14:textId="00C34350" w:rsidR="008C76A8" w:rsidRPr="0010320D" w:rsidRDefault="00B405BF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digita</w:t>
            </w:r>
            <w:r w:rsidR="00B15207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67" w14:textId="77777777" w:rsidR="008C76A8" w:rsidRPr="0010320D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69" w14:textId="77777777" w:rsidR="008C76A8" w:rsidRPr="00B31C3B" w:rsidRDefault="008C76A8" w:rsidP="00B31C3B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26A" w14:textId="7B1D9B3E" w:rsidR="00982EFC" w:rsidRPr="0010320D" w:rsidRDefault="0010320D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1D6A8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operar equipame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</w:t>
            </w:r>
            <w:r w:rsidR="001D6A8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finaliza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="001D6A8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 re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</w:t>
            </w:r>
            <w:r w:rsidR="001D6A8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</w:t>
            </w:r>
            <w:r w:rsidR="007766C9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som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6B" w14:textId="0DF82194" w:rsidR="00982EFC" w:rsidRPr="0010320D" w:rsidRDefault="001D6A8C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um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se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ssã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 </w:t>
            </w:r>
            <w:r w:rsidR="007766C9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 de som e mistura fina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l.</w:t>
            </w:r>
          </w:p>
          <w:p w14:paraId="5BEC226C" w14:textId="35A39766" w:rsidR="00982EFC" w:rsidRPr="0010320D" w:rsidRDefault="007766C9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Equalizar, nivelar</w:t>
            </w:r>
            <w:r w:rsidR="0046504D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distribuir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sons em stere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o.</w:t>
            </w:r>
          </w:p>
          <w:p w14:paraId="5BEC226D" w14:textId="69A1D733" w:rsidR="00982EFC" w:rsidRPr="0010320D" w:rsidRDefault="0010320D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7766C9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uma mistura equilibrada do ponto de vista tonal e espacia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l.</w:t>
            </w:r>
          </w:p>
          <w:p w14:paraId="5BEC226E" w14:textId="504E4BF7" w:rsidR="0046504D" w:rsidRPr="0010320D" w:rsidRDefault="0046504D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Escolher e aplicar os plug-ins que melhor atendem às necessidades e se alinham com o estilo e género musical.</w:t>
            </w:r>
          </w:p>
          <w:p w14:paraId="5BEC226F" w14:textId="4B7C79E5" w:rsidR="008C76A8" w:rsidRDefault="0046504D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Editar</w:t>
            </w:r>
            <w:r w:rsidR="007766C9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fiche</w:t>
            </w:r>
            <w:r w:rsidR="00982EFC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iros e protocolos.</w:t>
            </w:r>
          </w:p>
          <w:p w14:paraId="5BEC2270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1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2" w14:textId="77777777" w:rsidR="008C76A8" w:rsidRPr="00517A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3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4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5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6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7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7B" w14:textId="77777777" w:rsidR="008C76A8" w:rsidRPr="00B31C3B" w:rsidRDefault="008C76A8" w:rsidP="00B31C3B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27C" w14:textId="5D07A32D" w:rsid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7D" w14:textId="090BE1D9" w:rsidR="00DF00D6" w:rsidRPr="00C91755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7E" w14:textId="27E3F5E9" w:rsidR="00F70DE0" w:rsidRDefault="00F70DE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7F" w14:textId="6F5DA855" w:rsidR="00F70DE0" w:rsidRDefault="00F70DE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80" w14:textId="770FCA06" w:rsidR="008C76A8" w:rsidRDefault="00DF00D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81" w14:textId="33C63FD7" w:rsidR="00DF00D6" w:rsidRDefault="00DF00D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82" w14:textId="578BF817" w:rsidR="008C76A8" w:rsidRDefault="00DF00D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83" w14:textId="2FB97428" w:rsidR="008C76A8" w:rsidRPr="00DF00D6" w:rsidRDefault="00DF00D6" w:rsidP="00DF00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84" w14:textId="78A9E849" w:rsidR="008C76A8" w:rsidRDefault="00DF00D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85" w14:textId="29413CD8" w:rsidR="00424068" w:rsidRDefault="00424068" w:rsidP="004240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28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8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8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8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8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8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8C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28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28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29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291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C26A92" w:rsidRPr="00C26A92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C26A92" w:rsidRPr="00C26A92">
        <w:rPr>
          <w:rFonts w:ascii="Verdana Pro Light" w:eastAsia="Arial Unicode MS" w:hAnsi="Verdana Pro Light" w:cs="Times New Roman"/>
          <w:i/>
          <w:sz w:val="18"/>
          <w:szCs w:val="18"/>
        </w:rPr>
        <w:t>Misturar Áudio</w:t>
      </w:r>
    </w:p>
    <w:p w14:paraId="5BEC2292" w14:textId="55E8F7A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F51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Desenvolvendo a escuta </w:t>
      </w:r>
      <w:r w:rsidR="00BE6D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crítica</w:t>
      </w:r>
      <w:r w:rsidR="001F51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as misturas realizadas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93" w14:textId="6572CDD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F51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Comparando diferentes misturas do mesmo projeto áudio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94" w14:textId="004E8B3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061A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Entendendo a relação entre os aspetos técnicos e os aspetos estéticos de uma mistura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95" w14:textId="603F90F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061A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Tendo como referência misturas </w:t>
      </w:r>
      <w:r w:rsidR="00BE6D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processadas</w:t>
      </w:r>
      <w:r w:rsidR="003061A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sistemas analógicos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96" w14:textId="0D3CB50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87D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Interligando </w:t>
      </w:r>
      <w:r w:rsidR="00BE6D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conhecimentos adquiridos sobre captação</w:t>
      </w:r>
      <w:r w:rsidR="00C03A5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 o</w:t>
      </w:r>
      <w:r w:rsidR="00C03A5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processo de mistura áudio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297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9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299" w14:textId="6CFAC5D5" w:rsidR="001B1ACF" w:rsidRDefault="001B1ACF" w:rsidP="001B1AC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 áudio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9A" w14:textId="6B845DDC" w:rsidR="001B1ACF" w:rsidRPr="00984B30" w:rsidRDefault="001B1ACF" w:rsidP="001B1AC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Gravação de espetáculos em salas e em recintos de ar livre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9B" w14:textId="5EB7C425" w:rsidR="00232BE2" w:rsidRDefault="00232BE2" w:rsidP="00232BE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Documentos de registo de operações em estúdio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9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9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9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9F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A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2A2" w14:textId="4AECB6E0" w:rsidR="001B1ACF" w:rsidRDefault="001B1ACF" w:rsidP="001B1AC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Computador equipado com um sistema DAW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A3" w14:textId="76309DBE" w:rsidR="001B1ACF" w:rsidRDefault="001B1ACF" w:rsidP="001B1AC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Placa de som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A4" w14:textId="27AFF8DB" w:rsidR="00232BE2" w:rsidRDefault="00232BE2" w:rsidP="00232BE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Documentos de registo de operações em estúdio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2A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A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2A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B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2B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B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B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2B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2B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2B5" w14:textId="37E90493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2B6" w14:textId="77777777" w:rsidR="008C76A8" w:rsidRPr="009C256C" w:rsidRDefault="001E3C4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Masterizar Áudio</w:t>
            </w:r>
          </w:p>
        </w:tc>
      </w:tr>
    </w:tbl>
    <w:p w14:paraId="5BEC22B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2B9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2BB" w14:textId="7126DC21" w:rsidR="000F278C" w:rsidRPr="003200F2" w:rsidRDefault="000F278C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B14F9A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2B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2B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2C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2BE" w14:textId="2A20F9B3" w:rsidR="00D7158B" w:rsidRPr="0010320D" w:rsidRDefault="008C76A8" w:rsidP="001032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D7158B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73A4E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AC6609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ajuste fino da frequênci</w:t>
            </w:r>
            <w:r w:rsidR="00BE7C0D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da faixa e corrigir problemas </w:t>
            </w:r>
            <w:r w:rsidR="00AC6609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</w:t>
            </w:r>
            <w:r w:rsidR="00BE7C0D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F71E3A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frequência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2C0" w14:textId="77777777" w:rsidR="008C76A8" w:rsidRPr="00D7158B" w:rsidRDefault="00D7158B" w:rsidP="0010320D">
            <w:pPr>
              <w:spacing w:before="120" w:after="0" w:line="276" w:lineRule="auto"/>
              <w:ind w:left="318" w:hanging="318"/>
              <w:rPr>
                <w:rFonts w:ascii="VerdanaNormal" w:hAnsi="VerdanaNormal" w:cs="VerdanaNormal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Preparar os formatos de áudio para duplicação e /ou distribuição do produto.</w:t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5BEC22C1" w14:textId="4E17FECD" w:rsidR="00F00309" w:rsidRDefault="008C76A8" w:rsidP="00F003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00309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 a equalização e o efeito estéreo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2C2" w14:textId="0996CFD9" w:rsidR="00973A4E" w:rsidRDefault="00973A4E" w:rsidP="00F003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6F51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Limitar e comprimir um objeto á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udio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2C4" w14:textId="17AFFC6E" w:rsidR="008C76A8" w:rsidRPr="0010320D" w:rsidRDefault="00013F7D" w:rsidP="0010320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BE7C0D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013F7D">
              <w:rPr>
                <w:rFonts w:ascii="Verdana Pro Light" w:eastAsia="Arial Unicode MS" w:hAnsi="Verdana Pro Light" w:cs="Arial Unicode MS"/>
                <w:sz w:val="18"/>
                <w:szCs w:val="18"/>
              </w:rPr>
              <w:t>orrigir problemas de áudio (ruídos de fundo indesejados, entre outros)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2C9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2C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2C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2C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31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2CA" w14:textId="1B1E1D36" w:rsidR="004D0FFB" w:rsidRPr="0010320D" w:rsidRDefault="004D0FF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Masterização áudio</w:t>
            </w:r>
          </w:p>
          <w:p w14:paraId="5BEC22CB" w14:textId="48C2501B" w:rsidR="004D0FFB" w:rsidRPr="0010320D" w:rsidRDefault="004D0FF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</w:t>
            </w:r>
          </w:p>
          <w:p w14:paraId="5BEC22CC" w14:textId="57A08C0D" w:rsidR="004D0FFB" w:rsidRPr="0010320D" w:rsidRDefault="004D0FF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</w:t>
            </w:r>
          </w:p>
          <w:p w14:paraId="5BEC22CD" w14:textId="4896C87B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e Protocolos de masteriza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áudio</w:t>
            </w:r>
          </w:p>
          <w:p w14:paraId="5BEC22CE" w14:textId="17192595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Filtragem de subgrave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e /ou DC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p w14:paraId="5BEC22CF" w14:textId="04F83808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Atenua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de ruídos</w:t>
            </w:r>
          </w:p>
          <w:p w14:paraId="5BEC22D0" w14:textId="055B4CD5" w:rsidR="004D0FFB" w:rsidRPr="0010320D" w:rsidRDefault="004D0FF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Equilí</w:t>
            </w:r>
            <w:r w:rsidR="00026115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brio do e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sté</w:t>
            </w:r>
            <w:r w:rsidR="00026115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5BEC22D1" w14:textId="13BC45A9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Equaliza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2D2" w14:textId="5100FFCF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Corretiva gera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2D3" w14:textId="341E4607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tiva</w:t>
            </w:r>
          </w:p>
          <w:p w14:paraId="5BEC22D4" w14:textId="1F66B1F5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irúrgica</w:t>
            </w:r>
          </w:p>
          <w:p w14:paraId="5BEC22D5" w14:textId="33D10E46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Processadore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2D6" w14:textId="197BD720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Limita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picos exce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ssivos</w:t>
            </w:r>
          </w:p>
          <w:p w14:paraId="5BEC22D7" w14:textId="2A46571B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Reverbera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adiciona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2D8" w14:textId="1E7A5C95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forço 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transien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proofErr w:type="spellEnd"/>
          </w:p>
          <w:p w14:paraId="5BEC22D9" w14:textId="7FF05FFB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ssã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multiba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nda</w:t>
            </w:r>
            <w:proofErr w:type="spellEnd"/>
          </w:p>
          <w:p w14:paraId="5BEC22DA" w14:textId="3C96C285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Max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imiz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ador de volum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</w:p>
          <w:p w14:paraId="5BEC22DB" w14:textId="679AD3B8" w:rsidR="004D0FFB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Limita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dor "</w:t>
            </w:r>
            <w:proofErr w:type="spellStart"/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Brickwall</w:t>
            </w:r>
            <w:proofErr w:type="spellEnd"/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"</w:t>
            </w:r>
          </w:p>
          <w:p w14:paraId="5BEC22DC" w14:textId="771DFEA2" w:rsidR="00E874C6" w:rsidRPr="0010320D" w:rsidRDefault="0002611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</w:t>
            </w:r>
            <w:r w:rsidR="004D0FFB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tos áudio</w:t>
            </w:r>
          </w:p>
          <w:p w14:paraId="5BEC22DD" w14:textId="6D7A1948" w:rsidR="008C76A8" w:rsidRPr="0010320D" w:rsidRDefault="004D0FF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Produto áudio</w:t>
            </w:r>
          </w:p>
          <w:p w14:paraId="5BEC22DE" w14:textId="558EAB42" w:rsidR="00E874C6" w:rsidRPr="0010320D" w:rsidRDefault="00E874C6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Códigos ISRC</w:t>
            </w:r>
            <w:r w:rsidR="00705108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significado e finalidade</w:t>
            </w:r>
          </w:p>
          <w:p w14:paraId="5BEC22DF" w14:textId="5E746090" w:rsidR="00E874C6" w:rsidRPr="0010320D" w:rsidRDefault="00E874C6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Inserção de códigos ISRC num master </w:t>
            </w:r>
          </w:p>
          <w:p w14:paraId="5BEC22EC" w14:textId="6EBB5746" w:rsidR="008C76A8" w:rsidRPr="0010320D" w:rsidRDefault="00E32109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distribuição digital de ficheiros áudio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2ED" w14:textId="09CD427A" w:rsidR="00F617B9" w:rsidRPr="0010320D" w:rsidRDefault="00F617B9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fundamentos e</w:t>
            </w:r>
            <w:r w:rsidR="006F5138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2EE" w14:textId="77777777" w:rsidR="00F617B9" w:rsidRPr="0010320D" w:rsidRDefault="00F617B9" w:rsidP="0010320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da masterização áudio</w:t>
            </w:r>
          </w:p>
          <w:p w14:paraId="5BEC22EF" w14:textId="1B560EBE" w:rsidR="008C76A8" w:rsidRPr="0010320D" w:rsidRDefault="00F617B9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 masterização de um produto áudio</w:t>
            </w:r>
          </w:p>
          <w:p w14:paraId="5BEC22F0" w14:textId="53F8DECA" w:rsidR="00F00309" w:rsidRPr="0010320D" w:rsidRDefault="00973A4E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equalização a</w:t>
            </w:r>
            <w:r w:rsidR="00AA1F90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objeto áudio</w:t>
            </w:r>
          </w:p>
          <w:p w14:paraId="5BEC22F1" w14:textId="05AF9D55" w:rsidR="00F617B9" w:rsidRPr="0010320D" w:rsidRDefault="00973A4E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Efetuar a 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imitação e compressão a</w:t>
            </w:r>
            <w:r w:rsidR="00AA1F90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objeto áudio</w:t>
            </w:r>
          </w:p>
          <w:p w14:paraId="5BEC22F2" w14:textId="4776C0B5" w:rsidR="00F617B9" w:rsidRPr="0010320D" w:rsidRDefault="000D2906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a reverberação</w:t>
            </w:r>
            <w:r w:rsidR="00AA1F90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num objeto áudio</w:t>
            </w:r>
          </w:p>
          <w:p w14:paraId="5BEC22F3" w14:textId="5E55B0B1" w:rsidR="00973A4E" w:rsidRPr="0010320D" w:rsidRDefault="00197D20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corre</w:t>
            </w:r>
            <w:r w:rsidR="00973A4E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ções aos problemas áudio</w:t>
            </w:r>
          </w:p>
          <w:p w14:paraId="5BEC22F4" w14:textId="28676FF4" w:rsidR="000D2906" w:rsidRPr="0010320D" w:rsidRDefault="000D2906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normas e protocolos de masterização</w:t>
            </w:r>
          </w:p>
          <w:p w14:paraId="5BEC22F5" w14:textId="6309D260" w:rsidR="000D2906" w:rsidRPr="0010320D" w:rsidRDefault="000D2906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Registar num master os códigos ISRC e os </w:t>
            </w: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</w:p>
          <w:p w14:paraId="5BEC22F6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7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8" w14:textId="77777777" w:rsidR="008C76A8" w:rsidRPr="00517A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9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A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B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C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D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E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2FF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00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01" w14:textId="77777777" w:rsidR="008C76A8" w:rsidRPr="00057283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302" w14:textId="61CECC62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3" w14:textId="5583AC1C" w:rsidR="00E874C6" w:rsidRPr="00C91755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4" w14:textId="376E8637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5" w14:textId="261FAFDE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6" w14:textId="28AAA0DB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7" w14:textId="34E9B6CB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8" w14:textId="05165D4C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9" w14:textId="4605CE07" w:rsidR="00E874C6" w:rsidRPr="00DF00D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A" w14:textId="67BDBCD4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B" w14:textId="75020C7F" w:rsidR="00E874C6" w:rsidRDefault="00E874C6" w:rsidP="00E874C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0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0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0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0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1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31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31D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1E3C4E" w:rsidRPr="001E3C4E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1E3C4E" w:rsidRPr="001E3C4E">
        <w:rPr>
          <w:rFonts w:ascii="Verdana Pro Light" w:eastAsia="Arial Unicode MS" w:hAnsi="Verdana Pro Light" w:cs="Times New Roman"/>
          <w:i/>
          <w:sz w:val="18"/>
          <w:szCs w:val="18"/>
        </w:rPr>
        <w:t>Masterizar Áudio</w:t>
      </w:r>
    </w:p>
    <w:p w14:paraId="5BEC231E" w14:textId="3F59786D" w:rsidR="00545208" w:rsidRPr="0064164C" w:rsidRDefault="00545208" w:rsidP="005452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Desenvolvendo a escuta crítica para as masterizações realizadas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1F" w14:textId="666DCC74" w:rsidR="00545208" w:rsidRPr="0064164C" w:rsidRDefault="00545208" w:rsidP="005452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Comparando diferentes masterizações do mesmo projeto áudio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20" w14:textId="1D497CB2" w:rsidR="00545208" w:rsidRPr="0064164C" w:rsidRDefault="00545208" w:rsidP="005452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A316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compreender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relação entre os aspetos técnicos e os aspetos estéticos de um master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21" w14:textId="27418A7D" w:rsidR="00545208" w:rsidRPr="0064164C" w:rsidRDefault="00545208" w:rsidP="005452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A316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Considerando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como referência os formatos a que se destina a masterização (Vinyl, CD,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Streaming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Vídeo, Rádio)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22" w14:textId="186A9E60" w:rsidR="00545208" w:rsidRPr="0064164C" w:rsidRDefault="00545208" w:rsidP="0054520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Interligando os conhecimentos adquiridos sobre captação e mistura com o processo de masterização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23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2324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2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326" w14:textId="4D4A8EDC" w:rsidR="008C76A8" w:rsidRDefault="00E874C6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Estúdios de </w:t>
      </w:r>
      <w:r w:rsidR="00545208">
        <w:rPr>
          <w:rFonts w:ascii="Verdana Pro Light" w:eastAsia="Arial Unicode MS" w:hAnsi="Verdana Pro Light" w:cs="Arial Unicode MS"/>
          <w:sz w:val="18"/>
          <w:szCs w:val="18"/>
        </w:rPr>
        <w:t>masterização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27" w14:textId="40575A6D" w:rsidR="00545208" w:rsidRPr="00984B30" w:rsidRDefault="0054520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28" w14:textId="587C9A29" w:rsidR="00232BE2" w:rsidRDefault="00232BE2" w:rsidP="00232BE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Documentos de registo de operações em estúdio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2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2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2B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2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2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32E" w14:textId="3F32FCF2" w:rsidR="008C76A8" w:rsidRPr="00501DC8" w:rsidRDefault="00E874C6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Processadores analógicos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2F" w14:textId="221EB8E4" w:rsidR="008C76A8" w:rsidRDefault="00E874C6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</w:t>
      </w:r>
      <w:r w:rsidR="00545208">
        <w:rPr>
          <w:rFonts w:ascii="Verdana Pro Light" w:eastAsia="Arial Unicode MS" w:hAnsi="Verdana Pro Light" w:cs="Arial Unicode MS"/>
          <w:sz w:val="18"/>
          <w:szCs w:val="18"/>
        </w:rPr>
        <w:t>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DAW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30" w14:textId="0FA7C8AA" w:rsidR="00E874C6" w:rsidRPr="00501DC8" w:rsidRDefault="00E874C6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Plugins para </w:t>
      </w:r>
      <w:r w:rsidR="00705108">
        <w:rPr>
          <w:rFonts w:ascii="Verdana Pro Light" w:eastAsia="Arial Unicode MS" w:hAnsi="Verdana Pro Light" w:cs="Arial Unicode MS"/>
          <w:sz w:val="18"/>
          <w:szCs w:val="18"/>
        </w:rPr>
        <w:t>processamento áudio e masterização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3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4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5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7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3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3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33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3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3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3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34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33F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340" w14:textId="77777777" w:rsidR="008C76A8" w:rsidRPr="009C256C" w:rsidRDefault="001E3C4E" w:rsidP="004A386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Compor Música para Ficção</w:t>
            </w:r>
          </w:p>
        </w:tc>
      </w:tr>
    </w:tbl>
    <w:p w14:paraId="5BEC2342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343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344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A714EB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2345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347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34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34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348" w14:textId="469E2418" w:rsidR="008C76A8" w:rsidRPr="001B353A" w:rsidRDefault="008C76A8" w:rsidP="0010320D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0320D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1.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Compor</w:t>
            </w:r>
            <w:r w:rsidR="00A43A4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banda sonora para uma ficç</w:t>
            </w:r>
            <w:r w:rsidR="00F35461">
              <w:rPr>
                <w:rFonts w:ascii="Verdana Pro Light" w:eastAsia="Arial Unicode MS" w:hAnsi="Verdana Pro Light" w:cs="Arial Unicode MS"/>
                <w:sz w:val="18"/>
                <w:szCs w:val="18"/>
              </w:rPr>
              <w:t>ão/curta-</w:t>
            </w:r>
            <w:r w:rsidR="00A43A4F">
              <w:rPr>
                <w:rFonts w:ascii="Verdana Pro Light" w:eastAsia="Arial Unicode MS" w:hAnsi="Verdana Pro Light" w:cs="Arial Unicode MS"/>
                <w:sz w:val="18"/>
                <w:szCs w:val="18"/>
              </w:rPr>
              <w:t>metragem</w:t>
            </w:r>
          </w:p>
          <w:p w14:paraId="5BEC2349" w14:textId="76AA0426" w:rsidR="008C76A8" w:rsidRPr="001B353A" w:rsidRDefault="008C76A8" w:rsidP="0010320D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0320D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2.</w:t>
            </w:r>
            <w:r w:rsidR="0010320D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Inserir</w:t>
            </w:r>
            <w:r w:rsidR="00AA1F90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banda musical num projeto de ficção</w:t>
            </w:r>
          </w:p>
          <w:p w14:paraId="5BEC234A" w14:textId="77777777" w:rsidR="00197D20" w:rsidRDefault="008C76A8" w:rsidP="0010320D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="00AA1F9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AA1F90" w:rsidRP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Produzir o registo sonoro/musical de uma curta-metragem.</w:t>
            </w:r>
          </w:p>
          <w:p w14:paraId="5BEC234B" w14:textId="77777777" w:rsidR="008C76A8" w:rsidRDefault="008C76A8" w:rsidP="0010320D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197D2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Digitalizar/importar áudio</w:t>
            </w:r>
          </w:p>
          <w:p w14:paraId="5BEC234C" w14:textId="77777777" w:rsidR="00197D20" w:rsidRPr="00197D20" w:rsidRDefault="00197D20" w:rsidP="0010320D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Sincronizar imagem e áudio</w:t>
            </w:r>
          </w:p>
        </w:tc>
      </w:tr>
      <w:tr w:rsidR="00AF36B4" w:rsidRPr="00136AD8" w14:paraId="5BEC235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34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34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35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F36B4" w:rsidRPr="00136AD8" w14:paraId="5BEC239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352" w14:textId="10542B75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audiovisual</w:t>
            </w:r>
          </w:p>
          <w:p w14:paraId="5BEC2353" w14:textId="46C9FFCC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Teorias da linguagem audiovisual</w:t>
            </w:r>
          </w:p>
          <w:p w14:paraId="5BEC2354" w14:textId="33E8DDE7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narrativa audiovisual</w:t>
            </w:r>
          </w:p>
          <w:p w14:paraId="5BEC2355" w14:textId="103D48AD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Vários géneros cinematográficos</w:t>
            </w:r>
          </w:p>
          <w:p w14:paraId="5BEC2356" w14:textId="4B4DEACE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de harmonia e caracterização musical de personagens</w:t>
            </w:r>
          </w:p>
          <w:p w14:paraId="5BEC2357" w14:textId="72D98E53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de produção musical</w:t>
            </w:r>
          </w:p>
          <w:p w14:paraId="5BEC2358" w14:textId="786EB52E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conversão e compressão de ficheiros áudio</w:t>
            </w:r>
          </w:p>
          <w:p w14:paraId="5BEC2359" w14:textId="58D24E39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Digitalização/importação de sons</w:t>
            </w:r>
          </w:p>
          <w:p w14:paraId="5BEC235A" w14:textId="53C98EC7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Bancos de Sons</w:t>
            </w:r>
            <w:r w:rsidR="00990516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efeitos especiais</w:t>
            </w:r>
          </w:p>
          <w:p w14:paraId="5BEC235B" w14:textId="6EB15CB7" w:rsidR="00A714EB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 e Masterização</w:t>
            </w:r>
            <w:r w:rsidR="00990516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ficção</w:t>
            </w:r>
          </w:p>
          <w:p w14:paraId="5BEC235C" w14:textId="2F42E801" w:rsidR="00990516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</w:t>
            </w:r>
            <w:r w:rsidR="00990516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de sincroniza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ção Time </w:t>
            </w: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Code</w:t>
            </w:r>
            <w:proofErr w:type="spellEnd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/SMPTE e MIDI Time </w:t>
            </w: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Code</w:t>
            </w:r>
            <w:proofErr w:type="spellEnd"/>
          </w:p>
          <w:p w14:paraId="5BEC235D" w14:textId="13D33B61" w:rsidR="008C76A8" w:rsidRPr="0010320D" w:rsidRDefault="00A714EB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</w:t>
            </w:r>
            <w:r w:rsidR="00990516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posiçã</w:t>
            </w:r>
            <w:r w:rsidR="00990516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musical para uma curta-metra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</w:p>
          <w:p w14:paraId="5BEC2368" w14:textId="77777777" w:rsidR="008C76A8" w:rsidRPr="0010320D" w:rsidRDefault="008C76A8" w:rsidP="0010320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69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6A" w14:textId="77777777" w:rsidR="008C76A8" w:rsidRPr="001B353A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36B" w14:textId="3B2911AF" w:rsidR="00072B0F" w:rsidRPr="0010320D" w:rsidRDefault="00233416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interpretar a linguagem audiovisual de um filme de ficçã</w:t>
            </w:r>
            <w:r w:rsidR="00072B0F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o.</w:t>
            </w:r>
          </w:p>
          <w:p w14:paraId="5BEC236C" w14:textId="65BF5F14" w:rsidR="00072B0F" w:rsidRPr="0010320D" w:rsidRDefault="00AD098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selecionar sons e efeitos especiais</w:t>
            </w:r>
          </w:p>
          <w:p w14:paraId="5BEC236D" w14:textId="238339F5" w:rsidR="00AD0985" w:rsidRPr="0010320D" w:rsidRDefault="00AD098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mistura e masterização para ficção</w:t>
            </w:r>
          </w:p>
          <w:p w14:paraId="5BEC236E" w14:textId="205632EA" w:rsidR="00AD0985" w:rsidRPr="0010320D" w:rsidRDefault="00AD098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digitalização e importação de sons</w:t>
            </w:r>
          </w:p>
          <w:p w14:paraId="5BEC236F" w14:textId="2785BFA8" w:rsidR="00AD0985" w:rsidRPr="0010320D" w:rsidRDefault="00AD0985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sincronização de imagem e áudio</w:t>
            </w:r>
          </w:p>
          <w:p w14:paraId="5BEC2370" w14:textId="1BD926EF" w:rsidR="008C76A8" w:rsidRPr="0010320D" w:rsidRDefault="00233416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vários formatos de conversão e compressão de ficheiros á</w:t>
            </w:r>
            <w:r w:rsidR="00072B0F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udio.</w:t>
            </w:r>
          </w:p>
          <w:p w14:paraId="5BEC2371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2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3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4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5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6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7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8" w14:textId="77777777" w:rsidR="008C76A8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79" w14:textId="77777777" w:rsidR="008C76A8" w:rsidRPr="00057283" w:rsidRDefault="008C76A8" w:rsidP="0010320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37A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</w:p>
          <w:p w14:paraId="5BEC237B" w14:textId="77777777" w:rsidR="00F35461" w:rsidRPr="00C91755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</w:p>
          <w:p w14:paraId="5BEC237C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BEC237D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BEC237E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5BEC237F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</w:t>
            </w:r>
          </w:p>
          <w:p w14:paraId="5BEC2380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</w:p>
          <w:p w14:paraId="5BEC2381" w14:textId="77777777" w:rsidR="00F35461" w:rsidRPr="00DF00D6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5BEC2382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EC2383" w14:textId="77777777" w:rsidR="00F35461" w:rsidRDefault="00F35461" w:rsidP="00F3546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</w:p>
          <w:p w14:paraId="5BEC238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8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90" w14:textId="77777777" w:rsidR="008C76A8" w:rsidRPr="0010320D" w:rsidRDefault="008C76A8" w:rsidP="0010320D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392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39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39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395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951F07" w:rsidRPr="00951F0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1E3C4E" w:rsidRPr="001E3C4E">
        <w:rPr>
          <w:rFonts w:ascii="Verdana Pro Light" w:eastAsia="Arial Unicode MS" w:hAnsi="Verdana Pro Light" w:cs="Times New Roman"/>
          <w:i/>
          <w:sz w:val="18"/>
          <w:szCs w:val="18"/>
        </w:rPr>
        <w:t>Compor Música para Ficção</w:t>
      </w:r>
    </w:p>
    <w:p w14:paraId="5BEC2396" w14:textId="3C8DF51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D09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conhecer</w:t>
      </w:r>
      <w:r w:rsidR="00951F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teorias da linguagem audiovisual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97" w14:textId="5BA74EF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D09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Mobilizando</w:t>
      </w:r>
      <w:r w:rsidR="00951F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recursos técnicos e programas de gravação para audiovisuais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951F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5BEC2398" w14:textId="411848A2" w:rsidR="009877FB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810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Considerando</w:t>
      </w:r>
      <w:r w:rsidR="00951F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tendências </w:t>
      </w:r>
      <w:r w:rsidR="008810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mercado </w:t>
      </w:r>
      <w:r w:rsidR="00951F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necessidades dos canais de TV</w:t>
      </w:r>
      <w:r w:rsidR="008810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C0168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das produtoras de imagem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99" w14:textId="7B9FEB71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D09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Mobilizando documentos de planificação para composição em ficção/curta-metragem</w:t>
      </w:r>
      <w:r w:rsidR="0010320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39A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9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39C" w14:textId="48BFA814" w:rsidR="00095855" w:rsidRPr="00984B30" w:rsidRDefault="00095855" w:rsidP="0009585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9D" w14:textId="103E7FF6" w:rsidR="008C76A8" w:rsidRDefault="00095855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produção áudio</w:t>
      </w:r>
      <w:r w:rsidR="0088105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visual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9E" w14:textId="276CB3E8" w:rsidR="00232BE2" w:rsidRDefault="00232BE2" w:rsidP="00232BE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Documentos de registo de operações em estúdio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9F" w14:textId="3BB21EAB" w:rsidR="008C76A8" w:rsidRPr="00984B30" w:rsidRDefault="00232BE2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Documentos de planificação de uma composição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A0" w14:textId="08B5A61B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1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A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3A4" w14:textId="596DF7E1" w:rsidR="0095660E" w:rsidRPr="0095660E" w:rsidRDefault="0095660E" w:rsidP="00956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5660E">
        <w:rPr>
          <w:rFonts w:ascii="Verdana Pro Light" w:eastAsia="Arial Unicode MS" w:hAnsi="Verdana Pro Light" w:cs="Arial Unicode MS"/>
          <w:sz w:val="18"/>
          <w:szCs w:val="18"/>
        </w:rPr>
        <w:t>Processadores analógicos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A5" w14:textId="6ACB4B00" w:rsidR="0095660E" w:rsidRDefault="0095660E" w:rsidP="00956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Sistemas DAW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A6" w14:textId="14093E28" w:rsidR="008C76A8" w:rsidRPr="0095660E" w:rsidRDefault="0095660E" w:rsidP="009566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5660E">
        <w:rPr>
          <w:rFonts w:ascii="Verdana Pro Light" w:eastAsia="Arial Unicode MS" w:hAnsi="Verdana Pro Light" w:cs="Arial Unicode MS"/>
          <w:sz w:val="18"/>
          <w:szCs w:val="18"/>
        </w:rPr>
        <w:t>Plugins para processamento áudio e masterização</w:t>
      </w:r>
      <w:r w:rsidR="0010320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3A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A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3B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B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3B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B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B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3B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3B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3B6" w14:textId="3CFCFEA8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3B7" w14:textId="77777777" w:rsidR="008C76A8" w:rsidRPr="009C256C" w:rsidRDefault="001E3C4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Projeto Musical</w:t>
            </w:r>
          </w:p>
        </w:tc>
      </w:tr>
    </w:tbl>
    <w:p w14:paraId="5BEC23B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3BA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3BB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5211B0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23BC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3B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3B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3C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3BF" w14:textId="50C2403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06B9E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o conceito de um projeto musical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3C0" w14:textId="47260E8A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06B9E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as fases do projeto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106B9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BEC23C1" w14:textId="1A08A372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06B9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Planificar </w:t>
            </w:r>
            <w:r w:rsidR="004D7DA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orçamentar </w:t>
            </w:r>
            <w:r w:rsidR="00106B9E">
              <w:rPr>
                <w:rFonts w:ascii="Verdana Pro Light" w:eastAsia="Arial Unicode MS" w:hAnsi="Verdana Pro Light" w:cs="Arial Unicode MS"/>
                <w:sz w:val="18"/>
                <w:szCs w:val="18"/>
              </w:rPr>
              <w:t>a implementação das fases d</w:t>
            </w:r>
            <w:r w:rsidR="004D7DA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projeto </w:t>
            </w:r>
            <w:r w:rsidR="00813DEF"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r w:rsidR="001C793A">
              <w:rPr>
                <w:rFonts w:ascii="Verdana Pro Light" w:eastAsia="Arial Unicode MS" w:hAnsi="Verdana Pro Light" w:cs="Arial Unicode MS"/>
                <w:sz w:val="18"/>
                <w:szCs w:val="18"/>
              </w:rPr>
              <w:t>cronogramas</w:t>
            </w:r>
            <w:r w:rsidR="00813DEF">
              <w:rPr>
                <w:rFonts w:ascii="Verdana Pro Light" w:eastAsia="Arial Unicode MS" w:hAnsi="Verdana Pro Light" w:cs="Arial Unicode MS"/>
                <w:sz w:val="18"/>
                <w:szCs w:val="18"/>
              </w:rPr>
              <w:t>, fluxogramas, tabelas)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3C2" w14:textId="587301B0" w:rsidR="004D7DA5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D7DA5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Implementar o projeto musical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4D7DA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BEC23C3" w14:textId="4F149C65" w:rsidR="008C76A8" w:rsidRPr="001B353A" w:rsidRDefault="004D7DA5" w:rsidP="004D7DA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Apresentar e avaliar </w:t>
            </w:r>
            <w:r w:rsidR="004E7063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resultados alcançados com o projeto</w:t>
            </w:r>
            <w:r w:rsidR="0010320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3C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3C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3C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3C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40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3C9" w14:textId="6F832C65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CA" w14:textId="020AB30A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Pré-produção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CB" w14:textId="264361C6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de recursos humanos e técnicos necessários à concretização do projeto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CC" w14:textId="5C9F444E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Cronogramas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CD" w14:textId="650C5C72" w:rsidR="008C6440" w:rsidRPr="0010320D" w:rsidRDefault="0010320D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8C6440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lanos de produção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CE" w14:textId="4AB0E53F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Repérage</w:t>
            </w:r>
            <w:proofErr w:type="spellEnd"/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(visita técnica)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CF" w14:textId="7F578BE8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Orçamentação do projeto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0" w14:textId="187E91ED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Implementação do projeto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2" w14:textId="08895B41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</w:t>
            </w:r>
            <w:r w:rsidR="0010320D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 w:rsidR="0010320D"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Musical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3" w14:textId="58523DDE" w:rsidR="008C6440" w:rsidRPr="0010320D" w:rsidRDefault="0010320D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Pós-produção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4" w14:textId="164B0D84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áudio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5" w14:textId="661C6156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567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Multimédia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6" w14:textId="69CF0B76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Grafismo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7" w14:textId="46F7AB4C" w:rsidR="008C6440" w:rsidRPr="0010320D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D8" w14:textId="783F37BD" w:rsidR="008C76A8" w:rsidRDefault="008C6440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84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32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Apresentação do produto</w:t>
            </w:r>
            <w:r w:rsidR="004E3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E0" w14:textId="77777777" w:rsidR="008C76A8" w:rsidRPr="0010320D" w:rsidRDefault="008C76A8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E4" w14:textId="77777777" w:rsidR="008C76A8" w:rsidRPr="001B353A" w:rsidRDefault="008C76A8" w:rsidP="001A2B5D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3E5" w14:textId="6523DF50" w:rsidR="004D7DA5" w:rsidRDefault="004D7DA5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conceito do projeto musical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E6" w14:textId="2C3ADD33" w:rsidR="004D7DA5" w:rsidRDefault="004D7DA5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necessidades de técnicas e humanas para o projeto musical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E7" w14:textId="77777777" w:rsidR="004D7DA5" w:rsidRDefault="004D7DA5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o planeamento de</w:t>
            </w:r>
            <w:r w:rsidRPr="005F54E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todas as etapas do projeto a implementar.</w:t>
            </w:r>
          </w:p>
          <w:p w14:paraId="5BEC23E8" w14:textId="66112985" w:rsidR="004D7DA5" w:rsidRDefault="004D7DA5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fases de organização da produção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E9" w14:textId="3B72D3BE" w:rsidR="004D7DA5" w:rsidRDefault="004D7DA5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e edição de áudio, multimédia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E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EB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E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E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E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E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F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F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F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F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F4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3F5" w14:textId="27AE8BD5" w:rsidR="004E7063" w:rsidRDefault="004E7063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6" w14:textId="1D9CE94A" w:rsidR="004E7063" w:rsidRPr="00C91755" w:rsidRDefault="004E7063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7" w14:textId="05836A97" w:rsidR="004E7063" w:rsidRDefault="004E7063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8" w14:textId="1C9B1BBA" w:rsidR="004E7063" w:rsidRDefault="004E7063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9" w14:textId="1B300777" w:rsidR="004E7063" w:rsidRDefault="00AF336F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A" w14:textId="512F35CE" w:rsidR="004E7063" w:rsidRDefault="004E7063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B" w14:textId="7D340EF8" w:rsidR="004E7063" w:rsidRDefault="004E7063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C" w14:textId="3F32069A" w:rsidR="008C76A8" w:rsidRDefault="00AF336F" w:rsidP="00020B3C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</w:t>
            </w:r>
            <w:r w:rsid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3F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F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3F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0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40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40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40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40D" w14:textId="77777777" w:rsidR="008C76A8" w:rsidRPr="001E3C4E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7D4AB8" w:rsidRPr="007D4AB8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1E3C4E" w:rsidRPr="001E3C4E">
        <w:rPr>
          <w:rFonts w:ascii="Verdana Pro Light" w:eastAsia="Arial Unicode MS" w:hAnsi="Verdana Pro Light" w:cs="Times New Roman"/>
          <w:i/>
          <w:sz w:val="18"/>
          <w:szCs w:val="18"/>
        </w:rPr>
        <w:t>Realizar Projeto Musical</w:t>
      </w:r>
    </w:p>
    <w:p w14:paraId="5BEC240E" w14:textId="582A168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4A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a qualidade da ideia do projeto</w:t>
      </w:r>
      <w:r w:rsidR="00E707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40F" w14:textId="61B05585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4A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Considerando a definição correta das fases de produção</w:t>
      </w:r>
      <w:r w:rsidR="00E707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410" w14:textId="273C3321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4A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Utilizando os recursos </w:t>
      </w:r>
      <w:r w:rsidR="004D7D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técnicos e </w:t>
      </w:r>
      <w:r w:rsidR="007D4A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humanos </w:t>
      </w:r>
      <w:r w:rsidR="004D7DA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adequados ao projeto</w:t>
      </w:r>
      <w:r w:rsidR="00E707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411" w14:textId="4B823A1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4A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Respeitando o orçamento previsto</w:t>
      </w:r>
      <w:r w:rsidR="00E707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412" w14:textId="5DFBCB5D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4A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Integrando os elementos áudio, gráficos e visuais</w:t>
      </w:r>
      <w:r w:rsidR="00E707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41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41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415" w14:textId="1FB59969" w:rsidR="008C76A8" w:rsidRDefault="00B56B73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eventos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416" w14:textId="14CB16D5" w:rsidR="00B56B73" w:rsidRDefault="00B56B73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TV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417" w14:textId="4E379A02" w:rsidR="00B56B73" w:rsidRDefault="00B56B73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e agências de espetáculos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418" w14:textId="461C1425" w:rsidR="008E2F11" w:rsidRPr="00984B30" w:rsidRDefault="008E2F11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discográficas e livreiras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41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1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1B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1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41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41E" w14:textId="3E3DABFA" w:rsidR="008C76A8" w:rsidRDefault="00813DEF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 de gravação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41F" w14:textId="5EFB7C2C" w:rsidR="00813DEF" w:rsidRDefault="00813DEF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de gravação DAW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420" w14:textId="70D78277" w:rsidR="00813DEF" w:rsidRDefault="00813DEF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Softwares e aplicações de planificação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BEC2421" w14:textId="16B5114F" w:rsidR="00813DEF" w:rsidRPr="00501DC8" w:rsidRDefault="00813DEF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Espaço para realização do projeto</w:t>
      </w:r>
      <w:r w:rsidR="00E707A8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42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7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9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42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42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42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42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42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7AE31B" w14:textId="77777777" w:rsidR="00866C61" w:rsidRDefault="00866C61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66C61" w:rsidRPr="00136AD8" w14:paraId="1983431A" w14:textId="77777777" w:rsidTr="000A3F3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F675CBA" w14:textId="73601911" w:rsidR="00866C61" w:rsidRPr="00136AD8" w:rsidRDefault="00866C61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435E3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5CFDD9" w14:textId="77777777" w:rsidR="00866C61" w:rsidRPr="009C256C" w:rsidRDefault="00866C61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Produzir Eventos Musicais</w:t>
            </w:r>
          </w:p>
        </w:tc>
      </w:tr>
    </w:tbl>
    <w:p w14:paraId="5BB20B0B" w14:textId="77777777" w:rsidR="00866C61" w:rsidRPr="00136AD8" w:rsidRDefault="00866C61" w:rsidP="00866C6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85E9397" w14:textId="77777777" w:rsidR="00866C61" w:rsidRPr="003200F2" w:rsidRDefault="00866C61" w:rsidP="00866C6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F50E597" w14:textId="77777777" w:rsidR="00866C61" w:rsidRPr="004B339F" w:rsidRDefault="00866C61" w:rsidP="00866C6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50 horas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66C61" w:rsidRPr="00136AD8" w14:paraId="0711ADF3" w14:textId="77777777" w:rsidTr="000A3F3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84B49D" w14:textId="77777777" w:rsidR="00866C61" w:rsidRPr="001B353A" w:rsidRDefault="00866C61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66C61" w:rsidRPr="00136AD8" w14:paraId="52A466A3" w14:textId="77777777" w:rsidTr="000A3F3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4AFE9F" w14:textId="77777777" w:rsidR="00866C61" w:rsidRPr="001B353A" w:rsidRDefault="00866C61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Criar o conceito de um evento musical.</w:t>
            </w:r>
          </w:p>
          <w:p w14:paraId="7416EE34" w14:textId="77777777" w:rsidR="00866C61" w:rsidRPr="001B353A" w:rsidRDefault="00866C61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Definir as fases do projeto musical.</w:t>
            </w:r>
          </w:p>
          <w:p w14:paraId="2EBD35EE" w14:textId="77777777" w:rsidR="00866C61" w:rsidRDefault="00866C61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Planificar e orçamentar um evento musical.</w:t>
            </w:r>
          </w:p>
          <w:p w14:paraId="2BCABAD0" w14:textId="77777777" w:rsidR="00866C61" w:rsidRPr="001B353A" w:rsidRDefault="00866C61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Produzir espetáculos tendo em conta as diversas especificidades.</w:t>
            </w:r>
          </w:p>
          <w:p w14:paraId="1B6D7EC1" w14:textId="77777777" w:rsidR="00866C61" w:rsidRPr="00F0671C" w:rsidRDefault="00866C61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Apresentar e avaliar os resultados artísticos e financeiros alcançados com o evento musical.</w:t>
            </w:r>
          </w:p>
        </w:tc>
      </w:tr>
      <w:tr w:rsidR="00866C61" w:rsidRPr="00136AD8" w14:paraId="4096C724" w14:textId="77777777" w:rsidTr="000A3F3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0261B8" w14:textId="77777777" w:rsidR="00866C61" w:rsidRPr="001B353A" w:rsidRDefault="00866C61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6B95E6" w14:textId="77777777" w:rsidR="00866C61" w:rsidRPr="001B353A" w:rsidRDefault="00866C61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629263" w14:textId="77777777" w:rsidR="00866C61" w:rsidRPr="001B353A" w:rsidRDefault="00866C61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66C61" w:rsidRPr="00136AD8" w14:paraId="471B8E4C" w14:textId="77777777" w:rsidTr="000A3F3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28E7C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e produção de eventos</w:t>
            </w:r>
          </w:p>
          <w:p w14:paraId="27012628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</w:t>
            </w:r>
          </w:p>
          <w:p w14:paraId="722190CA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Programação</w:t>
            </w:r>
          </w:p>
          <w:p w14:paraId="0CBC816F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Pré-produção</w:t>
            </w:r>
          </w:p>
          <w:p w14:paraId="36BE301A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Equipas intervenientes</w:t>
            </w:r>
          </w:p>
          <w:p w14:paraId="394838CD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Salas e outros espaços</w:t>
            </w:r>
          </w:p>
          <w:p w14:paraId="22B7E4C5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e análise financeira de eventos</w:t>
            </w:r>
          </w:p>
          <w:p w14:paraId="03D01A4F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teóricas de economia e gestão aplicadas à indústria das artes e do espetáculo</w:t>
            </w:r>
          </w:p>
          <w:p w14:paraId="618DF9C7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financeira de projetos</w:t>
            </w:r>
          </w:p>
          <w:p w14:paraId="1EB42029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produção de espetáculos</w:t>
            </w:r>
          </w:p>
          <w:p w14:paraId="7F4288B3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</w:t>
            </w:r>
          </w:p>
          <w:p w14:paraId="368349FE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</w:t>
            </w:r>
          </w:p>
          <w:p w14:paraId="65BA5EA0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Ensaios</w:t>
            </w:r>
          </w:p>
          <w:p w14:paraId="39CD19A9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técnicos</w:t>
            </w:r>
          </w:p>
          <w:p w14:paraId="0C5E33B3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</w:t>
            </w:r>
          </w:p>
          <w:p w14:paraId="14F22290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check</w:t>
            </w:r>
            <w:proofErr w:type="spellEnd"/>
          </w:p>
          <w:p w14:paraId="28249B32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</w:t>
            </w:r>
          </w:p>
          <w:p w14:paraId="1F629F70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Logística</w:t>
            </w:r>
          </w:p>
          <w:p w14:paraId="258B5019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som</w:t>
            </w:r>
          </w:p>
          <w:p w14:paraId="6C8CA2B3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iluminação</w:t>
            </w:r>
          </w:p>
          <w:p w14:paraId="6A4AA223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Direção de cena</w:t>
            </w:r>
          </w:p>
          <w:p w14:paraId="4C3B1552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Estruturas e </w:t>
            </w: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</w:p>
          <w:p w14:paraId="11ADC741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aplicável à produção de eventos musicais</w:t>
            </w:r>
          </w:p>
          <w:p w14:paraId="52C1C1A2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Direitos autorais e conexos</w:t>
            </w:r>
          </w:p>
          <w:p w14:paraId="6E2E4674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dos espetáculos</w:t>
            </w:r>
          </w:p>
          <w:p w14:paraId="0051D1D9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Regulamentação e contratos</w:t>
            </w:r>
          </w:p>
          <w:p w14:paraId="5DEC0F21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Lei do Mecenato Cultural</w:t>
            </w:r>
          </w:p>
          <w:p w14:paraId="46A939E1" w14:textId="77777777" w:rsidR="00866C61" w:rsidRPr="00E77920" w:rsidRDefault="00866C61" w:rsidP="00E7792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E3771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e aplicar estratégias da gestão e produção de eventos.</w:t>
            </w:r>
          </w:p>
          <w:p w14:paraId="5341C78F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gestão e análise financeira na produção de eventos.</w:t>
            </w:r>
          </w:p>
          <w:p w14:paraId="1D91AD2A" w14:textId="77777777" w:rsidR="00866C61" w:rsidRPr="004B339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legislação aplicável à produção de eventos musicais.</w:t>
            </w:r>
          </w:p>
          <w:p w14:paraId="78ACF387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0788FE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1F30FF" w14:textId="77777777" w:rsidR="00866C61" w:rsidRPr="00517AA8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A76D5F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1B9AF9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15048B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5C2A47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CEC135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D6D8CF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484CC5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B61E06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AA9AC8" w14:textId="77777777" w:rsidR="00866C61" w:rsidRPr="00057283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0B2E3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9DB8C34" w14:textId="77777777" w:rsidR="00866C61" w:rsidRPr="00C91755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69E6348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553AA6E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Organização.</w:t>
            </w:r>
          </w:p>
          <w:p w14:paraId="35BE1FAB" w14:textId="77777777" w:rsidR="00866C61" w:rsidRPr="009D032F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criar.</w:t>
            </w:r>
          </w:p>
          <w:p w14:paraId="59D1B790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5D7C0459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equipa.</w:t>
            </w:r>
          </w:p>
          <w:p w14:paraId="79BFBFE4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detalhe.</w:t>
            </w:r>
          </w:p>
          <w:p w14:paraId="4C318DCE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Curiosidade.</w:t>
            </w:r>
          </w:p>
          <w:p w14:paraId="2419FAF8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3BDBB7C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CE5125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0BF51F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C789B2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FA2691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A6454B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BD2610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6A0928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EE191A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45BE8D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AC2BB1" w14:textId="77777777" w:rsidR="00866C61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152AE7" w14:textId="77777777" w:rsidR="00866C61" w:rsidRPr="00057283" w:rsidRDefault="00866C61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72EE42A" w14:textId="77777777" w:rsidR="00866C61" w:rsidRDefault="00866C61" w:rsidP="00866C6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F3C53F" w14:textId="77777777" w:rsidR="00866C61" w:rsidRDefault="00866C61" w:rsidP="00866C6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EE2DF40" w14:textId="77777777" w:rsidR="00866C61" w:rsidRPr="00F87025" w:rsidRDefault="00866C61" w:rsidP="00866C6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09B5A2B" w14:textId="77777777" w:rsidR="00866C61" w:rsidRPr="00F20E6F" w:rsidRDefault="00866C61" w:rsidP="00866C6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Pr="00E67386">
        <w:rPr>
          <w:rFonts w:ascii="Verdana Pro Light" w:eastAsia="Arial Unicode MS" w:hAnsi="Verdana Pro Light" w:cs="Times New Roman"/>
          <w:sz w:val="18"/>
          <w:szCs w:val="18"/>
        </w:rPr>
        <w:t xml:space="preserve"> </w:t>
      </w:r>
      <w:r w:rsidRPr="00F26572">
        <w:rPr>
          <w:rFonts w:ascii="Verdana Pro Light" w:eastAsia="Arial Unicode MS" w:hAnsi="Verdana Pro Light" w:cs="Times New Roman"/>
          <w:i/>
          <w:sz w:val="18"/>
          <w:szCs w:val="18"/>
        </w:rPr>
        <w:t>Produzir Eventos Musicais</w:t>
      </w:r>
    </w:p>
    <w:p w14:paraId="62DED4C6" w14:textId="77777777" w:rsidR="00866C61" w:rsidRPr="0064164C" w:rsidRDefault="00866C61" w:rsidP="00866C6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Contextualizando e avaliando a ideia e o conceito do evento. </w:t>
      </w:r>
    </w:p>
    <w:p w14:paraId="19958FC4" w14:textId="77777777" w:rsidR="00866C61" w:rsidRPr="0064164C" w:rsidRDefault="00866C61" w:rsidP="00866C6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saber planificar a produção de um evento musical.</w:t>
      </w:r>
    </w:p>
    <w:p w14:paraId="19B91D5C" w14:textId="77777777" w:rsidR="00866C61" w:rsidRPr="0064164C" w:rsidRDefault="00866C61" w:rsidP="00866C6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os recursos humanos das equipas participantes.</w:t>
      </w:r>
    </w:p>
    <w:p w14:paraId="6DA80D03" w14:textId="77777777" w:rsidR="00866C61" w:rsidRPr="0064164C" w:rsidRDefault="00866C61" w:rsidP="00866C6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Respeitando o orçamento previsto.</w:t>
      </w:r>
    </w:p>
    <w:p w14:paraId="63082DF0" w14:textId="77777777" w:rsidR="00866C61" w:rsidRDefault="00866C61" w:rsidP="00866C6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as normas de segurança ao trabalho em eventos musicais.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BD74826" w14:textId="77777777" w:rsidR="00866C61" w:rsidRPr="00E67386" w:rsidRDefault="00866C61" w:rsidP="00866C6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1CF7AC3A" w14:textId="77777777" w:rsidR="00866C61" w:rsidRPr="00F87025" w:rsidRDefault="00866C61" w:rsidP="00866C6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96FF6A" w14:textId="77777777" w:rsidR="00866C61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som.</w:t>
      </w:r>
    </w:p>
    <w:p w14:paraId="0FD17741" w14:textId="77777777" w:rsidR="00866C61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eventos.</w:t>
      </w:r>
    </w:p>
    <w:p w14:paraId="71D8A1BF" w14:textId="77777777" w:rsidR="00866C61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e agências de espetáculos.</w:t>
      </w:r>
    </w:p>
    <w:p w14:paraId="1EC211E0" w14:textId="77777777" w:rsidR="00866C61" w:rsidRPr="00984B30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de música e literatura.</w:t>
      </w:r>
    </w:p>
    <w:p w14:paraId="16349106" w14:textId="77777777" w:rsidR="00866C61" w:rsidRPr="00984B30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9AC5410" w14:textId="77777777" w:rsidR="00866C61" w:rsidRPr="00984B30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21F58D" w14:textId="77777777" w:rsidR="00866C61" w:rsidRPr="00984B30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D61949" w14:textId="77777777" w:rsidR="00866C61" w:rsidRPr="00051C79" w:rsidRDefault="00866C61" w:rsidP="00866C6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94D10C" w14:textId="77777777" w:rsidR="00866C61" w:rsidRPr="000B32DF" w:rsidRDefault="00866C61" w:rsidP="00866C6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02496CC" w14:textId="77777777" w:rsidR="00866C61" w:rsidRDefault="00866C61" w:rsidP="00866C6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6B9D6FE" w14:textId="77777777" w:rsidR="00866C61" w:rsidRPr="00845C8A" w:rsidRDefault="00866C61" w:rsidP="00866C6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3279A1AB" w14:textId="77777777" w:rsidR="00866C61" w:rsidRPr="00485051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F3BFD53" w14:textId="77777777" w:rsidR="00866C61" w:rsidRPr="007651CD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 xml:space="preserve">Manuais de apoio sobre </w:t>
      </w:r>
      <w:r>
        <w:rPr>
          <w:rFonts w:ascii="Verdana Pro Light" w:eastAsia="Arial Unicode MS" w:hAnsi="Verdana Pro Light" w:cs="Arial Unicode MS"/>
          <w:sz w:val="18"/>
          <w:szCs w:val="18"/>
        </w:rPr>
        <w:t>Organização e Gestão de Eventos.</w:t>
      </w:r>
    </w:p>
    <w:p w14:paraId="3B72620C" w14:textId="77777777" w:rsidR="00866C61" w:rsidRPr="00501DC8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283ACE" w14:textId="77777777" w:rsidR="00866C61" w:rsidRPr="00501DC8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64BF82" w14:textId="77777777" w:rsidR="00866C61" w:rsidRPr="00501DC8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13D3CA" w14:textId="77777777" w:rsidR="00866C61" w:rsidRPr="00501DC8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B0C600" w14:textId="77777777" w:rsidR="00866C61" w:rsidRPr="00501DC8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A8AAC5" w14:textId="77777777" w:rsidR="00866C61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0AC06F4" w14:textId="77777777" w:rsidR="00866C61" w:rsidRDefault="00866C61" w:rsidP="00866C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B837359" w14:textId="77777777" w:rsidR="00866C61" w:rsidRPr="00F87025" w:rsidRDefault="00866C61" w:rsidP="00866C6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CED0051" w14:textId="77777777" w:rsidR="00866C61" w:rsidRPr="00051C79" w:rsidRDefault="00866C61" w:rsidP="00866C6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430" w14:textId="271818C4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4C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4BF" w14:textId="284BB3BF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31B7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4C0" w14:textId="0A071422" w:rsidR="008C76A8" w:rsidRPr="001E3C4E" w:rsidRDefault="001E3C4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Procedimentos em Concertos</w:t>
            </w:r>
            <w:r w:rsidR="00866C6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 Performances</w:t>
            </w:r>
          </w:p>
        </w:tc>
      </w:tr>
    </w:tbl>
    <w:p w14:paraId="5BEC24C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4C6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4C7" w14:textId="77777777" w:rsidR="000F278C" w:rsidRPr="003200F2" w:rsidRDefault="000F278C" w:rsidP="000F27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="008F791A"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 horas</w:t>
      </w:r>
    </w:p>
    <w:p w14:paraId="5BEC24C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4C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4C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4C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4CB" w14:textId="78221CA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F791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Montar </w:t>
            </w:r>
            <w:r w:rsidR="00F452D3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de som de pequena dimensão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4CC" w14:textId="4FB21E30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A092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um </w:t>
            </w:r>
            <w:proofErr w:type="spellStart"/>
            <w:r w:rsidR="008A092F"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 w:rsidR="008A092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completo e exaustivo do equipamento disponível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4CD" w14:textId="7F3D0A7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452D3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os procedimentos legais e administrativos na produção de espetáculos musicais e performativos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4CE" w14:textId="63C6D702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452D3">
              <w:rPr>
                <w:rFonts w:ascii="Verdana Pro Light" w:eastAsia="Arial Unicode MS" w:hAnsi="Verdana Pro Light" w:cs="Arial Unicode MS"/>
                <w:sz w:val="18"/>
                <w:szCs w:val="18"/>
              </w:rPr>
              <w:t>Cumprir as normas de segurança na montagem de sistemas de som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4D3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4D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4D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4D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53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4D4" w14:textId="48F79C91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</w:t>
            </w:r>
            <w:r w:rsidR="00F044B1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ntos </w:t>
            </w:r>
            <w:r w:rsidR="008A092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</w:t>
            </w:r>
            <w:r w:rsidR="00F044B1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espetá</w:t>
            </w:r>
            <w:r w:rsidR="00F044B1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culos 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musicais e performativos</w:t>
            </w:r>
          </w:p>
          <w:p w14:paraId="5BEC24D5" w14:textId="0A4512F4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administrativos</w:t>
            </w:r>
          </w:p>
          <w:p w14:paraId="5BEC24D6" w14:textId="27DD9A7A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Contratos de prestação de serviços</w:t>
            </w:r>
          </w:p>
          <w:p w14:paraId="5BEC24D7" w14:textId="13A2BC87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Adendas técnicas a um contrato</w:t>
            </w:r>
          </w:p>
          <w:p w14:paraId="5BEC24D8" w14:textId="3DF8FC4D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técnicos</w:t>
            </w:r>
          </w:p>
          <w:p w14:paraId="5BEC24D9" w14:textId="75A53AFF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Rider técnico</w:t>
            </w:r>
          </w:p>
          <w:p w14:paraId="5BEC24DA" w14:textId="7CBB7743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Stage</w:t>
            </w:r>
            <w:proofErr w:type="spellEnd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Plots</w:t>
            </w:r>
            <w:proofErr w:type="spellEnd"/>
          </w:p>
          <w:p w14:paraId="5BEC24DB" w14:textId="54E727B4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Rider de acolhimento</w:t>
            </w:r>
          </w:p>
          <w:p w14:paraId="5BEC24DC" w14:textId="2EC27BA5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Espetáculos ao vivo</w:t>
            </w:r>
          </w:p>
          <w:p w14:paraId="5BEC24DD" w14:textId="7C1EB20B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5BEC24DE" w14:textId="57E8A8C3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 fundamental</w:t>
            </w:r>
          </w:p>
          <w:p w14:paraId="5BEC24DF" w14:textId="1B182E6D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Som de </w:t>
            </w:r>
            <w:r w:rsidR="00A1200B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Frente - 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FOH (</w:t>
            </w: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Front</w:t>
            </w:r>
            <w:proofErr w:type="spellEnd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</w:t>
            </w:r>
            <w:proofErr w:type="spellEnd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the</w:t>
            </w:r>
            <w:proofErr w:type="spellEnd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House</w:t>
            </w:r>
            <w:proofErr w:type="spellEnd"/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4E0" w14:textId="560B3D81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Calibração</w:t>
            </w:r>
          </w:p>
          <w:p w14:paraId="5BEC24E1" w14:textId="1C6F2C8D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 de m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onição</w:t>
            </w:r>
          </w:p>
          <w:p w14:paraId="5BEC24E2" w14:textId="6ABAAA71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ibra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4E3" w14:textId="223C3B45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projeto de ilumina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4E4" w14:textId="7ED0203A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de ilumina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4E5" w14:textId="11AA7142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projetore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e lâ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mpada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4E6" w14:textId="62550774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obó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versus convenciona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4E7" w14:textId="4B641CC5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 para teatro e performance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4E8" w14:textId="479EB384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Partes constituintes de um espa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ço cénico</w:t>
            </w:r>
          </w:p>
          <w:p w14:paraId="5BEC24E9" w14:textId="3332A00F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sign de som</w:t>
            </w:r>
          </w:p>
          <w:p w14:paraId="5BEC24EA" w14:textId="4C7AB757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Performances 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vivo</w:t>
            </w:r>
          </w:p>
          <w:p w14:paraId="5BEC24EB" w14:textId="3917B481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monitoriza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4EC" w14:textId="5CD8F8EA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Moniçã</w:t>
            </w:r>
            <w:r w:rsidR="00F044B1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in </w:t>
            </w:r>
            <w:proofErr w:type="spellStart"/>
            <w:r w:rsidR="00F044B1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F452D3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proofErr w:type="spellEnd"/>
          </w:p>
          <w:p w14:paraId="5BEC24ED" w14:textId="4C157B46" w:rsidR="008E1D5F" w:rsidRPr="004B339F" w:rsidRDefault="008E1D5F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Moniçã</w:t>
            </w:r>
            <w:r w:rsidR="00F044B1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com monitore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4EE" w14:textId="0774C7C7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ativos e pa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ssivos</w:t>
            </w:r>
          </w:p>
          <w:p w14:paraId="5BEC24EF" w14:textId="12F4A99D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wireless 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m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onição</w:t>
            </w:r>
          </w:p>
          <w:p w14:paraId="5BEC24F0" w14:textId="6725C4BD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wireless 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linha ou de m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icro</w:t>
            </w:r>
          </w:p>
          <w:p w14:paraId="5BEC24F1" w14:textId="1522ACE0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</w:t>
            </w:r>
            <w:proofErr w:type="spellStart"/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true</w:t>
            </w:r>
            <w:proofErr w:type="spellEnd"/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diversity</w:t>
            </w:r>
            <w:proofErr w:type="spellEnd"/>
          </w:p>
          <w:p w14:paraId="5BEC24F2" w14:textId="1A073990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</w:t>
            </w:r>
            <w:proofErr w:type="spellStart"/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diversity</w:t>
            </w:r>
            <w:proofErr w:type="spellEnd"/>
          </w:p>
          <w:p w14:paraId="5BEC24F3" w14:textId="21925714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non </w:t>
            </w:r>
            <w:proofErr w:type="spellStart"/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diversity</w:t>
            </w:r>
            <w:proofErr w:type="spellEnd"/>
          </w:p>
          <w:p w14:paraId="5BEC24F4" w14:textId="75D9B82D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Bandas de fre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quência UHF, VHF</w:t>
            </w:r>
          </w:p>
          <w:p w14:paraId="5BEC24F5" w14:textId="6F65DC8F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Afina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m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onição</w:t>
            </w:r>
          </w:p>
          <w:p w14:paraId="5BEC24F6" w14:textId="6340796C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aplicá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 à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sonoriza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espa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ços públicos</w:t>
            </w:r>
          </w:p>
          <w:p w14:paraId="5BEC24F7" w14:textId="056512F9" w:rsidR="008E1D5F" w:rsidRPr="004B339F" w:rsidRDefault="00F044B1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Lice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nç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4F8" w14:textId="43B9EAA2" w:rsidR="00F452D3" w:rsidRPr="004B339F" w:rsidRDefault="00A4065A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Entidade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reguladora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4F9" w14:textId="4A1CED2A" w:rsidR="008C76A8" w:rsidRPr="004B339F" w:rsidRDefault="00A4065A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</w:t>
            </w:r>
            <w:r w:rsidR="008E1D5F" w:rsidRPr="004B33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itos</w:t>
            </w:r>
          </w:p>
          <w:p w14:paraId="5BEC24FA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FB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FC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FD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FE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4FF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00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01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02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03" w14:textId="77777777" w:rsidR="008C76A8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04" w14:textId="77777777" w:rsidR="008C76A8" w:rsidRPr="001B353A" w:rsidRDefault="008C76A8" w:rsidP="004B33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505" w14:textId="0FB09860" w:rsidR="00B00D00" w:rsidRPr="006056EB" w:rsidRDefault="00B00D00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Utilizar os equipamentos usados de acordo com a sua função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506" w14:textId="358BE54A" w:rsidR="00B00D00" w:rsidRDefault="00B00D00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legais e administrativos na produção de espetáculos musicais e performativos</w:t>
            </w:r>
          </w:p>
          <w:p w14:paraId="5BEC2508" w14:textId="7EAF69BA" w:rsidR="00A4065A" w:rsidRPr="006056EB" w:rsidRDefault="00A4065A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54452B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técnicos inerente</w:t>
            </w:r>
            <w:r w:rsidR="00BC47B4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a espe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tá</w:t>
            </w:r>
            <w:r w:rsidR="00BC47B4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culos musica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C47B4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performa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tivos.</w:t>
            </w:r>
          </w:p>
          <w:p w14:paraId="5BEC2509" w14:textId="2FB7C9F4" w:rsidR="00A4065A" w:rsidRPr="006056EB" w:rsidRDefault="00BC47B4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funçõ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 dos diferentes equipamentos usados 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vivo.</w:t>
            </w:r>
          </w:p>
          <w:p w14:paraId="5BEC250A" w14:textId="23A8FD27" w:rsidR="00054D60" w:rsidRPr="006056EB" w:rsidRDefault="00BC47B4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e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montar pequenos sistemas de som pa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 o público – PA (</w:t>
            </w:r>
            <w:proofErr w:type="spellStart"/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Public</w:t>
            </w:r>
            <w:proofErr w:type="spellEnd"/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Adress</w:t>
            </w:r>
            <w:proofErr w:type="spellEnd"/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="0054452B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 monitorização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0B" w14:textId="0F77A8E1" w:rsidR="0054452B" w:rsidRPr="006056EB" w:rsidRDefault="0054452B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 som de frente</w:t>
            </w:r>
          </w:p>
          <w:p w14:paraId="5BEC250C" w14:textId="7385B444" w:rsidR="0054452B" w:rsidRPr="006056EB" w:rsidRDefault="0054452B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 som de monição</w:t>
            </w:r>
          </w:p>
          <w:p w14:paraId="5BEC250D" w14:textId="169E1054" w:rsidR="0054452B" w:rsidRPr="006056EB" w:rsidRDefault="0054452B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técnicos de iluminação</w:t>
            </w:r>
          </w:p>
          <w:p w14:paraId="5BEC250E" w14:textId="6C59BD8C" w:rsidR="008C76A8" w:rsidRPr="006056EB" w:rsidRDefault="00BC47B4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legisla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plicá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 à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sonoriza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e</w:t>
            </w:r>
            <w:r w:rsidR="00054D60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spa</w:t>
            </w:r>
            <w:r w:rsidR="00A4065A" w:rsidRP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ços públicos.</w:t>
            </w:r>
          </w:p>
          <w:p w14:paraId="5BEC250F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0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1" w14:textId="77777777" w:rsidR="008C76A8" w:rsidRPr="00517A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2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3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4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5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6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7" w14:textId="77777777" w:rsidR="008C76A8" w:rsidRDefault="008C76A8" w:rsidP="006056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1A" w14:textId="77777777" w:rsidR="008C76A8" w:rsidRPr="004B339F" w:rsidRDefault="008C76A8" w:rsidP="004B339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51B" w14:textId="0921549B" w:rsidR="00BC47B4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1C" w14:textId="5EB76785" w:rsidR="00BC47B4" w:rsidRPr="00C91755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1D" w14:textId="3D0B2F69" w:rsidR="00BC47B4" w:rsidRPr="00F52E78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1E" w14:textId="71269DAB" w:rsidR="00BC47B4" w:rsidRPr="00F52E78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1F" w14:textId="717B90BF" w:rsidR="00BC47B4" w:rsidRPr="00F52E78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20" w14:textId="2C6CD152" w:rsidR="00BC47B4" w:rsidRPr="00F52E78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Interiorizar regras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21" w14:textId="65A6F9D9" w:rsidR="00BC47B4" w:rsidRPr="00BC47B4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22" w14:textId="51CBE979" w:rsidR="00BC47B4" w:rsidRPr="00F52E78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23" w14:textId="16C8B986" w:rsidR="00BC47B4" w:rsidRPr="00F52E78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24" w14:textId="2D82191B" w:rsidR="00BC47B4" w:rsidRDefault="00BC47B4" w:rsidP="00BC47B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  <w:r w:rsidR="006056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52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2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3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531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53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53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53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536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F452D3" w:rsidRPr="00F452D3">
        <w:rPr>
          <w:rFonts w:ascii="Verdana Pro Light" w:eastAsia="Arial Unicode MS" w:hAnsi="Verdana Pro Light" w:cs="Times New Roman"/>
          <w:sz w:val="18"/>
          <w:szCs w:val="18"/>
        </w:rPr>
        <w:t xml:space="preserve"> </w:t>
      </w:r>
      <w:r w:rsidR="001E3C4E" w:rsidRPr="001E3C4E">
        <w:rPr>
          <w:rFonts w:ascii="Verdana Pro Light" w:eastAsia="Arial Unicode MS" w:hAnsi="Verdana Pro Light" w:cs="Times New Roman"/>
          <w:i/>
          <w:sz w:val="18"/>
          <w:szCs w:val="18"/>
        </w:rPr>
        <w:t>Implementar Procedimentos em Concertos</w:t>
      </w:r>
    </w:p>
    <w:p w14:paraId="5BEC2537" w14:textId="23B3E1CA" w:rsidR="00A1200B" w:rsidRPr="0064164C" w:rsidRDefault="00A1200B" w:rsidP="00A120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4914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Mostrando saber as funções das componentes de um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equipamento de som</w:t>
      </w:r>
      <w:r w:rsid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538" w14:textId="46E9D82D" w:rsidR="00A1200B" w:rsidRPr="004B339F" w:rsidRDefault="00A1200B" w:rsidP="004B339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Mostrando saber fazer som de frente - </w:t>
      </w:r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FOH (</w:t>
      </w:r>
      <w:proofErr w:type="spellStart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Front</w:t>
      </w:r>
      <w:proofErr w:type="spellEnd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of</w:t>
      </w:r>
      <w:proofErr w:type="spellEnd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the</w:t>
      </w:r>
      <w:proofErr w:type="spellEnd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House</w:t>
      </w:r>
      <w:proofErr w:type="spellEnd"/>
      <w:r w:rsidRP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)</w:t>
      </w:r>
      <w:r w:rsid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539" w14:textId="14170F5E" w:rsidR="00A1200B" w:rsidRPr="0064164C" w:rsidRDefault="00A1200B" w:rsidP="00A120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saber integrar uma equipa de trabalho em concertos</w:t>
      </w:r>
      <w:r w:rsid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53A" w14:textId="53B53488" w:rsidR="00A1200B" w:rsidRPr="0064164C" w:rsidRDefault="00A1200B" w:rsidP="00A120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as normas de segurança ao trabalho em concertos</w:t>
      </w:r>
      <w:r w:rsid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53B" w14:textId="69AD25C3" w:rsidR="008C76A8" w:rsidRPr="0064164C" w:rsidRDefault="00A1200B" w:rsidP="00A120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saber planificar a produção de um concerto</w:t>
      </w:r>
      <w:r w:rsidR="004B33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53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53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53E" w14:textId="328E9A4F" w:rsidR="008C76A8" w:rsidRDefault="00A1200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som</w:t>
      </w:r>
      <w:r w:rsidR="004B339F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53F" w14:textId="23C294D4" w:rsidR="00A1200B" w:rsidRDefault="00A1200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eventos</w:t>
      </w:r>
      <w:r w:rsidR="004B339F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540" w14:textId="7AD45178" w:rsidR="004914FE" w:rsidRDefault="004914FE" w:rsidP="004914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e agências de espetáculos</w:t>
      </w:r>
      <w:r w:rsidR="004B339F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541" w14:textId="77777777" w:rsidR="00A1200B" w:rsidRPr="00984B30" w:rsidRDefault="00A1200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4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43" w14:textId="77777777" w:rsidR="008C76A8" w:rsidRPr="004914FE" w:rsidRDefault="008C76A8" w:rsidP="004914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4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54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546" w14:textId="3E465B3C" w:rsidR="004914FE" w:rsidRDefault="004914FE" w:rsidP="004914F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de som de pequena/média dimensão</w:t>
      </w:r>
      <w:r w:rsidR="004B339F">
        <w:rPr>
          <w:rFonts w:ascii="Verdana Pro Light" w:hAnsi="Verdana Pro Light" w:cs="Arial Unicode MS"/>
          <w:sz w:val="18"/>
          <w:szCs w:val="18"/>
        </w:rPr>
        <w:t>.</w:t>
      </w:r>
    </w:p>
    <w:p w14:paraId="5BEC2547" w14:textId="77777777" w:rsidR="004914FE" w:rsidRDefault="004914FE" w:rsidP="004914F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548" w14:textId="77777777" w:rsidR="004914FE" w:rsidRPr="00845C8A" w:rsidRDefault="004914FE" w:rsidP="004914F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549" w14:textId="2C26E357" w:rsidR="004914FE" w:rsidRPr="00485051" w:rsidRDefault="004914FE" w:rsidP="004914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 w:rsidR="004B339F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54A" w14:textId="6AEC5293" w:rsidR="004914FE" w:rsidRPr="007651CD" w:rsidRDefault="004914FE" w:rsidP="004914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 xml:space="preserve">Manuais de apoio sobre </w:t>
      </w:r>
      <w:r>
        <w:rPr>
          <w:rFonts w:ascii="Verdana Pro Light" w:eastAsia="Arial Unicode MS" w:hAnsi="Verdana Pro Light" w:cs="Arial Unicode MS"/>
          <w:sz w:val="18"/>
          <w:szCs w:val="18"/>
        </w:rPr>
        <w:t>sistemas de som (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PAs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–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Power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Amplification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System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>)</w:t>
      </w:r>
      <w:r w:rsidR="004B339F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54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4C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4D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4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4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50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5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52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53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55" w14:textId="77777777" w:rsidR="008C76A8" w:rsidRPr="004B339F" w:rsidRDefault="008C76A8" w:rsidP="004B339F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55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55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55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55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55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5E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27FD8" w:rsidRPr="00136AD8" w14:paraId="6AF4ABC2" w14:textId="77777777" w:rsidTr="000A3F3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D2FAEA" w14:textId="6FA19DDC" w:rsidR="00127FD8" w:rsidRPr="00136AD8" w:rsidRDefault="00127FD8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F0A4F2" w14:textId="1ADB29ED" w:rsidR="00127FD8" w:rsidRPr="009C256C" w:rsidRDefault="00184B66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Importar a</w:t>
            </w:r>
            <w:r w:rsidR="00127FD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Criação Musical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para a </w:t>
            </w:r>
            <w:r w:rsidR="00127FD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Composição</w:t>
            </w:r>
          </w:p>
        </w:tc>
      </w:tr>
    </w:tbl>
    <w:p w14:paraId="476E1522" w14:textId="77777777" w:rsidR="00127FD8" w:rsidRPr="00136AD8" w:rsidRDefault="00127FD8" w:rsidP="00127FD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2D834E" w14:textId="77777777" w:rsidR="00127FD8" w:rsidRDefault="00127FD8" w:rsidP="00127F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E132BE4" w14:textId="77777777" w:rsidR="00127FD8" w:rsidRPr="003200F2" w:rsidRDefault="00127FD8" w:rsidP="00127F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50 horas</w:t>
      </w:r>
    </w:p>
    <w:p w14:paraId="60879A86" w14:textId="77777777" w:rsidR="00127FD8" w:rsidRPr="00136AD8" w:rsidRDefault="00127FD8" w:rsidP="00127FD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27FD8" w:rsidRPr="00136AD8" w14:paraId="2A2FD67A" w14:textId="77777777" w:rsidTr="000A3F3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3FF892" w14:textId="77777777" w:rsidR="00127FD8" w:rsidRPr="001B353A" w:rsidRDefault="00127FD8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27FD8" w:rsidRPr="00136AD8" w14:paraId="1399F6E4" w14:textId="77777777" w:rsidTr="000A3F3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3CD35" w14:textId="77777777" w:rsidR="00127FD8" w:rsidRPr="001B353A" w:rsidRDefault="00127FD8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peças musicais.</w:t>
            </w:r>
          </w:p>
          <w:p w14:paraId="2C24174A" w14:textId="77777777" w:rsidR="00127FD8" w:rsidRPr="001B353A" w:rsidRDefault="00127FD8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Compor músicas originais em diferentes géneros musicais.</w:t>
            </w:r>
          </w:p>
          <w:p w14:paraId="7F9E2BB9" w14:textId="77777777" w:rsidR="00127FD8" w:rsidRPr="001B353A" w:rsidRDefault="00127FD8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peças musicais recorrendo ao sequenciador multipistas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Audio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/MIDI.</w:t>
            </w:r>
          </w:p>
          <w:p w14:paraId="72006119" w14:textId="77777777" w:rsidR="00127FD8" w:rsidRPr="001B353A" w:rsidRDefault="00127FD8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Encenar a performance ao vivo de uma composição.</w:t>
            </w:r>
          </w:p>
        </w:tc>
      </w:tr>
      <w:tr w:rsidR="00127FD8" w:rsidRPr="00136AD8" w14:paraId="413C62EE" w14:textId="77777777" w:rsidTr="000A3F3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A15795" w14:textId="77777777" w:rsidR="00127FD8" w:rsidRPr="001B353A" w:rsidRDefault="00127FD8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A99EF0" w14:textId="77777777" w:rsidR="00127FD8" w:rsidRPr="001B353A" w:rsidRDefault="00127FD8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430C51" w14:textId="77777777" w:rsidR="00127FD8" w:rsidRPr="001B353A" w:rsidRDefault="00127FD8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27FD8" w:rsidRPr="00136AD8" w14:paraId="26483FA7" w14:textId="77777777" w:rsidTr="000A3F3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C26B1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musical</w:t>
            </w:r>
          </w:p>
          <w:p w14:paraId="1B55332A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 musical</w:t>
            </w:r>
          </w:p>
          <w:p w14:paraId="2E988416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Estruturação rítmica</w:t>
            </w:r>
          </w:p>
          <w:p w14:paraId="2C1011D1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Estruturação melódica</w:t>
            </w:r>
          </w:p>
          <w:p w14:paraId="7F883FE3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</w:t>
            </w:r>
          </w:p>
          <w:p w14:paraId="2907D3D0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Hierarquias estruturais</w:t>
            </w:r>
          </w:p>
          <w:p w14:paraId="2C559F37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Abordagem e análise de composições musicais de diferentes géneros musicais</w:t>
            </w:r>
          </w:p>
          <w:p w14:paraId="6BC9D3D9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importância das versões no mercado da indústria musical</w:t>
            </w:r>
          </w:p>
          <w:p w14:paraId="38D127FD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para criar versões</w:t>
            </w:r>
          </w:p>
          <w:p w14:paraId="4AF7EE00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Prática de criação de peças musicais utilizando um sequenciador multipistas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/MIDI</w:t>
            </w:r>
          </w:p>
          <w:p w14:paraId="24724EB8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performance de uma composição</w:t>
            </w:r>
          </w:p>
          <w:p w14:paraId="50429EB7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CFC353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850FC3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BA5FB2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F5D774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5741ED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88F133" w14:textId="77777777" w:rsidR="00127FD8" w:rsidRPr="009C2C4E" w:rsidRDefault="00127FD8" w:rsidP="00D24BE0">
            <w:pPr>
              <w:spacing w:before="120" w:after="0" w:line="360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99EBAC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F2FD86" w14:textId="77777777" w:rsidR="00127FD8" w:rsidRPr="001B353A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4E7EE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Aplicar técnicas de composição musical.</w:t>
            </w:r>
          </w:p>
          <w:p w14:paraId="57725ED1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estruturação rítmica</w:t>
            </w:r>
          </w:p>
          <w:p w14:paraId="59AC4B18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estruturação melódica</w:t>
            </w:r>
          </w:p>
          <w:p w14:paraId="41C9C963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harmonia</w:t>
            </w:r>
          </w:p>
          <w:p w14:paraId="753FA37E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diferentes abordagens e análise das composições musicais</w:t>
            </w:r>
          </w:p>
          <w:p w14:paraId="25701262" w14:textId="77777777" w:rsidR="00127FD8" w:rsidRPr="009C2C4E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para criar composições originais e fazer versões de composições já existentes, com recurso ao sequenciador multipistas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/MIDI.</w:t>
            </w:r>
          </w:p>
          <w:p w14:paraId="577E0BF2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9D34A8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F9E088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279089" w14:textId="77777777" w:rsidR="00127FD8" w:rsidRPr="00517AA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E0840D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36CDFA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88AEFC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ADD81B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48667E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90ABCA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1B512D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0621A8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46230B" w14:textId="77777777" w:rsidR="00127FD8" w:rsidRPr="00057283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B1DE2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764C7B" w14:textId="77777777" w:rsidR="00127FD8" w:rsidRPr="00C91755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60DB4F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DCA2A42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Organização.</w:t>
            </w:r>
          </w:p>
          <w:p w14:paraId="0FC40789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6E61D946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Confiança.</w:t>
            </w:r>
          </w:p>
          <w:p w14:paraId="3AD94FB6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3DD3C791" w14:textId="77777777" w:rsidR="00127FD8" w:rsidRPr="00DF00D6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09BE656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Curiosidade.</w:t>
            </w:r>
          </w:p>
          <w:p w14:paraId="77E030DA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criar.</w:t>
            </w:r>
          </w:p>
          <w:p w14:paraId="6EBF2390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C4472B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EB2033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3F2DB9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CA134F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539644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B87D01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A06216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DFADD9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1D3F16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0A265B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6E3219" w14:textId="77777777" w:rsidR="00127FD8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84B608" w14:textId="77777777" w:rsidR="00127FD8" w:rsidRPr="00057283" w:rsidRDefault="00127FD8" w:rsidP="00D24BE0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CBEAEFA" w14:textId="77777777" w:rsidR="00127FD8" w:rsidRDefault="00127FD8" w:rsidP="00127FD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4B8755" w14:textId="77777777" w:rsidR="00127FD8" w:rsidRDefault="00127FD8" w:rsidP="00127FD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E93B1E7" w14:textId="77777777" w:rsidR="00127FD8" w:rsidRPr="00F87025" w:rsidRDefault="00127FD8" w:rsidP="00127F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31CC5A8" w14:textId="77777777" w:rsidR="00127FD8" w:rsidRPr="00F20E6F" w:rsidRDefault="00127FD8" w:rsidP="00127FD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Pr="00E632C8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Pr="00F26572">
        <w:rPr>
          <w:rFonts w:ascii="Verdana Pro Light" w:eastAsia="Arial Unicode MS" w:hAnsi="Verdana Pro Light" w:cs="Times New Roman"/>
          <w:i/>
          <w:sz w:val="18"/>
          <w:szCs w:val="18"/>
        </w:rPr>
        <w:t>Aplicar Criação Musical à Composição</w:t>
      </w:r>
    </w:p>
    <w:p w14:paraId="41D79699" w14:textId="77777777" w:rsidR="00127FD8" w:rsidRPr="0064164C" w:rsidRDefault="00127FD8" w:rsidP="00127F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Analisando as partes de uma composição.</w:t>
      </w:r>
    </w:p>
    <w:p w14:paraId="06B939E3" w14:textId="77777777" w:rsidR="00127FD8" w:rsidRPr="009C2C4E" w:rsidRDefault="00127FD8" w:rsidP="00127F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Analisando uma composição nas suas componentes rítmica, melódica e harmónica.</w:t>
      </w:r>
    </w:p>
    <w:p w14:paraId="0AEE65D3" w14:textId="77777777" w:rsidR="00127FD8" w:rsidRPr="0064164C" w:rsidRDefault="00127FD8" w:rsidP="00127F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a importância das versões no mercado da música.</w:t>
      </w:r>
    </w:p>
    <w:p w14:paraId="76C51781" w14:textId="77777777" w:rsidR="00127FD8" w:rsidRPr="0064164C" w:rsidRDefault="00127FD8" w:rsidP="00127F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um sequenciador áudio/MIDI na composição de temas originais e na recriação de versões.</w:t>
      </w:r>
    </w:p>
    <w:p w14:paraId="0223B77D" w14:textId="77777777" w:rsidR="00127FD8" w:rsidRDefault="00127FD8" w:rsidP="00127F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Identificando as suas potencialidades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 enquanto criador de versões.</w:t>
      </w:r>
    </w:p>
    <w:p w14:paraId="2F42E132" w14:textId="77777777" w:rsidR="00127FD8" w:rsidRPr="00E632C8" w:rsidRDefault="00127FD8" w:rsidP="00127F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33C60A24" w14:textId="77777777" w:rsidR="00127FD8" w:rsidRPr="00F87025" w:rsidRDefault="00127FD8" w:rsidP="00127F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F7FE2CA" w14:textId="77777777" w:rsidR="00127FD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discográficas.</w:t>
      </w:r>
    </w:p>
    <w:p w14:paraId="782C45CF" w14:textId="77777777" w:rsidR="00127FD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Programas de TV.</w:t>
      </w:r>
    </w:p>
    <w:p w14:paraId="557EFBA7" w14:textId="77777777" w:rsidR="00127FD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filmes e séries.</w:t>
      </w:r>
    </w:p>
    <w:p w14:paraId="03890D6A" w14:textId="77777777" w:rsidR="00127FD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áudio visuais.</w:t>
      </w:r>
    </w:p>
    <w:p w14:paraId="3BD44385" w14:textId="77777777" w:rsidR="00127FD8" w:rsidRPr="00984B30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2F1F01" w14:textId="77777777" w:rsidR="00127FD8" w:rsidRPr="00984B30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C55375" w14:textId="77777777" w:rsidR="00127FD8" w:rsidRPr="00984B30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1FB780" w14:textId="77777777" w:rsidR="00127FD8" w:rsidRPr="00984B30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CF770C" w14:textId="77777777" w:rsidR="00127FD8" w:rsidRPr="00051C79" w:rsidRDefault="00127FD8" w:rsidP="00127F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17077D" w14:textId="77777777" w:rsidR="00127FD8" w:rsidRPr="00F87025" w:rsidRDefault="00127FD8" w:rsidP="00127F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B871144" w14:textId="77777777" w:rsidR="00127FD8" w:rsidRDefault="00127FD8" w:rsidP="00127F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Estúdio de gravação.</w:t>
      </w:r>
    </w:p>
    <w:p w14:paraId="47AE22C9" w14:textId="77777777" w:rsidR="00127FD8" w:rsidRDefault="00127FD8" w:rsidP="00127F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de gravação DAW.</w:t>
      </w:r>
    </w:p>
    <w:p w14:paraId="7E7964FD" w14:textId="77777777" w:rsidR="00127FD8" w:rsidRDefault="00127FD8" w:rsidP="00127F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1224344D" w14:textId="77777777" w:rsidR="00127FD8" w:rsidRPr="00845C8A" w:rsidRDefault="00127FD8" w:rsidP="00127F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11F72127" w14:textId="77777777" w:rsidR="00127FD8" w:rsidRPr="00485051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0BF8AF7" w14:textId="77777777" w:rsidR="00127FD8" w:rsidRPr="007651CD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 xml:space="preserve">Manuais de apoio sobre </w:t>
      </w:r>
      <w:r>
        <w:rPr>
          <w:rFonts w:ascii="Verdana Pro Light" w:eastAsia="Arial Unicode MS" w:hAnsi="Verdana Pro Light" w:cs="Arial Unicode MS"/>
          <w:sz w:val="18"/>
          <w:szCs w:val="18"/>
        </w:rPr>
        <w:t>escrita de canções e arranjos.</w:t>
      </w:r>
    </w:p>
    <w:p w14:paraId="5F430F9A" w14:textId="77777777" w:rsidR="00127FD8" w:rsidRPr="00501DC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BA7A09" w14:textId="77777777" w:rsidR="00127FD8" w:rsidRPr="00501DC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E8851C" w14:textId="77777777" w:rsidR="00127FD8" w:rsidRPr="00501DC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4754D8" w14:textId="77777777" w:rsidR="00127FD8" w:rsidRPr="00501DC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8EBBDC" w14:textId="77777777" w:rsidR="00127FD8" w:rsidRPr="009C2C4E" w:rsidRDefault="00127FD8" w:rsidP="00127FD8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C9B526" w14:textId="77777777" w:rsidR="00127FD8" w:rsidRPr="00501DC8" w:rsidRDefault="00127FD8" w:rsidP="00127F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373E8E" w14:textId="77777777" w:rsidR="00127FD8" w:rsidRPr="00051C79" w:rsidRDefault="00127FD8" w:rsidP="00127F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67BFED" w14:textId="77777777" w:rsidR="00127FD8" w:rsidRPr="00F87025" w:rsidRDefault="00127FD8" w:rsidP="00127F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43AC821" w14:textId="77777777" w:rsidR="00127FD8" w:rsidRPr="00051C79" w:rsidRDefault="00127FD8" w:rsidP="00127F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1C7C72" w14:textId="77777777" w:rsidR="00127FD8" w:rsidRPr="00051C79" w:rsidRDefault="00127FD8" w:rsidP="00127F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5E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5E4" w14:textId="77777777" w:rsidR="008C76A8" w:rsidRPr="00051C79" w:rsidRDefault="008C76A8" w:rsidP="00531B7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5E5" w14:textId="77777777" w:rsidR="006A1CDE" w:rsidRDefault="006A1CDE" w:rsidP="00531B72">
      <w:pPr>
        <w:jc w:val="center"/>
        <w:rPr>
          <w:rFonts w:ascii="Verdana Pro Light" w:hAnsi="Verdana Pro Light"/>
          <w:b/>
          <w:bCs/>
          <w:smallCaps/>
        </w:rPr>
      </w:pPr>
      <w:r w:rsidRPr="006A1CDE">
        <w:rPr>
          <w:rFonts w:ascii="Verdana Pro Light" w:hAnsi="Verdana Pro Light"/>
          <w:b/>
          <w:bCs/>
          <w:smallCaps/>
        </w:rPr>
        <w:lastRenderedPageBreak/>
        <w:t>Unidades de Competência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271AC" w:rsidRPr="00136AD8" w14:paraId="5C6BB147" w14:textId="77777777" w:rsidTr="000A3F3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9EE866" w14:textId="391E7E55" w:rsidR="008271AC" w:rsidRPr="00136AD8" w:rsidRDefault="008271AC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4663B4" w14:textId="77777777" w:rsidR="008271AC" w:rsidRPr="009C256C" w:rsidRDefault="008271AC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E3C4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Tratar Som e Produzir Programas de Rádio</w:t>
            </w:r>
          </w:p>
        </w:tc>
      </w:tr>
    </w:tbl>
    <w:p w14:paraId="2A7CD62C" w14:textId="77777777" w:rsidR="008271AC" w:rsidRPr="00136AD8" w:rsidRDefault="008271AC" w:rsidP="008271A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231269C" w14:textId="77777777" w:rsidR="008271AC" w:rsidRPr="003200F2" w:rsidRDefault="008271AC" w:rsidP="008271A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2A2F33C" w14:textId="77777777" w:rsidR="008271AC" w:rsidRPr="003200F2" w:rsidRDefault="008271AC" w:rsidP="008271A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50 horas</w:t>
      </w:r>
    </w:p>
    <w:p w14:paraId="4059FFFE" w14:textId="77777777" w:rsidR="008271AC" w:rsidRPr="00136AD8" w:rsidRDefault="008271AC" w:rsidP="008271A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271AC" w:rsidRPr="00136AD8" w14:paraId="4152DB94" w14:textId="77777777" w:rsidTr="000A3F3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BE79C8" w14:textId="77777777" w:rsidR="008271AC" w:rsidRPr="001B353A" w:rsidRDefault="008271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271AC" w:rsidRPr="00136AD8" w14:paraId="43E00002" w14:textId="77777777" w:rsidTr="000A3F3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BE8227" w14:textId="77777777" w:rsidR="008271AC" w:rsidRPr="001B353A" w:rsidRDefault="008271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com equipamentos áudio de emissão de música e voz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0193CD4A" w14:textId="77777777" w:rsidR="008271AC" w:rsidRPr="001B353A" w:rsidRDefault="008271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com software de programação e emissão de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1E374F6D" w14:textId="77777777" w:rsidR="008271AC" w:rsidRPr="001B353A" w:rsidRDefault="008271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Criar o conceito e desenhar um programa de rádio.</w:t>
            </w:r>
          </w:p>
          <w:p w14:paraId="4AEEBD46" w14:textId="77777777" w:rsidR="008271AC" w:rsidRPr="001B353A" w:rsidRDefault="008271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Implementar a emissão de um programa de rádio on-line.</w:t>
            </w:r>
          </w:p>
        </w:tc>
      </w:tr>
      <w:tr w:rsidR="008271AC" w:rsidRPr="00136AD8" w14:paraId="74973022" w14:textId="77777777" w:rsidTr="000A3F3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6D1928" w14:textId="77777777" w:rsidR="008271AC" w:rsidRPr="001B353A" w:rsidRDefault="008271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6AD180" w14:textId="77777777" w:rsidR="008271AC" w:rsidRPr="001B353A" w:rsidRDefault="008271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BF3D74C" w14:textId="77777777" w:rsidR="008271AC" w:rsidRPr="001B353A" w:rsidRDefault="008271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271AC" w:rsidRPr="00136AD8" w14:paraId="693946AA" w14:textId="77777777" w:rsidTr="000A3F37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E8B06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História e Teoria da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Idade e biografia da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9C85CFE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rádio em Portugal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A440C2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6552D10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CAEAFCF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49B4860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4348337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Características, funções e linguagem do meio radiofónico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D9A7DAA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linguagem radiofónica; palavra radiofónica; a “cor” da palavra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AD3D4CC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Melodia e harmonia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9781A3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ritmo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54F06D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música radiofónica; música-palavra; funções da música; efeitos sonoros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9877DD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silêncio radiofónico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33B3334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relato radiofónico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128042A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básicas da comunicação oral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734BAE3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CF28B6E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Entoação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FDBC332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CDC0C89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voz como fator de credibilização da mensagem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D9C687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programas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DA1EBF5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Definição e conceito de um programa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E5D159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 e fases de elaboração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69D17C8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Política de Play </w:t>
            </w:r>
            <w:proofErr w:type="spellStart"/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lists</w:t>
            </w:r>
            <w:proofErr w:type="spellEnd"/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versus Programa de autor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A5FBF8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técnicos em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C0284C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 para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3D69EDC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técnico do som em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B99410D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Passos para a realização de um programa de rádio on-line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161757B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E4966D" w14:textId="77777777" w:rsidR="008271AC" w:rsidRPr="00E707A8" w:rsidRDefault="008271AC" w:rsidP="000A3F3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B838D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 evolução da Rádio em Portugal e no Mundo.</w:t>
            </w:r>
          </w:p>
          <w:p w14:paraId="45A2A727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equipamentos áudio de emissão de música e voz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F36D1F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software de programação e emissão de rádio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4ADEB99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básicas de colocação de voz.</w:t>
            </w:r>
          </w:p>
          <w:p w14:paraId="6F33FBEF" w14:textId="77777777" w:rsidR="008271AC" w:rsidRPr="00E707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7A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 enquadramento musical (rítmico e melódico) à mensagem oral.</w:t>
            </w:r>
          </w:p>
          <w:p w14:paraId="3854F83C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C3EBBE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37989D" w14:textId="77777777" w:rsidR="008271AC" w:rsidRPr="00517AA8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E6888A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10F73D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E9C895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C0EBC6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21D722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4702C6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425473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AE968B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D2395F" w14:textId="77777777" w:rsidR="008271AC" w:rsidRPr="00057283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FDA69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99AD360" w14:textId="77777777" w:rsidR="008271AC" w:rsidRPr="00C91755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ABCC90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0D37D1D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Organização.</w:t>
            </w:r>
          </w:p>
          <w:p w14:paraId="2C73A258" w14:textId="77777777" w:rsidR="008271AC" w:rsidRPr="009D032F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criar.</w:t>
            </w:r>
          </w:p>
          <w:p w14:paraId="6B27D784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7283E314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equipa.</w:t>
            </w:r>
          </w:p>
          <w:p w14:paraId="48AB677B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72ADC534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detalhe.</w:t>
            </w:r>
          </w:p>
          <w:p w14:paraId="0F734ED5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Curiosidade.</w:t>
            </w:r>
          </w:p>
          <w:p w14:paraId="55A40D6E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1A41CD1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FF227F5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F3DE62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A74386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D63110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25144C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886727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E9F7D7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D5E78C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20A3D3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39B7CF" w14:textId="77777777" w:rsidR="008271AC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4D5818" w14:textId="77777777" w:rsidR="008271AC" w:rsidRPr="00057283" w:rsidRDefault="008271AC" w:rsidP="000A3F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558DF91" w14:textId="77777777" w:rsidR="008271AC" w:rsidRDefault="008271AC" w:rsidP="008271A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D85A886" w14:textId="77777777" w:rsidR="008271AC" w:rsidRDefault="008271AC" w:rsidP="008271A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B9EF745" w14:textId="77777777" w:rsidR="008271AC" w:rsidRPr="00F87025" w:rsidRDefault="008271AC" w:rsidP="008271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C80DCB2" w14:textId="77777777" w:rsidR="008271AC" w:rsidRPr="00F20E6F" w:rsidRDefault="008271AC" w:rsidP="008271A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Pr="006F42CD">
        <w:rPr>
          <w:rFonts w:ascii="Verdana Pro Light" w:eastAsia="Arial Unicode MS" w:hAnsi="Verdana Pro Light" w:cs="Times New Roman"/>
          <w:sz w:val="18"/>
          <w:szCs w:val="18"/>
        </w:rPr>
        <w:t xml:space="preserve"> </w:t>
      </w:r>
      <w:r w:rsidRPr="001E3C4E">
        <w:rPr>
          <w:rFonts w:ascii="Verdana Pro Light" w:eastAsia="Arial Unicode MS" w:hAnsi="Verdana Pro Light" w:cs="Times New Roman"/>
          <w:i/>
          <w:sz w:val="18"/>
          <w:szCs w:val="18"/>
        </w:rPr>
        <w:t>Tratar Som e Produzir Programas de Rádio</w:t>
      </w:r>
    </w:p>
    <w:p w14:paraId="369F6F35" w14:textId="77777777" w:rsidR="008271AC" w:rsidRDefault="008271AC" w:rsidP="008271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os recursos técnicos disponíveis.</w:t>
      </w:r>
    </w:p>
    <w:p w14:paraId="1D7A163A" w14:textId="77777777" w:rsidR="008271AC" w:rsidRDefault="008271AC" w:rsidP="008271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  Aplicando a teoria da rádio.</w:t>
      </w:r>
    </w:p>
    <w:p w14:paraId="6FB37DF8" w14:textId="77777777" w:rsidR="008271AC" w:rsidRDefault="008271AC" w:rsidP="008271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   Integrando os conceitos de público-alvo e os objetivos da programação em rádio.</w:t>
      </w:r>
    </w:p>
    <w:p w14:paraId="53F47732" w14:textId="77777777" w:rsidR="008271AC" w:rsidRDefault="008271AC" w:rsidP="008271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Identificando o contexto, a ideia 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principal, distinguindo informações simples e de maior complexidade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na produção de programas de rádio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648DACC7" w14:textId="77777777" w:rsidR="008271AC" w:rsidRPr="003A4D17" w:rsidRDefault="008271AC" w:rsidP="008271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Produzindo um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programa com contornos claros e definidos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, de acordo com a sua finalidade e público-alvo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2A2A328C" w14:textId="77777777" w:rsidR="008271AC" w:rsidRPr="0064164C" w:rsidRDefault="008271AC" w:rsidP="008271A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2FE2000C" w14:textId="77777777" w:rsidR="008271AC" w:rsidRPr="00136AD8" w:rsidRDefault="008271AC" w:rsidP="008271A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28A860" w14:textId="77777777" w:rsidR="008271AC" w:rsidRPr="00F87025" w:rsidRDefault="008271AC" w:rsidP="008271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ED02074" w14:textId="77777777" w:rsidR="008271AC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Estações de Rádio.</w:t>
      </w:r>
    </w:p>
    <w:p w14:paraId="6179B0BF" w14:textId="77777777" w:rsidR="008271AC" w:rsidRPr="00984B30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Rádios on-line.</w:t>
      </w:r>
    </w:p>
    <w:p w14:paraId="147E687B" w14:textId="77777777" w:rsidR="008271AC" w:rsidRPr="00984B30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pós-produção.</w:t>
      </w:r>
    </w:p>
    <w:p w14:paraId="507AE909" w14:textId="77777777" w:rsidR="008271AC" w:rsidRPr="00984B30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4ADA82" w14:textId="77777777" w:rsidR="008271AC" w:rsidRPr="00984B30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AD77B4" w14:textId="77777777" w:rsidR="008271AC" w:rsidRPr="00051C79" w:rsidRDefault="008271AC" w:rsidP="008271A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D6235C" w14:textId="77777777" w:rsidR="008271AC" w:rsidRPr="00F87025" w:rsidRDefault="008271AC" w:rsidP="008271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7175AA3" w14:textId="77777777" w:rsidR="008271AC" w:rsidRDefault="008271AC" w:rsidP="008271A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Estúdio de gravação.</w:t>
      </w:r>
    </w:p>
    <w:p w14:paraId="75FCED5D" w14:textId="77777777" w:rsidR="008271AC" w:rsidRDefault="008271AC" w:rsidP="008271A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de gravação DAW.</w:t>
      </w:r>
    </w:p>
    <w:p w14:paraId="032AF3F0" w14:textId="77777777" w:rsidR="008271AC" w:rsidRDefault="008271AC" w:rsidP="008271A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Software de rádio.</w:t>
      </w:r>
    </w:p>
    <w:p w14:paraId="21DCE813" w14:textId="77777777" w:rsidR="008271AC" w:rsidRDefault="008271AC" w:rsidP="008271A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32BFE8FD" w14:textId="77777777" w:rsidR="008271AC" w:rsidRPr="00845C8A" w:rsidRDefault="008271AC" w:rsidP="008271A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0759F25A" w14:textId="77777777" w:rsidR="008271AC" w:rsidRPr="00485051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0B32244" w14:textId="77777777" w:rsidR="008271AC" w:rsidRPr="007651CD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 xml:space="preserve">Manuais de apoio sobre </w:t>
      </w:r>
      <w:r>
        <w:rPr>
          <w:rFonts w:ascii="Verdana Pro Light" w:eastAsia="Arial Unicode MS" w:hAnsi="Verdana Pro Light" w:cs="Arial Unicode MS"/>
          <w:sz w:val="18"/>
          <w:szCs w:val="18"/>
        </w:rPr>
        <w:t>Teoria da Rádio.</w:t>
      </w:r>
    </w:p>
    <w:p w14:paraId="13364DB1" w14:textId="77777777" w:rsidR="008271AC" w:rsidRPr="00501DC8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4F419D" w14:textId="77777777" w:rsidR="008271AC" w:rsidRPr="00501DC8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C94F45B" w14:textId="77777777" w:rsidR="008271AC" w:rsidRPr="00501DC8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6F3C79" w14:textId="77777777" w:rsidR="008271AC" w:rsidRPr="00501DC8" w:rsidRDefault="008271AC" w:rsidP="008271A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6FB9B6" w14:textId="77777777" w:rsidR="008271AC" w:rsidRPr="008271AC" w:rsidRDefault="008271AC" w:rsidP="008271A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8344717" w14:textId="77777777" w:rsidR="008271AC" w:rsidRPr="008271AC" w:rsidRDefault="008271AC" w:rsidP="008271A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98449B" w14:textId="77777777" w:rsidR="008271AC" w:rsidRDefault="008271AC" w:rsidP="008271A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5FD5BE" w14:textId="77777777" w:rsidR="008271AC" w:rsidRDefault="008271AC" w:rsidP="00531B72">
      <w:pPr>
        <w:jc w:val="center"/>
        <w:rPr>
          <w:rFonts w:ascii="Verdana Pro Light" w:hAnsi="Verdana Pro Light"/>
          <w:b/>
          <w:bCs/>
          <w:smallCaps/>
        </w:rPr>
      </w:pPr>
    </w:p>
    <w:p w14:paraId="6F235BE7" w14:textId="77777777" w:rsidR="001B3B4F" w:rsidRDefault="001B3B4F" w:rsidP="00531B72">
      <w:pPr>
        <w:jc w:val="center"/>
        <w:rPr>
          <w:rFonts w:ascii="Verdana Pro Light" w:hAnsi="Verdana Pro Light"/>
          <w:b/>
          <w:bCs/>
          <w:smallCaps/>
        </w:rPr>
      </w:pPr>
    </w:p>
    <w:p w14:paraId="16C243A2" w14:textId="77777777" w:rsidR="008271AC" w:rsidRDefault="008271AC" w:rsidP="00531B72">
      <w:pPr>
        <w:jc w:val="center"/>
        <w:rPr>
          <w:rFonts w:ascii="Verdana Pro Light" w:hAnsi="Verdana Pro Light"/>
          <w:b/>
          <w:bCs/>
          <w:smallCaps/>
        </w:rPr>
      </w:pPr>
    </w:p>
    <w:p w14:paraId="5BEC2639" w14:textId="77777777" w:rsidR="006A1CDE" w:rsidRPr="00814D3B" w:rsidRDefault="006A1CDE" w:rsidP="006A1CDE">
      <w:pPr>
        <w:spacing w:after="0" w:line="240" w:lineRule="auto"/>
        <w:rPr>
          <w:rFonts w:ascii="Verdana Pro Light" w:eastAsia="Verdana Pro Light" w:hAnsi="Verdana Pro Light" w:cs="Verdana Pro Light"/>
          <w:b/>
          <w:smallCaps/>
          <w:color w:val="404040"/>
          <w:sz w:val="24"/>
          <w:szCs w:val="24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6BC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6BA" w14:textId="6C7D0B9D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9B51F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6BB" w14:textId="77777777" w:rsidR="008C76A8" w:rsidRPr="009C256C" w:rsidRDefault="008A092F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Gravar Seque</w:t>
            </w:r>
            <w:r w:rsidR="00F2657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nciação MIDI</w:t>
            </w:r>
          </w:p>
        </w:tc>
      </w:tr>
    </w:tbl>
    <w:p w14:paraId="5BEC26C0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6C1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6C2" w14:textId="77777777" w:rsidR="00325F95" w:rsidRPr="003200F2" w:rsidRDefault="00325F95" w:rsidP="00325F9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p w14:paraId="5BEC26C3" w14:textId="77777777" w:rsidR="008C76A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5BEC26C4" w14:textId="77777777" w:rsidR="00325F95" w:rsidRPr="00136AD8" w:rsidRDefault="00325F95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6C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6C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6C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6C7" w14:textId="2FCC77F1" w:rsidR="00C808E6" w:rsidRPr="001B353A" w:rsidRDefault="008C76A8" w:rsidP="00C808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B4E85"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as ligações básica com o sistema MIDI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6C8" w14:textId="77777777" w:rsidR="00C808E6" w:rsidRPr="001B353A" w:rsidRDefault="00C808E6" w:rsidP="00C808E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F3C4B"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Conhecer as principais funções do sistema MIDI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6C9" w14:textId="77777777" w:rsidR="00C808E6" w:rsidRPr="009C2C4E" w:rsidRDefault="00C808E6" w:rsidP="009C2C4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B4E85"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Conhecer as principais máquinas que se costumam ligar</w:t>
            </w:r>
            <w:r w:rsidR="001F3C4B"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B4E85"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ao sistema MIDI.</w:t>
            </w:r>
          </w:p>
          <w:p w14:paraId="5BEC26CA" w14:textId="522231CA" w:rsidR="003B4E85" w:rsidRPr="00F52E78" w:rsidRDefault="00C808E6" w:rsidP="003B4E8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B4E85"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Sincronizar e controlar máquinas através do sistema MIDI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6CB" w14:textId="04DCF90A" w:rsidR="008C76A8" w:rsidRDefault="00BE14EF" w:rsidP="009C2C4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Ligar um sistema via MIDI, de modo a ter um master e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slaves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que funcionem sincronizados e automatizados com e pelo master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6CC" w14:textId="77777777" w:rsidR="001F3C4B" w:rsidRPr="00C808E6" w:rsidRDefault="001F3C4B" w:rsidP="00C808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  <w:tr w:rsidR="008C76A8" w:rsidRPr="00136AD8" w14:paraId="5BEC26D1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6C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6C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6D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72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6D2" w14:textId="24528553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MIDI</w:t>
            </w:r>
          </w:p>
          <w:p w14:paraId="5BEC26D3" w14:textId="3C248DB6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MIDI</w:t>
            </w:r>
          </w:p>
          <w:p w14:paraId="5BEC26D4" w14:textId="3949384C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Fichas e cabos de ligação</w:t>
            </w:r>
          </w:p>
          <w:p w14:paraId="5BEC26D5" w14:textId="34E1306E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Ligações básicas</w:t>
            </w:r>
          </w:p>
          <w:p w14:paraId="5BEC26D6" w14:textId="30B741CD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</w:t>
            </w:r>
          </w:p>
          <w:p w14:paraId="5BEC26D7" w14:textId="11243D83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</w:t>
            </w:r>
          </w:p>
          <w:p w14:paraId="5BEC26D8" w14:textId="4F4F1B57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Thru</w:t>
            </w:r>
            <w:proofErr w:type="spellEnd"/>
          </w:p>
          <w:p w14:paraId="5BEC26D9" w14:textId="7D013240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Merge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spli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boxes</w:t>
            </w:r>
          </w:p>
          <w:p w14:paraId="5BEC26DA" w14:textId="5AB3FA1C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Local ON e OFF</w:t>
            </w:r>
          </w:p>
          <w:p w14:paraId="5BEC26DB" w14:textId="19F4F39D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Mensagens de canal (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channel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messages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DC" w14:textId="448D7860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Voice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messages</w:t>
            </w:r>
            <w:proofErr w:type="spellEnd"/>
          </w:p>
          <w:p w14:paraId="5BEC26DD" w14:textId="6E9BCB5C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messages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suas aplicações</w:t>
            </w:r>
          </w:p>
          <w:p w14:paraId="5BEC26DE" w14:textId="430506C2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Mensagens de sistema (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system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messages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DF" w14:textId="627CA532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System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common</w:t>
            </w:r>
            <w:proofErr w:type="spellEnd"/>
          </w:p>
          <w:p w14:paraId="5BEC26E0" w14:textId="1837AED3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MIDI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song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position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pointer</w:t>
            </w:r>
            <w:proofErr w:type="spellEnd"/>
          </w:p>
          <w:p w14:paraId="5BEC26E1" w14:textId="4BFB0579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MIDI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song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selection</w:t>
            </w:r>
            <w:proofErr w:type="spellEnd"/>
          </w:p>
          <w:p w14:paraId="5BEC26E2" w14:textId="0B299267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System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real time</w:t>
            </w:r>
          </w:p>
          <w:p w14:paraId="5BEC26E3" w14:textId="3BC20E83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MIDI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clock</w:t>
            </w:r>
            <w:proofErr w:type="spellEnd"/>
          </w:p>
          <w:p w14:paraId="5BEC26E4" w14:textId="7F7C4346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MTC , (MIDI time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code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E5" w14:textId="2A76AE72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MMC , (MIDI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machine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E6" w14:textId="33AD73EF" w:rsidR="00325F95" w:rsidRPr="009C2C4E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Abordagem le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 (</w:t>
            </w:r>
            <w:proofErr w:type="spellStart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system</w:t>
            </w:r>
            <w:proofErr w:type="spellEnd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exclusive)</w:t>
            </w:r>
          </w:p>
          <w:p w14:paraId="5BEC26E7" w14:textId="7609B48F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number</w:t>
            </w:r>
            <w:proofErr w:type="spellEnd"/>
          </w:p>
          <w:p w14:paraId="5BEC26E8" w14:textId="44F465EF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Manufacturers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number</w:t>
            </w:r>
            <w:proofErr w:type="spellEnd"/>
          </w:p>
          <w:p w14:paraId="5BEC26E9" w14:textId="52A1F869" w:rsidR="008C76A8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ntos que usam MIDI</w:t>
            </w:r>
          </w:p>
          <w:p w14:paraId="5BEC26EA" w14:textId="06CB7C0F" w:rsidR="00325F95" w:rsidRPr="009C2C4E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Sequenciad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 (</w:t>
            </w:r>
            <w:proofErr w:type="spellStart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sequencer</w:t>
            </w:r>
            <w:proofErr w:type="spellEnd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EB" w14:textId="24BA8F96" w:rsidR="00325F95" w:rsidRPr="009C2C4E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Sintetizadore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(</w:t>
            </w:r>
            <w:proofErr w:type="spellStart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synth</w:t>
            </w:r>
            <w:proofErr w:type="spellEnd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EC" w14:textId="42C9F9BF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Sampler</w:t>
            </w:r>
          </w:p>
          <w:p w14:paraId="5BEC26ED" w14:textId="1C2EF9D4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Mó</w:t>
            </w:r>
            <w:r w:rsidR="00054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dulos de som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proofErr w:type="spellStart"/>
            <w:r w:rsidR="00054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module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EE" w14:textId="4C81CC97" w:rsidR="0040225A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Drum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machine</w:t>
            </w:r>
            <w:proofErr w:type="spellEnd"/>
          </w:p>
          <w:p w14:paraId="5BEC26EF" w14:textId="00845F71" w:rsidR="008C76A8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Groove box</w:t>
            </w:r>
          </w:p>
          <w:p w14:paraId="5BEC26F0" w14:textId="0F1845FB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Workstations</w:t>
            </w:r>
          </w:p>
          <w:p w14:paraId="5BEC26F1" w14:textId="5037354B" w:rsidR="00325F95" w:rsidRPr="009C2C4E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Grav</w:t>
            </w:r>
            <w:r w:rsidR="0040225A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dore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de áudio com MTC e MMC</w:t>
            </w:r>
          </w:p>
          <w:p w14:paraId="5BEC26F2" w14:textId="4694BEC1" w:rsidR="00325F95" w:rsidRPr="009C2C4E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Computadores com interfa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 MIDI</w:t>
            </w:r>
          </w:p>
          <w:p w14:paraId="5BEC26F3" w14:textId="7F9188F4" w:rsidR="00325F95" w:rsidRPr="009C2C4E" w:rsidRDefault="0040225A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do sina</w:t>
            </w:r>
            <w:r w:rsidR="00054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 MIDI </w:t>
            </w:r>
            <w:proofErr w:type="spellStart"/>
            <w:r w:rsidR="00054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="00054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fluxo do sina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 de áudio.</w:t>
            </w:r>
          </w:p>
          <w:p w14:paraId="5BEC26F4" w14:textId="4B7F0CEA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Midi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implementation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chart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826DC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(Lista de im</w:t>
            </w:r>
            <w:r w:rsidR="00054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plementa</w:t>
            </w:r>
            <w:r w:rsidR="0040225A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MIDI)</w:t>
            </w:r>
          </w:p>
          <w:p w14:paraId="5BEC26F5" w14:textId="01B4A5CF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transmit</w:t>
            </w:r>
            <w:proofErr w:type="spellEnd"/>
          </w:p>
          <w:p w14:paraId="5BEC26F6" w14:textId="340549E1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receive</w:t>
            </w:r>
            <w:proofErr w:type="spellEnd"/>
          </w:p>
          <w:p w14:paraId="5BEC26F7" w14:textId="4D68A270" w:rsidR="00325F95" w:rsidRPr="009C2C4E" w:rsidRDefault="00325F95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MIDI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dump</w:t>
            </w:r>
            <w:proofErr w:type="spellEnd"/>
          </w:p>
          <w:p w14:paraId="5BEC26F8" w14:textId="0C534519" w:rsidR="00325F95" w:rsidRPr="009C2C4E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Programa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efe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itos</w:t>
            </w:r>
          </w:p>
          <w:p w14:paraId="5BEC26F9" w14:textId="2938BF33" w:rsidR="0040225A" w:rsidRPr="009C2C4E" w:rsidRDefault="00054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Sincroniza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m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quinas atra</w:t>
            </w:r>
            <w:r w:rsidR="0040225A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vé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do MIDI </w:t>
            </w:r>
            <w:proofErr w:type="spellStart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clock</w:t>
            </w:r>
            <w:proofErr w:type="spellEnd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do MIDI time </w:t>
            </w:r>
            <w:proofErr w:type="spellStart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code</w:t>
            </w:r>
            <w:proofErr w:type="spellEnd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3B4E8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(MTC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FA" w14:textId="7A2080BC" w:rsidR="008C76A8" w:rsidRPr="009C2C4E" w:rsidRDefault="0040225A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 automação de máquinas atravé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do MIDI </w:t>
            </w:r>
            <w:proofErr w:type="spellStart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machine</w:t>
            </w:r>
            <w:proofErr w:type="spellEnd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</w:t>
            </w:r>
            <w:proofErr w:type="spellEnd"/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3B4E8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(MMC</w:t>
            </w:r>
            <w:r w:rsidR="00325F95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6FB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6FC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6FD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04" w14:textId="77777777" w:rsidR="008C76A8" w:rsidRPr="009C2C4E" w:rsidRDefault="008C76A8" w:rsidP="009C2C4E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705" w14:textId="4C446D73" w:rsidR="0038145E" w:rsidRPr="009C2C4E" w:rsidRDefault="00BE14EF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e utilizar o</w:t>
            </w:r>
            <w:r w:rsidR="00381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MIDI (Musical </w:t>
            </w:r>
            <w:proofErr w:type="spellStart"/>
            <w:r w:rsidR="00381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Instrument</w:t>
            </w:r>
            <w:proofErr w:type="spellEnd"/>
            <w:r w:rsidR="00381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Digital Interface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).</w:t>
            </w:r>
          </w:p>
          <w:p w14:paraId="5BEC2706" w14:textId="002F5FB5" w:rsidR="0038145E" w:rsidRPr="009C2C4E" w:rsidRDefault="00381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a ligação direta de dois ou mais equipamentos com MIDI, com um controlador, através de ligaçõe</w:t>
            </w:r>
            <w:r w:rsidR="001F3C4B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IN, O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 e THR U.</w:t>
            </w:r>
          </w:p>
          <w:p w14:paraId="5BEC2707" w14:textId="48BB0E51" w:rsidR="0038145E" w:rsidRPr="009C2C4E" w:rsidRDefault="00BE14EF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38145E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todos os canais e modos de MIDI.</w:t>
            </w:r>
          </w:p>
          <w:p w14:paraId="5BEC2708" w14:textId="77F301E1" w:rsidR="0038145E" w:rsidRPr="009C2C4E" w:rsidRDefault="00381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Efetuar a leitura da lista de implementação MIDI (MIDI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implementation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chart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).</w:t>
            </w:r>
          </w:p>
          <w:p w14:paraId="5BEC2709" w14:textId="14A1012F" w:rsidR="0038145E" w:rsidRPr="009C2C4E" w:rsidRDefault="0038145E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</w:t>
            </w:r>
            <w:r w:rsidR="001F3C4B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os </w:t>
            </w: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dumps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via MIDI e gravá-los para um sequenciador de memórias e programações de um aparelho.</w:t>
            </w:r>
          </w:p>
          <w:p w14:paraId="5BEC270A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0B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0C" w14:textId="77777777" w:rsidR="008C76A8" w:rsidRPr="00517A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0D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0E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0F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10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11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12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13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14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15" w14:textId="77777777" w:rsidR="008C76A8" w:rsidRPr="00057283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716" w14:textId="3B4BF3C0" w:rsidR="006D6F0C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7" w14:textId="6BD2D760" w:rsidR="006D6F0C" w:rsidRPr="00C91755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8" w14:textId="129D7AC9" w:rsidR="006D6F0C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9" w14:textId="3E7C1CB4" w:rsidR="006D6F0C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A" w14:textId="3A65FB42" w:rsidR="006D6F0C" w:rsidRPr="009D032F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B" w14:textId="7564F2F5" w:rsidR="006D6F0C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C" w14:textId="3CC994FE" w:rsidR="006D6F0C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D" w14:textId="1C65B502" w:rsidR="006D6F0C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E" w14:textId="04DDD450" w:rsidR="006D6F0C" w:rsidRDefault="006D6F0C" w:rsidP="006D6F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1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2B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72D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72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72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730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4D6CFE" w:rsidRPr="004D6CFE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8A092F">
        <w:rPr>
          <w:rFonts w:ascii="Verdana Pro Light" w:eastAsia="Arial Unicode MS" w:hAnsi="Verdana Pro Light" w:cs="Times New Roman"/>
          <w:i/>
          <w:sz w:val="18"/>
          <w:szCs w:val="18"/>
        </w:rPr>
        <w:t>Gravar Seque</w:t>
      </w:r>
      <w:r w:rsidR="00F26572" w:rsidRPr="00F26572">
        <w:rPr>
          <w:rFonts w:ascii="Verdana Pro Light" w:eastAsia="Arial Unicode MS" w:hAnsi="Verdana Pro Light" w:cs="Times New Roman"/>
          <w:i/>
          <w:sz w:val="18"/>
          <w:szCs w:val="18"/>
        </w:rPr>
        <w:t>nciação MIDI</w:t>
      </w:r>
    </w:p>
    <w:p w14:paraId="5BEC2731" w14:textId="610F9597" w:rsidR="00C808E6" w:rsidRPr="009C2C4E" w:rsidRDefault="008C76A8" w:rsidP="009C2C4E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4D6C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7B4E3E" w:rsidRP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Montando e desmontando</w:t>
      </w:r>
      <w:r w:rsidR="00C808E6" w:rsidRP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equipamento de estúdio requerido para uma sessão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32" w14:textId="2DEA9939" w:rsidR="004826DC" w:rsidRDefault="004826DC" w:rsidP="009C2C4E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Efetuando uma planificação da sessão de gravação MIDI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33" w14:textId="77777777" w:rsidR="004826DC" w:rsidRPr="0064164C" w:rsidRDefault="004826DC" w:rsidP="004826DC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Produzindo um ou mais temas musicais com o sistema MIDI.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2734" w14:textId="1C04F19B" w:rsidR="008C76A8" w:rsidRPr="0064164C" w:rsidRDefault="008C76A8" w:rsidP="004826DC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="004826D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Programando efeitos</w:t>
      </w:r>
      <w:r w:rsidR="007B4E3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através do sistema MIDI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2735" w14:textId="04B58F3E" w:rsidR="008C76A8" w:rsidRPr="0064164C" w:rsidRDefault="004826DC" w:rsidP="004826DC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Demonstrando saber utilizar um sequenciador áudio/MIDI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36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3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738" w14:textId="4444FF63" w:rsidR="008C76A8" w:rsidRDefault="00E2230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739" w14:textId="240A1789" w:rsidR="00E2230A" w:rsidRDefault="00E2230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Estúdios de 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pós-produção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áudio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73A" w14:textId="5EEEAEE6" w:rsidR="00E2230A" w:rsidRPr="00984B30" w:rsidRDefault="00E2230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Empresas de 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audiovisuais.</w:t>
      </w:r>
    </w:p>
    <w:p w14:paraId="5BEC273B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3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3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3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3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740" w14:textId="05B8A3A5" w:rsidR="00E2230A" w:rsidRDefault="00E2230A" w:rsidP="00E223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Estúdio de gravação</w:t>
      </w:r>
      <w:r w:rsidR="009C2C4E">
        <w:rPr>
          <w:rFonts w:ascii="Verdana Pro Light" w:hAnsi="Verdana Pro Light" w:cs="Arial Unicode MS"/>
          <w:sz w:val="18"/>
          <w:szCs w:val="18"/>
        </w:rPr>
        <w:t>.</w:t>
      </w:r>
    </w:p>
    <w:p w14:paraId="5BEC2741" w14:textId="176AAE9C" w:rsidR="00E2230A" w:rsidRDefault="00E2230A" w:rsidP="00E223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de gravação DAW</w:t>
      </w:r>
      <w:r w:rsidR="009C2C4E">
        <w:rPr>
          <w:rFonts w:ascii="Verdana Pro Light" w:hAnsi="Verdana Pro Light" w:cs="Arial Unicode MS"/>
          <w:sz w:val="18"/>
          <w:szCs w:val="18"/>
        </w:rPr>
        <w:t>.</w:t>
      </w:r>
    </w:p>
    <w:p w14:paraId="5BEC2742" w14:textId="77777777" w:rsidR="00E2230A" w:rsidRDefault="00E2230A" w:rsidP="00E223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743" w14:textId="77777777" w:rsidR="00E2230A" w:rsidRPr="00845C8A" w:rsidRDefault="00E2230A" w:rsidP="00E2230A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744" w14:textId="72B95CF4" w:rsidR="00E2230A" w:rsidRPr="00485051" w:rsidRDefault="00E2230A" w:rsidP="00E2230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745" w14:textId="4C2FE504" w:rsidR="00E2230A" w:rsidRPr="00E2230A" w:rsidRDefault="00E2230A" w:rsidP="00E2230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230A">
        <w:rPr>
          <w:rFonts w:ascii="Verdana Pro Light" w:eastAsia="Arial Unicode MS" w:hAnsi="Verdana Pro Light" w:cs="Arial Unicode MS"/>
          <w:sz w:val="18"/>
          <w:szCs w:val="18"/>
        </w:rPr>
        <w:t>Manuais de apoio sobre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 sistema</w:t>
      </w:r>
      <w:r w:rsidRPr="00E2230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MIDI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74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4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5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5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75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5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75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756" w14:textId="78A69A91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302B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757" w14:textId="77777777" w:rsidR="008C76A8" w:rsidRPr="009C256C" w:rsidRDefault="00F26572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Manipular Eletrónica em Tempo Real</w:t>
            </w:r>
          </w:p>
        </w:tc>
      </w:tr>
    </w:tbl>
    <w:p w14:paraId="5BEC275C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75D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75E" w14:textId="77777777" w:rsidR="00383E48" w:rsidRPr="003200F2" w:rsidRDefault="00383E48" w:rsidP="00383E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50 horas</w:t>
      </w:r>
    </w:p>
    <w:p w14:paraId="5BEC2760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76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76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76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763" w14:textId="3E0D3380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E6A3F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Programar sequências sonoras em tempo rea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l.</w:t>
            </w:r>
          </w:p>
          <w:p w14:paraId="5BEC2764" w14:textId="1B7D7B8F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213F6">
              <w:rPr>
                <w:rFonts w:ascii="Verdana Pro Light" w:eastAsia="Arial Unicode MS" w:hAnsi="Verdana Pro Light" w:cs="Arial Unicode MS"/>
                <w:sz w:val="18"/>
                <w:szCs w:val="18"/>
              </w:rPr>
              <w:t>Ampliar as composições em tempo real com os princípios da harmonia, melodia e ritmo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765" w14:textId="37F9F06C" w:rsidR="00242405" w:rsidRPr="009C2C4E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213F6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propostas musicais eletrónicas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242405"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BEC2766" w14:textId="0A89200D" w:rsidR="008C76A8" w:rsidRPr="001B353A" w:rsidRDefault="00242405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Criar algoritmos para composições musicais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767" w14:textId="499F4AC5" w:rsidR="008C76A8" w:rsidRPr="001B353A" w:rsidRDefault="00242405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</w:t>
            </w:r>
            <w:r w:rsidR="008C76A8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8C76A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213F6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Programar samplers e sequenciadores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76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76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76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76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7AE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76D" w14:textId="38A69FCA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Perspetiva histórica sobre a génese e evolução da eletrónica em tempo real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6E" w14:textId="6B4CE451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de composição musical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6F" w14:textId="7FDFF2C1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teoria musical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0" w14:textId="7AE53037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1" w14:textId="45779B9A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Melodia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2" w14:textId="189932E6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3" w14:textId="4D70D5B7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Linguagens de programação gráfica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4" w14:textId="7CC3B434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5" w14:textId="5DE7337C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objetos AUDIO e MIDI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6" w14:textId="09AF070C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arquitetura base para a realização de programas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7" w14:textId="1AAE1986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Prática de criação de algoritmo para composições musicais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8" w14:textId="2415EC11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Síntese de som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9" w14:textId="780E1F77" w:rsidR="00383E48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digital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A" w14:textId="57AC25BB" w:rsidR="00AE6A3F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Patchs</w:t>
            </w:r>
            <w:proofErr w:type="spellEnd"/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interatividade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B" w14:textId="50DA0985" w:rsidR="00AE6A3F" w:rsidRPr="009C2C4E" w:rsidRDefault="00383E4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gravação e reprodução áudio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7C" w14:textId="02305ECA" w:rsidR="00AE6A3F" w:rsidRPr="009C2C4E" w:rsidRDefault="00AE6A3F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6A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de samplers para manipulação de áudio pré-gravado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88" w14:textId="14B1156C" w:rsidR="008C76A8" w:rsidRPr="009C2C4E" w:rsidRDefault="00AE6A3F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6A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e processamento de samples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789" w14:textId="1F74A51E" w:rsidR="00B7721F" w:rsidRPr="009C2C4E" w:rsidRDefault="00E213F6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B7721F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evolução histórica da eletrónica em tempo real.</w:t>
            </w:r>
          </w:p>
          <w:p w14:paraId="5BEC278A" w14:textId="39A71294" w:rsidR="00B7721F" w:rsidRPr="009C2C4E" w:rsidRDefault="00B7721F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linguagens de composição musical assistidas por computador.</w:t>
            </w:r>
          </w:p>
          <w:p w14:paraId="5BEC278B" w14:textId="5ED9D7F7" w:rsidR="00B7721F" w:rsidRPr="009C2C4E" w:rsidRDefault="00B7721F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linguagens de programação gráfica para criação de estruturas musicais.</w:t>
            </w:r>
          </w:p>
          <w:p w14:paraId="5BEC278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8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8E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8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97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798" w14:textId="67CDD745" w:rsidR="00242405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99" w14:textId="68FE31EB" w:rsidR="00242405" w:rsidRPr="00C91755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9A" w14:textId="7ACDF9EE" w:rsidR="00242405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9B" w14:textId="4AFA1F70" w:rsidR="00242405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9C" w14:textId="7894EED1" w:rsidR="00242405" w:rsidRPr="009D032F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Inovar e criar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9D" w14:textId="049AADAF" w:rsidR="00242405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9E" w14:textId="3D05B976" w:rsidR="00242405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9F" w14:textId="1FA8C820" w:rsidR="00242405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A0" w14:textId="29122874" w:rsidR="00242405" w:rsidRPr="00DF00D6" w:rsidRDefault="00242405" w:rsidP="002424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7A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7AD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7A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7B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7B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7B2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F26572" w:rsidRPr="00F26572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F26572" w:rsidRPr="00F26572">
        <w:rPr>
          <w:rFonts w:ascii="Verdana Pro Light" w:eastAsia="Arial Unicode MS" w:hAnsi="Verdana Pro Light" w:cs="Times New Roman"/>
          <w:i/>
          <w:sz w:val="18"/>
          <w:szCs w:val="18"/>
        </w:rPr>
        <w:t>Manipular Eletrónica em Tempo Real</w:t>
      </w:r>
    </w:p>
    <w:p w14:paraId="5BEC27B3" w14:textId="688F7FE4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04C4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 elementos sonoros novos, relevantes e pertinentes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B4" w14:textId="642A2C63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04C4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Produzindo variações sobre elementos pré-existentes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B5" w14:textId="40F5B4A5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04C4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a originalidade dos materiais produzidos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B6" w14:textId="2D20004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E04C4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Aumentando o potencial de variação dos materiais produzidos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B7" w14:textId="3FB656B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752AC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Diversificando</w:t>
      </w:r>
      <w:r w:rsidR="004752A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registos tímbricos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7B8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B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7BA" w14:textId="51297E8D" w:rsidR="006D7342" w:rsidRPr="000B1284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 com desenho de som original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7BB" w14:textId="5E1E21AD" w:rsidR="006D7342" w:rsidRPr="000B1284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 com ambientes e texturas dramaturgicamente relevantes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7BC" w14:textId="3FE8B96B" w:rsidR="006D7342" w:rsidRPr="00984B30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Espetáculos, instalações e produção de conteúdos para outros media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7B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B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BF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C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7C3" w14:textId="77777777" w:rsidR="006D7342" w:rsidRPr="00507506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Estúdio de som</w:t>
      </w:r>
    </w:p>
    <w:p w14:paraId="5BEC27C4" w14:textId="77777777" w:rsidR="006D7342" w:rsidRPr="00507506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Mesa de mistura analógica e/ou digital</w:t>
      </w:r>
    </w:p>
    <w:p w14:paraId="5BEC27C5" w14:textId="77777777" w:rsidR="006D7342" w:rsidRPr="00507506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Software de edição e de operação de som</w:t>
      </w:r>
    </w:p>
    <w:p w14:paraId="5BEC27C6" w14:textId="77777777" w:rsidR="006D7342" w:rsidRPr="00507506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Controladores MIDI</w:t>
      </w:r>
    </w:p>
    <w:p w14:paraId="5BEC27C7" w14:textId="77777777" w:rsidR="008C76A8" w:rsidRPr="006D7342" w:rsidRDefault="006D7342" w:rsidP="006D73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Sintetizadores, sampler e sequenciadores em hardware ou software</w:t>
      </w:r>
    </w:p>
    <w:p w14:paraId="5BEC27C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CF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D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7D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D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7D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D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7D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7D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7D7" w14:textId="5C3FB4A2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302B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7D8" w14:textId="6042140A" w:rsidR="008C76A8" w:rsidRPr="009C256C" w:rsidRDefault="0016522C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composição</w:t>
            </w:r>
            <w:r w:rsidR="005F101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no Formato Canção</w:t>
            </w:r>
          </w:p>
        </w:tc>
      </w:tr>
    </w:tbl>
    <w:p w14:paraId="5BEC27DD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7DE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7DF" w14:textId="77777777" w:rsidR="00785510" w:rsidRPr="003200F2" w:rsidRDefault="00785510" w:rsidP="0078551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50 horas</w:t>
      </w:r>
    </w:p>
    <w:p w14:paraId="5BEC27E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7E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7E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7E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7E4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82774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Compor canções com letra e música</w:t>
            </w:r>
          </w:p>
          <w:p w14:paraId="5BEC27E5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82774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letras para serem musicadas</w:t>
            </w:r>
          </w:p>
          <w:p w14:paraId="5BEC27E6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82774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ideia e mote de uma canção</w:t>
            </w:r>
          </w:p>
          <w:p w14:paraId="5BEC27E7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82774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canções em parceria</w:t>
            </w:r>
          </w:p>
        </w:tc>
      </w:tr>
      <w:tr w:rsidR="008C76A8" w:rsidRPr="00136AD8" w14:paraId="5BEC27E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7E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7E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7E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83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7ED" w14:textId="3A6C3E58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da canção</w:t>
            </w:r>
          </w:p>
          <w:p w14:paraId="5BEC27EE" w14:textId="477217B8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ide</w:t>
            </w:r>
            <w:r w:rsidR="00FA364D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ia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 m</w:t>
            </w:r>
            <w:r w:rsidR="00FA364D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ote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 fio condutor</w:t>
            </w:r>
          </w:p>
          <w:p w14:paraId="5BEC27EF" w14:textId="4C66EE15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básica</w:t>
            </w:r>
          </w:p>
          <w:p w14:paraId="5BEC27F0" w14:textId="77777777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1.2.1. Canção ligeira</w:t>
            </w:r>
          </w:p>
          <w:p w14:paraId="5BEC27F1" w14:textId="77777777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1.2.2. </w:t>
            </w:r>
            <w:r w:rsidR="004C63F2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Canção 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Tradicional</w:t>
            </w:r>
            <w:r w:rsidR="00EC52AB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/Canção de Intervenção</w:t>
            </w:r>
          </w:p>
          <w:p w14:paraId="5BEC27F2" w14:textId="77777777" w:rsidR="004C63F2" w:rsidRPr="009C2C4E" w:rsidRDefault="004C63F2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1.2.3. Canção Pop/Rock/Indie</w:t>
            </w:r>
          </w:p>
          <w:p w14:paraId="5BEC27F3" w14:textId="77777777" w:rsidR="00785510" w:rsidRPr="009C2C4E" w:rsidRDefault="004C63F2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1.2.4</w:t>
            </w:r>
            <w:r w:rsidR="00785510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Refrão: 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Introdução, </w:t>
            </w:r>
            <w:r w:rsidR="00785510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parte A, parte B e Bridge</w:t>
            </w:r>
          </w:p>
          <w:p w14:paraId="5BEC27F4" w14:textId="77777777" w:rsidR="00685A8B" w:rsidRPr="009C2C4E" w:rsidRDefault="00685A8B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51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1.2.4. A harmonia da canção; opções na progressão, na complexidade e na quantidade de acordes a utilizar</w:t>
            </w:r>
          </w:p>
          <w:p w14:paraId="5BEC27F5" w14:textId="150F77AE" w:rsidR="00785510" w:rsidRPr="009C2C4E" w:rsidRDefault="00685A8B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um</w:t>
            </w:r>
            <w:r w:rsidR="00785510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letra</w:t>
            </w:r>
          </w:p>
          <w:p w14:paraId="5BEC27F6" w14:textId="621B95AB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Progressão</w:t>
            </w:r>
          </w:p>
          <w:p w14:paraId="5BEC27F7" w14:textId="0B814521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</w:t>
            </w:r>
            <w:r w:rsidR="00FA364D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tição</w:t>
            </w:r>
          </w:p>
          <w:p w14:paraId="5BEC27F8" w14:textId="214AA0D9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sensorial</w:t>
            </w:r>
          </w:p>
          <w:p w14:paraId="5BEC27F9" w14:textId="28E32CEF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dinâmica</w:t>
            </w:r>
          </w:p>
          <w:p w14:paraId="5BEC27FA" w14:textId="787DC38A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poéticas, formas de e</w:t>
            </w:r>
            <w:r w:rsidR="004C63F2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strofe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7FB" w14:textId="04A67D4F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Métrica e a medida do verso em Português</w:t>
            </w:r>
            <w:r w:rsidR="00982774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Portugal e Português dos Países lusófonos </w:t>
            </w:r>
          </w:p>
          <w:p w14:paraId="5BEC27FC" w14:textId="2B0F5719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Métrica noutras línguas</w:t>
            </w:r>
          </w:p>
          <w:p w14:paraId="5BEC27FD" w14:textId="3463BB5A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Acentos rítmicos</w:t>
            </w:r>
          </w:p>
          <w:p w14:paraId="5BEC27FE" w14:textId="63C27157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</w:t>
            </w:r>
          </w:p>
          <w:p w14:paraId="5BEC27FF" w14:textId="60CB7CE4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Cadência</w:t>
            </w:r>
          </w:p>
          <w:p w14:paraId="5BEC2800" w14:textId="48E54C79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Alternância harmónica</w:t>
            </w:r>
          </w:p>
          <w:p w14:paraId="5BEC2801" w14:textId="507D9C88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Silabas acentuadas (fortes)</w:t>
            </w:r>
          </w:p>
          <w:p w14:paraId="5BEC2802" w14:textId="19EFD90C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Silabas átonas (fra</w:t>
            </w:r>
            <w:r w:rsidR="00EC52AB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</w:t>
            </w: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s)</w:t>
            </w:r>
          </w:p>
          <w:p w14:paraId="5BEC2803" w14:textId="43C7610A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Rimas</w:t>
            </w:r>
          </w:p>
          <w:p w14:paraId="5BEC2804" w14:textId="49EC08A2" w:rsidR="00785510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Estrofe </w:t>
            </w:r>
          </w:p>
          <w:p w14:paraId="5BEC2805" w14:textId="0693151D" w:rsidR="008C76A8" w:rsidRPr="009C2C4E" w:rsidRDefault="00785510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Erros de prosódia, palavras paroxítonas, oxítonas, proparoxítonas</w:t>
            </w:r>
          </w:p>
          <w:p w14:paraId="5BEC2806" w14:textId="52609EDF" w:rsidR="008C76A8" w:rsidRPr="009C2C4E" w:rsidRDefault="00685A8B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do reportório de letristas e autores portugueses.</w:t>
            </w:r>
          </w:p>
          <w:p w14:paraId="5BEC2807" w14:textId="302B0A6B" w:rsidR="004C63F2" w:rsidRPr="009C2C4E" w:rsidRDefault="004C63F2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importância das parcerias na escrita de canções</w:t>
            </w:r>
          </w:p>
          <w:p w14:paraId="5BEC2808" w14:textId="2CE438AB" w:rsidR="004C63F2" w:rsidRPr="009C2C4E" w:rsidRDefault="004C63F2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do êxito das canções</w:t>
            </w:r>
            <w:r w:rsidR="00EC52AB"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formato/duração da canção para rádio e social media.</w:t>
            </w:r>
          </w:p>
          <w:p w14:paraId="5BEC2809" w14:textId="2A3E75F0" w:rsidR="00EC52AB" w:rsidRPr="009C2C4E" w:rsidRDefault="00EC52AB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Linguagem usada nas letras: censura e autocensura. </w:t>
            </w:r>
          </w:p>
          <w:p w14:paraId="5BEC280A" w14:textId="77777777" w:rsidR="00EC52AB" w:rsidRPr="009C2C4E" w:rsidRDefault="00EC52AB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0B" w14:textId="77777777" w:rsidR="00EC52AB" w:rsidRPr="009C2C4E" w:rsidRDefault="00EC52AB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0C" w14:textId="77777777" w:rsidR="004C63F2" w:rsidRDefault="004C63F2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0D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0E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0F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0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1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2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3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4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5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6" w14:textId="77777777" w:rsidR="008C76A8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7" w14:textId="77777777" w:rsidR="008C76A8" w:rsidRPr="001B353A" w:rsidRDefault="008C76A8" w:rsidP="009C2C4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818" w14:textId="77777777" w:rsidR="008C76A8" w:rsidRDefault="00473C9A" w:rsidP="009C2C4E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Aplicar técnicas de escrita de canções</w:t>
            </w:r>
          </w:p>
          <w:p w14:paraId="5BEC2819" w14:textId="77777777" w:rsidR="00473C9A" w:rsidRDefault="00982774" w:rsidP="009C2C4E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 e estrutura</w:t>
            </w:r>
            <w:r w:rsidR="00473C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canções</w:t>
            </w:r>
          </w:p>
          <w:p w14:paraId="5BEC281A" w14:textId="77777777" w:rsidR="00473C9A" w:rsidRDefault="00473C9A" w:rsidP="009C2C4E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canções em diferentes géneros musicais</w:t>
            </w:r>
          </w:p>
          <w:p w14:paraId="5BEC281B" w14:textId="77777777" w:rsidR="00473C9A" w:rsidRPr="00473C9A" w:rsidRDefault="00982774" w:rsidP="009C2C4E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 mercado de escrita de canções em Portugal e no espaço </w:t>
            </w:r>
            <w:r w:rsidR="003604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Países de língua oficial portuguesa</w:t>
            </w:r>
          </w:p>
          <w:p w14:paraId="5BEC281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D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1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2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2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2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2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2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2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26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827" w14:textId="4B7FBEF6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8" w14:textId="7ECDBEA0" w:rsidR="00D663A4" w:rsidRPr="00C91755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9" w14:textId="36170978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A" w14:textId="2CD3187C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B" w14:textId="395F295C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C" w14:textId="12C27FDF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D" w14:textId="4AB0527F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E" w14:textId="6959ACB9" w:rsidR="00D663A4" w:rsidRPr="00DF00D6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2F" w14:textId="30442633" w:rsidR="008C76A8" w:rsidRDefault="00D663A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Experimentação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3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3B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83D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83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83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840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5F1011" w:rsidRPr="005F1011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5F1011" w:rsidRPr="005F1011">
        <w:rPr>
          <w:rFonts w:ascii="Verdana Pro Light" w:eastAsia="Arial Unicode MS" w:hAnsi="Verdana Pro Light" w:cs="Times New Roman"/>
          <w:i/>
          <w:sz w:val="18"/>
          <w:szCs w:val="18"/>
        </w:rPr>
        <w:t>Compor no Formato Canção</w:t>
      </w:r>
    </w:p>
    <w:p w14:paraId="5BEC2841" w14:textId="69569683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1C7E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</w:t>
      </w:r>
      <w:r w:rsidR="0081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componentes de canções com originalidade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42" w14:textId="39A779C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Criando ideias pertinentes e relevantes para temas e motes de 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canções.</w:t>
      </w:r>
    </w:p>
    <w:p w14:paraId="5BEC2843" w14:textId="5763BA69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Diversificando os géneros e estilos musicais das composições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44" w14:textId="68F8D74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saber utilizar as regras da métrica da escrita de canções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45" w14:textId="2D66EFBF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Desenvolvendo o processo criativo inspirando-se no legado do reportório de língua portuguesa</w:t>
      </w:r>
      <w:r w:rsidR="009C2C4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46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4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848" w14:textId="61083406" w:rsidR="008C76A8" w:rsidRDefault="00D4447E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Editoras de </w:t>
      </w:r>
      <w:proofErr w:type="spellStart"/>
      <w:r w:rsidRPr="009C2C4E">
        <w:rPr>
          <w:rFonts w:ascii="Verdana Pro Light" w:eastAsia="Arial Unicode MS" w:hAnsi="Verdana Pro Light" w:cs="Arial Unicode MS"/>
          <w:i/>
          <w:iCs/>
          <w:sz w:val="18"/>
          <w:szCs w:val="18"/>
        </w:rPr>
        <w:t>Publishing</w:t>
      </w:r>
      <w:proofErr w:type="spellEnd"/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49" w14:textId="12C0A884" w:rsidR="00D4447E" w:rsidRDefault="00D4447E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discográficas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4A" w14:textId="040D9DBC" w:rsidR="00D4447E" w:rsidRDefault="00D4447E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programas de TV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4B" w14:textId="1968D73E" w:rsidR="00D4447E" w:rsidRPr="00984B30" w:rsidRDefault="00D4447E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audiovisuais, séries e filmes</w:t>
      </w:r>
      <w:r w:rsidR="009C2C4E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BEC284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4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4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4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5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851" w14:textId="661623DD" w:rsidR="00D4447E" w:rsidRDefault="00D4447E" w:rsidP="00D4447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de gravação DAW</w:t>
      </w:r>
      <w:r w:rsidR="009C2C4E">
        <w:rPr>
          <w:rFonts w:ascii="Verdana Pro Light" w:hAnsi="Verdana Pro Light" w:cs="Arial Unicode MS"/>
          <w:sz w:val="18"/>
          <w:szCs w:val="18"/>
        </w:rPr>
        <w:t>.</w:t>
      </w:r>
    </w:p>
    <w:p w14:paraId="5BEC2852" w14:textId="77777777" w:rsidR="00D4447E" w:rsidRDefault="00D4447E" w:rsidP="00D4447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853" w14:textId="77777777" w:rsidR="00D4447E" w:rsidRPr="00845C8A" w:rsidRDefault="00D4447E" w:rsidP="00D4447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854" w14:textId="68519EC8" w:rsidR="00D4447E" w:rsidRPr="009C2C4E" w:rsidRDefault="00D4447E" w:rsidP="009C2C4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9C2C4E">
        <w:rPr>
          <w:rFonts w:ascii="Verdana Pro Light" w:hAnsi="Verdana Pro Light" w:cs="Arial Unicode MS"/>
          <w:sz w:val="18"/>
          <w:szCs w:val="18"/>
        </w:rPr>
        <w:t>Material de escrita e anotação</w:t>
      </w:r>
      <w:r w:rsidR="009C2C4E">
        <w:rPr>
          <w:rFonts w:ascii="Verdana Pro Light" w:hAnsi="Verdana Pro Light" w:cs="Arial Unicode MS"/>
          <w:sz w:val="18"/>
          <w:szCs w:val="18"/>
        </w:rPr>
        <w:t>.</w:t>
      </w:r>
    </w:p>
    <w:p w14:paraId="5BEC2855" w14:textId="1E4553C6" w:rsidR="00D4447E" w:rsidRPr="009C2C4E" w:rsidRDefault="00D4447E" w:rsidP="009C2C4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9C2C4E">
        <w:rPr>
          <w:rFonts w:ascii="Verdana Pro Light" w:hAnsi="Verdana Pro Light" w:cs="Arial Unicode MS"/>
          <w:sz w:val="18"/>
          <w:szCs w:val="18"/>
        </w:rPr>
        <w:t>Teclados</w:t>
      </w:r>
      <w:r w:rsidR="009C2C4E">
        <w:rPr>
          <w:rFonts w:ascii="Verdana Pro Light" w:hAnsi="Verdana Pro Light" w:cs="Arial Unicode MS"/>
          <w:sz w:val="18"/>
          <w:szCs w:val="18"/>
        </w:rPr>
        <w:t>.</w:t>
      </w:r>
    </w:p>
    <w:p w14:paraId="5BEC2856" w14:textId="64AB82BB" w:rsidR="00D4447E" w:rsidRPr="009C2C4E" w:rsidRDefault="00D4447E" w:rsidP="009C2C4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9C2C4E">
        <w:rPr>
          <w:rFonts w:ascii="Verdana Pro Light" w:hAnsi="Verdana Pro Light" w:cs="Arial Unicode MS"/>
          <w:sz w:val="18"/>
          <w:szCs w:val="18"/>
        </w:rPr>
        <w:t>Cordofones</w:t>
      </w:r>
      <w:r w:rsidR="009C2C4E">
        <w:rPr>
          <w:rFonts w:ascii="Verdana Pro Light" w:hAnsi="Verdana Pro Light" w:cs="Arial Unicode MS"/>
          <w:sz w:val="18"/>
          <w:szCs w:val="18"/>
        </w:rPr>
        <w:t>.</w:t>
      </w:r>
    </w:p>
    <w:p w14:paraId="5BEC2857" w14:textId="22C33BCB" w:rsidR="008C76A8" w:rsidRPr="009C2C4E" w:rsidRDefault="00D4447E" w:rsidP="009C2C4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9C2C4E">
        <w:rPr>
          <w:rFonts w:ascii="Verdana Pro Light" w:hAnsi="Verdana Pro Light" w:cs="Arial Unicode MS"/>
          <w:sz w:val="18"/>
          <w:szCs w:val="18"/>
        </w:rPr>
        <w:t>Aplicações informáticas de edição de texto</w:t>
      </w:r>
      <w:r w:rsidR="009C2C4E">
        <w:rPr>
          <w:rFonts w:ascii="Verdana Pro Light" w:hAnsi="Verdana Pro Light" w:cs="Arial Unicode MS"/>
          <w:sz w:val="18"/>
          <w:szCs w:val="18"/>
        </w:rPr>
        <w:t>.</w:t>
      </w:r>
    </w:p>
    <w:p w14:paraId="5BEC285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5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5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5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5F" w14:textId="77777777" w:rsidR="008C76A8" w:rsidRPr="009C2C4E" w:rsidRDefault="008C76A8" w:rsidP="009C2C4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6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6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6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86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6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6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6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86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867" w14:textId="3E20D6E5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302B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868" w14:textId="40505A32" w:rsidR="008C76A8" w:rsidRPr="009C256C" w:rsidRDefault="0016522C" w:rsidP="00AF0E6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composição</w:t>
            </w:r>
            <w:r w:rsidR="005F101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na Linguagem do RAP</w:t>
            </w:r>
          </w:p>
        </w:tc>
      </w:tr>
    </w:tbl>
    <w:p w14:paraId="5BEC286E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065E8D"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871" w14:textId="266BFC40" w:rsidR="008C76A8" w:rsidRPr="00B83F7A" w:rsidRDefault="00DC60A9" w:rsidP="00B83F7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 w:rsidR="00065E8D">
        <w:rPr>
          <w:rFonts w:ascii="Verdana Pro Light" w:eastAsia="Arial Unicode MS" w:hAnsi="Verdana Pro Light" w:cs="Times New Roman"/>
          <w:smallCaps/>
          <w:sz w:val="20"/>
        </w:rPr>
        <w:t>50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 horas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87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87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87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874" w14:textId="02A57D2D" w:rsidR="00261DD8" w:rsidRPr="001B353A" w:rsidRDefault="00261DD8" w:rsidP="00261D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Compor música RAP com letra e música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875" w14:textId="21BFD9C7" w:rsidR="00261DD8" w:rsidRPr="001B353A" w:rsidRDefault="00261DD8" w:rsidP="00261D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Criar Rimas</w:t>
            </w:r>
            <w:r w:rsidR="00A15D4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E104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</w:t>
            </w:r>
            <w:r w:rsidR="00A15D4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Refrões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sobre sequências rítmicas/batidas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876" w14:textId="58126423" w:rsidR="00261DD8" w:rsidRPr="001B353A" w:rsidRDefault="00261DD8" w:rsidP="00261D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E104B" w:rsidRPr="000B1284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Programar samplers e sequenciadores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878" w14:textId="356A2B02" w:rsidR="008C76A8" w:rsidRPr="00B83F7A" w:rsidRDefault="00261DD8" w:rsidP="00B83F7A">
            <w:pPr>
              <w:spacing w:before="120" w:after="0" w:line="276" w:lineRule="auto"/>
              <w:jc w:val="both"/>
              <w:rPr>
                <w:rFonts w:ascii="Verdana Pro Light" w:hAnsi="Verdana Pro Light"/>
                <w:smallCaps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A15D4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E104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Compor temas de RAP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 parceria</w:t>
            </w:r>
            <w:r w:rsidR="009C2C4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87D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87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87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87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8C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87E" w14:textId="5B857227" w:rsidR="00AF0E64" w:rsidRPr="00B83F7A" w:rsidRDefault="00AF0E6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RAP no contexto da Cultura HIP HOP</w:t>
            </w:r>
          </w:p>
          <w:p w14:paraId="5BEC287F" w14:textId="42685825" w:rsidR="00AF0E64" w:rsidRPr="00B83F7A" w:rsidRDefault="00354542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origem, a </w:t>
            </w:r>
            <w:r w:rsidR="00AF0E64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história do movimento</w:t>
            </w: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os estilos e as escolas</w:t>
            </w:r>
          </w:p>
          <w:p w14:paraId="5BEC2880" w14:textId="23071FCC" w:rsidR="00AF0E64" w:rsidRPr="00B83F7A" w:rsidRDefault="00AF0E6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RAP em Portugal</w:t>
            </w:r>
          </w:p>
          <w:p w14:paraId="5BEC2881" w14:textId="482AFDBB" w:rsidR="00AF0E64" w:rsidRPr="00B83F7A" w:rsidRDefault="00AF0E6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estruturantes</w:t>
            </w:r>
            <w:r w:rsidR="00354542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RAP</w:t>
            </w:r>
          </w:p>
          <w:p w14:paraId="5BEC2882" w14:textId="1EC63639" w:rsidR="00AF0E64" w:rsidRPr="00B83F7A" w:rsidRDefault="00AF0E6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batida</w:t>
            </w:r>
            <w:r w:rsidR="00A15D48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</w:t>
            </w:r>
            <w:r w:rsidR="009016F7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beat box</w:t>
            </w:r>
          </w:p>
          <w:p w14:paraId="5BEC2883" w14:textId="05214BD4" w:rsidR="00354542" w:rsidRPr="00B83F7A" w:rsidRDefault="00AF0E6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discurso e a letra</w:t>
            </w:r>
            <w:r w:rsidR="00354542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884" w14:textId="39380087" w:rsidR="00BC624D" w:rsidRPr="00B83F7A" w:rsidRDefault="00354542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="00BC624D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versos; os </w:t>
            </w: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refrões</w:t>
            </w:r>
            <w:r w:rsidR="00BC624D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as rimas</w:t>
            </w:r>
            <w:r w:rsidR="00A15D48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o </w:t>
            </w:r>
            <w:proofErr w:type="spellStart"/>
            <w:r w:rsidR="00A15D48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flow</w:t>
            </w:r>
            <w:proofErr w:type="spellEnd"/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885" w14:textId="61ED8C03" w:rsidR="00BC624D" w:rsidRPr="00B83F7A" w:rsidRDefault="00BC624D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Silabas acentuadas (fortes)</w:t>
            </w:r>
          </w:p>
          <w:p w14:paraId="5BEC2886" w14:textId="1512EB82" w:rsidR="00BC624D" w:rsidRPr="00B83F7A" w:rsidRDefault="00BC624D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Silabas átonas (fracas)</w:t>
            </w:r>
          </w:p>
          <w:p w14:paraId="5BEC2887" w14:textId="7280592E" w:rsidR="00BC624D" w:rsidRPr="00B83F7A" w:rsidRDefault="00BC624D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Estrofe </w:t>
            </w:r>
          </w:p>
          <w:p w14:paraId="5BEC2888" w14:textId="26FEF241" w:rsidR="00BC624D" w:rsidRPr="00B83F7A" w:rsidRDefault="00BC624D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Erros de prosódia, palavras paroxítonas, oxítonas, proparoxítonas</w:t>
            </w:r>
          </w:p>
          <w:p w14:paraId="5BEC2889" w14:textId="200844BA" w:rsidR="00AF0E64" w:rsidRPr="00B83F7A" w:rsidRDefault="00BC624D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="00354542"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Freestyle RAP</w:t>
            </w:r>
          </w:p>
          <w:p w14:paraId="5BEC288A" w14:textId="3AD6BB06" w:rsidR="00813690" w:rsidRPr="00B83F7A" w:rsidRDefault="00813690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usada nas letras: censura e autocensura.</w:t>
            </w:r>
          </w:p>
          <w:p w14:paraId="5BEC288B" w14:textId="2DC9F030" w:rsidR="00451874" w:rsidRPr="00B83F7A" w:rsidRDefault="0045187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ferramentas de composição</w:t>
            </w:r>
          </w:p>
          <w:p w14:paraId="5BEC288C" w14:textId="789CCA98" w:rsidR="00451874" w:rsidRPr="00B83F7A" w:rsidRDefault="0045187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DAWS usados no RAP</w:t>
            </w:r>
          </w:p>
          <w:p w14:paraId="5BEC288D" w14:textId="663C81AE" w:rsidR="00AF0E64" w:rsidRPr="00B83F7A" w:rsidRDefault="0045187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samplers</w:t>
            </w:r>
          </w:p>
          <w:p w14:paraId="5BEC288E" w14:textId="79BDA4AD" w:rsidR="009016F7" w:rsidRPr="00B83F7A" w:rsidRDefault="009016F7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técnica do </w:t>
            </w:r>
            <w:proofErr w:type="spellStart"/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scratch</w:t>
            </w:r>
            <w:proofErr w:type="spellEnd"/>
          </w:p>
          <w:p w14:paraId="5BEC288F" w14:textId="1D1D0D55" w:rsidR="00451874" w:rsidRPr="00B83F7A" w:rsidRDefault="0045187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sequenciadores</w:t>
            </w:r>
          </w:p>
          <w:p w14:paraId="5BEC2890" w14:textId="1EB32E4F" w:rsidR="00451874" w:rsidRPr="00B83F7A" w:rsidRDefault="00451874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instrumentos de síntese</w:t>
            </w:r>
          </w:p>
          <w:p w14:paraId="5BEC2891" w14:textId="4EE7C07A" w:rsidR="008C76A8" w:rsidRPr="00B83F7A" w:rsidRDefault="00354542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mercado do RAP em Portugal, nos Países de Língua Oficial Portuguesa e no Mundo</w:t>
            </w:r>
          </w:p>
          <w:p w14:paraId="5BEC289E" w14:textId="5D7098D1" w:rsidR="008C76A8" w:rsidRPr="00097DA1" w:rsidRDefault="004D1B4E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transformação do RAP em produto mediático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89F" w14:textId="017C2FDD" w:rsidR="00813690" w:rsidRDefault="002B62A5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36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de temas RA</w:t>
            </w:r>
            <w:r w:rsidR="008136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A0" w14:textId="1444DACC" w:rsidR="002B62A5" w:rsidRPr="00813690" w:rsidRDefault="002B62A5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36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 e estrutura de músicas RAP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A1" w14:textId="308A8FB7" w:rsidR="00813690" w:rsidRPr="00B83F7A" w:rsidRDefault="00813690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linguagens de sequenciação rítmica para criação de estruturas musicais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A2" w14:textId="4EB82906" w:rsidR="00D07901" w:rsidRPr="00B83F7A" w:rsidRDefault="00D07901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samplers e instrumentos de síntese na criação de bases de estruturas musicais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A3" w14:textId="0A0A9C98" w:rsidR="00D07901" w:rsidRPr="00B83F7A" w:rsidRDefault="00D07901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 técnica do </w:t>
            </w:r>
            <w:proofErr w:type="spellStart"/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scratch</w:t>
            </w:r>
            <w:proofErr w:type="spellEnd"/>
            <w:r w:rsidRP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composição de temas musicais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A4" w14:textId="54262113" w:rsidR="002B62A5" w:rsidRPr="00B83F7A" w:rsidRDefault="002B62A5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369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mercado de escrita de canções em Portugal e no espaço dos Países de língua oficial portuguesa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A5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6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7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8" w14:textId="77777777" w:rsidR="008C76A8" w:rsidRPr="00517A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9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A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B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C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D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E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AF" w14:textId="77777777" w:rsidR="008C76A8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B1" w14:textId="77777777" w:rsidR="008C76A8" w:rsidRPr="009C2C4E" w:rsidRDefault="008C76A8" w:rsidP="00B83F7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8B2" w14:textId="3B119E8E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3" w14:textId="2DFC7D16" w:rsidR="00D663A4" w:rsidRPr="00C91755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4" w14:textId="4A578F95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5" w14:textId="1C2C11C3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6" w14:textId="61B21604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7" w14:textId="08038FCB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8" w14:textId="0BB00749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9" w14:textId="7B143942" w:rsidR="00D663A4" w:rsidRPr="00DF00D6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A" w14:textId="51E58C97" w:rsidR="008C76A8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Experimentação</w:t>
            </w:r>
            <w:r w:rsidR="00B83F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8B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B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B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B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B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C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C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C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C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C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C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8C6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8C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8CB" w14:textId="77777777" w:rsidR="008C76A8" w:rsidRPr="005F1011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813690" w:rsidRPr="00813690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5F1011" w:rsidRPr="005F1011">
        <w:rPr>
          <w:rFonts w:ascii="Verdana Pro Light" w:eastAsia="Arial Unicode MS" w:hAnsi="Verdana Pro Light" w:cs="Times New Roman"/>
          <w:i/>
          <w:sz w:val="18"/>
          <w:szCs w:val="18"/>
        </w:rPr>
        <w:t>Compor na Linguagem do RAP</w:t>
      </w:r>
    </w:p>
    <w:p w14:paraId="5BEC28CC" w14:textId="55CFB609" w:rsidR="00813690" w:rsidRPr="0064164C" w:rsidRDefault="00813690" w:rsidP="008136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componentes da linguagem musical RAP com originalidade</w:t>
      </w:r>
      <w:r w:rsidR="00097DA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CD" w14:textId="121EE5D0" w:rsidR="00813690" w:rsidRPr="0064164C" w:rsidRDefault="00813690" w:rsidP="008136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 ideias pertinentes e relevantes para temas e motes de m</w:t>
      </w:r>
      <w:r w:rsidR="00F061C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úsica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RAP</w:t>
      </w:r>
      <w:r w:rsidR="00097DA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CE" w14:textId="4663240B" w:rsidR="00813690" w:rsidRPr="0064164C" w:rsidRDefault="00813690" w:rsidP="008136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Diversificando as sonoridades das composições</w:t>
      </w:r>
      <w:r w:rsidR="00097DA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CF" w14:textId="646A9EC6" w:rsidR="00813690" w:rsidRPr="0064164C" w:rsidRDefault="00813690" w:rsidP="008136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saber utilizar as regras da métrica na escrita das rimas e refrões</w:t>
      </w:r>
      <w:r w:rsidR="00097DA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D0" w14:textId="6959F788" w:rsidR="00813690" w:rsidRPr="0064164C" w:rsidRDefault="00813690" w:rsidP="008136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Desenvolvendo o processo criativo inspirando-se no legado do reportório da língua portuguesa</w:t>
      </w:r>
      <w:r w:rsidR="00097DA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8D1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D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8D3" w14:textId="3B7A01EF" w:rsidR="00CF7B80" w:rsidRDefault="00CF7B80" w:rsidP="00CF7B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Editoras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Publishing</w:t>
      </w:r>
      <w:proofErr w:type="spellEnd"/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D4" w14:textId="52A90C62" w:rsidR="00CF7B80" w:rsidRDefault="00CF7B80" w:rsidP="00CF7B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discográficas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D5" w14:textId="3A4CEE48" w:rsidR="00CF7B80" w:rsidRDefault="00CF7B80" w:rsidP="00CF7B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programas de TV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D6" w14:textId="345E2277" w:rsidR="00CF7B80" w:rsidRPr="00984B30" w:rsidRDefault="00CF7B80" w:rsidP="00CF7B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audiovisuais, séries e filmes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BEC28D7" w14:textId="1A5CEEB3" w:rsidR="00CF7B80" w:rsidRPr="000B1284" w:rsidRDefault="00CF7B80" w:rsidP="00CF7B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 com desenho de som original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D8" w14:textId="7A3DF6BB" w:rsidR="00CF7B80" w:rsidRPr="00541E9E" w:rsidRDefault="00CF7B80" w:rsidP="00CF7B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Espetáculos, instalações e produção de conteúdos para outros media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D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D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D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8DF" w14:textId="40EC936F" w:rsidR="00065E8D" w:rsidRDefault="00065E8D" w:rsidP="00065E8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de gravação DAW</w:t>
      </w:r>
      <w:r w:rsidR="00097DA1">
        <w:rPr>
          <w:rFonts w:ascii="Verdana Pro Light" w:hAnsi="Verdana Pro Light" w:cs="Arial Unicode MS"/>
          <w:sz w:val="18"/>
          <w:szCs w:val="18"/>
        </w:rPr>
        <w:t>.</w:t>
      </w:r>
    </w:p>
    <w:p w14:paraId="5BEC28E0" w14:textId="4EE0DF44" w:rsidR="006F02CB" w:rsidRDefault="006F02CB" w:rsidP="00065E8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Estúdio de gravação</w:t>
      </w:r>
      <w:r w:rsidR="00097DA1">
        <w:rPr>
          <w:rFonts w:ascii="Verdana Pro Light" w:hAnsi="Verdana Pro Light" w:cs="Arial Unicode MS"/>
          <w:sz w:val="18"/>
          <w:szCs w:val="18"/>
        </w:rPr>
        <w:t>.</w:t>
      </w:r>
    </w:p>
    <w:p w14:paraId="5BEC28E1" w14:textId="77777777" w:rsidR="00065E8D" w:rsidRDefault="00065E8D" w:rsidP="00065E8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8E2" w14:textId="77777777" w:rsidR="00065E8D" w:rsidRPr="00845C8A" w:rsidRDefault="00065E8D" w:rsidP="00065E8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8E3" w14:textId="23E21AA8" w:rsidR="00065E8D" w:rsidRDefault="00065E8D" w:rsidP="00065E8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E4" w14:textId="34256889" w:rsidR="00541E9E" w:rsidRPr="00501DC8" w:rsidRDefault="00541E9E" w:rsidP="00541E9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Sintetizadores, sampler e sequenciadores em hardware ou software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E5" w14:textId="1A2830E1" w:rsidR="00065E8D" w:rsidRPr="00501DC8" w:rsidRDefault="00065E8D" w:rsidP="00065E8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texto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E6" w14:textId="12E7EACD" w:rsidR="00065E8D" w:rsidRDefault="00097DA1" w:rsidP="00065E8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Gira-discos.</w:t>
      </w:r>
    </w:p>
    <w:p w14:paraId="5BEC28E7" w14:textId="662783C0" w:rsidR="00541E9E" w:rsidRDefault="00541E9E" w:rsidP="00065E8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Mesa de mistura de DJ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8E8" w14:textId="65E06459" w:rsidR="00065E8D" w:rsidRPr="00501DC8" w:rsidRDefault="00D663A4" w:rsidP="00065E8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</w:t>
      </w:r>
      <w:r w:rsidR="00065E8D">
        <w:rPr>
          <w:rFonts w:ascii="Verdana Pro Light" w:eastAsia="Arial Unicode MS" w:hAnsi="Verdana Pro Light" w:cs="Arial Unicode MS"/>
          <w:sz w:val="18"/>
          <w:szCs w:val="18"/>
        </w:rPr>
        <w:t xml:space="preserve">tware de manipulação do </w:t>
      </w:r>
      <w:r w:rsidR="00097DA1">
        <w:rPr>
          <w:rFonts w:ascii="Verdana Pro Light" w:eastAsia="Arial Unicode MS" w:hAnsi="Verdana Pro Light" w:cs="Arial Unicode MS"/>
          <w:sz w:val="18"/>
          <w:szCs w:val="18"/>
        </w:rPr>
        <w:t>Scratch.</w:t>
      </w:r>
    </w:p>
    <w:p w14:paraId="5BEC28E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8F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F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8F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F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F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8F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8F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8F9" w14:textId="2BEA4AAE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302B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8FA" w14:textId="77777777" w:rsidR="008C76A8" w:rsidRPr="009C256C" w:rsidRDefault="005F1011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a Linguagem Estética do Audiovisual</w:t>
            </w:r>
          </w:p>
        </w:tc>
      </w:tr>
    </w:tbl>
    <w:p w14:paraId="5BEC2900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246B14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903" w14:textId="3F64014F" w:rsidR="008C76A8" w:rsidRPr="00100010" w:rsidRDefault="00246B14" w:rsidP="0010001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90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90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90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906" w14:textId="77777777" w:rsidR="009542B7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542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Produzir efeitos sonoros de acordo com a narrativa do objeto audiovisual </w:t>
            </w:r>
          </w:p>
          <w:p w14:paraId="5BEC2907" w14:textId="77777777" w:rsidR="008C76A8" w:rsidRPr="001B353A" w:rsidRDefault="008C76A8" w:rsidP="009542B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542B7">
              <w:rPr>
                <w:rFonts w:ascii="Verdana Pro Light" w:eastAsia="Arial Unicode MS" w:hAnsi="Verdana Pro Light" w:cs="Arial Unicode MS"/>
                <w:sz w:val="18"/>
                <w:szCs w:val="18"/>
              </w:rPr>
              <w:t>Misturar música, voz e efeitos sonoros num objeto audiovisual</w:t>
            </w:r>
          </w:p>
          <w:p w14:paraId="5BEC2908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542B7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a sinopse de um objeto audiovisual</w:t>
            </w:r>
          </w:p>
          <w:p w14:paraId="5BEC2909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542B7">
              <w:rPr>
                <w:rFonts w:ascii="Verdana Pro Light" w:eastAsia="Arial Unicode MS" w:hAnsi="Verdana Pro Light" w:cs="Arial Unicode MS"/>
                <w:sz w:val="18"/>
                <w:szCs w:val="18"/>
              </w:rPr>
              <w:t>Filmar as diversas escalas de planos</w:t>
            </w:r>
          </w:p>
        </w:tc>
      </w:tr>
      <w:tr w:rsidR="008C76A8" w:rsidRPr="00136AD8" w14:paraId="5BEC290E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90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90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90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97B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90F" w14:textId="761E2E03" w:rsidR="005A168A" w:rsidRPr="00097DA1" w:rsidRDefault="00A778F4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</w:p>
          <w:p w14:paraId="5BEC2910" w14:textId="7BA4F2F9" w:rsidR="005A168A" w:rsidRPr="00097DA1" w:rsidRDefault="00A778F4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o, tempo e 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911" w14:textId="1DC85A94" w:rsidR="005A168A" w:rsidRPr="00097DA1" w:rsidRDefault="00AC5591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pintura com</w:t>
            </w:r>
            <w:r w:rsidR="002D4D5F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refe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rência</w:t>
            </w:r>
          </w:p>
          <w:p w14:paraId="5BEC2912" w14:textId="5D672A07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 e com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posição</w:t>
            </w:r>
          </w:p>
          <w:p w14:paraId="5BEC2913" w14:textId="4D6CBDAC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 de pla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nos</w:t>
            </w:r>
          </w:p>
          <w:p w14:paraId="5BEC2914" w14:textId="01BE0992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Muito grande pla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</w:t>
            </w:r>
          </w:p>
          <w:p w14:paraId="5BEC2915" w14:textId="7ED1E728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Grande pla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</w:t>
            </w:r>
          </w:p>
          <w:p w14:paraId="5BEC2916" w14:textId="22B93B04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pró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ximo ou aproximado de pe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ito</w:t>
            </w:r>
          </w:p>
          <w:p w14:paraId="5BEC2917" w14:textId="4F51CA9A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m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édio</w:t>
            </w:r>
          </w:p>
          <w:p w14:paraId="5BEC2918" w14:textId="659E53AE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gera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919" w14:textId="7FFBF86E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muito gera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91A" w14:textId="75920C89" w:rsidR="005A168A" w:rsidRPr="00097DA1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p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</w:t>
            </w:r>
          </w:p>
          <w:p w14:paraId="5BEC291E" w14:textId="28782B12" w:rsidR="005A168A" w:rsidRPr="00BB5925" w:rsidRDefault="002D4D5F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</w:t>
            </w:r>
            <w:r w:rsidR="005A168A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ntos de câ</w:t>
            </w:r>
            <w:r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mara e profundidade de cam</w:t>
            </w:r>
            <w:r w:rsidR="005A168A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</w:t>
            </w:r>
            <w:r w:rsidR="00BB5925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</w:t>
            </w:r>
            <w:r w:rsidR="005A168A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norâ</w:t>
            </w:r>
            <w:r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mica</w:t>
            </w:r>
            <w:r w:rsidR="005A168A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BB5925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Trave</w:t>
            </w:r>
            <w:r w:rsidR="005A168A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lling</w:t>
            </w:r>
            <w:r w:rsidR="00BB5925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plano se</w:t>
            </w:r>
            <w:r w:rsidR="005A168A" w:rsidRPr="00BB59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quência</w:t>
            </w:r>
          </w:p>
          <w:p w14:paraId="5BEC291F" w14:textId="0941F6A3" w:rsidR="005A168A" w:rsidRPr="00097DA1" w:rsidRDefault="002D4D5F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="00AC5591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920" w14:textId="3352EC64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 dos 180º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da linha de om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bros</w:t>
            </w:r>
          </w:p>
          <w:p w14:paraId="5BEC2921" w14:textId="55393E0E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 dos 30º</w:t>
            </w:r>
          </w:p>
          <w:p w14:paraId="5BEC2922" w14:textId="6F51417E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 dos te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rços</w:t>
            </w:r>
          </w:p>
          <w:p w14:paraId="5BEC2923" w14:textId="51585380" w:rsidR="005A168A" w:rsidRPr="00097DA1" w:rsidRDefault="005A168A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Ângulos de câ</w:t>
            </w:r>
            <w:r w:rsidR="00AC5591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</w:p>
          <w:p w14:paraId="5BEC2924" w14:textId="45CA0E74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Ponto de vista norma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925" w14:textId="601D7F5D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pica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</w:t>
            </w:r>
          </w:p>
          <w:p w14:paraId="5BEC2926" w14:textId="27339983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Plano </w:t>
            </w:r>
            <w:r w:rsidR="00100010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contrapicado</w:t>
            </w:r>
          </w:p>
          <w:p w14:paraId="5BEC2927" w14:textId="1960CC5B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Inclina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da câ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mara segundo o eixo horizonta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928" w14:textId="47C166B7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Lente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929" w14:textId="29B63CF3" w:rsidR="005A168A" w:rsidRPr="00097DA1" w:rsidRDefault="005A168A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Som</w:t>
            </w:r>
          </w:p>
          <w:p w14:paraId="5BEC292A" w14:textId="3F027138" w:rsidR="005A168A" w:rsidRPr="00097DA1" w:rsidRDefault="005A168A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Música</w:t>
            </w:r>
          </w:p>
          <w:p w14:paraId="5BEC292B" w14:textId="6EC3C354" w:rsidR="005A168A" w:rsidRPr="00097DA1" w:rsidRDefault="005A168A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Voz</w:t>
            </w:r>
          </w:p>
          <w:p w14:paraId="5BEC292C" w14:textId="7696DB29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 e silêncio</w:t>
            </w:r>
          </w:p>
          <w:p w14:paraId="5BEC292D" w14:textId="4C3FF253" w:rsidR="005A168A" w:rsidRPr="00097DA1" w:rsidRDefault="00100010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Contraponto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sonoro</w:t>
            </w:r>
          </w:p>
          <w:p w14:paraId="5BEC292E" w14:textId="5283972C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Perspe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tiva sonora</w:t>
            </w:r>
          </w:p>
          <w:p w14:paraId="5BEC292F" w14:textId="12FE0403" w:rsidR="005A168A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Leitm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otiv e voz </w:t>
            </w:r>
            <w:proofErr w:type="spellStart"/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</w:t>
            </w:r>
            <w:proofErr w:type="spellEnd"/>
          </w:p>
          <w:p w14:paraId="5BEC2930" w14:textId="6C61499E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 dire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</w:t>
            </w:r>
          </w:p>
          <w:p w14:paraId="5BEC2931" w14:textId="324DD173" w:rsidR="008C76A8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</w:t>
            </w:r>
            <w:r w:rsidR="005A168A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itos sonoros</w:t>
            </w:r>
          </w:p>
          <w:p w14:paraId="5BEC2932" w14:textId="4069934C" w:rsidR="00A778F4" w:rsidRPr="00097DA1" w:rsidRDefault="00AC5591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</w:p>
          <w:p w14:paraId="5BEC2933" w14:textId="178670C7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plano como unidade base do film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</w:p>
          <w:p w14:paraId="5BEC2934" w14:textId="07DF56A2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rí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tmica e intelectua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935" w14:textId="621DAE66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Narrativa linear, paralela, alterna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inve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rtida</w:t>
            </w:r>
          </w:p>
          <w:p w14:paraId="5BEC2936" w14:textId="3CBCF1B2" w:rsidR="00A778F4" w:rsidRPr="00097DA1" w:rsidRDefault="00A778F4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Raccord</w:t>
            </w:r>
            <w:proofErr w:type="spellEnd"/>
          </w:p>
          <w:p w14:paraId="5BEC2937" w14:textId="1D6EDD76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Pontua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938" w14:textId="68E17A5E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Figuras de 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stilo</w:t>
            </w:r>
          </w:p>
          <w:p w14:paraId="5BEC2939" w14:textId="3C2FA644" w:rsidR="00A778F4" w:rsidRPr="00097DA1" w:rsidRDefault="00AC5591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nário</w:t>
            </w:r>
          </w:p>
          <w:p w14:paraId="5BEC293A" w14:textId="3CA22F17" w:rsidR="00A778F4" w:rsidRPr="00097DA1" w:rsidRDefault="00A778F4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e cor</w:t>
            </w:r>
          </w:p>
          <w:p w14:paraId="5BEC293B" w14:textId="1CFE4CE8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Interior ou exte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rior</w:t>
            </w:r>
          </w:p>
          <w:p w14:paraId="5BEC293C" w14:textId="12BAB9C1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Natural </w:t>
            </w:r>
            <w:proofErr w:type="spellStart"/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artificia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93D" w14:textId="5383B32B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va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lor psicoló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gico e dram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tico do ce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nário e da luz</w:t>
            </w:r>
          </w:p>
          <w:p w14:paraId="5BEC293E" w14:textId="0AEDA516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dos espa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ços</w:t>
            </w:r>
          </w:p>
          <w:p w14:paraId="5BEC293F" w14:textId="379D7FD6" w:rsidR="00A778F4" w:rsidRPr="00097DA1" w:rsidRDefault="00AC5591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e atore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940" w14:textId="70E7F87C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Realismo ou fanta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sia</w:t>
            </w:r>
          </w:p>
          <w:p w14:paraId="5BEC2941" w14:textId="7F8CE797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Mostrar ou narra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</w:p>
          <w:p w14:paraId="5BEC2942" w14:textId="7A3D074F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Temas, abordagens e 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stilos</w:t>
            </w:r>
          </w:p>
          <w:p w14:paraId="5BEC2943" w14:textId="136597E1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o, dire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atores e orquestra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todos os eleme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ntos plásticos, com vista à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de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obr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audiovisua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944" w14:textId="6E219820" w:rsidR="00A778F4" w:rsidRPr="00097DA1" w:rsidRDefault="00A778F4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</w:t>
            </w:r>
          </w:p>
          <w:p w14:paraId="5BEC2945" w14:textId="1596EB63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argumento como primeira fa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 da obra</w:t>
            </w:r>
          </w:p>
          <w:p w14:paraId="5BEC2946" w14:textId="2483ECA7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Original ou adapta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947" w14:textId="0197F45F" w:rsidR="00A778F4" w:rsidRPr="00097DA1" w:rsidRDefault="00AC5591" w:rsidP="001000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 sinopse</w:t>
            </w:r>
          </w:p>
          <w:p w14:paraId="5BEC2953" w14:textId="2EBB03FF" w:rsidR="008C76A8" w:rsidRPr="00D9395D" w:rsidRDefault="00AC5591" w:rsidP="00D939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narrativa</w:t>
            </w:r>
            <w:r w:rsidR="00A778F4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954" w14:textId="6F08D74F" w:rsidR="00FD1ABA" w:rsidRPr="00097DA1" w:rsidRDefault="00FD1ABA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a relação de escala de plano de</w:t>
            </w:r>
            <w:r w:rsidR="009542B7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</w:t>
            </w:r>
            <w:r w:rsidR="009542B7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/som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55" w14:textId="0CE255DD" w:rsidR="00FD1ABA" w:rsidRPr="00097DA1" w:rsidRDefault="00FD1ABA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 conceito de </w:t>
            </w:r>
            <w:proofErr w:type="spellStart"/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raccord</w:t>
            </w:r>
            <w:proofErr w:type="spellEnd"/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continuidade de som e ima</w:t>
            </w:r>
            <w:r w:rsidR="009542B7"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56" w14:textId="6FD6C0B3" w:rsidR="00FD1ABA" w:rsidRPr="00097DA1" w:rsidRDefault="00FD1ABA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as várias teorias da linguagem audiovisual.</w:t>
            </w:r>
          </w:p>
          <w:p w14:paraId="5BEC2957" w14:textId="2818F87B" w:rsidR="009542B7" w:rsidRPr="00097DA1" w:rsidRDefault="00FD1ABA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vários tipos de narrativa audiovisual.</w:t>
            </w:r>
          </w:p>
          <w:p w14:paraId="5BEC2958" w14:textId="28899C94" w:rsidR="008C76A8" w:rsidRPr="00097DA1" w:rsidRDefault="00FD1ABA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vários géneros cinematográficos.</w:t>
            </w:r>
          </w:p>
          <w:p w14:paraId="5BEC2959" w14:textId="77777777" w:rsidR="008C76A8" w:rsidRPr="009542B7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5A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5B" w14:textId="77777777" w:rsidR="008C76A8" w:rsidRPr="00517A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5C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5D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5E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5F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60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61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62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63" w14:textId="77777777" w:rsidR="008C76A8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64" w14:textId="77777777" w:rsidR="008C76A8" w:rsidRPr="00057283" w:rsidRDefault="008C76A8" w:rsidP="00097DA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965" w14:textId="74F16272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6" w14:textId="6B5AA13A" w:rsidR="00D663A4" w:rsidRPr="00C91755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7" w14:textId="0EE82AFB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8" w14:textId="7BC58ADD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9" w14:textId="646D3C84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A" w14:textId="4DB77416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B" w14:textId="11ED4B8F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C" w14:textId="57785F13" w:rsidR="00D663A4" w:rsidRPr="00DF00D6" w:rsidRDefault="00B11ED6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D" w14:textId="3FE44999" w:rsidR="00D663A4" w:rsidRDefault="00D663A4" w:rsidP="00D663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Experimentação</w:t>
            </w:r>
            <w:r w:rsidR="00097D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6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6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7A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97C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97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97F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246B14" w:rsidRPr="00246B14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5F1011" w:rsidRPr="005F1011">
        <w:rPr>
          <w:rFonts w:ascii="Verdana Pro Light" w:eastAsia="Arial Unicode MS" w:hAnsi="Verdana Pro Light" w:cs="Times New Roman"/>
          <w:i/>
          <w:sz w:val="18"/>
          <w:szCs w:val="18"/>
        </w:rPr>
        <w:t>Executar a Linguagem Estética do Audiovisual</w:t>
      </w:r>
    </w:p>
    <w:p w14:paraId="5BEC2980" w14:textId="58195FF1" w:rsidR="00C92557" w:rsidRPr="0064164C" w:rsidRDefault="00C92557" w:rsidP="00C9255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componentes da linguagem audiovisual com originalidade</w:t>
      </w:r>
      <w:r w:rsidR="00D9395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981" w14:textId="1B14EDBB" w:rsidR="00C92557" w:rsidRPr="0064164C" w:rsidRDefault="00C92557" w:rsidP="00C9255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 ideias pertinentes e relevantes para argumentos de produtos audiovisuais</w:t>
      </w:r>
      <w:r w:rsidR="00D9395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982" w14:textId="0CF0E405" w:rsidR="00C92557" w:rsidRPr="0064164C" w:rsidRDefault="00C92557" w:rsidP="00C9255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Aumentando o potencial de variação dos materiais produzidos</w:t>
      </w:r>
      <w:r w:rsidR="00D9395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983" w14:textId="1068596E" w:rsidR="00C92557" w:rsidRPr="0064164C" w:rsidRDefault="00C92557" w:rsidP="00C9255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saber utilizar</w:t>
      </w:r>
      <w:r w:rsidR="00246B1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regras do espaço, tempo e 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ção</w:t>
      </w:r>
      <w:r w:rsidR="00D9395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984" w14:textId="77777777" w:rsidR="008C76A8" w:rsidRPr="00C92557" w:rsidRDefault="00C92557" w:rsidP="00C9255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 elementos sonoros novos</w:t>
      </w:r>
    </w:p>
    <w:p w14:paraId="5BEC298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986" w14:textId="0E3B7AA0" w:rsidR="00D92CED" w:rsidRDefault="00D92CED" w:rsidP="00D92CE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programas de TV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87" w14:textId="12E648CD" w:rsidR="00D92CED" w:rsidRPr="00984B30" w:rsidRDefault="00D92CED" w:rsidP="00D92CE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Produtoras de audiovisuais, séries e 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filmes.</w:t>
      </w:r>
    </w:p>
    <w:p w14:paraId="5BEC2988" w14:textId="04DE0923" w:rsidR="00D92CED" w:rsidRPr="000B1284" w:rsidRDefault="00D92CED" w:rsidP="00D92CE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 xml:space="preserve">Espetáculos com </w:t>
      </w:r>
      <w:r>
        <w:rPr>
          <w:rFonts w:ascii="Verdana Pro Light" w:eastAsia="Arial Unicode MS" w:hAnsi="Verdana Pro Light" w:cs="Arial Unicode MS"/>
          <w:sz w:val="18"/>
          <w:szCs w:val="18"/>
        </w:rPr>
        <w:t>ut</w:t>
      </w:r>
      <w:r w:rsidR="008A092F">
        <w:rPr>
          <w:rFonts w:ascii="Verdana Pro Light" w:eastAsia="Arial Unicode MS" w:hAnsi="Verdana Pro Light" w:cs="Arial Unicode MS"/>
          <w:sz w:val="18"/>
          <w:szCs w:val="18"/>
        </w:rPr>
        <w:t>ilização de multimé</w:t>
      </w:r>
      <w:r>
        <w:rPr>
          <w:rFonts w:ascii="Verdana Pro Light" w:eastAsia="Arial Unicode MS" w:hAnsi="Verdana Pro Light" w:cs="Arial Unicode MS"/>
          <w:sz w:val="18"/>
          <w:szCs w:val="18"/>
        </w:rPr>
        <w:t>dia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89" w14:textId="278393F3" w:rsidR="00D92CED" w:rsidRPr="00541E9E" w:rsidRDefault="00D92CED" w:rsidP="00D92CE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In</w:t>
      </w:r>
      <w:r w:rsidRPr="000B1284">
        <w:rPr>
          <w:rFonts w:ascii="Verdana Pro Light" w:eastAsia="Arial Unicode MS" w:hAnsi="Verdana Pro Light" w:cs="Arial Unicode MS"/>
          <w:sz w:val="18"/>
          <w:szCs w:val="18"/>
        </w:rPr>
        <w:t>stalações e produção de conteúdos para outros media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8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98B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98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98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98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98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990" w14:textId="7DCFA2F2" w:rsidR="002034A0" w:rsidRDefault="002034A0" w:rsidP="002034A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DAW</w:t>
      </w:r>
      <w:r w:rsidR="00D9395D">
        <w:rPr>
          <w:rFonts w:ascii="Verdana Pro Light" w:hAnsi="Verdana Pro Light" w:cs="Arial Unicode MS"/>
          <w:sz w:val="18"/>
          <w:szCs w:val="18"/>
        </w:rPr>
        <w:t>.</w:t>
      </w:r>
    </w:p>
    <w:p w14:paraId="5BEC2991" w14:textId="77777777" w:rsidR="002034A0" w:rsidRDefault="002034A0" w:rsidP="002034A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992" w14:textId="77777777" w:rsidR="002034A0" w:rsidRPr="00845C8A" w:rsidRDefault="002034A0" w:rsidP="002034A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993" w14:textId="21AB1DAB" w:rsidR="002034A0" w:rsidRDefault="002034A0" w:rsidP="002034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94" w14:textId="3C9DF76C" w:rsidR="002034A0" w:rsidRDefault="002034A0" w:rsidP="002034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Câmara de filmar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95" w14:textId="1329BCF5" w:rsidR="002034A0" w:rsidRDefault="002034A0" w:rsidP="002034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Aplicativo para edição e montagem de imagem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96" w14:textId="4342CADC" w:rsidR="002034A0" w:rsidRDefault="002034A0" w:rsidP="002034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 de iluminação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97" w14:textId="746D3B2D" w:rsidR="002034A0" w:rsidRPr="00501DC8" w:rsidRDefault="002034A0" w:rsidP="002034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de projeção de imagem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98" w14:textId="1D8424B6" w:rsidR="002034A0" w:rsidRPr="00501DC8" w:rsidRDefault="002034A0" w:rsidP="002034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texto</w:t>
      </w:r>
      <w:r w:rsidR="00D939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99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99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99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9A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9A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9A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9A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9A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9A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9A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9A9" w14:textId="013D4C89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302B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9AA" w14:textId="677731C4" w:rsidR="008C76A8" w:rsidRPr="009C256C" w:rsidRDefault="001A4E2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</w:t>
            </w:r>
            <w:r w:rsidR="005F101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Criação Eletrónica Aplicada</w:t>
            </w:r>
          </w:p>
        </w:tc>
      </w:tr>
    </w:tbl>
    <w:p w14:paraId="5BEC29AF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9B0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9B1" w14:textId="77777777" w:rsidR="00246B14" w:rsidRPr="003200F2" w:rsidRDefault="00246B14" w:rsidP="00246B1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50 horas</w:t>
      </w:r>
    </w:p>
    <w:p w14:paraId="5BEC29B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9B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9B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9BB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9B6" w14:textId="77777777" w:rsidR="00340FA3" w:rsidRPr="00D9395D" w:rsidRDefault="008C76A8" w:rsidP="00D9395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46B14" w:rsidRPr="00D9395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uma pequena banda sonora.</w:t>
            </w:r>
          </w:p>
          <w:p w14:paraId="5BEC29B7" w14:textId="77777777" w:rsidR="00340FA3" w:rsidRPr="00D9395D" w:rsidRDefault="008C76A8" w:rsidP="00D9395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46B14" w:rsidRPr="00D9395D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uma mistura equilibrada</w:t>
            </w:r>
          </w:p>
          <w:p w14:paraId="5BEC29B8" w14:textId="77777777" w:rsidR="008C76A8" w:rsidRPr="00D9395D" w:rsidRDefault="008C76A8" w:rsidP="00D9395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40FA3" w:rsidRPr="00D9395D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música de fundo para vários formatos audiovisuais</w:t>
            </w:r>
          </w:p>
          <w:p w14:paraId="5BEC29B9" w14:textId="2453F7A6" w:rsidR="00BF1BB9" w:rsidRDefault="008C76A8" w:rsidP="00BF1B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40FA3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 banco de sons</w:t>
            </w:r>
          </w:p>
          <w:p w14:paraId="5BEC29BA" w14:textId="768A4BED" w:rsidR="00BF1BB9" w:rsidRPr="00BF1BB9" w:rsidRDefault="00BF1BB9" w:rsidP="00BF1B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62381F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 conceito de desenho de som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8C76A8" w:rsidRPr="00136AD8" w14:paraId="5BEC29B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9B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9B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9B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A04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9C0" w14:textId="33AB4147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sincronização</w:t>
            </w:r>
          </w:p>
          <w:p w14:paraId="5BEC29C1" w14:textId="6948C65B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Time </w:t>
            </w:r>
            <w:proofErr w:type="spellStart"/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code</w:t>
            </w:r>
            <w:proofErr w:type="spellEnd"/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sincronismo.</w:t>
            </w:r>
          </w:p>
          <w:p w14:paraId="5BEC29C2" w14:textId="1C2631F0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e m</w:t>
            </w:r>
            <w:r w:rsidR="00340FA3"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istura de som </w:t>
            </w: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</w:t>
            </w:r>
            <w:r w:rsidR="00597C3B"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 </w:t>
            </w: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</w:t>
            </w:r>
          </w:p>
          <w:p w14:paraId="5BEC29C3" w14:textId="74C0BAFD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</w:t>
            </w:r>
          </w:p>
          <w:p w14:paraId="5BEC29C4" w14:textId="31C05D49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Banco de sons</w:t>
            </w:r>
          </w:p>
          <w:p w14:paraId="5BEC29C5" w14:textId="59E595A2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Controladores áudio digital</w:t>
            </w:r>
          </w:p>
          <w:p w14:paraId="5BEC29C6" w14:textId="7ECDA8AE" w:rsidR="008C76A8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Processadores de efeitos</w:t>
            </w:r>
          </w:p>
          <w:p w14:paraId="5BEC29C7" w14:textId="4D73705B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Banda Sonora</w:t>
            </w:r>
          </w:p>
          <w:p w14:paraId="5BEC29C8" w14:textId="7342D12C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Sonorização</w:t>
            </w:r>
          </w:p>
          <w:p w14:paraId="5BEC29C9" w14:textId="151EBA23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Bruitage</w:t>
            </w:r>
            <w:proofErr w:type="spellEnd"/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ambientes</w:t>
            </w:r>
          </w:p>
          <w:p w14:paraId="5BEC29CA" w14:textId="210C09E3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Sonoplastia</w:t>
            </w:r>
          </w:p>
          <w:p w14:paraId="5BEC29CB" w14:textId="22EB1C4E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Dobragem</w:t>
            </w:r>
          </w:p>
          <w:p w14:paraId="5BEC29CC" w14:textId="36EA8B29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Música de fundo para formatos audiovisuais</w:t>
            </w:r>
          </w:p>
          <w:p w14:paraId="5BEC29CD" w14:textId="10967043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</w:t>
            </w:r>
          </w:p>
          <w:p w14:paraId="5BEC29CE" w14:textId="229032BE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Vídeo</w:t>
            </w:r>
          </w:p>
          <w:p w14:paraId="5BEC29CF" w14:textId="20559A97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TV</w:t>
            </w:r>
          </w:p>
          <w:p w14:paraId="5BEC29D0" w14:textId="1984375E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Rádio</w:t>
            </w:r>
          </w:p>
          <w:p w14:paraId="5BEC29D1" w14:textId="02901445" w:rsidR="00D87CCF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Jogos</w:t>
            </w:r>
          </w:p>
          <w:p w14:paraId="5BEC29D2" w14:textId="7CF9F486" w:rsidR="008C76A8" w:rsidRPr="00B975B5" w:rsidRDefault="00D87CCF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7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Web</w:t>
            </w:r>
          </w:p>
          <w:p w14:paraId="5BEC29D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DD" w14:textId="77777777" w:rsidR="008C76A8" w:rsidRPr="001B353A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9DE" w14:textId="1FCEA633" w:rsidR="00597C3B" w:rsidRPr="00D9395D" w:rsidRDefault="00597C3B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e aplicar técnicas de sincronização de som com a imagem </w:t>
            </w:r>
          </w:p>
          <w:p w14:paraId="5BEC29DF" w14:textId="121531E7" w:rsidR="00340FA3" w:rsidRPr="00D9395D" w:rsidRDefault="00340FA3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edição e mistura de som para imagem.</w:t>
            </w:r>
          </w:p>
          <w:p w14:paraId="5BEC29E0" w14:textId="49EE2A48" w:rsidR="00597C3B" w:rsidRPr="00D9395D" w:rsidRDefault="00597C3B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dobragem de vozes.</w:t>
            </w:r>
          </w:p>
          <w:p w14:paraId="5BEC29E1" w14:textId="605CD8AF" w:rsidR="00597C3B" w:rsidRPr="00D9395D" w:rsidRDefault="00340FA3" w:rsidP="00B975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597C3B" w:rsidRP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adição de </w:t>
            </w:r>
            <w:proofErr w:type="spellStart"/>
            <w:r w:rsidR="00597C3B" w:rsidRP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bruitage</w:t>
            </w:r>
            <w:proofErr w:type="spellEnd"/>
            <w:r w:rsidR="00597C3B" w:rsidRP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efeitos.</w:t>
            </w:r>
          </w:p>
          <w:p w14:paraId="5BEC29E2" w14:textId="77777777" w:rsidR="008C76A8" w:rsidRPr="00B975B5" w:rsidRDefault="008C76A8" w:rsidP="00597C3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5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EE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9EF" w14:textId="5BCCC297" w:rsidR="00597C3B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0" w14:textId="5951FA9D" w:rsidR="00597C3B" w:rsidRPr="00C91755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1" w14:textId="3908381F" w:rsidR="00597C3B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2" w14:textId="0B5DC3FF" w:rsidR="00597C3B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3" w14:textId="2734D319" w:rsidR="00597C3B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4" w14:textId="3093282C" w:rsidR="00597C3B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5" w14:textId="1878DB68" w:rsidR="00597C3B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6" w14:textId="6F85D9D4" w:rsidR="00597C3B" w:rsidRPr="00DF00D6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7" w14:textId="7D028AEE" w:rsidR="008C76A8" w:rsidRDefault="00597C3B" w:rsidP="00597C3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Experimentação</w:t>
            </w:r>
            <w:r w:rsidR="00D939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9F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F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F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F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F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F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F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9F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0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0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0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03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A05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A0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A0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A08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194640" w:rsidRPr="00194640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5F1011" w:rsidRPr="005F1011">
        <w:rPr>
          <w:rFonts w:ascii="Verdana Pro Light" w:eastAsia="Arial Unicode MS" w:hAnsi="Verdana Pro Light" w:cs="Times New Roman"/>
          <w:i/>
          <w:sz w:val="18"/>
          <w:szCs w:val="18"/>
        </w:rPr>
        <w:t>Usar Criação Eletrónica Aplicada</w:t>
      </w:r>
    </w:p>
    <w:p w14:paraId="5BEC2A09" w14:textId="154F7DD9" w:rsidR="009769B3" w:rsidRPr="00507506" w:rsidRDefault="009769B3" w:rsidP="009769B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</w:t>
      </w:r>
      <w:r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Manipulando de forma pertinente o áudio produzido</w:t>
      </w:r>
      <w:r w:rsidR="002353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A0A" w14:textId="259B9B51" w:rsidR="009769B3" w:rsidRPr="00507506" w:rsidRDefault="009769B3" w:rsidP="009769B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</w:t>
      </w:r>
      <w:r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Integrando diversas áreas de intervenção artística</w:t>
      </w:r>
      <w:r w:rsidR="002353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A0B" w14:textId="5DA22FB7" w:rsidR="009769B3" w:rsidRPr="00507506" w:rsidRDefault="009769B3" w:rsidP="009769B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</w:t>
      </w:r>
      <w:r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Aumentando a interatividade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das </w:t>
      </w:r>
      <w:r w:rsidR="00250F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componentes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áudio e visuais</w:t>
      </w:r>
      <w:r w:rsidR="002353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A0C" w14:textId="320D6FA6" w:rsidR="009769B3" w:rsidRPr="0064164C" w:rsidRDefault="009769B3" w:rsidP="009769B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</w:t>
      </w:r>
      <w:r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50F42" w:rsidRPr="002145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uma resposta adequada às solicitações da performance e ao contexto estilístico</w:t>
      </w:r>
      <w:r w:rsidR="002353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A0D" w14:textId="488109EC" w:rsidR="00250F42" w:rsidRPr="0064164C" w:rsidRDefault="00250F42" w:rsidP="00250F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145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145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Comunicando e ajustando 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desenho de som às dinâmicas da</w:t>
      </w:r>
      <w:r w:rsidRPr="002145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narrativa audiovisual</w:t>
      </w:r>
      <w:r w:rsidR="002353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A0E" w14:textId="77777777" w:rsidR="008C76A8" w:rsidRPr="00250F42" w:rsidRDefault="008C76A8" w:rsidP="00250F42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5BEC2A0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A10" w14:textId="19667BAD" w:rsidR="00194640" w:rsidRDefault="00194640" w:rsidP="001946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programas de TV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11" w14:textId="6D750F47" w:rsidR="00194640" w:rsidRPr="00984B30" w:rsidRDefault="00194640" w:rsidP="001946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audiovisuais, séries e filmes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12" w14:textId="5F936720" w:rsidR="00194640" w:rsidRPr="000B1284" w:rsidRDefault="00194640" w:rsidP="001946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 xml:space="preserve">Espetáculos com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utilização de 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multimédia.</w:t>
      </w:r>
    </w:p>
    <w:p w14:paraId="5BEC2A13" w14:textId="34E83315" w:rsidR="00194640" w:rsidRDefault="00194640" w:rsidP="001946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In</w:t>
      </w:r>
      <w:r w:rsidRPr="000B1284">
        <w:rPr>
          <w:rFonts w:ascii="Verdana Pro Light" w:eastAsia="Arial Unicode MS" w:hAnsi="Verdana Pro Light" w:cs="Arial Unicode MS"/>
          <w:sz w:val="18"/>
          <w:szCs w:val="18"/>
        </w:rPr>
        <w:t>stalações e produção de conteúdos para outros media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14" w14:textId="4AFC7B27" w:rsidR="00854AB4" w:rsidRDefault="00854AB4" w:rsidP="001946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Estações de Rádio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15" w14:textId="530D6ECB" w:rsidR="00194640" w:rsidRDefault="00194640" w:rsidP="001946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jogos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16" w14:textId="4560439A" w:rsidR="00194640" w:rsidRPr="00541E9E" w:rsidRDefault="00854AB4" w:rsidP="001946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social media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1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1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1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1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1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A1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A1D" w14:textId="190E4D54" w:rsidR="00A44B10" w:rsidRDefault="00A44B10" w:rsidP="00A44B1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DAW</w:t>
      </w:r>
      <w:r w:rsidR="00235342">
        <w:rPr>
          <w:rFonts w:ascii="Verdana Pro Light" w:hAnsi="Verdana Pro Light" w:cs="Arial Unicode MS"/>
          <w:sz w:val="18"/>
          <w:szCs w:val="18"/>
        </w:rPr>
        <w:t>.</w:t>
      </w:r>
    </w:p>
    <w:p w14:paraId="5BEC2A1E" w14:textId="77777777" w:rsidR="00A44B10" w:rsidRDefault="00A44B10" w:rsidP="00A44B1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A1F" w14:textId="77777777" w:rsidR="00A44B10" w:rsidRPr="00845C8A" w:rsidRDefault="00A44B10" w:rsidP="00A44B10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A20" w14:textId="54B955F3" w:rsidR="00A44B10" w:rsidRDefault="00A44B10" w:rsidP="00A44B1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21" w14:textId="65231B39" w:rsidR="008C76A8" w:rsidRPr="00501DC8" w:rsidRDefault="00A44B10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Teclados</w:t>
      </w:r>
      <w:r w:rsidR="00235342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A2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2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2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2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A2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A2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A3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A30" w14:textId="4B3BB8C9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B776A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A31" w14:textId="78B4352D" w:rsidR="008C76A8" w:rsidRPr="009C256C" w:rsidRDefault="00DF6BEA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composição assistida</w:t>
            </w:r>
            <w:r w:rsidR="005F101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por Computador</w:t>
            </w:r>
          </w:p>
        </w:tc>
      </w:tr>
    </w:tbl>
    <w:p w14:paraId="5BEC2A3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A37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A38" w14:textId="77777777" w:rsidR="003B14FC" w:rsidRPr="003200F2" w:rsidRDefault="003B14FC" w:rsidP="003B14F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: </w:t>
      </w:r>
      <w:r w:rsidR="004A1618">
        <w:rPr>
          <w:rFonts w:ascii="Verdana Pro Light" w:eastAsia="Arial Unicode MS" w:hAnsi="Verdana Pro Light" w:cs="Times New Roman"/>
          <w:smallCaps/>
          <w:sz w:val="20"/>
        </w:rPr>
        <w:t>25</w:t>
      </w:r>
      <w:r>
        <w:rPr>
          <w:rFonts w:ascii="Verdana Pro Light" w:eastAsia="Arial Unicode MS" w:hAnsi="Verdana Pro Light" w:cs="Times New Roman"/>
          <w:smallCaps/>
          <w:sz w:val="20"/>
        </w:rPr>
        <w:t xml:space="preserve"> horas</w:t>
      </w:r>
    </w:p>
    <w:p w14:paraId="5BEC2A39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A3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A3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A40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A3C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Programar em regime de </w:t>
            </w:r>
            <w:proofErr w:type="spellStart"/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opensource</w:t>
            </w:r>
            <w:proofErr w:type="spellEnd"/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A3D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algoritmos simples.</w:t>
            </w:r>
          </w:p>
          <w:p w14:paraId="5BEC2A3E" w14:textId="5D4BD26D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linguagens de composição musical assistidas por computador</w:t>
            </w:r>
            <w:r w:rsid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A3F" w14:textId="40D48BC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E030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Usar </w:t>
            </w:r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Softwares em </w:t>
            </w:r>
            <w:proofErr w:type="spellStart"/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opensource</w:t>
            </w:r>
            <w:proofErr w:type="spellEnd"/>
            <w:r w:rsidR="0023534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A44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A4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A4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A4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A88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A45" w14:textId="40F291BA" w:rsidR="003B14FC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0005CA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ontex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 histó</w:t>
            </w:r>
            <w:r w:rsidR="000005CA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rico e 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voluçã</w:t>
            </w:r>
            <w:r w:rsidR="000005CA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do ramo da inform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</w:t>
            </w:r>
            <w:r w:rsidR="000005CA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tica musica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A46" w14:textId="4174CA45" w:rsidR="003B14FC" w:rsidRPr="00235342" w:rsidRDefault="000005CA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Hiller</w:t>
            </w:r>
            <w:proofErr w:type="spellEnd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Xenakis aos </w:t>
            </w: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espectralista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proofErr w:type="spellEnd"/>
          </w:p>
          <w:p w14:paraId="5BEC2A47" w14:textId="230D2043" w:rsidR="003B14FC" w:rsidRPr="00235342" w:rsidRDefault="000005CA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musicais em regime de </w:t>
            </w: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nsource</w:t>
            </w:r>
            <w:proofErr w:type="spellEnd"/>
          </w:p>
          <w:p w14:paraId="5BEC2A48" w14:textId="4B6BF69D" w:rsidR="003B14FC" w:rsidRPr="00235342" w:rsidRDefault="000005CA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e interpreta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programa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A49" w14:textId="5335971D" w:rsidR="003B14FC" w:rsidRPr="00235342" w:rsidRDefault="000005CA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rface</w:t>
            </w:r>
          </w:p>
          <w:p w14:paraId="5BEC2A4A" w14:textId="090E2D05" w:rsidR="003B14FC" w:rsidRPr="00235342" w:rsidRDefault="000005CA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ctos</w:t>
            </w:r>
            <w:proofErr w:type="spellEnd"/>
          </w:p>
          <w:p w14:paraId="5BEC2A4B" w14:textId="7CA283F8" w:rsidR="003B14FC" w:rsidRPr="00235342" w:rsidRDefault="003B14FC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Patch</w:t>
            </w:r>
            <w:proofErr w:type="spellEnd"/>
          </w:p>
          <w:p w14:paraId="5BEC2A4C" w14:textId="576B89B8" w:rsidR="003B14FC" w:rsidRPr="00235342" w:rsidRDefault="000005CA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09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Abstra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çõ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A4D" w14:textId="3D4D5BE6" w:rsidR="003B14FC" w:rsidRPr="00235342" w:rsidRDefault="000005CA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Algoritmos simple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A4E" w14:textId="7620D086" w:rsidR="003B14FC" w:rsidRPr="00235342" w:rsidRDefault="003B14FC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á</w:t>
            </w:r>
            <w:r w:rsidR="000005CA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rvore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rítm</w:t>
            </w:r>
            <w:r w:rsidR="00EB463B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ica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A4F" w14:textId="11C862BD" w:rsidR="003B14FC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Tonalida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</w:p>
          <w:p w14:paraId="5BEC2A50" w14:textId="544D6212" w:rsidR="003B14FC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onia</w:t>
            </w:r>
          </w:p>
          <w:p w14:paraId="5BEC2A51" w14:textId="61A735E5" w:rsidR="003B14FC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Softwares</w:t>
            </w:r>
            <w:r w:rsidR="006E0302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 </w:t>
            </w: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nsource</w:t>
            </w:r>
            <w:proofErr w:type="spellEnd"/>
          </w:p>
          <w:p w14:paraId="5BEC2A52" w14:textId="052F3CD5" w:rsidR="003B14FC" w:rsidRPr="00235342" w:rsidRDefault="003B14FC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</w:t>
            </w:r>
            <w:r w:rsidR="00EB463B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 espectra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2A53" w14:textId="238639EB" w:rsidR="003B14FC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 </w:t>
            </w: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orc</w:t>
            </w:r>
            <w:proofErr w:type="spellEnd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</w:p>
          <w:p w14:paraId="5BEC2A54" w14:textId="5C9FC959" w:rsidR="003B14FC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Tratame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nto rí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tm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ico</w:t>
            </w:r>
          </w:p>
          <w:p w14:paraId="5BEC2A55" w14:textId="7EED1AFE" w:rsidR="00EB463B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de perfis me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lódicos</w:t>
            </w:r>
          </w:p>
          <w:p w14:paraId="5BEC2A56" w14:textId="206A7531" w:rsidR="008C76A8" w:rsidRPr="00235342" w:rsidRDefault="00EB463B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Interconetivida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proofErr w:type="spellEnd"/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outros softwares musica</w:t>
            </w:r>
            <w:r w:rsidR="003B14FC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2A57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58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2" w14:textId="77777777" w:rsidR="008C76A8" w:rsidRPr="001B353A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A63" w14:textId="36525B53" w:rsidR="00EB463B" w:rsidRPr="00235342" w:rsidRDefault="006E0302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EB463B"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evolução histórica do ramo da informática musica</w:t>
            </w: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A64" w14:textId="09C585EA" w:rsidR="00EB463B" w:rsidRPr="00235342" w:rsidRDefault="006E0302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Softwares em </w:t>
            </w:r>
            <w:proofErr w:type="spellStart"/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opensource</w:t>
            </w:r>
            <w:proofErr w:type="spellEnd"/>
          </w:p>
          <w:p w14:paraId="5BEC2A65" w14:textId="799DC036" w:rsidR="008C76A8" w:rsidRPr="00235342" w:rsidRDefault="006E0302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estrutura e interpretação de programas</w:t>
            </w:r>
          </w:p>
          <w:p w14:paraId="5BEC2A66" w14:textId="4626FE16" w:rsidR="006E0302" w:rsidRPr="00235342" w:rsidRDefault="006E0302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algoritmos simples</w:t>
            </w:r>
          </w:p>
          <w:p w14:paraId="5BEC2A67" w14:textId="59A113A1" w:rsidR="006E0302" w:rsidRPr="00235342" w:rsidRDefault="006E0302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353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Manipulação de perfis melódicos</w:t>
            </w:r>
          </w:p>
          <w:p w14:paraId="5BEC2A68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9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A" w14:textId="77777777" w:rsidR="008C76A8" w:rsidRPr="00517A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B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C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D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E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6F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70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71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72" w14:textId="77777777" w:rsidR="008C76A8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73" w14:textId="77777777" w:rsidR="008C76A8" w:rsidRPr="00057283" w:rsidRDefault="008C76A8" w:rsidP="0023534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A74" w14:textId="77777777" w:rsidR="006E0302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</w:p>
          <w:p w14:paraId="5BEC2A75" w14:textId="77777777" w:rsidR="006E0302" w:rsidRPr="00C91755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</w:p>
          <w:p w14:paraId="5BEC2A76" w14:textId="77777777" w:rsidR="006E0302" w:rsidRPr="00214521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45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BEC2A77" w14:textId="77777777" w:rsidR="006E0302" w:rsidRPr="00214521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45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</w:p>
          <w:p w14:paraId="5BEC2A78" w14:textId="77777777" w:rsidR="006E0302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45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Colaboração</w:t>
            </w:r>
          </w:p>
          <w:p w14:paraId="5BEC2A79" w14:textId="77777777" w:rsidR="006E0302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</w:t>
            </w:r>
          </w:p>
          <w:p w14:paraId="5BEC2A7A" w14:textId="77777777" w:rsidR="006E0302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 comunicação</w:t>
            </w:r>
          </w:p>
          <w:p w14:paraId="5BEC2A7B" w14:textId="77777777" w:rsidR="008C76A8" w:rsidRDefault="006E0302" w:rsidP="006E03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</w:t>
            </w:r>
          </w:p>
          <w:p w14:paraId="5BEC2A7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7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7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7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87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A89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A8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A8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A8C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A34ED1" w:rsidRPr="00A34ED1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D00B0A" w:rsidRPr="00D00B0A">
        <w:rPr>
          <w:rFonts w:ascii="Verdana Pro Light" w:eastAsia="Arial Unicode MS" w:hAnsi="Verdana Pro Light" w:cs="Times New Roman"/>
          <w:i/>
          <w:sz w:val="18"/>
          <w:szCs w:val="18"/>
        </w:rPr>
        <w:t>Compor Assistido por Computador</w:t>
      </w:r>
    </w:p>
    <w:p w14:paraId="5BEC2A8D" w14:textId="77777777" w:rsidR="004A1618" w:rsidRDefault="008C76A8" w:rsidP="004A1618">
      <w:pPr>
        <w:pStyle w:val="PargrafodaLista"/>
        <w:numPr>
          <w:ilvl w:val="0"/>
          <w:numId w:val="4"/>
        </w:numPr>
        <w:spacing w:before="120" w:after="0" w:line="276" w:lineRule="auto"/>
        <w:ind w:left="215" w:hanging="213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A161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Manipulando</w:t>
      </w:r>
      <w:r w:rsidR="004A1618" w:rsidRPr="0091095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os parâmetros do som para criar diferentes atmosferas e/ou sugerir espaços</w:t>
      </w:r>
    </w:p>
    <w:p w14:paraId="5BEC2A8E" w14:textId="77777777" w:rsidR="008C76A8" w:rsidRPr="004A1618" w:rsidRDefault="008C76A8" w:rsidP="004A1618">
      <w:pPr>
        <w:pStyle w:val="PargrafodaLista"/>
        <w:numPr>
          <w:ilvl w:val="0"/>
          <w:numId w:val="4"/>
        </w:numPr>
        <w:spacing w:before="120" w:after="0" w:line="276" w:lineRule="auto"/>
        <w:ind w:left="215" w:hanging="213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4A16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4A161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A1618" w:rsidRPr="005075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Manipulando de forma pertinente o áudio produzido</w:t>
      </w:r>
    </w:p>
    <w:p w14:paraId="5BEC2A8F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A1618" w:rsidRPr="004F579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 elementos originais e adequados ao conteúdo artístico</w:t>
      </w:r>
    </w:p>
    <w:p w14:paraId="5BEC2A90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A1618" w:rsidRPr="005D49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Planificando e testando as variáveis relevantes</w:t>
      </w:r>
    </w:p>
    <w:p w14:paraId="5BEC2A91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A1618" w:rsidRPr="00957B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Testando virtualmente todas as variantes</w:t>
      </w:r>
      <w:r w:rsidR="003A265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duma composição</w:t>
      </w:r>
    </w:p>
    <w:p w14:paraId="5BEC2A9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A9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A94" w14:textId="77777777" w:rsidR="008C76A8" w:rsidRDefault="003A265D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</w:t>
      </w:r>
    </w:p>
    <w:p w14:paraId="5BEC2A95" w14:textId="77777777" w:rsidR="003A265D" w:rsidRDefault="003A265D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audiovisuais</w:t>
      </w:r>
    </w:p>
    <w:p w14:paraId="5BEC2A96" w14:textId="77777777" w:rsidR="003A265D" w:rsidRPr="00984B30" w:rsidRDefault="003A265D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Cinema</w:t>
      </w:r>
    </w:p>
    <w:p w14:paraId="5BEC2A9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9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9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9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A9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A9C" w14:textId="77777777" w:rsidR="003A265D" w:rsidRDefault="003A265D" w:rsidP="003A265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DAW</w:t>
      </w:r>
    </w:p>
    <w:p w14:paraId="5BEC2A9D" w14:textId="77777777" w:rsidR="003A265D" w:rsidRDefault="003A265D" w:rsidP="003A265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A9E" w14:textId="77777777" w:rsidR="003A265D" w:rsidRPr="00845C8A" w:rsidRDefault="003A265D" w:rsidP="003A265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A9F" w14:textId="77777777" w:rsidR="003A265D" w:rsidRDefault="003A265D" w:rsidP="003A265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</w:p>
    <w:p w14:paraId="5BEC2AA0" w14:textId="77777777" w:rsidR="003A265D" w:rsidRPr="00501DC8" w:rsidRDefault="003A265D" w:rsidP="003A265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Teclados</w:t>
      </w:r>
    </w:p>
    <w:p w14:paraId="5BEC2AA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4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5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7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9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AA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AA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AA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AA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AA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AB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AB1" w14:textId="0AF91923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</w:rPr>
              <w:lastRenderedPageBreak/>
              <w:br w:type="page"/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B776A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AB2" w14:textId="26D8C17F" w:rsidR="008C76A8" w:rsidRPr="009C256C" w:rsidRDefault="0014083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composiç</w:t>
            </w:r>
            <w:r w:rsidR="0013300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ões</w:t>
            </w:r>
            <w:r w:rsidR="00D00B0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para Publicidade</w:t>
            </w:r>
          </w:p>
        </w:tc>
      </w:tr>
    </w:tbl>
    <w:p w14:paraId="5BEC2AB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AB8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AB9" w14:textId="77777777" w:rsidR="00D27740" w:rsidRPr="003200F2" w:rsidRDefault="00D27740" w:rsidP="00D2774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p w14:paraId="5BEC2ABB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AB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AB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AC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ABE" w14:textId="5217A178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Compor música para um spot de TV</w:t>
            </w:r>
            <w:r w:rsidR="007D2C63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ABF" w14:textId="6F9A536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A0550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Compor mú</w:t>
            </w:r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sica para </w:t>
            </w:r>
            <w:r w:rsidR="002A055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um </w:t>
            </w:r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>Jingle de Rádio</w:t>
            </w:r>
            <w:r w:rsidR="007D2C63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AC0" w14:textId="0E7E9C51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Compor o </w:t>
            </w:r>
            <w:r w:rsidR="007D5693">
              <w:rPr>
                <w:rFonts w:ascii="Verdana Pro Light" w:eastAsia="Arial Unicode MS" w:hAnsi="Verdana Pro Light" w:cs="Arial Unicode MS"/>
                <w:sz w:val="18"/>
                <w:szCs w:val="18"/>
              </w:rPr>
              <w:t>indicativo</w:t>
            </w:r>
            <w:r w:rsidR="00010BFE">
              <w:rPr>
                <w:rFonts w:ascii="Verdana Pro Light" w:eastAsia="Arial Unicode MS" w:hAnsi="Verdana Pro Light" w:cs="Arial Unicode MS"/>
                <w:sz w:val="18"/>
                <w:szCs w:val="18"/>
              </w:rPr>
              <w:t>/genérico</w:t>
            </w:r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um programa de </w:t>
            </w:r>
            <w:r w:rsidR="007D5693">
              <w:rPr>
                <w:rFonts w:ascii="Verdana Pro Light" w:eastAsia="Arial Unicode MS" w:hAnsi="Verdana Pro Light" w:cs="Arial Unicode MS"/>
                <w:sz w:val="18"/>
                <w:szCs w:val="18"/>
              </w:rPr>
              <w:t>Rádio/TV</w:t>
            </w:r>
            <w:r w:rsidR="007D2C63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AC1" w14:textId="2A3F99A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Compor o </w:t>
            </w:r>
            <w:proofErr w:type="spellStart"/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>sound</w:t>
            </w:r>
            <w:proofErr w:type="spellEnd"/>
            <w:r w:rsidR="00E74C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logo de uma marca comercial</w:t>
            </w:r>
            <w:r w:rsidR="007D2C63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AC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AC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AC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AC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437203" w14:paraId="5BEC2B0A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AC7" w14:textId="4410EE9B" w:rsidR="00D27740" w:rsidRPr="007D2C63" w:rsidRDefault="00D27740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linguagem da publicidade e os meios audiovisuais</w:t>
            </w:r>
          </w:p>
          <w:p w14:paraId="5BEC2AC8" w14:textId="6C0122FD" w:rsidR="00717254" w:rsidRPr="007D2C63" w:rsidRDefault="00D27740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717254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úblico-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alvo</w:t>
            </w:r>
          </w:p>
          <w:p w14:paraId="5BEC2AC9" w14:textId="003C62CA" w:rsidR="00717254" w:rsidRPr="007D2C63" w:rsidRDefault="00D27740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dos consumidores</w:t>
            </w:r>
          </w:p>
          <w:p w14:paraId="5BEC2ACA" w14:textId="505DE4DA" w:rsidR="00717254" w:rsidRPr="007D2C63" w:rsidRDefault="00D27740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Alteração dos gostos e preferências</w:t>
            </w:r>
          </w:p>
          <w:p w14:paraId="5BEC2ACB" w14:textId="4E07D4DC" w:rsidR="00717254" w:rsidRPr="007D2C63" w:rsidRDefault="00D27740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Mudanças de atitude</w:t>
            </w:r>
          </w:p>
          <w:p w14:paraId="5BEC2ACC" w14:textId="3FF72D23" w:rsidR="00717254" w:rsidRPr="007D2C63" w:rsidRDefault="00717254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Mudança na fidelidade</w:t>
            </w:r>
          </w:p>
          <w:p w14:paraId="5BEC2ACD" w14:textId="5A4C1EE8" w:rsidR="00717254" w:rsidRPr="007D2C63" w:rsidRDefault="00C857E7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Spots para TV - </w:t>
            </w:r>
            <w:r w:rsidR="00717254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conceito;</w:t>
            </w:r>
            <w:r w:rsidR="00D2774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composição</w:t>
            </w:r>
            <w:r w:rsidR="00717254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musical e produção</w:t>
            </w:r>
          </w:p>
          <w:p w14:paraId="5BEC2ACE" w14:textId="17BE7C75" w:rsidR="005C739E" w:rsidRPr="007D2C63" w:rsidRDefault="00717254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Jingles</w:t>
            </w:r>
            <w:r w:rsidR="00405234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Rádio</w:t>
            </w:r>
            <w:r w:rsidR="00C857E7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 w:rsidR="00C857E7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</w:t>
            </w:r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função de </w:t>
            </w:r>
            <w:proofErr w:type="spellStart"/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branding</w:t>
            </w:r>
            <w:proofErr w:type="spellEnd"/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curto e médio prazo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</w:t>
            </w:r>
            <w:r w:rsidR="00D2774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composição 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musical e produção. </w:t>
            </w:r>
          </w:p>
          <w:p w14:paraId="5BEC2ACF" w14:textId="5FEF0C16" w:rsidR="00405234" w:rsidRPr="007D2C63" w:rsidRDefault="00405234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Indicativos e separadores integrados na programação da Rádio</w:t>
            </w:r>
          </w:p>
          <w:p w14:paraId="5BEC2AD0" w14:textId="4BD332D8" w:rsidR="00405234" w:rsidRPr="007D2C63" w:rsidRDefault="00405234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Case </w:t>
            </w: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Study</w:t>
            </w:r>
            <w:proofErr w:type="spellEnd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TSF: os jingles, indicativos, tapetes, cortinas e separadores que fizeram o ADN da estação</w:t>
            </w:r>
          </w:p>
          <w:p w14:paraId="5BEC2AD1" w14:textId="338D678B" w:rsidR="00DC7881" w:rsidRPr="007D2C63" w:rsidRDefault="00717254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Genérico para programas</w:t>
            </w:r>
            <w:r w:rsidR="00C857E7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TV</w:t>
            </w:r>
            <w:r w:rsidR="00C857E7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Rádio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 conceito</w:t>
            </w:r>
            <w:r w:rsidR="00F3728D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definição da identidade sonora de um programa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="00F3728D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sua </w:t>
            </w:r>
            <w:r w:rsidR="00D2774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composição </w:t>
            </w:r>
            <w:r w:rsidR="00C857E7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musical </w:t>
            </w:r>
            <w:r w:rsidR="00D2774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produção</w:t>
            </w:r>
          </w:p>
          <w:p w14:paraId="5BEC2AD2" w14:textId="12943E87" w:rsidR="00DC7881" w:rsidRPr="007D2C63" w:rsidRDefault="00DC7881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Sonic</w:t>
            </w:r>
            <w:proofErr w:type="spellEnd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branding</w:t>
            </w:r>
            <w:proofErr w:type="spellEnd"/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trademark</w:t>
            </w:r>
            <w:proofErr w:type="spellEnd"/>
            <w:r w:rsidR="000A25E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0A25E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 w:rsidR="000A25E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0A25E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Signature</w:t>
            </w:r>
            <w:proofErr w:type="spellEnd"/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comunicação </w:t>
            </w:r>
            <w:r w:rsidR="00E74CF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corporativa; </w:t>
            </w:r>
            <w:r w:rsidR="002A055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</w:t>
            </w:r>
            <w:r w:rsidR="00E74CF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 de marketing e o poder do </w:t>
            </w:r>
            <w:proofErr w:type="spellStart"/>
            <w:r w:rsidR="00E74CF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 w:rsidR="00E74CF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logo</w:t>
            </w:r>
            <w:r w:rsidR="002A055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 </w:t>
            </w:r>
            <w:r w:rsidR="002A055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incremento das vendas de um produto</w:t>
            </w:r>
          </w:p>
          <w:p w14:paraId="5BEC2AD3" w14:textId="102CE8F3" w:rsidR="00437203" w:rsidRPr="007D2C63" w:rsidRDefault="00DC7881" w:rsidP="0084276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produtos comerciais e serviços com sons</w:t>
            </w:r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proofErr w:type="spellStart"/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sonic</w:t>
            </w:r>
            <w:proofErr w:type="spellEnd"/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logo e </w:t>
            </w:r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sua função de </w:t>
            </w:r>
            <w:proofErr w:type="spellStart"/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branding</w:t>
            </w:r>
            <w:proofErr w:type="spellEnd"/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longo prazo</w:t>
            </w:r>
            <w:r w:rsidR="005C739E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</w:p>
          <w:p w14:paraId="5BEC2AD4" w14:textId="3FD195DB" w:rsidR="00DC7881" w:rsidRPr="007D2C63" w:rsidRDefault="00443A22" w:rsidP="0084276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de sons e a sua a</w:t>
            </w:r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ssociaç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ão positiva</w:t>
            </w:r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marcas; </w:t>
            </w:r>
            <w:proofErr w:type="spellStart"/>
            <w:r w:rsidR="002A055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 w:rsidR="0043720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logo e estímulo da memória</w:t>
            </w:r>
            <w:r w:rsidR="002A055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</w:p>
          <w:p w14:paraId="5BEC2AD5" w14:textId="19BB31A0" w:rsidR="00706088" w:rsidRPr="007D2C63" w:rsidRDefault="00706088" w:rsidP="0084276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Memória de sons no subconsciente; timbres e reações emocionais</w:t>
            </w:r>
          </w:p>
          <w:p w14:paraId="5BEC2AD6" w14:textId="1DAA99FD" w:rsidR="002A0550" w:rsidRPr="007D2C63" w:rsidRDefault="00010BFE" w:rsidP="0084276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Case </w:t>
            </w: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study</w:t>
            </w:r>
            <w:proofErr w:type="spellEnd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D569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 </w:t>
            </w:r>
            <w:r w:rsidR="002A055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Master </w:t>
            </w:r>
            <w:proofErr w:type="spellStart"/>
            <w:r w:rsidR="002A0550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Card</w:t>
            </w:r>
            <w:proofErr w:type="spellEnd"/>
          </w:p>
          <w:p w14:paraId="5BEC2AD7" w14:textId="58733C09" w:rsidR="00E74CF0" w:rsidRPr="007D2C63" w:rsidRDefault="00E74CF0" w:rsidP="0084276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Loops</w:t>
            </w:r>
            <w:proofErr w:type="spellEnd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corporativos dos </w:t>
            </w:r>
            <w:proofErr w:type="spellStart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call</w:t>
            </w:r>
            <w:proofErr w:type="spellEnd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7D5693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center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proofErr w:type="spellEnd"/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</w:t>
            </w:r>
            <w:r w:rsidR="00405234"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versões</w:t>
            </w: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instrumentais e com voz</w:t>
            </w:r>
          </w:p>
          <w:p w14:paraId="5BEC2AD8" w14:textId="3C7929D2" w:rsidR="00DC7881" w:rsidRPr="007D2C63" w:rsidRDefault="002A0550" w:rsidP="0084276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26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D2C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Ring tones</w:t>
            </w:r>
          </w:p>
          <w:p w14:paraId="5BEC2AD9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DA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DB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DC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DD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DE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DF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0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1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2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3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4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5" w14:textId="77777777" w:rsidR="008C76A8" w:rsidRPr="00437203" w:rsidRDefault="008C76A8" w:rsidP="007D2C6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AE6" w14:textId="77777777" w:rsidR="008C76A8" w:rsidRPr="00437203" w:rsidRDefault="005B3E9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Aplicar técnicas de composição de spots e jingles publicitários</w:t>
            </w:r>
          </w:p>
          <w:p w14:paraId="5BEC2AE7" w14:textId="77777777" w:rsidR="008C76A8" w:rsidRPr="00437203" w:rsidRDefault="005B3E96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composição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logos</w:t>
            </w:r>
            <w:r w:rsidR="007D56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ring tones</w:t>
            </w:r>
          </w:p>
          <w:p w14:paraId="5BEC2AE8" w14:textId="77777777" w:rsidR="008C76A8" w:rsidRPr="00437203" w:rsidRDefault="007D569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composição de indicativos e separadores de rádio</w:t>
            </w:r>
          </w:p>
          <w:p w14:paraId="5BEC2AE9" w14:textId="77777777" w:rsidR="008C76A8" w:rsidRPr="00437203" w:rsidRDefault="002A055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 identidade de uma marca com o respetivo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logo</w:t>
            </w:r>
          </w:p>
          <w:p w14:paraId="5BEC2AEA" w14:textId="77777777" w:rsidR="008C76A8" w:rsidRPr="00437203" w:rsidRDefault="007D569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e implementar técnicas de composição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sound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logos</w:t>
            </w:r>
          </w:p>
          <w:p w14:paraId="5BEC2AEB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C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D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E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EF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F0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F1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F2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AF3" w14:textId="77777777" w:rsidR="00BE760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</w:p>
          <w:p w14:paraId="5BEC2AF4" w14:textId="77777777" w:rsidR="00BE7606" w:rsidRPr="00C91755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</w:p>
          <w:p w14:paraId="5BEC2AF5" w14:textId="77777777" w:rsidR="00BE760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BEC2AF6" w14:textId="77777777" w:rsidR="00BE760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BEC2AF7" w14:textId="77777777" w:rsidR="00BE760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</w:p>
          <w:p w14:paraId="5BEC2AF8" w14:textId="77777777" w:rsidR="00BE760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EC2AF9" w14:textId="77777777" w:rsidR="00BE760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</w:p>
          <w:p w14:paraId="5BEC2AFA" w14:textId="77777777" w:rsidR="00BE7606" w:rsidRPr="00DF00D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</w:t>
            </w:r>
          </w:p>
          <w:p w14:paraId="5BEC2AFB" w14:textId="77777777" w:rsidR="00BE7606" w:rsidRDefault="00BE760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Experimentação</w:t>
            </w:r>
          </w:p>
          <w:p w14:paraId="5BEC2AFC" w14:textId="77777777" w:rsidR="00BE7606" w:rsidRDefault="005B3E96" w:rsidP="00BE76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criativa</w:t>
            </w:r>
          </w:p>
          <w:p w14:paraId="5BEC2AFD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FE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AFF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0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1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2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3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4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5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6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7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8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09" w14:textId="77777777" w:rsidR="008C76A8" w:rsidRPr="0043720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B0B" w14:textId="77777777" w:rsidR="008C76A8" w:rsidRPr="00437203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B0C" w14:textId="77777777" w:rsidR="008C76A8" w:rsidRPr="00437203" w:rsidRDefault="008C76A8" w:rsidP="008C76A8">
      <w:pPr>
        <w:rPr>
          <w:rFonts w:ascii="Verdana Pro Light" w:hAnsi="Verdana Pro Light"/>
          <w:smallCaps/>
        </w:rPr>
      </w:pPr>
      <w:r w:rsidRPr="00437203">
        <w:rPr>
          <w:rFonts w:ascii="Verdana Pro Light" w:hAnsi="Verdana Pro Light"/>
          <w:smallCaps/>
        </w:rPr>
        <w:br w:type="page"/>
      </w:r>
    </w:p>
    <w:p w14:paraId="5BEC2B0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B0E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2A0550" w:rsidRPr="002A0550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D00B0A" w:rsidRPr="00D00B0A">
        <w:rPr>
          <w:rFonts w:ascii="Verdana Pro Light" w:eastAsia="Arial Unicode MS" w:hAnsi="Verdana Pro Light" w:cs="Times New Roman"/>
          <w:i/>
          <w:sz w:val="18"/>
          <w:szCs w:val="18"/>
        </w:rPr>
        <w:t>Compor para Publicidade</w:t>
      </w:r>
    </w:p>
    <w:p w14:paraId="5BEC2B0F" w14:textId="0F462C31" w:rsidR="00646BED" w:rsidRPr="0064164C" w:rsidRDefault="008C76A8" w:rsidP="00646B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46BED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</w:t>
      </w:r>
      <w:r w:rsidR="00646B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componentes da linguagem musical publicitária com originalidade</w:t>
      </w:r>
      <w:r w:rsidR="008427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10" w14:textId="121A118B" w:rsidR="00646BED" w:rsidRPr="0064164C" w:rsidRDefault="00646BED" w:rsidP="00646B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 ideias pertinentes e relevantes na composição de música para publicidade e comunicação dos media</w:t>
      </w:r>
      <w:r w:rsidR="008427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11" w14:textId="0D1FCEC0" w:rsidR="00646BED" w:rsidRPr="0064164C" w:rsidRDefault="00646BED" w:rsidP="00646B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Diversificando as sonoridades das composições</w:t>
      </w:r>
      <w:r w:rsidR="008427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12" w14:textId="184B59A5" w:rsidR="00646BED" w:rsidRDefault="00646BED" w:rsidP="00646B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saber utilizar a composição na estratégia de marketing das marcas</w:t>
      </w:r>
      <w:r w:rsidR="008427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13" w14:textId="1DBAC3C5" w:rsidR="00A11C6B" w:rsidRDefault="00646BED" w:rsidP="00A11C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Desenvolvendo o processo criativo inspirando-se no legado dos case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studys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no </w:t>
      </w:r>
      <w:r w:rsidR="00A11C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historial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da publicidade </w:t>
      </w:r>
      <w:r w:rsidR="00A11C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em Portugal</w:t>
      </w:r>
      <w:r w:rsidR="008427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14" w14:textId="20F51238" w:rsidR="00A11C6B" w:rsidRDefault="00A11C6B" w:rsidP="00A11C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8C76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74CF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Compondo </w:t>
      </w:r>
      <w:proofErr w:type="spellStart"/>
      <w:r w:rsidR="00E74CF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sound</w:t>
      </w:r>
      <w:proofErr w:type="spellEnd"/>
      <w:r w:rsidR="00E74CF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logos associados de uma forma consistente aos valores de uma marca</w:t>
      </w:r>
      <w:r w:rsidR="008427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="00E74CF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5BEC2B15" w14:textId="77777777" w:rsidR="008C76A8" w:rsidRPr="00A11C6B" w:rsidRDefault="008C76A8" w:rsidP="00A11C6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2B1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B17" w14:textId="74C8A3EA" w:rsidR="008C76A8" w:rsidRDefault="00A11C6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 w:rsidR="00842769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18" w14:textId="50454357" w:rsidR="00A11C6B" w:rsidRDefault="00A11C6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Estações de Rádio</w:t>
      </w:r>
      <w:r w:rsidR="00842769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19" w14:textId="0C3539D9" w:rsidR="00A11C6B" w:rsidRDefault="00A11C6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Canais de TV</w:t>
      </w:r>
      <w:r w:rsidR="00842769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1A" w14:textId="70F8FA1E" w:rsidR="00A11C6B" w:rsidRDefault="00A11C6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</w:t>
      </w:r>
      <w:r w:rsidR="00842769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1B" w14:textId="1AA04B42" w:rsidR="00A11C6B" w:rsidRPr="00984B30" w:rsidRDefault="00A11C6B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produtos áudio visuais</w:t>
      </w:r>
      <w:r w:rsidR="00842769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1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1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1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1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2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B21" w14:textId="77777777" w:rsidR="006E60D8" w:rsidRDefault="006E60D8" w:rsidP="006E60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Sistema DAW.</w:t>
      </w:r>
    </w:p>
    <w:p w14:paraId="5BEC2B22" w14:textId="77777777" w:rsidR="006E60D8" w:rsidRDefault="006E60D8" w:rsidP="006E60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Teclados.</w:t>
      </w:r>
    </w:p>
    <w:p w14:paraId="5BEC2B23" w14:textId="77777777" w:rsidR="006E60D8" w:rsidRDefault="006E60D8" w:rsidP="006E60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5BEC2B24" w14:textId="77777777" w:rsidR="006E60D8" w:rsidRPr="00845C8A" w:rsidRDefault="006E60D8" w:rsidP="006E60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BEC2B25" w14:textId="77777777" w:rsidR="006E60D8" w:rsidRDefault="006E60D8" w:rsidP="006E60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85051">
        <w:rPr>
          <w:rFonts w:ascii="Verdana Pro Light" w:eastAsia="Arial Unicode MS" w:hAnsi="Verdana Pro Light" w:cs="Arial Unicode MS"/>
          <w:sz w:val="18"/>
          <w:szCs w:val="18"/>
        </w:rPr>
        <w:t>Material de escrita e anotação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26" w14:textId="77777777" w:rsidR="006E60D8" w:rsidRPr="00501DC8" w:rsidRDefault="006E60D8" w:rsidP="006E60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Sistema de projeção de imagem.</w:t>
      </w:r>
    </w:p>
    <w:p w14:paraId="5BEC2B27" w14:textId="77777777" w:rsidR="008C76A8" w:rsidRPr="00501DC8" w:rsidRDefault="006E60D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 de gravação.</w:t>
      </w:r>
    </w:p>
    <w:p w14:paraId="5BEC2B2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2F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3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3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3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B3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3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3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3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B3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B37" w14:textId="4923B53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B776A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B38" w14:textId="7DD8FBA6" w:rsidR="008C76A8" w:rsidRPr="009C256C" w:rsidRDefault="00B04BE9" w:rsidP="00E242D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Manipular</w:t>
            </w:r>
            <w:r w:rsidR="00D00B0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sintetizadores, sequenciadores, samplers e outros instrumentos de música eletrónica</w:t>
            </w:r>
          </w:p>
        </w:tc>
      </w:tr>
    </w:tbl>
    <w:p w14:paraId="5BEC2B3D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B3E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B3F" w14:textId="77777777" w:rsidR="000A25EE" w:rsidRPr="003200F2" w:rsidRDefault="000A25EE" w:rsidP="000A25E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p w14:paraId="5BEC2B4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B4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B4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B4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B44" w14:textId="556ECAA3" w:rsidR="00E242D6" w:rsidRPr="000B1284" w:rsidRDefault="00E242D6" w:rsidP="00E242D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atmosferas e texturas sonoras</w:t>
            </w:r>
            <w:r w:rsidR="00842769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B45" w14:textId="1660A83C" w:rsidR="00E242D6" w:rsidRPr="000B1284" w:rsidRDefault="00E242D6" w:rsidP="00E242D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Ampliar a biblioteca sonora com instrumentos eletrónicos</w:t>
            </w:r>
            <w:r w:rsidR="00842769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B46" w14:textId="1522B12F" w:rsidR="00E242D6" w:rsidRPr="000B1284" w:rsidRDefault="00E242D6" w:rsidP="00E242D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Programar samplers e sequenciadores</w:t>
            </w:r>
            <w:r w:rsidR="00842769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B47" w14:textId="6EF41211" w:rsidR="008C76A8" w:rsidRPr="001B353A" w:rsidRDefault="00E242D6" w:rsidP="00E242D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Criar propostas musicais eletrónicas</w:t>
            </w:r>
            <w:r w:rsidR="00842769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C76A8" w:rsidRPr="00136AD8" w14:paraId="5BEC2B4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B4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B4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B4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B8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B4D" w14:textId="79D55589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síntese de som e sua importância na criação musical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4E" w14:textId="77777777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 básicos de síntese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ondas sonoras, osciladores, filtros e envelopes.</w:t>
            </w:r>
          </w:p>
          <w:p w14:paraId="5BEC2B4F" w14:textId="00694FB6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de diferentes tipos de síntese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aditiva, subtrativa, FM, granular, </w:t>
            </w:r>
            <w:proofErr w:type="spellStart"/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wavetable</w:t>
            </w:r>
            <w:proofErr w:type="spellEnd"/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entre outros.</w:t>
            </w:r>
          </w:p>
          <w:p w14:paraId="5BEC2B50" w14:textId="6323B8F4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timbres e texturas sonoras únicas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51" w14:textId="5D2E8EF6" w:rsidR="00E242D6" w:rsidRPr="000B1284" w:rsidRDefault="008A2D53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E242D6"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amplers para manipulação de áudio pré-gravado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52" w14:textId="5E2F5034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e processamento de samples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53" w14:textId="5824B6C0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programação de sequenciadores para controle de parâmetros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54" w14:textId="1383D81E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padrões rítmicos e melódicos utilizando sequenciadores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55" w14:textId="4406ADBF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Síntese de som em contexto musical: composição e performance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5F" w14:textId="02E6567D" w:rsidR="008C76A8" w:rsidRPr="00525CA8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de sistemas modulares e controladores MIDI</w:t>
            </w:r>
            <w:r w:rsidR="008A2D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B60" w14:textId="490B4373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aplicar processos de síntese sonora na criação de texturas e atmosferas sonoras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61" w14:textId="01FFAFE3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utilizar processos de síntese sonora na manipulação e processamento de outras fontes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62" w14:textId="3F540704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e </w:t>
            </w:r>
            <w:r w:rsidR="006D6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potencial dos instrumentos eletrónicos na criação de música e sonoplastia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63" w14:textId="05524A12" w:rsidR="00E242D6" w:rsidRPr="000B1284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e usar samplers e sequenciadores para </w:t>
            </w:r>
            <w:r w:rsidR="00DE718D"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materiais rítmicos e tímbricos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64" w14:textId="6AC36A98" w:rsidR="008C76A8" w:rsidRDefault="00E242D6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controladores MIDI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65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66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67" w14:textId="77777777" w:rsidR="008C76A8" w:rsidRPr="00517A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68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69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6A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6B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0" w14:textId="77777777" w:rsidR="008C76A8" w:rsidRPr="00CD29E2" w:rsidRDefault="008C76A8" w:rsidP="00CD29E2">
            <w:pPr>
              <w:spacing w:before="120" w:after="0" w:line="360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B71" w14:textId="246606A5" w:rsidR="00E242D6" w:rsidRPr="000B1284" w:rsidRDefault="00E242D6" w:rsidP="00E242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  <w:r w:rsidR="008427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72" w14:textId="7919B424" w:rsidR="00E242D6" w:rsidRPr="000B1284" w:rsidRDefault="00E242D6" w:rsidP="00E242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 w:rsidR="008427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73" w14:textId="743F27F5" w:rsidR="00E242D6" w:rsidRPr="000B1284" w:rsidRDefault="00E242D6" w:rsidP="00E242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74" w14:textId="35ECCB6E" w:rsidR="00E242D6" w:rsidRPr="000B1284" w:rsidRDefault="00E242D6" w:rsidP="00E242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Colaboração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75" w14:textId="58450451" w:rsidR="008C76A8" w:rsidRDefault="00E242D6" w:rsidP="00E242D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Experimentação</w:t>
            </w:r>
            <w:r w:rsidR="00DE71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B7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7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8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81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B8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B86" w14:textId="77777777" w:rsidR="00D00B0A" w:rsidRDefault="008C76A8" w:rsidP="00D00B0A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E242D6" w:rsidRPr="00E242D6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D00B0A" w:rsidRPr="00D00B0A">
        <w:rPr>
          <w:rFonts w:ascii="Verdana Pro Light" w:eastAsia="Arial Unicode MS" w:hAnsi="Verdana Pro Light" w:cs="Times New Roman"/>
          <w:i/>
          <w:sz w:val="18"/>
          <w:szCs w:val="18"/>
        </w:rPr>
        <w:t>Utilizar sintetizadores, sequenciadores, samplers e outros instrumentos de música eletrónica</w:t>
      </w:r>
      <w:r w:rsidR="00D00B0A" w:rsidRPr="00D00B0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</w:t>
      </w:r>
    </w:p>
    <w:p w14:paraId="5BEC2B87" w14:textId="0AD9CF55" w:rsidR="00E242D6" w:rsidRPr="000B1284" w:rsidRDefault="00D00B0A" w:rsidP="00D00B0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  </w:t>
      </w:r>
      <w:r w:rsidR="00E242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E242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242D6"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 elementos sonoros novos, relevantes e pertinentes</w:t>
      </w:r>
      <w:r w:rsidR="008A2D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88" w14:textId="60F3A899" w:rsidR="00E242D6" w:rsidRPr="000B1284" w:rsidRDefault="00E242D6" w:rsidP="00E242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Produzindo variações sobre elementos pré-existentes</w:t>
      </w:r>
      <w:r w:rsidR="008A2D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89" w14:textId="7E97E2AD" w:rsidR="00E242D6" w:rsidRPr="000B1284" w:rsidRDefault="00E242D6" w:rsidP="00E242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a originalidade dos materiais produzidos</w:t>
      </w:r>
      <w:r w:rsidR="008A2D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8A" w14:textId="6B06F841" w:rsidR="00E242D6" w:rsidRPr="000B1284" w:rsidRDefault="00E242D6" w:rsidP="00E242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54C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</w:t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potencial de variação dos materiais produzidos</w:t>
      </w:r>
      <w:r w:rsidR="008A2D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8B" w14:textId="056ED5F8" w:rsidR="00E242D6" w:rsidRPr="0064164C" w:rsidRDefault="00E242D6" w:rsidP="00E242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61CA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Diversificando registos tí</w:t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mbricos</w:t>
      </w:r>
      <w:r w:rsidR="00954C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8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8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B8E" w14:textId="0813446B" w:rsidR="00E242D6" w:rsidRPr="000B1284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 com desenho de som original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8F" w14:textId="66346E9F" w:rsidR="00E242D6" w:rsidRPr="000B1284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 com ambientes e texturas dramaturgicamente relevantes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90" w14:textId="0484BAFB" w:rsidR="008C76A8" w:rsidRPr="00E242D6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sz w:val="18"/>
          <w:szCs w:val="18"/>
        </w:rPr>
        <w:t>Espetáculos, instalações e produção de conteúdos para outros media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91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9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93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9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9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B96" w14:textId="7305F444" w:rsidR="00E242D6" w:rsidRPr="00507506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Estúdio de som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97" w14:textId="4678C0AD" w:rsidR="00E242D6" w:rsidRPr="00507506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Mesa de mistura analógica e/ou digital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98" w14:textId="21847CF3" w:rsidR="00E242D6" w:rsidRPr="00507506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Software de edição e de operação de som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99" w14:textId="72BA306B" w:rsidR="00E242D6" w:rsidRPr="00507506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Controladores MIDI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9A" w14:textId="6BE07746" w:rsidR="00E242D6" w:rsidRPr="00501DC8" w:rsidRDefault="00E242D6" w:rsidP="00E242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Sintetizadores, sampler e sequenciadores em hardware ou software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B9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9C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9D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9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9F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A0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A1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BA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BA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A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A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BA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BA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BAB" w14:textId="5A6DEF0D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B776A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BAC" w14:textId="77777777" w:rsidR="008C76A8" w:rsidRPr="009C256C" w:rsidRDefault="00F65BD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Criar música para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vídeojogos</w:t>
            </w:r>
            <w:proofErr w:type="spellEnd"/>
          </w:p>
        </w:tc>
      </w:tr>
    </w:tbl>
    <w:p w14:paraId="5BEC2BB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BB2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BEC2BB3" w14:textId="77777777" w:rsidR="00B76A5C" w:rsidRPr="003200F2" w:rsidRDefault="00B76A5C" w:rsidP="00B76A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50 horas</w:t>
      </w:r>
    </w:p>
    <w:p w14:paraId="5BEC2BB5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BB7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BB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BBC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BB8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55E77" w:rsidRPr="00954CF3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composição musical para videojogos.</w:t>
            </w:r>
          </w:p>
          <w:p w14:paraId="5BEC2BB9" w14:textId="77777777" w:rsidR="008C76A8" w:rsidRPr="00954CF3" w:rsidRDefault="008C76A8" w:rsidP="00954CF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</w:t>
            </w:r>
            <w:r w:rsidR="00B55E7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B55E77" w:rsidRPr="00954CF3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Produzir todo o registo musical para um videojogo.</w:t>
            </w:r>
          </w:p>
          <w:p w14:paraId="428C98C0" w14:textId="18838F8B" w:rsidR="008C76A8" w:rsidRDefault="008C76A8" w:rsidP="00954CF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263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Implementar uma música num </w:t>
            </w:r>
            <w:r w:rsidR="00954CF3">
              <w:rPr>
                <w:rFonts w:ascii="Verdana Pro Light" w:eastAsia="Arial Unicode MS" w:hAnsi="Verdana Pro Light" w:cs="Arial Unicode MS"/>
                <w:sz w:val="18"/>
                <w:szCs w:val="18"/>
              </w:rPr>
              <w:t>videojogo</w:t>
            </w:r>
          </w:p>
          <w:p w14:paraId="5BEC2BBB" w14:textId="04A9664B" w:rsidR="00954CF3" w:rsidRPr="00954CF3" w:rsidRDefault="00954CF3" w:rsidP="00954CF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8C76A8" w:rsidRPr="00136AD8" w14:paraId="5BEC2BC0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BB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BB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BB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BF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BC1" w14:textId="169C1FF4" w:rsidR="008F7BA9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História dos videojogos: do </w:t>
            </w:r>
            <w:proofErr w:type="spellStart"/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Pong</w:t>
            </w:r>
            <w:proofErr w:type="spellEnd"/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</w:t>
            </w:r>
            <w:proofErr w:type="spellStart"/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Angry</w:t>
            </w:r>
            <w:proofErr w:type="spellEnd"/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Birds</w:t>
            </w:r>
            <w:proofErr w:type="spellEnd"/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do salão de jogos ao IPhone</w:t>
            </w:r>
          </w:p>
          <w:p w14:paraId="5BEC2BC2" w14:textId="4AE5C7EA" w:rsidR="008F7BA9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papel da música nos videojogos</w:t>
            </w:r>
          </w:p>
          <w:p w14:paraId="5BEC2BC3" w14:textId="1F677E32" w:rsidR="008F7BA9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Compromisso entre estética e tecnologia</w:t>
            </w:r>
          </w:p>
          <w:p w14:paraId="5BEC2BC4" w14:textId="205C0BA4" w:rsidR="008F7BA9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Interatividade no contexto do design musical</w:t>
            </w:r>
          </w:p>
          <w:p w14:paraId="5BEC2BC5" w14:textId="74F5FED6" w:rsidR="008F7BA9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qualidade técnica e estética do design musical dos videojogos</w:t>
            </w:r>
          </w:p>
          <w:p w14:paraId="5BEC2BC6" w14:textId="65CE9A85" w:rsidR="008F7BA9" w:rsidRPr="00954CF3" w:rsidRDefault="008A092F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produção e </w:t>
            </w:r>
            <w:r w:rsidR="008F7BA9"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implementação de música para videojogos</w:t>
            </w:r>
          </w:p>
          <w:p w14:paraId="5BEC2BC7" w14:textId="1BBED32B" w:rsidR="008C76A8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composição musical para videojogos</w:t>
            </w:r>
          </w:p>
          <w:p w14:paraId="5BEC2BC8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C9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CA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3" w14:textId="77777777" w:rsidR="008C76A8" w:rsidRPr="001B353A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BD4" w14:textId="6EDFEA9F" w:rsidR="008F7BA9" w:rsidRPr="00954CF3" w:rsidRDefault="00B55E77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8F7BA9"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evolução histórica da música para videojogos.</w:t>
            </w:r>
          </w:p>
          <w:p w14:paraId="5BEC2BD5" w14:textId="1AC54771" w:rsidR="008F7BA9" w:rsidRPr="00954CF3" w:rsidRDefault="00B55E77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</w:t>
            </w:r>
            <w:r w:rsidR="008F7BA9"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principais etapas, equipas e ferramentas existentes na produção do som para um videojogo.</w:t>
            </w:r>
          </w:p>
          <w:p w14:paraId="5BEC2BD6" w14:textId="1C4D550B" w:rsidR="008F7BA9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princípios de qualidade técnica e estética do design musical dos videojogos.</w:t>
            </w:r>
          </w:p>
          <w:p w14:paraId="5BEC2BD7" w14:textId="218564EA" w:rsidR="008C76A8" w:rsidRPr="00954CF3" w:rsidRDefault="008F7BA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4C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produção e implementação de música para videojogos.</w:t>
            </w:r>
          </w:p>
          <w:p w14:paraId="5BEC2BD8" w14:textId="77777777" w:rsidR="008C76A8" w:rsidRPr="00517A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9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A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B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C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D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E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DF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E0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E1" w14:textId="77777777" w:rsidR="008C76A8" w:rsidRPr="00057283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BE2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</w:p>
          <w:p w14:paraId="5BEC2BE3" w14:textId="77777777" w:rsidR="00B55E77" w:rsidRPr="00C91755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B45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</w:t>
            </w:r>
          </w:p>
          <w:p w14:paraId="5BEC2BE4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5BEC2BE5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5BEC2BE6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</w:p>
          <w:p w14:paraId="5BEC2BE7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BEC2BE8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</w:p>
          <w:p w14:paraId="5BEC2BE9" w14:textId="77777777" w:rsidR="00B55E77" w:rsidRPr="00DF00D6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Atenção ao detalhe</w:t>
            </w:r>
          </w:p>
          <w:p w14:paraId="5BEC2BEA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B12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Experimentação</w:t>
            </w:r>
          </w:p>
          <w:p w14:paraId="5BEC2BEB" w14:textId="77777777" w:rsidR="00B55E77" w:rsidRDefault="00B55E77" w:rsidP="00B55E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criativa</w:t>
            </w:r>
          </w:p>
          <w:p w14:paraId="5BEC2BE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E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E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E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BF8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BF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E47A59" w14:textId="77777777" w:rsidR="00954CF3" w:rsidRDefault="00954CF3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49C730F" w14:textId="77777777" w:rsidR="00954CF3" w:rsidRDefault="00954CF3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6F96BBB" w14:textId="77777777" w:rsidR="00954CF3" w:rsidRDefault="00954CF3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BF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BEC2BFD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F65BDE" w:rsidRPr="00F65BDE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F65BDE" w:rsidRPr="00F65BDE">
        <w:rPr>
          <w:rFonts w:ascii="Verdana Pro Light" w:eastAsia="Arial Unicode MS" w:hAnsi="Verdana Pro Light" w:cs="Times New Roman"/>
          <w:i/>
          <w:sz w:val="18"/>
          <w:szCs w:val="18"/>
        </w:rPr>
        <w:t xml:space="preserve">Criar música para </w:t>
      </w:r>
      <w:proofErr w:type="spellStart"/>
      <w:r w:rsidR="00F65BDE" w:rsidRPr="00F65BDE">
        <w:rPr>
          <w:rFonts w:ascii="Verdana Pro Light" w:eastAsia="Arial Unicode MS" w:hAnsi="Verdana Pro Light" w:cs="Times New Roman"/>
          <w:i/>
          <w:sz w:val="18"/>
          <w:szCs w:val="18"/>
        </w:rPr>
        <w:t>vídeojogos</w:t>
      </w:r>
      <w:proofErr w:type="spellEnd"/>
    </w:p>
    <w:p w14:paraId="5BEC2BFE" w14:textId="69A6C6DD" w:rsidR="00C263CD" w:rsidRPr="000B1284" w:rsidRDefault="00C263CD" w:rsidP="00C263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 elementos sonoros novos, relevantes e pertinentes</w:t>
      </w:r>
      <w:r w:rsidR="00954C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BFF" w14:textId="3E27F5A3" w:rsidR="00C263CD" w:rsidRPr="000B1284" w:rsidRDefault="00C263CD" w:rsidP="00C263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Produzindo variações sobre elementos pré-existentes</w:t>
      </w:r>
      <w:r w:rsidR="00954C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C00" w14:textId="1E073087" w:rsidR="00C263CD" w:rsidRPr="000B1284" w:rsidRDefault="00C263CD" w:rsidP="00C263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a originalidade dos materiais produzidos</w:t>
      </w:r>
      <w:r w:rsidR="00954C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C01" w14:textId="14DD7B5E" w:rsidR="00C263CD" w:rsidRPr="000B1284" w:rsidRDefault="00C263CD" w:rsidP="00C263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Aumentando o potencial de variação dos materiais produzidos</w:t>
      </w:r>
      <w:r w:rsidR="00954C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C02" w14:textId="0FD29433" w:rsidR="00C263CD" w:rsidRPr="0064164C" w:rsidRDefault="00C263CD" w:rsidP="00C263C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B12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Diversificando registos tímbricos</w:t>
      </w:r>
      <w:r w:rsidR="00954C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BEC2C03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2C04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C0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C06" w14:textId="3D19E158" w:rsidR="00C263CD" w:rsidRDefault="00C263CD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Empresas de 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videojogos.</w:t>
      </w:r>
    </w:p>
    <w:p w14:paraId="5BEC2C07" w14:textId="24E6C11D" w:rsidR="008C76A8" w:rsidRPr="00984B30" w:rsidRDefault="00C263CD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Estúdios de gravação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C0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09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0A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0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C0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C0D" w14:textId="438B4EB3" w:rsidR="00C263CD" w:rsidRPr="00507506" w:rsidRDefault="00C263CD" w:rsidP="00C263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 xml:space="preserve">Software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DAW </w:t>
      </w:r>
      <w:r w:rsidRPr="00507506">
        <w:rPr>
          <w:rFonts w:ascii="Verdana Pro Light" w:eastAsia="Arial Unicode MS" w:hAnsi="Verdana Pro Light" w:cs="Arial Unicode MS"/>
          <w:sz w:val="18"/>
          <w:szCs w:val="18"/>
        </w:rPr>
        <w:t>de edição e de operação de som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C0E" w14:textId="525708B6" w:rsidR="00C263CD" w:rsidRPr="00507506" w:rsidRDefault="00C263CD" w:rsidP="00C263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Controladores MIDI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C0F" w14:textId="6FF6063B" w:rsidR="00C263CD" w:rsidRPr="00501DC8" w:rsidRDefault="00C263CD" w:rsidP="00C263C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07506">
        <w:rPr>
          <w:rFonts w:ascii="Verdana Pro Light" w:eastAsia="Arial Unicode MS" w:hAnsi="Verdana Pro Light" w:cs="Arial Unicode MS"/>
          <w:sz w:val="18"/>
          <w:szCs w:val="18"/>
        </w:rPr>
        <w:t>Sintetizadores, sampler e sequenciadores em hardware ou software</w:t>
      </w:r>
      <w:r w:rsidR="00954CF3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C10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1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2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3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6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7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8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C1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C1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C1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C1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C1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A7854B" w14:textId="77777777" w:rsidR="00B776AC" w:rsidRDefault="00B776AC" w:rsidP="008C76A8">
      <w:pPr>
        <w:rPr>
          <w:rFonts w:ascii="Verdana Pro Light" w:hAnsi="Verdana Pro Light"/>
          <w:smallCaps/>
        </w:rPr>
      </w:pPr>
    </w:p>
    <w:p w14:paraId="45275160" w14:textId="77777777" w:rsidR="00B776AC" w:rsidRDefault="00B776AC" w:rsidP="008C76A8">
      <w:pPr>
        <w:rPr>
          <w:rFonts w:ascii="Verdana Pro Light" w:hAnsi="Verdana Pro Light"/>
          <w:smallCaps/>
        </w:rPr>
      </w:pPr>
    </w:p>
    <w:p w14:paraId="42558F7F" w14:textId="77777777" w:rsidR="00B776AC" w:rsidRDefault="00B776AC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776AC" w:rsidRPr="00136AD8" w14:paraId="0FFC876B" w14:textId="77777777" w:rsidTr="000A3F37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235F400" w14:textId="77777777" w:rsidR="00B776AC" w:rsidRPr="00705BCB" w:rsidRDefault="00B776AC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 xml:space="preserve">UC </w:t>
            </w:r>
            <w:r w:rsidRPr="00705BCB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ADE5F59" w14:textId="103965F6" w:rsidR="00B776AC" w:rsidRPr="009C256C" w:rsidRDefault="006640C5" w:rsidP="000A3F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Planear </w:t>
            </w:r>
            <w:r w:rsidR="00A44F28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uma</w:t>
            </w:r>
            <w:r w:rsidR="00B776AC" w:rsidRPr="00705BCB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 carreira artística</w:t>
            </w:r>
            <w:r w:rsidR="00B776AC">
              <w:rPr>
                <w:rStyle w:val="Refdenotaderodap"/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footnoteReference w:id="7"/>
            </w:r>
          </w:p>
        </w:tc>
      </w:tr>
    </w:tbl>
    <w:p w14:paraId="65E3BC2E" w14:textId="77777777" w:rsidR="00B776AC" w:rsidRDefault="00B776AC" w:rsidP="00B776A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CB72645" w14:textId="77777777" w:rsidR="00B776AC" w:rsidRPr="003200F2" w:rsidRDefault="00B776AC" w:rsidP="00B776A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B776AC" w:rsidRPr="00136AD8" w14:paraId="564DFA20" w14:textId="77777777" w:rsidTr="000A3F3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44250B" w14:textId="77777777" w:rsidR="00B776AC" w:rsidRPr="001B353A" w:rsidRDefault="00B776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776AC" w:rsidRPr="00136AD8" w14:paraId="195D7B86" w14:textId="77777777" w:rsidTr="000A3F37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818362" w14:textId="77777777" w:rsidR="00B776AC" w:rsidRPr="005B1520" w:rsidRDefault="00B776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6B99ED56" w14:textId="77777777" w:rsidR="00B776AC" w:rsidRPr="005B1520" w:rsidRDefault="00B776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Estabelecer objetivos pessoais e profissionais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0B32F8ED" w14:textId="77777777" w:rsidR="00B776AC" w:rsidRPr="005B1520" w:rsidRDefault="00B776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Recolher informação e estruturar o plano de ação pessoal e profissional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3D84592A" w14:textId="77777777" w:rsidR="00B776AC" w:rsidRPr="0006082E" w:rsidRDefault="00B776AC" w:rsidP="000A3F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e desenvolver a sua rede profissional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B776AC" w:rsidRPr="00136AD8" w14:paraId="1755081F" w14:textId="77777777" w:rsidTr="000A3F37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58804C" w14:textId="77777777" w:rsidR="00B776AC" w:rsidRPr="001B353A" w:rsidRDefault="00B776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3EBB6E" w14:textId="77777777" w:rsidR="00B776AC" w:rsidRPr="001B353A" w:rsidRDefault="00B776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A919F0" w14:textId="77777777" w:rsidR="00B776AC" w:rsidRPr="001B353A" w:rsidRDefault="00B776AC" w:rsidP="000A3F37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776AC" w:rsidRPr="00136AD8" w14:paraId="2F52E3CF" w14:textId="77777777" w:rsidTr="000A3F37">
        <w:trPr>
          <w:trHeight w:val="274"/>
        </w:trPr>
        <w:tc>
          <w:tcPr>
            <w:tcW w:w="34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25515F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16AF87A0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- desconstrução da formalidade, estereótipos e preconceito.</w:t>
            </w:r>
          </w:p>
          <w:p w14:paraId="66F2BDFE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</w:t>
            </w:r>
          </w:p>
          <w:p w14:paraId="096FB44F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Diagnóstico e análise de potencialidades: metodologias de análise, balanço pessoal de competências, criar um plano de vida</w:t>
            </w:r>
          </w:p>
          <w:p w14:paraId="1D64F7EB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pessoal de marketing e comunicação: o CV, carta de apresentação, criar mensagens de posicionamento no mercado, criar histórias de sucesso, desenvolver ações de presença nos media e redes sociais</w:t>
            </w:r>
          </w:p>
          <w:p w14:paraId="4587B535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Conhecer o mercado: segmentação de clientes, gerir rede de contactos, como analisar o mercado, </w:t>
            </w:r>
            <w:proofErr w:type="spellStart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networking</w:t>
            </w:r>
            <w:proofErr w:type="spellEnd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oportunidades de financiamento e </w:t>
            </w:r>
            <w:proofErr w:type="spellStart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fundraising</w:t>
            </w:r>
            <w:proofErr w:type="spellEnd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modelos de negócio, segmentação de mercados</w:t>
            </w:r>
          </w:p>
          <w:p w14:paraId="023F8CFF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Conhecer o setor ou área artística: novas tendências, o que se cria e produz</w:t>
            </w:r>
          </w:p>
          <w:p w14:paraId="5B10C4D6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Ciclos de Vida de uma Carreira Artística</w:t>
            </w:r>
          </w:p>
          <w:p w14:paraId="2D5C3A69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da imagem pessoal e profissional: conceitos e regras gerais </w:t>
            </w:r>
          </w:p>
          <w:p w14:paraId="46399181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</w:t>
            </w:r>
          </w:p>
          <w:p w14:paraId="298FE705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de gestão de projetos – etapas, metas e objetivos, recursos necessários, negociação e execução </w:t>
            </w:r>
          </w:p>
          <w:p w14:paraId="109E668A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legais: propriedade intelectual, direitos de autor, marcas, licenciamento e contratos; legislação do trabalho e direitos sociais, legislação fiscal</w:t>
            </w:r>
          </w:p>
          <w:p w14:paraId="27D066B2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gestão de tempo: como lidar com prazos e pressão, priorizar tarefas e projetos de forma eficiente</w:t>
            </w:r>
          </w:p>
          <w:p w14:paraId="010074BD" w14:textId="77777777" w:rsidR="00B776AC" w:rsidRPr="007F00DE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8B215F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melhoria e aprendizagem ao longo da vida </w:t>
            </w:r>
          </w:p>
          <w:p w14:paraId="398C0185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4B231FA6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necessidades e lacunas ao nível das competências</w:t>
            </w:r>
          </w:p>
          <w:p w14:paraId="1D81FAAC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</w:t>
            </w:r>
          </w:p>
          <w:p w14:paraId="1E7A6A62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promoção da carreira artística</w:t>
            </w:r>
          </w:p>
          <w:p w14:paraId="594FF988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caraterizar as oportunidades do mercado</w:t>
            </w:r>
          </w:p>
          <w:p w14:paraId="6C24BEA1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 e concorrentes</w:t>
            </w:r>
          </w:p>
          <w:p w14:paraId="58B219BA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e estratégias de abordagem a diferentes públicos</w:t>
            </w:r>
          </w:p>
          <w:p w14:paraId="4391DC7F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os Ciclos de Vida de uma Carreira Artística</w:t>
            </w:r>
          </w:p>
          <w:p w14:paraId="4DC4CB81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Gerir a imagem / </w:t>
            </w:r>
            <w:proofErr w:type="spellStart"/>
            <w:r w:rsidRPr="006E46B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branding</w:t>
            </w:r>
            <w:proofErr w:type="spellEnd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pessoal e profissional</w:t>
            </w:r>
          </w:p>
          <w:p w14:paraId="11BFE5C3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Construir relações e trabalhar em rede</w:t>
            </w:r>
          </w:p>
          <w:p w14:paraId="09DE31C6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</w:t>
            </w:r>
          </w:p>
          <w:p w14:paraId="2C283ACB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gestão de projetos</w:t>
            </w:r>
          </w:p>
          <w:p w14:paraId="1E644AA0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</w:t>
            </w:r>
          </w:p>
          <w:p w14:paraId="088F9D8B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as questões relacionadas com propriedade intelectual, direitos de autor, marcas, licenciamento e contratos</w:t>
            </w:r>
          </w:p>
          <w:p w14:paraId="089B8091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gestão de tempo</w:t>
            </w:r>
          </w:p>
          <w:p w14:paraId="509FEE73" w14:textId="77777777" w:rsidR="00B776AC" w:rsidRPr="00C316B5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8B9F53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Flexibilidade e Adaptabilidade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16BFC0E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6B19B2D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69ACB03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 (acreditar no seu talento e na sua capacidade)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6B1EBC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Bom relacionamento pessoal e no meio artístico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86FAAC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04B734C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9930A24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8F8F7A0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22406202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AFCB900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51F968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DA04C4" w14:textId="77777777" w:rsidR="00B776AC" w:rsidRPr="00F44868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F5A1F5" w14:textId="77777777" w:rsidR="00B776AC" w:rsidRPr="00162684" w:rsidRDefault="00B776AC" w:rsidP="000A3F37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9FA51B2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331CD6CF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74697F10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0E3C8E0A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4421C79C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5EF38B6E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4038DA0C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6011C517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24C2EF2E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655E79CC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747368E3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0A8BCE3F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3073EB14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6A0E2DD6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3D016733" w14:textId="77777777" w:rsidR="00B776AC" w:rsidRDefault="00B776AC" w:rsidP="00B776AC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79E0DE0D" w14:textId="77777777" w:rsidR="00B776AC" w:rsidRPr="006E46B2" w:rsidRDefault="00B776AC" w:rsidP="00B776AC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</w:pPr>
      <w:r w:rsidRPr="006E46B2"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  <w:lastRenderedPageBreak/>
        <w:t>Critérios de Desempenho</w:t>
      </w:r>
    </w:p>
    <w:p w14:paraId="42B38059" w14:textId="77777777" w:rsidR="00B776AC" w:rsidRPr="00F44868" w:rsidRDefault="00B776AC" w:rsidP="00B776A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Gerir a carreira:</w:t>
      </w:r>
    </w:p>
    <w:p w14:paraId="7B4FB843" w14:textId="77777777" w:rsidR="00B776AC" w:rsidRPr="00F44868" w:rsidRDefault="00B776AC" w:rsidP="00B776A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CD1.Identificando o potencial artístico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 e oportunidades de evolução de carreira</w:t>
      </w:r>
    </w:p>
    <w:p w14:paraId="3C5CCBB1" w14:textId="77777777" w:rsidR="00B776AC" w:rsidRPr="00F44868" w:rsidRDefault="00B776AC" w:rsidP="00B776A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CD2. Analisando o mercado para a identificação de novas oportunidades</w:t>
      </w:r>
    </w:p>
    <w:p w14:paraId="4EFF07C3" w14:textId="77777777" w:rsidR="00B776AC" w:rsidRPr="00F44868" w:rsidRDefault="00B776AC" w:rsidP="00B776A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CD3. Apresentando o planeamento de gestão e controlo da carreira</w:t>
      </w:r>
    </w:p>
    <w:p w14:paraId="28D9A21A" w14:textId="77777777" w:rsidR="00B776AC" w:rsidRPr="00F44868" w:rsidRDefault="00B776AC" w:rsidP="00B776A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CD4. Identificando as suas potencialidades e necessidades individuais e profissionais</w:t>
      </w:r>
    </w:p>
    <w:p w14:paraId="402C8641" w14:textId="77777777" w:rsidR="00B776AC" w:rsidRPr="00F44868" w:rsidRDefault="00B776AC" w:rsidP="00B776A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CD5. Definindo objetivos de curto, médio e longo prazo</w:t>
      </w:r>
    </w:p>
    <w:p w14:paraId="0727380B" w14:textId="77777777" w:rsidR="00B776AC" w:rsidRPr="00136AD8" w:rsidRDefault="00B776AC" w:rsidP="00B776A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9DBBF7" w14:textId="77777777" w:rsidR="00B776AC" w:rsidRPr="00814D3B" w:rsidRDefault="00B776AC" w:rsidP="00B776AC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  <w:t xml:space="preserve">Contexto (exemplos de uso da competência) </w:t>
      </w:r>
    </w:p>
    <w:p w14:paraId="6C40AE85" w14:textId="77777777" w:rsidR="00B776AC" w:rsidRPr="00814D3B" w:rsidRDefault="00B776AC" w:rsidP="00B776AC">
      <w:pPr>
        <w:numPr>
          <w:ilvl w:val="0"/>
          <w:numId w:val="5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Aplicável a diferentes contextos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08742293" w14:textId="77777777" w:rsidR="00B776AC" w:rsidRDefault="00B776AC" w:rsidP="00B776AC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A5F176C" w14:textId="77777777" w:rsidR="00B776AC" w:rsidRPr="00814D3B" w:rsidRDefault="00B776AC" w:rsidP="00B776AC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D128903" w14:textId="77777777" w:rsidR="00B776AC" w:rsidRPr="00814D3B" w:rsidRDefault="00B776AC" w:rsidP="00B776AC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  <w:t>Recursos</w:t>
      </w:r>
    </w:p>
    <w:p w14:paraId="2B1F1ED1" w14:textId="77777777" w:rsidR="00B776AC" w:rsidRPr="00814D3B" w:rsidRDefault="00B776AC" w:rsidP="00B776AC">
      <w:pPr>
        <w:numPr>
          <w:ilvl w:val="0"/>
          <w:numId w:val="5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tecnológicos com acesso à internet.</w:t>
      </w:r>
    </w:p>
    <w:p w14:paraId="63EE12E3" w14:textId="77777777" w:rsidR="00B776AC" w:rsidRPr="00814D3B" w:rsidRDefault="00B776AC" w:rsidP="00B776AC">
      <w:pPr>
        <w:numPr>
          <w:ilvl w:val="0"/>
          <w:numId w:val="5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 de desenvolvimento pessoal</w:t>
      </w:r>
    </w:p>
    <w:p w14:paraId="3F577BEF" w14:textId="77777777" w:rsidR="00B776AC" w:rsidRPr="00814D3B" w:rsidRDefault="00B776AC" w:rsidP="00B776AC">
      <w:pPr>
        <w:numPr>
          <w:ilvl w:val="0"/>
          <w:numId w:val="5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 de planeamento estratégico e operacional</w:t>
      </w:r>
    </w:p>
    <w:p w14:paraId="1A3A6821" w14:textId="77777777" w:rsidR="00B776AC" w:rsidRDefault="00B776AC" w:rsidP="00B776AC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DB96778" w14:textId="77777777" w:rsidR="00B776AC" w:rsidRPr="00814D3B" w:rsidRDefault="00B776AC" w:rsidP="00B776AC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CC34A3F" w14:textId="77777777" w:rsidR="00B776AC" w:rsidRPr="00814D3B" w:rsidRDefault="00B776AC" w:rsidP="00B776AC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  <w:t>Observações</w:t>
      </w:r>
    </w:p>
    <w:p w14:paraId="4B04430E" w14:textId="77777777" w:rsidR="00B776AC" w:rsidRDefault="00B776AC" w:rsidP="00B776AC">
      <w:pPr>
        <w:spacing w:after="0" w:line="240" w:lineRule="auto"/>
        <w:rPr>
          <w:rFonts w:ascii="Verdana Pro Light" w:eastAsia="Verdana Pro Light" w:hAnsi="Verdana Pro Light" w:cs="Verdana Pro Light"/>
          <w:b/>
          <w:smallCaps/>
          <w:color w:val="404040"/>
          <w:sz w:val="24"/>
          <w:szCs w:val="24"/>
        </w:rPr>
      </w:pPr>
    </w:p>
    <w:p w14:paraId="5BEC2CA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CA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CA7" w14:textId="524CDFF2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4775A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CA8" w14:textId="77777777" w:rsidR="008C76A8" w:rsidRPr="009C256C" w:rsidRDefault="00B76A5C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Desenvolver um Plano de Negócio e Criar um </w:t>
            </w: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Micronegócio</w:t>
            </w:r>
            <w:proofErr w:type="spellEnd"/>
          </w:p>
        </w:tc>
      </w:tr>
    </w:tbl>
    <w:p w14:paraId="5BEC2CAD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CAE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CAF" w14:textId="77777777" w:rsidR="00B76A5C" w:rsidRPr="003200F2" w:rsidRDefault="00B76A5C" w:rsidP="00B76A5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p w14:paraId="5BEC2CB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CB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CB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CB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CB4" w14:textId="77777777" w:rsidR="008C76A8" w:rsidRPr="00C057BC" w:rsidRDefault="008C76A8" w:rsidP="00C057BC">
            <w:pPr>
              <w:spacing w:before="120" w:after="0" w:line="276" w:lineRule="auto"/>
              <w:ind w:left="318" w:hanging="318"/>
              <w:jc w:val="both"/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</w:pP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R1.</w:t>
            </w: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ab/>
            </w:r>
            <w:r w:rsidR="001007AE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Elaborar um plano de ação para a apresentação do projeto de negócio a desenvolver.</w:t>
            </w:r>
          </w:p>
          <w:p w14:paraId="5BEC2CB5" w14:textId="77777777" w:rsidR="008C76A8" w:rsidRPr="00C057BC" w:rsidRDefault="008C76A8" w:rsidP="00C057BC">
            <w:pPr>
              <w:spacing w:before="120" w:after="0" w:line="276" w:lineRule="auto"/>
              <w:ind w:left="318" w:hanging="318"/>
              <w:jc w:val="both"/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</w:pP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R2.</w:t>
            </w: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ab/>
            </w:r>
            <w:r w:rsidR="001007AE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Elaborar um orçamento para apoio à apresentação de um projeto com viabilidade económica /financeira.</w:t>
            </w:r>
          </w:p>
          <w:p w14:paraId="5BEC2CB6" w14:textId="77777777" w:rsidR="008C76A8" w:rsidRPr="00C057BC" w:rsidRDefault="008C76A8" w:rsidP="00C057BC">
            <w:pPr>
              <w:spacing w:before="120" w:after="0" w:line="276" w:lineRule="auto"/>
              <w:ind w:left="318" w:hanging="318"/>
              <w:jc w:val="both"/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</w:pP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R3.</w:t>
            </w: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ab/>
            </w:r>
            <w:r w:rsidR="00F657AF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 xml:space="preserve">Elaborar um plano de </w:t>
            </w:r>
            <w:r w:rsidR="008A20AD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 xml:space="preserve">promoção, publicidade e </w:t>
            </w:r>
            <w:r w:rsidR="00F657AF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marketing</w:t>
            </w:r>
            <w:r w:rsidR="004C7F26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 xml:space="preserve"> para usando os meios tradicionais e os meios digitais</w:t>
            </w:r>
            <w:r w:rsidR="00F657AF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, de acordo com a estratégia definida.</w:t>
            </w:r>
          </w:p>
          <w:p w14:paraId="5BEC2CB7" w14:textId="77777777" w:rsidR="008C76A8" w:rsidRPr="001B353A" w:rsidRDefault="008C76A8" w:rsidP="00C057BC">
            <w:pPr>
              <w:spacing w:before="120" w:after="0" w:line="276" w:lineRule="auto"/>
              <w:ind w:left="318" w:hanging="318"/>
              <w:jc w:val="both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R4.</w:t>
            </w:r>
            <w:r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ab/>
            </w:r>
            <w:r w:rsidR="00F657AF" w:rsidRPr="00C057BC">
              <w:rPr>
                <w:rFonts w:ascii="Verdana Pro Light" w:eastAsia="Verdana Pro Light" w:hAnsi="Verdana Pro Light" w:cs="Verdana Pro Light"/>
                <w:color w:val="404040"/>
                <w:sz w:val="18"/>
                <w:szCs w:val="18"/>
              </w:rPr>
              <w:t>Elaborar um plano de negócio</w:t>
            </w:r>
          </w:p>
        </w:tc>
      </w:tr>
      <w:tr w:rsidR="008C76A8" w:rsidRPr="00136AD8" w14:paraId="5BEC2CB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CB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CB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CB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D2E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CBD" w14:textId="1E576801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Planeamento e organização do trabalho</w:t>
            </w:r>
          </w:p>
          <w:p w14:paraId="5BEC2CBE" w14:textId="12F04AB3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rganização pessoal do trabalho e gestão do tempo</w:t>
            </w:r>
          </w:p>
          <w:p w14:paraId="5BEC2CBF" w14:textId="315531C4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Atitude, trabalho e orientação para os resultados</w:t>
            </w:r>
          </w:p>
          <w:p w14:paraId="5BEC2CC0" w14:textId="3A07BE60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Conceito de plano de ação e de negócio</w:t>
            </w:r>
          </w:p>
          <w:p w14:paraId="5BEC2CC1" w14:textId="29578288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Principais fatores de êxito e de risco nos negócios</w:t>
            </w:r>
          </w:p>
          <w:p w14:paraId="5BEC2CC2" w14:textId="29BE90C6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Análise de experiências de negócio</w:t>
            </w:r>
          </w:p>
          <w:p w14:paraId="5BEC2CC3" w14:textId="2840BFCC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Negócios de sucesso</w:t>
            </w:r>
          </w:p>
          <w:p w14:paraId="5BEC2CC4" w14:textId="2933A93F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Insucesso nos negócios</w:t>
            </w:r>
          </w:p>
          <w:p w14:paraId="5BEC2CC5" w14:textId="7E47FB49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284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Análise SWOT do negócio</w:t>
            </w:r>
          </w:p>
          <w:p w14:paraId="5BEC2CC6" w14:textId="36C9145F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Pontos fortes e fracos</w:t>
            </w:r>
          </w:p>
          <w:p w14:paraId="5BEC2CC7" w14:textId="6F9E8D42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Oportunidades e ameaças ou riscos</w:t>
            </w:r>
          </w:p>
          <w:p w14:paraId="5BEC2CC8" w14:textId="0C5F8C35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Segm</w:t>
            </w:r>
            <w:r w:rsidR="001B088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entação do merca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</w:t>
            </w:r>
          </w:p>
          <w:p w14:paraId="5BEC2CC9" w14:textId="05E4C147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Abordagem e estudo do merca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</w:t>
            </w:r>
          </w:p>
          <w:p w14:paraId="5BEC2CCA" w14:textId="31964747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Merca do concorrencia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CCB" w14:textId="0FF458D4" w:rsidR="001B088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gias de penetra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no merca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</w:t>
            </w:r>
          </w:p>
          <w:p w14:paraId="5BEC2CCC" w14:textId="45C67395" w:rsidR="008C76A8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Perspetivas futuras de merca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</w:t>
            </w:r>
          </w:p>
          <w:p w14:paraId="5BEC2CCD" w14:textId="1A4BD401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 de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ação</w:t>
            </w:r>
          </w:p>
          <w:p w14:paraId="5BEC2CCE" w14:textId="0556679A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Elabora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 do plano </w:t>
            </w:r>
            <w:r w:rsidR="00C057B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individual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 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CCF" w14:textId="78924666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Atividades nece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ssá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 à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operacionaliza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do plano de 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gócio</w:t>
            </w:r>
          </w:p>
          <w:p w14:paraId="5BEC2CD0" w14:textId="1A962EE6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Processo de angaria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de cliente s e negocia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contratua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CD1" w14:textId="5A717ED3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gia </w:t>
            </w:r>
            <w:r w:rsidR="00C057B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empresarial</w:t>
            </w:r>
          </w:p>
          <w:p w14:paraId="5BEC2CD2" w14:textId="317E6FFF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Aná</w:t>
            </w:r>
            <w:r w:rsidR="001B088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lise, formula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="001B088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e posicionamento estra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tégico</w:t>
            </w:r>
          </w:p>
          <w:p w14:paraId="5BEC2CD3" w14:textId="774C9ACE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Formula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tégica</w:t>
            </w:r>
          </w:p>
          <w:p w14:paraId="5BEC2CD4" w14:textId="149DB359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Planeamento, implementa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e controlo de 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CD5" w14:textId="21CB47F4" w:rsidR="00B76A5C" w:rsidRPr="00411A5D" w:rsidRDefault="00B76A5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Polí</w:t>
            </w:r>
            <w:r w:rsidR="001B088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ticas de ge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stã</w:t>
            </w:r>
            <w:r w:rsidR="001B088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de parcerias | Alia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nç</w:t>
            </w:r>
            <w:r w:rsidR="001B088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 e joint-venture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CD6" w14:textId="0E9412CB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tég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ias de internacionaliza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CD7" w14:textId="361FA9BF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Qualidade e inova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na em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presa</w:t>
            </w:r>
          </w:p>
          <w:p w14:paraId="5BEC2CD8" w14:textId="3D3FA99F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gia comercial e planeamento de marke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ting</w:t>
            </w:r>
          </w:p>
          <w:p w14:paraId="5BEC2CD9" w14:textId="5F89CCEC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Planeamento 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gico de marke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ting</w:t>
            </w:r>
          </w:p>
          <w:p w14:paraId="5BEC2CDA" w14:textId="7A21F100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Planeamento operacional de marketing (mark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ting </w:t>
            </w:r>
            <w:proofErr w:type="spellStart"/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mix</w:t>
            </w:r>
            <w:proofErr w:type="spellEnd"/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CDB" w14:textId="2BBB46BC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Meios tradicionais e meios de base te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cnoló</w:t>
            </w:r>
            <w:r w:rsidR="00AD5043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gica (e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-marke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ting)</w:t>
            </w:r>
          </w:p>
          <w:p w14:paraId="5BEC2CDC" w14:textId="6F9EE2C3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Marketing internacional; Plataformas m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ulticultura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is de 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cio (da organiza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ao consum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idor)</w:t>
            </w:r>
          </w:p>
          <w:p w14:paraId="5BEC2CDD" w14:textId="30BA68F8" w:rsidR="00B76A5C" w:rsidRPr="00411A5D" w:rsidRDefault="001B088C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Contacto com os clientes; 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Hábitos de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consum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5BEC2CDE" w14:textId="36A6E585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Elabora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do plano de</w:t>
            </w:r>
            <w:r w:rsidR="004C7F26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promoção, publicidade 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marke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ting</w:t>
            </w:r>
            <w:r w:rsidR="004C7F26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com os meios tradicionais e com os meios digitais</w:t>
            </w:r>
          </w:p>
          <w:p w14:paraId="5BEC2CDF" w14:textId="34E011E1" w:rsidR="007E03BF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851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Projeto de prom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e publicida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</w:t>
            </w:r>
            <w:r w:rsidR="004C7F26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nos meios tradicionais e nos canais digitais</w:t>
            </w:r>
          </w:p>
          <w:p w14:paraId="5BEC2CE0" w14:textId="102580AE" w:rsidR="008C76A8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Execução de materiais de promoção e divulgaçã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5BEC2CE1" w14:textId="07C4DA1B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tégia de I&amp;D</w:t>
            </w:r>
          </w:p>
          <w:p w14:paraId="5BEC2CE2" w14:textId="71E023B1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84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Incuba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de empresa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CE3" w14:textId="562E4DBB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 de incuba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ção</w:t>
            </w:r>
          </w:p>
          <w:p w14:paraId="5BEC2CE4" w14:textId="466C0025" w:rsidR="00B76A5C" w:rsidRPr="00411A5D" w:rsidRDefault="00411A5D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Tipologias</w:t>
            </w:r>
            <w:r w:rsidR="007E03BF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de se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rviço</w:t>
            </w:r>
          </w:p>
          <w:p w14:paraId="5BEC2CE5" w14:textId="5EC7B071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cios de base te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cnoló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gica; Sta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rt-up</w:t>
            </w:r>
          </w:p>
          <w:p w14:paraId="5BEC2CE6" w14:textId="6321A4D5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Patentes internaciona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BEC2CE7" w14:textId="518088C6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Transfe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rê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ncia de te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cnologia</w:t>
            </w:r>
          </w:p>
          <w:p w14:paraId="5BEC2CE8" w14:textId="70E69E62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Financiame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nto</w:t>
            </w:r>
          </w:p>
          <w:p w14:paraId="5BEC2CE9" w14:textId="2BB3D6B3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a bordagem a o financia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dor</w:t>
            </w:r>
          </w:p>
          <w:p w14:paraId="5BEC2CEA" w14:textId="10047CE7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financiamento (capita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 pró</w:t>
            </w:r>
            <w:r w:rsidR="000718C9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prio, ca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pita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 de risco, cré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dito, incentivos nacionais e internaciona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is)</w:t>
            </w:r>
          </w:p>
          <w:p w14:paraId="5BEC2CEB" w14:textId="171A965D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Produtos financeiros mais espe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cí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ficos (leasing, </w:t>
            </w:r>
            <w:proofErr w:type="spellStart"/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renting</w:t>
            </w:r>
            <w:proofErr w:type="spellEnd"/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, factoring, outros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BEC2CEC" w14:textId="14F17C27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Plano de 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gócio</w:t>
            </w:r>
          </w:p>
          <w:p w14:paraId="5BEC2CED" w14:textId="196EE9D6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Principais caracte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rí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sticas de um plano de 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gócio</w:t>
            </w:r>
          </w:p>
          <w:p w14:paraId="5BEC2CEE" w14:textId="6FBA4980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Obje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tivos</w:t>
            </w:r>
          </w:p>
          <w:p w14:paraId="5BEC2CEF" w14:textId="0EDD09EF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Mercado, interno e exte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rno, e polí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tica comercia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</w:t>
            </w:r>
          </w:p>
          <w:p w14:paraId="5BEC2CF0" w14:textId="71FE1B8F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Modelo de 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gócio e /ou constituição le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gal da empre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sa</w:t>
            </w:r>
          </w:p>
          <w:p w14:paraId="5BEC2CF1" w14:textId="7CED5A4A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Etapas e atividade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BEC2CF2" w14:textId="75A8441A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Recursos huma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nos</w:t>
            </w:r>
          </w:p>
          <w:p w14:paraId="5BEC2CF3" w14:textId="7EEC3C6C" w:rsidR="00B76A5C" w:rsidRPr="00411A5D" w:rsidRDefault="00A3590B" w:rsidP="00CD29E2">
            <w:pPr>
              <w:numPr>
                <w:ilvl w:val="0"/>
                <w:numId w:val="4"/>
              </w:numPr>
              <w:spacing w:before="120" w:after="0" w:line="360" w:lineRule="auto"/>
              <w:ind w:left="709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Recursos financeiros (</w:t>
            </w:r>
            <w:r w:rsidR="007E03BF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entidade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 fi</w:t>
            </w:r>
            <w:r w:rsidR="007E03BF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nanciadoras, linha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 de cré</w:t>
            </w:r>
            <w:r w:rsidR="007E03BF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dito e capita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is próprios)</w:t>
            </w:r>
          </w:p>
          <w:p w14:paraId="5BEC2CF4" w14:textId="43D9AC8D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Desenvolvimento do conceito de 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gócio</w:t>
            </w:r>
          </w:p>
          <w:p w14:paraId="5BEC2CF5" w14:textId="5FB6A93A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Proposta de va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lor</w:t>
            </w:r>
          </w:p>
          <w:p w14:paraId="5BEC2CF6" w14:textId="518FB834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Processo de toma da de de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cisão</w:t>
            </w:r>
          </w:p>
          <w:p w14:paraId="5BEC2CF7" w14:textId="118830CF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Reformula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do produto/se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rviço</w:t>
            </w:r>
          </w:p>
          <w:p w14:paraId="5BEC2CF8" w14:textId="5614062A" w:rsidR="00B76A5C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426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Orienta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gica (plano de m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dio e longo pra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zo)</w:t>
            </w:r>
          </w:p>
          <w:p w14:paraId="5BEC2D04" w14:textId="384C0993" w:rsidR="008C76A8" w:rsidRPr="00411A5D" w:rsidRDefault="007E03BF" w:rsidP="00CD29E2">
            <w:pPr>
              <w:numPr>
                <w:ilvl w:val="0"/>
                <w:numId w:val="4"/>
              </w:numPr>
              <w:spacing w:before="120" w:after="0" w:line="360" w:lineRule="auto"/>
              <w:ind w:left="851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Desenvolvimento 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gico de comercializa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D05" w14:textId="220F168E" w:rsidR="00B76A5C" w:rsidRPr="00411A5D" w:rsidRDefault="000718C9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Identificar os principais m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étodos e té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cnicas de ge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stã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do tempo e do traba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lho.</w:t>
            </w:r>
          </w:p>
          <w:p w14:paraId="5BEC2D06" w14:textId="03E9649D" w:rsidR="00B76A5C" w:rsidRPr="00411A5D" w:rsidRDefault="000718C9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fatore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 de ê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xito e de fa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lê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ncia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, pontos f</w:t>
            </w: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ortes e fracos de um ne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gócio.</w:t>
            </w:r>
          </w:p>
          <w:p w14:paraId="5BEC2D07" w14:textId="0E656E8C" w:rsidR="00B76A5C" w:rsidRPr="00411A5D" w:rsidRDefault="001007AE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0718C9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 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="000718C9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gia geral e comercial de uma empresa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D08" w14:textId="3FF05269" w:rsidR="00B76A5C" w:rsidRPr="00411A5D" w:rsidRDefault="001007AE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0718C9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 estra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</w:t>
            </w:r>
            <w:r w:rsidR="000718C9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gia de I&amp;D de uma empresa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D09" w14:textId="7554E0C4" w:rsidR="00B76A5C" w:rsidRPr="00411A5D" w:rsidRDefault="001007AE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F657AF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os tipos de financiamento e os produtos </w:t>
            </w:r>
            <w:r w:rsidR="000718C9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finance</w:t>
            </w:r>
            <w:r w:rsidR="00B76A5C" w:rsidRPr="00411A5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iros.</w:t>
            </w:r>
          </w:p>
          <w:p w14:paraId="5BEC2D0A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0B" w14:textId="77777777" w:rsidR="008C76A8" w:rsidRPr="00517A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0C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0D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0E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0F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10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11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12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13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14" w14:textId="77777777" w:rsidR="008C76A8" w:rsidRPr="00057283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D15" w14:textId="77777777" w:rsidR="00F657AF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5BEC2D16" w14:textId="77777777" w:rsidR="00F657AF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BEC2D17" w14:textId="77777777" w:rsidR="00F657AF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BEC2D18" w14:textId="77777777" w:rsidR="00F657AF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</w:t>
            </w:r>
            <w:r w:rsidR="000155B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motivação.</w:t>
            </w:r>
          </w:p>
          <w:p w14:paraId="5BEC2D19" w14:textId="77777777" w:rsidR="00F657AF" w:rsidRPr="00AB5AF8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5BEC2D1A" w14:textId="77777777" w:rsidR="00F657AF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BEC2D1B" w14:textId="77777777" w:rsidR="00F657AF" w:rsidRPr="00AB5AF8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BEC2D1C" w14:textId="77777777" w:rsidR="00F657AF" w:rsidRPr="00AB5AF8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BEC2D1D" w14:textId="77777777" w:rsidR="00F657AF" w:rsidRPr="00AB5AF8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BEC2D1E" w14:textId="77777777" w:rsidR="00F657AF" w:rsidRPr="00AB5AF8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BEC2D1F" w14:textId="2F3D9FDA" w:rsidR="00F657AF" w:rsidRPr="00F657AF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BEC2D20" w14:textId="77777777" w:rsidR="00F657AF" w:rsidRPr="00AB5AF8" w:rsidRDefault="00F657AF" w:rsidP="00CD29E2">
            <w:pPr>
              <w:numPr>
                <w:ilvl w:val="0"/>
                <w:numId w:val="4"/>
              </w:numPr>
              <w:spacing w:before="120" w:after="0" w:line="360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BEC2D21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2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3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4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5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6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7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8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9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A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B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C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2D" w14:textId="77777777" w:rsidR="008C76A8" w:rsidRPr="00057283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FE3CA0C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3911B22C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01513F54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397A5E77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1C0987F0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7DAB6498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167C1673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1737E477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18FB6E0A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5B98BB43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0E49D9E8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2A064E60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565ED515" w14:textId="77777777" w:rsidR="00CD29E2" w:rsidRDefault="00CD29E2" w:rsidP="00CD29E2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5BEC2D31" w14:textId="2BBEC04B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D32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256830" w:rsidRPr="00256830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256830" w:rsidRPr="00256830">
        <w:rPr>
          <w:rFonts w:ascii="Verdana Pro Light" w:eastAsia="Arial Unicode MS" w:hAnsi="Verdana Pro Light" w:cs="Times New Roman"/>
          <w:i/>
          <w:sz w:val="18"/>
          <w:szCs w:val="18"/>
        </w:rPr>
        <w:t xml:space="preserve">Desenvolver um Plano de Negócio e Criar um </w:t>
      </w:r>
      <w:proofErr w:type="spellStart"/>
      <w:r w:rsidR="00256830" w:rsidRPr="00256830">
        <w:rPr>
          <w:rFonts w:ascii="Verdana Pro Light" w:eastAsia="Arial Unicode MS" w:hAnsi="Verdana Pro Light" w:cs="Times New Roman"/>
          <w:i/>
          <w:sz w:val="18"/>
          <w:szCs w:val="18"/>
        </w:rPr>
        <w:t>Micronegócio</w:t>
      </w:r>
      <w:proofErr w:type="spellEnd"/>
    </w:p>
    <w:p w14:paraId="5BEC2D33" w14:textId="2A6B41F4" w:rsidR="008A20AD" w:rsidRPr="00F44868" w:rsidRDefault="008A20AD" w:rsidP="008A2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 </w:t>
      </w: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Identificando o potencial 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e oportunidades de um </w:t>
      </w:r>
      <w:proofErr w:type="spellStart"/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micronegócio</w:t>
      </w:r>
      <w:proofErr w:type="spellEnd"/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34" w14:textId="6FCDEDED" w:rsidR="008A20AD" w:rsidRPr="00F44868" w:rsidRDefault="008A20AD" w:rsidP="008A2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CD2. Analisando o mercado para a identificação de novas oportunidades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35" w14:textId="4A2D9775" w:rsidR="008A20AD" w:rsidRPr="00F44868" w:rsidRDefault="008A20AD" w:rsidP="008A2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CD3. Apresentando o 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plano de negócio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36" w14:textId="52182ECE" w:rsidR="008A20AD" w:rsidRPr="00F44868" w:rsidRDefault="008A20AD" w:rsidP="008A2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CD4. Identificando as potencialidades e necessidades 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de um plano de promoção, publicidade e marketing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37" w14:textId="04C883BC" w:rsidR="008A20AD" w:rsidRPr="00F44868" w:rsidRDefault="008A20AD" w:rsidP="008A2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CD5. Definindo objetivos de curto, médio e longo prazo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3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2D39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3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D3B" w14:textId="1B72702E" w:rsidR="00CE4CD4" w:rsidRPr="00814D3B" w:rsidRDefault="00CE4CD4" w:rsidP="00CE4CD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Aplicável a diferentes contextos</w:t>
      </w:r>
      <w:r w:rsidR="00411A5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5BEC2D3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3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3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3F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4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D42" w14:textId="77777777" w:rsidR="00CE4CD4" w:rsidRPr="00814D3B" w:rsidRDefault="00CE4CD4" w:rsidP="00CE4CD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tecnológicos com acesso à internet.</w:t>
      </w:r>
    </w:p>
    <w:p w14:paraId="5BEC2D43" w14:textId="104666FC" w:rsidR="00CE4CD4" w:rsidRPr="00814D3B" w:rsidRDefault="00CE4CD4" w:rsidP="00CE4CD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 de desenvolvimento pessoal</w:t>
      </w:r>
      <w:r w:rsidR="00411A5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5BEC2D44" w14:textId="77E995F4" w:rsidR="00CE4CD4" w:rsidRPr="00814D3B" w:rsidRDefault="00CE4CD4" w:rsidP="00CE4CD4">
      <w:pPr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 de planeamento estratégico e operacional</w:t>
      </w:r>
      <w:r w:rsidR="00411A5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5BEC2D45" w14:textId="572AAB9F" w:rsidR="008C76A8" w:rsidRPr="00501DC8" w:rsidRDefault="00CE4CD4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   Software com folha de cá</w:t>
      </w:r>
      <w:r w:rsidR="008A092F">
        <w:rPr>
          <w:rFonts w:ascii="Verdana Pro Light" w:eastAsia="Arial Unicode MS" w:hAnsi="Verdana Pro Light" w:cs="Arial Unicode MS"/>
          <w:sz w:val="18"/>
          <w:szCs w:val="18"/>
        </w:rPr>
        <w:t>l</w:t>
      </w:r>
      <w:r>
        <w:rPr>
          <w:rFonts w:ascii="Verdana Pro Light" w:eastAsia="Arial Unicode MS" w:hAnsi="Verdana Pro Light" w:cs="Arial Unicode MS"/>
          <w:sz w:val="18"/>
          <w:szCs w:val="18"/>
        </w:rPr>
        <w:t>culo</w:t>
      </w:r>
      <w:r w:rsidR="00411A5D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BEC2D46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8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9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A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B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C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D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4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5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D5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5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5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5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BEC2D5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EC2D55" w14:textId="768C59FC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4775A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C2D56" w14:textId="77777777" w:rsidR="008C76A8" w:rsidRPr="009C256C" w:rsidRDefault="004C529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Editar</w:t>
            </w:r>
            <w:r w:rsidR="00D30B0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e distribuir música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, gerir reportório e management de artistas</w:t>
            </w:r>
          </w:p>
        </w:tc>
      </w:tr>
    </w:tbl>
    <w:p w14:paraId="5BEC2D5B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EC2D5C" w14:textId="7777777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EC2D5D" w14:textId="77777777" w:rsidR="004C5293" w:rsidRPr="003200F2" w:rsidRDefault="004C5293" w:rsidP="004C529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0F278C"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>
        <w:rPr>
          <w:rFonts w:ascii="Verdana Pro Light" w:eastAsia="Arial Unicode MS" w:hAnsi="Verdana Pro Light" w:cs="Times New Roman"/>
          <w:smallCaps/>
          <w:sz w:val="20"/>
        </w:rPr>
        <w:t>: 25 horas</w:t>
      </w:r>
    </w:p>
    <w:p w14:paraId="5BEC2D5F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BEC2D6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D6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5BEC2D6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C2D62" w14:textId="77777777" w:rsidR="00101CF6" w:rsidRPr="001B353A" w:rsidRDefault="00101CF6" w:rsidP="00101CF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um plano de ação para a apresentação </w:t>
            </w:r>
            <w:r w:rsidR="006320F7"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uma empresa de management de artistas</w:t>
            </w: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BEC2D63" w14:textId="77777777" w:rsidR="00101CF6" w:rsidRPr="001B353A" w:rsidRDefault="00101CF6" w:rsidP="00101CF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um documento com os pontos fulcrais de um contrato de distribuição digital</w:t>
            </w:r>
          </w:p>
          <w:p w14:paraId="5BEC2D64" w14:textId="77777777" w:rsidR="00101CF6" w:rsidRPr="001B353A" w:rsidRDefault="00101CF6" w:rsidP="00101CF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um plano </w:t>
            </w:r>
            <w:r w:rsidR="006320F7"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para a apresentação de um projeto de uma distribuidora digital e o respetivo plano </w:t>
            </w: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promoção, publicidade e marketing </w:t>
            </w:r>
            <w:r w:rsidR="006320F7"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usando </w:t>
            </w: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acordo com a estratégia definida.</w:t>
            </w:r>
          </w:p>
          <w:p w14:paraId="5BEC2D65" w14:textId="77777777" w:rsidR="008C76A8" w:rsidRPr="001B353A" w:rsidRDefault="00101CF6" w:rsidP="002517E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517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Preencher toda a documentação necessária ao registo de obras </w:t>
            </w:r>
            <w:proofErr w:type="spellStart"/>
            <w:r w:rsidR="002517E7">
              <w:rPr>
                <w:rFonts w:ascii="Verdana Pro Light" w:eastAsia="Arial Unicode MS" w:hAnsi="Verdana Pro Light" w:cs="Arial Unicode MS"/>
                <w:sz w:val="18"/>
                <w:szCs w:val="18"/>
              </w:rPr>
              <w:t>litero</w:t>
            </w:r>
            <w:proofErr w:type="spellEnd"/>
            <w:r w:rsidR="002517E7">
              <w:rPr>
                <w:rFonts w:ascii="Verdana Pro Light" w:eastAsia="Arial Unicode MS" w:hAnsi="Verdana Pro Light" w:cs="Arial Unicode MS"/>
                <w:sz w:val="18"/>
                <w:szCs w:val="18"/>
              </w:rPr>
              <w:t>-musicais</w:t>
            </w:r>
          </w:p>
        </w:tc>
      </w:tr>
      <w:tr w:rsidR="008C76A8" w:rsidRPr="00136AD8" w14:paraId="5BEC2D6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D6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EC2D6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EC2D6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BEC2DB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D6B" w14:textId="7CC7C854" w:rsidR="001F7328" w:rsidRDefault="001F732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Edição e distribuição de música; </w:t>
            </w:r>
          </w:p>
          <w:p w14:paraId="5BEC2D6C" w14:textId="7D165588" w:rsidR="001F7328" w:rsidRDefault="001F732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Historial dos formatos físicos e digitais</w:t>
            </w:r>
          </w:p>
          <w:p w14:paraId="5BEC2D6D" w14:textId="4A173C1B" w:rsidR="008C76A8" w:rsidRDefault="001F732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das e</w:t>
            </w:r>
            <w:r w:rsidR="00D30B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ditoras discográficas</w:t>
            </w:r>
          </w:p>
          <w:p w14:paraId="5BEC2D6E" w14:textId="77F905F2" w:rsidR="00D30B0C" w:rsidRDefault="00D30B0C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Editoras multinacionais </w:t>
            </w:r>
          </w:p>
          <w:p w14:paraId="5BEC2D6F" w14:textId="434126BC" w:rsidR="00D30B0C" w:rsidRDefault="00D30B0C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Editoras </w:t>
            </w:r>
            <w:r w:rsidR="001F73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independentes</w:t>
            </w:r>
          </w:p>
          <w:p w14:paraId="5BEC2D70" w14:textId="70738790" w:rsidR="001F7328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de distribuição </w:t>
            </w:r>
            <w:r w:rsidR="001F73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digital</w:t>
            </w:r>
            <w:r w:rsidR="001571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o circuito da distribuição digital de música; os dispositivos de proteção dos ficheiros; a identificação dos ficheiros através dos códigos ISRC; os </w:t>
            </w:r>
            <w:proofErr w:type="spellStart"/>
            <w:r w:rsidR="001571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 w:rsidR="001571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dos ficheiros; qualidade do som analógico e do som digital</w:t>
            </w:r>
          </w:p>
          <w:p w14:paraId="5BEC2D71" w14:textId="7B99E36A" w:rsidR="007C390B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Destaque para o papel do A&amp;R</w:t>
            </w:r>
          </w:p>
          <w:p w14:paraId="5BEC2D72" w14:textId="10EC6742" w:rsidR="007C390B" w:rsidRPr="007C390B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Organizações representativas das editoras – Associações fonográficas;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Audiogeste</w:t>
            </w:r>
            <w:proofErr w:type="spellEnd"/>
            <w:r w:rsidR="001571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missão</w:t>
            </w:r>
            <w:r w:rsidR="00C26A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</w:t>
            </w:r>
            <w:r w:rsidRPr="007C39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D73" w14:textId="6FD2FD55" w:rsidR="007C390B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Reportório; </w:t>
            </w:r>
          </w:p>
          <w:p w14:paraId="5BEC2D74" w14:textId="5EA3DAF4" w:rsidR="007C390B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autores e compositores</w:t>
            </w:r>
          </w:p>
          <w:p w14:paraId="5BEC2D75" w14:textId="3E577BEA" w:rsidR="007C390B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Os direitos de autor</w:t>
            </w:r>
            <w:r w:rsidR="001571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como se geram</w:t>
            </w:r>
          </w:p>
          <w:p w14:paraId="5BEC2D76" w14:textId="3A4D26EA" w:rsidR="00CE597D" w:rsidRDefault="00CE597D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Como se registam músicas e letras</w:t>
            </w:r>
          </w:p>
          <w:p w14:paraId="5BEC2D77" w14:textId="6F8DB7F5" w:rsidR="007C390B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negócio do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Publishing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="00C26A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papel 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editoras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publishing</w:t>
            </w:r>
            <w:proofErr w:type="spellEnd"/>
          </w:p>
          <w:p w14:paraId="5BEC2D78" w14:textId="5ABD3C32" w:rsidR="007C390B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organizações representativas dos Autores e compositores – Sociedades de Autores</w:t>
            </w:r>
            <w:r w:rsidR="00464E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SPA - missão; c</w:t>
            </w:r>
            <w:r w:rsidR="00C26A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obrança e distribuição de direitos; proteção do direito de autor; a cópia privada</w:t>
            </w:r>
          </w:p>
          <w:p w14:paraId="5BEC2D79" w14:textId="3866283A" w:rsidR="008C76A8" w:rsidRDefault="007C390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Artista</w:t>
            </w:r>
            <w:r w:rsidR="00C26A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e Intérpretes </w:t>
            </w:r>
          </w:p>
          <w:p w14:paraId="5BEC2D7A" w14:textId="02E662E6" w:rsidR="007C390B" w:rsidRDefault="00C26A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Projeção de uma carreira; definição de objetivos; estilo e género musical a seguir; estratégia para criar e fidelizar público; imagem, </w:t>
            </w:r>
            <w:r w:rsidRPr="00411A5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star </w:t>
            </w:r>
            <w:proofErr w:type="spellStart"/>
            <w:r w:rsidRPr="00411A5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quality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carisma; </w:t>
            </w:r>
            <w:r w:rsidR="00464E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formas de comunicação artista-público; reinventar uma carreira; saber lidar com o sucesso e o insucesso – </w:t>
            </w:r>
            <w:r w:rsidR="00464E41" w:rsidRPr="00411A5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case </w:t>
            </w:r>
            <w:proofErr w:type="spellStart"/>
            <w:r w:rsidR="00464E41" w:rsidRPr="00411A5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study</w:t>
            </w:r>
            <w:proofErr w:type="spellEnd"/>
          </w:p>
          <w:p w14:paraId="5BEC2D7B" w14:textId="6241B3BA" w:rsidR="00C26A69" w:rsidRDefault="00C26A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Management – gestão da carreira do Artista – o que gera rendimento na atividade artística; o papel do Manager</w:t>
            </w:r>
          </w:p>
          <w:p w14:paraId="5BEC2D7C" w14:textId="281612FA" w:rsidR="00CE597D" w:rsidRDefault="00CE597D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Agenciamento – </w:t>
            </w:r>
            <w:proofErr w:type="spellStart"/>
            <w:r w:rsidRPr="00411A5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booking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</w:p>
          <w:p w14:paraId="5BEC2D7D" w14:textId="69B322FD" w:rsidR="00C26A69" w:rsidRDefault="00C26A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organizações representativas dos Artistas – Sociedades de gest</w:t>
            </w:r>
            <w:r w:rsidR="00464E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ão de direitos de artistas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intérpretes; a GDA</w:t>
            </w:r>
            <w:r w:rsidR="00464E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Missão</w:t>
            </w:r>
          </w:p>
          <w:p w14:paraId="5BEC2D7E" w14:textId="39EA3A27" w:rsidR="00464E41" w:rsidRDefault="00464E41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70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direitos conexos</w:t>
            </w:r>
            <w:r w:rsidR="001571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como se geram;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cobrança e distribuição de direitos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Artistas e dos produtores fonográficos.</w:t>
            </w:r>
          </w:p>
          <w:p w14:paraId="5BEC2D7F" w14:textId="65AA5B68" w:rsidR="00464E41" w:rsidRDefault="003C7B6B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associações de artistas </w:t>
            </w:r>
            <w:r w:rsid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autoeditados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editoras independentes – a AMAEI – missão; a MERLIN, representação</w:t>
            </w:r>
            <w:r w:rsidR="005B5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defesa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internacional</w:t>
            </w:r>
            <w:r w:rsidR="001571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B57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independentes</w:t>
            </w:r>
            <w:r w:rsidR="002361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as diretivas europeias para a defesa dos direitos conexos e dos direitos de autor</w:t>
            </w:r>
          </w:p>
          <w:p w14:paraId="5BEC2D80" w14:textId="107B2026" w:rsidR="00C26A69" w:rsidRDefault="006213C5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contratos da indústria musical</w:t>
            </w:r>
          </w:p>
          <w:p w14:paraId="5BEC2D81" w14:textId="5A2491C0" w:rsidR="008C76A8" w:rsidRDefault="006213C5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 Artista-Editora</w:t>
            </w:r>
          </w:p>
          <w:p w14:paraId="5BEC2D82" w14:textId="6F315EA2" w:rsidR="006213C5" w:rsidRDefault="006213C5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 Produtor musical-Editora</w:t>
            </w:r>
          </w:p>
          <w:p w14:paraId="5BEC2D83" w14:textId="3D5ED55F" w:rsidR="006213C5" w:rsidRDefault="006213C5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 de licenciamento</w:t>
            </w:r>
          </w:p>
          <w:p w14:paraId="5BEC2D84" w14:textId="70A9E065" w:rsidR="006213C5" w:rsidRDefault="006213C5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 de distribuição (física e digital)</w:t>
            </w:r>
          </w:p>
          <w:p w14:paraId="5BEC2D85" w14:textId="3119A7C9" w:rsidR="000B2869" w:rsidRDefault="000B28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Contrato para </w:t>
            </w:r>
            <w:proofErr w:type="spellStart"/>
            <w:r w:rsidRPr="00411A5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Joint</w:t>
            </w:r>
            <w:proofErr w:type="spellEnd"/>
            <w:r w:rsidRPr="00411A5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venture</w:t>
            </w:r>
          </w:p>
          <w:p w14:paraId="5BEC2D86" w14:textId="6AD5EB89" w:rsidR="000B2869" w:rsidRDefault="000B28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 para espetáculos</w:t>
            </w:r>
          </w:p>
          <w:p w14:paraId="5BEC2D87" w14:textId="284C1D77" w:rsidR="000B2869" w:rsidRDefault="000B28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 Artista-Manager</w:t>
            </w:r>
          </w:p>
          <w:p w14:paraId="5BEC2D88" w14:textId="5E8C1D9F" w:rsidR="00DC3FF4" w:rsidRDefault="00DC3FF4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que significam contratos 360 graus</w:t>
            </w:r>
          </w:p>
          <w:p w14:paraId="5BEC2D89" w14:textId="7FBE72F7" w:rsidR="006213C5" w:rsidRDefault="006213C5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Pontos críticos dos contratos; </w:t>
            </w:r>
            <w:r w:rsidR="000B28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objeto;</w:t>
            </w:r>
            <w:r w:rsidR="00E86E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percentagem de</w:t>
            </w:r>
            <w:r w:rsidR="000B28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royalties; duração; território</w:t>
            </w:r>
            <w:r w:rsidR="000B28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E86E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formatos abrangidos; </w:t>
            </w:r>
            <w:r w:rsidR="000B28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incumprimentos</w:t>
            </w:r>
          </w:p>
          <w:p w14:paraId="5BEC2D8A" w14:textId="06796F30" w:rsidR="008C76A8" w:rsidRDefault="000B28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marketing da música</w:t>
            </w:r>
          </w:p>
          <w:p w14:paraId="5BEC2D8B" w14:textId="0E6100ED" w:rsidR="000B2869" w:rsidRDefault="000B28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Marketing tradicional</w:t>
            </w:r>
          </w:p>
          <w:p w14:paraId="5BEC2D8C" w14:textId="13434C5C" w:rsidR="000B2869" w:rsidRDefault="000B2869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42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Marketing digital – New Media</w:t>
            </w:r>
          </w:p>
          <w:p w14:paraId="5BEC2D8D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94" w14:textId="77777777" w:rsidR="008C76A8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95" w14:textId="77777777" w:rsidR="008C76A8" w:rsidRPr="001B353A" w:rsidRDefault="008C76A8" w:rsidP="00CD29E2">
            <w:pPr>
              <w:pStyle w:val="PargrafodaLista"/>
              <w:numPr>
                <w:ilvl w:val="0"/>
                <w:numId w:val="4"/>
              </w:numPr>
              <w:spacing w:before="120" w:after="0" w:line="36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D96" w14:textId="171FD313" w:rsidR="008C76A8" w:rsidRDefault="002F427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as funções das editoras</w:t>
            </w:r>
          </w:p>
          <w:p w14:paraId="5BEC2D97" w14:textId="27A92AF1" w:rsidR="002F427F" w:rsidRDefault="002F427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conhecimentos sobre o negócio da distribuição física e digital de música</w:t>
            </w:r>
          </w:p>
          <w:p w14:paraId="5BEC2D98" w14:textId="57BFA4DB" w:rsidR="002F427F" w:rsidRDefault="002F427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diferentes direitos</w:t>
            </w:r>
            <w:r w:rsidR="00C930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indústria musical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BEC2D99" w14:textId="7B36737E" w:rsidR="002F427F" w:rsidRDefault="002F427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conhecimentos sobre contratos e as relações que eles regulam</w:t>
            </w:r>
          </w:p>
          <w:p w14:paraId="5BEC2D9A" w14:textId="2AB4B4E3" w:rsidR="008C76A8" w:rsidRDefault="00C930F5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Implementar</w:t>
            </w:r>
            <w:r w:rsidR="002F4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distinção entre management e agenciamento</w:t>
            </w:r>
          </w:p>
          <w:p w14:paraId="5BEC2D9B" w14:textId="33A56305" w:rsidR="002F427F" w:rsidRDefault="00C930F5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2F4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marketing tradicional e marketing digital</w:t>
            </w:r>
          </w:p>
          <w:p w14:paraId="5BEC2D9C" w14:textId="77777777" w:rsidR="008C76A8" w:rsidRPr="00517A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9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9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9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A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A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A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A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A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A5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C2DA6" w14:textId="77777777" w:rsidR="004519E4" w:rsidRPr="00411A5D" w:rsidRDefault="004519E4" w:rsidP="004519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BEC2DA7" w14:textId="77777777" w:rsidR="004519E4" w:rsidRPr="00411A5D" w:rsidRDefault="004519E4" w:rsidP="004519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BEC2DA8" w14:textId="77777777" w:rsidR="004519E4" w:rsidRPr="00411A5D" w:rsidRDefault="004519E4" w:rsidP="00411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5BEC2DA9" w14:textId="77777777" w:rsidR="004519E4" w:rsidRPr="00411A5D" w:rsidRDefault="004519E4" w:rsidP="00411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BEC2DAA" w14:textId="77777777" w:rsidR="004519E4" w:rsidRPr="00411A5D" w:rsidRDefault="004519E4" w:rsidP="00411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BEC2DAB" w14:textId="77777777" w:rsidR="004519E4" w:rsidRPr="00411A5D" w:rsidRDefault="004519E4" w:rsidP="00411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BEC2DAC" w14:textId="77777777" w:rsidR="004519E4" w:rsidRPr="00411A5D" w:rsidRDefault="004519E4" w:rsidP="00411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BEC2DAD" w14:textId="77777777" w:rsidR="004519E4" w:rsidRPr="00411A5D" w:rsidRDefault="004519E4" w:rsidP="00411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BEC2DAE" w14:textId="77777777" w:rsidR="004519E4" w:rsidRPr="00411A5D" w:rsidRDefault="004519E4" w:rsidP="00411A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BEC2DAF" w14:textId="62EEA388" w:rsidR="008C76A8" w:rsidRDefault="004519E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organização</w:t>
            </w:r>
            <w:r w:rsid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DB0" w14:textId="78047FBB" w:rsidR="004519E4" w:rsidRDefault="004519E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de médio e longo prazo</w:t>
            </w:r>
            <w:r w:rsidR="00411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C2DB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2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4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EC2DBC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BEC2DB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EC2DB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EC2DC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BEC2DC1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  <w:r w:rsidR="00B14444" w:rsidRPr="00B14444"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="00B14444" w:rsidRPr="00B14444">
        <w:rPr>
          <w:rFonts w:ascii="Verdana Pro Light" w:eastAsia="Arial Unicode MS" w:hAnsi="Verdana Pro Light" w:cs="Times New Roman"/>
          <w:i/>
          <w:sz w:val="18"/>
          <w:szCs w:val="18"/>
        </w:rPr>
        <w:t>Editar e distribuir música, gerir reportório e management de artistas</w:t>
      </w:r>
    </w:p>
    <w:p w14:paraId="5BEC2DC2" w14:textId="5381848A" w:rsidR="007F4EE2" w:rsidRPr="00F44868" w:rsidRDefault="007F4EE2" w:rsidP="007F4EE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 </w:t>
      </w: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Identificando o potencial 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e oportunidades de uma distribuidora digital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C3" w14:textId="2AC68138" w:rsidR="007F4EE2" w:rsidRPr="00F44868" w:rsidRDefault="007F4EE2" w:rsidP="007F4EE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CD2. Analisando o mercado para a identificação de novas oportunidades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 na área da indústria da música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C4" w14:textId="1C580814" w:rsidR="007F4EE2" w:rsidRPr="00F44868" w:rsidRDefault="007F4EE2" w:rsidP="007F4EE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CD3. Apresentando o 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plano de negócio de uma empresa de management de Artistas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C5" w14:textId="783AACB9" w:rsidR="007F4EE2" w:rsidRPr="00F44868" w:rsidRDefault="007F4EE2" w:rsidP="007F4EE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CD4. Identificando as potencialidades e necessidades 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de um plano de promoção, publicidade e marketing de uma distribuidora digital</w:t>
      </w:r>
      <w:r w:rsidR="00411A5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.</w:t>
      </w:r>
    </w:p>
    <w:p w14:paraId="5BEC2DC6" w14:textId="77777777" w:rsidR="007F4EE2" w:rsidRPr="00F44868" w:rsidRDefault="007F4EE2" w:rsidP="007F4EE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 xml:space="preserve">CD5. Definindo </w:t>
      </w:r>
      <w:r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o alcance das principais diretivas europeias para a defesa e proteção dos agentes europeus (artistas, editoras, produtores, autores) que operam no mercado do audiovisual.</w:t>
      </w:r>
    </w:p>
    <w:p w14:paraId="5BEC2DC7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EC2DC8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C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EC2DCA" w14:textId="77777777" w:rsidR="008C76A8" w:rsidRDefault="0016644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e distribuidoras de suportes físicos e digitais</w:t>
      </w:r>
    </w:p>
    <w:p w14:paraId="5BEC2DCB" w14:textId="77777777" w:rsidR="0016644A" w:rsidRDefault="0016644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Editoras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publishing</w:t>
      </w:r>
      <w:proofErr w:type="spellEnd"/>
    </w:p>
    <w:p w14:paraId="5BEC2DCC" w14:textId="77777777" w:rsidR="0016644A" w:rsidRDefault="0016644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Sociedades de autores, cooperativas e associações de artistas, associações de editoras</w:t>
      </w:r>
    </w:p>
    <w:p w14:paraId="5BEC2DCD" w14:textId="77777777" w:rsidR="0016644A" w:rsidRDefault="0016644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management</w:t>
      </w:r>
    </w:p>
    <w:p w14:paraId="5BEC2DCE" w14:textId="77777777" w:rsidR="0016644A" w:rsidRDefault="0016644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agenciamento (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booking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>)</w:t>
      </w:r>
    </w:p>
    <w:p w14:paraId="5BEC2DCF" w14:textId="77777777" w:rsidR="003B1A01" w:rsidRPr="00984B30" w:rsidRDefault="003B1A01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D0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D1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D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D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D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BEC2DD5" w14:textId="77777777" w:rsidR="00B14444" w:rsidRPr="003C0084" w:rsidRDefault="00B14444" w:rsidP="00B14444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5BEC2DD6" w14:textId="77777777" w:rsidR="00B14444" w:rsidRPr="003C0084" w:rsidRDefault="00B14444" w:rsidP="00B14444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5BEC2DD7" w14:textId="0BDB97F7" w:rsidR="00B14444" w:rsidRPr="003C0084" w:rsidRDefault="00B14444" w:rsidP="00B14444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</w:t>
      </w:r>
      <w:r>
        <w:rPr>
          <w:rFonts w:ascii="Verdana Pro Light" w:hAnsi="Verdana Pro Light" w:cs="Arial Unicode MS"/>
          <w:sz w:val="18"/>
          <w:szCs w:val="18"/>
          <w:lang w:eastAsia="pt-PT"/>
        </w:rPr>
        <w:t>r cultural</w:t>
      </w:r>
      <w:r w:rsidR="00411A5D">
        <w:rPr>
          <w:rFonts w:ascii="Verdana Pro Light" w:hAnsi="Verdana Pro Light" w:cs="Arial Unicode MS"/>
          <w:sz w:val="18"/>
          <w:szCs w:val="18"/>
          <w:lang w:eastAsia="pt-PT"/>
        </w:rPr>
        <w:t>.</w:t>
      </w:r>
    </w:p>
    <w:p w14:paraId="5BEC2DD8" w14:textId="77777777" w:rsidR="00B14444" w:rsidRPr="003C0084" w:rsidRDefault="00B14444" w:rsidP="00B14444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Legislação reguladora </w:t>
      </w:r>
      <w:r>
        <w:rPr>
          <w:rFonts w:ascii="Verdana Pro Light" w:hAnsi="Verdana Pro Light" w:cs="Arial Unicode MS"/>
          <w:sz w:val="18"/>
          <w:szCs w:val="18"/>
          <w:lang w:eastAsia="pt-PT"/>
        </w:rPr>
        <w:t>da atividade de produção e tecnologias da música</w:t>
      </w: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. </w:t>
      </w:r>
    </w:p>
    <w:p w14:paraId="5BEC2DD9" w14:textId="0261A1CC" w:rsidR="00B14444" w:rsidRPr="00C2355B" w:rsidRDefault="00B14444" w:rsidP="00B144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2355B"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</w:t>
      </w:r>
      <w:r w:rsidR="00411A5D">
        <w:rPr>
          <w:rFonts w:ascii="Verdana Pro Light" w:hAnsi="Verdana Pro Light" w:cs="Arial Unicode MS"/>
          <w:sz w:val="18"/>
          <w:szCs w:val="18"/>
          <w:lang w:eastAsia="pt-PT"/>
        </w:rPr>
        <w:t>.</w:t>
      </w:r>
    </w:p>
    <w:p w14:paraId="5BEC2DDA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DB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DE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EC2DE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E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EC2DE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E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E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C2DE9" w14:textId="37098678" w:rsidR="008C76A8" w:rsidRDefault="008C76A8" w:rsidP="008C76A8">
      <w:pPr>
        <w:rPr>
          <w:rFonts w:ascii="Verdana Pro Light" w:hAnsi="Verdana Pro Light"/>
          <w:smallCaps/>
        </w:rPr>
      </w:pPr>
    </w:p>
    <w:sectPr w:rsidR="008C76A8" w:rsidSect="00515744">
      <w:footerReference w:type="default" r:id="rId10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C3C79" w14:textId="77777777" w:rsidR="00E83B96" w:rsidRDefault="00E83B96" w:rsidP="00AC6E34">
      <w:pPr>
        <w:spacing w:after="0" w:line="240" w:lineRule="auto"/>
      </w:pPr>
      <w:r>
        <w:separator/>
      </w:r>
    </w:p>
  </w:endnote>
  <w:endnote w:type="continuationSeparator" w:id="0">
    <w:p w14:paraId="5BEC3C7A" w14:textId="77777777" w:rsidR="00E83B96" w:rsidRDefault="00E83B96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Negrito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Verdana Pro Light">
    <w:altName w:val="Arial"/>
    <w:charset w:val="00"/>
    <w:family w:val="swiss"/>
    <w:pitch w:val="variable"/>
    <w:sig w:usb0="80000287" w:usb1="0000004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VerdanaNormal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3C7C" w14:textId="77777777" w:rsidR="001007AE" w:rsidRDefault="001007AE">
    <w:pPr>
      <w:pStyle w:val="Rodap"/>
      <w:jc w:val="right"/>
    </w:pPr>
  </w:p>
  <w:p w14:paraId="5BEC3C7D" w14:textId="77777777" w:rsidR="001007AE" w:rsidRDefault="001007A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3C7E" w14:textId="77777777" w:rsidR="001007AE" w:rsidRPr="00FD203A" w:rsidRDefault="001007AE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(</w:t>
    </w:r>
    <w:r>
      <w:rPr>
        <w:rFonts w:ascii="Verdana Pro Light" w:hAnsi="Verdana Pro Light"/>
        <w:sz w:val="14"/>
        <w:szCs w:val="14"/>
      </w:rPr>
      <w:t>Técnico/a de Produção e Tecnologias da Música</w:t>
    </w:r>
    <w:r w:rsidRPr="00FD203A">
      <w:rPr>
        <w:rFonts w:ascii="Verdana Pro Light" w:hAnsi="Verdana Pro Light"/>
        <w:sz w:val="14"/>
        <w:szCs w:val="14"/>
      </w:rPr>
      <w:t>) | Nível “</w:t>
    </w:r>
    <w:r>
      <w:rPr>
        <w:rFonts w:ascii="Verdana Pro Light" w:hAnsi="Verdana Pro Light"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t>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 w:rsidR="00BA286F">
      <w:rPr>
        <w:rFonts w:ascii="Verdana Pro Light" w:hAnsi="Verdana Pro Light"/>
        <w:noProof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5BEC3C7F" w14:textId="77777777" w:rsidR="001007AE" w:rsidRDefault="001007AE">
    <w:pPr>
      <w:pStyle w:val="Rodap"/>
      <w:jc w:val="right"/>
    </w:pPr>
  </w:p>
  <w:p w14:paraId="5BEC3C80" w14:textId="77777777" w:rsidR="001007AE" w:rsidRDefault="001007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C3C77" w14:textId="77777777" w:rsidR="00E83B96" w:rsidRDefault="00E83B96" w:rsidP="00AC6E34">
      <w:pPr>
        <w:spacing w:after="0" w:line="240" w:lineRule="auto"/>
      </w:pPr>
      <w:r>
        <w:separator/>
      </w:r>
    </w:p>
  </w:footnote>
  <w:footnote w:type="continuationSeparator" w:id="0">
    <w:p w14:paraId="5BEC3C78" w14:textId="77777777" w:rsidR="00E83B96" w:rsidRDefault="00E83B96" w:rsidP="00AC6E34">
      <w:pPr>
        <w:spacing w:after="0" w:line="240" w:lineRule="auto"/>
      </w:pPr>
      <w:r>
        <w:continuationSeparator/>
      </w:r>
    </w:p>
  </w:footnote>
  <w:footnote w:id="1">
    <w:p w14:paraId="5BEC3C85" w14:textId="77777777" w:rsidR="001007AE" w:rsidRDefault="001007AE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5BEC3C86" w14:textId="77777777" w:rsidR="001007AE" w:rsidRDefault="001007AE" w:rsidP="00A54B1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032F6">
        <w:rPr>
          <w:rFonts w:ascii="Verdana Pro Light" w:eastAsiaTheme="minorHAnsi" w:hAnsi="Verdana Pro Light" w:cstheme="minorBidi"/>
          <w:sz w:val="16"/>
        </w:rPr>
        <w:t>Transversal a todas as qualificações de nível 4</w:t>
      </w:r>
    </w:p>
  </w:footnote>
  <w:footnote w:id="3">
    <w:p w14:paraId="5BEC3C87" w14:textId="77777777" w:rsidR="001007AE" w:rsidRDefault="001007AE" w:rsidP="00A54B1C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032F6">
        <w:rPr>
          <w:rFonts w:ascii="Verdana Pro Light" w:eastAsiaTheme="minorHAnsi" w:hAnsi="Verdana Pro Light" w:cstheme="minorBidi"/>
          <w:sz w:val="16"/>
        </w:rPr>
        <w:t>Transversal a todas as qualificações de nível 4</w:t>
      </w:r>
    </w:p>
  </w:footnote>
  <w:footnote w:id="4">
    <w:p w14:paraId="5BEC3C88" w14:textId="77777777" w:rsidR="001007AE" w:rsidRDefault="001007AE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5BEC3C89" w14:textId="77777777" w:rsidR="001007AE" w:rsidRPr="00616272" w:rsidRDefault="001007AE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5">
    <w:p w14:paraId="5BEC3C8A" w14:textId="77777777" w:rsidR="001007AE" w:rsidRPr="002962FF" w:rsidRDefault="001007AE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5BEC3C8B" w14:textId="77777777" w:rsidR="001007AE" w:rsidRDefault="001007AE" w:rsidP="006F0B80">
      <w:pPr>
        <w:pStyle w:val="Textodenotaderodap"/>
      </w:pPr>
    </w:p>
  </w:footnote>
  <w:footnote w:id="6">
    <w:p w14:paraId="5BEC3C8C" w14:textId="77777777" w:rsidR="001007AE" w:rsidRDefault="001007AE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032F6">
        <w:rPr>
          <w:rFonts w:ascii="Verdana Pro Light" w:eastAsiaTheme="minorHAnsi" w:hAnsi="Verdana Pro Light" w:cstheme="minorBidi"/>
          <w:sz w:val="16"/>
        </w:rPr>
        <w:t>Comum com várias qualificações do setor cultural</w:t>
      </w:r>
      <w:r>
        <w:t xml:space="preserve"> </w:t>
      </w:r>
    </w:p>
  </w:footnote>
  <w:footnote w:id="7">
    <w:p w14:paraId="7D8D46B3" w14:textId="77777777" w:rsidR="00B776AC" w:rsidRDefault="00B776AC" w:rsidP="00B776AC">
      <w:pPr>
        <w:pStyle w:val="Textodenotaderodap"/>
      </w:pPr>
      <w:r>
        <w:rPr>
          <w:rStyle w:val="Refdenotaderodap"/>
        </w:rPr>
        <w:footnoteRef/>
      </w:r>
      <w:r>
        <w:t xml:space="preserve"> Comum com várias as qualificações do setor da Cultura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3C7B" w14:textId="77777777" w:rsidR="001007AE" w:rsidRDefault="001007AE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5BEC3C81" wp14:editId="5BEC3C82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5BEC3C83" wp14:editId="5BEC3C84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0F06"/>
    <w:multiLevelType w:val="hybridMultilevel"/>
    <w:tmpl w:val="9176F626"/>
    <w:lvl w:ilvl="0" w:tplc="CEB6D62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2" w:hanging="360"/>
      </w:pPr>
    </w:lvl>
    <w:lvl w:ilvl="2" w:tplc="0816001B" w:tentative="1">
      <w:start w:val="1"/>
      <w:numFmt w:val="lowerRoman"/>
      <w:lvlText w:val="%3."/>
      <w:lvlJc w:val="right"/>
      <w:pPr>
        <w:ind w:left="1802" w:hanging="180"/>
      </w:pPr>
    </w:lvl>
    <w:lvl w:ilvl="3" w:tplc="0816000F" w:tentative="1">
      <w:start w:val="1"/>
      <w:numFmt w:val="decimal"/>
      <w:lvlText w:val="%4."/>
      <w:lvlJc w:val="left"/>
      <w:pPr>
        <w:ind w:left="2522" w:hanging="360"/>
      </w:pPr>
    </w:lvl>
    <w:lvl w:ilvl="4" w:tplc="08160019" w:tentative="1">
      <w:start w:val="1"/>
      <w:numFmt w:val="lowerLetter"/>
      <w:lvlText w:val="%5."/>
      <w:lvlJc w:val="left"/>
      <w:pPr>
        <w:ind w:left="3242" w:hanging="360"/>
      </w:pPr>
    </w:lvl>
    <w:lvl w:ilvl="5" w:tplc="0816001B" w:tentative="1">
      <w:start w:val="1"/>
      <w:numFmt w:val="lowerRoman"/>
      <w:lvlText w:val="%6."/>
      <w:lvlJc w:val="right"/>
      <w:pPr>
        <w:ind w:left="3962" w:hanging="180"/>
      </w:pPr>
    </w:lvl>
    <w:lvl w:ilvl="6" w:tplc="0816000F" w:tentative="1">
      <w:start w:val="1"/>
      <w:numFmt w:val="decimal"/>
      <w:lvlText w:val="%7."/>
      <w:lvlJc w:val="left"/>
      <w:pPr>
        <w:ind w:left="4682" w:hanging="360"/>
      </w:pPr>
    </w:lvl>
    <w:lvl w:ilvl="7" w:tplc="08160019" w:tentative="1">
      <w:start w:val="1"/>
      <w:numFmt w:val="lowerLetter"/>
      <w:lvlText w:val="%8."/>
      <w:lvlJc w:val="left"/>
      <w:pPr>
        <w:ind w:left="5402" w:hanging="360"/>
      </w:pPr>
    </w:lvl>
    <w:lvl w:ilvl="8" w:tplc="0816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53E3E43"/>
    <w:multiLevelType w:val="multilevel"/>
    <w:tmpl w:val="3716D918"/>
    <w:lvl w:ilvl="0">
      <w:start w:val="1"/>
      <w:numFmt w:val="decimal"/>
      <w:lvlText w:val="%1."/>
      <w:lvlJc w:val="left"/>
      <w:pPr>
        <w:ind w:left="720" w:hanging="360"/>
      </w:pPr>
      <w:rPr>
        <w:rFonts w:ascii="VerdanaNegrito" w:eastAsiaTheme="minorHAnsi" w:hAnsi="VerdanaNegrito" w:cs="VerdanaNegri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C3E75"/>
    <w:multiLevelType w:val="hybridMultilevel"/>
    <w:tmpl w:val="40462248"/>
    <w:lvl w:ilvl="0" w:tplc="08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84087"/>
    <w:multiLevelType w:val="hybridMultilevel"/>
    <w:tmpl w:val="E6C8027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D20BB9"/>
    <w:multiLevelType w:val="multilevel"/>
    <w:tmpl w:val="BB902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30E920C8"/>
    <w:multiLevelType w:val="hybridMultilevel"/>
    <w:tmpl w:val="A43C3C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E423C61"/>
    <w:multiLevelType w:val="multilevel"/>
    <w:tmpl w:val="1F3E0E6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B4A2CDE"/>
    <w:multiLevelType w:val="hybridMultilevel"/>
    <w:tmpl w:val="69B4875C"/>
    <w:lvl w:ilvl="0" w:tplc="BF467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FA46EE" w:tentative="1">
      <w:start w:val="1"/>
      <w:numFmt w:val="lowerLetter"/>
      <w:lvlText w:val="%2."/>
      <w:lvlJc w:val="left"/>
      <w:pPr>
        <w:ind w:left="1440" w:hanging="360"/>
      </w:pPr>
    </w:lvl>
    <w:lvl w:ilvl="2" w:tplc="6FEE5B1E" w:tentative="1">
      <w:start w:val="1"/>
      <w:numFmt w:val="lowerRoman"/>
      <w:lvlText w:val="%3."/>
      <w:lvlJc w:val="right"/>
      <w:pPr>
        <w:ind w:left="2160" w:hanging="180"/>
      </w:pPr>
    </w:lvl>
    <w:lvl w:ilvl="3" w:tplc="F3B63C10" w:tentative="1">
      <w:start w:val="1"/>
      <w:numFmt w:val="decimal"/>
      <w:lvlText w:val="%4."/>
      <w:lvlJc w:val="left"/>
      <w:pPr>
        <w:ind w:left="2880" w:hanging="360"/>
      </w:pPr>
    </w:lvl>
    <w:lvl w:ilvl="4" w:tplc="972AC446" w:tentative="1">
      <w:start w:val="1"/>
      <w:numFmt w:val="lowerLetter"/>
      <w:lvlText w:val="%5."/>
      <w:lvlJc w:val="left"/>
      <w:pPr>
        <w:ind w:left="3600" w:hanging="360"/>
      </w:pPr>
    </w:lvl>
    <w:lvl w:ilvl="5" w:tplc="57306360" w:tentative="1">
      <w:start w:val="1"/>
      <w:numFmt w:val="lowerRoman"/>
      <w:lvlText w:val="%6."/>
      <w:lvlJc w:val="right"/>
      <w:pPr>
        <w:ind w:left="4320" w:hanging="180"/>
      </w:pPr>
    </w:lvl>
    <w:lvl w:ilvl="6" w:tplc="F096352E" w:tentative="1">
      <w:start w:val="1"/>
      <w:numFmt w:val="decimal"/>
      <w:lvlText w:val="%7."/>
      <w:lvlJc w:val="left"/>
      <w:pPr>
        <w:ind w:left="5040" w:hanging="360"/>
      </w:pPr>
    </w:lvl>
    <w:lvl w:ilvl="7" w:tplc="862603F8" w:tentative="1">
      <w:start w:val="1"/>
      <w:numFmt w:val="lowerLetter"/>
      <w:lvlText w:val="%8."/>
      <w:lvlJc w:val="left"/>
      <w:pPr>
        <w:ind w:left="5760" w:hanging="360"/>
      </w:pPr>
    </w:lvl>
    <w:lvl w:ilvl="8" w:tplc="C178D4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C304C3"/>
    <w:multiLevelType w:val="multilevel"/>
    <w:tmpl w:val="A39E7D8A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0E479A6"/>
    <w:multiLevelType w:val="multilevel"/>
    <w:tmpl w:val="BB902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C805557"/>
    <w:multiLevelType w:val="hybridMultilevel"/>
    <w:tmpl w:val="4496C118"/>
    <w:lvl w:ilvl="0" w:tplc="A2D40E46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E2A43D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44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24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4E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42AA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488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F65A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CC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7" w15:restartNumberingAfterBreak="0">
    <w:nsid w:val="65204475"/>
    <w:multiLevelType w:val="hybridMultilevel"/>
    <w:tmpl w:val="3488AADA"/>
    <w:lvl w:ilvl="0" w:tplc="507AB15A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8160003" w:tentative="1">
      <w:start w:val="1"/>
      <w:numFmt w:val="lowerLetter"/>
      <w:lvlText w:val="%2."/>
      <w:lvlJc w:val="left"/>
      <w:pPr>
        <w:ind w:left="1079" w:hanging="360"/>
      </w:pPr>
    </w:lvl>
    <w:lvl w:ilvl="2" w:tplc="08160005" w:tentative="1">
      <w:start w:val="1"/>
      <w:numFmt w:val="lowerRoman"/>
      <w:lvlText w:val="%3."/>
      <w:lvlJc w:val="right"/>
      <w:pPr>
        <w:ind w:left="1799" w:hanging="180"/>
      </w:pPr>
    </w:lvl>
    <w:lvl w:ilvl="3" w:tplc="08160001" w:tentative="1">
      <w:start w:val="1"/>
      <w:numFmt w:val="decimal"/>
      <w:lvlText w:val="%4."/>
      <w:lvlJc w:val="left"/>
      <w:pPr>
        <w:ind w:left="2519" w:hanging="360"/>
      </w:pPr>
    </w:lvl>
    <w:lvl w:ilvl="4" w:tplc="08160003" w:tentative="1">
      <w:start w:val="1"/>
      <w:numFmt w:val="lowerLetter"/>
      <w:lvlText w:val="%5."/>
      <w:lvlJc w:val="left"/>
      <w:pPr>
        <w:ind w:left="3239" w:hanging="360"/>
      </w:pPr>
    </w:lvl>
    <w:lvl w:ilvl="5" w:tplc="08160005" w:tentative="1">
      <w:start w:val="1"/>
      <w:numFmt w:val="lowerRoman"/>
      <w:lvlText w:val="%6."/>
      <w:lvlJc w:val="right"/>
      <w:pPr>
        <w:ind w:left="3959" w:hanging="180"/>
      </w:pPr>
    </w:lvl>
    <w:lvl w:ilvl="6" w:tplc="08160001" w:tentative="1">
      <w:start w:val="1"/>
      <w:numFmt w:val="decimal"/>
      <w:lvlText w:val="%7."/>
      <w:lvlJc w:val="left"/>
      <w:pPr>
        <w:ind w:left="4679" w:hanging="360"/>
      </w:pPr>
    </w:lvl>
    <w:lvl w:ilvl="7" w:tplc="08160003" w:tentative="1">
      <w:start w:val="1"/>
      <w:numFmt w:val="lowerLetter"/>
      <w:lvlText w:val="%8."/>
      <w:lvlJc w:val="left"/>
      <w:pPr>
        <w:ind w:left="5399" w:hanging="360"/>
      </w:pPr>
    </w:lvl>
    <w:lvl w:ilvl="8" w:tplc="08160005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8" w15:restartNumberingAfterBreak="0">
    <w:nsid w:val="6AE774EE"/>
    <w:multiLevelType w:val="hybridMultilevel"/>
    <w:tmpl w:val="C2909608"/>
    <w:lvl w:ilvl="0" w:tplc="52B437D4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theme="minorBidi"/>
      </w:rPr>
    </w:lvl>
    <w:lvl w:ilvl="1" w:tplc="0816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6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6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6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6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6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6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6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60457AC"/>
    <w:multiLevelType w:val="multilevel"/>
    <w:tmpl w:val="BF686874"/>
    <w:lvl w:ilvl="0">
      <w:start w:val="1"/>
      <w:numFmt w:val="decimal"/>
      <w:lvlText w:val="%1."/>
      <w:lvlJc w:val="left"/>
      <w:pPr>
        <w:ind w:left="720" w:hanging="360"/>
      </w:pPr>
      <w:rPr>
        <w:rFonts w:ascii="VerdanaNegrito" w:eastAsiaTheme="minorHAnsi" w:hAnsi="VerdanaNegrito" w:cs="VerdanaNegri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600940995">
    <w:abstractNumId w:val="2"/>
  </w:num>
  <w:num w:numId="2" w16cid:durableId="338508872">
    <w:abstractNumId w:val="8"/>
  </w:num>
  <w:num w:numId="3" w16cid:durableId="878206809">
    <w:abstractNumId w:val="16"/>
  </w:num>
  <w:num w:numId="4" w16cid:durableId="2037847038">
    <w:abstractNumId w:val="6"/>
  </w:num>
  <w:num w:numId="5" w16cid:durableId="577831835">
    <w:abstractNumId w:val="11"/>
  </w:num>
  <w:num w:numId="6" w16cid:durableId="541476040">
    <w:abstractNumId w:val="3"/>
  </w:num>
  <w:num w:numId="7" w16cid:durableId="541403721">
    <w:abstractNumId w:val="0"/>
  </w:num>
  <w:num w:numId="8" w16cid:durableId="847331730">
    <w:abstractNumId w:val="4"/>
  </w:num>
  <w:num w:numId="9" w16cid:durableId="1646084396">
    <w:abstractNumId w:val="19"/>
  </w:num>
  <w:num w:numId="10" w16cid:durableId="58525532">
    <w:abstractNumId w:val="1"/>
  </w:num>
  <w:num w:numId="11" w16cid:durableId="2069180401">
    <w:abstractNumId w:val="7"/>
  </w:num>
  <w:num w:numId="12" w16cid:durableId="1918512844">
    <w:abstractNumId w:val="9"/>
  </w:num>
  <w:num w:numId="13" w16cid:durableId="1717191866">
    <w:abstractNumId w:val="18"/>
  </w:num>
  <w:num w:numId="14" w16cid:durableId="1527330821">
    <w:abstractNumId w:val="17"/>
  </w:num>
  <w:num w:numId="15" w16cid:durableId="1392771154">
    <w:abstractNumId w:val="5"/>
  </w:num>
  <w:num w:numId="16" w16cid:durableId="206338701">
    <w:abstractNumId w:val="12"/>
  </w:num>
  <w:num w:numId="17" w16cid:durableId="2073580868">
    <w:abstractNumId w:val="15"/>
  </w:num>
  <w:num w:numId="18" w16cid:durableId="162282647">
    <w:abstractNumId w:val="14"/>
  </w:num>
  <w:num w:numId="19" w16cid:durableId="1401058246">
    <w:abstractNumId w:val="10"/>
  </w:num>
  <w:num w:numId="20" w16cid:durableId="17876502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17"/>
    <w:rsid w:val="000005CA"/>
    <w:rsid w:val="00002856"/>
    <w:rsid w:val="0000549A"/>
    <w:rsid w:val="000104EB"/>
    <w:rsid w:val="00010BFE"/>
    <w:rsid w:val="00011787"/>
    <w:rsid w:val="00012385"/>
    <w:rsid w:val="00013F7D"/>
    <w:rsid w:val="000147E7"/>
    <w:rsid w:val="000155BA"/>
    <w:rsid w:val="00016328"/>
    <w:rsid w:val="00020B3C"/>
    <w:rsid w:val="00026115"/>
    <w:rsid w:val="00030E1B"/>
    <w:rsid w:val="00045A0D"/>
    <w:rsid w:val="00051E1B"/>
    <w:rsid w:val="0005445E"/>
    <w:rsid w:val="00054D60"/>
    <w:rsid w:val="00055C1F"/>
    <w:rsid w:val="000571B1"/>
    <w:rsid w:val="000626A7"/>
    <w:rsid w:val="00062EE7"/>
    <w:rsid w:val="00064585"/>
    <w:rsid w:val="00065E8D"/>
    <w:rsid w:val="000718C9"/>
    <w:rsid w:val="00072B0F"/>
    <w:rsid w:val="000770B5"/>
    <w:rsid w:val="00082507"/>
    <w:rsid w:val="00084493"/>
    <w:rsid w:val="000866F4"/>
    <w:rsid w:val="0009091B"/>
    <w:rsid w:val="00091886"/>
    <w:rsid w:val="00095855"/>
    <w:rsid w:val="0009679E"/>
    <w:rsid w:val="00097688"/>
    <w:rsid w:val="00097DA1"/>
    <w:rsid w:val="000A25EE"/>
    <w:rsid w:val="000B2869"/>
    <w:rsid w:val="000B32DF"/>
    <w:rsid w:val="000B335C"/>
    <w:rsid w:val="000B45F4"/>
    <w:rsid w:val="000B6469"/>
    <w:rsid w:val="000B6869"/>
    <w:rsid w:val="000B6AEC"/>
    <w:rsid w:val="000C2959"/>
    <w:rsid w:val="000C2A23"/>
    <w:rsid w:val="000D191B"/>
    <w:rsid w:val="000D2906"/>
    <w:rsid w:val="000D3DE6"/>
    <w:rsid w:val="000D4A05"/>
    <w:rsid w:val="000D5CB5"/>
    <w:rsid w:val="000F278C"/>
    <w:rsid w:val="000F3A8C"/>
    <w:rsid w:val="00100010"/>
    <w:rsid w:val="001007AE"/>
    <w:rsid w:val="00101CF6"/>
    <w:rsid w:val="00102638"/>
    <w:rsid w:val="0010320D"/>
    <w:rsid w:val="00106B9E"/>
    <w:rsid w:val="001112EA"/>
    <w:rsid w:val="001171B3"/>
    <w:rsid w:val="001212FF"/>
    <w:rsid w:val="00125F63"/>
    <w:rsid w:val="001276DE"/>
    <w:rsid w:val="00127FD8"/>
    <w:rsid w:val="00131A1E"/>
    <w:rsid w:val="0013300A"/>
    <w:rsid w:val="001364D3"/>
    <w:rsid w:val="00140838"/>
    <w:rsid w:val="00150E12"/>
    <w:rsid w:val="001517C6"/>
    <w:rsid w:val="00153705"/>
    <w:rsid w:val="001571DA"/>
    <w:rsid w:val="00160E75"/>
    <w:rsid w:val="0016522C"/>
    <w:rsid w:val="0016644A"/>
    <w:rsid w:val="00182E70"/>
    <w:rsid w:val="0018376B"/>
    <w:rsid w:val="00184B66"/>
    <w:rsid w:val="00192341"/>
    <w:rsid w:val="00194640"/>
    <w:rsid w:val="00197D20"/>
    <w:rsid w:val="001A17D3"/>
    <w:rsid w:val="001A2B5D"/>
    <w:rsid w:val="001A4E2B"/>
    <w:rsid w:val="001A538F"/>
    <w:rsid w:val="001A5B12"/>
    <w:rsid w:val="001B088C"/>
    <w:rsid w:val="001B1119"/>
    <w:rsid w:val="001B1ACF"/>
    <w:rsid w:val="001B31C7"/>
    <w:rsid w:val="001B3B4F"/>
    <w:rsid w:val="001B4498"/>
    <w:rsid w:val="001B4DF6"/>
    <w:rsid w:val="001C793A"/>
    <w:rsid w:val="001D6A8C"/>
    <w:rsid w:val="001E0A95"/>
    <w:rsid w:val="001E1B98"/>
    <w:rsid w:val="001E3C4E"/>
    <w:rsid w:val="001F17EE"/>
    <w:rsid w:val="001F28F6"/>
    <w:rsid w:val="001F3C4B"/>
    <w:rsid w:val="001F51C1"/>
    <w:rsid w:val="001F6ED6"/>
    <w:rsid w:val="001F7328"/>
    <w:rsid w:val="00201DF6"/>
    <w:rsid w:val="002032F6"/>
    <w:rsid w:val="002034A0"/>
    <w:rsid w:val="00207192"/>
    <w:rsid w:val="00212C8E"/>
    <w:rsid w:val="0021797C"/>
    <w:rsid w:val="00224C63"/>
    <w:rsid w:val="002313C4"/>
    <w:rsid w:val="00232721"/>
    <w:rsid w:val="00232BE2"/>
    <w:rsid w:val="00233416"/>
    <w:rsid w:val="00234037"/>
    <w:rsid w:val="00235342"/>
    <w:rsid w:val="002358A6"/>
    <w:rsid w:val="00236149"/>
    <w:rsid w:val="00242405"/>
    <w:rsid w:val="00246B14"/>
    <w:rsid w:val="00250DCB"/>
    <w:rsid w:val="00250F16"/>
    <w:rsid w:val="00250F42"/>
    <w:rsid w:val="002517E7"/>
    <w:rsid w:val="00256830"/>
    <w:rsid w:val="00261DD8"/>
    <w:rsid w:val="00273152"/>
    <w:rsid w:val="00273982"/>
    <w:rsid w:val="002803E6"/>
    <w:rsid w:val="00291019"/>
    <w:rsid w:val="002924EA"/>
    <w:rsid w:val="00297892"/>
    <w:rsid w:val="002A0550"/>
    <w:rsid w:val="002A5F23"/>
    <w:rsid w:val="002A75F2"/>
    <w:rsid w:val="002B0690"/>
    <w:rsid w:val="002B480C"/>
    <w:rsid w:val="002B62A5"/>
    <w:rsid w:val="002B7007"/>
    <w:rsid w:val="002B7C85"/>
    <w:rsid w:val="002C1E9D"/>
    <w:rsid w:val="002C409C"/>
    <w:rsid w:val="002D0609"/>
    <w:rsid w:val="002D4D5F"/>
    <w:rsid w:val="002D5C06"/>
    <w:rsid w:val="002E104B"/>
    <w:rsid w:val="002E65EB"/>
    <w:rsid w:val="002F19AF"/>
    <w:rsid w:val="002F27B4"/>
    <w:rsid w:val="002F427F"/>
    <w:rsid w:val="00300ACC"/>
    <w:rsid w:val="00301C1A"/>
    <w:rsid w:val="003027A6"/>
    <w:rsid w:val="0030487B"/>
    <w:rsid w:val="003061A7"/>
    <w:rsid w:val="0031533B"/>
    <w:rsid w:val="00320576"/>
    <w:rsid w:val="00324B74"/>
    <w:rsid w:val="00325F95"/>
    <w:rsid w:val="00332A30"/>
    <w:rsid w:val="00332C4A"/>
    <w:rsid w:val="00333E5B"/>
    <w:rsid w:val="00340FA3"/>
    <w:rsid w:val="00345306"/>
    <w:rsid w:val="0034647B"/>
    <w:rsid w:val="00346D6E"/>
    <w:rsid w:val="00354542"/>
    <w:rsid w:val="00355C59"/>
    <w:rsid w:val="00360446"/>
    <w:rsid w:val="0036181B"/>
    <w:rsid w:val="0036235E"/>
    <w:rsid w:val="00362D39"/>
    <w:rsid w:val="00377570"/>
    <w:rsid w:val="0038145E"/>
    <w:rsid w:val="00383E48"/>
    <w:rsid w:val="00385C28"/>
    <w:rsid w:val="003A265D"/>
    <w:rsid w:val="003A4D17"/>
    <w:rsid w:val="003B14FC"/>
    <w:rsid w:val="003B1A01"/>
    <w:rsid w:val="003B38D7"/>
    <w:rsid w:val="003B4E85"/>
    <w:rsid w:val="003C0B64"/>
    <w:rsid w:val="003C0CD2"/>
    <w:rsid w:val="003C4CEF"/>
    <w:rsid w:val="003C7B6B"/>
    <w:rsid w:val="003D1065"/>
    <w:rsid w:val="003D5A6B"/>
    <w:rsid w:val="003E1BF4"/>
    <w:rsid w:val="003E3803"/>
    <w:rsid w:val="003F358B"/>
    <w:rsid w:val="003F6652"/>
    <w:rsid w:val="0040225A"/>
    <w:rsid w:val="004028F0"/>
    <w:rsid w:val="00405234"/>
    <w:rsid w:val="00411A5D"/>
    <w:rsid w:val="00413CCA"/>
    <w:rsid w:val="00414DBB"/>
    <w:rsid w:val="00422BFC"/>
    <w:rsid w:val="00424068"/>
    <w:rsid w:val="004258D4"/>
    <w:rsid w:val="004302B6"/>
    <w:rsid w:val="00430953"/>
    <w:rsid w:val="00431347"/>
    <w:rsid w:val="00435E32"/>
    <w:rsid w:val="00437203"/>
    <w:rsid w:val="00442B8A"/>
    <w:rsid w:val="00443A22"/>
    <w:rsid w:val="00444ACD"/>
    <w:rsid w:val="00451874"/>
    <w:rsid w:val="004519E4"/>
    <w:rsid w:val="00464E41"/>
    <w:rsid w:val="0046504D"/>
    <w:rsid w:val="004658F0"/>
    <w:rsid w:val="00467265"/>
    <w:rsid w:val="00473C9A"/>
    <w:rsid w:val="004752AC"/>
    <w:rsid w:val="004775A3"/>
    <w:rsid w:val="00481ACE"/>
    <w:rsid w:val="004826DC"/>
    <w:rsid w:val="00485051"/>
    <w:rsid w:val="00487D7C"/>
    <w:rsid w:val="004904D1"/>
    <w:rsid w:val="004914FE"/>
    <w:rsid w:val="0049480A"/>
    <w:rsid w:val="004A1618"/>
    <w:rsid w:val="004A24F1"/>
    <w:rsid w:val="004A3867"/>
    <w:rsid w:val="004B2FB9"/>
    <w:rsid w:val="004B339F"/>
    <w:rsid w:val="004B3598"/>
    <w:rsid w:val="004B7129"/>
    <w:rsid w:val="004C0F4E"/>
    <w:rsid w:val="004C4B58"/>
    <w:rsid w:val="004C5293"/>
    <w:rsid w:val="004C63F2"/>
    <w:rsid w:val="004C656D"/>
    <w:rsid w:val="004C7F26"/>
    <w:rsid w:val="004D0FFB"/>
    <w:rsid w:val="004D104D"/>
    <w:rsid w:val="004D137C"/>
    <w:rsid w:val="004D1B4E"/>
    <w:rsid w:val="004D38A4"/>
    <w:rsid w:val="004D5605"/>
    <w:rsid w:val="004D6CFE"/>
    <w:rsid w:val="004D7DA5"/>
    <w:rsid w:val="004E3587"/>
    <w:rsid w:val="004E5BAD"/>
    <w:rsid w:val="004E62B7"/>
    <w:rsid w:val="004E7063"/>
    <w:rsid w:val="004E7F4A"/>
    <w:rsid w:val="004F117D"/>
    <w:rsid w:val="004F63F0"/>
    <w:rsid w:val="00501489"/>
    <w:rsid w:val="0050248F"/>
    <w:rsid w:val="00503703"/>
    <w:rsid w:val="00504770"/>
    <w:rsid w:val="00515744"/>
    <w:rsid w:val="005211B0"/>
    <w:rsid w:val="00521EC4"/>
    <w:rsid w:val="0052247C"/>
    <w:rsid w:val="005258AE"/>
    <w:rsid w:val="00525CA8"/>
    <w:rsid w:val="00526579"/>
    <w:rsid w:val="005303DA"/>
    <w:rsid w:val="00531B72"/>
    <w:rsid w:val="0053340F"/>
    <w:rsid w:val="00541E9E"/>
    <w:rsid w:val="0054452B"/>
    <w:rsid w:val="00545208"/>
    <w:rsid w:val="00551549"/>
    <w:rsid w:val="00557753"/>
    <w:rsid w:val="005602D4"/>
    <w:rsid w:val="005624DA"/>
    <w:rsid w:val="00562953"/>
    <w:rsid w:val="00564D14"/>
    <w:rsid w:val="00570326"/>
    <w:rsid w:val="00585876"/>
    <w:rsid w:val="00593757"/>
    <w:rsid w:val="00595CAC"/>
    <w:rsid w:val="0059782E"/>
    <w:rsid w:val="00597C3B"/>
    <w:rsid w:val="005A050A"/>
    <w:rsid w:val="005A168A"/>
    <w:rsid w:val="005A36E8"/>
    <w:rsid w:val="005A7341"/>
    <w:rsid w:val="005B0D4B"/>
    <w:rsid w:val="005B35D8"/>
    <w:rsid w:val="005B3E96"/>
    <w:rsid w:val="005B4953"/>
    <w:rsid w:val="005B5766"/>
    <w:rsid w:val="005B5BBB"/>
    <w:rsid w:val="005B6D3A"/>
    <w:rsid w:val="005C1274"/>
    <w:rsid w:val="005C55F5"/>
    <w:rsid w:val="005C739E"/>
    <w:rsid w:val="005D2723"/>
    <w:rsid w:val="005D5C6F"/>
    <w:rsid w:val="005E661C"/>
    <w:rsid w:val="005F1011"/>
    <w:rsid w:val="005F33F4"/>
    <w:rsid w:val="006005A9"/>
    <w:rsid w:val="006056EB"/>
    <w:rsid w:val="0060706D"/>
    <w:rsid w:val="00610FB9"/>
    <w:rsid w:val="00612256"/>
    <w:rsid w:val="00612684"/>
    <w:rsid w:val="006136CD"/>
    <w:rsid w:val="00616272"/>
    <w:rsid w:val="006213C5"/>
    <w:rsid w:val="006233F8"/>
    <w:rsid w:val="006320F7"/>
    <w:rsid w:val="00635680"/>
    <w:rsid w:val="00640760"/>
    <w:rsid w:val="00646711"/>
    <w:rsid w:val="00646BED"/>
    <w:rsid w:val="0065626E"/>
    <w:rsid w:val="00662AC2"/>
    <w:rsid w:val="006640C5"/>
    <w:rsid w:val="006663A4"/>
    <w:rsid w:val="006679D4"/>
    <w:rsid w:val="0067165A"/>
    <w:rsid w:val="00684175"/>
    <w:rsid w:val="0068489A"/>
    <w:rsid w:val="00685A8B"/>
    <w:rsid w:val="00690F3F"/>
    <w:rsid w:val="00693A88"/>
    <w:rsid w:val="006942C8"/>
    <w:rsid w:val="00694880"/>
    <w:rsid w:val="00695AC3"/>
    <w:rsid w:val="006A1CDE"/>
    <w:rsid w:val="006A3161"/>
    <w:rsid w:val="006B61DD"/>
    <w:rsid w:val="006C0318"/>
    <w:rsid w:val="006D1296"/>
    <w:rsid w:val="006D61FC"/>
    <w:rsid w:val="006D6F0C"/>
    <w:rsid w:val="006D7342"/>
    <w:rsid w:val="006E0302"/>
    <w:rsid w:val="006E1540"/>
    <w:rsid w:val="006E39A5"/>
    <w:rsid w:val="006E46B2"/>
    <w:rsid w:val="006E5859"/>
    <w:rsid w:val="006E60D8"/>
    <w:rsid w:val="006F02CB"/>
    <w:rsid w:val="006F0B80"/>
    <w:rsid w:val="006F0E3D"/>
    <w:rsid w:val="006F276D"/>
    <w:rsid w:val="006F42CD"/>
    <w:rsid w:val="006F5138"/>
    <w:rsid w:val="00701DDB"/>
    <w:rsid w:val="00705108"/>
    <w:rsid w:val="00706088"/>
    <w:rsid w:val="00706A57"/>
    <w:rsid w:val="00712C22"/>
    <w:rsid w:val="00717254"/>
    <w:rsid w:val="00721800"/>
    <w:rsid w:val="007228D2"/>
    <w:rsid w:val="007264C0"/>
    <w:rsid w:val="00727CAB"/>
    <w:rsid w:val="0074287C"/>
    <w:rsid w:val="00746109"/>
    <w:rsid w:val="00754B0A"/>
    <w:rsid w:val="0075705F"/>
    <w:rsid w:val="00761BE9"/>
    <w:rsid w:val="00763789"/>
    <w:rsid w:val="007651CD"/>
    <w:rsid w:val="00767A32"/>
    <w:rsid w:val="00772026"/>
    <w:rsid w:val="00776381"/>
    <w:rsid w:val="007766C9"/>
    <w:rsid w:val="007848CD"/>
    <w:rsid w:val="00785510"/>
    <w:rsid w:val="00790067"/>
    <w:rsid w:val="007A0526"/>
    <w:rsid w:val="007A0ECA"/>
    <w:rsid w:val="007A2C1C"/>
    <w:rsid w:val="007A3347"/>
    <w:rsid w:val="007A6F32"/>
    <w:rsid w:val="007A7D0B"/>
    <w:rsid w:val="007B006E"/>
    <w:rsid w:val="007B4E3E"/>
    <w:rsid w:val="007B5598"/>
    <w:rsid w:val="007C0BC4"/>
    <w:rsid w:val="007C390B"/>
    <w:rsid w:val="007D2C63"/>
    <w:rsid w:val="007D4AB8"/>
    <w:rsid w:val="007D5693"/>
    <w:rsid w:val="007D5855"/>
    <w:rsid w:val="007E03BF"/>
    <w:rsid w:val="007E4952"/>
    <w:rsid w:val="007F172C"/>
    <w:rsid w:val="007F4EE2"/>
    <w:rsid w:val="007F65E2"/>
    <w:rsid w:val="007F74D4"/>
    <w:rsid w:val="007F7DC2"/>
    <w:rsid w:val="00802F03"/>
    <w:rsid w:val="00803096"/>
    <w:rsid w:val="00805D40"/>
    <w:rsid w:val="00811C7E"/>
    <w:rsid w:val="00813690"/>
    <w:rsid w:val="00813DEF"/>
    <w:rsid w:val="008245A4"/>
    <w:rsid w:val="008271AC"/>
    <w:rsid w:val="00831047"/>
    <w:rsid w:val="00832AB5"/>
    <w:rsid w:val="00834DAB"/>
    <w:rsid w:val="008368D8"/>
    <w:rsid w:val="00837428"/>
    <w:rsid w:val="00840AB3"/>
    <w:rsid w:val="00842135"/>
    <w:rsid w:val="00842769"/>
    <w:rsid w:val="00844D8A"/>
    <w:rsid w:val="00845C8A"/>
    <w:rsid w:val="008463F7"/>
    <w:rsid w:val="00846FE4"/>
    <w:rsid w:val="008477A9"/>
    <w:rsid w:val="0085126A"/>
    <w:rsid w:val="00854AB4"/>
    <w:rsid w:val="00863E5E"/>
    <w:rsid w:val="00866C61"/>
    <w:rsid w:val="00866CA8"/>
    <w:rsid w:val="0087470B"/>
    <w:rsid w:val="0088105B"/>
    <w:rsid w:val="00887024"/>
    <w:rsid w:val="008872AC"/>
    <w:rsid w:val="008924A7"/>
    <w:rsid w:val="008941E8"/>
    <w:rsid w:val="008942CA"/>
    <w:rsid w:val="00897819"/>
    <w:rsid w:val="008A092F"/>
    <w:rsid w:val="008A20AD"/>
    <w:rsid w:val="008A2D53"/>
    <w:rsid w:val="008C1AD9"/>
    <w:rsid w:val="008C1C41"/>
    <w:rsid w:val="008C6440"/>
    <w:rsid w:val="008C76A8"/>
    <w:rsid w:val="008D2CEE"/>
    <w:rsid w:val="008E1C31"/>
    <w:rsid w:val="008E1D5F"/>
    <w:rsid w:val="008E23A0"/>
    <w:rsid w:val="008E2F11"/>
    <w:rsid w:val="008E32FA"/>
    <w:rsid w:val="008E6867"/>
    <w:rsid w:val="008F791A"/>
    <w:rsid w:val="008F7B91"/>
    <w:rsid w:val="008F7BA9"/>
    <w:rsid w:val="009016F7"/>
    <w:rsid w:val="009025DC"/>
    <w:rsid w:val="0090590F"/>
    <w:rsid w:val="00906320"/>
    <w:rsid w:val="009104FA"/>
    <w:rsid w:val="00910602"/>
    <w:rsid w:val="00910A95"/>
    <w:rsid w:val="00914B87"/>
    <w:rsid w:val="00917C13"/>
    <w:rsid w:val="00926E6D"/>
    <w:rsid w:val="00927FE8"/>
    <w:rsid w:val="0093414D"/>
    <w:rsid w:val="00951F07"/>
    <w:rsid w:val="009542B7"/>
    <w:rsid w:val="00954CF3"/>
    <w:rsid w:val="0095660E"/>
    <w:rsid w:val="00960379"/>
    <w:rsid w:val="009647A6"/>
    <w:rsid w:val="00973A4E"/>
    <w:rsid w:val="009769B3"/>
    <w:rsid w:val="00976D15"/>
    <w:rsid w:val="0098246B"/>
    <w:rsid w:val="00982774"/>
    <w:rsid w:val="00982EFC"/>
    <w:rsid w:val="00984693"/>
    <w:rsid w:val="00986234"/>
    <w:rsid w:val="009877FB"/>
    <w:rsid w:val="00990516"/>
    <w:rsid w:val="00995455"/>
    <w:rsid w:val="009A3C41"/>
    <w:rsid w:val="009B3519"/>
    <w:rsid w:val="009B45D9"/>
    <w:rsid w:val="009B51F6"/>
    <w:rsid w:val="009C2C4E"/>
    <w:rsid w:val="009D032F"/>
    <w:rsid w:val="009D31F2"/>
    <w:rsid w:val="009D5C06"/>
    <w:rsid w:val="009E2436"/>
    <w:rsid w:val="009E73E4"/>
    <w:rsid w:val="009F2405"/>
    <w:rsid w:val="009F5DB0"/>
    <w:rsid w:val="00A11C6B"/>
    <w:rsid w:val="00A1200B"/>
    <w:rsid w:val="00A153E8"/>
    <w:rsid w:val="00A15D48"/>
    <w:rsid w:val="00A163E5"/>
    <w:rsid w:val="00A209C5"/>
    <w:rsid w:val="00A22965"/>
    <w:rsid w:val="00A232DF"/>
    <w:rsid w:val="00A26F35"/>
    <w:rsid w:val="00A311F4"/>
    <w:rsid w:val="00A3277A"/>
    <w:rsid w:val="00A34446"/>
    <w:rsid w:val="00A34ED1"/>
    <w:rsid w:val="00A3590B"/>
    <w:rsid w:val="00A4065A"/>
    <w:rsid w:val="00A43A4F"/>
    <w:rsid w:val="00A44B10"/>
    <w:rsid w:val="00A44F28"/>
    <w:rsid w:val="00A4545C"/>
    <w:rsid w:val="00A5158F"/>
    <w:rsid w:val="00A52598"/>
    <w:rsid w:val="00A54B1C"/>
    <w:rsid w:val="00A54B76"/>
    <w:rsid w:val="00A6009C"/>
    <w:rsid w:val="00A617BC"/>
    <w:rsid w:val="00A6394B"/>
    <w:rsid w:val="00A63989"/>
    <w:rsid w:val="00A65B2E"/>
    <w:rsid w:val="00A6639E"/>
    <w:rsid w:val="00A714EB"/>
    <w:rsid w:val="00A778F4"/>
    <w:rsid w:val="00A80105"/>
    <w:rsid w:val="00A81D17"/>
    <w:rsid w:val="00A823CE"/>
    <w:rsid w:val="00A833C5"/>
    <w:rsid w:val="00A87201"/>
    <w:rsid w:val="00A96F2F"/>
    <w:rsid w:val="00A97425"/>
    <w:rsid w:val="00AA1F90"/>
    <w:rsid w:val="00AA396E"/>
    <w:rsid w:val="00AB43FA"/>
    <w:rsid w:val="00AB44C5"/>
    <w:rsid w:val="00AC08C9"/>
    <w:rsid w:val="00AC1124"/>
    <w:rsid w:val="00AC5591"/>
    <w:rsid w:val="00AC6609"/>
    <w:rsid w:val="00AC6E34"/>
    <w:rsid w:val="00AD0985"/>
    <w:rsid w:val="00AD098B"/>
    <w:rsid w:val="00AD28A4"/>
    <w:rsid w:val="00AD2A17"/>
    <w:rsid w:val="00AD5043"/>
    <w:rsid w:val="00AE04C4"/>
    <w:rsid w:val="00AE1BB7"/>
    <w:rsid w:val="00AE1D10"/>
    <w:rsid w:val="00AE1F46"/>
    <w:rsid w:val="00AE6A3F"/>
    <w:rsid w:val="00AF0E64"/>
    <w:rsid w:val="00AF336F"/>
    <w:rsid w:val="00AF36B4"/>
    <w:rsid w:val="00AF4EAE"/>
    <w:rsid w:val="00AF70F0"/>
    <w:rsid w:val="00AF7B80"/>
    <w:rsid w:val="00B00D00"/>
    <w:rsid w:val="00B01758"/>
    <w:rsid w:val="00B04BE9"/>
    <w:rsid w:val="00B11ED6"/>
    <w:rsid w:val="00B14444"/>
    <w:rsid w:val="00B14F9A"/>
    <w:rsid w:val="00B15207"/>
    <w:rsid w:val="00B15DD6"/>
    <w:rsid w:val="00B20A3B"/>
    <w:rsid w:val="00B22762"/>
    <w:rsid w:val="00B31715"/>
    <w:rsid w:val="00B31C3B"/>
    <w:rsid w:val="00B31F0B"/>
    <w:rsid w:val="00B35726"/>
    <w:rsid w:val="00B405BF"/>
    <w:rsid w:val="00B46B6C"/>
    <w:rsid w:val="00B50BF9"/>
    <w:rsid w:val="00B50FDC"/>
    <w:rsid w:val="00B55E77"/>
    <w:rsid w:val="00B56B73"/>
    <w:rsid w:val="00B57A9C"/>
    <w:rsid w:val="00B61CAF"/>
    <w:rsid w:val="00B70B34"/>
    <w:rsid w:val="00B73322"/>
    <w:rsid w:val="00B75D16"/>
    <w:rsid w:val="00B76A5C"/>
    <w:rsid w:val="00B771D4"/>
    <w:rsid w:val="00B7721F"/>
    <w:rsid w:val="00B776AC"/>
    <w:rsid w:val="00B778CF"/>
    <w:rsid w:val="00B82A50"/>
    <w:rsid w:val="00B83F7A"/>
    <w:rsid w:val="00B84BE4"/>
    <w:rsid w:val="00B8607F"/>
    <w:rsid w:val="00B86344"/>
    <w:rsid w:val="00B9382E"/>
    <w:rsid w:val="00B93E70"/>
    <w:rsid w:val="00B95719"/>
    <w:rsid w:val="00B975B5"/>
    <w:rsid w:val="00BA0B7F"/>
    <w:rsid w:val="00BA1491"/>
    <w:rsid w:val="00BA286F"/>
    <w:rsid w:val="00BB1EFC"/>
    <w:rsid w:val="00BB5925"/>
    <w:rsid w:val="00BC27EE"/>
    <w:rsid w:val="00BC47B4"/>
    <w:rsid w:val="00BC624D"/>
    <w:rsid w:val="00BD3CF7"/>
    <w:rsid w:val="00BE14EF"/>
    <w:rsid w:val="00BE2FB9"/>
    <w:rsid w:val="00BE4305"/>
    <w:rsid w:val="00BE6D38"/>
    <w:rsid w:val="00BE7606"/>
    <w:rsid w:val="00BE7C0D"/>
    <w:rsid w:val="00BF1BB9"/>
    <w:rsid w:val="00BF26EE"/>
    <w:rsid w:val="00BF3AC1"/>
    <w:rsid w:val="00BF3E1A"/>
    <w:rsid w:val="00BF7C1E"/>
    <w:rsid w:val="00BF7D7F"/>
    <w:rsid w:val="00C01688"/>
    <w:rsid w:val="00C0247B"/>
    <w:rsid w:val="00C03A51"/>
    <w:rsid w:val="00C057BC"/>
    <w:rsid w:val="00C17C83"/>
    <w:rsid w:val="00C2355B"/>
    <w:rsid w:val="00C263CD"/>
    <w:rsid w:val="00C26A69"/>
    <w:rsid w:val="00C26A92"/>
    <w:rsid w:val="00C33E90"/>
    <w:rsid w:val="00C34660"/>
    <w:rsid w:val="00C347EF"/>
    <w:rsid w:val="00C34D2D"/>
    <w:rsid w:val="00C3528D"/>
    <w:rsid w:val="00C405BF"/>
    <w:rsid w:val="00C4252A"/>
    <w:rsid w:val="00C44B14"/>
    <w:rsid w:val="00C458F1"/>
    <w:rsid w:val="00C46D54"/>
    <w:rsid w:val="00C46FC4"/>
    <w:rsid w:val="00C47B57"/>
    <w:rsid w:val="00C50509"/>
    <w:rsid w:val="00C50F7D"/>
    <w:rsid w:val="00C56B9B"/>
    <w:rsid w:val="00C70722"/>
    <w:rsid w:val="00C749F2"/>
    <w:rsid w:val="00C75ECA"/>
    <w:rsid w:val="00C808E6"/>
    <w:rsid w:val="00C84B4D"/>
    <w:rsid w:val="00C857E7"/>
    <w:rsid w:val="00C85CAD"/>
    <w:rsid w:val="00C8742D"/>
    <w:rsid w:val="00C91755"/>
    <w:rsid w:val="00C92557"/>
    <w:rsid w:val="00C930F5"/>
    <w:rsid w:val="00CA06C8"/>
    <w:rsid w:val="00CA0927"/>
    <w:rsid w:val="00CA1E79"/>
    <w:rsid w:val="00CA2B58"/>
    <w:rsid w:val="00CB23A4"/>
    <w:rsid w:val="00CB2B7F"/>
    <w:rsid w:val="00CB6F6D"/>
    <w:rsid w:val="00CD03BD"/>
    <w:rsid w:val="00CD29E2"/>
    <w:rsid w:val="00CE4CD4"/>
    <w:rsid w:val="00CE597D"/>
    <w:rsid w:val="00CF0A0E"/>
    <w:rsid w:val="00CF5DEA"/>
    <w:rsid w:val="00CF60BD"/>
    <w:rsid w:val="00CF67CC"/>
    <w:rsid w:val="00CF7B80"/>
    <w:rsid w:val="00D00B0A"/>
    <w:rsid w:val="00D07901"/>
    <w:rsid w:val="00D14991"/>
    <w:rsid w:val="00D14B2F"/>
    <w:rsid w:val="00D14E50"/>
    <w:rsid w:val="00D152BA"/>
    <w:rsid w:val="00D16EC1"/>
    <w:rsid w:val="00D240DE"/>
    <w:rsid w:val="00D24BE0"/>
    <w:rsid w:val="00D27740"/>
    <w:rsid w:val="00D30B0C"/>
    <w:rsid w:val="00D35820"/>
    <w:rsid w:val="00D3734A"/>
    <w:rsid w:val="00D41DF1"/>
    <w:rsid w:val="00D4447E"/>
    <w:rsid w:val="00D5313E"/>
    <w:rsid w:val="00D57922"/>
    <w:rsid w:val="00D600D5"/>
    <w:rsid w:val="00D6254F"/>
    <w:rsid w:val="00D64614"/>
    <w:rsid w:val="00D65D58"/>
    <w:rsid w:val="00D663A4"/>
    <w:rsid w:val="00D7158B"/>
    <w:rsid w:val="00D73178"/>
    <w:rsid w:val="00D7482D"/>
    <w:rsid w:val="00D8008B"/>
    <w:rsid w:val="00D87CCF"/>
    <w:rsid w:val="00D92CED"/>
    <w:rsid w:val="00D9395D"/>
    <w:rsid w:val="00D9424D"/>
    <w:rsid w:val="00DA095A"/>
    <w:rsid w:val="00DA3EB2"/>
    <w:rsid w:val="00DC3FF4"/>
    <w:rsid w:val="00DC5D54"/>
    <w:rsid w:val="00DC60A9"/>
    <w:rsid w:val="00DC7881"/>
    <w:rsid w:val="00DD0E01"/>
    <w:rsid w:val="00DD37B5"/>
    <w:rsid w:val="00DD4DB1"/>
    <w:rsid w:val="00DE14AE"/>
    <w:rsid w:val="00DE3E9E"/>
    <w:rsid w:val="00DE718D"/>
    <w:rsid w:val="00DF00D6"/>
    <w:rsid w:val="00DF2B03"/>
    <w:rsid w:val="00DF6BEA"/>
    <w:rsid w:val="00E0009C"/>
    <w:rsid w:val="00E02319"/>
    <w:rsid w:val="00E03C23"/>
    <w:rsid w:val="00E069C5"/>
    <w:rsid w:val="00E15DBD"/>
    <w:rsid w:val="00E213F6"/>
    <w:rsid w:val="00E2230A"/>
    <w:rsid w:val="00E22987"/>
    <w:rsid w:val="00E242D6"/>
    <w:rsid w:val="00E24644"/>
    <w:rsid w:val="00E32109"/>
    <w:rsid w:val="00E37D74"/>
    <w:rsid w:val="00E4147E"/>
    <w:rsid w:val="00E47D65"/>
    <w:rsid w:val="00E54759"/>
    <w:rsid w:val="00E5561B"/>
    <w:rsid w:val="00E55BC9"/>
    <w:rsid w:val="00E5659C"/>
    <w:rsid w:val="00E569A3"/>
    <w:rsid w:val="00E576C8"/>
    <w:rsid w:val="00E62F3B"/>
    <w:rsid w:val="00E632C8"/>
    <w:rsid w:val="00E6636E"/>
    <w:rsid w:val="00E67386"/>
    <w:rsid w:val="00E707A8"/>
    <w:rsid w:val="00E72597"/>
    <w:rsid w:val="00E74CF0"/>
    <w:rsid w:val="00E77920"/>
    <w:rsid w:val="00E80785"/>
    <w:rsid w:val="00E82A9D"/>
    <w:rsid w:val="00E83B96"/>
    <w:rsid w:val="00E855E7"/>
    <w:rsid w:val="00E86E39"/>
    <w:rsid w:val="00E86EC8"/>
    <w:rsid w:val="00E8704C"/>
    <w:rsid w:val="00E874C6"/>
    <w:rsid w:val="00E9544D"/>
    <w:rsid w:val="00E964C3"/>
    <w:rsid w:val="00E96CFA"/>
    <w:rsid w:val="00E971D9"/>
    <w:rsid w:val="00EA4090"/>
    <w:rsid w:val="00EA4D61"/>
    <w:rsid w:val="00EB0FF7"/>
    <w:rsid w:val="00EB463B"/>
    <w:rsid w:val="00EC52AB"/>
    <w:rsid w:val="00EC735A"/>
    <w:rsid w:val="00ED12BB"/>
    <w:rsid w:val="00ED1A04"/>
    <w:rsid w:val="00ED261C"/>
    <w:rsid w:val="00ED4ED3"/>
    <w:rsid w:val="00EE01C3"/>
    <w:rsid w:val="00EE32D7"/>
    <w:rsid w:val="00EE51FC"/>
    <w:rsid w:val="00EE7881"/>
    <w:rsid w:val="00EF3417"/>
    <w:rsid w:val="00EF41D5"/>
    <w:rsid w:val="00F00309"/>
    <w:rsid w:val="00F00672"/>
    <w:rsid w:val="00F044B1"/>
    <w:rsid w:val="00F061CB"/>
    <w:rsid w:val="00F0671C"/>
    <w:rsid w:val="00F16418"/>
    <w:rsid w:val="00F2540E"/>
    <w:rsid w:val="00F26572"/>
    <w:rsid w:val="00F33A79"/>
    <w:rsid w:val="00F35461"/>
    <w:rsid w:val="00F3728D"/>
    <w:rsid w:val="00F374F9"/>
    <w:rsid w:val="00F40818"/>
    <w:rsid w:val="00F40CD4"/>
    <w:rsid w:val="00F452D3"/>
    <w:rsid w:val="00F477A2"/>
    <w:rsid w:val="00F5060D"/>
    <w:rsid w:val="00F510A3"/>
    <w:rsid w:val="00F52E78"/>
    <w:rsid w:val="00F6148E"/>
    <w:rsid w:val="00F617B9"/>
    <w:rsid w:val="00F61EA2"/>
    <w:rsid w:val="00F620E0"/>
    <w:rsid w:val="00F657AF"/>
    <w:rsid w:val="00F65BDE"/>
    <w:rsid w:val="00F67B27"/>
    <w:rsid w:val="00F70DE0"/>
    <w:rsid w:val="00F71E3A"/>
    <w:rsid w:val="00F82B78"/>
    <w:rsid w:val="00F84D14"/>
    <w:rsid w:val="00F92442"/>
    <w:rsid w:val="00F94FD4"/>
    <w:rsid w:val="00FA364D"/>
    <w:rsid w:val="00FB2323"/>
    <w:rsid w:val="00FB4910"/>
    <w:rsid w:val="00FB52ED"/>
    <w:rsid w:val="00FC7A3C"/>
    <w:rsid w:val="00FD0490"/>
    <w:rsid w:val="00FD087C"/>
    <w:rsid w:val="00FD184C"/>
    <w:rsid w:val="00FD1ABA"/>
    <w:rsid w:val="00FD4CCF"/>
    <w:rsid w:val="00FD62A3"/>
    <w:rsid w:val="00FD7174"/>
    <w:rsid w:val="00FE3022"/>
    <w:rsid w:val="00FF2514"/>
    <w:rsid w:val="00FF2DF7"/>
    <w:rsid w:val="00FF4F58"/>
    <w:rsid w:val="00FF7CA6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C1A0B"/>
  <w15:docId w15:val="{4B85FAD6-F223-4800-8162-44100D3A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D277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A823CE"/>
    <w:pPr>
      <w:spacing w:before="200" w:after="240" w:line="240" w:lineRule="auto"/>
      <w:ind w:left="792" w:hanging="432"/>
      <w:outlineLvl w:val="1"/>
    </w:pPr>
    <w:rPr>
      <w:rFonts w:ascii="Arial" w:eastAsia="Arial Unicode MS" w:hAnsi="Arial" w:cs="Arial"/>
      <w:caps/>
      <w:color w:val="595959"/>
      <w:sz w:val="24"/>
      <w:szCs w:val="26"/>
      <w:lang w:val="en-IN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9"/>
    <w:qFormat/>
    <w:rsid w:val="00A823CE"/>
    <w:pPr>
      <w:spacing w:before="120" w:after="60" w:line="210" w:lineRule="atLeast"/>
      <w:ind w:left="1224" w:right="40" w:hanging="504"/>
      <w:jc w:val="both"/>
      <w:outlineLvl w:val="2"/>
    </w:pPr>
    <w:rPr>
      <w:rFonts w:ascii="Arial" w:eastAsia="Tw Cen MT" w:hAnsi="Arial" w:cs="Arial"/>
      <w:b/>
      <w:color w:val="595959"/>
      <w:spacing w:val="10"/>
      <w:sz w:val="23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paragraph" w:customStyle="1" w:styleId="Default">
    <w:name w:val="Default"/>
    <w:rsid w:val="00EE51FC"/>
    <w:pPr>
      <w:autoSpaceDE w:val="0"/>
      <w:autoSpaceDN w:val="0"/>
      <w:adjustRightInd w:val="0"/>
      <w:spacing w:after="0" w:line="240" w:lineRule="auto"/>
    </w:pPr>
    <w:rPr>
      <w:rFonts w:ascii="Verdana Pro" w:hAnsi="Verdana Pro" w:cs="Verdana Pro"/>
      <w:color w:val="000000"/>
      <w:sz w:val="24"/>
      <w:szCs w:val="24"/>
    </w:rPr>
  </w:style>
  <w:style w:type="paragraph" w:styleId="SemEspaamento">
    <w:name w:val="No Spacing"/>
    <w:uiPriority w:val="1"/>
    <w:qFormat/>
    <w:rsid w:val="00685A8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Ttulo1Carter">
    <w:name w:val="Título 1 Caráter"/>
    <w:aliases w:val="QT_TUTULO1 Caráter,Heading 1  -QUATERNAIR Caráter"/>
    <w:basedOn w:val="Tipodeletrapredefinidodopargrafo"/>
    <w:link w:val="Ttulo1"/>
    <w:uiPriority w:val="1"/>
    <w:rsid w:val="00D2774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arter">
    <w:name w:val="Título 2 Caráter"/>
    <w:aliases w:val="QT_TITILO2 Caráter,Heading 2 - QUATERNAIR Caráter"/>
    <w:basedOn w:val="Tipodeletrapredefinidodopargrafo"/>
    <w:link w:val="Ttulo2"/>
    <w:uiPriority w:val="99"/>
    <w:rsid w:val="00A823CE"/>
    <w:rPr>
      <w:rFonts w:ascii="Arial" w:eastAsia="Arial Unicode MS" w:hAnsi="Arial" w:cs="Arial"/>
      <w:b/>
      <w:bCs/>
      <w:caps/>
      <w:color w:val="595959"/>
      <w:sz w:val="24"/>
      <w:szCs w:val="26"/>
      <w:lang w:val="en-IN"/>
    </w:rPr>
  </w:style>
  <w:style w:type="character" w:customStyle="1" w:styleId="Ttulo3Carter">
    <w:name w:val="Título 3 Caráter"/>
    <w:aliases w:val="QT_TITULO3 Caráter,Heading 3 - QUATERNAIR Caráter"/>
    <w:basedOn w:val="Tipodeletrapredefinidodopargrafo"/>
    <w:link w:val="Ttulo3"/>
    <w:uiPriority w:val="99"/>
    <w:rsid w:val="00A823CE"/>
    <w:rPr>
      <w:rFonts w:ascii="Arial" w:eastAsia="Tw Cen MT" w:hAnsi="Arial" w:cs="Arial"/>
      <w:b/>
      <w:color w:val="595959"/>
      <w:spacing w:val="10"/>
      <w:sz w:val="23"/>
      <w:szCs w:val="24"/>
    </w:rPr>
  </w:style>
  <w:style w:type="numbering" w:customStyle="1" w:styleId="Style1">
    <w:name w:val="Style1"/>
    <w:rsid w:val="00A823C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Nuno\2-Nuno%20Faria%20Formador\Quaternaire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7D9394-1AA0-4027-8F5E-BC7E007BA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10151-A9F3-4F64-BD2B-424D0A4DA021}"/>
</file>

<file path=customXml/itemProps3.xml><?xml version="1.0" encoding="utf-8"?>
<ds:datastoreItem xmlns:ds="http://schemas.openxmlformats.org/officeDocument/2006/customXml" ds:itemID="{32413F51-C3BE-4A1B-95F1-439ECC8472B4}"/>
</file>

<file path=customXml/itemProps4.xml><?xml version="1.0" encoding="utf-8"?>
<ds:datastoreItem xmlns:ds="http://schemas.openxmlformats.org/officeDocument/2006/customXml" ds:itemID="{847E14C2-06D0-405F-9907-84D943A22A56}"/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3</TotalTime>
  <Pages>99</Pages>
  <Words>15591</Words>
  <Characters>84192</Characters>
  <Application>Microsoft Office Word</Application>
  <DocSecurity>0</DocSecurity>
  <Lines>701</Lines>
  <Paragraphs>199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Leonor</dc:creator>
  <cp:lastModifiedBy>Patrícia Amaral</cp:lastModifiedBy>
  <cp:revision>5</cp:revision>
  <cp:lastPrinted>2024-02-29T14:19:00Z</cp:lastPrinted>
  <dcterms:created xsi:type="dcterms:W3CDTF">2024-02-29T18:04:00Z</dcterms:created>
  <dcterms:modified xsi:type="dcterms:W3CDTF">2024-02-29T18:06:00Z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